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4C06" w:rsidRDefault="00094C06" w:rsidP="00094C06">
      <w:pPr>
        <w:pStyle w:val="libCenter"/>
        <w:rPr>
          <w:rFonts w:hint="cs"/>
          <w:rtl/>
        </w:rPr>
      </w:pPr>
      <w:r>
        <w:rPr>
          <w:rFonts w:hint="cs"/>
          <w:noProof/>
        </w:rPr>
        <w:drawing>
          <wp:inline distT="0" distB="0" distL="0" distR="0">
            <wp:extent cx="4676775" cy="7400925"/>
            <wp:effectExtent l="19050" t="0" r="9525" b="0"/>
            <wp:docPr id="1" name="Picture 1" descr="Untitle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2"/>
                    <pic:cNvPicPr>
                      <a:picLocks noChangeAspect="1" noChangeArrowheads="1"/>
                    </pic:cNvPicPr>
                  </pic:nvPicPr>
                  <pic:blipFill>
                    <a:blip r:embed="rId8" cstate="print"/>
                    <a:srcRect/>
                    <a:stretch>
                      <a:fillRect/>
                    </a:stretch>
                  </pic:blipFill>
                  <pic:spPr bwMode="auto">
                    <a:xfrm>
                      <a:off x="0" y="0"/>
                      <a:ext cx="4676775" cy="7400925"/>
                    </a:xfrm>
                    <a:prstGeom prst="rect">
                      <a:avLst/>
                    </a:prstGeom>
                    <a:noFill/>
                    <a:ln w="9525">
                      <a:noFill/>
                      <a:miter lim="800000"/>
                      <a:headEnd/>
                      <a:tailEnd/>
                    </a:ln>
                  </pic:spPr>
                </pic:pic>
              </a:graphicData>
            </a:graphic>
          </wp:inline>
        </w:drawing>
      </w:r>
    </w:p>
    <w:p w:rsidR="00094C06" w:rsidRDefault="00094C06" w:rsidP="00094C06">
      <w:pPr>
        <w:pStyle w:val="libNormal"/>
        <w:rPr>
          <w:rtl/>
        </w:rPr>
      </w:pPr>
      <w:r>
        <w:rPr>
          <w:rtl/>
        </w:rPr>
        <w:br w:type="page"/>
      </w:r>
    </w:p>
    <w:p w:rsidR="00094C06" w:rsidRDefault="00094C06" w:rsidP="00094C06">
      <w:pPr>
        <w:pStyle w:val="libNormal"/>
        <w:rPr>
          <w:rtl/>
        </w:rPr>
      </w:pPr>
      <w:r>
        <w:rPr>
          <w:rtl/>
        </w:rPr>
        <w:lastRenderedPageBreak/>
        <w:br w:type="page"/>
      </w:r>
    </w:p>
    <w:p w:rsidR="00094C06" w:rsidRDefault="00094C06" w:rsidP="00094C06">
      <w:pPr>
        <w:pStyle w:val="libCenter"/>
        <w:rPr>
          <w:rFonts w:hint="cs"/>
          <w:rtl/>
        </w:rPr>
      </w:pPr>
      <w:r>
        <w:rPr>
          <w:noProof/>
        </w:rPr>
        <w:lastRenderedPageBreak/>
        <w:drawing>
          <wp:inline distT="0" distB="0" distL="0" distR="0">
            <wp:extent cx="4676775" cy="7400925"/>
            <wp:effectExtent l="19050" t="0" r="9525" b="0"/>
            <wp:docPr id="3" name="Picture 3" descr="Untitle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3"/>
                    <pic:cNvPicPr>
                      <a:picLocks noChangeAspect="1" noChangeArrowheads="1"/>
                    </pic:cNvPicPr>
                  </pic:nvPicPr>
                  <pic:blipFill>
                    <a:blip r:embed="rId9" cstate="print"/>
                    <a:srcRect/>
                    <a:stretch>
                      <a:fillRect/>
                    </a:stretch>
                  </pic:blipFill>
                  <pic:spPr bwMode="auto">
                    <a:xfrm>
                      <a:off x="0" y="0"/>
                      <a:ext cx="4676775" cy="7400925"/>
                    </a:xfrm>
                    <a:prstGeom prst="rect">
                      <a:avLst/>
                    </a:prstGeom>
                    <a:noFill/>
                    <a:ln w="9525">
                      <a:noFill/>
                      <a:miter lim="800000"/>
                      <a:headEnd/>
                      <a:tailEnd/>
                    </a:ln>
                  </pic:spPr>
                </pic:pic>
              </a:graphicData>
            </a:graphic>
          </wp:inline>
        </w:drawing>
      </w:r>
    </w:p>
    <w:p w:rsidR="00094C06" w:rsidRDefault="00094C06" w:rsidP="00094C06">
      <w:pPr>
        <w:pStyle w:val="libNormal"/>
        <w:rPr>
          <w:rtl/>
        </w:rPr>
      </w:pPr>
      <w:r>
        <w:rPr>
          <w:rtl/>
        </w:rPr>
        <w:br w:type="page"/>
      </w:r>
    </w:p>
    <w:p w:rsidR="00094C06" w:rsidRDefault="00094C06" w:rsidP="00094C06">
      <w:pPr>
        <w:pStyle w:val="libNormal"/>
        <w:rPr>
          <w:rtl/>
        </w:rPr>
      </w:pPr>
      <w:r>
        <w:rPr>
          <w:rtl/>
        </w:rPr>
        <w:lastRenderedPageBreak/>
        <w:br w:type="page"/>
      </w:r>
    </w:p>
    <w:p w:rsidR="00094C06" w:rsidRPr="002A508F" w:rsidRDefault="00094C06" w:rsidP="00094C06">
      <w:pPr>
        <w:pStyle w:val="libCenterBold1"/>
        <w:rPr>
          <w:rFonts w:hint="cs"/>
          <w:rtl/>
        </w:rPr>
      </w:pPr>
      <w:r w:rsidRPr="002A508F">
        <w:rPr>
          <w:rtl/>
        </w:rPr>
        <w:lastRenderedPageBreak/>
        <w:t>بِسْمِ اللهِ الرَّحْمنِ الرَّحِيمِ</w:t>
      </w:r>
    </w:p>
    <w:p w:rsidR="00094C06" w:rsidRPr="003A59EA" w:rsidRDefault="00094C06" w:rsidP="00094C06">
      <w:pPr>
        <w:pStyle w:val="libNormal"/>
        <w:rPr>
          <w:rtl/>
        </w:rPr>
      </w:pPr>
      <w:r w:rsidRPr="003A59EA">
        <w:rPr>
          <w:rtl/>
        </w:rPr>
        <w:t>والحمد لله رب العالمين</w:t>
      </w:r>
      <w:r w:rsidR="008A01C2">
        <w:rPr>
          <w:rtl/>
        </w:rPr>
        <w:t>،</w:t>
      </w:r>
      <w:r w:rsidRPr="003A59EA">
        <w:rPr>
          <w:rtl/>
        </w:rPr>
        <w:t xml:space="preserve"> والصلاة والسلام على خاتم الأنبياء والمرسلين وعلى أهل بيته المطهّرين</w:t>
      </w:r>
      <w:r w:rsidR="008A01C2">
        <w:rPr>
          <w:rtl/>
        </w:rPr>
        <w:t>،</w:t>
      </w:r>
      <w:r w:rsidRPr="003A59EA">
        <w:rPr>
          <w:rtl/>
        </w:rPr>
        <w:t xml:space="preserve"> وصحبه الأوفياء المخلصين</w:t>
      </w:r>
      <w:r w:rsidR="008A01C2">
        <w:rPr>
          <w:rtl/>
        </w:rPr>
        <w:t>،</w:t>
      </w:r>
      <w:r w:rsidRPr="003A59EA">
        <w:rPr>
          <w:rtl/>
        </w:rPr>
        <w:t xml:space="preserve"> والرحمة على أرواح علمائنا الأبرار الذين نشروا علوم آل محمّد </w:t>
      </w:r>
      <w:r w:rsidRPr="00094C06">
        <w:rPr>
          <w:rStyle w:val="libAlaemChar"/>
          <w:rtl/>
        </w:rPr>
        <w:t>عليهم‌السلام</w:t>
      </w:r>
      <w:r w:rsidRPr="003A59EA">
        <w:rPr>
          <w:rtl/>
        </w:rPr>
        <w:t xml:space="preserve"> الذين من تمسك بحبلهم اهتدى</w:t>
      </w:r>
      <w:r w:rsidR="008A01C2">
        <w:rPr>
          <w:rtl/>
        </w:rPr>
        <w:t>،</w:t>
      </w:r>
      <w:r w:rsidRPr="003A59EA">
        <w:rPr>
          <w:rtl/>
        </w:rPr>
        <w:t xml:space="preserve"> وتمسك بالعروة الوثقى</w:t>
      </w:r>
      <w:r w:rsidR="008A01C2">
        <w:rPr>
          <w:rtl/>
        </w:rPr>
        <w:t>،</w:t>
      </w:r>
      <w:r w:rsidRPr="003A59EA">
        <w:rPr>
          <w:rtl/>
        </w:rPr>
        <w:t xml:space="preserve"> وبلغ السعادة القصوى</w:t>
      </w:r>
      <w:r w:rsidR="008A01C2">
        <w:rPr>
          <w:rtl/>
        </w:rPr>
        <w:t>،</w:t>
      </w:r>
      <w:r w:rsidRPr="003A59EA">
        <w:rPr>
          <w:rtl/>
        </w:rPr>
        <w:t xml:space="preserve"> ونال الدرجات العلى</w:t>
      </w:r>
      <w:r w:rsidR="008A01C2">
        <w:rPr>
          <w:rtl/>
        </w:rPr>
        <w:t>،</w:t>
      </w:r>
      <w:r w:rsidRPr="003A59EA">
        <w:rPr>
          <w:rtl/>
        </w:rPr>
        <w:t xml:space="preserve"> ومن تخلّف عنهم هوى وغوى.</w:t>
      </w:r>
    </w:p>
    <w:p w:rsidR="00094C06" w:rsidRPr="004C524C" w:rsidRDefault="00094C06" w:rsidP="00094C06">
      <w:pPr>
        <w:pStyle w:val="libBold2"/>
        <w:rPr>
          <w:rtl/>
        </w:rPr>
      </w:pPr>
      <w:r w:rsidRPr="004C524C">
        <w:rPr>
          <w:rtl/>
        </w:rPr>
        <w:t>وبعد</w:t>
      </w:r>
      <w:r w:rsidR="008A01C2">
        <w:rPr>
          <w:rtl/>
        </w:rPr>
        <w:t>:</w:t>
      </w:r>
    </w:p>
    <w:p w:rsidR="00094C06" w:rsidRPr="003A59EA" w:rsidRDefault="00094C06" w:rsidP="00094C06">
      <w:pPr>
        <w:pStyle w:val="libNormal"/>
        <w:rPr>
          <w:rtl/>
        </w:rPr>
      </w:pPr>
      <w:r w:rsidRPr="003A59EA">
        <w:rPr>
          <w:rtl/>
        </w:rPr>
        <w:t xml:space="preserve">عمد الأوائل من رجال الشيعة الإماميّة إلى جمع كل ما روي من حديث المصطفى </w:t>
      </w:r>
      <w:r w:rsidRPr="00094C06">
        <w:rPr>
          <w:rStyle w:val="libAlaemChar"/>
          <w:rtl/>
        </w:rPr>
        <w:t xml:space="preserve">صلى‌الله‌عليه‌وآله‌وسلم </w:t>
      </w:r>
      <w:r w:rsidRPr="003A59EA">
        <w:rPr>
          <w:rtl/>
        </w:rPr>
        <w:t xml:space="preserve">وحديث أهل البيت </w:t>
      </w:r>
      <w:r w:rsidRPr="00094C06">
        <w:rPr>
          <w:rStyle w:val="libAlaemChar"/>
          <w:rtl/>
        </w:rPr>
        <w:t>عليهم‌السلام</w:t>
      </w:r>
      <w:r w:rsidRPr="003A59EA">
        <w:rPr>
          <w:rtl/>
        </w:rPr>
        <w:t xml:space="preserve"> ابتداء من صدر الإسلام وحتى أواسط القرن الثالث الهجري</w:t>
      </w:r>
      <w:r w:rsidR="008A01C2">
        <w:rPr>
          <w:rtl/>
        </w:rPr>
        <w:t>،</w:t>
      </w:r>
      <w:r w:rsidRPr="003A59EA">
        <w:rPr>
          <w:rtl/>
        </w:rPr>
        <w:t xml:space="preserve"> ولم تثن طلائعهم أزمة منع التدوين المعروفة التي عاشها الحديث الشريف عند غيرهم قرنا من الزمان</w:t>
      </w:r>
      <w:r w:rsidR="008A01C2">
        <w:rPr>
          <w:rtl/>
        </w:rPr>
        <w:t>،</w:t>
      </w:r>
      <w:r w:rsidRPr="003A59EA">
        <w:rPr>
          <w:rtl/>
        </w:rPr>
        <w:t xml:space="preserve"> ولم توقف همتهم تلك العواصف الكثيفة التي حاولت بمكرها ودهائها أن تحجب نور الشمس عن العالمين </w:t>
      </w:r>
      <w:r w:rsidRPr="00094C06">
        <w:rPr>
          <w:rStyle w:val="libAlaemChar"/>
          <w:rtl/>
        </w:rPr>
        <w:t>(</w:t>
      </w:r>
      <w:r w:rsidRPr="00094C06">
        <w:rPr>
          <w:rStyle w:val="libAieChar"/>
          <w:rtl/>
        </w:rPr>
        <w:t xml:space="preserve"> وَمَكَرُوا وَمَكَرَ اللهُ وَاللهُ خَيْرُ الْماكِرِينَ </w:t>
      </w:r>
      <w:r w:rsidRPr="00094C06">
        <w:rPr>
          <w:rStyle w:val="libAlaemChar"/>
          <w:rtl/>
        </w:rPr>
        <w:t>)</w:t>
      </w:r>
      <w:r w:rsidRPr="003A59EA">
        <w:rPr>
          <w:rtl/>
        </w:rPr>
        <w:t xml:space="preserve"> بل ازدادوا إيمانا بأن الحظر المفروض على التدوين سيلبس هذا الدين لباسا لا يمت بصلة إلى الإسلام</w:t>
      </w:r>
      <w:r w:rsidR="008A01C2">
        <w:rPr>
          <w:rtl/>
        </w:rPr>
        <w:t>،</w:t>
      </w:r>
      <w:r w:rsidRPr="003A59EA">
        <w:rPr>
          <w:rtl/>
        </w:rPr>
        <w:t xml:space="preserve"> وربما يطمس معالمه</w:t>
      </w:r>
    </w:p>
    <w:p w:rsidR="00094C06" w:rsidRDefault="00094C06" w:rsidP="00094C06">
      <w:pPr>
        <w:pStyle w:val="libNormal"/>
        <w:rPr>
          <w:rtl/>
        </w:rPr>
      </w:pPr>
      <w:r>
        <w:rPr>
          <w:rtl/>
        </w:rPr>
        <w:br w:type="page"/>
      </w:r>
    </w:p>
    <w:p w:rsidR="00094C06" w:rsidRPr="003A59EA" w:rsidRDefault="00094C06" w:rsidP="00094C06">
      <w:pPr>
        <w:pStyle w:val="libNormal0"/>
        <w:rPr>
          <w:rtl/>
        </w:rPr>
      </w:pPr>
      <w:r w:rsidRPr="003A59EA">
        <w:rPr>
          <w:rtl/>
        </w:rPr>
        <w:lastRenderedPageBreak/>
        <w:t>بمرور الأيام فيضيع الحق أو يخفى ويلتبس على كثير من العامة</w:t>
      </w:r>
      <w:r w:rsidR="008A01C2">
        <w:rPr>
          <w:rtl/>
        </w:rPr>
        <w:t>،</w:t>
      </w:r>
      <w:r w:rsidRPr="003A59EA">
        <w:rPr>
          <w:rtl/>
        </w:rPr>
        <w:t xml:space="preserve"> كما حصل.</w:t>
      </w:r>
    </w:p>
    <w:p w:rsidR="00094C06" w:rsidRPr="003A59EA" w:rsidRDefault="00094C06" w:rsidP="00094C06">
      <w:pPr>
        <w:pStyle w:val="libNormal"/>
        <w:rPr>
          <w:rtl/>
        </w:rPr>
      </w:pPr>
      <w:r w:rsidRPr="003A59EA">
        <w:rPr>
          <w:rtl/>
        </w:rPr>
        <w:t>ونتيجة لهذا الإدراك تجمّع لديهم</w:t>
      </w:r>
      <w:r w:rsidR="008A01C2">
        <w:rPr>
          <w:rtl/>
        </w:rPr>
        <w:t xml:space="preserve"> - </w:t>
      </w:r>
      <w:r w:rsidRPr="003A59EA">
        <w:rPr>
          <w:rtl/>
        </w:rPr>
        <w:t>في أقل من ثلاثة قرون</w:t>
      </w:r>
      <w:r w:rsidR="008A01C2">
        <w:rPr>
          <w:rtl/>
        </w:rPr>
        <w:t xml:space="preserve"> - </w:t>
      </w:r>
      <w:r w:rsidRPr="003A59EA">
        <w:rPr>
          <w:rtl/>
        </w:rPr>
        <w:t xml:space="preserve">ما يزيد على ستة آلاف وستمائة كتاب حفظت بأسمائها وأسماء مؤلفيها. وقد اشتهرت من بينها مجموعة من الكتب عرفت باسم « الأصول الأربعمائة » وهي أربعمائة مصنّف لأربعمائة مصنّف من أصحاب الإمامين الباقر محمّد بن علي ( ت / 114 ه‍ ) والصادق جعفر بن محمّد ( ت / 148 ه‍ ) </w:t>
      </w:r>
      <w:r w:rsidRPr="00094C06">
        <w:rPr>
          <w:rStyle w:val="libAlaemChar"/>
          <w:rtl/>
        </w:rPr>
        <w:t>عليهما‌السلام</w:t>
      </w:r>
      <w:r w:rsidR="008A01C2">
        <w:rPr>
          <w:rtl/>
        </w:rPr>
        <w:t>،</w:t>
      </w:r>
      <w:r w:rsidRPr="003A59EA">
        <w:rPr>
          <w:rtl/>
        </w:rPr>
        <w:t xml:space="preserve"> ومن أصحاب سائر الأئمّة </w:t>
      </w:r>
      <w:r w:rsidRPr="00094C06">
        <w:rPr>
          <w:rStyle w:val="libAlaemChar"/>
          <w:rtl/>
        </w:rPr>
        <w:t>عليهم‌السلام</w:t>
      </w:r>
      <w:r w:rsidRPr="003A59EA">
        <w:rPr>
          <w:rtl/>
        </w:rPr>
        <w:t xml:space="preserve"> على رأي البعض.</w:t>
      </w:r>
    </w:p>
    <w:p w:rsidR="00094C06" w:rsidRPr="003A59EA" w:rsidRDefault="00094C06" w:rsidP="00094C06">
      <w:pPr>
        <w:pStyle w:val="libNormal"/>
        <w:rPr>
          <w:rtl/>
        </w:rPr>
      </w:pPr>
      <w:r w:rsidRPr="003A59EA">
        <w:rPr>
          <w:rtl/>
        </w:rPr>
        <w:t>وقد تميّزت هذه الأصول الأربعمائة عن سائر مؤلفات الشيعة في القرون الثلاثة الأولى من عمر الإسلام بمميزات كثيرة لعلّ من أهمها حصول الإجماع على اعتبارها حاكية لكلام المعصوم</w:t>
      </w:r>
      <w:r w:rsidR="008A01C2">
        <w:rPr>
          <w:rtl/>
        </w:rPr>
        <w:t>،</w:t>
      </w:r>
      <w:r w:rsidRPr="003A59EA">
        <w:rPr>
          <w:rtl/>
        </w:rPr>
        <w:t xml:space="preserve"> ما اشتمل على نصّ كلامه </w:t>
      </w:r>
      <w:r w:rsidRPr="00094C06">
        <w:rPr>
          <w:rStyle w:val="libAlaemChar"/>
          <w:rtl/>
        </w:rPr>
        <w:t>عليه‌السلام</w:t>
      </w:r>
      <w:r w:rsidRPr="003A59EA">
        <w:rPr>
          <w:rtl/>
        </w:rPr>
        <w:t xml:space="preserve"> سماعا بلا واسطة في النقل والتدوين.</w:t>
      </w:r>
    </w:p>
    <w:p w:rsidR="00094C06" w:rsidRPr="003A59EA" w:rsidRDefault="00094C06" w:rsidP="00094C06">
      <w:pPr>
        <w:pStyle w:val="libNormal"/>
        <w:rPr>
          <w:rtl/>
        </w:rPr>
      </w:pPr>
      <w:r w:rsidRPr="003A59EA">
        <w:rPr>
          <w:rtl/>
        </w:rPr>
        <w:t>ولمّا كانت مؤلّفات الشيعة ليست كلّها بمثابة الأصول الأربعمائة في قوة الحجية</w:t>
      </w:r>
      <w:r w:rsidR="008A01C2">
        <w:rPr>
          <w:rtl/>
        </w:rPr>
        <w:t>،</w:t>
      </w:r>
      <w:r w:rsidRPr="003A59EA">
        <w:rPr>
          <w:rtl/>
        </w:rPr>
        <w:t xml:space="preserve"> لهذا قام اللاحقون من أقطاب علماء الشيعة</w:t>
      </w:r>
      <w:r w:rsidR="008A01C2">
        <w:rPr>
          <w:rtl/>
        </w:rPr>
        <w:t xml:space="preserve"> - </w:t>
      </w:r>
      <w:r w:rsidRPr="003A59EA">
        <w:rPr>
          <w:rtl/>
        </w:rPr>
        <w:t xml:space="preserve">بعد انتهاء ذلك العصر الزاهر بحياة الأئمة </w:t>
      </w:r>
      <w:r w:rsidRPr="00094C06">
        <w:rPr>
          <w:rStyle w:val="libAlaemChar"/>
          <w:rtl/>
        </w:rPr>
        <w:t>عليهم‌السلام</w:t>
      </w:r>
      <w:r w:rsidR="008A01C2">
        <w:rPr>
          <w:rtl/>
        </w:rPr>
        <w:t xml:space="preserve"> - </w:t>
      </w:r>
      <w:r w:rsidRPr="003A59EA">
        <w:rPr>
          <w:rtl/>
        </w:rPr>
        <w:t>بإعمال دورهم في التسابق إلى دراسة هذا التراث الضخم والنظر فيه وتدقيقه وتحقيقه بحسب ما لديهم من القرائن الكثيرة</w:t>
      </w:r>
      <w:r w:rsidR="008A01C2">
        <w:rPr>
          <w:rtl/>
        </w:rPr>
        <w:t>،</w:t>
      </w:r>
      <w:r w:rsidRPr="003A59EA">
        <w:rPr>
          <w:rtl/>
        </w:rPr>
        <w:t xml:space="preserve"> فاجتهدوا في الوصول إلى الحق ما استطاعوا إليه سبيلا</w:t>
      </w:r>
      <w:r w:rsidR="008A01C2">
        <w:rPr>
          <w:rtl/>
        </w:rPr>
        <w:t>،</w:t>
      </w:r>
      <w:r w:rsidRPr="003A59EA">
        <w:rPr>
          <w:rtl/>
        </w:rPr>
        <w:t xml:space="preserve"> وكان فيهم من هو في مرتبة عالية من مراتب النظر والتحقيق</w:t>
      </w:r>
      <w:r w:rsidR="008A01C2">
        <w:rPr>
          <w:rtl/>
        </w:rPr>
        <w:t>،</w:t>
      </w:r>
      <w:r w:rsidRPr="003A59EA">
        <w:rPr>
          <w:rtl/>
        </w:rPr>
        <w:t xml:space="preserve"> وعلى درجة راقية من التعمق والتدقيق.</w:t>
      </w:r>
    </w:p>
    <w:p w:rsidR="00094C06" w:rsidRPr="003A59EA" w:rsidRDefault="00094C06" w:rsidP="00094C06">
      <w:pPr>
        <w:pStyle w:val="libNormal"/>
        <w:rPr>
          <w:rtl/>
        </w:rPr>
      </w:pPr>
      <w:r w:rsidRPr="003A59EA">
        <w:rPr>
          <w:rtl/>
        </w:rPr>
        <w:t>وقد كان لعملهم هذا أثره الملموس</w:t>
      </w:r>
      <w:r w:rsidR="008A01C2">
        <w:rPr>
          <w:rtl/>
        </w:rPr>
        <w:t>،</w:t>
      </w:r>
      <w:r w:rsidRPr="003A59EA">
        <w:rPr>
          <w:rtl/>
        </w:rPr>
        <w:t xml:space="preserve"> إذ تركوا لغيرهم</w:t>
      </w:r>
      <w:r w:rsidR="008A01C2">
        <w:rPr>
          <w:rtl/>
        </w:rPr>
        <w:t>،</w:t>
      </w:r>
      <w:r w:rsidRPr="003A59EA">
        <w:rPr>
          <w:rtl/>
        </w:rPr>
        <w:t xml:space="preserve"> كتبا كثيرة</w:t>
      </w:r>
      <w:r w:rsidR="008A01C2">
        <w:rPr>
          <w:rtl/>
        </w:rPr>
        <w:t>،</w:t>
      </w:r>
      <w:r w:rsidRPr="003A59EA">
        <w:rPr>
          <w:rtl/>
        </w:rPr>
        <w:t xml:space="preserve"> مادتها</w:t>
      </w:r>
      <w:r w:rsidR="008A01C2">
        <w:rPr>
          <w:rtl/>
        </w:rPr>
        <w:t>:</w:t>
      </w:r>
      <w:r w:rsidRPr="003A59EA">
        <w:rPr>
          <w:rtl/>
        </w:rPr>
        <w:t xml:space="preserve"> الأصول الأربعمائة</w:t>
      </w:r>
      <w:r w:rsidR="008A01C2">
        <w:rPr>
          <w:rtl/>
        </w:rPr>
        <w:t>،</w:t>
      </w:r>
      <w:r w:rsidRPr="003A59EA">
        <w:rPr>
          <w:rtl/>
        </w:rPr>
        <w:t xml:space="preserve"> وغيرها من الكتب الأخرى التي بلغت من الاعتبار عند هؤلاء الأعلام درجة من الوثوق بها ما يوجب الركون إليها واعتمادها.</w:t>
      </w:r>
    </w:p>
    <w:p w:rsidR="00094C06" w:rsidRDefault="00094C06" w:rsidP="00094C06">
      <w:pPr>
        <w:pStyle w:val="libNormal"/>
        <w:rPr>
          <w:rtl/>
        </w:rPr>
      </w:pPr>
      <w:r>
        <w:rPr>
          <w:rtl/>
        </w:rPr>
        <w:br w:type="page"/>
      </w:r>
    </w:p>
    <w:p w:rsidR="00094C06" w:rsidRPr="003A59EA" w:rsidRDefault="00094C06" w:rsidP="00094C06">
      <w:pPr>
        <w:pStyle w:val="libNormal"/>
        <w:rPr>
          <w:rtl/>
        </w:rPr>
      </w:pPr>
      <w:r w:rsidRPr="003A59EA">
        <w:rPr>
          <w:rtl/>
        </w:rPr>
        <w:lastRenderedPageBreak/>
        <w:t>وقد اتّصفت كتب المرحلة اللاحقة بجودة التصنيف وتوزيع المطالب الحديثية على أبوابها الفقهيّة</w:t>
      </w:r>
      <w:r w:rsidR="008A01C2">
        <w:rPr>
          <w:rtl/>
        </w:rPr>
        <w:t>،</w:t>
      </w:r>
      <w:r w:rsidRPr="003A59EA">
        <w:rPr>
          <w:rtl/>
        </w:rPr>
        <w:t xml:space="preserve"> ومن أشهرها كتب المحمدين الثلاثة</w:t>
      </w:r>
      <w:r w:rsidR="008A01C2">
        <w:rPr>
          <w:rtl/>
        </w:rPr>
        <w:t xml:space="preserve"> - </w:t>
      </w:r>
      <w:r w:rsidRPr="00094C06">
        <w:rPr>
          <w:rStyle w:val="libAlaemChar"/>
          <w:rtl/>
        </w:rPr>
        <w:t>قدس‌سرهم</w:t>
      </w:r>
      <w:r w:rsidRPr="003A59EA">
        <w:rPr>
          <w:rtl/>
        </w:rPr>
        <w:t xml:space="preserve"> الشريف</w:t>
      </w:r>
      <w:r w:rsidR="008A01C2">
        <w:rPr>
          <w:rtl/>
        </w:rPr>
        <w:t xml:space="preserve"> -:</w:t>
      </w:r>
      <w:r w:rsidRPr="003A59EA">
        <w:rPr>
          <w:rtl/>
        </w:rPr>
        <w:t xml:space="preserve"> وهي</w:t>
      </w:r>
      <w:r w:rsidR="008A01C2">
        <w:rPr>
          <w:rtl/>
        </w:rPr>
        <w:t>:</w:t>
      </w:r>
    </w:p>
    <w:p w:rsidR="00094C06" w:rsidRPr="003A59EA" w:rsidRDefault="00094C06" w:rsidP="00094C06">
      <w:pPr>
        <w:pStyle w:val="libNormal"/>
        <w:rPr>
          <w:rtl/>
        </w:rPr>
      </w:pPr>
      <w:r w:rsidRPr="003A59EA">
        <w:rPr>
          <w:rtl/>
        </w:rPr>
        <w:t>1</w:t>
      </w:r>
      <w:r w:rsidR="008A01C2">
        <w:rPr>
          <w:rtl/>
        </w:rPr>
        <w:t xml:space="preserve"> - </w:t>
      </w:r>
      <w:r w:rsidRPr="003A59EA">
        <w:rPr>
          <w:rtl/>
        </w:rPr>
        <w:t>الكافي</w:t>
      </w:r>
      <w:r w:rsidR="008A01C2">
        <w:rPr>
          <w:rtl/>
        </w:rPr>
        <w:t>:</w:t>
      </w:r>
      <w:r w:rsidRPr="003A59EA">
        <w:rPr>
          <w:rtl/>
        </w:rPr>
        <w:t xml:space="preserve"> لأبي جعفر محمّد بن يعقوب الكليني الرازي</w:t>
      </w:r>
      <w:r w:rsidR="008A01C2">
        <w:rPr>
          <w:rtl/>
        </w:rPr>
        <w:t>،</w:t>
      </w:r>
      <w:r w:rsidRPr="003A59EA">
        <w:rPr>
          <w:rtl/>
        </w:rPr>
        <w:t xml:space="preserve"> المعروف بثقة الإسلام ( ت / 329 ه‍ )</w:t>
      </w:r>
      <w:r>
        <w:rPr>
          <w:rtl/>
        </w:rPr>
        <w:t>.</w:t>
      </w:r>
    </w:p>
    <w:p w:rsidR="00094C06" w:rsidRPr="003A59EA" w:rsidRDefault="00094C06" w:rsidP="00094C06">
      <w:pPr>
        <w:pStyle w:val="libNormal"/>
        <w:rPr>
          <w:rtl/>
        </w:rPr>
      </w:pPr>
      <w:r w:rsidRPr="003A59EA">
        <w:rPr>
          <w:rtl/>
        </w:rPr>
        <w:t>2</w:t>
      </w:r>
      <w:r w:rsidR="008A01C2">
        <w:rPr>
          <w:rtl/>
        </w:rPr>
        <w:t xml:space="preserve"> - </w:t>
      </w:r>
      <w:r w:rsidRPr="003A59EA">
        <w:rPr>
          <w:rtl/>
        </w:rPr>
        <w:t>كتاب من لا يحضره الفقيه</w:t>
      </w:r>
      <w:r w:rsidR="008A01C2">
        <w:rPr>
          <w:rtl/>
        </w:rPr>
        <w:t>:</w:t>
      </w:r>
      <w:r w:rsidRPr="003A59EA">
        <w:rPr>
          <w:rtl/>
        </w:rPr>
        <w:t xml:space="preserve"> لأبي جعفر محمّد بن علي بن الحسين بن بابويه القمي</w:t>
      </w:r>
      <w:r w:rsidR="008A01C2">
        <w:rPr>
          <w:rtl/>
        </w:rPr>
        <w:t>،</w:t>
      </w:r>
      <w:r w:rsidRPr="003A59EA">
        <w:rPr>
          <w:rtl/>
        </w:rPr>
        <w:t xml:space="preserve"> المشتهر بالصدوق ( ت / 380 ه‍ )</w:t>
      </w:r>
      <w:r>
        <w:rPr>
          <w:rtl/>
        </w:rPr>
        <w:t>.</w:t>
      </w:r>
    </w:p>
    <w:p w:rsidR="00094C06" w:rsidRPr="003A59EA" w:rsidRDefault="00094C06" w:rsidP="00094C06">
      <w:pPr>
        <w:pStyle w:val="libNormal"/>
        <w:rPr>
          <w:rtl/>
        </w:rPr>
      </w:pPr>
      <w:r w:rsidRPr="003A59EA">
        <w:rPr>
          <w:rtl/>
        </w:rPr>
        <w:t>3</w:t>
      </w:r>
      <w:r w:rsidR="008A01C2">
        <w:rPr>
          <w:rtl/>
        </w:rPr>
        <w:t xml:space="preserve"> - </w:t>
      </w:r>
      <w:r w:rsidRPr="003A59EA">
        <w:rPr>
          <w:rtl/>
        </w:rPr>
        <w:t>تهذيب الأحكام</w:t>
      </w:r>
      <w:r w:rsidR="008A01C2">
        <w:rPr>
          <w:rtl/>
        </w:rPr>
        <w:t>:</w:t>
      </w:r>
      <w:r w:rsidRPr="003A59EA">
        <w:rPr>
          <w:rtl/>
        </w:rPr>
        <w:t xml:space="preserve"> لأبي جعفر محمّد</w:t>
      </w:r>
      <w:r w:rsidR="008A01C2">
        <w:rPr>
          <w:rtl/>
        </w:rPr>
        <w:t>،</w:t>
      </w:r>
      <w:r w:rsidRPr="003A59EA">
        <w:rPr>
          <w:rtl/>
        </w:rPr>
        <w:t xml:space="preserve"> بن الحسن الطوسي</w:t>
      </w:r>
      <w:r w:rsidR="008A01C2">
        <w:rPr>
          <w:rtl/>
        </w:rPr>
        <w:t>،</w:t>
      </w:r>
      <w:r w:rsidRPr="003A59EA">
        <w:rPr>
          <w:rtl/>
        </w:rPr>
        <w:t xml:space="preserve"> المشتهر بشيخ الطائفة ( ت / 460 ه‍ )</w:t>
      </w:r>
      <w:r>
        <w:rPr>
          <w:rtl/>
        </w:rPr>
        <w:t>.</w:t>
      </w:r>
    </w:p>
    <w:p w:rsidR="00094C06" w:rsidRPr="003A59EA" w:rsidRDefault="00094C06" w:rsidP="00094C06">
      <w:pPr>
        <w:pStyle w:val="libNormal"/>
        <w:rPr>
          <w:rtl/>
        </w:rPr>
      </w:pPr>
      <w:r w:rsidRPr="003A59EA">
        <w:rPr>
          <w:rtl/>
        </w:rPr>
        <w:t>4</w:t>
      </w:r>
      <w:r w:rsidR="008A01C2">
        <w:rPr>
          <w:rtl/>
        </w:rPr>
        <w:t xml:space="preserve"> - </w:t>
      </w:r>
      <w:r w:rsidRPr="003A59EA">
        <w:rPr>
          <w:rtl/>
        </w:rPr>
        <w:t>الاستبصار</w:t>
      </w:r>
      <w:r w:rsidR="008A01C2">
        <w:rPr>
          <w:rtl/>
        </w:rPr>
        <w:t>:</w:t>
      </w:r>
      <w:r w:rsidRPr="003A59EA">
        <w:rPr>
          <w:rtl/>
        </w:rPr>
        <w:t xml:space="preserve"> لشيخ الطائفة أيضا.</w:t>
      </w:r>
    </w:p>
    <w:p w:rsidR="00094C06" w:rsidRPr="003A59EA" w:rsidRDefault="00094C06" w:rsidP="00094C06">
      <w:pPr>
        <w:pStyle w:val="libNormal"/>
        <w:rPr>
          <w:rtl/>
        </w:rPr>
      </w:pPr>
      <w:r w:rsidRPr="003A59EA">
        <w:rPr>
          <w:rtl/>
        </w:rPr>
        <w:t>وتمييزا لهذه الكتب عن غيرها أطلق عليها اسم « الأصول الأربعة » باعتبار أنها أضبط وأجمع كتب الحديث الشريف</w:t>
      </w:r>
      <w:r w:rsidR="008A01C2">
        <w:rPr>
          <w:rtl/>
        </w:rPr>
        <w:t>،</w:t>
      </w:r>
      <w:r w:rsidRPr="003A59EA">
        <w:rPr>
          <w:rtl/>
        </w:rPr>
        <w:t xml:space="preserve"> وامتازت عن غيرها باحتوائها الشامل على أحاديث الأحكام الشرعية الفرعية</w:t>
      </w:r>
      <w:r w:rsidR="008A01C2">
        <w:rPr>
          <w:rtl/>
        </w:rPr>
        <w:t>،</w:t>
      </w:r>
      <w:r w:rsidRPr="003A59EA">
        <w:rPr>
          <w:rtl/>
        </w:rPr>
        <w:t xml:space="preserve"> وإن كان الكافي منها مشتملا على كثير من أحاديث الأصول والمواعظ</w:t>
      </w:r>
      <w:r w:rsidR="008A01C2">
        <w:rPr>
          <w:rtl/>
        </w:rPr>
        <w:t>،</w:t>
      </w:r>
      <w:r w:rsidRPr="003A59EA">
        <w:rPr>
          <w:rtl/>
        </w:rPr>
        <w:t xml:space="preserve"> وكتاب من لا يحضره الفقيه منها يحتوي على مجموعة من المواعظ</w:t>
      </w:r>
      <w:r w:rsidR="008A01C2">
        <w:rPr>
          <w:rtl/>
        </w:rPr>
        <w:t>،</w:t>
      </w:r>
      <w:r w:rsidRPr="003A59EA">
        <w:rPr>
          <w:rtl/>
        </w:rPr>
        <w:t xml:space="preserve"> مع ما لمؤلفيها من مقام عال</w:t>
      </w:r>
      <w:r w:rsidR="008A01C2">
        <w:rPr>
          <w:rtl/>
        </w:rPr>
        <w:t>،</w:t>
      </w:r>
      <w:r w:rsidRPr="003A59EA">
        <w:rPr>
          <w:rtl/>
        </w:rPr>
        <w:t xml:space="preserve"> ومنزلة رفيعة</w:t>
      </w:r>
      <w:r w:rsidR="008A01C2">
        <w:rPr>
          <w:rtl/>
        </w:rPr>
        <w:t>،</w:t>
      </w:r>
      <w:r w:rsidRPr="003A59EA">
        <w:rPr>
          <w:rtl/>
        </w:rPr>
        <w:t xml:space="preserve"> وشأن جليل</w:t>
      </w:r>
      <w:r w:rsidR="008A01C2">
        <w:rPr>
          <w:rtl/>
        </w:rPr>
        <w:t>،</w:t>
      </w:r>
      <w:r w:rsidRPr="003A59EA">
        <w:rPr>
          <w:rtl/>
        </w:rPr>
        <w:t xml:space="preserve"> حيث انتهى كل منهم إلى رئاسة محدّثي المذهب الإمامي في عصره</w:t>
      </w:r>
      <w:r w:rsidR="008A01C2">
        <w:rPr>
          <w:rtl/>
        </w:rPr>
        <w:t>،</w:t>
      </w:r>
      <w:r w:rsidRPr="003A59EA">
        <w:rPr>
          <w:rtl/>
        </w:rPr>
        <w:t xml:space="preserve"> وهذا ما يسرّ لكتبهم هذه أن تحتلّ موقع الصدارة بين كتب الحديث الأخرى التي قد لا تقل عنها اعتبارا بالإضافة إلى وثاقة مؤلفيها وشهرتهم أيضا.</w:t>
      </w:r>
    </w:p>
    <w:p w:rsidR="00094C06" w:rsidRPr="003A59EA" w:rsidRDefault="00094C06" w:rsidP="00094C06">
      <w:pPr>
        <w:pStyle w:val="libNormal"/>
        <w:rPr>
          <w:rtl/>
        </w:rPr>
      </w:pPr>
      <w:r w:rsidRPr="003A59EA">
        <w:rPr>
          <w:rtl/>
        </w:rPr>
        <w:t>وهكذا بقيت كتب هذه المرحلة وعلى رأسها الكتب الأربعة مدار الدرس لقرون متعاقبة</w:t>
      </w:r>
      <w:r w:rsidR="008A01C2">
        <w:rPr>
          <w:rtl/>
        </w:rPr>
        <w:t>،</w:t>
      </w:r>
      <w:r w:rsidRPr="003A59EA">
        <w:rPr>
          <w:rtl/>
        </w:rPr>
        <w:t xml:space="preserve"> فكان</w:t>
      </w:r>
      <w:r w:rsidR="008A01C2">
        <w:rPr>
          <w:rtl/>
        </w:rPr>
        <w:t xml:space="preserve"> - </w:t>
      </w:r>
      <w:r w:rsidRPr="003A59EA">
        <w:rPr>
          <w:rtl/>
        </w:rPr>
        <w:t>ولا تزال</w:t>
      </w:r>
      <w:r w:rsidR="008A01C2">
        <w:rPr>
          <w:rtl/>
        </w:rPr>
        <w:t xml:space="preserve"> - </w:t>
      </w:r>
      <w:r w:rsidRPr="003A59EA">
        <w:rPr>
          <w:rtl/>
        </w:rPr>
        <w:t>معوّل الفقهاء ومرجع العلماء</w:t>
      </w:r>
      <w:r w:rsidR="008A01C2">
        <w:rPr>
          <w:rtl/>
        </w:rPr>
        <w:t>،</w:t>
      </w:r>
      <w:r w:rsidRPr="003A59EA">
        <w:rPr>
          <w:rtl/>
        </w:rPr>
        <w:t xml:space="preserve"> حتى دفعت الهمة إلى جمع شتات الأخبار المتفرقة في الكتب المعروفة الانتساب إلى أهلها</w:t>
      </w:r>
      <w:r w:rsidR="008A01C2">
        <w:rPr>
          <w:rtl/>
        </w:rPr>
        <w:t>،</w:t>
      </w:r>
      <w:r w:rsidRPr="003A59EA">
        <w:rPr>
          <w:rtl/>
        </w:rPr>
        <w:t xml:space="preserve"> المعتبرة في مادتها</w:t>
      </w:r>
      <w:r w:rsidR="008A01C2">
        <w:rPr>
          <w:rtl/>
        </w:rPr>
        <w:t>،</w:t>
      </w:r>
      <w:r w:rsidRPr="003A59EA">
        <w:rPr>
          <w:rtl/>
        </w:rPr>
        <w:t xml:space="preserve"> وضمّها إلى ما في هذه الكتب</w:t>
      </w:r>
    </w:p>
    <w:p w:rsidR="00094C06" w:rsidRDefault="00094C06" w:rsidP="00094C06">
      <w:pPr>
        <w:pStyle w:val="libNormal"/>
        <w:rPr>
          <w:rtl/>
        </w:rPr>
      </w:pPr>
      <w:r>
        <w:rPr>
          <w:rtl/>
        </w:rPr>
        <w:br w:type="page"/>
      </w:r>
    </w:p>
    <w:p w:rsidR="00094C06" w:rsidRPr="003A59EA" w:rsidRDefault="00094C06" w:rsidP="00094C06">
      <w:pPr>
        <w:pStyle w:val="libNormal0"/>
        <w:rPr>
          <w:rtl/>
        </w:rPr>
      </w:pPr>
      <w:r w:rsidRPr="003A59EA">
        <w:rPr>
          <w:rtl/>
        </w:rPr>
        <w:lastRenderedPageBreak/>
        <w:t>الأربعة ونظائرها</w:t>
      </w:r>
      <w:r w:rsidR="008A01C2">
        <w:rPr>
          <w:rtl/>
        </w:rPr>
        <w:t>،</w:t>
      </w:r>
      <w:r w:rsidRPr="003A59EA">
        <w:rPr>
          <w:rtl/>
        </w:rPr>
        <w:t xml:space="preserve"> وجعل الكل في كتاب واحد</w:t>
      </w:r>
      <w:r w:rsidR="008A01C2">
        <w:rPr>
          <w:rtl/>
        </w:rPr>
        <w:t>،</w:t>
      </w:r>
      <w:r w:rsidRPr="003A59EA">
        <w:rPr>
          <w:rtl/>
        </w:rPr>
        <w:t xml:space="preserve"> سهل الطريقة</w:t>
      </w:r>
      <w:r w:rsidR="008A01C2">
        <w:rPr>
          <w:rtl/>
        </w:rPr>
        <w:t>،</w:t>
      </w:r>
      <w:r w:rsidRPr="003A59EA">
        <w:rPr>
          <w:rtl/>
        </w:rPr>
        <w:t xml:space="preserve"> حسن التبويب</w:t>
      </w:r>
      <w:r w:rsidR="008A01C2">
        <w:rPr>
          <w:rtl/>
        </w:rPr>
        <w:t>،</w:t>
      </w:r>
      <w:r w:rsidRPr="003A59EA">
        <w:rPr>
          <w:rtl/>
        </w:rPr>
        <w:t xml:space="preserve"> جيد الترتيب</w:t>
      </w:r>
      <w:r w:rsidR="008A01C2">
        <w:rPr>
          <w:rtl/>
        </w:rPr>
        <w:t>،</w:t>
      </w:r>
      <w:r w:rsidRPr="003A59EA">
        <w:rPr>
          <w:rtl/>
        </w:rPr>
        <w:t xml:space="preserve"> ليلبّي حاجة الفقيه من حيث الاستدلال بالحديث على مسائل الفقه كافّة دون الرجوع إلى عشرات بل مئات الكتب الأخرى للغرض المذكور نفسه.</w:t>
      </w:r>
    </w:p>
    <w:p w:rsidR="00094C06" w:rsidRPr="003A59EA" w:rsidRDefault="00094C06" w:rsidP="00094C06">
      <w:pPr>
        <w:pStyle w:val="libNormal"/>
        <w:rPr>
          <w:rtl/>
        </w:rPr>
      </w:pPr>
      <w:r w:rsidRPr="003A59EA">
        <w:rPr>
          <w:rtl/>
        </w:rPr>
        <w:t>وممن يسر الله تعالى</w:t>
      </w:r>
      <w:r w:rsidR="008A01C2">
        <w:rPr>
          <w:rtl/>
        </w:rPr>
        <w:t xml:space="preserve"> - </w:t>
      </w:r>
      <w:r w:rsidRPr="003A59EA">
        <w:rPr>
          <w:rtl/>
        </w:rPr>
        <w:t>وله الحمد</w:t>
      </w:r>
      <w:r w:rsidR="008A01C2">
        <w:rPr>
          <w:rtl/>
        </w:rPr>
        <w:t xml:space="preserve"> - </w:t>
      </w:r>
      <w:r w:rsidRPr="003A59EA">
        <w:rPr>
          <w:rtl/>
        </w:rPr>
        <w:t>لهذه المهمة الشاقّة المضنية</w:t>
      </w:r>
      <w:r w:rsidR="008A01C2">
        <w:rPr>
          <w:rtl/>
        </w:rPr>
        <w:t xml:space="preserve"> - </w:t>
      </w:r>
      <w:r w:rsidRPr="003A59EA">
        <w:rPr>
          <w:rtl/>
        </w:rPr>
        <w:t>التي لا يقتصر أمرها على الجمع والتدوين</w:t>
      </w:r>
      <w:r w:rsidR="008A01C2">
        <w:rPr>
          <w:rtl/>
        </w:rPr>
        <w:t>،</w:t>
      </w:r>
      <w:r w:rsidRPr="003A59EA">
        <w:rPr>
          <w:rtl/>
        </w:rPr>
        <w:t xml:space="preserve"> وإنما على التدقيق والتحقيق</w:t>
      </w:r>
      <w:r w:rsidR="008A01C2">
        <w:rPr>
          <w:rtl/>
        </w:rPr>
        <w:t xml:space="preserve"> - </w:t>
      </w:r>
      <w:r w:rsidRPr="003A59EA">
        <w:rPr>
          <w:rtl/>
        </w:rPr>
        <w:t>رجل عالم مشهور</w:t>
      </w:r>
      <w:r w:rsidR="008A01C2">
        <w:rPr>
          <w:rtl/>
        </w:rPr>
        <w:t>،</w:t>
      </w:r>
      <w:r w:rsidRPr="003A59EA">
        <w:rPr>
          <w:rtl/>
        </w:rPr>
        <w:t xml:space="preserve"> وفقيه متضلع</w:t>
      </w:r>
      <w:r w:rsidR="008A01C2">
        <w:rPr>
          <w:rtl/>
        </w:rPr>
        <w:t>،</w:t>
      </w:r>
      <w:r w:rsidRPr="003A59EA">
        <w:rPr>
          <w:rtl/>
        </w:rPr>
        <w:t xml:space="preserve"> ومحدث ثقة أمين</w:t>
      </w:r>
      <w:r w:rsidR="008A01C2">
        <w:rPr>
          <w:rtl/>
        </w:rPr>
        <w:t>،</w:t>
      </w:r>
      <w:r w:rsidRPr="003A59EA">
        <w:rPr>
          <w:rtl/>
        </w:rPr>
        <w:t xml:space="preserve"> اجتمعت في شخصه خصال الورع</w:t>
      </w:r>
      <w:r w:rsidR="008A01C2">
        <w:rPr>
          <w:rtl/>
        </w:rPr>
        <w:t>،</w:t>
      </w:r>
      <w:r w:rsidRPr="003A59EA">
        <w:rPr>
          <w:rtl/>
        </w:rPr>
        <w:t xml:space="preserve"> والزهد</w:t>
      </w:r>
      <w:r w:rsidR="008A01C2">
        <w:rPr>
          <w:rtl/>
        </w:rPr>
        <w:t>،</w:t>
      </w:r>
      <w:r w:rsidRPr="003A59EA">
        <w:rPr>
          <w:rtl/>
        </w:rPr>
        <w:t xml:space="preserve"> والتقوى</w:t>
      </w:r>
      <w:r w:rsidR="008A01C2">
        <w:rPr>
          <w:rtl/>
        </w:rPr>
        <w:t>،</w:t>
      </w:r>
      <w:r w:rsidRPr="003A59EA">
        <w:rPr>
          <w:rtl/>
        </w:rPr>
        <w:t xml:space="preserve"> والعبادة</w:t>
      </w:r>
      <w:r w:rsidR="008A01C2">
        <w:rPr>
          <w:rtl/>
        </w:rPr>
        <w:t>،</w:t>
      </w:r>
      <w:r w:rsidRPr="003A59EA">
        <w:rPr>
          <w:rtl/>
        </w:rPr>
        <w:t xml:space="preserve"> مع نفاذ البصيرة</w:t>
      </w:r>
      <w:r w:rsidR="008A01C2">
        <w:rPr>
          <w:rtl/>
        </w:rPr>
        <w:t>،</w:t>
      </w:r>
      <w:r w:rsidRPr="003A59EA">
        <w:rPr>
          <w:rtl/>
        </w:rPr>
        <w:t xml:space="preserve"> وصفاء السريرة</w:t>
      </w:r>
      <w:r w:rsidR="008A01C2">
        <w:rPr>
          <w:rtl/>
        </w:rPr>
        <w:t>،</w:t>
      </w:r>
      <w:r w:rsidRPr="003A59EA">
        <w:rPr>
          <w:rtl/>
        </w:rPr>
        <w:t xml:space="preserve"> والولاء التام لآل خير الأنام عليهم الصلاة والسلام ذلك هو العبقريّ الشيخ الحرّ العامليّ ( ت / 1104 ه‍ )</w:t>
      </w:r>
      <w:r w:rsidR="008A01C2">
        <w:rPr>
          <w:rtl/>
        </w:rPr>
        <w:t xml:space="preserve"> - </w:t>
      </w:r>
      <w:r w:rsidRPr="00094C06">
        <w:rPr>
          <w:rStyle w:val="libAlaemChar"/>
          <w:rtl/>
        </w:rPr>
        <w:t>قدس‌سره</w:t>
      </w:r>
      <w:r w:rsidRPr="003A59EA">
        <w:rPr>
          <w:rtl/>
        </w:rPr>
        <w:t xml:space="preserve"> الشريف</w:t>
      </w:r>
      <w:r w:rsidR="008A01C2">
        <w:rPr>
          <w:rtl/>
        </w:rPr>
        <w:t xml:space="preserve"> -</w:t>
      </w:r>
      <w:r>
        <w:rPr>
          <w:rtl/>
        </w:rPr>
        <w:t>.</w:t>
      </w:r>
    </w:p>
    <w:p w:rsidR="00094C06" w:rsidRPr="003A59EA" w:rsidRDefault="00094C06" w:rsidP="00094C06">
      <w:pPr>
        <w:pStyle w:val="libNormal"/>
        <w:rPr>
          <w:rtl/>
        </w:rPr>
      </w:pPr>
      <w:r w:rsidRPr="003A59EA">
        <w:rPr>
          <w:rtl/>
        </w:rPr>
        <w:t>أدرك الشيخ الحر</w:t>
      </w:r>
      <w:r w:rsidR="008A01C2">
        <w:rPr>
          <w:rtl/>
        </w:rPr>
        <w:t xml:space="preserve"> - </w:t>
      </w:r>
      <w:r w:rsidRPr="003A59EA">
        <w:rPr>
          <w:rtl/>
        </w:rPr>
        <w:t>رضي الله تعالى عنه</w:t>
      </w:r>
      <w:r w:rsidR="008A01C2">
        <w:rPr>
          <w:rtl/>
        </w:rPr>
        <w:t xml:space="preserve"> - </w:t>
      </w:r>
      <w:r w:rsidRPr="003A59EA">
        <w:rPr>
          <w:rtl/>
        </w:rPr>
        <w:t>أهمية هذا العمل الجبار وقيمته العلمية</w:t>
      </w:r>
      <w:r w:rsidR="008A01C2">
        <w:rPr>
          <w:rtl/>
        </w:rPr>
        <w:t>،</w:t>
      </w:r>
      <w:r w:rsidRPr="003A59EA">
        <w:rPr>
          <w:rtl/>
        </w:rPr>
        <w:t xml:space="preserve"> فاسترخص لأجله ما يقرب من عشرين عاما من عمره الشريف</w:t>
      </w:r>
      <w:r w:rsidR="008A01C2">
        <w:rPr>
          <w:rtl/>
        </w:rPr>
        <w:t>،</w:t>
      </w:r>
      <w:r w:rsidRPr="003A59EA">
        <w:rPr>
          <w:rtl/>
        </w:rPr>
        <w:t xml:space="preserve"> جمع خلالها الكثير من كتب الحديث عند الشيعة التي كانت تدور عليها رحى الاستدلال والاستنباط</w:t>
      </w:r>
      <w:r w:rsidR="008A01C2">
        <w:rPr>
          <w:rtl/>
        </w:rPr>
        <w:t>،</w:t>
      </w:r>
      <w:r w:rsidRPr="003A59EA">
        <w:rPr>
          <w:rtl/>
        </w:rPr>
        <w:t xml:space="preserve"> فجمعها ضمن منهج سليم</w:t>
      </w:r>
      <w:r w:rsidR="008A01C2">
        <w:rPr>
          <w:rtl/>
        </w:rPr>
        <w:t>،</w:t>
      </w:r>
      <w:r w:rsidRPr="003A59EA">
        <w:rPr>
          <w:rtl/>
        </w:rPr>
        <w:t xml:space="preserve"> استعرض خطواته في مقدمة كتابه الذي أعده لهذه الغاية</w:t>
      </w:r>
      <w:r w:rsidR="008A01C2">
        <w:rPr>
          <w:rtl/>
        </w:rPr>
        <w:t>،</w:t>
      </w:r>
      <w:r w:rsidRPr="003A59EA">
        <w:rPr>
          <w:rtl/>
        </w:rPr>
        <w:t xml:space="preserve"> ذلك الكتاب هو « تفصيل وسائل الشيعة » الذي تشرفت مؤسستنا بإعادة تحقيقه وطبعه وفق أحدث الأساليب العلمية</w:t>
      </w:r>
      <w:r w:rsidR="008A01C2">
        <w:rPr>
          <w:rtl/>
        </w:rPr>
        <w:t>،</w:t>
      </w:r>
      <w:r w:rsidRPr="003A59EA">
        <w:rPr>
          <w:rtl/>
        </w:rPr>
        <w:t xml:space="preserve"> فظهر بحلته الجديدة في ثلاثين مجلدا.</w:t>
      </w:r>
    </w:p>
    <w:p w:rsidR="00094C06" w:rsidRPr="003A59EA" w:rsidRDefault="00094C06" w:rsidP="00094C06">
      <w:pPr>
        <w:pStyle w:val="libNormal"/>
        <w:rPr>
          <w:rtl/>
        </w:rPr>
      </w:pPr>
      <w:r w:rsidRPr="003A59EA">
        <w:rPr>
          <w:rtl/>
        </w:rPr>
        <w:t>وما ان أتم الشيخ الحر كتابه هذا حتى تلقفته الحواضر العلمية الشيعية في كل مكان</w:t>
      </w:r>
      <w:r w:rsidR="008A01C2">
        <w:rPr>
          <w:rtl/>
        </w:rPr>
        <w:t>،</w:t>
      </w:r>
      <w:r w:rsidRPr="003A59EA">
        <w:rPr>
          <w:rtl/>
        </w:rPr>
        <w:t xml:space="preserve"> ورزق فضيلة الشهرة بين الفقهاء والعلماء</w:t>
      </w:r>
      <w:r w:rsidR="008A01C2">
        <w:rPr>
          <w:rtl/>
        </w:rPr>
        <w:t>،</w:t>
      </w:r>
      <w:r w:rsidRPr="003A59EA">
        <w:rPr>
          <w:rtl/>
        </w:rPr>
        <w:t xml:space="preserve"> وطلبة العلوم الشرعية</w:t>
      </w:r>
      <w:r w:rsidR="008A01C2">
        <w:rPr>
          <w:rtl/>
        </w:rPr>
        <w:t>،</w:t>
      </w:r>
      <w:r w:rsidRPr="003A59EA">
        <w:rPr>
          <w:rtl/>
        </w:rPr>
        <w:t xml:space="preserve"> إذ يسّر لهم الوقوف على خمسة وثلاثين ألفا وثمانمائة وثمانية وستين حديثا</w:t>
      </w:r>
      <w:r w:rsidR="008A01C2">
        <w:rPr>
          <w:rtl/>
        </w:rPr>
        <w:t>،</w:t>
      </w:r>
      <w:r w:rsidRPr="003A59EA">
        <w:rPr>
          <w:rtl/>
        </w:rPr>
        <w:t xml:space="preserve"> فلا غرو إذا أن يكون « وسائل الشيعة » جامعا مأمونا للكتب الحديثية الكثيرة</w:t>
      </w:r>
      <w:r w:rsidR="008A01C2">
        <w:rPr>
          <w:rtl/>
        </w:rPr>
        <w:t>،</w:t>
      </w:r>
      <w:r w:rsidRPr="003A59EA">
        <w:rPr>
          <w:rtl/>
        </w:rPr>
        <w:t xml:space="preserve"> التي طالما استنزفت من جهود رواد الحركة الفقهية الشيء الكثير</w:t>
      </w:r>
      <w:r w:rsidR="008A01C2">
        <w:rPr>
          <w:rtl/>
        </w:rPr>
        <w:t>،</w:t>
      </w:r>
      <w:r w:rsidRPr="003A59EA">
        <w:rPr>
          <w:rtl/>
        </w:rPr>
        <w:t xml:space="preserve"> وأن يكون من أكثر كتب الحديث فائدة عند الشيعة الإماميّة.</w:t>
      </w:r>
    </w:p>
    <w:p w:rsidR="00094C06" w:rsidRDefault="00094C06" w:rsidP="00094C06">
      <w:pPr>
        <w:pStyle w:val="libNormal"/>
        <w:rPr>
          <w:rtl/>
        </w:rPr>
      </w:pPr>
      <w:r>
        <w:rPr>
          <w:rtl/>
        </w:rPr>
        <w:br w:type="page"/>
      </w:r>
    </w:p>
    <w:p w:rsidR="00094C06" w:rsidRPr="003A59EA" w:rsidRDefault="00094C06" w:rsidP="00094C06">
      <w:pPr>
        <w:pStyle w:val="libNormal"/>
        <w:rPr>
          <w:rtl/>
        </w:rPr>
      </w:pPr>
      <w:r w:rsidRPr="003A59EA">
        <w:rPr>
          <w:rtl/>
        </w:rPr>
        <w:lastRenderedPageBreak/>
        <w:t>ولا يخفى أن « وسائل الشيعة » وإن كان فريدا في بابه</w:t>
      </w:r>
      <w:r w:rsidR="008A01C2">
        <w:rPr>
          <w:rtl/>
        </w:rPr>
        <w:t>،</w:t>
      </w:r>
      <w:r w:rsidRPr="003A59EA">
        <w:rPr>
          <w:rtl/>
        </w:rPr>
        <w:t xml:space="preserve"> إلاّ أن مصنفه</w:t>
      </w:r>
      <w:r w:rsidR="008A01C2">
        <w:rPr>
          <w:rtl/>
        </w:rPr>
        <w:t xml:space="preserve"> - </w:t>
      </w:r>
      <w:r w:rsidRPr="00094C06">
        <w:rPr>
          <w:rStyle w:val="libAlaemChar"/>
          <w:rtl/>
        </w:rPr>
        <w:t>قدس‌سره</w:t>
      </w:r>
      <w:r w:rsidR="008A01C2">
        <w:rPr>
          <w:rtl/>
        </w:rPr>
        <w:t xml:space="preserve"> - </w:t>
      </w:r>
      <w:r w:rsidRPr="003A59EA">
        <w:rPr>
          <w:rtl/>
        </w:rPr>
        <w:t xml:space="preserve">لم يسجل كل ما وصل إلى عصره من حديث العترة الطاهرة </w:t>
      </w:r>
      <w:r w:rsidRPr="00094C06">
        <w:rPr>
          <w:rStyle w:val="libAlaemChar"/>
          <w:rtl/>
        </w:rPr>
        <w:t>عليهم‌السلام</w:t>
      </w:r>
      <w:r w:rsidRPr="003A59EA">
        <w:rPr>
          <w:rtl/>
        </w:rPr>
        <w:t xml:space="preserve"> بل ترك الكثير من الأحاديث لأسباب سيأتي بيانها عند الحديث عن الفائدة الأولى من فوائد هذه الخاتمة.</w:t>
      </w:r>
    </w:p>
    <w:p w:rsidR="00094C06" w:rsidRPr="003A59EA" w:rsidRDefault="00094C06" w:rsidP="00094C06">
      <w:pPr>
        <w:pStyle w:val="libNormal"/>
        <w:rPr>
          <w:rtl/>
        </w:rPr>
      </w:pPr>
      <w:r w:rsidRPr="003A59EA">
        <w:rPr>
          <w:rtl/>
        </w:rPr>
        <w:t>ومن هنا برزت الحاجة من جديد إلى كتاب آخر يكمل الشوط الذي انتهى إليه صاحب « الوسائل » فيلم شتات الأخبار الأخرى</w:t>
      </w:r>
      <w:r w:rsidR="008A01C2">
        <w:rPr>
          <w:rtl/>
        </w:rPr>
        <w:t>،</w:t>
      </w:r>
      <w:r w:rsidRPr="003A59EA">
        <w:rPr>
          <w:rtl/>
        </w:rPr>
        <w:t xml:space="preserve"> ويجمع الأحاديث التي لم يسجلها الشيخ الحر</w:t>
      </w:r>
      <w:r w:rsidR="008A01C2">
        <w:rPr>
          <w:rtl/>
        </w:rPr>
        <w:t xml:space="preserve"> - </w:t>
      </w:r>
      <w:r w:rsidRPr="00094C06">
        <w:rPr>
          <w:rStyle w:val="libAlaemChar"/>
          <w:rtl/>
        </w:rPr>
        <w:t>قدس‌سره</w:t>
      </w:r>
      <w:r w:rsidRPr="003A59EA">
        <w:rPr>
          <w:rtl/>
        </w:rPr>
        <w:t xml:space="preserve"> الشريف</w:t>
      </w:r>
      <w:r w:rsidR="008A01C2">
        <w:rPr>
          <w:rtl/>
        </w:rPr>
        <w:t xml:space="preserve"> - </w:t>
      </w:r>
      <w:r w:rsidRPr="003A59EA">
        <w:rPr>
          <w:rtl/>
        </w:rPr>
        <w:t>ويجعلها دررا منسقة</w:t>
      </w:r>
      <w:r w:rsidR="008A01C2">
        <w:rPr>
          <w:rtl/>
        </w:rPr>
        <w:t>،</w:t>
      </w:r>
      <w:r w:rsidRPr="003A59EA">
        <w:rPr>
          <w:rtl/>
        </w:rPr>
        <w:t xml:space="preserve"> طالما اشتاق العلماء أن يروها مجتمعة.</w:t>
      </w:r>
    </w:p>
    <w:p w:rsidR="00094C06" w:rsidRPr="003A59EA" w:rsidRDefault="00094C06" w:rsidP="00094C06">
      <w:pPr>
        <w:pStyle w:val="libNormal"/>
        <w:rPr>
          <w:rtl/>
        </w:rPr>
      </w:pPr>
      <w:r w:rsidRPr="003A59EA">
        <w:rPr>
          <w:rtl/>
        </w:rPr>
        <w:t>وقد قيض الله تعالى لهذا العمل الضخم رجلا عبقري التتبع</w:t>
      </w:r>
      <w:r w:rsidR="008A01C2">
        <w:rPr>
          <w:rtl/>
        </w:rPr>
        <w:t>،</w:t>
      </w:r>
      <w:r w:rsidRPr="003A59EA">
        <w:rPr>
          <w:rtl/>
        </w:rPr>
        <w:t xml:space="preserve"> بصيرا</w:t>
      </w:r>
      <w:r w:rsidR="008A01C2">
        <w:rPr>
          <w:rtl/>
        </w:rPr>
        <w:t>،</w:t>
      </w:r>
      <w:r w:rsidRPr="003A59EA">
        <w:rPr>
          <w:rtl/>
        </w:rPr>
        <w:t xml:space="preserve"> ناقدا</w:t>
      </w:r>
      <w:r w:rsidR="008A01C2">
        <w:rPr>
          <w:rtl/>
        </w:rPr>
        <w:t>،</w:t>
      </w:r>
      <w:r w:rsidRPr="003A59EA">
        <w:rPr>
          <w:rtl/>
        </w:rPr>
        <w:t xml:space="preserve"> واسع المعرفة</w:t>
      </w:r>
      <w:r w:rsidR="008A01C2">
        <w:rPr>
          <w:rtl/>
        </w:rPr>
        <w:t>،</w:t>
      </w:r>
      <w:r w:rsidRPr="003A59EA">
        <w:rPr>
          <w:rtl/>
        </w:rPr>
        <w:t xml:space="preserve"> مفرط النباهة</w:t>
      </w:r>
      <w:r w:rsidR="008A01C2">
        <w:rPr>
          <w:rtl/>
        </w:rPr>
        <w:t>،</w:t>
      </w:r>
      <w:r w:rsidRPr="003A59EA">
        <w:rPr>
          <w:rtl/>
        </w:rPr>
        <w:t xml:space="preserve"> حاد الذكاء</w:t>
      </w:r>
      <w:r w:rsidR="008A01C2">
        <w:rPr>
          <w:rtl/>
        </w:rPr>
        <w:t>،</w:t>
      </w:r>
      <w:r w:rsidRPr="003A59EA">
        <w:rPr>
          <w:rtl/>
        </w:rPr>
        <w:t xml:space="preserve"> هو فارس ميدان الحديث في عصره</w:t>
      </w:r>
      <w:r w:rsidR="008A01C2">
        <w:rPr>
          <w:rtl/>
        </w:rPr>
        <w:t>،</w:t>
      </w:r>
      <w:r w:rsidRPr="003A59EA">
        <w:rPr>
          <w:rtl/>
        </w:rPr>
        <w:t xml:space="preserve"> حيث انتهت إليه رئاسة الحديث وأهله</w:t>
      </w:r>
      <w:r w:rsidR="008A01C2">
        <w:rPr>
          <w:rtl/>
        </w:rPr>
        <w:t>،</w:t>
      </w:r>
      <w:r w:rsidRPr="003A59EA">
        <w:rPr>
          <w:rtl/>
        </w:rPr>
        <w:t xml:space="preserve"> لا عن تقليد وإنكار للجديد</w:t>
      </w:r>
      <w:r w:rsidR="008A01C2">
        <w:rPr>
          <w:rtl/>
        </w:rPr>
        <w:t>،</w:t>
      </w:r>
      <w:r w:rsidRPr="003A59EA">
        <w:rPr>
          <w:rtl/>
        </w:rPr>
        <w:t xml:space="preserve"> وإنما عن نظر وجد</w:t>
      </w:r>
      <w:r w:rsidR="008A01C2">
        <w:rPr>
          <w:rtl/>
        </w:rPr>
        <w:t>،</w:t>
      </w:r>
      <w:r w:rsidRPr="003A59EA">
        <w:rPr>
          <w:rtl/>
        </w:rPr>
        <w:t xml:space="preserve"> فأحيا من خلال ما شيده من معارف رسوما وأطلالا أوشكت الأيام أن تجعلها ركاما مسلوب الجمال ألا وهو</w:t>
      </w:r>
      <w:r w:rsidR="008A01C2">
        <w:rPr>
          <w:rtl/>
        </w:rPr>
        <w:t>:</w:t>
      </w:r>
    </w:p>
    <w:p w:rsidR="00094C06" w:rsidRPr="004C524C" w:rsidRDefault="00094C06" w:rsidP="00094C06">
      <w:pPr>
        <w:pStyle w:val="libBold2"/>
        <w:rPr>
          <w:rtl/>
        </w:rPr>
      </w:pPr>
      <w:r w:rsidRPr="004C524C">
        <w:rPr>
          <w:rtl/>
        </w:rPr>
        <w:t>خاتمة المحدّثين الشيخ ميرزا حسين النوري النجفي</w:t>
      </w:r>
      <w:r w:rsidR="008A01C2">
        <w:rPr>
          <w:rtl/>
        </w:rPr>
        <w:t>،</w:t>
      </w:r>
      <w:r w:rsidRPr="004C524C">
        <w:rPr>
          <w:rtl/>
        </w:rPr>
        <w:t xml:space="preserve"> المتوفى بها سنة 1320 ه‍.</w:t>
      </w:r>
    </w:p>
    <w:p w:rsidR="00094C06" w:rsidRPr="003A59EA" w:rsidRDefault="00094C06" w:rsidP="00094C06">
      <w:pPr>
        <w:pStyle w:val="libNormal"/>
        <w:rPr>
          <w:rtl/>
        </w:rPr>
      </w:pPr>
      <w:r w:rsidRPr="003A59EA">
        <w:rPr>
          <w:rtl/>
        </w:rPr>
        <w:t>لقد وقف المحدّث النوري على جملة وافرة من الأخبار التي لم يحوها كتاب الوسائل</w:t>
      </w:r>
      <w:r w:rsidR="008A01C2">
        <w:rPr>
          <w:rtl/>
        </w:rPr>
        <w:t>،</w:t>
      </w:r>
      <w:r w:rsidRPr="003A59EA">
        <w:rPr>
          <w:rtl/>
        </w:rPr>
        <w:t xml:space="preserve"> وذلك في بضع سنين من التصفح الطويل في كتب الشيعة الإمامية</w:t>
      </w:r>
      <w:r w:rsidR="008A01C2">
        <w:rPr>
          <w:rtl/>
        </w:rPr>
        <w:t>،</w:t>
      </w:r>
      <w:r w:rsidRPr="003A59EA">
        <w:rPr>
          <w:rtl/>
        </w:rPr>
        <w:t xml:space="preserve"> والتتبع الفريد لكل ما لم يورده الشيخ الحر</w:t>
      </w:r>
      <w:r w:rsidR="008A01C2">
        <w:rPr>
          <w:rtl/>
        </w:rPr>
        <w:t>،</w:t>
      </w:r>
      <w:r w:rsidRPr="003A59EA">
        <w:rPr>
          <w:rtl/>
        </w:rPr>
        <w:t xml:space="preserve"> ومن هنا كانت انطلاقه « مستدرك الوسائل » إكمالا لما استهدفه الأصل نفسه</w:t>
      </w:r>
      <w:r w:rsidR="008A01C2">
        <w:rPr>
          <w:rtl/>
        </w:rPr>
        <w:t>،</w:t>
      </w:r>
      <w:r w:rsidRPr="003A59EA">
        <w:rPr>
          <w:rtl/>
        </w:rPr>
        <w:t xml:space="preserve"> وجمعا لكلّ ما ربما يستفاد منه في باب الأحكام الشرعية</w:t>
      </w:r>
      <w:r w:rsidR="008A01C2">
        <w:rPr>
          <w:rtl/>
        </w:rPr>
        <w:t>،</w:t>
      </w:r>
      <w:r w:rsidRPr="003A59EA">
        <w:rPr>
          <w:rtl/>
        </w:rPr>
        <w:t xml:space="preserve"> ولوجوبه</w:t>
      </w:r>
      <w:r w:rsidR="008A01C2">
        <w:rPr>
          <w:rtl/>
        </w:rPr>
        <w:t>،</w:t>
      </w:r>
      <w:r w:rsidRPr="003A59EA">
        <w:rPr>
          <w:rtl/>
        </w:rPr>
        <w:t xml:space="preserve"> أو في نظر بعض.</w:t>
      </w:r>
    </w:p>
    <w:p w:rsidR="00094C06" w:rsidRPr="003A59EA" w:rsidRDefault="00094C06" w:rsidP="00094C06">
      <w:pPr>
        <w:pStyle w:val="libNormal"/>
        <w:rPr>
          <w:rtl/>
        </w:rPr>
      </w:pPr>
      <w:r w:rsidRPr="003A59EA">
        <w:rPr>
          <w:rtl/>
        </w:rPr>
        <w:t>قال الشيخ البحاثة الإمام آقا بزرگ الطهراني ( ت / 1389 ه‍ ) وهو يصف عمل أستاذه النوري في مكتبته العظيمة المشتملة على ألوف من الكتب والآثار النادرة العزيزة الوجود</w:t>
      </w:r>
      <w:r w:rsidR="008A01C2">
        <w:rPr>
          <w:rtl/>
        </w:rPr>
        <w:t>،</w:t>
      </w:r>
      <w:r w:rsidRPr="003A59EA">
        <w:rPr>
          <w:rtl/>
        </w:rPr>
        <w:t xml:space="preserve"> أو الفريدة</w:t>
      </w:r>
      <w:r w:rsidR="008A01C2">
        <w:rPr>
          <w:rtl/>
        </w:rPr>
        <w:t>،</w:t>
      </w:r>
      <w:r w:rsidRPr="003A59EA">
        <w:rPr>
          <w:rtl/>
        </w:rPr>
        <w:t xml:space="preserve"> ما نصه</w:t>
      </w:r>
      <w:r w:rsidR="008A01C2">
        <w:rPr>
          <w:rtl/>
        </w:rPr>
        <w:t>:</w:t>
      </w:r>
    </w:p>
    <w:p w:rsidR="00094C06" w:rsidRDefault="00094C06" w:rsidP="00094C06">
      <w:pPr>
        <w:pStyle w:val="libNormal"/>
        <w:rPr>
          <w:rtl/>
        </w:rPr>
      </w:pPr>
      <w:r>
        <w:rPr>
          <w:rtl/>
        </w:rPr>
        <w:br w:type="page"/>
      </w:r>
    </w:p>
    <w:p w:rsidR="00094C06" w:rsidRPr="003A59EA" w:rsidRDefault="00094C06" w:rsidP="00094C06">
      <w:pPr>
        <w:pStyle w:val="libNormal"/>
        <w:rPr>
          <w:rtl/>
        </w:rPr>
      </w:pPr>
      <w:r w:rsidRPr="003A59EA">
        <w:rPr>
          <w:rtl/>
        </w:rPr>
        <w:lastRenderedPageBreak/>
        <w:t>« فلا يخرج منها إلاّ للضرورة</w:t>
      </w:r>
      <w:r w:rsidR="008A01C2">
        <w:rPr>
          <w:rtl/>
        </w:rPr>
        <w:t>،</w:t>
      </w:r>
      <w:r w:rsidRPr="003A59EA">
        <w:rPr>
          <w:rtl/>
        </w:rPr>
        <w:t xml:space="preserve"> وفي الصباح يأتيه من كان يعينه على مقابلة ما يحتاج إلى تصحيحه ومقابلته مما صنفه أو استنسخه من كتب الحديث وغيرها. وكان إذا دخل عليه أحد في حال المقابلة اعتذر منه</w:t>
      </w:r>
      <w:r w:rsidR="008A01C2">
        <w:rPr>
          <w:rtl/>
        </w:rPr>
        <w:t>،</w:t>
      </w:r>
      <w:r w:rsidRPr="003A59EA">
        <w:rPr>
          <w:rtl/>
        </w:rPr>
        <w:t xml:space="preserve"> أو قضى حاجته باستعجال</w:t>
      </w:r>
      <w:r w:rsidR="008A01C2">
        <w:rPr>
          <w:rtl/>
        </w:rPr>
        <w:t>،</w:t>
      </w:r>
      <w:r w:rsidRPr="003A59EA">
        <w:rPr>
          <w:rtl/>
        </w:rPr>
        <w:t xml:space="preserve"> لئلا يزاحم وروده إشغاله العلمية ومقابلته.</w:t>
      </w:r>
    </w:p>
    <w:p w:rsidR="00094C06" w:rsidRPr="003A59EA" w:rsidRDefault="00094C06" w:rsidP="00094C06">
      <w:pPr>
        <w:pStyle w:val="libNormal"/>
        <w:rPr>
          <w:rtl/>
        </w:rPr>
      </w:pPr>
      <w:r w:rsidRPr="003A59EA">
        <w:rPr>
          <w:rtl/>
        </w:rPr>
        <w:t>أما في الأيام الأخيرة</w:t>
      </w:r>
      <w:r w:rsidR="008A01C2">
        <w:rPr>
          <w:rtl/>
        </w:rPr>
        <w:t>،</w:t>
      </w:r>
      <w:r w:rsidRPr="003A59EA">
        <w:rPr>
          <w:rtl/>
        </w:rPr>
        <w:t xml:space="preserve"> وحينما كان مشغولا بتكميل ( المستدرك ) فقد قاطع الناس على الإطلاق</w:t>
      </w:r>
      <w:r w:rsidR="008A01C2">
        <w:rPr>
          <w:rtl/>
        </w:rPr>
        <w:t>،</w:t>
      </w:r>
      <w:r w:rsidRPr="003A59EA">
        <w:rPr>
          <w:rtl/>
        </w:rPr>
        <w:t xml:space="preserve"> حتى انه لو سئل عن شرح حديث</w:t>
      </w:r>
      <w:r w:rsidR="008A01C2">
        <w:rPr>
          <w:rtl/>
        </w:rPr>
        <w:t>،</w:t>
      </w:r>
      <w:r w:rsidRPr="003A59EA">
        <w:rPr>
          <w:rtl/>
        </w:rPr>
        <w:t xml:space="preserve"> أو ذكر خبر</w:t>
      </w:r>
      <w:r w:rsidR="008A01C2">
        <w:rPr>
          <w:rtl/>
        </w:rPr>
        <w:t>،</w:t>
      </w:r>
      <w:r w:rsidRPr="003A59EA">
        <w:rPr>
          <w:rtl/>
        </w:rPr>
        <w:t xml:space="preserve"> أو تفصيل قضية</w:t>
      </w:r>
      <w:r w:rsidR="008A01C2">
        <w:rPr>
          <w:rtl/>
        </w:rPr>
        <w:t>،</w:t>
      </w:r>
      <w:r w:rsidRPr="003A59EA">
        <w:rPr>
          <w:rtl/>
        </w:rPr>
        <w:t xml:space="preserve"> أو تاريخ شيء</w:t>
      </w:r>
      <w:r w:rsidR="008A01C2">
        <w:rPr>
          <w:rtl/>
        </w:rPr>
        <w:t>،</w:t>
      </w:r>
      <w:r w:rsidRPr="003A59EA">
        <w:rPr>
          <w:rtl/>
        </w:rPr>
        <w:t xml:space="preserve"> أو حال راو</w:t>
      </w:r>
      <w:r w:rsidR="008A01C2">
        <w:rPr>
          <w:rtl/>
        </w:rPr>
        <w:t>،</w:t>
      </w:r>
      <w:r w:rsidRPr="003A59EA">
        <w:rPr>
          <w:rtl/>
        </w:rPr>
        <w:t xml:space="preserve"> أو غير ذلك من مسائل الفقه والأصول</w:t>
      </w:r>
      <w:r w:rsidR="008A01C2">
        <w:rPr>
          <w:rtl/>
        </w:rPr>
        <w:t>،</w:t>
      </w:r>
      <w:r w:rsidRPr="003A59EA">
        <w:rPr>
          <w:rtl/>
        </w:rPr>
        <w:t xml:space="preserve"> لم يجب بالتفصيل بل يذكر للسائل مواضع الجواب ومصادره فيما إذا كان في الخارج</w:t>
      </w:r>
      <w:r w:rsidR="008A01C2">
        <w:rPr>
          <w:rtl/>
        </w:rPr>
        <w:t>،</w:t>
      </w:r>
      <w:r w:rsidRPr="003A59EA">
        <w:rPr>
          <w:rtl/>
        </w:rPr>
        <w:t xml:space="preserve"> وأما إذا كان في مكتبته فيخرج الموضوع من أحد الكتب ويعطيه للسائل ليتأمله</w:t>
      </w:r>
      <w:r w:rsidR="008A01C2">
        <w:rPr>
          <w:rtl/>
        </w:rPr>
        <w:t>،</w:t>
      </w:r>
      <w:r w:rsidRPr="003A59EA">
        <w:rPr>
          <w:rtl/>
        </w:rPr>
        <w:t xml:space="preserve"> كل ذلك خوف مزاحمة الإجابة الشغل الأهم من القراءة والكتابة »</w:t>
      </w:r>
      <w:r>
        <w:rPr>
          <w:rtl/>
        </w:rPr>
        <w:t>.</w:t>
      </w:r>
    </w:p>
    <w:p w:rsidR="00094C06" w:rsidRPr="003A59EA" w:rsidRDefault="00094C06" w:rsidP="00094C06">
      <w:pPr>
        <w:pStyle w:val="libNormal"/>
        <w:rPr>
          <w:rtl/>
        </w:rPr>
      </w:pPr>
      <w:r w:rsidRPr="003A59EA">
        <w:rPr>
          <w:rtl/>
        </w:rPr>
        <w:t>وقد شهد بمكانة المستدرك وأهميته فحول العلماء</w:t>
      </w:r>
      <w:r w:rsidR="008A01C2">
        <w:rPr>
          <w:rtl/>
        </w:rPr>
        <w:t>،</w:t>
      </w:r>
      <w:r w:rsidRPr="003A59EA">
        <w:rPr>
          <w:rtl/>
        </w:rPr>
        <w:t xml:space="preserve"> وأقطاب الفقهاء</w:t>
      </w:r>
      <w:r w:rsidR="008A01C2">
        <w:rPr>
          <w:rtl/>
        </w:rPr>
        <w:t>،</w:t>
      </w:r>
      <w:r w:rsidRPr="003A59EA">
        <w:rPr>
          <w:rtl/>
        </w:rPr>
        <w:t xml:space="preserve"> وكبار المحققين</w:t>
      </w:r>
      <w:r w:rsidR="008A01C2">
        <w:rPr>
          <w:rtl/>
        </w:rPr>
        <w:t>،</w:t>
      </w:r>
      <w:r w:rsidRPr="003A59EA">
        <w:rPr>
          <w:rtl/>
        </w:rPr>
        <w:t xml:space="preserve"> وأعاظم المجتهدين في عصره</w:t>
      </w:r>
      <w:r w:rsidR="008A01C2">
        <w:rPr>
          <w:rtl/>
        </w:rPr>
        <w:t>،</w:t>
      </w:r>
      <w:r w:rsidRPr="003A59EA">
        <w:rPr>
          <w:rtl/>
        </w:rPr>
        <w:t xml:space="preserve"> كالشيخ الأعظم الميرزا محمّد تقي الشيرازي ( ت / 1338 ه‍ )</w:t>
      </w:r>
      <w:r>
        <w:rPr>
          <w:rtl/>
        </w:rPr>
        <w:t>.</w:t>
      </w:r>
    </w:p>
    <w:p w:rsidR="00094C06" w:rsidRPr="003A59EA" w:rsidRDefault="00094C06" w:rsidP="00094C06">
      <w:pPr>
        <w:pStyle w:val="libNormal"/>
        <w:rPr>
          <w:rtl/>
        </w:rPr>
      </w:pPr>
      <w:r w:rsidRPr="003A59EA">
        <w:rPr>
          <w:rtl/>
        </w:rPr>
        <w:t>وشيخ الشريعة الأصفهاني ( ت / 1339 ه‍ )</w:t>
      </w:r>
      <w:r>
        <w:rPr>
          <w:rtl/>
        </w:rPr>
        <w:t>.</w:t>
      </w:r>
    </w:p>
    <w:p w:rsidR="00094C06" w:rsidRPr="003A59EA" w:rsidRDefault="00094C06" w:rsidP="00094C06">
      <w:pPr>
        <w:pStyle w:val="libNormal"/>
        <w:rPr>
          <w:rtl/>
        </w:rPr>
      </w:pPr>
      <w:r w:rsidRPr="003A59EA">
        <w:rPr>
          <w:rtl/>
        </w:rPr>
        <w:t>والشيخ المحقق محمّد كاظم الخراساني ( ت / 1329 ه‍ )</w:t>
      </w:r>
      <w:r w:rsidR="008A01C2">
        <w:rPr>
          <w:rtl/>
        </w:rPr>
        <w:t xml:space="preserve"> - </w:t>
      </w:r>
      <w:r w:rsidRPr="003A59EA">
        <w:rPr>
          <w:rtl/>
        </w:rPr>
        <w:t>صاحب الكفاية</w:t>
      </w:r>
      <w:r w:rsidR="008A01C2">
        <w:rPr>
          <w:rtl/>
        </w:rPr>
        <w:t xml:space="preserve"> - </w:t>
      </w:r>
      <w:r w:rsidRPr="003A59EA">
        <w:rPr>
          <w:rtl/>
        </w:rPr>
        <w:t>الذي نقل عنه أنه كان يقول</w:t>
      </w:r>
      <w:r w:rsidR="008A01C2">
        <w:rPr>
          <w:rtl/>
        </w:rPr>
        <w:t>:</w:t>
      </w:r>
      <w:r w:rsidRPr="003A59EA">
        <w:rPr>
          <w:rtl/>
        </w:rPr>
        <w:t xml:space="preserve"> ان الحجة للمجتهد في عصرنا هذا لا تتم قبل الرجوع إلى المستدرك.</w:t>
      </w:r>
    </w:p>
    <w:p w:rsidR="00094C06" w:rsidRPr="003A59EA" w:rsidRDefault="00094C06" w:rsidP="00094C06">
      <w:pPr>
        <w:pStyle w:val="libNormal"/>
        <w:rPr>
          <w:rtl/>
        </w:rPr>
      </w:pPr>
      <w:r w:rsidRPr="003A59EA">
        <w:rPr>
          <w:rtl/>
        </w:rPr>
        <w:t>وهذه شهادة تكشف عن أهمية المستدرك في نظر الفقهاء</w:t>
      </w:r>
      <w:r w:rsidR="008A01C2">
        <w:rPr>
          <w:rtl/>
        </w:rPr>
        <w:t>،</w:t>
      </w:r>
      <w:r w:rsidRPr="003A59EA">
        <w:rPr>
          <w:rtl/>
        </w:rPr>
        <w:t xml:space="preserve"> وتجعله كتابا متحدا مع الوسائل في أهدافه وغاياته</w:t>
      </w:r>
      <w:r w:rsidR="008A01C2">
        <w:rPr>
          <w:rtl/>
        </w:rPr>
        <w:t>،</w:t>
      </w:r>
      <w:r w:rsidRPr="003A59EA">
        <w:rPr>
          <w:rtl/>
        </w:rPr>
        <w:t xml:space="preserve"> أو كما يقول النوري</w:t>
      </w:r>
      <w:r w:rsidR="008A01C2">
        <w:rPr>
          <w:rtl/>
        </w:rPr>
        <w:t xml:space="preserve"> - </w:t>
      </w:r>
      <w:r w:rsidRPr="00094C06">
        <w:rPr>
          <w:rStyle w:val="libAlaemChar"/>
          <w:rtl/>
        </w:rPr>
        <w:t>قدس‌سره</w:t>
      </w:r>
      <w:r w:rsidR="008A01C2">
        <w:rPr>
          <w:rtl/>
        </w:rPr>
        <w:t xml:space="preserve"> -:</w:t>
      </w:r>
      <w:r w:rsidRPr="003A59EA">
        <w:rPr>
          <w:rtl/>
        </w:rPr>
        <w:t xml:space="preserve"> صار الوسائل ومستدركة كتابين كأنهما نجمان مقترنان يهتدى بهما على مرور الدهور والأزمان</w:t>
      </w:r>
      <w:r w:rsidR="008A01C2">
        <w:rPr>
          <w:rtl/>
        </w:rPr>
        <w:t>،</w:t>
      </w:r>
      <w:r w:rsidRPr="003A59EA">
        <w:rPr>
          <w:rtl/>
        </w:rPr>
        <w:t xml:space="preserve"> أو بحران ملتقيان يخرج منهما اللؤلؤ والمرجان.</w:t>
      </w:r>
    </w:p>
    <w:p w:rsidR="00094C06" w:rsidRDefault="00094C06" w:rsidP="00094C06">
      <w:pPr>
        <w:pStyle w:val="libNormal"/>
        <w:rPr>
          <w:rtl/>
        </w:rPr>
      </w:pPr>
      <w:r>
        <w:rPr>
          <w:rtl/>
        </w:rPr>
        <w:br w:type="page"/>
      </w:r>
    </w:p>
    <w:p w:rsidR="00094C06" w:rsidRDefault="00094C06" w:rsidP="00094C06">
      <w:pPr>
        <w:pStyle w:val="libCenterBold1"/>
        <w:rPr>
          <w:rtl/>
        </w:rPr>
      </w:pPr>
      <w:r w:rsidRPr="004C524C">
        <w:rPr>
          <w:rtl/>
        </w:rPr>
        <w:lastRenderedPageBreak/>
        <w:t>خاتمة</w:t>
      </w:r>
      <w:r w:rsidRPr="003A59EA">
        <w:rPr>
          <w:rtl/>
        </w:rPr>
        <w:t xml:space="preserve"> المستدرك</w:t>
      </w:r>
    </w:p>
    <w:p w:rsidR="00094C06" w:rsidRPr="003A59EA" w:rsidRDefault="00094C06" w:rsidP="00094C06">
      <w:pPr>
        <w:pStyle w:val="libNormal"/>
        <w:rPr>
          <w:rtl/>
        </w:rPr>
      </w:pPr>
      <w:r w:rsidRPr="003A59EA">
        <w:rPr>
          <w:rtl/>
        </w:rPr>
        <w:t>إذا كانت أحاديث المستدرك تعرب عن سعة اطلاع الشيخ النوري</w:t>
      </w:r>
      <w:r w:rsidR="008A01C2">
        <w:rPr>
          <w:rtl/>
        </w:rPr>
        <w:t xml:space="preserve"> - </w:t>
      </w:r>
      <w:r w:rsidRPr="00094C06">
        <w:rPr>
          <w:rStyle w:val="libAlaemChar"/>
          <w:rtl/>
        </w:rPr>
        <w:t>قدس‌سره</w:t>
      </w:r>
      <w:r w:rsidR="008A01C2">
        <w:rPr>
          <w:rtl/>
        </w:rPr>
        <w:t xml:space="preserve"> - </w:t>
      </w:r>
      <w:r w:rsidRPr="003A59EA">
        <w:rPr>
          <w:rtl/>
        </w:rPr>
        <w:t>في عالم الرواية</w:t>
      </w:r>
      <w:r w:rsidR="008A01C2">
        <w:rPr>
          <w:rtl/>
        </w:rPr>
        <w:t>،</w:t>
      </w:r>
      <w:r w:rsidRPr="003A59EA">
        <w:rPr>
          <w:rtl/>
        </w:rPr>
        <w:t xml:space="preserve"> وتكشف عن تتبعه النادر لكل شاردة وواردة من روايات أهل البيت </w:t>
      </w:r>
      <w:r w:rsidRPr="00094C06">
        <w:rPr>
          <w:rStyle w:val="libAlaemChar"/>
          <w:rtl/>
        </w:rPr>
        <w:t>عليهم‌السلام</w:t>
      </w:r>
      <w:r w:rsidRPr="003A59EA">
        <w:rPr>
          <w:rtl/>
        </w:rPr>
        <w:t xml:space="preserve"> فإن خاتمة المستدرك هي المرآة العاكسة لنبوغه في علوم الحديث الشريف</w:t>
      </w:r>
      <w:r w:rsidR="008A01C2">
        <w:rPr>
          <w:rtl/>
        </w:rPr>
        <w:t>،</w:t>
      </w:r>
      <w:r w:rsidRPr="003A59EA">
        <w:rPr>
          <w:rtl/>
        </w:rPr>
        <w:t xml:space="preserve"> ولوحة فنية معبّرة بصدق عن شخصيته العلمية بكل أبعادها.</w:t>
      </w:r>
    </w:p>
    <w:p w:rsidR="00094C06" w:rsidRPr="003A59EA" w:rsidRDefault="00094C06" w:rsidP="00094C06">
      <w:pPr>
        <w:pStyle w:val="libNormal"/>
        <w:rPr>
          <w:rtl/>
        </w:rPr>
      </w:pPr>
      <w:r w:rsidRPr="003A59EA">
        <w:rPr>
          <w:rtl/>
        </w:rPr>
        <w:t>إذ نجد في فوائد هذه الخاتمة الاثنتي عشرة</w:t>
      </w:r>
      <w:r w:rsidR="008A01C2">
        <w:rPr>
          <w:rtl/>
        </w:rPr>
        <w:t>،</w:t>
      </w:r>
      <w:r w:rsidRPr="003A59EA">
        <w:rPr>
          <w:rtl/>
        </w:rPr>
        <w:t xml:space="preserve"> تعرضه إلى الكثير من المطالب الرجالية العالية</w:t>
      </w:r>
      <w:r w:rsidR="008A01C2">
        <w:rPr>
          <w:rtl/>
        </w:rPr>
        <w:t>،</w:t>
      </w:r>
      <w:r w:rsidRPr="003A59EA">
        <w:rPr>
          <w:rtl/>
        </w:rPr>
        <w:t xml:space="preserve"> والمباحث العويصة المرتبطة بعلم الحديث</w:t>
      </w:r>
      <w:r w:rsidR="008A01C2">
        <w:rPr>
          <w:rtl/>
        </w:rPr>
        <w:t>،</w:t>
      </w:r>
      <w:r w:rsidRPr="003A59EA">
        <w:rPr>
          <w:rtl/>
        </w:rPr>
        <w:t xml:space="preserve"> مع العناية الفائقة في دراسة التوثيقات الرجالية العامة</w:t>
      </w:r>
      <w:r w:rsidR="008A01C2">
        <w:rPr>
          <w:rtl/>
        </w:rPr>
        <w:t>،</w:t>
      </w:r>
      <w:r w:rsidRPr="003A59EA">
        <w:rPr>
          <w:rtl/>
        </w:rPr>
        <w:t xml:space="preserve"> واختلاف المشارب والمسارب فيها</w:t>
      </w:r>
      <w:r w:rsidR="008A01C2">
        <w:rPr>
          <w:rtl/>
        </w:rPr>
        <w:t>،</w:t>
      </w:r>
      <w:r w:rsidRPr="003A59EA">
        <w:rPr>
          <w:rtl/>
        </w:rPr>
        <w:t xml:space="preserve"> وكشف النقاب عن اختلاف المباني العلمية في هذا الاتجاه</w:t>
      </w:r>
      <w:r w:rsidR="008A01C2">
        <w:rPr>
          <w:rtl/>
        </w:rPr>
        <w:t>،</w:t>
      </w:r>
      <w:r w:rsidRPr="003A59EA">
        <w:rPr>
          <w:rtl/>
        </w:rPr>
        <w:t xml:space="preserve"> ومن ثم مناقشتها نقاشا طويلا هادئا متزنا</w:t>
      </w:r>
      <w:r w:rsidR="008A01C2">
        <w:rPr>
          <w:rtl/>
        </w:rPr>
        <w:t>،</w:t>
      </w:r>
      <w:r w:rsidRPr="003A59EA">
        <w:rPr>
          <w:rtl/>
        </w:rPr>
        <w:t xml:space="preserve"> بيد أنه قد يثور قلمه أحيانا</w:t>
      </w:r>
      <w:r w:rsidR="008A01C2">
        <w:rPr>
          <w:rtl/>
        </w:rPr>
        <w:t>،</w:t>
      </w:r>
      <w:r w:rsidRPr="003A59EA">
        <w:rPr>
          <w:rtl/>
        </w:rPr>
        <w:t xml:space="preserve"> ويغضب في مناقشة ما يراه تهافتا</w:t>
      </w:r>
      <w:r w:rsidR="008A01C2">
        <w:rPr>
          <w:rtl/>
        </w:rPr>
        <w:t>،</w:t>
      </w:r>
      <w:r w:rsidRPr="003A59EA">
        <w:rPr>
          <w:rtl/>
        </w:rPr>
        <w:t xml:space="preserve"> وعندها يترك العنان ليراعه ليدبج ملحمة من الأدلة</w:t>
      </w:r>
      <w:r w:rsidR="008A01C2">
        <w:rPr>
          <w:rtl/>
        </w:rPr>
        <w:t xml:space="preserve"> - </w:t>
      </w:r>
      <w:r w:rsidRPr="003A59EA">
        <w:rPr>
          <w:rtl/>
        </w:rPr>
        <w:t>إن صح التعبير</w:t>
      </w:r>
      <w:r w:rsidR="008A01C2">
        <w:rPr>
          <w:rtl/>
        </w:rPr>
        <w:t xml:space="preserve"> - </w:t>
      </w:r>
      <w:r w:rsidRPr="003A59EA">
        <w:rPr>
          <w:rtl/>
        </w:rPr>
        <w:t>على إبطال رأي من الآراء.</w:t>
      </w:r>
    </w:p>
    <w:p w:rsidR="00094C06" w:rsidRPr="003A59EA" w:rsidRDefault="00094C06" w:rsidP="00094C06">
      <w:pPr>
        <w:pStyle w:val="libNormal"/>
        <w:rPr>
          <w:rtl/>
        </w:rPr>
      </w:pPr>
      <w:r w:rsidRPr="003A59EA">
        <w:rPr>
          <w:rtl/>
        </w:rPr>
        <w:t>لقد ركز المصنف في فوائد هذه الخاتمة على مناقشة المباني العلمية في التوثيقات الرجالية العامة</w:t>
      </w:r>
      <w:r w:rsidR="008A01C2">
        <w:rPr>
          <w:rtl/>
        </w:rPr>
        <w:t>،</w:t>
      </w:r>
      <w:r w:rsidRPr="003A59EA">
        <w:rPr>
          <w:rtl/>
        </w:rPr>
        <w:t xml:space="preserve"> خصوصا تلك التي تخالف مبناه</w:t>
      </w:r>
      <w:r w:rsidR="008A01C2">
        <w:rPr>
          <w:rtl/>
        </w:rPr>
        <w:t>،</w:t>
      </w:r>
      <w:r w:rsidRPr="003A59EA">
        <w:rPr>
          <w:rtl/>
        </w:rPr>
        <w:t xml:space="preserve"> ولا تتفق مع وجهة نظره بوجه من الوجوه.</w:t>
      </w:r>
    </w:p>
    <w:p w:rsidR="00094C06" w:rsidRPr="003A59EA" w:rsidRDefault="00094C06" w:rsidP="00094C06">
      <w:pPr>
        <w:pStyle w:val="libNormal"/>
        <w:rPr>
          <w:rtl/>
        </w:rPr>
      </w:pPr>
      <w:r w:rsidRPr="003A59EA">
        <w:rPr>
          <w:rtl/>
        </w:rPr>
        <w:t>ولقد كان حريصا على تتبع الأقوال في كل مسألة يريد بحثها في هذا المضمار</w:t>
      </w:r>
      <w:r w:rsidR="008A01C2">
        <w:rPr>
          <w:rtl/>
        </w:rPr>
        <w:t>،</w:t>
      </w:r>
      <w:r w:rsidRPr="003A59EA">
        <w:rPr>
          <w:rtl/>
        </w:rPr>
        <w:t xml:space="preserve"> ومن ثم استعراض مهارة في الدفاع عن وجهة نظره وإبطال ما خالف مبناه</w:t>
      </w:r>
      <w:r w:rsidR="008A01C2">
        <w:rPr>
          <w:rtl/>
        </w:rPr>
        <w:t>،</w:t>
      </w:r>
      <w:r w:rsidRPr="003A59EA">
        <w:rPr>
          <w:rtl/>
        </w:rPr>
        <w:t xml:space="preserve"> وبسط ذلك على وفق منهج ثابت على الرغم من كثرة الآراء والأقوال التي حشدها في هذه الخاتمة. كل ذلك بهدف إنشاء هيكل جديد بالمعارف الحديثية.</w:t>
      </w:r>
    </w:p>
    <w:p w:rsidR="00094C06" w:rsidRPr="003A59EA" w:rsidRDefault="00094C06" w:rsidP="00094C06">
      <w:pPr>
        <w:pStyle w:val="libNormal"/>
        <w:rPr>
          <w:rtl/>
        </w:rPr>
      </w:pPr>
      <w:r w:rsidRPr="003A59EA">
        <w:rPr>
          <w:rtl/>
        </w:rPr>
        <w:t>وبغض النظر عن المباني التي شيدت صروحها في فوائد هذه</w:t>
      </w:r>
    </w:p>
    <w:p w:rsidR="00094C06" w:rsidRDefault="00094C06" w:rsidP="00094C06">
      <w:pPr>
        <w:pStyle w:val="libNormal"/>
        <w:rPr>
          <w:rtl/>
        </w:rPr>
      </w:pPr>
      <w:r>
        <w:rPr>
          <w:rtl/>
        </w:rPr>
        <w:br w:type="page"/>
      </w:r>
    </w:p>
    <w:p w:rsidR="00094C06" w:rsidRPr="003A59EA" w:rsidRDefault="00094C06" w:rsidP="00094C06">
      <w:pPr>
        <w:pStyle w:val="libNormal0"/>
        <w:rPr>
          <w:rtl/>
        </w:rPr>
      </w:pPr>
      <w:r w:rsidRPr="003A59EA">
        <w:rPr>
          <w:rtl/>
        </w:rPr>
        <w:lastRenderedPageBreak/>
        <w:t>الخاتمة</w:t>
      </w:r>
      <w:r w:rsidR="008A01C2">
        <w:rPr>
          <w:rtl/>
        </w:rPr>
        <w:t>،</w:t>
      </w:r>
      <w:r w:rsidRPr="003A59EA">
        <w:rPr>
          <w:rtl/>
        </w:rPr>
        <w:t xml:space="preserve"> نجد رعيلا من الفقهاء قد وقفوا إزاءها موقف الإعجاب</w:t>
      </w:r>
      <w:r w:rsidR="008A01C2">
        <w:rPr>
          <w:rtl/>
        </w:rPr>
        <w:t>،</w:t>
      </w:r>
      <w:r w:rsidRPr="003A59EA">
        <w:rPr>
          <w:rtl/>
        </w:rPr>
        <w:t xml:space="preserve"> لما فيها من تحقيق ينم عن قابلية فذة ونادرة</w:t>
      </w:r>
      <w:r w:rsidR="008A01C2">
        <w:rPr>
          <w:rtl/>
        </w:rPr>
        <w:t>،</w:t>
      </w:r>
      <w:r w:rsidRPr="003A59EA">
        <w:rPr>
          <w:rtl/>
        </w:rPr>
        <w:t xml:space="preserve"> ولهذا لم يكتم بعض الأصوليين إعجابه الشديد بهذه الفوائد</w:t>
      </w:r>
      <w:r w:rsidR="008A01C2">
        <w:rPr>
          <w:rtl/>
        </w:rPr>
        <w:t>،</w:t>
      </w:r>
      <w:r w:rsidRPr="003A59EA">
        <w:rPr>
          <w:rtl/>
        </w:rPr>
        <w:t xml:space="preserve"> فصرح على رؤوس الاشهاد بأنهم</w:t>
      </w:r>
      <w:r w:rsidR="008A01C2">
        <w:rPr>
          <w:rtl/>
        </w:rPr>
        <w:t xml:space="preserve"> - </w:t>
      </w:r>
      <w:r w:rsidRPr="003A59EA">
        <w:rPr>
          <w:rtl/>
        </w:rPr>
        <w:t>في بحوثهم الرجاليّة</w:t>
      </w:r>
      <w:r w:rsidR="008A01C2">
        <w:rPr>
          <w:rtl/>
        </w:rPr>
        <w:t xml:space="preserve"> - </w:t>
      </w:r>
      <w:r w:rsidRPr="003A59EA">
        <w:rPr>
          <w:rtl/>
        </w:rPr>
        <w:t>كلهم عيال على النوري</w:t>
      </w:r>
      <w:r w:rsidR="008A01C2">
        <w:rPr>
          <w:rtl/>
        </w:rPr>
        <w:t>،</w:t>
      </w:r>
      <w:r w:rsidRPr="003A59EA">
        <w:rPr>
          <w:rtl/>
        </w:rPr>
        <w:t xml:space="preserve"> مشيرا بذلك إلى ما في فوائد هذه الخاتمة من إبداع قل نظيره في فوائد كتب الحديث والرجال عند الشيعة الإمامية.</w:t>
      </w:r>
    </w:p>
    <w:p w:rsidR="00094C06" w:rsidRPr="003A59EA" w:rsidRDefault="00094C06" w:rsidP="00094C06">
      <w:pPr>
        <w:pStyle w:val="libNormal"/>
        <w:rPr>
          <w:rtl/>
        </w:rPr>
      </w:pPr>
      <w:r w:rsidRPr="003A59EA">
        <w:rPr>
          <w:rtl/>
        </w:rPr>
        <w:t>فالخاتمة إذا معرض فكري حافل بمختلف وجوه الآراء</w:t>
      </w:r>
      <w:r w:rsidR="008A01C2">
        <w:rPr>
          <w:rtl/>
        </w:rPr>
        <w:t>،</w:t>
      </w:r>
      <w:r w:rsidRPr="003A59EA">
        <w:rPr>
          <w:rtl/>
        </w:rPr>
        <w:t xml:space="preserve"> إلى جنب الكثير من المخالفات والمنافرات في عويصات المسائل الحديثية</w:t>
      </w:r>
      <w:r w:rsidR="008A01C2">
        <w:rPr>
          <w:rtl/>
        </w:rPr>
        <w:t>،</w:t>
      </w:r>
      <w:r w:rsidRPr="003A59EA">
        <w:rPr>
          <w:rtl/>
        </w:rPr>
        <w:t xml:space="preserve"> وهذا ما أملى على الشيخ النوري نوعا من الإسهاب في كشف غياهب تلكم المطالب عن موضوع ما رسم لها من فائدة في هذه الخاتمة.</w:t>
      </w:r>
    </w:p>
    <w:p w:rsidR="00094C06" w:rsidRPr="003A59EA" w:rsidRDefault="00094C06" w:rsidP="00094C06">
      <w:pPr>
        <w:pStyle w:val="libNormal"/>
        <w:rPr>
          <w:rtl/>
        </w:rPr>
      </w:pPr>
      <w:r w:rsidRPr="003A59EA">
        <w:rPr>
          <w:rtl/>
        </w:rPr>
        <w:t>والحق</w:t>
      </w:r>
      <w:r>
        <w:rPr>
          <w:rtl/>
        </w:rPr>
        <w:t xml:space="preserve"> ..</w:t>
      </w:r>
      <w:r w:rsidRPr="003A59EA">
        <w:rPr>
          <w:rtl/>
        </w:rPr>
        <w:t xml:space="preserve"> أنها روضة رائعة من رياض علم الحديث</w:t>
      </w:r>
      <w:r w:rsidR="008A01C2">
        <w:rPr>
          <w:rtl/>
        </w:rPr>
        <w:t>،</w:t>
      </w:r>
      <w:r w:rsidRPr="003A59EA">
        <w:rPr>
          <w:rtl/>
        </w:rPr>
        <w:t xml:space="preserve"> فيها من آيات الجمال ما يثير إعجاب الناظر</w:t>
      </w:r>
      <w:r w:rsidR="008A01C2">
        <w:rPr>
          <w:rtl/>
        </w:rPr>
        <w:t>،</w:t>
      </w:r>
      <w:r w:rsidRPr="003A59EA">
        <w:rPr>
          <w:rtl/>
        </w:rPr>
        <w:t xml:space="preserve"> ومن أفانين الورد وأريج الزهر ما ينعش المتنزه</w:t>
      </w:r>
      <w:r w:rsidR="008A01C2">
        <w:rPr>
          <w:rtl/>
        </w:rPr>
        <w:t>،</w:t>
      </w:r>
      <w:r w:rsidRPr="003A59EA">
        <w:rPr>
          <w:rtl/>
        </w:rPr>
        <w:t xml:space="preserve"> ولكن تلك الروضة الغناء لم تخل من أشواك</w:t>
      </w:r>
      <w:r w:rsidR="008A01C2">
        <w:rPr>
          <w:rtl/>
        </w:rPr>
        <w:t>،</w:t>
      </w:r>
      <w:r w:rsidRPr="003A59EA">
        <w:rPr>
          <w:rtl/>
        </w:rPr>
        <w:t xml:space="preserve"> وعلى الخبير المنقب أن يتحاشاها.</w:t>
      </w:r>
    </w:p>
    <w:p w:rsidR="00094C06" w:rsidRPr="003A59EA" w:rsidRDefault="00094C06" w:rsidP="00094C06">
      <w:pPr>
        <w:pStyle w:val="libNormal"/>
        <w:rPr>
          <w:rtl/>
        </w:rPr>
      </w:pPr>
      <w:r w:rsidRPr="003A59EA">
        <w:rPr>
          <w:rtl/>
        </w:rPr>
        <w:t>ومن آيات حسنها وجمالها انك واجد فيها مجموعة هائلة من رواة الحديث الشريف</w:t>
      </w:r>
      <w:r w:rsidR="008A01C2">
        <w:rPr>
          <w:rtl/>
        </w:rPr>
        <w:t>،</w:t>
      </w:r>
      <w:r w:rsidRPr="003A59EA">
        <w:rPr>
          <w:rtl/>
        </w:rPr>
        <w:t xml:space="preserve"> مع دراسة تفصيلية لبعض المجهولين منهم</w:t>
      </w:r>
      <w:r w:rsidR="008A01C2">
        <w:rPr>
          <w:rtl/>
        </w:rPr>
        <w:t>،</w:t>
      </w:r>
      <w:r w:rsidRPr="003A59EA">
        <w:rPr>
          <w:rtl/>
        </w:rPr>
        <w:t xml:space="preserve"> ممن لا دليل</w:t>
      </w:r>
      <w:r w:rsidR="008A01C2">
        <w:rPr>
          <w:rtl/>
        </w:rPr>
        <w:t xml:space="preserve"> - </w:t>
      </w:r>
      <w:r w:rsidRPr="003A59EA">
        <w:rPr>
          <w:rtl/>
        </w:rPr>
        <w:t>في الظاهر</w:t>
      </w:r>
      <w:r w:rsidR="008A01C2">
        <w:rPr>
          <w:rtl/>
        </w:rPr>
        <w:t xml:space="preserve"> - </w:t>
      </w:r>
      <w:r w:rsidRPr="003A59EA">
        <w:rPr>
          <w:rtl/>
        </w:rPr>
        <w:t>على كونه من المعروفين.</w:t>
      </w:r>
    </w:p>
    <w:p w:rsidR="00094C06" w:rsidRPr="003A59EA" w:rsidRDefault="00094C06" w:rsidP="00094C06">
      <w:pPr>
        <w:pStyle w:val="libNormal"/>
        <w:rPr>
          <w:rtl/>
        </w:rPr>
      </w:pPr>
      <w:r w:rsidRPr="003A59EA">
        <w:rPr>
          <w:rtl/>
        </w:rPr>
        <w:t>وما ان تحت الخطى مع المصنف في روضته حتى يكشف لك عن أحوالهم بقرائن قد لا تخطر على بال أهل هذا الفن</w:t>
      </w:r>
      <w:r w:rsidR="008A01C2">
        <w:rPr>
          <w:rtl/>
        </w:rPr>
        <w:t>،</w:t>
      </w:r>
      <w:r w:rsidRPr="003A59EA">
        <w:rPr>
          <w:rtl/>
        </w:rPr>
        <w:t xml:space="preserve"> وقد يريك أمورا لم ترد في كتاب رجالي قط تشهد على حسن حالهم فضلا عن وثاقتهم</w:t>
      </w:r>
      <w:r w:rsidR="008A01C2">
        <w:rPr>
          <w:rtl/>
        </w:rPr>
        <w:t>،</w:t>
      </w:r>
      <w:r w:rsidRPr="003A59EA">
        <w:rPr>
          <w:rtl/>
        </w:rPr>
        <w:t xml:space="preserve"> وما أكثر ما يوقفك على أشياء لها دخل كبير في معرفة أحوال الغابرين</w:t>
      </w:r>
      <w:r w:rsidR="008A01C2">
        <w:rPr>
          <w:rtl/>
        </w:rPr>
        <w:t>،</w:t>
      </w:r>
      <w:r w:rsidRPr="003A59EA">
        <w:rPr>
          <w:rtl/>
        </w:rPr>
        <w:t xml:space="preserve"> ولكن لم يلتفت إليها إلاّ القليل من النابغين في هذا الحقل المهم من الدراسة والتحقيق</w:t>
      </w:r>
      <w:r w:rsidR="008A01C2">
        <w:rPr>
          <w:rtl/>
        </w:rPr>
        <w:t>،</w:t>
      </w:r>
      <w:r w:rsidRPr="003A59EA">
        <w:rPr>
          <w:rtl/>
        </w:rPr>
        <w:t xml:space="preserve"> وعندها ينتزع منك الاعتراف</w:t>
      </w:r>
      <w:r w:rsidR="008A01C2">
        <w:rPr>
          <w:rtl/>
        </w:rPr>
        <w:t xml:space="preserve"> - </w:t>
      </w:r>
      <w:r w:rsidRPr="003A59EA">
        <w:rPr>
          <w:rtl/>
        </w:rPr>
        <w:t>شئت أم أبيت</w:t>
      </w:r>
      <w:r w:rsidR="008A01C2">
        <w:rPr>
          <w:rtl/>
        </w:rPr>
        <w:t xml:space="preserve"> - </w:t>
      </w:r>
      <w:r w:rsidRPr="003A59EA">
        <w:rPr>
          <w:rtl/>
        </w:rPr>
        <w:t>بأن في هذه الخاتمة إحياء</w:t>
      </w:r>
    </w:p>
    <w:p w:rsidR="00094C06" w:rsidRDefault="00094C06" w:rsidP="00094C06">
      <w:pPr>
        <w:pStyle w:val="libNormal"/>
        <w:rPr>
          <w:rtl/>
        </w:rPr>
      </w:pPr>
      <w:r>
        <w:rPr>
          <w:rtl/>
        </w:rPr>
        <w:br w:type="page"/>
      </w:r>
    </w:p>
    <w:p w:rsidR="00094C06" w:rsidRPr="003A59EA" w:rsidRDefault="00094C06" w:rsidP="00094C06">
      <w:pPr>
        <w:pStyle w:val="libNormal0"/>
        <w:rPr>
          <w:rtl/>
        </w:rPr>
      </w:pPr>
      <w:r w:rsidRPr="003A59EA">
        <w:rPr>
          <w:rtl/>
        </w:rPr>
        <w:lastRenderedPageBreak/>
        <w:t>لرواة كثيرين لفّهم النسيان بغشائه السميك عبر الأزمان</w:t>
      </w:r>
      <w:r w:rsidR="008A01C2">
        <w:rPr>
          <w:rtl/>
        </w:rPr>
        <w:t>،</w:t>
      </w:r>
      <w:r w:rsidRPr="003A59EA">
        <w:rPr>
          <w:rtl/>
        </w:rPr>
        <w:t xml:space="preserve"> حتى لم يعد لهم ذلك الدور المهم في نقل الحديث وروايته</w:t>
      </w:r>
      <w:r w:rsidR="008A01C2">
        <w:rPr>
          <w:rtl/>
        </w:rPr>
        <w:t>،</w:t>
      </w:r>
      <w:r w:rsidRPr="003A59EA">
        <w:rPr>
          <w:rtl/>
        </w:rPr>
        <w:t xml:space="preserve"> والتفاني العظيم من أجل الحفاظ على رواية حديث أهل البيت </w:t>
      </w:r>
      <w:r w:rsidRPr="00094C06">
        <w:rPr>
          <w:rStyle w:val="libAlaemChar"/>
          <w:rtl/>
        </w:rPr>
        <w:t>عليهم‌السلام</w:t>
      </w:r>
      <w:r w:rsidRPr="003A59EA">
        <w:rPr>
          <w:rtl/>
        </w:rPr>
        <w:t xml:space="preserve"> من التلف والاندثار.</w:t>
      </w:r>
    </w:p>
    <w:p w:rsidR="00094C06" w:rsidRPr="003A59EA" w:rsidRDefault="00094C06" w:rsidP="00094C06">
      <w:pPr>
        <w:pStyle w:val="libNormal"/>
        <w:rPr>
          <w:rtl/>
        </w:rPr>
      </w:pPr>
      <w:r w:rsidRPr="003A59EA">
        <w:rPr>
          <w:rtl/>
        </w:rPr>
        <w:t>ومن مهارته العجيبة أنك تراه يعمد أحيانا إلى الغوص في تفاصيل حياة المهجورين</w:t>
      </w:r>
      <w:r w:rsidR="008A01C2">
        <w:rPr>
          <w:rtl/>
        </w:rPr>
        <w:t>،</w:t>
      </w:r>
      <w:r w:rsidRPr="003A59EA">
        <w:rPr>
          <w:rtl/>
        </w:rPr>
        <w:t xml:space="preserve"> ثم لا يلبث أن يثبت لك أنهم من العلماء الأجلاء</w:t>
      </w:r>
      <w:r w:rsidR="008A01C2">
        <w:rPr>
          <w:rtl/>
        </w:rPr>
        <w:t>،</w:t>
      </w:r>
      <w:r w:rsidRPr="003A59EA">
        <w:rPr>
          <w:rtl/>
        </w:rPr>
        <w:t xml:space="preserve"> أما برواية صريحة صحيحة اقتنصها من كتاب بعد موضوعه عن هذا الفن فلم يلتفت إليه أربابه</w:t>
      </w:r>
      <w:r w:rsidR="008A01C2">
        <w:rPr>
          <w:rtl/>
        </w:rPr>
        <w:t>،</w:t>
      </w:r>
      <w:r w:rsidRPr="003A59EA">
        <w:rPr>
          <w:rtl/>
        </w:rPr>
        <w:t xml:space="preserve"> وإما باعتماده القرائن الكثيرة التي برهن عليها قبل إدخالها ميزان الجرح والتعديل.</w:t>
      </w:r>
    </w:p>
    <w:p w:rsidR="00094C06" w:rsidRPr="003A59EA" w:rsidRDefault="00094C06" w:rsidP="00094C06">
      <w:pPr>
        <w:pStyle w:val="libNormal"/>
        <w:rPr>
          <w:rtl/>
        </w:rPr>
      </w:pPr>
      <w:r w:rsidRPr="003A59EA">
        <w:rPr>
          <w:rtl/>
        </w:rPr>
        <w:t>انه دفاع عجيب لم يتصد إليه أحد قبله ولا بعده</w:t>
      </w:r>
      <w:r w:rsidR="008A01C2">
        <w:rPr>
          <w:rtl/>
        </w:rPr>
        <w:t>،</w:t>
      </w:r>
      <w:r w:rsidRPr="003A59EA">
        <w:rPr>
          <w:rtl/>
        </w:rPr>
        <w:t xml:space="preserve"> مع قوة الأسلوب</w:t>
      </w:r>
      <w:r w:rsidR="008A01C2">
        <w:rPr>
          <w:rtl/>
        </w:rPr>
        <w:t>،</w:t>
      </w:r>
      <w:r w:rsidRPr="003A59EA">
        <w:rPr>
          <w:rtl/>
        </w:rPr>
        <w:t xml:space="preserve"> وروعة البيان حتى يخيل إليك ان التدقيق والتحقيق في علم الرجال ما هو إلاّ من السحر الحلال.</w:t>
      </w:r>
    </w:p>
    <w:p w:rsidR="00094C06" w:rsidRPr="003A59EA" w:rsidRDefault="00094C06" w:rsidP="00094C06">
      <w:pPr>
        <w:pStyle w:val="libNormal"/>
        <w:rPr>
          <w:rtl/>
        </w:rPr>
      </w:pPr>
      <w:r w:rsidRPr="003A59EA">
        <w:rPr>
          <w:rtl/>
        </w:rPr>
        <w:t>ولم يقتصر بدفاعه هذا على أولئك الرواة</w:t>
      </w:r>
      <w:r w:rsidR="008A01C2">
        <w:rPr>
          <w:rtl/>
        </w:rPr>
        <w:t>،</w:t>
      </w:r>
      <w:r w:rsidRPr="003A59EA">
        <w:rPr>
          <w:rtl/>
        </w:rPr>
        <w:t xml:space="preserve"> بل اعتنى عناية فائقة بكثير من الكتب والأصول الدراسة</w:t>
      </w:r>
      <w:r w:rsidR="008A01C2">
        <w:rPr>
          <w:rtl/>
        </w:rPr>
        <w:t>،</w:t>
      </w:r>
      <w:r w:rsidRPr="003A59EA">
        <w:rPr>
          <w:rtl/>
        </w:rPr>
        <w:t xml:space="preserve"> وبيّن أنها كانت في الاعتبار والاشتهار كالشمس في رائعة النهار</w:t>
      </w:r>
      <w:r w:rsidR="008A01C2">
        <w:rPr>
          <w:rtl/>
        </w:rPr>
        <w:t>،</w:t>
      </w:r>
      <w:r w:rsidRPr="003A59EA">
        <w:rPr>
          <w:rtl/>
        </w:rPr>
        <w:t xml:space="preserve"> مع البرهان على انها عند أشهر العلماء المعوّل</w:t>
      </w:r>
      <w:r w:rsidR="008A01C2">
        <w:rPr>
          <w:rtl/>
        </w:rPr>
        <w:t>،</w:t>
      </w:r>
      <w:r w:rsidRPr="003A59EA">
        <w:rPr>
          <w:rtl/>
        </w:rPr>
        <w:t xml:space="preserve"> إذ لا غناء لهم عنها ولا متحول.</w:t>
      </w:r>
    </w:p>
    <w:p w:rsidR="00094C06" w:rsidRPr="003A59EA" w:rsidRDefault="00094C06" w:rsidP="00094C06">
      <w:pPr>
        <w:pStyle w:val="libNormal"/>
        <w:rPr>
          <w:rtl/>
        </w:rPr>
      </w:pPr>
      <w:r w:rsidRPr="003A59EA">
        <w:rPr>
          <w:rtl/>
        </w:rPr>
        <w:t>وهذا هو ما نص عليه المصنف</w:t>
      </w:r>
      <w:r w:rsidR="008A01C2">
        <w:rPr>
          <w:rtl/>
        </w:rPr>
        <w:t xml:space="preserve"> - </w:t>
      </w:r>
      <w:r w:rsidRPr="00094C06">
        <w:rPr>
          <w:rStyle w:val="libAlaemChar"/>
          <w:rtl/>
        </w:rPr>
        <w:t>قدس‌سره</w:t>
      </w:r>
      <w:r w:rsidR="008A01C2">
        <w:rPr>
          <w:rtl/>
        </w:rPr>
        <w:t xml:space="preserve"> - </w:t>
      </w:r>
      <w:r w:rsidRPr="003A59EA">
        <w:rPr>
          <w:rtl/>
        </w:rPr>
        <w:t>في الفائدة الأوّلى من فوائد هذه الخاتمة.</w:t>
      </w:r>
    </w:p>
    <w:p w:rsidR="00094C06" w:rsidRPr="003A59EA" w:rsidRDefault="00094C06" w:rsidP="00094C06">
      <w:pPr>
        <w:pStyle w:val="libNormal"/>
        <w:rPr>
          <w:rtl/>
        </w:rPr>
      </w:pPr>
      <w:r w:rsidRPr="003A59EA">
        <w:rPr>
          <w:rtl/>
        </w:rPr>
        <w:t>ولما كان الشيخ النوري لم يترك مقدمة لهذه الخاتمة يبين فيها منهجه</w:t>
      </w:r>
      <w:r w:rsidR="008A01C2">
        <w:rPr>
          <w:rtl/>
        </w:rPr>
        <w:t>،</w:t>
      </w:r>
      <w:r w:rsidRPr="003A59EA">
        <w:rPr>
          <w:rtl/>
        </w:rPr>
        <w:t xml:space="preserve"> ويكشف من خلالها عما في هذه الفوائد من الخرائد والفرائد</w:t>
      </w:r>
      <w:r w:rsidR="008A01C2">
        <w:rPr>
          <w:rtl/>
        </w:rPr>
        <w:t>،</w:t>
      </w:r>
      <w:r w:rsidRPr="003A59EA">
        <w:rPr>
          <w:rtl/>
        </w:rPr>
        <w:t xml:space="preserve"> اكتفاء منه بمقدمة المستدرك</w:t>
      </w:r>
      <w:r w:rsidR="008A01C2">
        <w:rPr>
          <w:rtl/>
        </w:rPr>
        <w:t>،</w:t>
      </w:r>
      <w:r w:rsidRPr="003A59EA">
        <w:rPr>
          <w:rtl/>
        </w:rPr>
        <w:t xml:space="preserve"> لذا ارتأينا أن نخص كل فائدة من فوائد هذه الخاتمة بشيء من التعريف بمحتواها العام</w:t>
      </w:r>
      <w:r w:rsidR="008A01C2">
        <w:rPr>
          <w:rtl/>
        </w:rPr>
        <w:t>،</w:t>
      </w:r>
      <w:r w:rsidRPr="003A59EA">
        <w:rPr>
          <w:rtl/>
        </w:rPr>
        <w:t xml:space="preserve"> مع التركيز على أهم ما يمكن أن يقال في هذا المقام</w:t>
      </w:r>
      <w:r w:rsidR="008A01C2">
        <w:rPr>
          <w:rtl/>
        </w:rPr>
        <w:t>،</w:t>
      </w:r>
      <w:r w:rsidRPr="003A59EA">
        <w:rPr>
          <w:rtl/>
        </w:rPr>
        <w:t xml:space="preserve"> ممهدين لذلك بما يوضح للقارئ الكريم جوانب الاتفاق والافتراق بين فوائد هذه الخاتمة وبين فوائد خاتمة الوسائل</w:t>
      </w:r>
      <w:r w:rsidR="008A01C2">
        <w:rPr>
          <w:rtl/>
        </w:rPr>
        <w:t>،</w:t>
      </w:r>
      <w:r w:rsidRPr="003A59EA">
        <w:rPr>
          <w:rtl/>
        </w:rPr>
        <w:t xml:space="preserve"> لما في ذلك من</w:t>
      </w:r>
    </w:p>
    <w:p w:rsidR="00094C06" w:rsidRDefault="00094C06" w:rsidP="00094C06">
      <w:pPr>
        <w:pStyle w:val="libNormal"/>
        <w:rPr>
          <w:rtl/>
        </w:rPr>
      </w:pPr>
      <w:r>
        <w:rPr>
          <w:rtl/>
        </w:rPr>
        <w:br w:type="page"/>
      </w:r>
    </w:p>
    <w:p w:rsidR="00094C06" w:rsidRPr="003A59EA" w:rsidRDefault="00094C06" w:rsidP="00094C06">
      <w:pPr>
        <w:pStyle w:val="libNormal0"/>
        <w:rPr>
          <w:rtl/>
        </w:rPr>
      </w:pPr>
      <w:r w:rsidRPr="003A59EA">
        <w:rPr>
          <w:rtl/>
        </w:rPr>
        <w:lastRenderedPageBreak/>
        <w:t>أهمية بالغة في بيان حقيقة الاستدراك على فوائد خاتمة الوسائل. ومن ثم الرجوع إلى ما وعدنا به آنفا</w:t>
      </w:r>
      <w:r w:rsidR="008A01C2">
        <w:rPr>
          <w:rtl/>
        </w:rPr>
        <w:t>،</w:t>
      </w:r>
      <w:r w:rsidRPr="003A59EA">
        <w:rPr>
          <w:rtl/>
        </w:rPr>
        <w:t xml:space="preserve"> فنقول</w:t>
      </w:r>
      <w:r w:rsidR="008A01C2">
        <w:rPr>
          <w:rtl/>
        </w:rPr>
        <w:t>:</w:t>
      </w:r>
    </w:p>
    <w:p w:rsidR="00094C06" w:rsidRPr="003A59EA" w:rsidRDefault="00094C06" w:rsidP="00094C06">
      <w:pPr>
        <w:pStyle w:val="libNormal"/>
        <w:rPr>
          <w:rtl/>
        </w:rPr>
      </w:pPr>
      <w:r w:rsidRPr="003A59EA">
        <w:rPr>
          <w:rtl/>
        </w:rPr>
        <w:t>أفردت لكل من خاتمة المستدرك وخاتمة الوسائل اثنتا عشرة فائدة</w:t>
      </w:r>
      <w:r w:rsidR="008A01C2">
        <w:rPr>
          <w:rtl/>
        </w:rPr>
        <w:t>،</w:t>
      </w:r>
      <w:r w:rsidRPr="003A59EA">
        <w:rPr>
          <w:rtl/>
        </w:rPr>
        <w:t xml:space="preserve"> وقد امتازت فوائد الوسائل</w:t>
      </w:r>
      <w:r w:rsidR="008A01C2">
        <w:rPr>
          <w:rtl/>
        </w:rPr>
        <w:t xml:space="preserve"> - </w:t>
      </w:r>
      <w:r w:rsidRPr="003A59EA">
        <w:rPr>
          <w:rtl/>
        </w:rPr>
        <w:t>تبعا لمنهج الشيخ الحر في الاختصار وتحاشي ضخامة الكتاب</w:t>
      </w:r>
      <w:r w:rsidR="008A01C2">
        <w:rPr>
          <w:rtl/>
        </w:rPr>
        <w:t xml:space="preserve"> - </w:t>
      </w:r>
      <w:r w:rsidRPr="003A59EA">
        <w:rPr>
          <w:rtl/>
        </w:rPr>
        <w:t>إلى اختصار شديد بحيث لم تزد بتمامها على جزء واحد كما في الطبعة الأخيرة من الوسائل</w:t>
      </w:r>
      <w:r w:rsidR="008A01C2">
        <w:rPr>
          <w:rtl/>
        </w:rPr>
        <w:t>،</w:t>
      </w:r>
      <w:r w:rsidRPr="003A59EA">
        <w:rPr>
          <w:rtl/>
        </w:rPr>
        <w:t xml:space="preserve"> بينما امتازت فوائد المستدرك بسعتها لضخامة المطالب المبحوثة فيها</w:t>
      </w:r>
      <w:r w:rsidR="008A01C2">
        <w:rPr>
          <w:rtl/>
        </w:rPr>
        <w:t>،</w:t>
      </w:r>
      <w:r w:rsidRPr="003A59EA">
        <w:rPr>
          <w:rtl/>
        </w:rPr>
        <w:t xml:space="preserve"> هذا على الرغم من وجود التماثل البين بين عناوين فوائد الخاتمتين</w:t>
      </w:r>
      <w:r w:rsidR="008A01C2">
        <w:rPr>
          <w:rtl/>
        </w:rPr>
        <w:t>،</w:t>
      </w:r>
      <w:r w:rsidRPr="003A59EA">
        <w:rPr>
          <w:rtl/>
        </w:rPr>
        <w:t xml:space="preserve"> وان افترقت كل منهما بفوائد لم تعنون في الأخرى</w:t>
      </w:r>
      <w:r w:rsidR="008A01C2">
        <w:rPr>
          <w:rtl/>
        </w:rPr>
        <w:t>،</w:t>
      </w:r>
      <w:r w:rsidRPr="003A59EA">
        <w:rPr>
          <w:rtl/>
        </w:rPr>
        <w:t xml:space="preserve"> كما يتضح من الجدول التالي</w:t>
      </w:r>
      <w:r w:rsidR="008A01C2">
        <w:rPr>
          <w:rtl/>
        </w:rPr>
        <w:t>:</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2"/>
        <w:gridCol w:w="3706"/>
        <w:gridCol w:w="1461"/>
        <w:gridCol w:w="1908"/>
      </w:tblGrid>
      <w:tr w:rsidR="00094C06" w:rsidTr="00C67C04">
        <w:tc>
          <w:tcPr>
            <w:tcW w:w="512" w:type="dxa"/>
            <w:shd w:val="clear" w:color="auto" w:fill="auto"/>
          </w:tcPr>
          <w:p w:rsidR="00094C06" w:rsidRDefault="00094C06" w:rsidP="00C67C04">
            <w:pPr>
              <w:rPr>
                <w:rFonts w:hint="cs"/>
                <w:rtl/>
                <w:lang w:bidi="fa-IR"/>
              </w:rPr>
            </w:pPr>
          </w:p>
        </w:tc>
        <w:tc>
          <w:tcPr>
            <w:tcW w:w="3706" w:type="dxa"/>
            <w:shd w:val="clear" w:color="auto" w:fill="auto"/>
          </w:tcPr>
          <w:p w:rsidR="00094C06" w:rsidRDefault="00094C06" w:rsidP="00094C06">
            <w:pPr>
              <w:pStyle w:val="libCenterBold2"/>
              <w:rPr>
                <w:rFonts w:hint="cs"/>
                <w:rtl/>
              </w:rPr>
            </w:pPr>
            <w:r w:rsidRPr="003A59EA">
              <w:rPr>
                <w:rtl/>
              </w:rPr>
              <w:t>اسم الفائدة مختصرا</w:t>
            </w:r>
          </w:p>
        </w:tc>
        <w:tc>
          <w:tcPr>
            <w:tcW w:w="1461" w:type="dxa"/>
            <w:shd w:val="clear" w:color="auto" w:fill="auto"/>
          </w:tcPr>
          <w:p w:rsidR="00094C06" w:rsidRDefault="00094C06" w:rsidP="00094C06">
            <w:pPr>
              <w:pStyle w:val="libCenterBold2"/>
              <w:rPr>
                <w:rFonts w:hint="cs"/>
                <w:rtl/>
              </w:rPr>
            </w:pPr>
            <w:r w:rsidRPr="003A59EA">
              <w:rPr>
                <w:rtl/>
              </w:rPr>
              <w:t>ترتيبها في خاتمة المستدرك</w:t>
            </w:r>
          </w:p>
        </w:tc>
        <w:tc>
          <w:tcPr>
            <w:tcW w:w="1908" w:type="dxa"/>
            <w:shd w:val="clear" w:color="auto" w:fill="auto"/>
          </w:tcPr>
          <w:p w:rsidR="00094C06" w:rsidRDefault="00094C06" w:rsidP="00094C06">
            <w:pPr>
              <w:pStyle w:val="libCenterBold2"/>
              <w:rPr>
                <w:rFonts w:hint="cs"/>
                <w:rtl/>
              </w:rPr>
            </w:pPr>
            <w:r w:rsidRPr="003A59EA">
              <w:rPr>
                <w:rtl/>
              </w:rPr>
              <w:t>ترتيبها في خاتمة الوسائل</w:t>
            </w:r>
          </w:p>
        </w:tc>
      </w:tr>
      <w:tr w:rsidR="00094C06" w:rsidTr="00C67C04">
        <w:tc>
          <w:tcPr>
            <w:tcW w:w="512" w:type="dxa"/>
            <w:shd w:val="clear" w:color="auto" w:fill="auto"/>
          </w:tcPr>
          <w:p w:rsidR="00094C06" w:rsidRDefault="00094C06" w:rsidP="00094C06">
            <w:pPr>
              <w:pStyle w:val="libCenter"/>
              <w:rPr>
                <w:rFonts w:hint="cs"/>
                <w:rtl/>
              </w:rPr>
            </w:pPr>
            <w:r w:rsidRPr="003A59EA">
              <w:rPr>
                <w:rtl/>
              </w:rPr>
              <w:t>1</w:t>
            </w:r>
          </w:p>
          <w:p w:rsidR="00094C06" w:rsidRDefault="00094C06" w:rsidP="00094C06">
            <w:pPr>
              <w:pStyle w:val="libCenter"/>
              <w:rPr>
                <w:rFonts w:hint="cs"/>
                <w:rtl/>
              </w:rPr>
            </w:pPr>
            <w:r w:rsidRPr="003A59EA">
              <w:rPr>
                <w:rtl/>
              </w:rPr>
              <w:t>2</w:t>
            </w:r>
          </w:p>
          <w:p w:rsidR="00094C06" w:rsidRDefault="00094C06" w:rsidP="00094C06">
            <w:pPr>
              <w:pStyle w:val="libCenter"/>
              <w:rPr>
                <w:rFonts w:hint="cs"/>
                <w:rtl/>
              </w:rPr>
            </w:pPr>
            <w:r>
              <w:rPr>
                <w:rFonts w:hint="cs"/>
                <w:rtl/>
              </w:rPr>
              <w:t>3</w:t>
            </w:r>
          </w:p>
          <w:p w:rsidR="00094C06" w:rsidRDefault="00094C06" w:rsidP="00094C06">
            <w:pPr>
              <w:pStyle w:val="libCenter"/>
              <w:rPr>
                <w:rFonts w:hint="cs"/>
                <w:rtl/>
              </w:rPr>
            </w:pPr>
            <w:r>
              <w:rPr>
                <w:rFonts w:hint="cs"/>
                <w:rtl/>
              </w:rPr>
              <w:t>4</w:t>
            </w:r>
          </w:p>
          <w:p w:rsidR="00094C06" w:rsidRDefault="00094C06" w:rsidP="00094C06">
            <w:pPr>
              <w:pStyle w:val="libCenter"/>
              <w:rPr>
                <w:rFonts w:hint="cs"/>
                <w:rtl/>
              </w:rPr>
            </w:pPr>
            <w:r>
              <w:rPr>
                <w:rFonts w:hint="cs"/>
                <w:rtl/>
              </w:rPr>
              <w:t>5</w:t>
            </w:r>
          </w:p>
          <w:p w:rsidR="00094C06" w:rsidRDefault="00094C06" w:rsidP="00094C06">
            <w:pPr>
              <w:pStyle w:val="libCenter"/>
              <w:rPr>
                <w:rFonts w:hint="cs"/>
                <w:rtl/>
              </w:rPr>
            </w:pPr>
            <w:r>
              <w:rPr>
                <w:rFonts w:hint="cs"/>
                <w:rtl/>
              </w:rPr>
              <w:t>6</w:t>
            </w:r>
          </w:p>
          <w:p w:rsidR="00094C06" w:rsidRDefault="00094C06" w:rsidP="00094C06">
            <w:pPr>
              <w:pStyle w:val="libCenter"/>
              <w:rPr>
                <w:rFonts w:hint="cs"/>
                <w:rtl/>
              </w:rPr>
            </w:pPr>
            <w:r>
              <w:rPr>
                <w:rFonts w:hint="cs"/>
                <w:rtl/>
              </w:rPr>
              <w:t>7</w:t>
            </w:r>
          </w:p>
          <w:p w:rsidR="00094C06" w:rsidRDefault="00094C06" w:rsidP="00094C06">
            <w:pPr>
              <w:pStyle w:val="libCenter"/>
              <w:rPr>
                <w:rFonts w:hint="cs"/>
                <w:rtl/>
              </w:rPr>
            </w:pPr>
            <w:r>
              <w:rPr>
                <w:rFonts w:hint="cs"/>
                <w:rtl/>
              </w:rPr>
              <w:t>8</w:t>
            </w:r>
          </w:p>
          <w:p w:rsidR="00094C06" w:rsidRDefault="00094C06" w:rsidP="00094C06">
            <w:pPr>
              <w:pStyle w:val="libCenter"/>
              <w:rPr>
                <w:rFonts w:hint="cs"/>
                <w:rtl/>
              </w:rPr>
            </w:pPr>
            <w:r>
              <w:rPr>
                <w:rFonts w:hint="cs"/>
                <w:rtl/>
              </w:rPr>
              <w:t>9</w:t>
            </w:r>
          </w:p>
          <w:p w:rsidR="00094C06" w:rsidRDefault="00094C06" w:rsidP="00094C06">
            <w:pPr>
              <w:pStyle w:val="libCenter"/>
              <w:rPr>
                <w:rFonts w:hint="cs"/>
                <w:rtl/>
              </w:rPr>
            </w:pPr>
            <w:r>
              <w:rPr>
                <w:rFonts w:hint="cs"/>
                <w:rtl/>
              </w:rPr>
              <w:t>10</w:t>
            </w:r>
          </w:p>
        </w:tc>
        <w:tc>
          <w:tcPr>
            <w:tcW w:w="3706" w:type="dxa"/>
            <w:shd w:val="clear" w:color="auto" w:fill="auto"/>
          </w:tcPr>
          <w:p w:rsidR="00094C06" w:rsidRDefault="00094C06" w:rsidP="00094C06">
            <w:pPr>
              <w:pStyle w:val="libNormal0"/>
              <w:rPr>
                <w:rFonts w:hint="cs"/>
                <w:rtl/>
              </w:rPr>
            </w:pPr>
            <w:r w:rsidRPr="003A59EA">
              <w:rPr>
                <w:rtl/>
              </w:rPr>
              <w:t>حول الكتب المعتمدة</w:t>
            </w:r>
          </w:p>
          <w:p w:rsidR="00094C06" w:rsidRDefault="00094C06" w:rsidP="00094C06">
            <w:pPr>
              <w:pStyle w:val="libNormal0"/>
              <w:rPr>
                <w:rFonts w:hint="cs"/>
                <w:rtl/>
              </w:rPr>
            </w:pPr>
            <w:r w:rsidRPr="003A59EA">
              <w:rPr>
                <w:rtl/>
              </w:rPr>
              <w:t>صحة الكتب المعتمدة ووثاقة مؤلفيها</w:t>
            </w:r>
          </w:p>
          <w:p w:rsidR="00094C06" w:rsidRDefault="00094C06" w:rsidP="00094C06">
            <w:pPr>
              <w:pStyle w:val="libNormal0"/>
              <w:rPr>
                <w:rFonts w:hint="cs"/>
                <w:rtl/>
              </w:rPr>
            </w:pPr>
            <w:r w:rsidRPr="003A59EA">
              <w:rPr>
                <w:rtl/>
              </w:rPr>
              <w:t>طرق المؤلف إلى مشايخه</w:t>
            </w:r>
          </w:p>
          <w:p w:rsidR="00094C06" w:rsidRDefault="00094C06" w:rsidP="00094C06">
            <w:pPr>
              <w:pStyle w:val="libNormal0"/>
              <w:rPr>
                <w:rFonts w:hint="cs"/>
                <w:rtl/>
              </w:rPr>
            </w:pPr>
            <w:r w:rsidRPr="003A59EA">
              <w:rPr>
                <w:rtl/>
              </w:rPr>
              <w:t>فيما يتعلق بكتاب الكافي</w:t>
            </w:r>
          </w:p>
          <w:p w:rsidR="00094C06" w:rsidRDefault="00094C06" w:rsidP="00094C06">
            <w:pPr>
              <w:pStyle w:val="libNormal0"/>
              <w:rPr>
                <w:rFonts w:hint="cs"/>
                <w:rtl/>
              </w:rPr>
            </w:pPr>
            <w:r w:rsidRPr="003A59EA">
              <w:rPr>
                <w:rtl/>
              </w:rPr>
              <w:t>طرق الشيخ الصدوق في كتاب الفقيه</w:t>
            </w:r>
          </w:p>
          <w:p w:rsidR="00094C06" w:rsidRDefault="00094C06" w:rsidP="00094C06">
            <w:pPr>
              <w:pStyle w:val="libNormal0"/>
              <w:rPr>
                <w:rFonts w:hint="cs"/>
                <w:rtl/>
              </w:rPr>
            </w:pPr>
            <w:r w:rsidRPr="003A59EA">
              <w:rPr>
                <w:rtl/>
              </w:rPr>
              <w:t>طرق الشيخ الطوسي في التهذيب</w:t>
            </w:r>
          </w:p>
          <w:p w:rsidR="00094C06" w:rsidRDefault="00094C06" w:rsidP="00094C06">
            <w:pPr>
              <w:pStyle w:val="libNormal0"/>
              <w:rPr>
                <w:rFonts w:hint="cs"/>
                <w:rtl/>
              </w:rPr>
            </w:pPr>
            <w:r w:rsidRPr="003A59EA">
              <w:rPr>
                <w:rtl/>
              </w:rPr>
              <w:t>حول أصحاب الإجماع</w:t>
            </w:r>
          </w:p>
          <w:p w:rsidR="00094C06" w:rsidRDefault="00094C06" w:rsidP="00094C06">
            <w:pPr>
              <w:pStyle w:val="libNormal0"/>
              <w:rPr>
                <w:rFonts w:hint="cs"/>
                <w:rtl/>
              </w:rPr>
            </w:pPr>
            <w:r w:rsidRPr="003A59EA">
              <w:rPr>
                <w:rtl/>
              </w:rPr>
              <w:t>أمارة عامة لوثاقة المجاهيل من أصحاب</w:t>
            </w:r>
          </w:p>
          <w:p w:rsidR="00094C06" w:rsidRDefault="00094C06" w:rsidP="00094C06">
            <w:pPr>
              <w:pStyle w:val="libNormal0"/>
              <w:rPr>
                <w:rFonts w:hint="cs"/>
                <w:rtl/>
              </w:rPr>
            </w:pPr>
            <w:r w:rsidRPr="003A59EA">
              <w:rPr>
                <w:rtl/>
              </w:rPr>
              <w:t xml:space="preserve">الإمام الصادق </w:t>
            </w:r>
            <w:r w:rsidRPr="00094C06">
              <w:rPr>
                <w:rStyle w:val="libAlaemChar"/>
                <w:rtl/>
              </w:rPr>
              <w:t>عليه‌السلام</w:t>
            </w:r>
          </w:p>
          <w:p w:rsidR="00094C06" w:rsidRDefault="00094C06" w:rsidP="00094C06">
            <w:pPr>
              <w:pStyle w:val="libNormal0"/>
              <w:rPr>
                <w:rFonts w:hint="cs"/>
                <w:rtl/>
              </w:rPr>
            </w:pPr>
            <w:r w:rsidRPr="003A59EA">
              <w:rPr>
                <w:rtl/>
              </w:rPr>
              <w:t>في إرجاع الأحاديث الحسنة إلى الصحيحة</w:t>
            </w:r>
          </w:p>
          <w:p w:rsidR="00094C06" w:rsidRPr="003A59EA" w:rsidRDefault="00094C06" w:rsidP="00094C06">
            <w:pPr>
              <w:pStyle w:val="libNormal0"/>
              <w:rPr>
                <w:rtl/>
              </w:rPr>
            </w:pPr>
            <w:r w:rsidRPr="003A59EA">
              <w:rPr>
                <w:rtl/>
              </w:rPr>
              <w:t>الرواة الثقات والممدوحين</w:t>
            </w:r>
          </w:p>
        </w:tc>
        <w:tc>
          <w:tcPr>
            <w:tcW w:w="1461" w:type="dxa"/>
            <w:shd w:val="clear" w:color="auto" w:fill="auto"/>
          </w:tcPr>
          <w:p w:rsidR="00094C06" w:rsidRDefault="00094C06" w:rsidP="00094C06">
            <w:pPr>
              <w:pStyle w:val="libCenter"/>
              <w:rPr>
                <w:rFonts w:hint="cs"/>
                <w:rtl/>
              </w:rPr>
            </w:pPr>
            <w:r w:rsidRPr="003A59EA">
              <w:rPr>
                <w:rtl/>
              </w:rPr>
              <w:t>الأولى</w:t>
            </w:r>
          </w:p>
          <w:p w:rsidR="00094C06" w:rsidRDefault="00094C06" w:rsidP="00094C06">
            <w:pPr>
              <w:pStyle w:val="libCenter"/>
              <w:rPr>
                <w:rFonts w:hint="cs"/>
                <w:rtl/>
              </w:rPr>
            </w:pPr>
            <w:r w:rsidRPr="003A59EA">
              <w:rPr>
                <w:rtl/>
              </w:rPr>
              <w:t>الثانية</w:t>
            </w:r>
          </w:p>
          <w:p w:rsidR="00094C06" w:rsidRDefault="00094C06" w:rsidP="00094C06">
            <w:pPr>
              <w:pStyle w:val="libCenter"/>
              <w:rPr>
                <w:rFonts w:hint="cs"/>
                <w:rtl/>
              </w:rPr>
            </w:pPr>
            <w:r w:rsidRPr="003A59EA">
              <w:rPr>
                <w:rtl/>
              </w:rPr>
              <w:t>الثالثة</w:t>
            </w:r>
          </w:p>
          <w:p w:rsidR="00094C06" w:rsidRDefault="00094C06" w:rsidP="00094C06">
            <w:pPr>
              <w:pStyle w:val="libCenter"/>
              <w:rPr>
                <w:rFonts w:hint="cs"/>
                <w:rtl/>
              </w:rPr>
            </w:pPr>
            <w:r w:rsidRPr="003A59EA">
              <w:rPr>
                <w:rtl/>
              </w:rPr>
              <w:t>الرابعة</w:t>
            </w:r>
          </w:p>
          <w:p w:rsidR="00094C06" w:rsidRDefault="00094C06" w:rsidP="00094C06">
            <w:pPr>
              <w:pStyle w:val="libCenter"/>
              <w:rPr>
                <w:rFonts w:hint="cs"/>
                <w:rtl/>
              </w:rPr>
            </w:pPr>
            <w:r w:rsidRPr="003A59EA">
              <w:rPr>
                <w:rtl/>
              </w:rPr>
              <w:t>الخامسة</w:t>
            </w:r>
          </w:p>
          <w:p w:rsidR="00094C06" w:rsidRDefault="00094C06" w:rsidP="00094C06">
            <w:pPr>
              <w:pStyle w:val="libCenter"/>
              <w:rPr>
                <w:rFonts w:hint="cs"/>
                <w:rtl/>
              </w:rPr>
            </w:pPr>
            <w:r w:rsidRPr="003A59EA">
              <w:rPr>
                <w:rtl/>
              </w:rPr>
              <w:t>السادسة</w:t>
            </w:r>
          </w:p>
          <w:p w:rsidR="00094C06" w:rsidRDefault="00094C06" w:rsidP="00094C06">
            <w:pPr>
              <w:pStyle w:val="libCenter"/>
              <w:rPr>
                <w:rFonts w:hint="cs"/>
                <w:rtl/>
              </w:rPr>
            </w:pPr>
            <w:r w:rsidRPr="003A59EA">
              <w:rPr>
                <w:rtl/>
              </w:rPr>
              <w:t>السابعة</w:t>
            </w:r>
          </w:p>
          <w:p w:rsidR="00094C06" w:rsidRDefault="00094C06" w:rsidP="00094C06">
            <w:pPr>
              <w:pStyle w:val="libCenter"/>
              <w:rPr>
                <w:rFonts w:hint="cs"/>
                <w:rtl/>
              </w:rPr>
            </w:pPr>
            <w:r w:rsidRPr="003A59EA">
              <w:rPr>
                <w:rtl/>
              </w:rPr>
              <w:t>الثامنة</w:t>
            </w:r>
          </w:p>
          <w:p w:rsidR="00094C06" w:rsidRDefault="00094C06" w:rsidP="00094C06">
            <w:pPr>
              <w:pStyle w:val="libCenter"/>
              <w:rPr>
                <w:rFonts w:hint="cs"/>
                <w:rtl/>
              </w:rPr>
            </w:pPr>
            <w:r w:rsidRPr="003A59EA">
              <w:rPr>
                <w:rtl/>
              </w:rPr>
              <w:t>التاسعة</w:t>
            </w:r>
          </w:p>
          <w:p w:rsidR="00094C06" w:rsidRPr="003A59EA" w:rsidRDefault="00094C06" w:rsidP="00094C06">
            <w:pPr>
              <w:pStyle w:val="libCenter"/>
              <w:rPr>
                <w:rtl/>
              </w:rPr>
            </w:pPr>
            <w:r w:rsidRPr="003A59EA">
              <w:rPr>
                <w:rtl/>
              </w:rPr>
              <w:t>العاشرة</w:t>
            </w:r>
          </w:p>
        </w:tc>
        <w:tc>
          <w:tcPr>
            <w:tcW w:w="1908" w:type="dxa"/>
            <w:shd w:val="clear" w:color="auto" w:fill="auto"/>
          </w:tcPr>
          <w:p w:rsidR="00094C06" w:rsidRDefault="00094C06" w:rsidP="00094C06">
            <w:pPr>
              <w:pStyle w:val="libNormal0"/>
              <w:rPr>
                <w:rFonts w:hint="cs"/>
                <w:rtl/>
              </w:rPr>
            </w:pPr>
            <w:r w:rsidRPr="003A59EA">
              <w:rPr>
                <w:rtl/>
              </w:rPr>
              <w:t>الرابعة</w:t>
            </w:r>
          </w:p>
          <w:p w:rsidR="00094C06" w:rsidRDefault="00094C06" w:rsidP="00094C06">
            <w:pPr>
              <w:pStyle w:val="libNormal0"/>
              <w:rPr>
                <w:rFonts w:hint="cs"/>
                <w:rtl/>
              </w:rPr>
            </w:pPr>
            <w:r w:rsidRPr="003A59EA">
              <w:rPr>
                <w:rtl/>
              </w:rPr>
              <w:t>السادسة</w:t>
            </w:r>
            <w:r w:rsidR="008A01C2">
              <w:rPr>
                <w:rtl/>
              </w:rPr>
              <w:t>،</w:t>
            </w:r>
            <w:r w:rsidRPr="003A59EA">
              <w:rPr>
                <w:rtl/>
              </w:rPr>
              <w:t xml:space="preserve"> والتاسعة</w:t>
            </w:r>
          </w:p>
          <w:p w:rsidR="00094C06" w:rsidRDefault="00094C06" w:rsidP="00094C06">
            <w:pPr>
              <w:pStyle w:val="libNormal0"/>
              <w:rPr>
                <w:rFonts w:hint="cs"/>
                <w:rtl/>
              </w:rPr>
            </w:pPr>
            <w:r w:rsidRPr="003A59EA">
              <w:rPr>
                <w:rtl/>
              </w:rPr>
              <w:t>الخامسة</w:t>
            </w:r>
          </w:p>
          <w:p w:rsidR="00094C06" w:rsidRDefault="00094C06" w:rsidP="00094C06">
            <w:pPr>
              <w:pStyle w:val="libNormal0"/>
              <w:rPr>
                <w:rFonts w:hint="cs"/>
                <w:rtl/>
              </w:rPr>
            </w:pPr>
            <w:r w:rsidRPr="003A59EA">
              <w:rPr>
                <w:rtl/>
              </w:rPr>
              <w:t>الثالثة</w:t>
            </w:r>
          </w:p>
          <w:p w:rsidR="00094C06" w:rsidRDefault="00094C06" w:rsidP="00094C06">
            <w:pPr>
              <w:pStyle w:val="libNormal0"/>
              <w:rPr>
                <w:rFonts w:hint="cs"/>
                <w:rtl/>
              </w:rPr>
            </w:pPr>
            <w:r w:rsidRPr="003A59EA">
              <w:rPr>
                <w:rtl/>
              </w:rPr>
              <w:t>الأولى</w:t>
            </w:r>
          </w:p>
          <w:p w:rsidR="00094C06" w:rsidRDefault="00094C06" w:rsidP="00094C06">
            <w:pPr>
              <w:pStyle w:val="libNormal0"/>
              <w:rPr>
                <w:rFonts w:hint="cs"/>
                <w:rtl/>
              </w:rPr>
            </w:pPr>
            <w:r w:rsidRPr="003A59EA">
              <w:rPr>
                <w:rtl/>
              </w:rPr>
              <w:t>الثانية</w:t>
            </w:r>
          </w:p>
          <w:p w:rsidR="00094C06" w:rsidRDefault="00094C06" w:rsidP="00094C06">
            <w:pPr>
              <w:pStyle w:val="libNormal0"/>
              <w:rPr>
                <w:rFonts w:hint="cs"/>
                <w:rtl/>
              </w:rPr>
            </w:pPr>
            <w:r w:rsidRPr="003A59EA">
              <w:rPr>
                <w:rtl/>
              </w:rPr>
              <w:t>السابعة</w:t>
            </w:r>
          </w:p>
          <w:p w:rsidR="00094C06" w:rsidRDefault="008A01C2" w:rsidP="00094C06">
            <w:pPr>
              <w:pStyle w:val="libNormal0"/>
              <w:rPr>
                <w:rFonts w:hint="cs"/>
                <w:rtl/>
              </w:rPr>
            </w:pPr>
            <w:r>
              <w:rPr>
                <w:rFonts w:hint="cs"/>
                <w:rtl/>
              </w:rPr>
              <w:t>-</w:t>
            </w:r>
          </w:p>
          <w:p w:rsidR="00094C06" w:rsidRDefault="008A01C2" w:rsidP="00094C06">
            <w:pPr>
              <w:pStyle w:val="libNormal0"/>
              <w:rPr>
                <w:rFonts w:hint="cs"/>
                <w:rtl/>
              </w:rPr>
            </w:pPr>
            <w:r>
              <w:rPr>
                <w:rFonts w:hint="cs"/>
                <w:rtl/>
              </w:rPr>
              <w:t>-</w:t>
            </w:r>
          </w:p>
          <w:p w:rsidR="00094C06" w:rsidRPr="003A59EA" w:rsidRDefault="00094C06" w:rsidP="00094C06">
            <w:pPr>
              <w:pStyle w:val="libNormal0"/>
              <w:rPr>
                <w:rtl/>
              </w:rPr>
            </w:pPr>
            <w:r w:rsidRPr="003A59EA">
              <w:rPr>
                <w:rtl/>
              </w:rPr>
              <w:t>الثانية عشرة</w:t>
            </w:r>
          </w:p>
        </w:tc>
      </w:tr>
    </w:tbl>
    <w:p w:rsidR="00094C06" w:rsidRDefault="00094C06" w:rsidP="00094C06">
      <w:pPr>
        <w:pStyle w:val="libNormal"/>
        <w:rPr>
          <w:rFonts w:hint="cs"/>
          <w:rtl/>
        </w:rPr>
      </w:pPr>
    </w:p>
    <w:p w:rsidR="00094C06" w:rsidRDefault="00094C06" w:rsidP="00094C06">
      <w:pPr>
        <w:pStyle w:val="libNormal"/>
        <w:rPr>
          <w:rtl/>
        </w:rPr>
      </w:pPr>
      <w:r>
        <w:rPr>
          <w:rtl/>
        </w:rPr>
        <w:br w:type="page"/>
      </w:r>
    </w:p>
    <w:p w:rsidR="00094C06" w:rsidRDefault="00094C06" w:rsidP="00094C06">
      <w:pPr>
        <w:pStyle w:val="libNormal"/>
        <w:rPr>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9"/>
        <w:gridCol w:w="3600"/>
        <w:gridCol w:w="1530"/>
        <w:gridCol w:w="1908"/>
      </w:tblGrid>
      <w:tr w:rsidR="00094C06" w:rsidTr="00C67C04">
        <w:tc>
          <w:tcPr>
            <w:tcW w:w="549" w:type="dxa"/>
            <w:shd w:val="clear" w:color="auto" w:fill="auto"/>
          </w:tcPr>
          <w:p w:rsidR="00094C06" w:rsidRDefault="00094C06" w:rsidP="00094C06">
            <w:pPr>
              <w:pStyle w:val="libCenter"/>
              <w:rPr>
                <w:rFonts w:hint="cs"/>
                <w:rtl/>
              </w:rPr>
            </w:pPr>
            <w:r>
              <w:rPr>
                <w:rFonts w:hint="cs"/>
                <w:rtl/>
              </w:rPr>
              <w:t>11</w:t>
            </w:r>
          </w:p>
          <w:p w:rsidR="00094C06" w:rsidRDefault="00094C06" w:rsidP="00094C06">
            <w:pPr>
              <w:pStyle w:val="libCenter"/>
              <w:rPr>
                <w:rFonts w:hint="cs"/>
                <w:rtl/>
              </w:rPr>
            </w:pPr>
            <w:r>
              <w:rPr>
                <w:rFonts w:hint="cs"/>
                <w:rtl/>
              </w:rPr>
              <w:t>12</w:t>
            </w:r>
          </w:p>
          <w:p w:rsidR="00094C06" w:rsidRDefault="00094C06" w:rsidP="00094C06">
            <w:pPr>
              <w:pStyle w:val="libCenter"/>
              <w:rPr>
                <w:rFonts w:hint="cs"/>
                <w:rtl/>
              </w:rPr>
            </w:pPr>
            <w:r>
              <w:rPr>
                <w:rFonts w:hint="cs"/>
                <w:rtl/>
              </w:rPr>
              <w:t>13</w:t>
            </w:r>
          </w:p>
          <w:p w:rsidR="00094C06" w:rsidRDefault="00094C06" w:rsidP="00094C06">
            <w:pPr>
              <w:pStyle w:val="libCenter"/>
              <w:rPr>
                <w:rFonts w:hint="cs"/>
                <w:rtl/>
              </w:rPr>
            </w:pPr>
            <w:r>
              <w:rPr>
                <w:rFonts w:hint="cs"/>
                <w:rtl/>
              </w:rPr>
              <w:t>14</w:t>
            </w:r>
          </w:p>
          <w:p w:rsidR="00094C06" w:rsidRDefault="00094C06" w:rsidP="00094C06">
            <w:pPr>
              <w:pStyle w:val="libCenter"/>
              <w:rPr>
                <w:rFonts w:hint="cs"/>
                <w:rtl/>
              </w:rPr>
            </w:pPr>
            <w:r>
              <w:rPr>
                <w:rFonts w:hint="cs"/>
                <w:rtl/>
              </w:rPr>
              <w:t>15</w:t>
            </w:r>
          </w:p>
        </w:tc>
        <w:tc>
          <w:tcPr>
            <w:tcW w:w="3600" w:type="dxa"/>
            <w:shd w:val="clear" w:color="auto" w:fill="auto"/>
          </w:tcPr>
          <w:p w:rsidR="00094C06" w:rsidRDefault="00094C06" w:rsidP="00094C06">
            <w:pPr>
              <w:pStyle w:val="libNormal0"/>
              <w:rPr>
                <w:rFonts w:hint="cs"/>
                <w:rtl/>
              </w:rPr>
            </w:pPr>
            <w:r w:rsidRPr="003A59EA">
              <w:rPr>
                <w:rtl/>
              </w:rPr>
              <w:t>موقف الأخباريين من حجية القطع</w:t>
            </w:r>
          </w:p>
          <w:p w:rsidR="00094C06" w:rsidRDefault="00094C06" w:rsidP="00094C06">
            <w:pPr>
              <w:pStyle w:val="libNormal0"/>
              <w:rPr>
                <w:rFonts w:hint="cs"/>
                <w:rtl/>
              </w:rPr>
            </w:pPr>
            <w:r w:rsidRPr="003A59EA">
              <w:rPr>
                <w:rtl/>
              </w:rPr>
              <w:t>في شرف علم الحديث الشريف</w:t>
            </w:r>
          </w:p>
          <w:p w:rsidR="00094C06" w:rsidRDefault="00094C06" w:rsidP="00094C06">
            <w:pPr>
              <w:pStyle w:val="libNormal0"/>
              <w:rPr>
                <w:rFonts w:hint="cs"/>
                <w:rtl/>
              </w:rPr>
            </w:pPr>
            <w:r w:rsidRPr="003A59EA">
              <w:rPr>
                <w:rtl/>
              </w:rPr>
              <w:t>القرائن الدالة على ثبوت الخبر</w:t>
            </w:r>
          </w:p>
          <w:p w:rsidR="00094C06" w:rsidRDefault="00094C06" w:rsidP="00094C06">
            <w:pPr>
              <w:pStyle w:val="libNormal0"/>
              <w:rPr>
                <w:rFonts w:hint="cs"/>
                <w:rtl/>
              </w:rPr>
            </w:pPr>
            <w:r w:rsidRPr="003A59EA">
              <w:rPr>
                <w:rtl/>
              </w:rPr>
              <w:t>في جواب الاعتراضات المحتملة</w:t>
            </w:r>
          </w:p>
          <w:p w:rsidR="00094C06" w:rsidRDefault="00094C06" w:rsidP="00094C06">
            <w:pPr>
              <w:pStyle w:val="libNormal0"/>
              <w:rPr>
                <w:rFonts w:hint="cs"/>
                <w:rtl/>
              </w:rPr>
            </w:pPr>
            <w:r w:rsidRPr="003A59EA">
              <w:rPr>
                <w:rtl/>
              </w:rPr>
              <w:t>حول الأحاديث المضمرة</w:t>
            </w:r>
          </w:p>
        </w:tc>
        <w:tc>
          <w:tcPr>
            <w:tcW w:w="1530" w:type="dxa"/>
            <w:shd w:val="clear" w:color="auto" w:fill="auto"/>
          </w:tcPr>
          <w:p w:rsidR="00094C06" w:rsidRDefault="00094C06" w:rsidP="00094C06">
            <w:pPr>
              <w:pStyle w:val="libCenter"/>
              <w:rPr>
                <w:rFonts w:hint="cs"/>
                <w:rtl/>
              </w:rPr>
            </w:pPr>
            <w:r w:rsidRPr="003A59EA">
              <w:rPr>
                <w:rtl/>
              </w:rPr>
              <w:t>الحادية عشرة</w:t>
            </w:r>
          </w:p>
          <w:p w:rsidR="00094C06" w:rsidRDefault="00094C06" w:rsidP="00094C06">
            <w:pPr>
              <w:pStyle w:val="libCenter"/>
              <w:rPr>
                <w:rFonts w:hint="cs"/>
                <w:rtl/>
              </w:rPr>
            </w:pPr>
            <w:r w:rsidRPr="003A59EA">
              <w:rPr>
                <w:rtl/>
              </w:rPr>
              <w:t>الثانية عشرة</w:t>
            </w:r>
          </w:p>
          <w:p w:rsidR="00094C06" w:rsidRDefault="008A01C2" w:rsidP="00094C06">
            <w:pPr>
              <w:pStyle w:val="libCenter"/>
              <w:rPr>
                <w:rFonts w:hint="cs"/>
                <w:rtl/>
                <w:lang w:bidi="fa-IR"/>
              </w:rPr>
            </w:pPr>
            <w:r>
              <w:rPr>
                <w:rFonts w:hint="cs"/>
                <w:rtl/>
              </w:rPr>
              <w:t>-</w:t>
            </w:r>
          </w:p>
          <w:p w:rsidR="00094C06" w:rsidRDefault="008A01C2" w:rsidP="00094C06">
            <w:pPr>
              <w:pStyle w:val="libCenter"/>
              <w:rPr>
                <w:rFonts w:hint="cs"/>
                <w:rtl/>
              </w:rPr>
            </w:pPr>
            <w:r>
              <w:rPr>
                <w:rFonts w:hint="cs"/>
                <w:rtl/>
              </w:rPr>
              <w:t>-</w:t>
            </w:r>
          </w:p>
          <w:p w:rsidR="00094C06" w:rsidRPr="00791112" w:rsidRDefault="008A01C2" w:rsidP="00094C06">
            <w:pPr>
              <w:pStyle w:val="libCenter"/>
              <w:rPr>
                <w:rFonts w:hint="cs"/>
                <w:rtl/>
              </w:rPr>
            </w:pPr>
            <w:r>
              <w:rPr>
                <w:rFonts w:hint="cs"/>
                <w:rtl/>
              </w:rPr>
              <w:t>-</w:t>
            </w:r>
          </w:p>
        </w:tc>
        <w:tc>
          <w:tcPr>
            <w:tcW w:w="1908" w:type="dxa"/>
            <w:shd w:val="clear" w:color="auto" w:fill="auto"/>
          </w:tcPr>
          <w:p w:rsidR="00094C06" w:rsidRDefault="008A01C2" w:rsidP="00094C06">
            <w:pPr>
              <w:pStyle w:val="libNormal0"/>
              <w:rPr>
                <w:rFonts w:hint="cs"/>
                <w:rtl/>
              </w:rPr>
            </w:pPr>
            <w:r>
              <w:rPr>
                <w:rFonts w:hint="cs"/>
                <w:rtl/>
              </w:rPr>
              <w:t>-</w:t>
            </w:r>
          </w:p>
          <w:p w:rsidR="00094C06" w:rsidRDefault="008A01C2" w:rsidP="00094C06">
            <w:pPr>
              <w:pStyle w:val="libNormal0"/>
              <w:rPr>
                <w:rFonts w:hint="cs"/>
                <w:rtl/>
              </w:rPr>
            </w:pPr>
            <w:r>
              <w:rPr>
                <w:rFonts w:hint="cs"/>
                <w:rtl/>
              </w:rPr>
              <w:t>-</w:t>
            </w:r>
          </w:p>
          <w:p w:rsidR="00094C06" w:rsidRDefault="00094C06" w:rsidP="00094C06">
            <w:pPr>
              <w:pStyle w:val="libNormal0"/>
              <w:rPr>
                <w:rFonts w:hint="cs"/>
                <w:rtl/>
              </w:rPr>
            </w:pPr>
            <w:r w:rsidRPr="003A59EA">
              <w:rPr>
                <w:rtl/>
              </w:rPr>
              <w:t>الثامنة</w:t>
            </w:r>
          </w:p>
          <w:p w:rsidR="00094C06" w:rsidRDefault="00094C06" w:rsidP="00094C06">
            <w:pPr>
              <w:pStyle w:val="libNormal0"/>
              <w:rPr>
                <w:rFonts w:hint="cs"/>
                <w:rtl/>
              </w:rPr>
            </w:pPr>
            <w:r w:rsidRPr="003A59EA">
              <w:rPr>
                <w:rtl/>
              </w:rPr>
              <w:t>العاشرة</w:t>
            </w:r>
          </w:p>
          <w:p w:rsidR="00094C06" w:rsidRDefault="00094C06" w:rsidP="00094C06">
            <w:pPr>
              <w:pStyle w:val="libNormal0"/>
              <w:rPr>
                <w:rFonts w:hint="cs"/>
                <w:rtl/>
              </w:rPr>
            </w:pPr>
            <w:r w:rsidRPr="003A59EA">
              <w:rPr>
                <w:rtl/>
              </w:rPr>
              <w:t>الحادية عشرة</w:t>
            </w:r>
          </w:p>
        </w:tc>
      </w:tr>
    </w:tbl>
    <w:p w:rsidR="00094C06" w:rsidRPr="003A59EA" w:rsidRDefault="00094C06" w:rsidP="00094C06">
      <w:pPr>
        <w:pStyle w:val="libNormal"/>
        <w:rPr>
          <w:rtl/>
        </w:rPr>
      </w:pPr>
      <w:r w:rsidRPr="003A59EA">
        <w:rPr>
          <w:rtl/>
        </w:rPr>
        <w:t>ومن الجدير بالإشارة أن فوائد خاتمة الوسائل ( الثامنة</w:t>
      </w:r>
      <w:r w:rsidR="008A01C2">
        <w:rPr>
          <w:rtl/>
        </w:rPr>
        <w:t>،</w:t>
      </w:r>
      <w:r w:rsidRPr="003A59EA">
        <w:rPr>
          <w:rtl/>
        </w:rPr>
        <w:t xml:space="preserve"> والعاشرة</w:t>
      </w:r>
      <w:r w:rsidR="008A01C2">
        <w:rPr>
          <w:rtl/>
        </w:rPr>
        <w:t>،</w:t>
      </w:r>
      <w:r w:rsidRPr="003A59EA">
        <w:rPr>
          <w:rtl/>
        </w:rPr>
        <w:t xml:space="preserve"> والحادية عشرة ) قد بحثها صاحب المستدرك ضمنا وفي أكثر من فائدة</w:t>
      </w:r>
      <w:r w:rsidR="008A01C2">
        <w:rPr>
          <w:rtl/>
        </w:rPr>
        <w:t>،</w:t>
      </w:r>
      <w:r w:rsidRPr="003A59EA">
        <w:rPr>
          <w:rtl/>
        </w:rPr>
        <w:t xml:space="preserve"> لا سيما في الفائدتين الرابعة والخامسة.</w:t>
      </w:r>
    </w:p>
    <w:p w:rsidR="00094C06" w:rsidRPr="003A59EA" w:rsidRDefault="00094C06" w:rsidP="00094C06">
      <w:pPr>
        <w:pStyle w:val="libNormal"/>
        <w:rPr>
          <w:rtl/>
        </w:rPr>
      </w:pPr>
      <w:r w:rsidRPr="003A59EA">
        <w:rPr>
          <w:rtl/>
        </w:rPr>
        <w:t>وقد وجدنا الشيخ الحر</w:t>
      </w:r>
      <w:r w:rsidR="008A01C2">
        <w:rPr>
          <w:rtl/>
        </w:rPr>
        <w:t xml:space="preserve"> - </w:t>
      </w:r>
      <w:r w:rsidRPr="00094C06">
        <w:rPr>
          <w:rStyle w:val="libAlaemChar"/>
          <w:rtl/>
        </w:rPr>
        <w:t>قدس‌سره</w:t>
      </w:r>
      <w:r w:rsidR="008A01C2">
        <w:rPr>
          <w:rtl/>
        </w:rPr>
        <w:t xml:space="preserve"> - </w:t>
      </w:r>
      <w:r w:rsidRPr="003A59EA">
        <w:rPr>
          <w:rtl/>
        </w:rPr>
        <w:t>قد اقتصر في الفائدة الأولى على ترتيب طرق الصدوق فقط</w:t>
      </w:r>
      <w:r w:rsidR="008A01C2">
        <w:rPr>
          <w:rtl/>
        </w:rPr>
        <w:t>،</w:t>
      </w:r>
      <w:r w:rsidRPr="003A59EA">
        <w:rPr>
          <w:rtl/>
        </w:rPr>
        <w:t xml:space="preserve"> بينما بحثت هذه الطرق تفصيلا في خاتمة المستدرك في الفائدة الخامسة</w:t>
      </w:r>
      <w:r w:rsidR="008A01C2">
        <w:rPr>
          <w:rtl/>
        </w:rPr>
        <w:t>،</w:t>
      </w:r>
      <w:r w:rsidRPr="003A59EA">
        <w:rPr>
          <w:rtl/>
        </w:rPr>
        <w:t xml:space="preserve"> مع إعطاء دراسة تامة لكل رجل من رجال هذه الطرق</w:t>
      </w:r>
      <w:r w:rsidR="008A01C2">
        <w:rPr>
          <w:rtl/>
        </w:rPr>
        <w:t>،</w:t>
      </w:r>
      <w:r w:rsidRPr="003A59EA">
        <w:rPr>
          <w:rtl/>
        </w:rPr>
        <w:t xml:space="preserve"> بل وتعيين من روى عنه من الثقات المشهورين مع تعيين رواياتهم في الكتب الأربعة وغيرها من كتب الحديث عن الشيعة الإمامية</w:t>
      </w:r>
      <w:r w:rsidR="008A01C2">
        <w:rPr>
          <w:rtl/>
        </w:rPr>
        <w:t>،</w:t>
      </w:r>
      <w:r w:rsidRPr="003A59EA">
        <w:rPr>
          <w:rtl/>
        </w:rPr>
        <w:t xml:space="preserve"> ولم يستثن</w:t>
      </w:r>
      <w:r w:rsidR="008A01C2">
        <w:rPr>
          <w:rtl/>
        </w:rPr>
        <w:t xml:space="preserve"> - </w:t>
      </w:r>
      <w:r w:rsidRPr="003A59EA">
        <w:rPr>
          <w:rtl/>
        </w:rPr>
        <w:t>من هذه الدراسة</w:t>
      </w:r>
      <w:r w:rsidR="008A01C2">
        <w:rPr>
          <w:rtl/>
        </w:rPr>
        <w:t xml:space="preserve"> - </w:t>
      </w:r>
      <w:r w:rsidRPr="003A59EA">
        <w:rPr>
          <w:rtl/>
        </w:rPr>
        <w:t>أحد من الرواة إلاّ الثقات المشهورين شهرة واسعة جدا مع الإجماع على وثاقتهم.</w:t>
      </w:r>
    </w:p>
    <w:p w:rsidR="00094C06" w:rsidRPr="003A59EA" w:rsidRDefault="00094C06" w:rsidP="00094C06">
      <w:pPr>
        <w:pStyle w:val="libNormal"/>
        <w:rPr>
          <w:rtl/>
        </w:rPr>
      </w:pPr>
      <w:r w:rsidRPr="003A59EA">
        <w:rPr>
          <w:rtl/>
        </w:rPr>
        <w:t>ومثل هذا الفارق نجده أيضا فيما تخصص من فوائد الخاتمتين لمشيخة التهذيب والاستبصار</w:t>
      </w:r>
      <w:r w:rsidR="008A01C2">
        <w:rPr>
          <w:rtl/>
        </w:rPr>
        <w:t>،</w:t>
      </w:r>
      <w:r w:rsidRPr="003A59EA">
        <w:rPr>
          <w:rtl/>
        </w:rPr>
        <w:t xml:space="preserve"> حيث الاكتفاء بنقلها كما هي من غير ترتيب في خاتمة الوسائل تلافيا للتكرار الذي ينجم من الترتيب</w:t>
      </w:r>
      <w:r w:rsidR="008A01C2">
        <w:rPr>
          <w:rtl/>
        </w:rPr>
        <w:t>،</w:t>
      </w:r>
      <w:r w:rsidRPr="003A59EA">
        <w:rPr>
          <w:rtl/>
        </w:rPr>
        <w:t xml:space="preserve"> لاعتماد الشيخ الطوسي</w:t>
      </w:r>
      <w:r w:rsidR="008A01C2">
        <w:rPr>
          <w:rtl/>
        </w:rPr>
        <w:t xml:space="preserve"> - </w:t>
      </w:r>
      <w:r w:rsidRPr="00094C06">
        <w:rPr>
          <w:rStyle w:val="libAlaemChar"/>
          <w:rtl/>
        </w:rPr>
        <w:t>قدس‌سره</w:t>
      </w:r>
      <w:r w:rsidR="008A01C2">
        <w:rPr>
          <w:rtl/>
        </w:rPr>
        <w:t xml:space="preserve"> - </w:t>
      </w:r>
      <w:r w:rsidRPr="003A59EA">
        <w:rPr>
          <w:rtl/>
        </w:rPr>
        <w:t>على شطر من طرقه في بيان طرقه الأخرى</w:t>
      </w:r>
      <w:r w:rsidR="008A01C2">
        <w:rPr>
          <w:rtl/>
        </w:rPr>
        <w:t>،</w:t>
      </w:r>
      <w:r w:rsidRPr="003A59EA">
        <w:rPr>
          <w:rtl/>
        </w:rPr>
        <w:t xml:space="preserve"> في حين أضيفت لدراسة هذه الطرق في خاتمة المستدرك جميع طرق الشيخ إلى كتب الشيعة في الفهرست</w:t>
      </w:r>
      <w:r w:rsidR="008A01C2">
        <w:rPr>
          <w:rtl/>
        </w:rPr>
        <w:t>،</w:t>
      </w:r>
      <w:r w:rsidRPr="003A59EA">
        <w:rPr>
          <w:rtl/>
        </w:rPr>
        <w:t xml:space="preserve"> مع بيان الحكم</w:t>
      </w:r>
      <w:r w:rsidR="008A01C2">
        <w:rPr>
          <w:rtl/>
        </w:rPr>
        <w:t xml:space="preserve"> - </w:t>
      </w:r>
      <w:r w:rsidRPr="003A59EA">
        <w:rPr>
          <w:rtl/>
        </w:rPr>
        <w:t>بالصحة أو الضعف</w:t>
      </w:r>
      <w:r w:rsidR="008A01C2">
        <w:rPr>
          <w:rtl/>
        </w:rPr>
        <w:t xml:space="preserve"> - </w:t>
      </w:r>
      <w:r w:rsidRPr="003A59EA">
        <w:rPr>
          <w:rtl/>
        </w:rPr>
        <w:t>على كل طريق</w:t>
      </w:r>
      <w:r w:rsidR="008A01C2">
        <w:rPr>
          <w:rtl/>
        </w:rPr>
        <w:t>،</w:t>
      </w:r>
      <w:r w:rsidRPr="003A59EA">
        <w:rPr>
          <w:rtl/>
        </w:rPr>
        <w:t xml:space="preserve"> ولا شك ان هذا الحكم على كل طريق من طرق الشيخ في</w:t>
      </w:r>
    </w:p>
    <w:p w:rsidR="00094C06" w:rsidRDefault="00094C06" w:rsidP="00094C06">
      <w:pPr>
        <w:pStyle w:val="libNormal"/>
        <w:rPr>
          <w:rtl/>
        </w:rPr>
      </w:pPr>
      <w:r>
        <w:rPr>
          <w:rtl/>
        </w:rPr>
        <w:br w:type="page"/>
      </w:r>
    </w:p>
    <w:p w:rsidR="00094C06" w:rsidRPr="003A59EA" w:rsidRDefault="00094C06" w:rsidP="00094C06">
      <w:pPr>
        <w:pStyle w:val="libNormal0"/>
        <w:rPr>
          <w:rtl/>
        </w:rPr>
      </w:pPr>
      <w:r w:rsidRPr="003A59EA">
        <w:rPr>
          <w:rtl/>
        </w:rPr>
        <w:lastRenderedPageBreak/>
        <w:t>الفهرست بالصحة أو الضعف</w:t>
      </w:r>
      <w:r w:rsidR="008A01C2">
        <w:rPr>
          <w:rtl/>
        </w:rPr>
        <w:t>،</w:t>
      </w:r>
      <w:r w:rsidRPr="003A59EA">
        <w:rPr>
          <w:rtl/>
        </w:rPr>
        <w:t xml:space="preserve"> هو نتيجة لدراسة رجالية موسعة شملت جميع من ذكر في الفهرست</w:t>
      </w:r>
      <w:r w:rsidR="008A01C2">
        <w:rPr>
          <w:rtl/>
        </w:rPr>
        <w:t>،</w:t>
      </w:r>
      <w:r w:rsidRPr="003A59EA">
        <w:rPr>
          <w:rtl/>
        </w:rPr>
        <w:t xml:space="preserve"> ولم يشذ عن ذلك إلاّ من كان معاصرا للشيخ وله كتاب رواه عنه مباشرة</w:t>
      </w:r>
      <w:r w:rsidR="008A01C2">
        <w:rPr>
          <w:rtl/>
        </w:rPr>
        <w:t>،</w:t>
      </w:r>
      <w:r w:rsidRPr="003A59EA">
        <w:rPr>
          <w:rtl/>
        </w:rPr>
        <w:t xml:space="preserve"> إذ لا طريق.</w:t>
      </w:r>
    </w:p>
    <w:p w:rsidR="00094C06" w:rsidRPr="003A59EA" w:rsidRDefault="00094C06" w:rsidP="00094C06">
      <w:pPr>
        <w:pStyle w:val="libNormal"/>
        <w:rPr>
          <w:rtl/>
        </w:rPr>
      </w:pPr>
      <w:r w:rsidRPr="003A59EA">
        <w:rPr>
          <w:rtl/>
        </w:rPr>
        <w:t>إلى غير ذلك من المميزات التي انفردت بها إحداهما عن الأخرى</w:t>
      </w:r>
      <w:r w:rsidR="008A01C2">
        <w:rPr>
          <w:rtl/>
        </w:rPr>
        <w:t>،</w:t>
      </w:r>
      <w:r w:rsidRPr="003A59EA">
        <w:rPr>
          <w:rtl/>
        </w:rPr>
        <w:t xml:space="preserve"> إلاّ أن القاسم المشترك بينهما هو الاعتماد على المباني الاخبارية التي تختلف عن مباني الأصوليين إزاء بعض النتائج المقرّرة في هاتين الخاتمتين</w:t>
      </w:r>
      <w:r w:rsidR="008A01C2">
        <w:rPr>
          <w:rtl/>
        </w:rPr>
        <w:t>،</w:t>
      </w:r>
      <w:r w:rsidRPr="003A59EA">
        <w:rPr>
          <w:rtl/>
        </w:rPr>
        <w:t xml:space="preserve"> اختلافا يضيق في بعض الأحيان فيعود لفظيا لا تفاوت فيما يرتبه المبنيان عليه من آثار</w:t>
      </w:r>
      <w:r w:rsidR="008A01C2">
        <w:rPr>
          <w:rtl/>
        </w:rPr>
        <w:t>،</w:t>
      </w:r>
      <w:r w:rsidRPr="003A59EA">
        <w:rPr>
          <w:rtl/>
        </w:rPr>
        <w:t xml:space="preserve"> ولكنه قد يتسع أحيانا اخرى اتساعا بحيث لا يمكن الجمع بين آثارهما بحال.</w:t>
      </w:r>
    </w:p>
    <w:p w:rsidR="00094C06" w:rsidRPr="003A59EA" w:rsidRDefault="00094C06" w:rsidP="00094C06">
      <w:pPr>
        <w:pStyle w:val="libNormal"/>
        <w:rPr>
          <w:rtl/>
        </w:rPr>
      </w:pPr>
      <w:r w:rsidRPr="003A59EA">
        <w:rPr>
          <w:rtl/>
        </w:rPr>
        <w:t>إلاّ أن ما نجده في البحوث الرجالية والدرائية والكتب المعدة لهذا الغرض</w:t>
      </w:r>
      <w:r w:rsidR="008A01C2">
        <w:rPr>
          <w:rtl/>
        </w:rPr>
        <w:t xml:space="preserve"> - </w:t>
      </w:r>
      <w:r w:rsidRPr="003A59EA">
        <w:rPr>
          <w:rtl/>
        </w:rPr>
        <w:t>بعد عصر الشيخ النوري</w:t>
      </w:r>
      <w:r w:rsidR="008A01C2">
        <w:rPr>
          <w:rtl/>
        </w:rPr>
        <w:t xml:space="preserve"> - </w:t>
      </w:r>
      <w:r w:rsidRPr="003A59EA">
        <w:rPr>
          <w:rtl/>
        </w:rPr>
        <w:t>يؤكد على أن لثمرات « خاتمة المستدرك » أهمية لا يسع أرباب أي مبنى</w:t>
      </w:r>
      <w:r w:rsidR="008A01C2">
        <w:rPr>
          <w:rtl/>
        </w:rPr>
        <w:t xml:space="preserve"> - </w:t>
      </w:r>
      <w:r w:rsidRPr="003A59EA">
        <w:rPr>
          <w:rtl/>
        </w:rPr>
        <w:t>في هذا الحقل</w:t>
      </w:r>
      <w:r w:rsidR="008A01C2">
        <w:rPr>
          <w:rtl/>
        </w:rPr>
        <w:t xml:space="preserve"> - </w:t>
      </w:r>
      <w:r w:rsidRPr="003A59EA">
        <w:rPr>
          <w:rtl/>
        </w:rPr>
        <w:t>تركها أو الإعراض عنها بحال من الأحوال على الرغم من اعتماد المباني الخاصة فيها.</w:t>
      </w:r>
    </w:p>
    <w:p w:rsidR="00094C06" w:rsidRPr="003A59EA" w:rsidRDefault="00094C06" w:rsidP="00094C06">
      <w:pPr>
        <w:pStyle w:val="libNormal"/>
        <w:rPr>
          <w:rtl/>
        </w:rPr>
      </w:pPr>
      <w:r w:rsidRPr="003A59EA">
        <w:rPr>
          <w:rtl/>
        </w:rPr>
        <w:t>وقد اضطرنا هذا الاختلاف المبنوي</w:t>
      </w:r>
      <w:r w:rsidR="008A01C2">
        <w:rPr>
          <w:rtl/>
        </w:rPr>
        <w:t xml:space="preserve"> - </w:t>
      </w:r>
      <w:r w:rsidRPr="003A59EA">
        <w:rPr>
          <w:rtl/>
        </w:rPr>
        <w:t>أحيانا</w:t>
      </w:r>
      <w:r w:rsidR="008A01C2">
        <w:rPr>
          <w:rtl/>
        </w:rPr>
        <w:t xml:space="preserve"> - </w:t>
      </w:r>
      <w:r w:rsidRPr="003A59EA">
        <w:rPr>
          <w:rtl/>
        </w:rPr>
        <w:t>إلى الإشارة السريعة إلى أهمه خصوصا فيما يتعلق بالتوثيقات العامة المتركزة في الفوائد</w:t>
      </w:r>
      <w:r w:rsidR="008A01C2">
        <w:rPr>
          <w:rtl/>
        </w:rPr>
        <w:t>:</w:t>
      </w:r>
      <w:r>
        <w:rPr>
          <w:rFonts w:hint="cs"/>
          <w:rtl/>
        </w:rPr>
        <w:t xml:space="preserve"> </w:t>
      </w:r>
      <w:r w:rsidRPr="003A59EA">
        <w:rPr>
          <w:rtl/>
        </w:rPr>
        <w:t>« الرابعة</w:t>
      </w:r>
      <w:r w:rsidR="008A01C2">
        <w:rPr>
          <w:rtl/>
        </w:rPr>
        <w:t>،</w:t>
      </w:r>
      <w:r w:rsidRPr="003A59EA">
        <w:rPr>
          <w:rtl/>
        </w:rPr>
        <w:t xml:space="preserve"> والخامسة</w:t>
      </w:r>
      <w:r w:rsidR="008A01C2">
        <w:rPr>
          <w:rtl/>
        </w:rPr>
        <w:t>،</w:t>
      </w:r>
      <w:r w:rsidRPr="003A59EA">
        <w:rPr>
          <w:rtl/>
        </w:rPr>
        <w:t xml:space="preserve"> والسادسة » وأعرضنا عن بيان الاختلافات الأخرى</w:t>
      </w:r>
      <w:r w:rsidR="008A01C2">
        <w:rPr>
          <w:rtl/>
        </w:rPr>
        <w:t>،</w:t>
      </w:r>
      <w:r w:rsidRPr="003A59EA">
        <w:rPr>
          <w:rtl/>
        </w:rPr>
        <w:t xml:space="preserve"> التزاما بإظهار نص المؤلف بصورة واضحة خالية من التعقيد والتصحيف والتحريف كما هو منهجنا في التحقيق.</w:t>
      </w:r>
    </w:p>
    <w:p w:rsidR="00094C06" w:rsidRPr="003A59EA" w:rsidRDefault="00094C06" w:rsidP="00094C06">
      <w:pPr>
        <w:pStyle w:val="libNormal"/>
        <w:rPr>
          <w:rtl/>
        </w:rPr>
      </w:pPr>
      <w:r w:rsidRPr="003A59EA">
        <w:rPr>
          <w:rtl/>
        </w:rPr>
        <w:t>وبهذا المقدار من الحديث عن خاتمة المستدرك قد آن الأوان لأن تحظى فوائده بما وعدنا به من تعريف فنقول</w:t>
      </w:r>
      <w:r w:rsidR="008A01C2">
        <w:rPr>
          <w:rtl/>
        </w:rPr>
        <w:t>:</w:t>
      </w:r>
    </w:p>
    <w:p w:rsidR="00094C06" w:rsidRDefault="00094C06" w:rsidP="00094C06">
      <w:pPr>
        <w:pStyle w:val="libNormal"/>
        <w:rPr>
          <w:rtl/>
        </w:rPr>
      </w:pPr>
      <w:r>
        <w:rPr>
          <w:rtl/>
        </w:rPr>
        <w:br w:type="page"/>
      </w:r>
    </w:p>
    <w:p w:rsidR="00094C06" w:rsidRDefault="00094C06" w:rsidP="00094C06">
      <w:pPr>
        <w:pStyle w:val="libCenterBold1"/>
        <w:rPr>
          <w:rtl/>
        </w:rPr>
      </w:pPr>
      <w:r w:rsidRPr="003A59EA">
        <w:rPr>
          <w:rtl/>
        </w:rPr>
        <w:lastRenderedPageBreak/>
        <w:t>الفائدة الأولى</w:t>
      </w:r>
    </w:p>
    <w:p w:rsidR="00094C06" w:rsidRPr="003A59EA" w:rsidRDefault="00094C06" w:rsidP="00094C06">
      <w:pPr>
        <w:pStyle w:val="libNormal"/>
        <w:rPr>
          <w:rtl/>
        </w:rPr>
      </w:pPr>
      <w:r w:rsidRPr="003A59EA">
        <w:rPr>
          <w:rtl/>
        </w:rPr>
        <w:t>خصصت هذه الفائدة لبيان مصادر المستدرك</w:t>
      </w:r>
      <w:r w:rsidR="008A01C2">
        <w:rPr>
          <w:rtl/>
        </w:rPr>
        <w:t>،</w:t>
      </w:r>
      <w:r w:rsidRPr="003A59EA">
        <w:rPr>
          <w:rtl/>
        </w:rPr>
        <w:t xml:space="preserve"> وهي أقصر فائدة في فوائد هذه الخاتمة</w:t>
      </w:r>
      <w:r w:rsidR="008A01C2">
        <w:rPr>
          <w:rtl/>
        </w:rPr>
        <w:t>،</w:t>
      </w:r>
      <w:r w:rsidRPr="003A59EA">
        <w:rPr>
          <w:rtl/>
        </w:rPr>
        <w:t xml:space="preserve"> إذ لم يذكر المصنف فيها سوى مقدمة يسيرة تعرب عن جهده في صياغة ما أنشأه من معارف مهمة ذات صلة بالحديث الشريف ومن ثم تعداد الكتب التي اعتمدها في تسجيل ما استدركه على الشيخ الحر من الأحاديث.</w:t>
      </w:r>
    </w:p>
    <w:p w:rsidR="00094C06" w:rsidRPr="003A59EA" w:rsidRDefault="00094C06" w:rsidP="00094C06">
      <w:pPr>
        <w:pStyle w:val="libNormal"/>
        <w:rPr>
          <w:rtl/>
        </w:rPr>
      </w:pPr>
      <w:r w:rsidRPr="003A59EA">
        <w:rPr>
          <w:rtl/>
        </w:rPr>
        <w:t>ولقد كان الابتداء بها في هذه الخاتمة موفقا من حيث الترتيب الفني لهذه الفوائدة وتسلسلها على خلاف ما هو عليه في ترتيب فوائد خاتمة الوسائل إذ ابتدأت بنقل مشيخة الصدوق في كتاب من لا يحضره الفقيه.</w:t>
      </w:r>
    </w:p>
    <w:p w:rsidR="00094C06" w:rsidRPr="003A59EA" w:rsidRDefault="00094C06" w:rsidP="00094C06">
      <w:pPr>
        <w:pStyle w:val="libNormal"/>
        <w:rPr>
          <w:rtl/>
        </w:rPr>
      </w:pPr>
      <w:r w:rsidRPr="003A59EA">
        <w:rPr>
          <w:rtl/>
        </w:rPr>
        <w:t>وعلى أية حال</w:t>
      </w:r>
      <w:r w:rsidR="008A01C2">
        <w:rPr>
          <w:rtl/>
        </w:rPr>
        <w:t>،</w:t>
      </w:r>
      <w:r w:rsidRPr="003A59EA">
        <w:rPr>
          <w:rtl/>
        </w:rPr>
        <w:t xml:space="preserve"> فإنّ تنظيم فوائد خاتمة المستدرك ابتداء بمصادره وانتهاء بترجمة مؤلفة قد أضفى على هذه الخاتمة نوعا من الجمال</w:t>
      </w:r>
      <w:r w:rsidR="008A01C2">
        <w:rPr>
          <w:rtl/>
        </w:rPr>
        <w:t>،</w:t>
      </w:r>
      <w:r w:rsidRPr="003A59EA">
        <w:rPr>
          <w:rtl/>
        </w:rPr>
        <w:t xml:space="preserve"> لانسجام العرض مع الترتيب.</w:t>
      </w:r>
    </w:p>
    <w:p w:rsidR="00094C06" w:rsidRPr="003A59EA" w:rsidRDefault="00094C06" w:rsidP="00094C06">
      <w:pPr>
        <w:pStyle w:val="libNormal"/>
        <w:rPr>
          <w:rtl/>
        </w:rPr>
      </w:pPr>
      <w:r w:rsidRPr="003A59EA">
        <w:rPr>
          <w:rtl/>
        </w:rPr>
        <w:t>ولما كان الشيخ الحر العاملي</w:t>
      </w:r>
      <w:r w:rsidR="008A01C2">
        <w:rPr>
          <w:rtl/>
        </w:rPr>
        <w:t xml:space="preserve"> - </w:t>
      </w:r>
      <w:r w:rsidRPr="00094C06">
        <w:rPr>
          <w:rStyle w:val="libAlaemChar"/>
          <w:rtl/>
        </w:rPr>
        <w:t>قدس‌سره</w:t>
      </w:r>
      <w:r w:rsidR="008A01C2">
        <w:rPr>
          <w:rtl/>
        </w:rPr>
        <w:t xml:space="preserve"> - </w:t>
      </w:r>
      <w:r w:rsidRPr="003A59EA">
        <w:rPr>
          <w:rtl/>
        </w:rPr>
        <w:t>قد أشار إلى كتب أهملها حين تدوين « الوسائل » لذا قد يكون « المستدرك » موحيا بالاعتماد على هذه الكتب ونظائرها.</w:t>
      </w:r>
    </w:p>
    <w:p w:rsidR="00094C06" w:rsidRPr="003A59EA" w:rsidRDefault="00094C06" w:rsidP="00094C06">
      <w:pPr>
        <w:pStyle w:val="libNormal"/>
        <w:rPr>
          <w:rtl/>
        </w:rPr>
      </w:pPr>
      <w:r w:rsidRPr="003A59EA">
        <w:rPr>
          <w:rtl/>
        </w:rPr>
        <w:t>ومن هنا يظهر اهتمام المصنف بهذه الفائدة وتقديمها على ما سواها</w:t>
      </w:r>
      <w:r w:rsidR="008A01C2">
        <w:rPr>
          <w:rtl/>
        </w:rPr>
        <w:t>،</w:t>
      </w:r>
      <w:r w:rsidRPr="003A59EA">
        <w:rPr>
          <w:rtl/>
        </w:rPr>
        <w:t xml:space="preserve"> لأنها الأساس الذي شيّد عليه صرح المستدرك.</w:t>
      </w:r>
    </w:p>
    <w:p w:rsidR="00094C06" w:rsidRPr="003A59EA" w:rsidRDefault="00094C06" w:rsidP="00094C06">
      <w:pPr>
        <w:pStyle w:val="libNormal"/>
        <w:rPr>
          <w:rtl/>
        </w:rPr>
      </w:pPr>
      <w:r w:rsidRPr="003A59EA">
        <w:rPr>
          <w:rtl/>
        </w:rPr>
        <w:t>وما كان الشيخ النوري مغامرا ليختار أرضا رخوة يقيم عليها مثل هذا البناء</w:t>
      </w:r>
      <w:r w:rsidR="008A01C2">
        <w:rPr>
          <w:rtl/>
        </w:rPr>
        <w:t>،</w:t>
      </w:r>
      <w:r w:rsidRPr="003A59EA">
        <w:rPr>
          <w:rtl/>
        </w:rPr>
        <w:t xml:space="preserve"> لينهار قبل تمامه</w:t>
      </w:r>
      <w:r w:rsidR="008A01C2">
        <w:rPr>
          <w:rtl/>
        </w:rPr>
        <w:t>،</w:t>
      </w:r>
      <w:r w:rsidRPr="003A59EA">
        <w:rPr>
          <w:rtl/>
        </w:rPr>
        <w:t xml:space="preserve"> كما سنوضحه في هذه السطور</w:t>
      </w:r>
      <w:r w:rsidR="008A01C2">
        <w:rPr>
          <w:rtl/>
        </w:rPr>
        <w:t>،</w:t>
      </w:r>
      <w:r w:rsidRPr="003A59EA">
        <w:rPr>
          <w:rtl/>
        </w:rPr>
        <w:t xml:space="preserve"> فنقول</w:t>
      </w:r>
      <w:r w:rsidR="008A01C2">
        <w:rPr>
          <w:rtl/>
        </w:rPr>
        <w:t>:</w:t>
      </w:r>
    </w:p>
    <w:p w:rsidR="00094C06" w:rsidRPr="003A59EA" w:rsidRDefault="00094C06" w:rsidP="00094C06">
      <w:pPr>
        <w:pStyle w:val="libNormal"/>
        <w:rPr>
          <w:rtl/>
        </w:rPr>
      </w:pPr>
      <w:r w:rsidRPr="003A59EA">
        <w:rPr>
          <w:rtl/>
        </w:rPr>
        <w:t>صرح الشيخ الحر العاملي</w:t>
      </w:r>
      <w:r w:rsidR="008A01C2">
        <w:rPr>
          <w:rtl/>
        </w:rPr>
        <w:t xml:space="preserve"> - </w:t>
      </w:r>
      <w:r w:rsidRPr="00094C06">
        <w:rPr>
          <w:rStyle w:val="libAlaemChar"/>
          <w:rtl/>
        </w:rPr>
        <w:t>قدس‌سره</w:t>
      </w:r>
      <w:r w:rsidR="008A01C2">
        <w:rPr>
          <w:rtl/>
        </w:rPr>
        <w:t xml:space="preserve"> - </w:t>
      </w:r>
      <w:r w:rsidRPr="003A59EA">
        <w:rPr>
          <w:rtl/>
        </w:rPr>
        <w:t>في الفائدة الرابعة من</w:t>
      </w:r>
    </w:p>
    <w:p w:rsidR="00094C06" w:rsidRDefault="00094C06" w:rsidP="00094C06">
      <w:pPr>
        <w:pStyle w:val="libNormal"/>
        <w:rPr>
          <w:rtl/>
        </w:rPr>
      </w:pPr>
      <w:r>
        <w:rPr>
          <w:rtl/>
        </w:rPr>
        <w:br w:type="page"/>
      </w:r>
    </w:p>
    <w:p w:rsidR="00094C06" w:rsidRPr="003A59EA" w:rsidRDefault="00094C06" w:rsidP="00094C06">
      <w:pPr>
        <w:pStyle w:val="libNormal0"/>
        <w:rPr>
          <w:rtl/>
        </w:rPr>
      </w:pPr>
      <w:r w:rsidRPr="003A59EA">
        <w:rPr>
          <w:rtl/>
        </w:rPr>
        <w:lastRenderedPageBreak/>
        <w:t>خاتمة الوسائل بأسماء الكتب التي نقل منها أحاديث « الوسائل » فكانت على نحوين وهما</w:t>
      </w:r>
      <w:r w:rsidR="008A01C2">
        <w:rPr>
          <w:rtl/>
        </w:rPr>
        <w:t>:</w:t>
      </w:r>
    </w:p>
    <w:p w:rsidR="00094C06" w:rsidRPr="003A59EA" w:rsidRDefault="00094C06" w:rsidP="00094C06">
      <w:pPr>
        <w:pStyle w:val="libNormal"/>
        <w:rPr>
          <w:rtl/>
        </w:rPr>
      </w:pPr>
      <w:r w:rsidRPr="00094C06">
        <w:rPr>
          <w:rStyle w:val="libBold2Char"/>
          <w:rtl/>
        </w:rPr>
        <w:t>الأول</w:t>
      </w:r>
      <w:r w:rsidR="008A01C2">
        <w:rPr>
          <w:rtl/>
        </w:rPr>
        <w:t>:</w:t>
      </w:r>
      <w:r w:rsidRPr="003A59EA">
        <w:rPr>
          <w:rtl/>
        </w:rPr>
        <w:t xml:space="preserve"> كتب نقل منها مباشرة</w:t>
      </w:r>
      <w:r w:rsidR="008A01C2">
        <w:rPr>
          <w:rtl/>
        </w:rPr>
        <w:t>،</w:t>
      </w:r>
      <w:r w:rsidRPr="003A59EA">
        <w:rPr>
          <w:rtl/>
        </w:rPr>
        <w:t xml:space="preserve"> وهي اثنان وثمانون كتابا.</w:t>
      </w:r>
    </w:p>
    <w:p w:rsidR="00094C06" w:rsidRPr="003A59EA" w:rsidRDefault="00094C06" w:rsidP="00094C06">
      <w:pPr>
        <w:pStyle w:val="libNormal"/>
        <w:rPr>
          <w:rtl/>
        </w:rPr>
      </w:pPr>
      <w:r w:rsidRPr="00094C06">
        <w:rPr>
          <w:rStyle w:val="libBold2Char"/>
          <w:rtl/>
        </w:rPr>
        <w:t>الثاني</w:t>
      </w:r>
      <w:r w:rsidR="008A01C2">
        <w:rPr>
          <w:rStyle w:val="libBold2Char"/>
          <w:rtl/>
        </w:rPr>
        <w:t>:</w:t>
      </w:r>
      <w:r w:rsidRPr="003A59EA">
        <w:rPr>
          <w:rtl/>
        </w:rPr>
        <w:t xml:space="preserve"> كتب نقل منها بالواسطة</w:t>
      </w:r>
      <w:r w:rsidR="008A01C2">
        <w:rPr>
          <w:rtl/>
        </w:rPr>
        <w:t>،</w:t>
      </w:r>
      <w:r w:rsidRPr="003A59EA">
        <w:rPr>
          <w:rtl/>
        </w:rPr>
        <w:t xml:space="preserve"> وهي ستة وتسعون كتابا.</w:t>
      </w:r>
    </w:p>
    <w:p w:rsidR="00094C06" w:rsidRPr="003A59EA" w:rsidRDefault="00094C06" w:rsidP="00094C06">
      <w:pPr>
        <w:pStyle w:val="libNormal"/>
        <w:rPr>
          <w:rtl/>
        </w:rPr>
      </w:pPr>
      <w:r w:rsidRPr="003A59EA">
        <w:rPr>
          <w:rtl/>
        </w:rPr>
        <w:t>وبهذا يكون مجموع الكتب التي صرح الشيخ الحر باعتمادها في الوسائل</w:t>
      </w:r>
      <w:r w:rsidR="008A01C2">
        <w:rPr>
          <w:rtl/>
        </w:rPr>
        <w:t xml:space="preserve"> - </w:t>
      </w:r>
      <w:r w:rsidRPr="003A59EA">
        <w:rPr>
          <w:rtl/>
        </w:rPr>
        <w:t>سواء بالواسطة أو غيرها</w:t>
      </w:r>
      <w:r w:rsidR="008A01C2">
        <w:rPr>
          <w:rtl/>
        </w:rPr>
        <w:t xml:space="preserve"> - </w:t>
      </w:r>
      <w:r w:rsidRPr="003A59EA">
        <w:rPr>
          <w:rtl/>
        </w:rPr>
        <w:t>مائة وثمانية وسبعين كتابا.</w:t>
      </w:r>
    </w:p>
    <w:p w:rsidR="00094C06" w:rsidRPr="003A59EA" w:rsidRDefault="00094C06" w:rsidP="00094C06">
      <w:pPr>
        <w:pStyle w:val="libNormal"/>
        <w:rPr>
          <w:rtl/>
        </w:rPr>
      </w:pPr>
      <w:r w:rsidRPr="003A59EA">
        <w:rPr>
          <w:rtl/>
        </w:rPr>
        <w:t>وهذا العدد لا يمثل جميع ما وصل إلى عصر الشيخ الحر من كتب الشيعة قطعا.</w:t>
      </w:r>
    </w:p>
    <w:p w:rsidR="00094C06" w:rsidRPr="003A59EA" w:rsidRDefault="00094C06" w:rsidP="00094C06">
      <w:pPr>
        <w:pStyle w:val="libNormal"/>
        <w:rPr>
          <w:rtl/>
        </w:rPr>
      </w:pPr>
      <w:r w:rsidRPr="003A59EA">
        <w:rPr>
          <w:rtl/>
        </w:rPr>
        <w:t>وأيضا صرح الشيخ الحر في هامش له على بداية الفائدة المذكورة ( 30</w:t>
      </w:r>
      <w:r w:rsidR="008A01C2">
        <w:rPr>
          <w:rtl/>
        </w:rPr>
        <w:t>:</w:t>
      </w:r>
      <w:r w:rsidRPr="003A59EA">
        <w:rPr>
          <w:rtl/>
        </w:rPr>
        <w:t xml:space="preserve"> 159</w:t>
      </w:r>
      <w:r w:rsidR="008A01C2">
        <w:rPr>
          <w:rtl/>
        </w:rPr>
        <w:t xml:space="preserve"> - </w:t>
      </w:r>
      <w:r w:rsidRPr="003A59EA">
        <w:rPr>
          <w:rtl/>
        </w:rPr>
        <w:t>160 ) بأنه قد ترك النقل من كتب اخرى غير معتمدة عنده لسببين وهما</w:t>
      </w:r>
      <w:r w:rsidR="008A01C2">
        <w:rPr>
          <w:rtl/>
        </w:rPr>
        <w:t>:</w:t>
      </w:r>
    </w:p>
    <w:p w:rsidR="00094C06" w:rsidRPr="003A59EA" w:rsidRDefault="00094C06" w:rsidP="00094C06">
      <w:pPr>
        <w:pStyle w:val="libNormal"/>
        <w:rPr>
          <w:rtl/>
        </w:rPr>
      </w:pPr>
      <w:r w:rsidRPr="00094C06">
        <w:rPr>
          <w:rStyle w:val="libBold2Char"/>
          <w:rtl/>
        </w:rPr>
        <w:t>الأول</w:t>
      </w:r>
      <w:r w:rsidR="008A01C2">
        <w:rPr>
          <w:rtl/>
        </w:rPr>
        <w:t>:</w:t>
      </w:r>
      <w:r w:rsidRPr="003A59EA">
        <w:rPr>
          <w:rtl/>
        </w:rPr>
        <w:t xml:space="preserve"> عدم العلم بثقة بعض مؤلفي هذه الكتب.</w:t>
      </w:r>
    </w:p>
    <w:p w:rsidR="00094C06" w:rsidRPr="003A59EA" w:rsidRDefault="00094C06" w:rsidP="00094C06">
      <w:pPr>
        <w:pStyle w:val="libNormal"/>
        <w:rPr>
          <w:rtl/>
        </w:rPr>
      </w:pPr>
      <w:r w:rsidRPr="00094C06">
        <w:rPr>
          <w:rStyle w:val="libBold2Char"/>
          <w:rtl/>
        </w:rPr>
        <w:t>الثاني</w:t>
      </w:r>
      <w:r w:rsidR="008A01C2">
        <w:rPr>
          <w:rtl/>
        </w:rPr>
        <w:t>:</w:t>
      </w:r>
      <w:r w:rsidRPr="003A59EA">
        <w:rPr>
          <w:rtl/>
        </w:rPr>
        <w:t xml:space="preserve"> ثبوت ضعف بعضهم عنده.</w:t>
      </w:r>
    </w:p>
    <w:p w:rsidR="00094C06" w:rsidRPr="003A59EA" w:rsidRDefault="00094C06" w:rsidP="00094C06">
      <w:pPr>
        <w:pStyle w:val="libNormal"/>
        <w:rPr>
          <w:rtl/>
        </w:rPr>
      </w:pPr>
      <w:r w:rsidRPr="003A59EA">
        <w:rPr>
          <w:rtl/>
        </w:rPr>
        <w:t>ثم عدد من هذه الكتب ثلاثة عشر كتابا.</w:t>
      </w:r>
    </w:p>
    <w:p w:rsidR="00094C06" w:rsidRPr="003A59EA" w:rsidRDefault="00094C06" w:rsidP="00094C06">
      <w:pPr>
        <w:pStyle w:val="libNormal"/>
        <w:rPr>
          <w:rtl/>
        </w:rPr>
      </w:pPr>
      <w:r w:rsidRPr="003A59EA">
        <w:rPr>
          <w:rtl/>
        </w:rPr>
        <w:t>والشيخ النوري</w:t>
      </w:r>
      <w:r w:rsidR="008A01C2">
        <w:rPr>
          <w:rtl/>
        </w:rPr>
        <w:t xml:space="preserve"> - </w:t>
      </w:r>
      <w:r w:rsidRPr="00094C06">
        <w:rPr>
          <w:rStyle w:val="libAlaemChar"/>
          <w:rtl/>
        </w:rPr>
        <w:t>قدس‌سره</w:t>
      </w:r>
      <w:r w:rsidR="008A01C2">
        <w:rPr>
          <w:rtl/>
        </w:rPr>
        <w:t xml:space="preserve"> - </w:t>
      </w:r>
      <w:r w:rsidRPr="003A59EA">
        <w:rPr>
          <w:rtl/>
        </w:rPr>
        <w:t>لم يعتمد على هذه الكتب الثلاثة عشر كلّها</w:t>
      </w:r>
      <w:r w:rsidR="008A01C2">
        <w:rPr>
          <w:rtl/>
        </w:rPr>
        <w:t>،</w:t>
      </w:r>
      <w:r w:rsidRPr="003A59EA">
        <w:rPr>
          <w:rtl/>
        </w:rPr>
        <w:t xml:space="preserve"> بل ترك سبعة منها لعدم اعتمادها عنده أيضا</w:t>
      </w:r>
      <w:r w:rsidR="008A01C2">
        <w:rPr>
          <w:rtl/>
        </w:rPr>
        <w:t>،</w:t>
      </w:r>
      <w:r w:rsidRPr="003A59EA">
        <w:rPr>
          <w:rtl/>
        </w:rPr>
        <w:t xml:space="preserve"> ولعل من ألّفها هم « البعض » الذي ثبت ضعفه عند الشيخ الحر</w:t>
      </w:r>
      <w:r w:rsidR="008A01C2">
        <w:rPr>
          <w:rtl/>
        </w:rPr>
        <w:t xml:space="preserve"> - </w:t>
      </w:r>
      <w:r w:rsidRPr="003A59EA">
        <w:rPr>
          <w:rtl/>
        </w:rPr>
        <w:t>طاب ثراه</w:t>
      </w:r>
      <w:r w:rsidR="008A01C2">
        <w:rPr>
          <w:rtl/>
        </w:rPr>
        <w:t xml:space="preserve"> -</w:t>
      </w:r>
      <w:r>
        <w:rPr>
          <w:rtl/>
        </w:rPr>
        <w:t>.</w:t>
      </w:r>
    </w:p>
    <w:p w:rsidR="00094C06" w:rsidRPr="003A59EA" w:rsidRDefault="00094C06" w:rsidP="00094C06">
      <w:pPr>
        <w:pStyle w:val="libNormal"/>
        <w:rPr>
          <w:rtl/>
        </w:rPr>
      </w:pPr>
      <w:r w:rsidRPr="003A59EA">
        <w:rPr>
          <w:rtl/>
        </w:rPr>
        <w:t>أما « البعض » الآخر من هذه الكتب التي لم يكن لدى الشيخ الحر علم بثقة مؤلفيها</w:t>
      </w:r>
      <w:r w:rsidR="008A01C2">
        <w:rPr>
          <w:rtl/>
        </w:rPr>
        <w:t>،</w:t>
      </w:r>
      <w:r w:rsidRPr="003A59EA">
        <w:rPr>
          <w:rtl/>
        </w:rPr>
        <w:t xml:space="preserve"> فلا يبعد ان تكون هي الستة المعتمدة في أحاديث المستدرك</w:t>
      </w:r>
      <w:r w:rsidR="008A01C2">
        <w:rPr>
          <w:rtl/>
        </w:rPr>
        <w:t>،</w:t>
      </w:r>
      <w:r w:rsidRPr="003A59EA">
        <w:rPr>
          <w:rtl/>
        </w:rPr>
        <w:t xml:space="preserve"> وهي</w:t>
      </w:r>
      <w:r w:rsidR="008A01C2">
        <w:rPr>
          <w:rtl/>
        </w:rPr>
        <w:t>:</w:t>
      </w:r>
    </w:p>
    <w:p w:rsidR="00094C06" w:rsidRPr="00852C5F" w:rsidRDefault="00094C06" w:rsidP="00094C06">
      <w:pPr>
        <w:pStyle w:val="libNormal"/>
        <w:rPr>
          <w:rtl/>
        </w:rPr>
      </w:pPr>
      <w:r w:rsidRPr="003A59EA">
        <w:rPr>
          <w:rtl/>
        </w:rPr>
        <w:t>1</w:t>
      </w:r>
      <w:r w:rsidR="008A01C2">
        <w:rPr>
          <w:rtl/>
        </w:rPr>
        <w:t xml:space="preserve"> - </w:t>
      </w:r>
      <w:r w:rsidRPr="003A59EA">
        <w:rPr>
          <w:rtl/>
        </w:rPr>
        <w:t xml:space="preserve">كتاب مصباح الشريعة المنسوب إلى الإمام الصادق </w:t>
      </w:r>
      <w:r w:rsidRPr="00094C06">
        <w:rPr>
          <w:rStyle w:val="libAlaemChar"/>
          <w:rtl/>
        </w:rPr>
        <w:t>عليه‌السلام</w:t>
      </w:r>
      <w:r w:rsidRPr="00852C5F">
        <w:rPr>
          <w:rFonts w:hint="cs"/>
          <w:rtl/>
        </w:rPr>
        <w:t>.</w:t>
      </w:r>
    </w:p>
    <w:p w:rsidR="00094C06" w:rsidRPr="00852C5F" w:rsidRDefault="00094C06" w:rsidP="00094C06">
      <w:pPr>
        <w:pStyle w:val="libNormal"/>
        <w:rPr>
          <w:rtl/>
        </w:rPr>
      </w:pPr>
      <w:r w:rsidRPr="003A59EA">
        <w:rPr>
          <w:rtl/>
        </w:rPr>
        <w:t>2</w:t>
      </w:r>
      <w:r w:rsidR="008A01C2">
        <w:rPr>
          <w:rtl/>
        </w:rPr>
        <w:t xml:space="preserve"> - </w:t>
      </w:r>
      <w:r w:rsidRPr="003A59EA">
        <w:rPr>
          <w:rtl/>
        </w:rPr>
        <w:t xml:space="preserve">كتاب الفقه الرضوي المنسوب إلى الإمام الرضا </w:t>
      </w:r>
      <w:r w:rsidRPr="00094C06">
        <w:rPr>
          <w:rStyle w:val="libAlaemChar"/>
          <w:rtl/>
        </w:rPr>
        <w:t>عليه‌السلام</w:t>
      </w:r>
      <w:r w:rsidRPr="00852C5F">
        <w:rPr>
          <w:rFonts w:hint="cs"/>
          <w:rtl/>
        </w:rPr>
        <w:t>.</w:t>
      </w:r>
    </w:p>
    <w:p w:rsidR="00094C06" w:rsidRPr="003A59EA" w:rsidRDefault="00094C06" w:rsidP="00094C06">
      <w:pPr>
        <w:pStyle w:val="libNormal"/>
        <w:rPr>
          <w:rtl/>
        </w:rPr>
      </w:pPr>
      <w:r w:rsidRPr="003A59EA">
        <w:rPr>
          <w:rtl/>
        </w:rPr>
        <w:t>3</w:t>
      </w:r>
      <w:r w:rsidR="008A01C2">
        <w:rPr>
          <w:rtl/>
        </w:rPr>
        <w:t xml:space="preserve"> - </w:t>
      </w:r>
      <w:r w:rsidRPr="003A59EA">
        <w:rPr>
          <w:rtl/>
        </w:rPr>
        <w:t>كتاب غوالي اللآلئ لابن أبي جمهور الأحسائي.</w:t>
      </w:r>
    </w:p>
    <w:p w:rsidR="00094C06" w:rsidRDefault="00094C06" w:rsidP="00094C06">
      <w:pPr>
        <w:pStyle w:val="libNormal"/>
        <w:rPr>
          <w:rtl/>
        </w:rPr>
      </w:pPr>
      <w:r>
        <w:rPr>
          <w:rtl/>
        </w:rPr>
        <w:br w:type="page"/>
      </w:r>
    </w:p>
    <w:p w:rsidR="00094C06" w:rsidRPr="003A59EA" w:rsidRDefault="00094C06" w:rsidP="00094C06">
      <w:pPr>
        <w:pStyle w:val="libNormal"/>
        <w:rPr>
          <w:rtl/>
        </w:rPr>
      </w:pPr>
      <w:r w:rsidRPr="003A59EA">
        <w:rPr>
          <w:rtl/>
        </w:rPr>
        <w:lastRenderedPageBreak/>
        <w:t>4</w:t>
      </w:r>
      <w:r w:rsidR="008A01C2">
        <w:rPr>
          <w:rtl/>
        </w:rPr>
        <w:t xml:space="preserve"> - </w:t>
      </w:r>
      <w:r w:rsidRPr="003A59EA">
        <w:rPr>
          <w:rtl/>
        </w:rPr>
        <w:t>كتاب الشهاب لابن سلامة القضاعي.</w:t>
      </w:r>
    </w:p>
    <w:p w:rsidR="00094C06" w:rsidRPr="003A59EA" w:rsidRDefault="00094C06" w:rsidP="00094C06">
      <w:pPr>
        <w:pStyle w:val="libNormal"/>
        <w:rPr>
          <w:rtl/>
        </w:rPr>
      </w:pPr>
      <w:r w:rsidRPr="003A59EA">
        <w:rPr>
          <w:rtl/>
        </w:rPr>
        <w:t>5</w:t>
      </w:r>
      <w:r w:rsidR="008A01C2">
        <w:rPr>
          <w:rtl/>
        </w:rPr>
        <w:t xml:space="preserve"> - </w:t>
      </w:r>
      <w:r w:rsidRPr="003A59EA">
        <w:rPr>
          <w:rtl/>
        </w:rPr>
        <w:t>كتاب جامع الأخبار لمحمّد بن محمّد السبزواري.</w:t>
      </w:r>
    </w:p>
    <w:p w:rsidR="00094C06" w:rsidRPr="003A59EA" w:rsidRDefault="00094C06" w:rsidP="00094C06">
      <w:pPr>
        <w:pStyle w:val="libNormal"/>
        <w:rPr>
          <w:rtl/>
        </w:rPr>
      </w:pPr>
      <w:r w:rsidRPr="003A59EA">
        <w:rPr>
          <w:rtl/>
        </w:rPr>
        <w:t>6</w:t>
      </w:r>
      <w:r w:rsidR="008A01C2">
        <w:rPr>
          <w:rtl/>
        </w:rPr>
        <w:t xml:space="preserve"> - </w:t>
      </w:r>
      <w:r w:rsidRPr="003A59EA">
        <w:rPr>
          <w:rtl/>
        </w:rPr>
        <w:t>كتاب الدرر والغرر للآمدي.</w:t>
      </w:r>
    </w:p>
    <w:p w:rsidR="00094C06" w:rsidRPr="003A59EA" w:rsidRDefault="00094C06" w:rsidP="00094C06">
      <w:pPr>
        <w:pStyle w:val="libNormal"/>
        <w:rPr>
          <w:rtl/>
        </w:rPr>
      </w:pPr>
      <w:r w:rsidRPr="003A59EA">
        <w:rPr>
          <w:rtl/>
        </w:rPr>
        <w:t>وهذه الكتب الستة لا تمثّل إلاّ جزءا يسيرا جدا من أحاديث المستدرك التي اقتنصها المصنف</w:t>
      </w:r>
      <w:r w:rsidR="008A01C2">
        <w:rPr>
          <w:rtl/>
        </w:rPr>
        <w:t xml:space="preserve"> - </w:t>
      </w:r>
      <w:r w:rsidRPr="003A59EA">
        <w:rPr>
          <w:rtl/>
        </w:rPr>
        <w:t>بعد تصفح طويل في تراث الشيعة</w:t>
      </w:r>
      <w:r w:rsidR="008A01C2">
        <w:rPr>
          <w:rtl/>
        </w:rPr>
        <w:t xml:space="preserve"> - </w:t>
      </w:r>
      <w:r w:rsidRPr="003A59EA">
        <w:rPr>
          <w:rtl/>
        </w:rPr>
        <w:t>من كتب كثيرة</w:t>
      </w:r>
      <w:r w:rsidR="008A01C2">
        <w:rPr>
          <w:rtl/>
        </w:rPr>
        <w:t>،</w:t>
      </w:r>
      <w:r w:rsidRPr="003A59EA">
        <w:rPr>
          <w:rtl/>
        </w:rPr>
        <w:t xml:space="preserve"> لم يصرح بها الشيخ الحر لا سلبا ولا إيجابا. وقد ذكر المصنف منها في هذه الفائدة اثنين وسبعين كتابا</w:t>
      </w:r>
      <w:r w:rsidR="008A01C2">
        <w:rPr>
          <w:rtl/>
        </w:rPr>
        <w:t>،</w:t>
      </w:r>
      <w:r w:rsidRPr="003A59EA">
        <w:rPr>
          <w:rtl/>
        </w:rPr>
        <w:t xml:space="preserve"> كانت سبعة منها هي من مصادر بحار الأنوار</w:t>
      </w:r>
      <w:r w:rsidR="008A01C2">
        <w:rPr>
          <w:rtl/>
        </w:rPr>
        <w:t>،</w:t>
      </w:r>
      <w:r w:rsidRPr="003A59EA">
        <w:rPr>
          <w:rtl/>
        </w:rPr>
        <w:t xml:space="preserve"> ولو أردنا تصنيف هذه الكتب لوجدناها مشتملة على بعض الأصول الأربعمائة</w:t>
      </w:r>
      <w:r w:rsidR="008A01C2">
        <w:rPr>
          <w:rtl/>
        </w:rPr>
        <w:t>،</w:t>
      </w:r>
      <w:r w:rsidRPr="003A59EA">
        <w:rPr>
          <w:rtl/>
        </w:rPr>
        <w:t xml:space="preserve"> ونوادر قدماء الأصحاب</w:t>
      </w:r>
      <w:r w:rsidR="008A01C2">
        <w:rPr>
          <w:rtl/>
        </w:rPr>
        <w:t>،</w:t>
      </w:r>
      <w:r w:rsidRPr="003A59EA">
        <w:rPr>
          <w:rtl/>
        </w:rPr>
        <w:t xml:space="preserve"> ورسائلهم</w:t>
      </w:r>
      <w:r w:rsidR="008A01C2">
        <w:rPr>
          <w:rtl/>
        </w:rPr>
        <w:t>،</w:t>
      </w:r>
      <w:r w:rsidRPr="003A59EA">
        <w:rPr>
          <w:rtl/>
        </w:rPr>
        <w:t xml:space="preserve"> ومسائلهم</w:t>
      </w:r>
      <w:r w:rsidR="008A01C2">
        <w:rPr>
          <w:rtl/>
        </w:rPr>
        <w:t>،</w:t>
      </w:r>
      <w:r w:rsidRPr="003A59EA">
        <w:rPr>
          <w:rtl/>
        </w:rPr>
        <w:t xml:space="preserve"> وصحائفهم</w:t>
      </w:r>
      <w:r w:rsidR="008A01C2">
        <w:rPr>
          <w:rtl/>
        </w:rPr>
        <w:t>،</w:t>
      </w:r>
      <w:r w:rsidRPr="003A59EA">
        <w:rPr>
          <w:rtl/>
        </w:rPr>
        <w:t xml:space="preserve"> وتفاسيرهم وغيرها مما لم يكن عند الشيخ الحر العاملي وقت تأليف الوسائل.</w:t>
      </w:r>
    </w:p>
    <w:p w:rsidR="00094C06" w:rsidRPr="003A59EA" w:rsidRDefault="00094C06" w:rsidP="00094C06">
      <w:pPr>
        <w:pStyle w:val="libNormal"/>
        <w:rPr>
          <w:rtl/>
        </w:rPr>
      </w:pPr>
      <w:r w:rsidRPr="003A59EA">
        <w:rPr>
          <w:rtl/>
        </w:rPr>
        <w:t>ومن الملفت للنظر هو أن بعض مؤلفي الكتب المذكورة في هذه الفائدة هم من مؤلفي الكتب المعتمدة في الوسائل</w:t>
      </w:r>
      <w:r w:rsidR="008A01C2">
        <w:rPr>
          <w:rtl/>
        </w:rPr>
        <w:t>،</w:t>
      </w:r>
      <w:r w:rsidRPr="003A59EA">
        <w:rPr>
          <w:rtl/>
        </w:rPr>
        <w:t xml:space="preserve"> كالصدوق الأول علي ابن الحسين بن بابويه القمي ( ت / 329 ه‍ ) والشيخ الصدوق محمّد ابن علي بن الحسين بن بابويه القمي ( ت / 381 ه‍ ) والشيخ المفيد ( ت / 413 ه‍ )</w:t>
      </w:r>
      <w:r w:rsidR="008A01C2">
        <w:rPr>
          <w:rtl/>
        </w:rPr>
        <w:t>،</w:t>
      </w:r>
      <w:r w:rsidRPr="003A59EA">
        <w:rPr>
          <w:rtl/>
        </w:rPr>
        <w:t xml:space="preserve"> والطبرسي صاحب مجمع البيان ( ت / 558 ه‍ )</w:t>
      </w:r>
      <w:r w:rsidR="008A01C2">
        <w:rPr>
          <w:rtl/>
        </w:rPr>
        <w:t>،</w:t>
      </w:r>
      <w:r w:rsidRPr="003A59EA">
        <w:rPr>
          <w:rtl/>
        </w:rPr>
        <w:t xml:space="preserve"> والسيد ابن طاوس ( ت / 664 ه‍ )</w:t>
      </w:r>
      <w:r w:rsidR="008A01C2">
        <w:rPr>
          <w:rtl/>
        </w:rPr>
        <w:t>،</w:t>
      </w:r>
      <w:r w:rsidRPr="003A59EA">
        <w:rPr>
          <w:rtl/>
        </w:rPr>
        <w:t xml:space="preserve"> والشهيد الأول ( ت / 786 ه‍ )</w:t>
      </w:r>
      <w:r w:rsidR="008A01C2">
        <w:rPr>
          <w:rtl/>
        </w:rPr>
        <w:t xml:space="preserve">، - </w:t>
      </w:r>
      <w:r w:rsidRPr="003A59EA">
        <w:rPr>
          <w:rtl/>
        </w:rPr>
        <w:t>قدس الله تعالى أرواحهم</w:t>
      </w:r>
      <w:r w:rsidR="008A01C2">
        <w:rPr>
          <w:rtl/>
        </w:rPr>
        <w:t xml:space="preserve"> -</w:t>
      </w:r>
      <w:r>
        <w:rPr>
          <w:rtl/>
        </w:rPr>
        <w:t>.</w:t>
      </w:r>
    </w:p>
    <w:p w:rsidR="00094C06" w:rsidRPr="003A59EA" w:rsidRDefault="00094C06" w:rsidP="00094C06">
      <w:pPr>
        <w:pStyle w:val="libNormal"/>
        <w:rPr>
          <w:rtl/>
        </w:rPr>
      </w:pPr>
      <w:r w:rsidRPr="003A59EA">
        <w:rPr>
          <w:rtl/>
        </w:rPr>
        <w:t>وهذا يعني استقصاء المصنف لمؤلفات الأعلام الذين لا شك ولا شبهة في وثاقتهم</w:t>
      </w:r>
      <w:r w:rsidR="008A01C2">
        <w:rPr>
          <w:rtl/>
        </w:rPr>
        <w:t>،</w:t>
      </w:r>
      <w:r w:rsidRPr="003A59EA">
        <w:rPr>
          <w:rtl/>
        </w:rPr>
        <w:t xml:space="preserve"> ومن ثم فرز ما لم يعتمد الحرّ منها في الوسائل</w:t>
      </w:r>
      <w:r w:rsidR="008A01C2">
        <w:rPr>
          <w:rtl/>
        </w:rPr>
        <w:t>،</w:t>
      </w:r>
      <w:r w:rsidRPr="003A59EA">
        <w:rPr>
          <w:rtl/>
        </w:rPr>
        <w:t xml:space="preserve"> إما لعدم الوقوف عليها</w:t>
      </w:r>
      <w:r w:rsidR="008A01C2">
        <w:rPr>
          <w:rtl/>
        </w:rPr>
        <w:t>،</w:t>
      </w:r>
      <w:r w:rsidRPr="003A59EA">
        <w:rPr>
          <w:rtl/>
        </w:rPr>
        <w:t xml:space="preserve"> أو لعدم وصول نسخة صحيحة منها إلى الشيخ الحر وقت التأليف.</w:t>
      </w:r>
    </w:p>
    <w:p w:rsidR="00094C06" w:rsidRPr="003A59EA" w:rsidRDefault="00094C06" w:rsidP="00094C06">
      <w:pPr>
        <w:pStyle w:val="libNormal"/>
        <w:rPr>
          <w:rtl/>
        </w:rPr>
      </w:pPr>
      <w:r w:rsidRPr="003A59EA">
        <w:rPr>
          <w:rtl/>
        </w:rPr>
        <w:t>ومثاله اعتماد الشيخ الحر على عشرة كتب من كتب السيد ابن طاوس ( ت / 664 ه‍ ) إلاّ أن الشيخ النوري استدرك عليه ما فاته من أحاديث في</w:t>
      </w:r>
    </w:p>
    <w:p w:rsidR="00094C06" w:rsidRDefault="00094C06" w:rsidP="00094C06">
      <w:pPr>
        <w:pStyle w:val="libNormal"/>
        <w:rPr>
          <w:rtl/>
        </w:rPr>
      </w:pPr>
      <w:r>
        <w:rPr>
          <w:rtl/>
        </w:rPr>
        <w:br w:type="page"/>
      </w:r>
    </w:p>
    <w:p w:rsidR="00094C06" w:rsidRPr="003A59EA" w:rsidRDefault="00094C06" w:rsidP="00094C06">
      <w:pPr>
        <w:pStyle w:val="libNormal0"/>
        <w:rPr>
          <w:rtl/>
        </w:rPr>
      </w:pPr>
      <w:r w:rsidRPr="003A59EA">
        <w:rPr>
          <w:rtl/>
        </w:rPr>
        <w:lastRenderedPageBreak/>
        <w:t>« فلاح السائل » و</w:t>
      </w:r>
      <w:r>
        <w:rPr>
          <w:rFonts w:hint="cs"/>
          <w:rtl/>
        </w:rPr>
        <w:t xml:space="preserve"> </w:t>
      </w:r>
      <w:r w:rsidRPr="003A59EA">
        <w:rPr>
          <w:rtl/>
        </w:rPr>
        <w:t>« سعد السعود » حيث لم ينقل عنهما في الوسائل</w:t>
      </w:r>
      <w:r w:rsidR="008A01C2">
        <w:rPr>
          <w:rtl/>
        </w:rPr>
        <w:t>،</w:t>
      </w:r>
      <w:r w:rsidRPr="003A59EA">
        <w:rPr>
          <w:rtl/>
        </w:rPr>
        <w:t xml:space="preserve"> ولا يشك أحد بصحة انتساب هذين الكتابين لهذا الفقيه الجليل</w:t>
      </w:r>
      <w:r w:rsidR="008A01C2">
        <w:rPr>
          <w:rtl/>
        </w:rPr>
        <w:t>،</w:t>
      </w:r>
      <w:r w:rsidRPr="003A59EA">
        <w:rPr>
          <w:rtl/>
        </w:rPr>
        <w:t xml:space="preserve"> ومن هنا كانت أهمية هذه الفائدة إذ رسمت صورة واضحة لجهد المصنف في تتبع ما لم يورده الشيخ الحر من مؤلفات أعاظم الشيعة المعلومة النسبة إليهم.</w:t>
      </w:r>
    </w:p>
    <w:p w:rsidR="00094C06" w:rsidRPr="003A59EA" w:rsidRDefault="00094C06" w:rsidP="00094C06">
      <w:pPr>
        <w:pStyle w:val="libNormal"/>
        <w:rPr>
          <w:rtl/>
        </w:rPr>
      </w:pPr>
      <w:r w:rsidRPr="003A59EA">
        <w:rPr>
          <w:rtl/>
        </w:rPr>
        <w:t>وممّا يلحظ في هذه الفائدة أنها لم تسجّل جميع مصادر المستدرك</w:t>
      </w:r>
      <w:r w:rsidR="008A01C2">
        <w:rPr>
          <w:rtl/>
        </w:rPr>
        <w:t>،</w:t>
      </w:r>
      <w:r w:rsidRPr="003A59EA">
        <w:rPr>
          <w:rtl/>
        </w:rPr>
        <w:t xml:space="preserve"> وما ترك ذكره فيها أكثر مما ذكر</w:t>
      </w:r>
      <w:r w:rsidR="008A01C2">
        <w:rPr>
          <w:rtl/>
        </w:rPr>
        <w:t>،</w:t>
      </w:r>
      <w:r w:rsidRPr="003A59EA">
        <w:rPr>
          <w:rtl/>
        </w:rPr>
        <w:t xml:space="preserve"> لا عن غفلة من المصنف بل لنكتة مهمة وهي أن ما اعتمده النوري من الكتب ولم يشر إليه في هذه الفائدة إنما هو لاعتماده من قبل الشيخ الحر نفسه</w:t>
      </w:r>
      <w:r w:rsidR="008A01C2">
        <w:rPr>
          <w:rtl/>
        </w:rPr>
        <w:t>،</w:t>
      </w:r>
      <w:r w:rsidRPr="003A59EA">
        <w:rPr>
          <w:rtl/>
        </w:rPr>
        <w:t xml:space="preserve"> وهذه ميزة مهمة للمستدرك تكشف عن تتبع مصنفه لما في مصادر الوسائل من أحاديث تركها الشيخ الحر</w:t>
      </w:r>
      <w:r w:rsidR="008A01C2">
        <w:rPr>
          <w:rtl/>
        </w:rPr>
        <w:t>،</w:t>
      </w:r>
      <w:r w:rsidRPr="003A59EA">
        <w:rPr>
          <w:rtl/>
        </w:rPr>
        <w:t xml:space="preserve"> مع أنها تنطوي على أحكام فقهية بنظر النوري</w:t>
      </w:r>
      <w:r w:rsidR="008A01C2">
        <w:rPr>
          <w:rtl/>
        </w:rPr>
        <w:t>،</w:t>
      </w:r>
      <w:r w:rsidRPr="003A59EA">
        <w:rPr>
          <w:rtl/>
        </w:rPr>
        <w:t xml:space="preserve"> ومروية بالأسانيد التي احتج بها الشيخ الحر</w:t>
      </w:r>
      <w:r w:rsidR="008A01C2">
        <w:rPr>
          <w:rtl/>
        </w:rPr>
        <w:t>،</w:t>
      </w:r>
      <w:r w:rsidRPr="003A59EA">
        <w:rPr>
          <w:rtl/>
        </w:rPr>
        <w:t xml:space="preserve"> وهذه الكتب كثيرة نذكر منها</w:t>
      </w:r>
      <w:r w:rsidR="008A01C2">
        <w:rPr>
          <w:rtl/>
        </w:rPr>
        <w:t>:</w:t>
      </w:r>
    </w:p>
    <w:p w:rsidR="00094C06" w:rsidRPr="003A59EA" w:rsidRDefault="00094C06" w:rsidP="00094C06">
      <w:pPr>
        <w:pStyle w:val="libNormal"/>
        <w:rPr>
          <w:rtl/>
        </w:rPr>
      </w:pPr>
      <w:r w:rsidRPr="003A59EA">
        <w:rPr>
          <w:rtl/>
        </w:rPr>
        <w:t>كتاب المحاسن للبرقي</w:t>
      </w:r>
      <w:r w:rsidR="008A01C2">
        <w:rPr>
          <w:rtl/>
        </w:rPr>
        <w:t>،</w:t>
      </w:r>
      <w:r w:rsidRPr="003A59EA">
        <w:rPr>
          <w:rtl/>
        </w:rPr>
        <w:t xml:space="preserve"> كامل الزيارات لابن قولويه</w:t>
      </w:r>
      <w:r w:rsidR="008A01C2">
        <w:rPr>
          <w:rtl/>
        </w:rPr>
        <w:t>،</w:t>
      </w:r>
      <w:r w:rsidRPr="003A59EA">
        <w:rPr>
          <w:rtl/>
        </w:rPr>
        <w:t xml:space="preserve"> رجال الكشي</w:t>
      </w:r>
      <w:r w:rsidR="008A01C2">
        <w:rPr>
          <w:rtl/>
        </w:rPr>
        <w:t>،</w:t>
      </w:r>
      <w:r w:rsidRPr="003A59EA">
        <w:rPr>
          <w:rtl/>
        </w:rPr>
        <w:t xml:space="preserve"> قرب الاسناد للحميري</w:t>
      </w:r>
      <w:r w:rsidR="008A01C2">
        <w:rPr>
          <w:rtl/>
        </w:rPr>
        <w:t>،</w:t>
      </w:r>
      <w:r w:rsidRPr="003A59EA">
        <w:rPr>
          <w:rtl/>
        </w:rPr>
        <w:t xml:space="preserve"> تفسير علي بن إبراهيم القمي</w:t>
      </w:r>
      <w:r w:rsidR="008A01C2">
        <w:rPr>
          <w:rtl/>
        </w:rPr>
        <w:t>،</w:t>
      </w:r>
      <w:r w:rsidRPr="003A59EA">
        <w:rPr>
          <w:rtl/>
        </w:rPr>
        <w:t xml:space="preserve"> تفسير العياشي</w:t>
      </w:r>
      <w:r w:rsidR="008A01C2">
        <w:rPr>
          <w:rtl/>
        </w:rPr>
        <w:t>،</w:t>
      </w:r>
      <w:r w:rsidRPr="003A59EA">
        <w:rPr>
          <w:rtl/>
        </w:rPr>
        <w:t xml:space="preserve"> الكافي لثقة الإسلام الكليني</w:t>
      </w:r>
      <w:r w:rsidR="008A01C2">
        <w:rPr>
          <w:rtl/>
        </w:rPr>
        <w:t>،</w:t>
      </w:r>
      <w:r w:rsidRPr="003A59EA">
        <w:rPr>
          <w:rtl/>
        </w:rPr>
        <w:t xml:space="preserve"> وكتاب من لا يحضره الفقيه</w:t>
      </w:r>
      <w:r w:rsidR="008A01C2">
        <w:rPr>
          <w:rtl/>
        </w:rPr>
        <w:t>،</w:t>
      </w:r>
      <w:r w:rsidRPr="003A59EA">
        <w:rPr>
          <w:rtl/>
        </w:rPr>
        <w:t xml:space="preserve"> وعيون أخبار الرضا </w:t>
      </w:r>
      <w:r w:rsidRPr="00094C06">
        <w:rPr>
          <w:rStyle w:val="libAlaemChar"/>
          <w:rtl/>
        </w:rPr>
        <w:t>عليه‌السلام</w:t>
      </w:r>
      <w:r w:rsidR="008A01C2">
        <w:rPr>
          <w:rtl/>
        </w:rPr>
        <w:t>،</w:t>
      </w:r>
      <w:r w:rsidRPr="003A59EA">
        <w:rPr>
          <w:rtl/>
        </w:rPr>
        <w:t xml:space="preserve"> والخصال</w:t>
      </w:r>
      <w:r w:rsidR="008A01C2">
        <w:rPr>
          <w:rtl/>
        </w:rPr>
        <w:t>،</w:t>
      </w:r>
      <w:r w:rsidRPr="003A59EA">
        <w:rPr>
          <w:rtl/>
        </w:rPr>
        <w:t xml:space="preserve"> وإكمال الدين</w:t>
      </w:r>
      <w:r w:rsidR="008A01C2">
        <w:rPr>
          <w:rtl/>
        </w:rPr>
        <w:t>،</w:t>
      </w:r>
      <w:r w:rsidRPr="003A59EA">
        <w:rPr>
          <w:rtl/>
        </w:rPr>
        <w:t xml:space="preserve"> وثواب الأعمال</w:t>
      </w:r>
      <w:r w:rsidR="008A01C2">
        <w:rPr>
          <w:rtl/>
        </w:rPr>
        <w:t>،</w:t>
      </w:r>
      <w:r w:rsidRPr="003A59EA">
        <w:rPr>
          <w:rtl/>
        </w:rPr>
        <w:t xml:space="preserve"> ومعاني الأخبار للشيخ الصدوق</w:t>
      </w:r>
      <w:r w:rsidR="008A01C2">
        <w:rPr>
          <w:rtl/>
        </w:rPr>
        <w:t>،</w:t>
      </w:r>
      <w:r w:rsidRPr="003A59EA">
        <w:rPr>
          <w:rtl/>
        </w:rPr>
        <w:t xml:space="preserve"> وأمالي الشيخ المفيد</w:t>
      </w:r>
      <w:r w:rsidR="008A01C2">
        <w:rPr>
          <w:rtl/>
        </w:rPr>
        <w:t>،</w:t>
      </w:r>
      <w:r w:rsidRPr="003A59EA">
        <w:rPr>
          <w:rtl/>
        </w:rPr>
        <w:t xml:space="preserve"> والاختصاص له أيضا</w:t>
      </w:r>
      <w:r w:rsidR="008A01C2">
        <w:rPr>
          <w:rtl/>
        </w:rPr>
        <w:t>،</w:t>
      </w:r>
      <w:r w:rsidRPr="003A59EA">
        <w:rPr>
          <w:rtl/>
        </w:rPr>
        <w:t xml:space="preserve"> وأمالي الطوسي</w:t>
      </w:r>
      <w:r w:rsidR="008A01C2">
        <w:rPr>
          <w:rtl/>
        </w:rPr>
        <w:t>،</w:t>
      </w:r>
      <w:r w:rsidRPr="003A59EA">
        <w:rPr>
          <w:rtl/>
        </w:rPr>
        <w:t xml:space="preserve"> وكتاب الغيبة</w:t>
      </w:r>
      <w:r w:rsidR="008A01C2">
        <w:rPr>
          <w:rtl/>
        </w:rPr>
        <w:t>،</w:t>
      </w:r>
      <w:r w:rsidRPr="003A59EA">
        <w:rPr>
          <w:rtl/>
        </w:rPr>
        <w:t xml:space="preserve"> ومصباح المتهجد له أيضا</w:t>
      </w:r>
      <w:r w:rsidR="008A01C2">
        <w:rPr>
          <w:rtl/>
        </w:rPr>
        <w:t>،</w:t>
      </w:r>
      <w:r w:rsidRPr="003A59EA">
        <w:rPr>
          <w:rtl/>
        </w:rPr>
        <w:t xml:space="preserve"> ونهج البلاغة جمع السيد الشريف الرضي</w:t>
      </w:r>
      <w:r w:rsidR="008A01C2">
        <w:rPr>
          <w:rtl/>
        </w:rPr>
        <w:t>،</w:t>
      </w:r>
      <w:r w:rsidRPr="003A59EA">
        <w:rPr>
          <w:rtl/>
        </w:rPr>
        <w:t xml:space="preserve"> وكنز الفوائد للكراجكي</w:t>
      </w:r>
      <w:r w:rsidR="008A01C2">
        <w:rPr>
          <w:rtl/>
        </w:rPr>
        <w:t>،</w:t>
      </w:r>
      <w:r w:rsidRPr="003A59EA">
        <w:rPr>
          <w:rtl/>
        </w:rPr>
        <w:t xml:space="preserve"> والاحتجاج للطبرسي</w:t>
      </w:r>
      <w:r w:rsidR="008A01C2">
        <w:rPr>
          <w:rtl/>
        </w:rPr>
        <w:t>،</w:t>
      </w:r>
      <w:r w:rsidRPr="003A59EA">
        <w:rPr>
          <w:rtl/>
        </w:rPr>
        <w:t xml:space="preserve"> وغيرها.</w:t>
      </w:r>
    </w:p>
    <w:p w:rsidR="00094C06" w:rsidRPr="003A59EA" w:rsidRDefault="00094C06" w:rsidP="00094C06">
      <w:pPr>
        <w:pStyle w:val="libNormal"/>
        <w:rPr>
          <w:rtl/>
        </w:rPr>
      </w:pPr>
      <w:r w:rsidRPr="003A59EA">
        <w:rPr>
          <w:rtl/>
        </w:rPr>
        <w:t>نعم</w:t>
      </w:r>
      <w:r w:rsidR="008A01C2">
        <w:rPr>
          <w:rtl/>
        </w:rPr>
        <w:t>،</w:t>
      </w:r>
      <w:r w:rsidRPr="003A59EA">
        <w:rPr>
          <w:rtl/>
        </w:rPr>
        <w:t xml:space="preserve"> ذكر النوري في هذه الفائدة أربعة من الكتب المشتركة الاعتماد عليها بينه وبين صاحب الوسائل وهي</w:t>
      </w:r>
      <w:r w:rsidR="008A01C2">
        <w:rPr>
          <w:rtl/>
        </w:rPr>
        <w:t>:</w:t>
      </w:r>
    </w:p>
    <w:p w:rsidR="00094C06" w:rsidRPr="003A59EA" w:rsidRDefault="00094C06" w:rsidP="00094C06">
      <w:pPr>
        <w:pStyle w:val="libNormal"/>
        <w:rPr>
          <w:rtl/>
        </w:rPr>
      </w:pPr>
      <w:r w:rsidRPr="003A59EA">
        <w:rPr>
          <w:rtl/>
        </w:rPr>
        <w:t>1</w:t>
      </w:r>
      <w:r w:rsidR="008A01C2">
        <w:rPr>
          <w:rtl/>
        </w:rPr>
        <w:t xml:space="preserve"> - </w:t>
      </w:r>
      <w:r w:rsidRPr="003A59EA">
        <w:rPr>
          <w:rtl/>
        </w:rPr>
        <w:t xml:space="preserve">صحيفة الإمام الرضا </w:t>
      </w:r>
      <w:r w:rsidRPr="00094C06">
        <w:rPr>
          <w:rStyle w:val="libAlaemChar"/>
          <w:rtl/>
        </w:rPr>
        <w:t>عليه‌السلام</w:t>
      </w:r>
      <w:r w:rsidRPr="003A59EA">
        <w:rPr>
          <w:rtl/>
        </w:rPr>
        <w:t>.</w:t>
      </w:r>
    </w:p>
    <w:p w:rsidR="00094C06" w:rsidRPr="003A59EA" w:rsidRDefault="00094C06" w:rsidP="00094C06">
      <w:pPr>
        <w:pStyle w:val="libNormal"/>
        <w:rPr>
          <w:rtl/>
        </w:rPr>
      </w:pPr>
      <w:r w:rsidRPr="003A59EA">
        <w:rPr>
          <w:rtl/>
        </w:rPr>
        <w:t>2</w:t>
      </w:r>
      <w:r w:rsidR="008A01C2">
        <w:rPr>
          <w:rtl/>
        </w:rPr>
        <w:t xml:space="preserve"> - </w:t>
      </w:r>
      <w:r w:rsidRPr="003A59EA">
        <w:rPr>
          <w:rtl/>
        </w:rPr>
        <w:t>كتاب علاء بن رزين.</w:t>
      </w:r>
    </w:p>
    <w:p w:rsidR="00094C06" w:rsidRDefault="00094C06" w:rsidP="00094C06">
      <w:pPr>
        <w:pStyle w:val="libNormal"/>
        <w:rPr>
          <w:rtl/>
        </w:rPr>
      </w:pPr>
      <w:r>
        <w:rPr>
          <w:rtl/>
        </w:rPr>
        <w:br w:type="page"/>
      </w:r>
    </w:p>
    <w:p w:rsidR="00094C06" w:rsidRPr="003A59EA" w:rsidRDefault="00094C06" w:rsidP="00094C06">
      <w:pPr>
        <w:pStyle w:val="libNormal"/>
        <w:rPr>
          <w:rtl/>
        </w:rPr>
      </w:pPr>
      <w:r w:rsidRPr="003A59EA">
        <w:rPr>
          <w:rtl/>
        </w:rPr>
        <w:lastRenderedPageBreak/>
        <w:t>3</w:t>
      </w:r>
      <w:r w:rsidR="008A01C2">
        <w:rPr>
          <w:rtl/>
        </w:rPr>
        <w:t xml:space="preserve"> - </w:t>
      </w:r>
      <w:r w:rsidRPr="003A59EA">
        <w:rPr>
          <w:rtl/>
        </w:rPr>
        <w:t>تفسير النعماني.</w:t>
      </w:r>
    </w:p>
    <w:p w:rsidR="00094C06" w:rsidRPr="003A59EA" w:rsidRDefault="00094C06" w:rsidP="00094C06">
      <w:pPr>
        <w:pStyle w:val="libNormal"/>
        <w:rPr>
          <w:rtl/>
        </w:rPr>
      </w:pPr>
      <w:r w:rsidRPr="003A59EA">
        <w:rPr>
          <w:rtl/>
        </w:rPr>
        <w:t>4</w:t>
      </w:r>
      <w:r w:rsidR="008A01C2">
        <w:rPr>
          <w:rtl/>
        </w:rPr>
        <w:t xml:space="preserve"> - </w:t>
      </w:r>
      <w:r w:rsidRPr="003A59EA">
        <w:rPr>
          <w:rtl/>
        </w:rPr>
        <w:t>كتاب المزار لابن المشهدي.</w:t>
      </w:r>
    </w:p>
    <w:p w:rsidR="00094C06" w:rsidRPr="003A59EA" w:rsidRDefault="00094C06" w:rsidP="00094C06">
      <w:pPr>
        <w:pStyle w:val="libNormal"/>
        <w:rPr>
          <w:rtl/>
        </w:rPr>
      </w:pPr>
      <w:r w:rsidRPr="003A59EA">
        <w:rPr>
          <w:rtl/>
        </w:rPr>
        <w:t>ولعل السبب في ذلك هو أن الأول منها قد اعتمده الشيخ الحر برواية الشيخ أبي علي الطبرسي</w:t>
      </w:r>
      <w:r w:rsidR="008A01C2">
        <w:rPr>
          <w:rtl/>
        </w:rPr>
        <w:t>،</w:t>
      </w:r>
      <w:r w:rsidRPr="003A59EA">
        <w:rPr>
          <w:rtl/>
        </w:rPr>
        <w:t xml:space="preserve"> بينما اعتماده في المستدرك برواية غيره</w:t>
      </w:r>
      <w:r w:rsidR="008A01C2">
        <w:rPr>
          <w:rtl/>
        </w:rPr>
        <w:t>،</w:t>
      </w:r>
      <w:r w:rsidRPr="003A59EA">
        <w:rPr>
          <w:rtl/>
        </w:rPr>
        <w:t xml:space="preserve"> وهي نسخة معتبرة</w:t>
      </w:r>
      <w:r w:rsidR="008A01C2">
        <w:rPr>
          <w:rtl/>
        </w:rPr>
        <w:t>،</w:t>
      </w:r>
      <w:r w:rsidRPr="003A59EA">
        <w:rPr>
          <w:rtl/>
        </w:rPr>
        <w:t xml:space="preserve"> فيها ما لم يتوفر بنسخة الشيخ الحر.</w:t>
      </w:r>
    </w:p>
    <w:p w:rsidR="00094C06" w:rsidRPr="003A59EA" w:rsidRDefault="00094C06" w:rsidP="00094C06">
      <w:pPr>
        <w:pStyle w:val="libNormal"/>
        <w:rPr>
          <w:rtl/>
        </w:rPr>
      </w:pPr>
      <w:r w:rsidRPr="003A59EA">
        <w:rPr>
          <w:rtl/>
        </w:rPr>
        <w:t>أمّا الثلاثة الأخرى فباعتبار الوقوف المباشر عليها من غير واسطة</w:t>
      </w:r>
      <w:r w:rsidR="008A01C2">
        <w:rPr>
          <w:rtl/>
        </w:rPr>
        <w:t xml:space="preserve"> - </w:t>
      </w:r>
      <w:r w:rsidRPr="003A59EA">
        <w:rPr>
          <w:rtl/>
        </w:rPr>
        <w:t>دون ما في الوسائل</w:t>
      </w:r>
      <w:r w:rsidR="008A01C2">
        <w:rPr>
          <w:rtl/>
        </w:rPr>
        <w:t xml:space="preserve"> - </w:t>
      </w:r>
      <w:r w:rsidRPr="003A59EA">
        <w:rPr>
          <w:rtl/>
        </w:rPr>
        <w:t>ولا يخفى ما في هذا الفرق من مبررات الاستدراك.</w:t>
      </w:r>
    </w:p>
    <w:p w:rsidR="00094C06" w:rsidRPr="003A59EA" w:rsidRDefault="00094C06" w:rsidP="00094C06">
      <w:pPr>
        <w:pStyle w:val="libNormal"/>
        <w:rPr>
          <w:rtl/>
        </w:rPr>
      </w:pPr>
      <w:r w:rsidRPr="003A59EA">
        <w:rPr>
          <w:rtl/>
        </w:rPr>
        <w:t>وخلاصة المقام</w:t>
      </w:r>
      <w:r w:rsidR="008A01C2">
        <w:rPr>
          <w:rtl/>
        </w:rPr>
        <w:t>:</w:t>
      </w:r>
      <w:r w:rsidRPr="003A59EA">
        <w:rPr>
          <w:rtl/>
        </w:rPr>
        <w:t xml:space="preserve"> أن الفائدة الأولى من فوائد المستدرك جديرة بأن تنال اهتمام الباحثين</w:t>
      </w:r>
      <w:r w:rsidR="008A01C2">
        <w:rPr>
          <w:rtl/>
        </w:rPr>
        <w:t>،</w:t>
      </w:r>
      <w:r w:rsidRPr="003A59EA">
        <w:rPr>
          <w:rtl/>
        </w:rPr>
        <w:t xml:space="preserve"> وأن تحظى بدراسة مقارنة مع الفائدة الرابعة من فوائد خاتمة الوسائل</w:t>
      </w:r>
      <w:r w:rsidR="008A01C2">
        <w:rPr>
          <w:rtl/>
        </w:rPr>
        <w:t>،</w:t>
      </w:r>
      <w:r w:rsidRPr="003A59EA">
        <w:rPr>
          <w:rtl/>
        </w:rPr>
        <w:t xml:space="preserve"> لكي تتضح جهود الشيخ النوري في تتبع ما لم يقع في متناول الشيخ الحر من تراث الشيعة</w:t>
      </w:r>
      <w:r w:rsidR="008A01C2">
        <w:rPr>
          <w:rtl/>
        </w:rPr>
        <w:t>،</w:t>
      </w:r>
      <w:r w:rsidRPr="003A59EA">
        <w:rPr>
          <w:rtl/>
        </w:rPr>
        <w:t xml:space="preserve"> ذلك التراث الذي أوشك أن يضمحل دوره في الفقه الشيعي بعد عصر الوسائل.</w:t>
      </w:r>
    </w:p>
    <w:p w:rsidR="00094C06" w:rsidRDefault="00094C06" w:rsidP="00094C06">
      <w:pPr>
        <w:pStyle w:val="libNormal"/>
        <w:rPr>
          <w:rtl/>
        </w:rPr>
      </w:pPr>
      <w:r>
        <w:rPr>
          <w:rtl/>
        </w:rPr>
        <w:br w:type="page"/>
      </w:r>
    </w:p>
    <w:p w:rsidR="00094C06" w:rsidRDefault="00094C06" w:rsidP="00094C06">
      <w:pPr>
        <w:pStyle w:val="libCenterBold1"/>
        <w:rPr>
          <w:rtl/>
        </w:rPr>
      </w:pPr>
      <w:r w:rsidRPr="003A59EA">
        <w:rPr>
          <w:rtl/>
        </w:rPr>
        <w:lastRenderedPageBreak/>
        <w:t>الفائدة الثانية</w:t>
      </w:r>
    </w:p>
    <w:p w:rsidR="00094C06" w:rsidRPr="003A59EA" w:rsidRDefault="00094C06" w:rsidP="00094C06">
      <w:pPr>
        <w:pStyle w:val="libNormal"/>
        <w:rPr>
          <w:rtl/>
        </w:rPr>
      </w:pPr>
      <w:r w:rsidRPr="003A59EA">
        <w:rPr>
          <w:rtl/>
        </w:rPr>
        <w:t>بعد ان فرغ المصنف</w:t>
      </w:r>
      <w:r w:rsidR="008A01C2">
        <w:rPr>
          <w:rtl/>
        </w:rPr>
        <w:t xml:space="preserve"> - </w:t>
      </w:r>
      <w:r w:rsidRPr="00094C06">
        <w:rPr>
          <w:rStyle w:val="libAlaemChar"/>
          <w:rtl/>
        </w:rPr>
        <w:t>رحمه‌الله</w:t>
      </w:r>
      <w:r w:rsidRPr="003A59EA">
        <w:rPr>
          <w:rtl/>
        </w:rPr>
        <w:t xml:space="preserve"> تعالى</w:t>
      </w:r>
      <w:r w:rsidR="008A01C2">
        <w:rPr>
          <w:rtl/>
        </w:rPr>
        <w:t xml:space="preserve"> - </w:t>
      </w:r>
      <w:r w:rsidRPr="003A59EA">
        <w:rPr>
          <w:rtl/>
        </w:rPr>
        <w:t>من تعداد أسماء الكتب التي اعتمدها في المستدرك في الفائدة الأولى</w:t>
      </w:r>
      <w:r w:rsidR="008A01C2">
        <w:rPr>
          <w:rtl/>
        </w:rPr>
        <w:t>،</w:t>
      </w:r>
      <w:r w:rsidRPr="003A59EA">
        <w:rPr>
          <w:rtl/>
        </w:rPr>
        <w:t xml:space="preserve"> انتقل إلى هذه الفائدة لدراسة ما ذكره هناك من الكتب دراسة تفصيلية</w:t>
      </w:r>
      <w:r w:rsidR="008A01C2">
        <w:rPr>
          <w:rtl/>
        </w:rPr>
        <w:t>،</w:t>
      </w:r>
      <w:r w:rsidRPr="003A59EA">
        <w:rPr>
          <w:rtl/>
        </w:rPr>
        <w:t xml:space="preserve"> مع شرح دقيق ومستوعب لمكانة مؤلفيها</w:t>
      </w:r>
      <w:r w:rsidR="008A01C2">
        <w:rPr>
          <w:rtl/>
        </w:rPr>
        <w:t>،</w:t>
      </w:r>
      <w:r w:rsidRPr="003A59EA">
        <w:rPr>
          <w:rtl/>
        </w:rPr>
        <w:t xml:space="preserve"> وبيان منزلتهم العلمية</w:t>
      </w:r>
      <w:r w:rsidR="008A01C2">
        <w:rPr>
          <w:rtl/>
        </w:rPr>
        <w:t>،</w:t>
      </w:r>
      <w:r w:rsidRPr="003A59EA">
        <w:rPr>
          <w:rtl/>
        </w:rPr>
        <w:t xml:space="preserve"> ودرجة وثاقتهم</w:t>
      </w:r>
      <w:r w:rsidR="008A01C2">
        <w:rPr>
          <w:rtl/>
        </w:rPr>
        <w:t>،</w:t>
      </w:r>
      <w:r w:rsidRPr="003A59EA">
        <w:rPr>
          <w:rtl/>
        </w:rPr>
        <w:t xml:space="preserve"> ومدى الاعتماد عليهم في عالم الرواية.</w:t>
      </w:r>
    </w:p>
    <w:p w:rsidR="00094C06" w:rsidRPr="003A59EA" w:rsidRDefault="00094C06" w:rsidP="00094C06">
      <w:pPr>
        <w:pStyle w:val="libNormal"/>
        <w:rPr>
          <w:rtl/>
        </w:rPr>
      </w:pPr>
      <w:r w:rsidRPr="003A59EA">
        <w:rPr>
          <w:rtl/>
        </w:rPr>
        <w:t>ولقد وجدنا المصنف</w:t>
      </w:r>
      <w:r w:rsidR="008A01C2">
        <w:rPr>
          <w:rtl/>
        </w:rPr>
        <w:t xml:space="preserve"> - </w:t>
      </w:r>
      <w:r w:rsidRPr="00094C06">
        <w:rPr>
          <w:rStyle w:val="libAlaemChar"/>
          <w:rtl/>
        </w:rPr>
        <w:t>رحمه‌الله</w:t>
      </w:r>
      <w:r w:rsidRPr="003A59EA">
        <w:rPr>
          <w:rtl/>
        </w:rPr>
        <w:t xml:space="preserve"> تعالى</w:t>
      </w:r>
      <w:r w:rsidR="008A01C2">
        <w:rPr>
          <w:rtl/>
        </w:rPr>
        <w:t xml:space="preserve"> - </w:t>
      </w:r>
      <w:r w:rsidRPr="003A59EA">
        <w:rPr>
          <w:rtl/>
        </w:rPr>
        <w:t>في هذه الفائدة حريصا جدا على إعطاء صورة واضحة لكل كتاب اعتمده وكان محط تأمل البعض من العلماء</w:t>
      </w:r>
      <w:r w:rsidR="008A01C2">
        <w:rPr>
          <w:rtl/>
        </w:rPr>
        <w:t>،</w:t>
      </w:r>
      <w:r w:rsidRPr="003A59EA">
        <w:rPr>
          <w:rtl/>
        </w:rPr>
        <w:t xml:space="preserve"> إما للشك في صحة نسبته إلى مؤلفه</w:t>
      </w:r>
      <w:r w:rsidR="008A01C2">
        <w:rPr>
          <w:rtl/>
        </w:rPr>
        <w:t>،</w:t>
      </w:r>
      <w:r w:rsidRPr="003A59EA">
        <w:rPr>
          <w:rtl/>
        </w:rPr>
        <w:t xml:space="preserve"> أو لجهالة حال مصنفه</w:t>
      </w:r>
      <w:r w:rsidR="008A01C2">
        <w:rPr>
          <w:rtl/>
        </w:rPr>
        <w:t>،</w:t>
      </w:r>
      <w:r w:rsidRPr="003A59EA">
        <w:rPr>
          <w:rtl/>
        </w:rPr>
        <w:t xml:space="preserve"> أو لحكم البعض على عدم وثاقته</w:t>
      </w:r>
      <w:r w:rsidR="008A01C2">
        <w:rPr>
          <w:rtl/>
        </w:rPr>
        <w:t>،</w:t>
      </w:r>
      <w:r w:rsidRPr="003A59EA">
        <w:rPr>
          <w:rtl/>
        </w:rPr>
        <w:t xml:space="preserve"> أو لعدم وصول نسخة صحيحة</w:t>
      </w:r>
      <w:r w:rsidR="008A01C2">
        <w:rPr>
          <w:rtl/>
        </w:rPr>
        <w:t xml:space="preserve"> - </w:t>
      </w:r>
      <w:r w:rsidRPr="003A59EA">
        <w:rPr>
          <w:rtl/>
        </w:rPr>
        <w:t>من هذا الكتاب أو ذاك</w:t>
      </w:r>
      <w:r w:rsidR="008A01C2">
        <w:rPr>
          <w:rtl/>
        </w:rPr>
        <w:t xml:space="preserve"> - </w:t>
      </w:r>
      <w:r w:rsidRPr="003A59EA">
        <w:rPr>
          <w:rtl/>
        </w:rPr>
        <w:t>إلى المتأخرين مما أدى إلى إهماله</w:t>
      </w:r>
      <w:r w:rsidR="008A01C2">
        <w:rPr>
          <w:rtl/>
        </w:rPr>
        <w:t>،</w:t>
      </w:r>
      <w:r w:rsidRPr="003A59EA">
        <w:rPr>
          <w:rtl/>
        </w:rPr>
        <w:t xml:space="preserve"> أو لغيره هذا وذاك من الدواعي الأخرى التي حملت الأعلام على الاعراض عن الكتب المتصفة بهذه الأسباب أو بعضها. كل ذلك فرض على صاحب المستدرك</w:t>
      </w:r>
      <w:r w:rsidR="008A01C2">
        <w:rPr>
          <w:rtl/>
        </w:rPr>
        <w:t xml:space="preserve"> - </w:t>
      </w:r>
      <w:r w:rsidRPr="00094C06">
        <w:rPr>
          <w:rStyle w:val="libAlaemChar"/>
          <w:rtl/>
        </w:rPr>
        <w:t>قدس‌سره</w:t>
      </w:r>
      <w:r w:rsidR="008A01C2">
        <w:rPr>
          <w:rtl/>
        </w:rPr>
        <w:t xml:space="preserve"> - </w:t>
      </w:r>
      <w:r w:rsidRPr="003A59EA">
        <w:rPr>
          <w:rtl/>
        </w:rPr>
        <w:t>أن يدخل في هذا الباب من البحث الذي لم يطرقه أحد غيره</w:t>
      </w:r>
      <w:r w:rsidR="008A01C2">
        <w:rPr>
          <w:rtl/>
        </w:rPr>
        <w:t>،</w:t>
      </w:r>
      <w:r w:rsidRPr="003A59EA">
        <w:rPr>
          <w:rtl/>
        </w:rPr>
        <w:t xml:space="preserve"> لا قبله</w:t>
      </w:r>
      <w:r w:rsidR="008A01C2">
        <w:rPr>
          <w:rtl/>
        </w:rPr>
        <w:t xml:space="preserve"> - </w:t>
      </w:r>
      <w:r w:rsidRPr="003A59EA">
        <w:rPr>
          <w:rtl/>
        </w:rPr>
        <w:t>كما صرح به في آخر المطاف</w:t>
      </w:r>
      <w:r w:rsidR="008A01C2">
        <w:rPr>
          <w:rtl/>
        </w:rPr>
        <w:t xml:space="preserve"> - </w:t>
      </w:r>
      <w:r w:rsidRPr="003A59EA">
        <w:rPr>
          <w:rtl/>
        </w:rPr>
        <w:t>ولا بعده فيما نعلم.</w:t>
      </w:r>
    </w:p>
    <w:p w:rsidR="00094C06" w:rsidRPr="003A59EA" w:rsidRDefault="00094C06" w:rsidP="00094C06">
      <w:pPr>
        <w:pStyle w:val="libNormal"/>
        <w:rPr>
          <w:rtl/>
        </w:rPr>
      </w:pPr>
      <w:r w:rsidRPr="003A59EA">
        <w:rPr>
          <w:rtl/>
        </w:rPr>
        <w:t>وحيث كانت الإحاطة بما في هذه الفائدة متعذرة عبر هذه السطور</w:t>
      </w:r>
      <w:r w:rsidR="008A01C2">
        <w:rPr>
          <w:rtl/>
        </w:rPr>
        <w:t>،</w:t>
      </w:r>
      <w:r w:rsidRPr="003A59EA">
        <w:rPr>
          <w:rtl/>
        </w:rPr>
        <w:t xml:space="preserve"> لذا سيكون الحديث عنها مقتصرا على ما يضمن الوصول إلى تلك الإحاطة الموكول أمرها إلى القارئ الكريم نفسه</w:t>
      </w:r>
      <w:r w:rsidR="008A01C2">
        <w:rPr>
          <w:rtl/>
        </w:rPr>
        <w:t>،</w:t>
      </w:r>
      <w:r w:rsidRPr="003A59EA">
        <w:rPr>
          <w:rtl/>
        </w:rPr>
        <w:t xml:space="preserve"> فنقول</w:t>
      </w:r>
      <w:r w:rsidR="008A01C2">
        <w:rPr>
          <w:rtl/>
        </w:rPr>
        <w:t>:</w:t>
      </w:r>
    </w:p>
    <w:p w:rsidR="00094C06" w:rsidRPr="003A59EA" w:rsidRDefault="00094C06" w:rsidP="00094C06">
      <w:pPr>
        <w:pStyle w:val="libNormal"/>
        <w:rPr>
          <w:rtl/>
        </w:rPr>
      </w:pPr>
      <w:r w:rsidRPr="003A59EA">
        <w:rPr>
          <w:rtl/>
        </w:rPr>
        <w:t>يمكن حصر الحديث عما في هذه الفائدة بالمحاور الثلاثة التالية.</w:t>
      </w:r>
    </w:p>
    <w:p w:rsidR="00094C06" w:rsidRPr="003A59EA" w:rsidRDefault="00094C06" w:rsidP="00094C06">
      <w:pPr>
        <w:pStyle w:val="libNormal"/>
        <w:rPr>
          <w:rtl/>
        </w:rPr>
      </w:pPr>
      <w:r w:rsidRPr="00094C06">
        <w:rPr>
          <w:rStyle w:val="libBold2Char"/>
          <w:rtl/>
        </w:rPr>
        <w:t>المحور الأول</w:t>
      </w:r>
      <w:r w:rsidR="008A01C2">
        <w:rPr>
          <w:rtl/>
        </w:rPr>
        <w:t>:</w:t>
      </w:r>
      <w:r w:rsidRPr="003A59EA">
        <w:rPr>
          <w:rtl/>
        </w:rPr>
        <w:t xml:space="preserve"> ما يتعلق بالكتب المذكورة في هذه الفائدة.</w:t>
      </w:r>
    </w:p>
    <w:p w:rsidR="00094C06" w:rsidRPr="003A59EA" w:rsidRDefault="00094C06" w:rsidP="00094C06">
      <w:pPr>
        <w:pStyle w:val="libNormal"/>
        <w:rPr>
          <w:rtl/>
        </w:rPr>
      </w:pPr>
      <w:r w:rsidRPr="00094C06">
        <w:rPr>
          <w:rStyle w:val="libBold2Char"/>
          <w:rtl/>
        </w:rPr>
        <w:t>المحور الثاني</w:t>
      </w:r>
      <w:r w:rsidR="008A01C2">
        <w:rPr>
          <w:rtl/>
        </w:rPr>
        <w:t>:</w:t>
      </w:r>
      <w:r w:rsidRPr="003A59EA">
        <w:rPr>
          <w:rtl/>
        </w:rPr>
        <w:t xml:space="preserve"> ما يتعلق بمؤلفي هذه الكتب.</w:t>
      </w:r>
    </w:p>
    <w:p w:rsidR="00094C06" w:rsidRDefault="00094C06" w:rsidP="00094C06">
      <w:pPr>
        <w:pStyle w:val="libNormal"/>
        <w:rPr>
          <w:rtl/>
        </w:rPr>
      </w:pPr>
      <w:r>
        <w:rPr>
          <w:rtl/>
        </w:rPr>
        <w:br w:type="page"/>
      </w:r>
    </w:p>
    <w:p w:rsidR="00094C06" w:rsidRPr="003A59EA" w:rsidRDefault="00094C06" w:rsidP="00094C06">
      <w:pPr>
        <w:pStyle w:val="libNormal"/>
        <w:rPr>
          <w:rtl/>
        </w:rPr>
      </w:pPr>
      <w:r w:rsidRPr="00094C06">
        <w:rPr>
          <w:rStyle w:val="libBold2Char"/>
          <w:rtl/>
        </w:rPr>
        <w:lastRenderedPageBreak/>
        <w:t>المحور الثالث</w:t>
      </w:r>
      <w:r w:rsidR="008A01C2">
        <w:rPr>
          <w:rtl/>
        </w:rPr>
        <w:t>:</w:t>
      </w:r>
      <w:r w:rsidRPr="003A59EA">
        <w:rPr>
          <w:rtl/>
        </w:rPr>
        <w:t xml:space="preserve"> ما له ارتباط ما بأحد المحورين أو بهما معا.</w:t>
      </w:r>
    </w:p>
    <w:p w:rsidR="00094C06" w:rsidRPr="003A59EA" w:rsidRDefault="00094C06" w:rsidP="00094C06">
      <w:pPr>
        <w:pStyle w:val="libNormal"/>
        <w:rPr>
          <w:rtl/>
        </w:rPr>
      </w:pPr>
      <w:r w:rsidRPr="003A59EA">
        <w:rPr>
          <w:rtl/>
        </w:rPr>
        <w:t>وسوف نذكر بيانا ملخصا لما جاء في كل محور من هذه المحاور وعلى النحو التالي.</w:t>
      </w:r>
    </w:p>
    <w:p w:rsidR="00094C06" w:rsidRPr="003A59EA" w:rsidRDefault="00094C06" w:rsidP="00094C06">
      <w:pPr>
        <w:pStyle w:val="libNormal"/>
        <w:rPr>
          <w:rtl/>
        </w:rPr>
      </w:pPr>
      <w:r w:rsidRPr="00094C06">
        <w:rPr>
          <w:rStyle w:val="libBold2Char"/>
          <w:rtl/>
        </w:rPr>
        <w:t>المحور الأول</w:t>
      </w:r>
      <w:r w:rsidR="008A01C2">
        <w:rPr>
          <w:rtl/>
        </w:rPr>
        <w:t>:</w:t>
      </w:r>
      <w:r w:rsidRPr="003A59EA">
        <w:rPr>
          <w:rtl/>
        </w:rPr>
        <w:t xml:space="preserve"> ( ما يتعلق بالكتب المذكورة في هذه الفائدة )</w:t>
      </w:r>
      <w:r>
        <w:rPr>
          <w:rtl/>
        </w:rPr>
        <w:t>.</w:t>
      </w:r>
    </w:p>
    <w:p w:rsidR="00094C06" w:rsidRPr="003A59EA" w:rsidRDefault="00094C06" w:rsidP="00094C06">
      <w:pPr>
        <w:pStyle w:val="libNormal"/>
        <w:rPr>
          <w:rtl/>
        </w:rPr>
      </w:pPr>
      <w:r w:rsidRPr="003A59EA">
        <w:rPr>
          <w:rtl/>
        </w:rPr>
        <w:t>لقد اشتمل هذا المحور على أمرين مهمين في بيان حقيقة الكتب المذكورة في هذه الفائدة وهما</w:t>
      </w:r>
      <w:r w:rsidR="008A01C2">
        <w:rPr>
          <w:rtl/>
        </w:rPr>
        <w:t>:</w:t>
      </w:r>
    </w:p>
    <w:p w:rsidR="00094C06" w:rsidRPr="003A59EA" w:rsidRDefault="00094C06" w:rsidP="00094C06">
      <w:pPr>
        <w:pStyle w:val="libNormal"/>
        <w:rPr>
          <w:rtl/>
        </w:rPr>
      </w:pPr>
      <w:r w:rsidRPr="00094C06">
        <w:rPr>
          <w:rStyle w:val="libBold2Char"/>
          <w:rtl/>
        </w:rPr>
        <w:t>أحدهما</w:t>
      </w:r>
      <w:r w:rsidR="008A01C2">
        <w:rPr>
          <w:rtl/>
        </w:rPr>
        <w:t>:</w:t>
      </w:r>
      <w:r w:rsidRPr="003A59EA">
        <w:rPr>
          <w:rtl/>
        </w:rPr>
        <w:t xml:space="preserve"> في وصف هذه الكتب.</w:t>
      </w:r>
    </w:p>
    <w:p w:rsidR="00094C06" w:rsidRPr="003A59EA" w:rsidRDefault="00094C06" w:rsidP="00094C06">
      <w:pPr>
        <w:pStyle w:val="libNormal"/>
        <w:rPr>
          <w:rtl/>
        </w:rPr>
      </w:pPr>
      <w:r w:rsidRPr="00094C06">
        <w:rPr>
          <w:rStyle w:val="libBold2Char"/>
          <w:rtl/>
        </w:rPr>
        <w:t>والآخر</w:t>
      </w:r>
      <w:r w:rsidR="008A01C2">
        <w:rPr>
          <w:rtl/>
        </w:rPr>
        <w:t>:</w:t>
      </w:r>
      <w:r w:rsidRPr="003A59EA">
        <w:rPr>
          <w:rtl/>
        </w:rPr>
        <w:t xml:space="preserve"> في إثبات اعتبارها.</w:t>
      </w:r>
    </w:p>
    <w:p w:rsidR="00094C06" w:rsidRPr="003A59EA" w:rsidRDefault="00094C06" w:rsidP="00094C06">
      <w:pPr>
        <w:pStyle w:val="libNormal"/>
        <w:rPr>
          <w:rtl/>
        </w:rPr>
      </w:pPr>
      <w:r w:rsidRPr="00094C06">
        <w:rPr>
          <w:rStyle w:val="libBold2Char"/>
          <w:rtl/>
        </w:rPr>
        <w:t>أما الأول</w:t>
      </w:r>
      <w:r w:rsidR="008A01C2">
        <w:rPr>
          <w:rtl/>
        </w:rPr>
        <w:t>:</w:t>
      </w:r>
      <w:r w:rsidRPr="003A59EA">
        <w:rPr>
          <w:rtl/>
        </w:rPr>
        <w:t xml:space="preserve"> فيتلخص بالنقاط التالية</w:t>
      </w:r>
      <w:r w:rsidR="008A01C2">
        <w:rPr>
          <w:rtl/>
        </w:rPr>
        <w:t>:</w:t>
      </w:r>
    </w:p>
    <w:p w:rsidR="00094C06" w:rsidRPr="003A59EA" w:rsidRDefault="00094C06" w:rsidP="00094C06">
      <w:pPr>
        <w:pStyle w:val="libNormal"/>
        <w:rPr>
          <w:rtl/>
        </w:rPr>
      </w:pPr>
      <w:r w:rsidRPr="003A59EA">
        <w:rPr>
          <w:rtl/>
        </w:rPr>
        <w:t>1</w:t>
      </w:r>
      <w:r w:rsidR="008A01C2">
        <w:rPr>
          <w:rtl/>
        </w:rPr>
        <w:t xml:space="preserve"> - </w:t>
      </w:r>
      <w:r w:rsidRPr="003A59EA">
        <w:rPr>
          <w:rtl/>
        </w:rPr>
        <w:t>العناية في تحديد اسم الكتاب</w:t>
      </w:r>
      <w:r w:rsidR="008A01C2">
        <w:rPr>
          <w:rtl/>
        </w:rPr>
        <w:t xml:space="preserve"> - </w:t>
      </w:r>
      <w:r w:rsidRPr="003A59EA">
        <w:rPr>
          <w:rtl/>
        </w:rPr>
        <w:t>موضع بحث الفائدة</w:t>
      </w:r>
      <w:r w:rsidR="008A01C2">
        <w:rPr>
          <w:rtl/>
        </w:rPr>
        <w:t xml:space="preserve"> - </w:t>
      </w:r>
      <w:r w:rsidRPr="003A59EA">
        <w:rPr>
          <w:rtl/>
        </w:rPr>
        <w:t>بالضبط</w:t>
      </w:r>
      <w:r w:rsidR="008A01C2">
        <w:rPr>
          <w:rtl/>
        </w:rPr>
        <w:t>،</w:t>
      </w:r>
      <w:r w:rsidRPr="003A59EA">
        <w:rPr>
          <w:rtl/>
        </w:rPr>
        <w:t xml:space="preserve"> مع عرض سائر الاختلافات في ضبطه إن وجدت لدى العلماء</w:t>
      </w:r>
      <w:r w:rsidR="008A01C2">
        <w:rPr>
          <w:rtl/>
        </w:rPr>
        <w:t>،</w:t>
      </w:r>
      <w:r w:rsidRPr="003A59EA">
        <w:rPr>
          <w:rtl/>
        </w:rPr>
        <w:t xml:space="preserve"> ثم انتخاب ما يمثل الواقع اعتمادا على أدلة كثيرة</w:t>
      </w:r>
      <w:r w:rsidR="008A01C2">
        <w:rPr>
          <w:rtl/>
        </w:rPr>
        <w:t>،</w:t>
      </w:r>
      <w:r w:rsidRPr="003A59EA">
        <w:rPr>
          <w:rtl/>
        </w:rPr>
        <w:t xml:space="preserve"> قد يرتبط بعضها بعصر المؤلف أو تلامذته.</w:t>
      </w:r>
    </w:p>
    <w:p w:rsidR="00094C06" w:rsidRPr="003A59EA" w:rsidRDefault="00094C06" w:rsidP="00094C06">
      <w:pPr>
        <w:pStyle w:val="libNormal"/>
        <w:rPr>
          <w:rtl/>
        </w:rPr>
      </w:pPr>
      <w:r w:rsidRPr="003A59EA">
        <w:rPr>
          <w:rtl/>
        </w:rPr>
        <w:t>2</w:t>
      </w:r>
      <w:r w:rsidR="008A01C2">
        <w:rPr>
          <w:rtl/>
        </w:rPr>
        <w:t xml:space="preserve"> - </w:t>
      </w:r>
      <w:r w:rsidRPr="003A59EA">
        <w:rPr>
          <w:rtl/>
        </w:rPr>
        <w:t>التأكيد على ما في أول الكتاب وآخره من كلام مصنفه</w:t>
      </w:r>
      <w:r w:rsidR="008A01C2">
        <w:rPr>
          <w:rtl/>
        </w:rPr>
        <w:t>،</w:t>
      </w:r>
      <w:r w:rsidRPr="003A59EA">
        <w:rPr>
          <w:rtl/>
        </w:rPr>
        <w:t xml:space="preserve"> ولا يخفى ما في هذا العمل من أهمية كبيرة بالنسبة إلى الكتاب.</w:t>
      </w:r>
    </w:p>
    <w:p w:rsidR="00094C06" w:rsidRPr="003A59EA" w:rsidRDefault="00094C06" w:rsidP="00094C06">
      <w:pPr>
        <w:pStyle w:val="libNormal"/>
        <w:rPr>
          <w:rtl/>
        </w:rPr>
      </w:pPr>
      <w:r w:rsidRPr="003A59EA">
        <w:rPr>
          <w:rtl/>
        </w:rPr>
        <w:t>3</w:t>
      </w:r>
      <w:r w:rsidR="008A01C2">
        <w:rPr>
          <w:rtl/>
        </w:rPr>
        <w:t xml:space="preserve"> - </w:t>
      </w:r>
      <w:r w:rsidRPr="003A59EA">
        <w:rPr>
          <w:rtl/>
        </w:rPr>
        <w:t>الاهتمام الملحوظ في بيان تاريخ تأليف الكتاب المبحوث عنه</w:t>
      </w:r>
      <w:r w:rsidR="008A01C2">
        <w:rPr>
          <w:rtl/>
        </w:rPr>
        <w:t>،</w:t>
      </w:r>
      <w:r w:rsidRPr="003A59EA">
        <w:rPr>
          <w:rtl/>
        </w:rPr>
        <w:t xml:space="preserve"> وتاريخ الفراغ من تأليفه</w:t>
      </w:r>
      <w:r w:rsidR="008A01C2">
        <w:rPr>
          <w:rtl/>
        </w:rPr>
        <w:t>،</w:t>
      </w:r>
      <w:r w:rsidRPr="003A59EA">
        <w:rPr>
          <w:rtl/>
        </w:rPr>
        <w:t xml:space="preserve"> ولما كان هذا الأمر غير متيسر بالنسبة إلى كثير من الكتب</w:t>
      </w:r>
      <w:r w:rsidR="008A01C2">
        <w:rPr>
          <w:rtl/>
        </w:rPr>
        <w:t>،</w:t>
      </w:r>
      <w:r w:rsidRPr="003A59EA">
        <w:rPr>
          <w:rtl/>
        </w:rPr>
        <w:t xml:space="preserve"> صار معوّل الشيخ النوري</w:t>
      </w:r>
      <w:r w:rsidR="008A01C2">
        <w:rPr>
          <w:rtl/>
        </w:rPr>
        <w:t xml:space="preserve"> - </w:t>
      </w:r>
      <w:r w:rsidRPr="00094C06">
        <w:rPr>
          <w:rStyle w:val="libAlaemChar"/>
          <w:rtl/>
        </w:rPr>
        <w:t>قدس‌سره</w:t>
      </w:r>
      <w:r w:rsidR="008A01C2">
        <w:rPr>
          <w:rtl/>
        </w:rPr>
        <w:t xml:space="preserve"> - </w:t>
      </w:r>
      <w:r w:rsidRPr="003A59EA">
        <w:rPr>
          <w:rtl/>
        </w:rPr>
        <w:t>على ما في نسخه منها من حيث بيانه لتاريخ نسخها ووقت الفراغ منه</w:t>
      </w:r>
      <w:r w:rsidR="008A01C2">
        <w:rPr>
          <w:rtl/>
        </w:rPr>
        <w:t>،</w:t>
      </w:r>
      <w:r w:rsidRPr="003A59EA">
        <w:rPr>
          <w:rtl/>
        </w:rPr>
        <w:t xml:space="preserve"> مع بيان اسم الناسخ</w:t>
      </w:r>
      <w:r w:rsidR="008A01C2">
        <w:rPr>
          <w:rtl/>
        </w:rPr>
        <w:t>،</w:t>
      </w:r>
      <w:r w:rsidRPr="003A59EA">
        <w:rPr>
          <w:rtl/>
        </w:rPr>
        <w:t xml:space="preserve"> وقد وجدنا بعض نسخه الخطية يرجع تاريخها إلى القرن الرابع الهجري</w:t>
      </w:r>
      <w:r w:rsidR="008A01C2">
        <w:rPr>
          <w:rtl/>
        </w:rPr>
        <w:t>،</w:t>
      </w:r>
      <w:r w:rsidRPr="003A59EA">
        <w:rPr>
          <w:rtl/>
        </w:rPr>
        <w:t xml:space="preserve"> كما في نسخته من كتاب درست بن منصور ونوادر علي بن أسباط وغيرهما.</w:t>
      </w:r>
    </w:p>
    <w:p w:rsidR="00094C06" w:rsidRPr="003A59EA" w:rsidRDefault="00094C06" w:rsidP="00094C06">
      <w:pPr>
        <w:pStyle w:val="libNormal"/>
        <w:rPr>
          <w:rtl/>
        </w:rPr>
      </w:pPr>
      <w:r w:rsidRPr="003A59EA">
        <w:rPr>
          <w:rtl/>
        </w:rPr>
        <w:t>4</w:t>
      </w:r>
      <w:r w:rsidR="008A01C2">
        <w:rPr>
          <w:rtl/>
        </w:rPr>
        <w:t xml:space="preserve"> - </w:t>
      </w:r>
      <w:r w:rsidRPr="003A59EA">
        <w:rPr>
          <w:rtl/>
        </w:rPr>
        <w:t>لغة جميع كتب هذه الفائدة هي اللغة العربية</w:t>
      </w:r>
      <w:r w:rsidR="008A01C2">
        <w:rPr>
          <w:rtl/>
        </w:rPr>
        <w:t>،</w:t>
      </w:r>
      <w:r w:rsidRPr="003A59EA">
        <w:rPr>
          <w:rtl/>
        </w:rPr>
        <w:t xml:space="preserve"> حيث لم يعتمد فيها إلاّ على النص العربي للحديث الشريف لما في الاعتماد على النص</w:t>
      </w:r>
    </w:p>
    <w:p w:rsidR="00094C06" w:rsidRDefault="00094C06" w:rsidP="00094C06">
      <w:pPr>
        <w:pStyle w:val="libNormal"/>
        <w:rPr>
          <w:rtl/>
        </w:rPr>
      </w:pPr>
      <w:r>
        <w:rPr>
          <w:rtl/>
        </w:rPr>
        <w:br w:type="page"/>
      </w:r>
    </w:p>
    <w:p w:rsidR="00094C06" w:rsidRPr="003A59EA" w:rsidRDefault="00094C06" w:rsidP="00094C06">
      <w:pPr>
        <w:pStyle w:val="libNormal0"/>
        <w:rPr>
          <w:rtl/>
        </w:rPr>
      </w:pPr>
      <w:r w:rsidRPr="003A59EA">
        <w:rPr>
          <w:rtl/>
        </w:rPr>
        <w:lastRenderedPageBreak/>
        <w:t>المترجم من مضيعة لبلاغة الحديث الشريف وروعة نظمه</w:t>
      </w:r>
      <w:r w:rsidR="008A01C2">
        <w:rPr>
          <w:rtl/>
        </w:rPr>
        <w:t>،</w:t>
      </w:r>
      <w:r w:rsidRPr="003A59EA">
        <w:rPr>
          <w:rtl/>
        </w:rPr>
        <w:t xml:space="preserve"> وقد نبّه المصنف على هذا في كتاب روض الجنان لأبي الفتوح الرازي الآتي في هذه الفائدة.</w:t>
      </w:r>
    </w:p>
    <w:p w:rsidR="00094C06" w:rsidRPr="003A59EA" w:rsidRDefault="00094C06" w:rsidP="00094C06">
      <w:pPr>
        <w:pStyle w:val="libNormal"/>
        <w:rPr>
          <w:rtl/>
        </w:rPr>
      </w:pPr>
      <w:r w:rsidRPr="003A59EA">
        <w:rPr>
          <w:rtl/>
        </w:rPr>
        <w:t>5</w:t>
      </w:r>
      <w:r w:rsidR="008A01C2">
        <w:rPr>
          <w:rFonts w:hint="cs"/>
          <w:rtl/>
        </w:rPr>
        <w:t xml:space="preserve"> - </w:t>
      </w:r>
      <w:r w:rsidRPr="003A59EA">
        <w:rPr>
          <w:rtl/>
        </w:rPr>
        <w:t>الإشارة إلى ما في هذه الكتب من أحاديث الأحكام</w:t>
      </w:r>
      <w:r w:rsidR="008A01C2">
        <w:rPr>
          <w:rtl/>
        </w:rPr>
        <w:t>،</w:t>
      </w:r>
      <w:r w:rsidRPr="003A59EA">
        <w:rPr>
          <w:rtl/>
        </w:rPr>
        <w:t xml:space="preserve"> فبعضها غزير المادة الفقهية</w:t>
      </w:r>
      <w:r w:rsidR="008A01C2">
        <w:rPr>
          <w:rtl/>
        </w:rPr>
        <w:t>،</w:t>
      </w:r>
      <w:r w:rsidRPr="003A59EA">
        <w:rPr>
          <w:rtl/>
        </w:rPr>
        <w:t xml:space="preserve"> وبعضها الآخر لا شيء فيه من ذلك بل موضوعه السنن والأخلاق والآداب العامة</w:t>
      </w:r>
      <w:r w:rsidR="008A01C2">
        <w:rPr>
          <w:rtl/>
        </w:rPr>
        <w:t>،</w:t>
      </w:r>
      <w:r w:rsidRPr="003A59EA">
        <w:rPr>
          <w:rtl/>
        </w:rPr>
        <w:t xml:space="preserve"> وبعضها قد جمع بين الأمرين.</w:t>
      </w:r>
    </w:p>
    <w:p w:rsidR="00094C06" w:rsidRPr="003A59EA" w:rsidRDefault="00094C06" w:rsidP="00094C06">
      <w:pPr>
        <w:pStyle w:val="libNormal"/>
        <w:rPr>
          <w:rtl/>
        </w:rPr>
      </w:pPr>
      <w:r w:rsidRPr="00094C06">
        <w:rPr>
          <w:rStyle w:val="libBold2Char"/>
          <w:rtl/>
        </w:rPr>
        <w:t>واما الثاني</w:t>
      </w:r>
      <w:r w:rsidR="008A01C2">
        <w:rPr>
          <w:rtl/>
        </w:rPr>
        <w:t>:</w:t>
      </w:r>
      <w:r w:rsidRPr="003A59EA">
        <w:rPr>
          <w:rtl/>
        </w:rPr>
        <w:t xml:space="preserve"> فغالبا ما يبتدئ بعرض اختلاف العلماء في الكتاب المبحوث عنه</w:t>
      </w:r>
      <w:r w:rsidR="008A01C2">
        <w:rPr>
          <w:rtl/>
        </w:rPr>
        <w:t>،</w:t>
      </w:r>
      <w:r w:rsidRPr="003A59EA">
        <w:rPr>
          <w:rtl/>
        </w:rPr>
        <w:t xml:space="preserve"> من حيث طعنهم بالكتاب</w:t>
      </w:r>
      <w:r w:rsidR="008A01C2">
        <w:rPr>
          <w:rtl/>
        </w:rPr>
        <w:t>،</w:t>
      </w:r>
      <w:r w:rsidRPr="003A59EA">
        <w:rPr>
          <w:rtl/>
        </w:rPr>
        <w:t xml:space="preserve"> أو شكهم بصحة نسبته إلى مؤلفه</w:t>
      </w:r>
      <w:r w:rsidR="008A01C2">
        <w:rPr>
          <w:rtl/>
        </w:rPr>
        <w:t>،</w:t>
      </w:r>
      <w:r w:rsidRPr="003A59EA">
        <w:rPr>
          <w:rtl/>
        </w:rPr>
        <w:t xml:space="preserve"> مع بيان سائر الوجوه التي اعتمدها من قال بعدم اعتباره</w:t>
      </w:r>
      <w:r w:rsidR="008A01C2">
        <w:rPr>
          <w:rtl/>
        </w:rPr>
        <w:t>،</w:t>
      </w:r>
      <w:r w:rsidRPr="003A59EA">
        <w:rPr>
          <w:rtl/>
        </w:rPr>
        <w:t xml:space="preserve"> ومن ثم الانتقال إلى الدفاع عن هذا الكتاب</w:t>
      </w:r>
      <w:r w:rsidR="008A01C2">
        <w:rPr>
          <w:rtl/>
        </w:rPr>
        <w:t>،</w:t>
      </w:r>
      <w:r w:rsidRPr="003A59EA">
        <w:rPr>
          <w:rtl/>
        </w:rPr>
        <w:t xml:space="preserve"> وبيان قيمته العلمية</w:t>
      </w:r>
      <w:r w:rsidR="008A01C2">
        <w:rPr>
          <w:rtl/>
        </w:rPr>
        <w:t>،</w:t>
      </w:r>
      <w:r w:rsidRPr="003A59EA">
        <w:rPr>
          <w:rtl/>
        </w:rPr>
        <w:t xml:space="preserve"> وذلك بالاعتماد على كثير من الشواهد والأدلة</w:t>
      </w:r>
      <w:r w:rsidR="008A01C2">
        <w:rPr>
          <w:rtl/>
        </w:rPr>
        <w:t>،</w:t>
      </w:r>
      <w:r w:rsidRPr="003A59EA">
        <w:rPr>
          <w:rtl/>
        </w:rPr>
        <w:t xml:space="preserve"> نذكر أبرزها وهي</w:t>
      </w:r>
      <w:r w:rsidR="008A01C2">
        <w:rPr>
          <w:rtl/>
        </w:rPr>
        <w:t>:</w:t>
      </w:r>
    </w:p>
    <w:p w:rsidR="00094C06" w:rsidRPr="003A59EA" w:rsidRDefault="00094C06" w:rsidP="00094C06">
      <w:pPr>
        <w:pStyle w:val="libNormal"/>
        <w:rPr>
          <w:rtl/>
        </w:rPr>
      </w:pPr>
      <w:r w:rsidRPr="003A59EA">
        <w:rPr>
          <w:rtl/>
        </w:rPr>
        <w:t>1</w:t>
      </w:r>
      <w:r w:rsidR="008A01C2">
        <w:rPr>
          <w:rtl/>
        </w:rPr>
        <w:t xml:space="preserve"> - </w:t>
      </w:r>
      <w:r w:rsidRPr="003A59EA">
        <w:rPr>
          <w:rtl/>
        </w:rPr>
        <w:t>استقصاء ما كتبه أعلام الشيعة من شروح لهذا الكتاب المطعون فيه</w:t>
      </w:r>
      <w:r w:rsidR="008A01C2">
        <w:rPr>
          <w:rtl/>
        </w:rPr>
        <w:t>،</w:t>
      </w:r>
      <w:r w:rsidRPr="003A59EA">
        <w:rPr>
          <w:rtl/>
        </w:rPr>
        <w:t xml:space="preserve"> وبيان ما في عملهم هذا من دليل عنايتهم به</w:t>
      </w:r>
      <w:r w:rsidR="008A01C2">
        <w:rPr>
          <w:rtl/>
        </w:rPr>
        <w:t>،</w:t>
      </w:r>
      <w:r w:rsidRPr="003A59EA">
        <w:rPr>
          <w:rtl/>
        </w:rPr>
        <w:t xml:space="preserve"> وإلاّ فأي ثمرة تترتب على تظافر جهود العلماء في شرحه لو كان الكتاب غير جدير بالاهتمام والاعتبار</w:t>
      </w:r>
      <w:r>
        <w:rPr>
          <w:rtl/>
        </w:rPr>
        <w:t>؟!</w:t>
      </w:r>
      <w:r w:rsidRPr="003A59EA">
        <w:rPr>
          <w:rtl/>
        </w:rPr>
        <w:t xml:space="preserve"> كما نلحظه في كتاب الشهاب للقاضي القضاعي محمّد بن سلامة المالكي المصري المتوفى بها ليلة الخميس 16 ذي القعدة / 454.</w:t>
      </w:r>
    </w:p>
    <w:p w:rsidR="00094C06" w:rsidRPr="003A59EA" w:rsidRDefault="00094C06" w:rsidP="00094C06">
      <w:pPr>
        <w:pStyle w:val="libNormal"/>
        <w:rPr>
          <w:rtl/>
        </w:rPr>
      </w:pPr>
      <w:r w:rsidRPr="003A59EA">
        <w:rPr>
          <w:rtl/>
        </w:rPr>
        <w:t>2</w:t>
      </w:r>
      <w:r w:rsidR="008A01C2">
        <w:rPr>
          <w:rtl/>
        </w:rPr>
        <w:t xml:space="preserve"> - </w:t>
      </w:r>
      <w:r w:rsidRPr="003A59EA">
        <w:rPr>
          <w:rtl/>
        </w:rPr>
        <w:t>بيان الطرق الموصلة إلى الكتاب تفصيلا</w:t>
      </w:r>
      <w:r w:rsidR="008A01C2">
        <w:rPr>
          <w:rtl/>
        </w:rPr>
        <w:t>،</w:t>
      </w:r>
      <w:r w:rsidRPr="003A59EA">
        <w:rPr>
          <w:rtl/>
        </w:rPr>
        <w:t xml:space="preserve"> وقد يتوسع النوري</w:t>
      </w:r>
      <w:r w:rsidR="008A01C2">
        <w:rPr>
          <w:rtl/>
        </w:rPr>
        <w:t xml:space="preserve"> - </w:t>
      </w:r>
      <w:r w:rsidRPr="00094C06">
        <w:rPr>
          <w:rStyle w:val="libAlaemChar"/>
          <w:rtl/>
        </w:rPr>
        <w:t>قدس‌سره</w:t>
      </w:r>
      <w:r w:rsidR="008A01C2">
        <w:rPr>
          <w:rtl/>
        </w:rPr>
        <w:t xml:space="preserve"> - </w:t>
      </w:r>
      <w:r w:rsidRPr="003A59EA">
        <w:rPr>
          <w:rtl/>
        </w:rPr>
        <w:t>في كثير من الأحيان في تفصيل هذه الطرق فيذكر العديد منها</w:t>
      </w:r>
      <w:r w:rsidR="008A01C2">
        <w:rPr>
          <w:rtl/>
        </w:rPr>
        <w:t>،</w:t>
      </w:r>
      <w:r w:rsidRPr="003A59EA">
        <w:rPr>
          <w:rtl/>
        </w:rPr>
        <w:t xml:space="preserve"> لإثبات صحة نسبة الكتاب إلى مصنفه بشكل لا يدع مجالا للشك في صحة هذه النسبة.</w:t>
      </w:r>
    </w:p>
    <w:p w:rsidR="00094C06" w:rsidRPr="003A59EA" w:rsidRDefault="00094C06" w:rsidP="00094C06">
      <w:pPr>
        <w:pStyle w:val="libNormal"/>
        <w:rPr>
          <w:rtl/>
        </w:rPr>
      </w:pPr>
      <w:r w:rsidRPr="003A59EA">
        <w:rPr>
          <w:rtl/>
        </w:rPr>
        <w:t>3</w:t>
      </w:r>
      <w:r w:rsidR="008A01C2">
        <w:rPr>
          <w:rtl/>
        </w:rPr>
        <w:t xml:space="preserve"> - </w:t>
      </w:r>
      <w:r w:rsidRPr="003A59EA">
        <w:rPr>
          <w:rtl/>
        </w:rPr>
        <w:t>ذكر أسماء العلماء الذين اعتمدوا الكتاب وصرّحوا باعتباره</w:t>
      </w:r>
      <w:r w:rsidR="008A01C2">
        <w:rPr>
          <w:rtl/>
        </w:rPr>
        <w:t>،</w:t>
      </w:r>
      <w:r w:rsidRPr="003A59EA">
        <w:rPr>
          <w:rtl/>
        </w:rPr>
        <w:t xml:space="preserve"> وقد يسجل النوري</w:t>
      </w:r>
      <w:r w:rsidR="008A01C2">
        <w:rPr>
          <w:rtl/>
        </w:rPr>
        <w:t xml:space="preserve"> - </w:t>
      </w:r>
      <w:r w:rsidRPr="00094C06">
        <w:rPr>
          <w:rStyle w:val="libAlaemChar"/>
          <w:rtl/>
        </w:rPr>
        <w:t>قدس‌سره</w:t>
      </w:r>
      <w:r w:rsidR="008A01C2">
        <w:rPr>
          <w:rtl/>
        </w:rPr>
        <w:t xml:space="preserve"> - </w:t>
      </w:r>
      <w:r w:rsidRPr="003A59EA">
        <w:rPr>
          <w:rtl/>
        </w:rPr>
        <w:t>العشرات من أسماء العلماء القدامى والمعاصرين له في هذا المضمار.</w:t>
      </w:r>
    </w:p>
    <w:p w:rsidR="00094C06" w:rsidRPr="003A59EA" w:rsidRDefault="00094C06" w:rsidP="00094C06">
      <w:pPr>
        <w:pStyle w:val="libNormal"/>
        <w:rPr>
          <w:rtl/>
        </w:rPr>
      </w:pPr>
      <w:r w:rsidRPr="003A59EA">
        <w:rPr>
          <w:rtl/>
        </w:rPr>
        <w:t>4</w:t>
      </w:r>
      <w:r w:rsidR="008A01C2">
        <w:rPr>
          <w:rtl/>
        </w:rPr>
        <w:t xml:space="preserve"> - </w:t>
      </w:r>
      <w:r w:rsidRPr="003A59EA">
        <w:rPr>
          <w:rtl/>
        </w:rPr>
        <w:t>تفصيل من روى عن هذا الكتاب من قدامي الأصحاب في كتبهم</w:t>
      </w:r>
    </w:p>
    <w:p w:rsidR="00094C06" w:rsidRDefault="00094C06" w:rsidP="00094C06">
      <w:pPr>
        <w:pStyle w:val="libNormal"/>
        <w:rPr>
          <w:rtl/>
        </w:rPr>
      </w:pPr>
      <w:r>
        <w:rPr>
          <w:rtl/>
        </w:rPr>
        <w:br w:type="page"/>
      </w:r>
    </w:p>
    <w:p w:rsidR="00094C06" w:rsidRPr="003A59EA" w:rsidRDefault="00094C06" w:rsidP="00094C06">
      <w:pPr>
        <w:pStyle w:val="libNormal0"/>
        <w:rPr>
          <w:rtl/>
        </w:rPr>
      </w:pPr>
      <w:r w:rsidRPr="003A59EA">
        <w:rPr>
          <w:rtl/>
        </w:rPr>
        <w:lastRenderedPageBreak/>
        <w:t>الحديثية المعتبرة</w:t>
      </w:r>
      <w:r w:rsidR="008A01C2">
        <w:rPr>
          <w:rtl/>
        </w:rPr>
        <w:t>،</w:t>
      </w:r>
      <w:r w:rsidRPr="003A59EA">
        <w:rPr>
          <w:rtl/>
        </w:rPr>
        <w:t xml:space="preserve"> كما هو الحال في كتاب عاصم بن حميد المعتمد من قبل المحمدين الثلاثة</w:t>
      </w:r>
      <w:r w:rsidR="008A01C2">
        <w:rPr>
          <w:rtl/>
        </w:rPr>
        <w:t xml:space="preserve"> - </w:t>
      </w:r>
      <w:r w:rsidRPr="003A59EA">
        <w:rPr>
          <w:rtl/>
        </w:rPr>
        <w:t>رضي الله عنهم</w:t>
      </w:r>
      <w:r w:rsidR="008A01C2">
        <w:rPr>
          <w:rtl/>
        </w:rPr>
        <w:t xml:space="preserve"> - </w:t>
      </w:r>
      <w:r w:rsidRPr="003A59EA">
        <w:rPr>
          <w:rtl/>
        </w:rPr>
        <w:t>في كتبهم الأربعة.</w:t>
      </w:r>
    </w:p>
    <w:p w:rsidR="00094C06" w:rsidRPr="003A59EA" w:rsidRDefault="00094C06" w:rsidP="00094C06">
      <w:pPr>
        <w:pStyle w:val="libNormal"/>
        <w:rPr>
          <w:rtl/>
        </w:rPr>
      </w:pPr>
      <w:r w:rsidRPr="003A59EA">
        <w:rPr>
          <w:rtl/>
        </w:rPr>
        <w:t>5</w:t>
      </w:r>
      <w:r w:rsidR="008A01C2">
        <w:rPr>
          <w:rtl/>
        </w:rPr>
        <w:t xml:space="preserve"> - </w:t>
      </w:r>
      <w:r w:rsidRPr="003A59EA">
        <w:rPr>
          <w:rtl/>
        </w:rPr>
        <w:t>الغوص في بحر الإجازات العلمية التي منحها المشايخ العظام إلى فضلاء عصرهم وتلامذتهم</w:t>
      </w:r>
      <w:r w:rsidR="008A01C2">
        <w:rPr>
          <w:rtl/>
        </w:rPr>
        <w:t>،</w:t>
      </w:r>
      <w:r w:rsidRPr="003A59EA">
        <w:rPr>
          <w:rtl/>
        </w:rPr>
        <w:t xml:space="preserve"> لاستخراج ما فيها من تقريظ ومدح لهذا الكتاب أو ذاك مع الإجازة بروايته</w:t>
      </w:r>
      <w:r w:rsidR="008A01C2">
        <w:rPr>
          <w:rtl/>
        </w:rPr>
        <w:t>،</w:t>
      </w:r>
      <w:r w:rsidRPr="003A59EA">
        <w:rPr>
          <w:rtl/>
        </w:rPr>
        <w:t xml:space="preserve"> كما ان في تبيين هؤلاء المشايخ لطرقهم إلى هذه الكتب واتصالها بمؤلفيها ما يؤكد صحة نسبتها إليهم</w:t>
      </w:r>
      <w:r w:rsidR="008A01C2">
        <w:rPr>
          <w:rtl/>
        </w:rPr>
        <w:t>،</w:t>
      </w:r>
      <w:r w:rsidRPr="003A59EA">
        <w:rPr>
          <w:rtl/>
        </w:rPr>
        <w:t xml:space="preserve"> هذا فضلا عن طرق النوري</w:t>
      </w:r>
      <w:r w:rsidR="008A01C2">
        <w:rPr>
          <w:rtl/>
        </w:rPr>
        <w:t xml:space="preserve"> - </w:t>
      </w:r>
      <w:r w:rsidRPr="00094C06">
        <w:rPr>
          <w:rStyle w:val="libAlaemChar"/>
          <w:rtl/>
        </w:rPr>
        <w:t>قدس‌سره</w:t>
      </w:r>
      <w:r w:rsidR="008A01C2">
        <w:rPr>
          <w:rtl/>
        </w:rPr>
        <w:t xml:space="preserve"> - </w:t>
      </w:r>
      <w:r w:rsidRPr="003A59EA">
        <w:rPr>
          <w:rtl/>
        </w:rPr>
        <w:t>إلى هذه المصنفات كما مرّ آنفا.</w:t>
      </w:r>
    </w:p>
    <w:p w:rsidR="00094C06" w:rsidRPr="003A59EA" w:rsidRDefault="00094C06" w:rsidP="00094C06">
      <w:pPr>
        <w:pStyle w:val="libNormal"/>
        <w:rPr>
          <w:rtl/>
        </w:rPr>
      </w:pPr>
      <w:r w:rsidRPr="003A59EA">
        <w:rPr>
          <w:rtl/>
        </w:rPr>
        <w:t>6</w:t>
      </w:r>
      <w:r w:rsidR="008A01C2">
        <w:rPr>
          <w:rtl/>
        </w:rPr>
        <w:t xml:space="preserve"> - </w:t>
      </w:r>
      <w:r w:rsidRPr="003A59EA">
        <w:rPr>
          <w:rtl/>
        </w:rPr>
        <w:t>اهتمام الشيخ النوري</w:t>
      </w:r>
      <w:r w:rsidR="008A01C2">
        <w:rPr>
          <w:rtl/>
        </w:rPr>
        <w:t xml:space="preserve"> - </w:t>
      </w:r>
      <w:r w:rsidRPr="00094C06">
        <w:rPr>
          <w:rStyle w:val="libAlaemChar"/>
          <w:rtl/>
        </w:rPr>
        <w:t>قدس‌سره</w:t>
      </w:r>
      <w:r w:rsidR="008A01C2">
        <w:rPr>
          <w:rtl/>
        </w:rPr>
        <w:t xml:space="preserve"> - </w:t>
      </w:r>
      <w:r w:rsidRPr="003A59EA">
        <w:rPr>
          <w:rtl/>
        </w:rPr>
        <w:t>بإجراء المقارنة بين محتوى كتبه تلك مع ما في الكتب الأربعة</w:t>
      </w:r>
      <w:r w:rsidR="008A01C2">
        <w:rPr>
          <w:rtl/>
        </w:rPr>
        <w:t>،</w:t>
      </w:r>
      <w:r w:rsidRPr="003A59EA">
        <w:rPr>
          <w:rtl/>
        </w:rPr>
        <w:t xml:space="preserve"> وغيرها من كتب الشيعة المهمة في مجال التعرف على أحاديث أهل البيت </w:t>
      </w:r>
      <w:r w:rsidRPr="00094C06">
        <w:rPr>
          <w:rStyle w:val="libAlaemChar"/>
          <w:rtl/>
        </w:rPr>
        <w:t>عليهم‌السلام</w:t>
      </w:r>
      <w:r w:rsidRPr="003A59EA">
        <w:rPr>
          <w:rtl/>
        </w:rPr>
        <w:t xml:space="preserve"> لا سيما كتب الشيخ الصدوق والطوسي وأضرابهما</w:t>
      </w:r>
      <w:r w:rsidR="008A01C2">
        <w:rPr>
          <w:rtl/>
        </w:rPr>
        <w:t>،</w:t>
      </w:r>
      <w:r w:rsidRPr="003A59EA">
        <w:rPr>
          <w:rtl/>
        </w:rPr>
        <w:t xml:space="preserve"> كل ذلك بهدف التأكيد على ان الاختلاف بين الاثنين نادر وقليل جدا.</w:t>
      </w:r>
    </w:p>
    <w:p w:rsidR="00094C06" w:rsidRPr="003A59EA" w:rsidRDefault="00094C06" w:rsidP="00094C06">
      <w:pPr>
        <w:pStyle w:val="libNormal"/>
        <w:rPr>
          <w:rtl/>
        </w:rPr>
      </w:pPr>
      <w:r w:rsidRPr="003A59EA">
        <w:rPr>
          <w:rtl/>
        </w:rPr>
        <w:t>7</w:t>
      </w:r>
      <w:r w:rsidR="008A01C2">
        <w:rPr>
          <w:rtl/>
        </w:rPr>
        <w:t xml:space="preserve"> - </w:t>
      </w:r>
      <w:r w:rsidRPr="003A59EA">
        <w:rPr>
          <w:rtl/>
        </w:rPr>
        <w:t>اقتناص أدلة الأحكام الفقهية المقررة لدى بعض الفقهاء والمأخوذة من روايات هذه الكتب</w:t>
      </w:r>
      <w:r w:rsidR="008A01C2">
        <w:rPr>
          <w:rtl/>
        </w:rPr>
        <w:t>،</w:t>
      </w:r>
      <w:r w:rsidRPr="003A59EA">
        <w:rPr>
          <w:rtl/>
        </w:rPr>
        <w:t xml:space="preserve"> أو الموافقة لها من حيث المضمون.</w:t>
      </w:r>
    </w:p>
    <w:p w:rsidR="00094C06" w:rsidRPr="003A59EA" w:rsidRDefault="00094C06" w:rsidP="00094C06">
      <w:pPr>
        <w:pStyle w:val="libNormal"/>
        <w:rPr>
          <w:rtl/>
        </w:rPr>
      </w:pPr>
      <w:r w:rsidRPr="003A59EA">
        <w:rPr>
          <w:rtl/>
        </w:rPr>
        <w:t>8</w:t>
      </w:r>
      <w:r w:rsidR="008A01C2">
        <w:rPr>
          <w:rtl/>
        </w:rPr>
        <w:t xml:space="preserve"> - </w:t>
      </w:r>
      <w:r w:rsidRPr="003A59EA">
        <w:rPr>
          <w:rtl/>
        </w:rPr>
        <w:t>إثبات ان بعض الكتب التي تركها صاحب الوسائل</w:t>
      </w:r>
      <w:r w:rsidR="008A01C2">
        <w:rPr>
          <w:rtl/>
        </w:rPr>
        <w:t xml:space="preserve"> - </w:t>
      </w:r>
      <w:r w:rsidRPr="00094C06">
        <w:rPr>
          <w:rStyle w:val="libAlaemChar"/>
          <w:rtl/>
        </w:rPr>
        <w:t>قدس‌سره</w:t>
      </w:r>
      <w:r w:rsidR="008A01C2">
        <w:rPr>
          <w:rtl/>
        </w:rPr>
        <w:t xml:space="preserve"> - </w:t>
      </w:r>
      <w:r w:rsidRPr="003A59EA">
        <w:rPr>
          <w:rtl/>
        </w:rPr>
        <w:t>قد اعتمد عليها من حيث لا يعلم</w:t>
      </w:r>
      <w:r w:rsidR="008A01C2">
        <w:rPr>
          <w:rtl/>
        </w:rPr>
        <w:t>،</w:t>
      </w:r>
      <w:r w:rsidRPr="003A59EA">
        <w:rPr>
          <w:rtl/>
        </w:rPr>
        <w:t xml:space="preserve"> كما هو الحال في كتاب الجعفريات الذي لم يذكره الشيخ الحر</w:t>
      </w:r>
      <w:r w:rsidR="008A01C2">
        <w:rPr>
          <w:rtl/>
        </w:rPr>
        <w:t xml:space="preserve"> - </w:t>
      </w:r>
      <w:r w:rsidRPr="00094C06">
        <w:rPr>
          <w:rStyle w:val="libAlaemChar"/>
          <w:rtl/>
        </w:rPr>
        <w:t>رحمه‌الله</w:t>
      </w:r>
      <w:r w:rsidR="008A01C2">
        <w:rPr>
          <w:rtl/>
        </w:rPr>
        <w:t xml:space="preserve"> - </w:t>
      </w:r>
      <w:r w:rsidRPr="003A59EA">
        <w:rPr>
          <w:rtl/>
        </w:rPr>
        <w:t>ضمن مصادر الوسائل</w:t>
      </w:r>
      <w:r w:rsidR="008A01C2">
        <w:rPr>
          <w:rtl/>
        </w:rPr>
        <w:t>،</w:t>
      </w:r>
      <w:r w:rsidRPr="003A59EA">
        <w:rPr>
          <w:rtl/>
        </w:rPr>
        <w:t xml:space="preserve"> إلاّ ان خبر الوسائل ( 10</w:t>
      </w:r>
      <w:r w:rsidR="008A01C2">
        <w:rPr>
          <w:rtl/>
        </w:rPr>
        <w:t>:</w:t>
      </w:r>
      <w:r w:rsidRPr="003A59EA">
        <w:rPr>
          <w:rtl/>
        </w:rPr>
        <w:t xml:space="preserve"> 32 / 135 ) قد أخذ من كتاب الإقبال للسيّد ابن طاوس</w:t>
      </w:r>
      <w:r w:rsidR="008A01C2">
        <w:rPr>
          <w:rtl/>
        </w:rPr>
        <w:t xml:space="preserve"> - </w:t>
      </w:r>
      <w:r w:rsidRPr="00094C06">
        <w:rPr>
          <w:rStyle w:val="libAlaemChar"/>
          <w:rtl/>
        </w:rPr>
        <w:t>رضي‌الله‌عنه</w:t>
      </w:r>
      <w:r w:rsidR="008A01C2">
        <w:rPr>
          <w:rtl/>
        </w:rPr>
        <w:t xml:space="preserve"> - </w:t>
      </w:r>
      <w:r w:rsidRPr="003A59EA">
        <w:rPr>
          <w:rtl/>
        </w:rPr>
        <w:t>مع أنّ الأخير نقله من كتاب الجعفريات نصا</w:t>
      </w:r>
      <w:r w:rsidR="008A01C2">
        <w:rPr>
          <w:rtl/>
        </w:rPr>
        <w:t>،</w:t>
      </w:r>
      <w:r w:rsidRPr="003A59EA">
        <w:rPr>
          <w:rtl/>
        </w:rPr>
        <w:t xml:space="preserve"> وهذا تتبع نادر يستحق الثناء. على أن فيه ما يدل على اعتماد أكابر الفقهاء العبّاد على كتاب الجعفريات.</w:t>
      </w:r>
    </w:p>
    <w:p w:rsidR="00094C06" w:rsidRPr="003A59EA" w:rsidRDefault="00094C06" w:rsidP="00094C06">
      <w:pPr>
        <w:pStyle w:val="libNormal"/>
        <w:rPr>
          <w:rtl/>
        </w:rPr>
      </w:pPr>
      <w:r w:rsidRPr="003A59EA">
        <w:rPr>
          <w:rtl/>
        </w:rPr>
        <w:t>9</w:t>
      </w:r>
      <w:r w:rsidR="008A01C2">
        <w:rPr>
          <w:rtl/>
        </w:rPr>
        <w:t xml:space="preserve"> - </w:t>
      </w:r>
      <w:r w:rsidRPr="003A59EA">
        <w:rPr>
          <w:rtl/>
        </w:rPr>
        <w:t>الإطالة في الدفاع عن بعض الكتب</w:t>
      </w:r>
      <w:r w:rsidR="008A01C2">
        <w:rPr>
          <w:rtl/>
        </w:rPr>
        <w:t>،</w:t>
      </w:r>
      <w:r w:rsidRPr="003A59EA">
        <w:rPr>
          <w:rtl/>
        </w:rPr>
        <w:t xml:space="preserve"> مع عرض عشرات الأدلة على اعتبارها واعتمادها وشهرتها لدى العلماء</w:t>
      </w:r>
      <w:r w:rsidR="008A01C2">
        <w:rPr>
          <w:rtl/>
        </w:rPr>
        <w:t>،</w:t>
      </w:r>
      <w:r w:rsidRPr="003A59EA">
        <w:rPr>
          <w:rtl/>
        </w:rPr>
        <w:t xml:space="preserve"> كما هو الحال في كتاب</w:t>
      </w:r>
    </w:p>
    <w:p w:rsidR="00094C06" w:rsidRDefault="00094C06" w:rsidP="00094C06">
      <w:pPr>
        <w:pStyle w:val="libNormal"/>
        <w:rPr>
          <w:rtl/>
        </w:rPr>
      </w:pPr>
      <w:r>
        <w:rPr>
          <w:rtl/>
        </w:rPr>
        <w:br w:type="page"/>
      </w:r>
    </w:p>
    <w:p w:rsidR="00094C06" w:rsidRPr="003A59EA" w:rsidRDefault="00094C06" w:rsidP="00094C06">
      <w:pPr>
        <w:pStyle w:val="libNormal0"/>
        <w:rPr>
          <w:rtl/>
        </w:rPr>
      </w:pPr>
      <w:r w:rsidRPr="003A59EA">
        <w:rPr>
          <w:rtl/>
        </w:rPr>
        <w:lastRenderedPageBreak/>
        <w:t>دعائم الإسلام</w:t>
      </w:r>
      <w:r w:rsidR="008A01C2">
        <w:rPr>
          <w:rtl/>
        </w:rPr>
        <w:t>،</w:t>
      </w:r>
      <w:r w:rsidRPr="003A59EA">
        <w:rPr>
          <w:rtl/>
        </w:rPr>
        <w:t xml:space="preserve"> ومصباح الشريعة</w:t>
      </w:r>
      <w:r w:rsidR="008A01C2">
        <w:rPr>
          <w:rtl/>
        </w:rPr>
        <w:t>،</w:t>
      </w:r>
      <w:r w:rsidRPr="003A59EA">
        <w:rPr>
          <w:rtl/>
        </w:rPr>
        <w:t xml:space="preserve"> وكتاب الفقه الرضوي وغيرها.</w:t>
      </w:r>
    </w:p>
    <w:p w:rsidR="00094C06" w:rsidRPr="003A59EA" w:rsidRDefault="00094C06" w:rsidP="00094C06">
      <w:pPr>
        <w:pStyle w:val="libNormal"/>
        <w:rPr>
          <w:rtl/>
        </w:rPr>
      </w:pPr>
      <w:r w:rsidRPr="003A59EA">
        <w:rPr>
          <w:rtl/>
        </w:rPr>
        <w:t>أما الكتب المعلومة الانتساب إلى أعاظم رجالات الشيعة</w:t>
      </w:r>
      <w:r w:rsidR="008A01C2">
        <w:rPr>
          <w:rtl/>
        </w:rPr>
        <w:t>،</w:t>
      </w:r>
      <w:r w:rsidRPr="003A59EA">
        <w:rPr>
          <w:rtl/>
        </w:rPr>
        <w:t xml:space="preserve"> فيجدها غير محتاجة إلى الدعم</w:t>
      </w:r>
      <w:r w:rsidR="008A01C2">
        <w:rPr>
          <w:rtl/>
        </w:rPr>
        <w:t xml:space="preserve"> - </w:t>
      </w:r>
      <w:r w:rsidRPr="003A59EA">
        <w:rPr>
          <w:rtl/>
        </w:rPr>
        <w:t>وهو الصواب</w:t>
      </w:r>
      <w:r w:rsidR="008A01C2">
        <w:rPr>
          <w:rtl/>
        </w:rPr>
        <w:t xml:space="preserve"> - </w:t>
      </w:r>
      <w:r w:rsidRPr="003A59EA">
        <w:rPr>
          <w:rtl/>
        </w:rPr>
        <w:t>لذا لم يتحدث عنها إلاّ قليلا</w:t>
      </w:r>
      <w:r w:rsidR="008A01C2">
        <w:rPr>
          <w:rtl/>
        </w:rPr>
        <w:t>،</w:t>
      </w:r>
      <w:r w:rsidRPr="003A59EA">
        <w:rPr>
          <w:rtl/>
        </w:rPr>
        <w:t xml:space="preserve"> وربما ترك الحديث عنها لعدم أهميته قياسا إلى أهمية الحديث عن غيرها من الكتب الأخرى</w:t>
      </w:r>
      <w:r w:rsidR="008A01C2">
        <w:rPr>
          <w:rtl/>
        </w:rPr>
        <w:t>،</w:t>
      </w:r>
      <w:r w:rsidRPr="003A59EA">
        <w:rPr>
          <w:rtl/>
        </w:rPr>
        <w:t xml:space="preserve"> وقد اختص هذا بكتب المشاهير كالشيخ المفيد وشيخ الطائفة</w:t>
      </w:r>
      <w:r w:rsidR="008A01C2">
        <w:rPr>
          <w:rtl/>
        </w:rPr>
        <w:t xml:space="preserve"> - </w:t>
      </w:r>
      <w:r w:rsidRPr="00094C06">
        <w:rPr>
          <w:rStyle w:val="libAlaemChar"/>
          <w:rtl/>
        </w:rPr>
        <w:t>قدس‌سرهما</w:t>
      </w:r>
      <w:r w:rsidRPr="003A59EA">
        <w:rPr>
          <w:rtl/>
        </w:rPr>
        <w:t xml:space="preserve"> الشريف</w:t>
      </w:r>
      <w:r w:rsidR="008A01C2">
        <w:rPr>
          <w:rtl/>
        </w:rPr>
        <w:t xml:space="preserve"> - </w:t>
      </w:r>
      <w:r w:rsidRPr="003A59EA">
        <w:rPr>
          <w:rtl/>
        </w:rPr>
        <w:t>وغيرهما.</w:t>
      </w:r>
    </w:p>
    <w:p w:rsidR="00094C06" w:rsidRPr="003A59EA" w:rsidRDefault="00094C06" w:rsidP="00094C06">
      <w:pPr>
        <w:pStyle w:val="libNormal"/>
        <w:rPr>
          <w:rtl/>
        </w:rPr>
      </w:pPr>
      <w:r w:rsidRPr="003A59EA">
        <w:rPr>
          <w:rtl/>
        </w:rPr>
        <w:t>إلى غير ذلك من الأمور الأخرى المتصلة بهذا المحور والتي لا مجال لإيضاحها في هذه العجالة.</w:t>
      </w:r>
    </w:p>
    <w:p w:rsidR="00094C06" w:rsidRPr="003A59EA" w:rsidRDefault="00094C06" w:rsidP="00094C06">
      <w:pPr>
        <w:pStyle w:val="libNormal"/>
        <w:rPr>
          <w:rtl/>
        </w:rPr>
      </w:pPr>
      <w:r w:rsidRPr="003A59EA">
        <w:rPr>
          <w:rtl/>
        </w:rPr>
        <w:t>المحور الثاني</w:t>
      </w:r>
      <w:r w:rsidR="008A01C2">
        <w:rPr>
          <w:rtl/>
        </w:rPr>
        <w:t>:</w:t>
      </w:r>
      <w:r w:rsidRPr="003A59EA">
        <w:rPr>
          <w:rtl/>
        </w:rPr>
        <w:t xml:space="preserve"> ما يتعلق بمؤلفي هذه الكتب.</w:t>
      </w:r>
    </w:p>
    <w:p w:rsidR="00094C06" w:rsidRPr="003A59EA" w:rsidRDefault="00094C06" w:rsidP="00094C06">
      <w:pPr>
        <w:pStyle w:val="libNormal"/>
        <w:rPr>
          <w:rtl/>
        </w:rPr>
      </w:pPr>
      <w:r w:rsidRPr="003A59EA">
        <w:rPr>
          <w:rtl/>
        </w:rPr>
        <w:t>توسع المصنف في حديثه عن مؤلفي هذه الكتب</w:t>
      </w:r>
      <w:r w:rsidR="008A01C2">
        <w:rPr>
          <w:rtl/>
        </w:rPr>
        <w:t>،</w:t>
      </w:r>
      <w:r w:rsidRPr="003A59EA">
        <w:rPr>
          <w:rtl/>
        </w:rPr>
        <w:t xml:space="preserve"> وقد أبدى مهارة في إجلالهم</w:t>
      </w:r>
      <w:r w:rsidR="008A01C2">
        <w:rPr>
          <w:rtl/>
        </w:rPr>
        <w:t>،</w:t>
      </w:r>
      <w:r w:rsidRPr="003A59EA">
        <w:rPr>
          <w:rtl/>
        </w:rPr>
        <w:t xml:space="preserve"> وبيان منزلتهم العلمية</w:t>
      </w:r>
      <w:r w:rsidR="008A01C2">
        <w:rPr>
          <w:rtl/>
        </w:rPr>
        <w:t>،</w:t>
      </w:r>
      <w:r w:rsidRPr="003A59EA">
        <w:rPr>
          <w:rtl/>
        </w:rPr>
        <w:t xml:space="preserve"> ومكانتهم عند أرباب النظر</w:t>
      </w:r>
      <w:r w:rsidR="008A01C2">
        <w:rPr>
          <w:rtl/>
        </w:rPr>
        <w:t>،</w:t>
      </w:r>
      <w:r w:rsidRPr="003A59EA">
        <w:rPr>
          <w:rtl/>
        </w:rPr>
        <w:t xml:space="preserve"> مع فضلهم في الحفاظ على السنة بشقيها</w:t>
      </w:r>
      <w:r w:rsidR="008A01C2">
        <w:rPr>
          <w:rtl/>
        </w:rPr>
        <w:t xml:space="preserve"> - </w:t>
      </w:r>
      <w:r w:rsidRPr="003A59EA">
        <w:rPr>
          <w:rtl/>
        </w:rPr>
        <w:t>النبوية والإمامية</w:t>
      </w:r>
      <w:r w:rsidR="008A01C2">
        <w:rPr>
          <w:rtl/>
        </w:rPr>
        <w:t xml:space="preserve"> - </w:t>
      </w:r>
      <w:r w:rsidRPr="003A59EA">
        <w:rPr>
          <w:rtl/>
        </w:rPr>
        <w:t>وصيانتها من التلف أو الضياع.</w:t>
      </w:r>
    </w:p>
    <w:p w:rsidR="00094C06" w:rsidRPr="003A59EA" w:rsidRDefault="00094C06" w:rsidP="00094C06">
      <w:pPr>
        <w:pStyle w:val="libNormal"/>
        <w:rPr>
          <w:rtl/>
        </w:rPr>
      </w:pPr>
      <w:r w:rsidRPr="003A59EA">
        <w:rPr>
          <w:rtl/>
        </w:rPr>
        <w:t>هذا ويمكن إجمال ما في هذا المحور بالنقاط التالية</w:t>
      </w:r>
      <w:r w:rsidR="008A01C2">
        <w:rPr>
          <w:rtl/>
        </w:rPr>
        <w:t>:</w:t>
      </w:r>
    </w:p>
    <w:p w:rsidR="00094C06" w:rsidRPr="003A59EA" w:rsidRDefault="00094C06" w:rsidP="00094C06">
      <w:pPr>
        <w:pStyle w:val="libNormal"/>
        <w:rPr>
          <w:rtl/>
        </w:rPr>
      </w:pPr>
      <w:r w:rsidRPr="003A59EA">
        <w:rPr>
          <w:rtl/>
        </w:rPr>
        <w:t>1</w:t>
      </w:r>
      <w:r w:rsidR="008A01C2">
        <w:rPr>
          <w:rtl/>
        </w:rPr>
        <w:t xml:space="preserve"> - </w:t>
      </w:r>
      <w:r w:rsidRPr="003A59EA">
        <w:rPr>
          <w:rtl/>
        </w:rPr>
        <w:t>ضبط أسماء المؤلفين كاملة</w:t>
      </w:r>
      <w:r w:rsidR="008A01C2">
        <w:rPr>
          <w:rtl/>
        </w:rPr>
        <w:t>،</w:t>
      </w:r>
      <w:r w:rsidRPr="003A59EA">
        <w:rPr>
          <w:rtl/>
        </w:rPr>
        <w:t xml:space="preserve"> مع مناقشة جميع الاختلافات الواردة في ذلك.</w:t>
      </w:r>
    </w:p>
    <w:p w:rsidR="00094C06" w:rsidRPr="003A59EA" w:rsidRDefault="00094C06" w:rsidP="00094C06">
      <w:pPr>
        <w:pStyle w:val="libNormal"/>
        <w:rPr>
          <w:rtl/>
        </w:rPr>
      </w:pPr>
      <w:r w:rsidRPr="003A59EA">
        <w:rPr>
          <w:rtl/>
        </w:rPr>
        <w:t>2</w:t>
      </w:r>
      <w:r w:rsidR="008A01C2">
        <w:rPr>
          <w:rtl/>
        </w:rPr>
        <w:t xml:space="preserve"> - </w:t>
      </w:r>
      <w:r w:rsidRPr="003A59EA">
        <w:rPr>
          <w:rtl/>
        </w:rPr>
        <w:t>الاعتناء البالغ بالتضعيفات الموجهة إلى أي مؤلف كان من مؤلفي كتب هذه الفائدة. وهذه التضعيفات على نحوين</w:t>
      </w:r>
      <w:r w:rsidR="008A01C2">
        <w:rPr>
          <w:rtl/>
        </w:rPr>
        <w:t>:</w:t>
      </w:r>
    </w:p>
    <w:p w:rsidR="00094C06" w:rsidRPr="003A59EA" w:rsidRDefault="00094C06" w:rsidP="00094C06">
      <w:pPr>
        <w:pStyle w:val="libNormal"/>
        <w:rPr>
          <w:rtl/>
        </w:rPr>
      </w:pPr>
      <w:r w:rsidRPr="00094C06">
        <w:rPr>
          <w:rStyle w:val="libBold2Char"/>
          <w:rtl/>
        </w:rPr>
        <w:t>أحدهما</w:t>
      </w:r>
      <w:r w:rsidR="008A01C2">
        <w:rPr>
          <w:rtl/>
        </w:rPr>
        <w:t>:</w:t>
      </w:r>
      <w:r w:rsidRPr="003A59EA">
        <w:rPr>
          <w:rtl/>
        </w:rPr>
        <w:t xml:space="preserve"> تضعيفات أهل السنة.</w:t>
      </w:r>
    </w:p>
    <w:p w:rsidR="00094C06" w:rsidRPr="003A59EA" w:rsidRDefault="00094C06" w:rsidP="00094C06">
      <w:pPr>
        <w:pStyle w:val="libNormal"/>
        <w:rPr>
          <w:rtl/>
        </w:rPr>
      </w:pPr>
      <w:r w:rsidRPr="00094C06">
        <w:rPr>
          <w:rStyle w:val="libBold2Char"/>
          <w:rtl/>
        </w:rPr>
        <w:t>والآخر</w:t>
      </w:r>
      <w:r w:rsidR="008A01C2">
        <w:rPr>
          <w:rtl/>
        </w:rPr>
        <w:t>:</w:t>
      </w:r>
      <w:r w:rsidRPr="003A59EA">
        <w:rPr>
          <w:rtl/>
        </w:rPr>
        <w:t xml:space="preserve"> تضعيفات علماء الشيعة.</w:t>
      </w:r>
    </w:p>
    <w:p w:rsidR="00094C06" w:rsidRPr="003A59EA" w:rsidRDefault="00094C06" w:rsidP="00094C06">
      <w:pPr>
        <w:pStyle w:val="libNormal"/>
        <w:rPr>
          <w:rtl/>
        </w:rPr>
      </w:pPr>
      <w:r w:rsidRPr="00094C06">
        <w:rPr>
          <w:rStyle w:val="libBold2Char"/>
          <w:rtl/>
        </w:rPr>
        <w:t>أما الأول</w:t>
      </w:r>
      <w:r w:rsidR="008A01C2">
        <w:rPr>
          <w:rtl/>
        </w:rPr>
        <w:t>:</w:t>
      </w:r>
      <w:r w:rsidRPr="003A59EA">
        <w:rPr>
          <w:rtl/>
        </w:rPr>
        <w:t xml:space="preserve"> فلا يكلف النوري نفسه</w:t>
      </w:r>
      <w:r w:rsidR="008A01C2">
        <w:rPr>
          <w:rtl/>
        </w:rPr>
        <w:t xml:space="preserve"> - </w:t>
      </w:r>
      <w:r w:rsidRPr="00094C06">
        <w:rPr>
          <w:rStyle w:val="libAlaemChar"/>
          <w:rtl/>
        </w:rPr>
        <w:t>قدس‌سره</w:t>
      </w:r>
      <w:r w:rsidR="008A01C2">
        <w:rPr>
          <w:rtl/>
        </w:rPr>
        <w:t xml:space="preserve"> - </w:t>
      </w:r>
      <w:r w:rsidRPr="003A59EA">
        <w:rPr>
          <w:rtl/>
        </w:rPr>
        <w:t>بالردّ عليه</w:t>
      </w:r>
      <w:r w:rsidR="008A01C2">
        <w:rPr>
          <w:rtl/>
        </w:rPr>
        <w:t>،</w:t>
      </w:r>
      <w:r w:rsidRPr="003A59EA">
        <w:rPr>
          <w:rtl/>
        </w:rPr>
        <w:t xml:space="preserve"> ويهمله تماما</w:t>
      </w:r>
      <w:r w:rsidR="008A01C2">
        <w:rPr>
          <w:rtl/>
        </w:rPr>
        <w:t>،</w:t>
      </w:r>
      <w:r w:rsidRPr="003A59EA">
        <w:rPr>
          <w:rtl/>
        </w:rPr>
        <w:t xml:space="preserve"> بل ويعد الردّ عليه من تضييع العمر</w:t>
      </w:r>
      <w:r w:rsidR="008A01C2">
        <w:rPr>
          <w:rtl/>
        </w:rPr>
        <w:t>،</w:t>
      </w:r>
      <w:r w:rsidRPr="003A59EA">
        <w:rPr>
          <w:rtl/>
        </w:rPr>
        <w:t xml:space="preserve"> وقد وجدناه</w:t>
      </w:r>
      <w:r w:rsidR="008A01C2">
        <w:rPr>
          <w:rtl/>
        </w:rPr>
        <w:t xml:space="preserve"> - </w:t>
      </w:r>
      <w:r w:rsidRPr="00094C06">
        <w:rPr>
          <w:rStyle w:val="libAlaemChar"/>
          <w:rtl/>
        </w:rPr>
        <w:t>رحمه‌الله</w:t>
      </w:r>
      <w:r w:rsidR="008A01C2">
        <w:rPr>
          <w:rtl/>
        </w:rPr>
        <w:t xml:space="preserve"> - </w:t>
      </w:r>
      <w:r w:rsidRPr="003A59EA">
        <w:rPr>
          <w:rtl/>
        </w:rPr>
        <w:t>في غير هذه الفائدة يعد قدح أهل السنة برجال الشيعة ورواتهم من حسن الراوي</w:t>
      </w:r>
      <w:r w:rsidR="008A01C2">
        <w:rPr>
          <w:rtl/>
        </w:rPr>
        <w:t>،</w:t>
      </w:r>
      <w:r w:rsidRPr="003A59EA">
        <w:rPr>
          <w:rtl/>
        </w:rPr>
        <w:t xml:space="preserve"> وهو</w:t>
      </w:r>
    </w:p>
    <w:p w:rsidR="00094C06" w:rsidRDefault="00094C06" w:rsidP="00094C06">
      <w:pPr>
        <w:pStyle w:val="libNormal"/>
        <w:rPr>
          <w:rtl/>
        </w:rPr>
      </w:pPr>
      <w:r>
        <w:rPr>
          <w:rtl/>
        </w:rPr>
        <w:br w:type="page"/>
      </w:r>
    </w:p>
    <w:p w:rsidR="00094C06" w:rsidRPr="003A59EA" w:rsidRDefault="00094C06" w:rsidP="00094C06">
      <w:pPr>
        <w:pStyle w:val="libNormal0"/>
        <w:rPr>
          <w:rtl/>
        </w:rPr>
      </w:pPr>
      <w:r w:rsidRPr="003A59EA">
        <w:rPr>
          <w:rtl/>
        </w:rPr>
        <w:lastRenderedPageBreak/>
        <w:t>كذلك</w:t>
      </w:r>
      <w:r w:rsidR="008A01C2">
        <w:rPr>
          <w:rtl/>
        </w:rPr>
        <w:t>،</w:t>
      </w:r>
      <w:r w:rsidRPr="003A59EA">
        <w:rPr>
          <w:rtl/>
        </w:rPr>
        <w:t xml:space="preserve"> إذ يكفي في التضعيف عندهم أن يكون الرجل شيعيا حتى ولو كان من عبّاد هذه الأمة وزهادها</w:t>
      </w:r>
      <w:r>
        <w:rPr>
          <w:rtl/>
        </w:rPr>
        <w:t>!!</w:t>
      </w:r>
      <w:r w:rsidRPr="003A59EA">
        <w:rPr>
          <w:rtl/>
        </w:rPr>
        <w:t xml:space="preserve"> حتى لكأن اجتماع النقيضين أهون عند متعصبيهم من اجتماع التشيع والوثاقة في فرد مسلم</w:t>
      </w:r>
      <w:r>
        <w:rPr>
          <w:rtl/>
        </w:rPr>
        <w:t>!!!</w:t>
      </w:r>
      <w:r w:rsidRPr="003A59EA">
        <w:rPr>
          <w:rtl/>
        </w:rPr>
        <w:t xml:space="preserve"> ناهيك عن كثرة امتداحهم وتوثيقاتهم بكتب الرجال لكلاب أهل النار من أحفاد ذي الثدية فيما نصت عليه صحاحهم.</w:t>
      </w:r>
    </w:p>
    <w:p w:rsidR="00094C06" w:rsidRPr="003A59EA" w:rsidRDefault="00094C06" w:rsidP="00094C06">
      <w:pPr>
        <w:pStyle w:val="libNormal"/>
        <w:rPr>
          <w:rtl/>
        </w:rPr>
      </w:pPr>
      <w:r w:rsidRPr="00094C06">
        <w:rPr>
          <w:rStyle w:val="libBold2Char"/>
          <w:rtl/>
        </w:rPr>
        <w:t>وأمّا الثاني</w:t>
      </w:r>
      <w:r w:rsidR="008A01C2">
        <w:rPr>
          <w:rtl/>
        </w:rPr>
        <w:t>:</w:t>
      </w:r>
      <w:r w:rsidRPr="003A59EA">
        <w:rPr>
          <w:rtl/>
        </w:rPr>
        <w:t xml:space="preserve"> فهو موضع اهتمام النوري</w:t>
      </w:r>
      <w:r w:rsidR="008A01C2">
        <w:rPr>
          <w:rtl/>
        </w:rPr>
        <w:t xml:space="preserve"> - </w:t>
      </w:r>
      <w:r w:rsidRPr="00094C06">
        <w:rPr>
          <w:rStyle w:val="libAlaemChar"/>
          <w:rtl/>
        </w:rPr>
        <w:t>رحمه‌الله</w:t>
      </w:r>
      <w:r w:rsidR="008A01C2">
        <w:rPr>
          <w:rtl/>
        </w:rPr>
        <w:t xml:space="preserve"> - </w:t>
      </w:r>
      <w:r w:rsidRPr="003A59EA">
        <w:rPr>
          <w:rtl/>
        </w:rPr>
        <w:t>إذ نراه يستعرض جميع الأقوال المضعفة لأي من أولئك المؤلفين</w:t>
      </w:r>
      <w:r w:rsidR="008A01C2">
        <w:rPr>
          <w:rtl/>
        </w:rPr>
        <w:t>،</w:t>
      </w:r>
      <w:r w:rsidRPr="003A59EA">
        <w:rPr>
          <w:rtl/>
        </w:rPr>
        <w:t xml:space="preserve"> ثم ينتقل بعد ذلك إلى مناقشة هذه التضعيفات منتهيا إلى الحكم بجلالته وعلو قدره ومنزلته</w:t>
      </w:r>
      <w:r w:rsidR="008A01C2">
        <w:rPr>
          <w:rtl/>
        </w:rPr>
        <w:t>،</w:t>
      </w:r>
      <w:r w:rsidRPr="003A59EA">
        <w:rPr>
          <w:rtl/>
        </w:rPr>
        <w:t xml:space="preserve"> وله في إثبات ذلك منها</w:t>
      </w:r>
      <w:r w:rsidR="008A01C2">
        <w:rPr>
          <w:rtl/>
        </w:rPr>
        <w:t>:</w:t>
      </w:r>
    </w:p>
    <w:p w:rsidR="00094C06" w:rsidRPr="003A59EA" w:rsidRDefault="00094C06" w:rsidP="00094C06">
      <w:pPr>
        <w:pStyle w:val="libNormal"/>
        <w:rPr>
          <w:rtl/>
        </w:rPr>
      </w:pPr>
      <w:r w:rsidRPr="003A59EA">
        <w:rPr>
          <w:rtl/>
        </w:rPr>
        <w:t>أ</w:t>
      </w:r>
      <w:r w:rsidR="008A01C2">
        <w:rPr>
          <w:rtl/>
        </w:rPr>
        <w:t xml:space="preserve"> - </w:t>
      </w:r>
      <w:r w:rsidRPr="003A59EA">
        <w:rPr>
          <w:rtl/>
        </w:rPr>
        <w:t>النص الصريح</w:t>
      </w:r>
      <w:r w:rsidR="008A01C2">
        <w:rPr>
          <w:rtl/>
        </w:rPr>
        <w:t xml:space="preserve"> - </w:t>
      </w:r>
      <w:r w:rsidRPr="003A59EA">
        <w:rPr>
          <w:rtl/>
        </w:rPr>
        <w:t>من أحد العلماء المتضلعين في فن الرجال</w:t>
      </w:r>
      <w:r w:rsidR="008A01C2">
        <w:rPr>
          <w:rtl/>
        </w:rPr>
        <w:t xml:space="preserve"> - </w:t>
      </w:r>
      <w:r w:rsidRPr="003A59EA">
        <w:rPr>
          <w:rtl/>
        </w:rPr>
        <w:t>على وثاقته.</w:t>
      </w:r>
    </w:p>
    <w:p w:rsidR="00094C06" w:rsidRPr="003A59EA" w:rsidRDefault="00094C06" w:rsidP="00094C06">
      <w:pPr>
        <w:pStyle w:val="libNormal"/>
        <w:rPr>
          <w:rtl/>
        </w:rPr>
      </w:pPr>
      <w:r w:rsidRPr="003A59EA">
        <w:rPr>
          <w:rtl/>
        </w:rPr>
        <w:t>ب</w:t>
      </w:r>
      <w:r w:rsidR="008A01C2">
        <w:rPr>
          <w:rtl/>
        </w:rPr>
        <w:t xml:space="preserve"> - </w:t>
      </w:r>
      <w:r w:rsidRPr="003A59EA">
        <w:rPr>
          <w:rtl/>
        </w:rPr>
        <w:t>إيراد الكثير من أسانيد الكتب الأربعة المتصلة بقدامى مؤلفي بعض هذه الكتب خصوصا ما كان داخلا منهم في عداد أصحاب الأصول الأربعمائة المعروفة عند الشيعة</w:t>
      </w:r>
      <w:r w:rsidR="008A01C2">
        <w:rPr>
          <w:rtl/>
        </w:rPr>
        <w:t>،</w:t>
      </w:r>
      <w:r w:rsidRPr="003A59EA">
        <w:rPr>
          <w:rtl/>
        </w:rPr>
        <w:t xml:space="preserve"> وذلك للدلالة على كونه معتمدا في الرواية من قبل رواة الشيعة الأوائل.</w:t>
      </w:r>
    </w:p>
    <w:p w:rsidR="00094C06" w:rsidRPr="003A59EA" w:rsidRDefault="00094C06" w:rsidP="00094C06">
      <w:pPr>
        <w:pStyle w:val="libNormal"/>
        <w:rPr>
          <w:rtl/>
        </w:rPr>
      </w:pPr>
      <w:r w:rsidRPr="003A59EA">
        <w:rPr>
          <w:rtl/>
        </w:rPr>
        <w:t>ج</w:t>
      </w:r>
      <w:r w:rsidR="008A01C2">
        <w:rPr>
          <w:rtl/>
        </w:rPr>
        <w:t xml:space="preserve"> - </w:t>
      </w:r>
      <w:r w:rsidRPr="003A59EA">
        <w:rPr>
          <w:rtl/>
        </w:rPr>
        <w:t>رواية أجلاء الشيعة وأصحاب الإجماع</w:t>
      </w:r>
      <w:r w:rsidR="008A01C2">
        <w:rPr>
          <w:rtl/>
        </w:rPr>
        <w:t>:</w:t>
      </w:r>
      <w:r w:rsidRPr="003A59EA">
        <w:rPr>
          <w:rtl/>
        </w:rPr>
        <w:t xml:space="preserve"> كابن أبي عمير</w:t>
      </w:r>
      <w:r w:rsidR="008A01C2">
        <w:rPr>
          <w:rtl/>
        </w:rPr>
        <w:t>،</w:t>
      </w:r>
      <w:r w:rsidRPr="003A59EA">
        <w:rPr>
          <w:rtl/>
        </w:rPr>
        <w:t xml:space="preserve"> وصفوان</w:t>
      </w:r>
      <w:r w:rsidR="008A01C2">
        <w:rPr>
          <w:rtl/>
        </w:rPr>
        <w:t>،</w:t>
      </w:r>
      <w:r w:rsidRPr="003A59EA">
        <w:rPr>
          <w:rtl/>
        </w:rPr>
        <w:t xml:space="preserve"> والبزنطي</w:t>
      </w:r>
      <w:r w:rsidR="008A01C2">
        <w:rPr>
          <w:rtl/>
        </w:rPr>
        <w:t xml:space="preserve"> - </w:t>
      </w:r>
      <w:r w:rsidRPr="003A59EA">
        <w:rPr>
          <w:rtl/>
        </w:rPr>
        <w:t>الذين عرفوا بأنهم لا يروون ولا يرسلون إلاّ عن ثقة</w:t>
      </w:r>
      <w:r w:rsidR="008A01C2">
        <w:rPr>
          <w:rtl/>
        </w:rPr>
        <w:t xml:space="preserve"> - </w:t>
      </w:r>
      <w:r w:rsidRPr="003A59EA">
        <w:rPr>
          <w:rtl/>
        </w:rPr>
        <w:t>عن قدامي هؤلاء المؤلفين.</w:t>
      </w:r>
    </w:p>
    <w:p w:rsidR="00094C06" w:rsidRPr="003A59EA" w:rsidRDefault="00094C06" w:rsidP="00094C06">
      <w:pPr>
        <w:pStyle w:val="libNormal"/>
        <w:rPr>
          <w:rtl/>
        </w:rPr>
      </w:pPr>
      <w:r w:rsidRPr="003A59EA">
        <w:rPr>
          <w:rtl/>
        </w:rPr>
        <w:t>د</w:t>
      </w:r>
      <w:r w:rsidR="008A01C2">
        <w:rPr>
          <w:rtl/>
        </w:rPr>
        <w:t xml:space="preserve"> - </w:t>
      </w:r>
      <w:r w:rsidRPr="003A59EA">
        <w:rPr>
          <w:rtl/>
        </w:rPr>
        <w:t>بيان موقف العلماء إزاء من ضعّف</w:t>
      </w:r>
      <w:r w:rsidR="008A01C2">
        <w:rPr>
          <w:rtl/>
        </w:rPr>
        <w:t>،</w:t>
      </w:r>
      <w:r w:rsidRPr="003A59EA">
        <w:rPr>
          <w:rtl/>
        </w:rPr>
        <w:t xml:space="preserve"> وتصريحهم بخلافه.</w:t>
      </w:r>
    </w:p>
    <w:p w:rsidR="00094C06" w:rsidRPr="003A59EA" w:rsidRDefault="00094C06" w:rsidP="00094C06">
      <w:pPr>
        <w:pStyle w:val="libNormal"/>
        <w:rPr>
          <w:rtl/>
        </w:rPr>
      </w:pPr>
      <w:r w:rsidRPr="003A59EA">
        <w:rPr>
          <w:rtl/>
        </w:rPr>
        <w:t>ه</w:t>
      </w:r>
      <w:r w:rsidR="008A01C2">
        <w:rPr>
          <w:rtl/>
        </w:rPr>
        <w:t xml:space="preserve"> - </w:t>
      </w:r>
      <w:r w:rsidRPr="003A59EA">
        <w:rPr>
          <w:rtl/>
        </w:rPr>
        <w:t>الإكثار من توظيف استدلالات الفقهاء في مجال الأحكام الفرعية لخدمة التوثيق حين يكون الاستدلال برواية رواها المؤلف أو وقع في إسنادها.</w:t>
      </w:r>
    </w:p>
    <w:p w:rsidR="00094C06" w:rsidRPr="003A59EA" w:rsidRDefault="00094C06" w:rsidP="00094C06">
      <w:pPr>
        <w:pStyle w:val="libNormal"/>
        <w:rPr>
          <w:rtl/>
        </w:rPr>
      </w:pPr>
      <w:r w:rsidRPr="003A59EA">
        <w:rPr>
          <w:rtl/>
        </w:rPr>
        <w:t>3</w:t>
      </w:r>
      <w:r w:rsidR="008A01C2">
        <w:rPr>
          <w:rtl/>
        </w:rPr>
        <w:t xml:space="preserve"> - </w:t>
      </w:r>
      <w:r w:rsidRPr="003A59EA">
        <w:rPr>
          <w:rtl/>
        </w:rPr>
        <w:t>إثبات تشيع من يدعى تسننه من أولئك المؤلفين</w:t>
      </w:r>
      <w:r w:rsidR="008A01C2">
        <w:rPr>
          <w:rtl/>
        </w:rPr>
        <w:t>،</w:t>
      </w:r>
      <w:r w:rsidRPr="003A59EA">
        <w:rPr>
          <w:rtl/>
        </w:rPr>
        <w:t xml:space="preserve"> وله في إثبات</w:t>
      </w:r>
    </w:p>
    <w:p w:rsidR="00094C06" w:rsidRDefault="00094C06" w:rsidP="00094C06">
      <w:pPr>
        <w:pStyle w:val="libNormal"/>
        <w:rPr>
          <w:rtl/>
        </w:rPr>
      </w:pPr>
      <w:r>
        <w:rPr>
          <w:rtl/>
        </w:rPr>
        <w:br w:type="page"/>
      </w:r>
    </w:p>
    <w:p w:rsidR="00094C06" w:rsidRPr="003A59EA" w:rsidRDefault="00094C06" w:rsidP="00094C06">
      <w:pPr>
        <w:pStyle w:val="libNormal0"/>
        <w:rPr>
          <w:rtl/>
        </w:rPr>
      </w:pPr>
      <w:r w:rsidRPr="003A59EA">
        <w:rPr>
          <w:rtl/>
        </w:rPr>
        <w:lastRenderedPageBreak/>
        <w:t>ذلك طرق طريفة</w:t>
      </w:r>
      <w:r w:rsidR="008A01C2">
        <w:rPr>
          <w:rtl/>
        </w:rPr>
        <w:t>،</w:t>
      </w:r>
      <w:r w:rsidRPr="003A59EA">
        <w:rPr>
          <w:rtl/>
        </w:rPr>
        <w:t xml:space="preserve"> لعل من أهمها كون المدعى تسننه هو « من دعاة الرفض » عند أهل السنة.</w:t>
      </w:r>
    </w:p>
    <w:p w:rsidR="00094C06" w:rsidRPr="003A59EA" w:rsidRDefault="00094C06" w:rsidP="00094C06">
      <w:pPr>
        <w:pStyle w:val="libNormal"/>
        <w:rPr>
          <w:rtl/>
        </w:rPr>
      </w:pPr>
      <w:r w:rsidRPr="003A59EA">
        <w:rPr>
          <w:rtl/>
        </w:rPr>
        <w:t>4</w:t>
      </w:r>
      <w:r w:rsidR="008A01C2">
        <w:rPr>
          <w:rFonts w:hint="cs"/>
          <w:rtl/>
        </w:rPr>
        <w:t xml:space="preserve"> - </w:t>
      </w:r>
      <w:r w:rsidRPr="003A59EA">
        <w:rPr>
          <w:rtl/>
        </w:rPr>
        <w:t>المسكوت عنهم في كتب الرجال من أولئك المؤلفين قد نالوا حظا وافرا من البحث والتمحيص في هذه الفائدة</w:t>
      </w:r>
      <w:r w:rsidR="008A01C2">
        <w:rPr>
          <w:rtl/>
        </w:rPr>
        <w:t>،</w:t>
      </w:r>
      <w:r w:rsidRPr="003A59EA">
        <w:rPr>
          <w:rtl/>
        </w:rPr>
        <w:t xml:space="preserve"> كما في شرحه لأصل زيد الزراد. ولقد كان المصنف آية عجيبة في توثيق من لم يذكر منهم في كتب الرجال بمدح أو قدح كأبي محمّد جعفر بن أحمد القمي صاحب كتاب المسلسلات وغيرها من الكتب</w:t>
      </w:r>
      <w:r w:rsidR="008A01C2">
        <w:rPr>
          <w:rtl/>
        </w:rPr>
        <w:t>،</w:t>
      </w:r>
      <w:r w:rsidRPr="003A59EA">
        <w:rPr>
          <w:rtl/>
        </w:rPr>
        <w:t xml:space="preserve"> إذ أكّد جلالته بمختلف الطرق.</w:t>
      </w:r>
    </w:p>
    <w:p w:rsidR="00094C06" w:rsidRPr="003A59EA" w:rsidRDefault="00094C06" w:rsidP="00094C06">
      <w:pPr>
        <w:pStyle w:val="libNormal"/>
        <w:rPr>
          <w:rtl/>
        </w:rPr>
      </w:pPr>
      <w:r w:rsidRPr="00094C06">
        <w:rPr>
          <w:rStyle w:val="libBold2Char"/>
          <w:rtl/>
        </w:rPr>
        <w:t>المحور الثالث</w:t>
      </w:r>
      <w:r w:rsidR="008A01C2">
        <w:rPr>
          <w:rtl/>
        </w:rPr>
        <w:t>:</w:t>
      </w:r>
      <w:r w:rsidRPr="003A59EA">
        <w:rPr>
          <w:rtl/>
        </w:rPr>
        <w:t xml:space="preserve"> ما له ارتباط بموضوع الفائدة.</w:t>
      </w:r>
    </w:p>
    <w:p w:rsidR="00094C06" w:rsidRPr="003A59EA" w:rsidRDefault="00094C06" w:rsidP="00094C06">
      <w:pPr>
        <w:pStyle w:val="libNormal"/>
        <w:rPr>
          <w:rtl/>
        </w:rPr>
      </w:pPr>
      <w:r w:rsidRPr="003A59EA">
        <w:rPr>
          <w:rtl/>
        </w:rPr>
        <w:t>فرض هذا الباب من البحث على الشيخ النوري</w:t>
      </w:r>
      <w:r w:rsidR="008A01C2">
        <w:rPr>
          <w:rtl/>
        </w:rPr>
        <w:t xml:space="preserve"> - </w:t>
      </w:r>
      <w:r w:rsidRPr="00094C06">
        <w:rPr>
          <w:rStyle w:val="libAlaemChar"/>
          <w:rtl/>
        </w:rPr>
        <w:t>قدس‌سره</w:t>
      </w:r>
      <w:r w:rsidR="008A01C2">
        <w:rPr>
          <w:rtl/>
        </w:rPr>
        <w:t xml:space="preserve"> - </w:t>
      </w:r>
      <w:r w:rsidRPr="003A59EA">
        <w:rPr>
          <w:rtl/>
        </w:rPr>
        <w:t>التطرق إلى الكثير من الأمور الأخرى التي لم تذكر في أي من المحورين السابقين وكان لبعضها ارتباط جانبي بأحد المحورين</w:t>
      </w:r>
      <w:r w:rsidR="008A01C2">
        <w:rPr>
          <w:rtl/>
        </w:rPr>
        <w:t>،</w:t>
      </w:r>
      <w:r w:rsidRPr="003A59EA">
        <w:rPr>
          <w:rtl/>
        </w:rPr>
        <w:t xml:space="preserve"> ولبعضها الآخر صلة وطيدة بموضوع هذه الفائدة.</w:t>
      </w:r>
    </w:p>
    <w:p w:rsidR="00094C06" w:rsidRPr="003A59EA" w:rsidRDefault="00094C06" w:rsidP="00094C06">
      <w:pPr>
        <w:pStyle w:val="libNormal"/>
        <w:rPr>
          <w:rtl/>
        </w:rPr>
      </w:pPr>
      <w:r w:rsidRPr="003A59EA">
        <w:rPr>
          <w:rtl/>
        </w:rPr>
        <w:t>وفيما يلي أهم تلكم الأمور</w:t>
      </w:r>
      <w:r w:rsidR="008A01C2">
        <w:rPr>
          <w:rtl/>
        </w:rPr>
        <w:t>،</w:t>
      </w:r>
      <w:r w:rsidRPr="003A59EA">
        <w:rPr>
          <w:rtl/>
        </w:rPr>
        <w:t xml:space="preserve"> التي تكرر ذكر بعضها بين فترة واخرى</w:t>
      </w:r>
      <w:r w:rsidR="008A01C2">
        <w:rPr>
          <w:rtl/>
        </w:rPr>
        <w:t>،</w:t>
      </w:r>
      <w:r w:rsidRPr="003A59EA">
        <w:rPr>
          <w:rtl/>
        </w:rPr>
        <w:t xml:space="preserve"> مجملة بالنقاط التالية</w:t>
      </w:r>
      <w:r w:rsidR="008A01C2">
        <w:rPr>
          <w:rtl/>
        </w:rPr>
        <w:t>:</w:t>
      </w:r>
    </w:p>
    <w:p w:rsidR="00094C06" w:rsidRPr="003A59EA" w:rsidRDefault="00094C06" w:rsidP="00094C06">
      <w:pPr>
        <w:pStyle w:val="libNormal"/>
        <w:rPr>
          <w:rtl/>
        </w:rPr>
      </w:pPr>
      <w:r w:rsidRPr="003A59EA">
        <w:rPr>
          <w:rtl/>
        </w:rPr>
        <w:t>1</w:t>
      </w:r>
      <w:r w:rsidR="008A01C2">
        <w:rPr>
          <w:rtl/>
        </w:rPr>
        <w:t xml:space="preserve"> - </w:t>
      </w:r>
      <w:r w:rsidRPr="003A59EA">
        <w:rPr>
          <w:rtl/>
        </w:rPr>
        <w:t>تنبيه المصنف</w:t>
      </w:r>
      <w:r w:rsidR="008A01C2">
        <w:rPr>
          <w:rtl/>
        </w:rPr>
        <w:t xml:space="preserve"> - </w:t>
      </w:r>
      <w:r w:rsidRPr="00094C06">
        <w:rPr>
          <w:rStyle w:val="libAlaemChar"/>
          <w:rtl/>
        </w:rPr>
        <w:t>قدس‌سره</w:t>
      </w:r>
      <w:r w:rsidR="008A01C2">
        <w:rPr>
          <w:rtl/>
        </w:rPr>
        <w:t xml:space="preserve"> - </w:t>
      </w:r>
      <w:r w:rsidRPr="003A59EA">
        <w:rPr>
          <w:rtl/>
        </w:rPr>
        <w:t>على طريقة حصوله على بعض مصادر المستدرك الفريدة</w:t>
      </w:r>
      <w:r w:rsidR="008A01C2">
        <w:rPr>
          <w:rtl/>
        </w:rPr>
        <w:t>،</w:t>
      </w:r>
      <w:r w:rsidRPr="003A59EA">
        <w:rPr>
          <w:rtl/>
        </w:rPr>
        <w:t xml:space="preserve"> وقد يجزم أحيانا بافتقار مكتبات الشيعة في العراق إليها</w:t>
      </w:r>
      <w:r w:rsidR="008A01C2">
        <w:rPr>
          <w:rtl/>
        </w:rPr>
        <w:t>،</w:t>
      </w:r>
      <w:r w:rsidRPr="003A59EA">
        <w:rPr>
          <w:rtl/>
        </w:rPr>
        <w:t xml:space="preserve"> لحصوله عليها من بلاد الهند</w:t>
      </w:r>
      <w:r w:rsidR="008A01C2">
        <w:rPr>
          <w:rtl/>
        </w:rPr>
        <w:t>،</w:t>
      </w:r>
      <w:r w:rsidRPr="003A59EA">
        <w:rPr>
          <w:rtl/>
        </w:rPr>
        <w:t xml:space="preserve"> أو إيران أو غيرهما من البلدان النائية عن مكان تأليف خاتمة المستدرك</w:t>
      </w:r>
      <w:r w:rsidR="008A01C2">
        <w:rPr>
          <w:rtl/>
        </w:rPr>
        <w:t>،</w:t>
      </w:r>
      <w:r w:rsidRPr="003A59EA">
        <w:rPr>
          <w:rtl/>
        </w:rPr>
        <w:t xml:space="preserve"> مما يكشف هذا عن اتصاله الوثيق برجال الفكر وعشاق التراث الشيعي ومكتبات الشيعة في مختلف بقاع العالم الإسلامي.</w:t>
      </w:r>
    </w:p>
    <w:p w:rsidR="00094C06" w:rsidRPr="003A59EA" w:rsidRDefault="00094C06" w:rsidP="00094C06">
      <w:pPr>
        <w:pStyle w:val="libNormal"/>
        <w:rPr>
          <w:rtl/>
        </w:rPr>
      </w:pPr>
      <w:r w:rsidRPr="003A59EA">
        <w:rPr>
          <w:rtl/>
        </w:rPr>
        <w:t>2</w:t>
      </w:r>
      <w:r w:rsidR="008A01C2">
        <w:rPr>
          <w:rtl/>
        </w:rPr>
        <w:t xml:space="preserve"> - </w:t>
      </w:r>
      <w:r w:rsidRPr="003A59EA">
        <w:rPr>
          <w:rtl/>
        </w:rPr>
        <w:t>إشارة المصنف إلى أخطائه</w:t>
      </w:r>
      <w:r w:rsidR="008A01C2">
        <w:rPr>
          <w:rtl/>
        </w:rPr>
        <w:t xml:space="preserve"> - </w:t>
      </w:r>
      <w:r w:rsidRPr="00094C06">
        <w:rPr>
          <w:rStyle w:val="libAlaemChar"/>
          <w:rtl/>
        </w:rPr>
        <w:t>رحمه‌الله</w:t>
      </w:r>
      <w:r w:rsidR="008A01C2">
        <w:rPr>
          <w:rtl/>
        </w:rPr>
        <w:t xml:space="preserve"> - </w:t>
      </w:r>
      <w:r w:rsidRPr="003A59EA">
        <w:rPr>
          <w:rtl/>
        </w:rPr>
        <w:t>إزاء ما ذكره عن بعض هذه الكتب أو بعض المؤلفين في مؤلفاته السابقة كدار السلام</w:t>
      </w:r>
      <w:r w:rsidR="008A01C2">
        <w:rPr>
          <w:rtl/>
        </w:rPr>
        <w:t>،</w:t>
      </w:r>
      <w:r w:rsidRPr="003A59EA">
        <w:rPr>
          <w:rtl/>
        </w:rPr>
        <w:t xml:space="preserve"> والنجم الثاقب وغيرهما. كما هو الحال في كتاب الدعوات للقطب الراوندي الآتي</w:t>
      </w:r>
    </w:p>
    <w:p w:rsidR="00094C06" w:rsidRDefault="00094C06" w:rsidP="00094C06">
      <w:pPr>
        <w:pStyle w:val="libNormal"/>
        <w:rPr>
          <w:rtl/>
        </w:rPr>
      </w:pPr>
      <w:r>
        <w:rPr>
          <w:rtl/>
        </w:rPr>
        <w:br w:type="page"/>
      </w:r>
    </w:p>
    <w:p w:rsidR="00094C06" w:rsidRPr="003A59EA" w:rsidRDefault="00094C06" w:rsidP="00094C06">
      <w:pPr>
        <w:pStyle w:val="libNormal0"/>
        <w:rPr>
          <w:rtl/>
        </w:rPr>
      </w:pPr>
      <w:r w:rsidRPr="003A59EA">
        <w:rPr>
          <w:rtl/>
        </w:rPr>
        <w:lastRenderedPageBreak/>
        <w:t>في هذه الفائدة برقم / 34</w:t>
      </w:r>
      <w:r w:rsidR="008A01C2">
        <w:rPr>
          <w:rtl/>
        </w:rPr>
        <w:t>،</w:t>
      </w:r>
      <w:r w:rsidRPr="003A59EA">
        <w:rPr>
          <w:rtl/>
        </w:rPr>
        <w:t xml:space="preserve"> حيث سبق وان نسبه إلى غير مؤلفه في كتبه السابقة.</w:t>
      </w:r>
    </w:p>
    <w:p w:rsidR="00094C06" w:rsidRPr="003A59EA" w:rsidRDefault="00094C06" w:rsidP="00094C06">
      <w:pPr>
        <w:pStyle w:val="libNormal"/>
        <w:rPr>
          <w:rtl/>
        </w:rPr>
      </w:pPr>
      <w:r w:rsidRPr="003A59EA">
        <w:rPr>
          <w:rtl/>
        </w:rPr>
        <w:t>3</w:t>
      </w:r>
      <w:r w:rsidR="008A01C2">
        <w:rPr>
          <w:rtl/>
        </w:rPr>
        <w:t xml:space="preserve"> - </w:t>
      </w:r>
      <w:r w:rsidRPr="003A59EA">
        <w:rPr>
          <w:rtl/>
        </w:rPr>
        <w:t>التصريح باعتماده على مؤلفاته السابقة في شرح حال بعض الكتب المذكورة في هذه الفائدة كما يظهر ذلك من كتاب جامع الأخبار الآتي برقم / 51 والذي لم يقطع المصنف بنسبته إلى شخص معين</w:t>
      </w:r>
      <w:r w:rsidR="008A01C2">
        <w:rPr>
          <w:rtl/>
        </w:rPr>
        <w:t>،</w:t>
      </w:r>
      <w:r w:rsidRPr="003A59EA">
        <w:rPr>
          <w:rtl/>
        </w:rPr>
        <w:t xml:space="preserve"> بل جعله مرددا بين اثنين</w:t>
      </w:r>
      <w:r w:rsidR="008A01C2">
        <w:rPr>
          <w:rtl/>
        </w:rPr>
        <w:t>،</w:t>
      </w:r>
      <w:r w:rsidRPr="003A59EA">
        <w:rPr>
          <w:rtl/>
        </w:rPr>
        <w:t xml:space="preserve"> والصحيح انه لمحمّد بن محمّد السبزواري كما أثبته المحقق الأستاذ علاء آل جعفر في مقدمة تحقيقه للكتاب المذكور.</w:t>
      </w:r>
    </w:p>
    <w:p w:rsidR="00094C06" w:rsidRPr="003A59EA" w:rsidRDefault="00094C06" w:rsidP="00094C06">
      <w:pPr>
        <w:pStyle w:val="libNormal"/>
        <w:rPr>
          <w:rtl/>
        </w:rPr>
      </w:pPr>
      <w:r w:rsidRPr="003A59EA">
        <w:rPr>
          <w:rtl/>
        </w:rPr>
        <w:t>4</w:t>
      </w:r>
      <w:r w:rsidR="008A01C2">
        <w:rPr>
          <w:rtl/>
        </w:rPr>
        <w:t xml:space="preserve"> - </w:t>
      </w:r>
      <w:r w:rsidRPr="003A59EA">
        <w:rPr>
          <w:rtl/>
        </w:rPr>
        <w:t>الإحالة إلى الفوائد الأخرى في هذه الخاتمة لا سيما الفائدة الثالثة فيما له علاقة بمؤلفي هذه الكتب في الفائدتين.</w:t>
      </w:r>
    </w:p>
    <w:p w:rsidR="00094C06" w:rsidRPr="003A59EA" w:rsidRDefault="00094C06" w:rsidP="00094C06">
      <w:pPr>
        <w:pStyle w:val="libNormal"/>
        <w:rPr>
          <w:rtl/>
        </w:rPr>
      </w:pPr>
      <w:r w:rsidRPr="003A59EA">
        <w:rPr>
          <w:rtl/>
        </w:rPr>
        <w:t>5</w:t>
      </w:r>
      <w:r w:rsidR="008A01C2">
        <w:rPr>
          <w:rtl/>
        </w:rPr>
        <w:t xml:space="preserve"> - </w:t>
      </w:r>
      <w:r w:rsidRPr="003A59EA">
        <w:rPr>
          <w:rtl/>
        </w:rPr>
        <w:t>تعرضه إلى بيان بعض الطرق إلى الكتب التي اعتمدها الشيخ الحر العاملي ولم يعتمدها هو في المستدرك من هذه الطرق بل من طرق اخرى</w:t>
      </w:r>
      <w:r w:rsidR="008A01C2">
        <w:rPr>
          <w:rtl/>
        </w:rPr>
        <w:t>،</w:t>
      </w:r>
      <w:r w:rsidRPr="003A59EA">
        <w:rPr>
          <w:rtl/>
        </w:rPr>
        <w:t xml:space="preserve"> لاختلاف النسخ تبعا لاختلاف طرقها</w:t>
      </w:r>
      <w:r w:rsidR="008A01C2">
        <w:rPr>
          <w:rtl/>
        </w:rPr>
        <w:t>،</w:t>
      </w:r>
      <w:r w:rsidRPr="003A59EA">
        <w:rPr>
          <w:rtl/>
        </w:rPr>
        <w:t xml:space="preserve"> كما نجده في نسختيهما من صحيفة الامام الرضا </w:t>
      </w:r>
      <w:r w:rsidRPr="00094C06">
        <w:rPr>
          <w:rStyle w:val="libAlaemChar"/>
          <w:rtl/>
        </w:rPr>
        <w:t>عليه‌السلام</w:t>
      </w:r>
      <w:r w:rsidRPr="003A59EA">
        <w:rPr>
          <w:rtl/>
        </w:rPr>
        <w:t>.</w:t>
      </w:r>
    </w:p>
    <w:p w:rsidR="00094C06" w:rsidRPr="003A59EA" w:rsidRDefault="00094C06" w:rsidP="00094C06">
      <w:pPr>
        <w:pStyle w:val="libNormal"/>
        <w:rPr>
          <w:rtl/>
        </w:rPr>
      </w:pPr>
      <w:r w:rsidRPr="003A59EA">
        <w:rPr>
          <w:rtl/>
        </w:rPr>
        <w:t>6</w:t>
      </w:r>
      <w:r w:rsidR="008A01C2">
        <w:rPr>
          <w:rtl/>
        </w:rPr>
        <w:t xml:space="preserve"> - </w:t>
      </w:r>
      <w:r w:rsidRPr="003A59EA">
        <w:rPr>
          <w:rtl/>
        </w:rPr>
        <w:t>تعرضه إلى بيان التصحيفات الحاصلة في أسماء الرواة الذين وقعوا في الأسانيد التي استفاد منها النوري في مجال التوثيقات العامة أو لأغراض أخرى في هذه الفائدة.</w:t>
      </w:r>
    </w:p>
    <w:p w:rsidR="00094C06" w:rsidRPr="003A59EA" w:rsidRDefault="00094C06" w:rsidP="00094C06">
      <w:pPr>
        <w:pStyle w:val="libNormal"/>
        <w:rPr>
          <w:rtl/>
        </w:rPr>
      </w:pPr>
      <w:r w:rsidRPr="003A59EA">
        <w:rPr>
          <w:rtl/>
        </w:rPr>
        <w:t>7</w:t>
      </w:r>
      <w:r w:rsidR="008A01C2">
        <w:rPr>
          <w:rtl/>
        </w:rPr>
        <w:t xml:space="preserve"> - </w:t>
      </w:r>
      <w:r w:rsidRPr="003A59EA">
        <w:rPr>
          <w:rtl/>
        </w:rPr>
        <w:t>تناوله لبعض الأمور المهمة المرتبطة بعلم الحديث الشريف</w:t>
      </w:r>
      <w:r w:rsidR="008A01C2">
        <w:rPr>
          <w:rtl/>
        </w:rPr>
        <w:t>،</w:t>
      </w:r>
      <w:r w:rsidRPr="003A59EA">
        <w:rPr>
          <w:rtl/>
        </w:rPr>
        <w:t xml:space="preserve"> كبحثه عن الصحابة وحجية الحديث المرسل وغير ذلك من الأمور الأخرى ذات الصلة بدراية الحديث وروايته.</w:t>
      </w:r>
    </w:p>
    <w:p w:rsidR="00094C06" w:rsidRPr="003A59EA" w:rsidRDefault="00094C06" w:rsidP="00094C06">
      <w:pPr>
        <w:pStyle w:val="libNormal"/>
        <w:rPr>
          <w:rtl/>
        </w:rPr>
      </w:pPr>
      <w:r w:rsidRPr="003A59EA">
        <w:rPr>
          <w:rtl/>
        </w:rPr>
        <w:t>هذا وقد تسجل بعض المؤاخذات على المصنف</w:t>
      </w:r>
      <w:r w:rsidR="008A01C2">
        <w:rPr>
          <w:rtl/>
        </w:rPr>
        <w:t xml:space="preserve"> - </w:t>
      </w:r>
      <w:r w:rsidRPr="00094C06">
        <w:rPr>
          <w:rStyle w:val="libAlaemChar"/>
          <w:rtl/>
        </w:rPr>
        <w:t>رحمه‌الله</w:t>
      </w:r>
      <w:r w:rsidR="008A01C2">
        <w:rPr>
          <w:rtl/>
        </w:rPr>
        <w:t xml:space="preserve"> - </w:t>
      </w:r>
      <w:r w:rsidRPr="003A59EA">
        <w:rPr>
          <w:rtl/>
        </w:rPr>
        <w:t>لعل أهمها ما يأتي</w:t>
      </w:r>
      <w:r w:rsidR="008A01C2">
        <w:rPr>
          <w:rtl/>
        </w:rPr>
        <w:t>:</w:t>
      </w:r>
    </w:p>
    <w:p w:rsidR="00094C06" w:rsidRPr="003A59EA" w:rsidRDefault="00094C06" w:rsidP="00094C06">
      <w:pPr>
        <w:pStyle w:val="libNormal"/>
        <w:rPr>
          <w:rtl/>
        </w:rPr>
      </w:pPr>
      <w:r w:rsidRPr="003A59EA">
        <w:rPr>
          <w:rtl/>
        </w:rPr>
        <w:t>1</w:t>
      </w:r>
      <w:r w:rsidR="008A01C2">
        <w:rPr>
          <w:rtl/>
        </w:rPr>
        <w:t xml:space="preserve"> - </w:t>
      </w:r>
      <w:r w:rsidRPr="003A59EA">
        <w:rPr>
          <w:rtl/>
        </w:rPr>
        <w:t>اعتماده على كتاب واحد مجهول المؤلف وإن اعتذر عن الاستدراك به على الشيخ الحر باعتبار ان ما سجله منه ليس محتجا به وإنما</w:t>
      </w:r>
    </w:p>
    <w:p w:rsidR="00094C06" w:rsidRDefault="00094C06" w:rsidP="00094C06">
      <w:pPr>
        <w:pStyle w:val="libNormal"/>
        <w:rPr>
          <w:rtl/>
        </w:rPr>
      </w:pPr>
      <w:r>
        <w:rPr>
          <w:rtl/>
        </w:rPr>
        <w:br w:type="page"/>
      </w:r>
    </w:p>
    <w:p w:rsidR="00094C06" w:rsidRPr="003A59EA" w:rsidRDefault="00094C06" w:rsidP="00094C06">
      <w:pPr>
        <w:pStyle w:val="libNormal0"/>
        <w:rPr>
          <w:rtl/>
        </w:rPr>
      </w:pPr>
      <w:r w:rsidRPr="003A59EA">
        <w:rPr>
          <w:rtl/>
        </w:rPr>
        <w:lastRenderedPageBreak/>
        <w:t>هو كشاهد ومؤيد.</w:t>
      </w:r>
    </w:p>
    <w:p w:rsidR="00094C06" w:rsidRPr="003A59EA" w:rsidRDefault="00094C06" w:rsidP="00094C06">
      <w:pPr>
        <w:pStyle w:val="libNormal"/>
        <w:rPr>
          <w:rtl/>
        </w:rPr>
      </w:pPr>
      <w:r w:rsidRPr="003A59EA">
        <w:rPr>
          <w:rtl/>
        </w:rPr>
        <w:t>2</w:t>
      </w:r>
      <w:r w:rsidR="008A01C2">
        <w:rPr>
          <w:rFonts w:hint="cs"/>
          <w:rtl/>
        </w:rPr>
        <w:t xml:space="preserve"> - </w:t>
      </w:r>
      <w:r w:rsidRPr="003A59EA">
        <w:rPr>
          <w:rtl/>
        </w:rPr>
        <w:t>تصريحه باعتماده على بعض الكتب التي افتقرت إلى المادة الفقهية تماما معللا ذلك بالحرص على حفظ مآثر الشيعة الإمامية من الضياع كما في كتاب مصباح الشريعة مما يجب</w:t>
      </w:r>
      <w:r w:rsidR="008A01C2">
        <w:rPr>
          <w:rtl/>
        </w:rPr>
        <w:t xml:space="preserve"> - </w:t>
      </w:r>
      <w:r w:rsidRPr="003A59EA">
        <w:rPr>
          <w:rtl/>
        </w:rPr>
        <w:t>لو صح الاستدراك بهذا</w:t>
      </w:r>
      <w:r w:rsidR="008A01C2">
        <w:rPr>
          <w:rtl/>
        </w:rPr>
        <w:t xml:space="preserve"> - </w:t>
      </w:r>
      <w:r w:rsidRPr="003A59EA">
        <w:rPr>
          <w:rtl/>
        </w:rPr>
        <w:t>ان تطرد العلة لتشمل سائر كتب الشيعة الأخرى التي هي من قبيل مصباح الشريعة.</w:t>
      </w:r>
    </w:p>
    <w:p w:rsidR="00094C06" w:rsidRDefault="00094C06" w:rsidP="00094C06">
      <w:pPr>
        <w:pStyle w:val="libNormal"/>
        <w:rPr>
          <w:rFonts w:hint="cs"/>
          <w:rtl/>
        </w:rPr>
      </w:pPr>
      <w:r w:rsidRPr="003A59EA">
        <w:rPr>
          <w:rtl/>
        </w:rPr>
        <w:t>3</w:t>
      </w:r>
      <w:r w:rsidR="008A01C2">
        <w:rPr>
          <w:rtl/>
        </w:rPr>
        <w:t xml:space="preserve"> - </w:t>
      </w:r>
      <w:r w:rsidRPr="003A59EA">
        <w:rPr>
          <w:rtl/>
        </w:rPr>
        <w:t>اعتماده</w:t>
      </w:r>
      <w:r w:rsidR="008A01C2">
        <w:rPr>
          <w:rtl/>
        </w:rPr>
        <w:t xml:space="preserve"> - </w:t>
      </w:r>
      <w:r w:rsidRPr="003A59EA">
        <w:rPr>
          <w:rtl/>
        </w:rPr>
        <w:t>كما صرح هو</w:t>
      </w:r>
      <w:r w:rsidR="008A01C2">
        <w:rPr>
          <w:rtl/>
        </w:rPr>
        <w:t xml:space="preserve"> - </w:t>
      </w:r>
      <w:r w:rsidRPr="00094C06">
        <w:rPr>
          <w:rStyle w:val="libAlaemChar"/>
          <w:rtl/>
        </w:rPr>
        <w:t>قدس‌سره</w:t>
      </w:r>
      <w:r w:rsidR="008A01C2">
        <w:rPr>
          <w:rtl/>
        </w:rPr>
        <w:t xml:space="preserve"> - </w:t>
      </w:r>
      <w:r w:rsidRPr="003A59EA">
        <w:rPr>
          <w:rtl/>
        </w:rPr>
        <w:t>على كتاب واحد غير شيعي مع ان الاستدراك هو على « تفصيل وسائل الشيعة »</w:t>
      </w:r>
      <w:r>
        <w:rPr>
          <w:rtl/>
        </w:rPr>
        <w:t>!</w:t>
      </w:r>
    </w:p>
    <w:p w:rsidR="00094C06" w:rsidRPr="003A59EA" w:rsidRDefault="00094C06" w:rsidP="00094C06">
      <w:pPr>
        <w:pStyle w:val="libNormal"/>
        <w:rPr>
          <w:rtl/>
        </w:rPr>
      </w:pPr>
      <w:r w:rsidRPr="003A59EA">
        <w:rPr>
          <w:rtl/>
        </w:rPr>
        <w:t>4</w:t>
      </w:r>
      <w:r w:rsidR="008A01C2">
        <w:rPr>
          <w:rFonts w:hint="cs"/>
          <w:rtl/>
        </w:rPr>
        <w:t xml:space="preserve"> - </w:t>
      </w:r>
      <w:r w:rsidRPr="003A59EA">
        <w:rPr>
          <w:rtl/>
        </w:rPr>
        <w:t>لم يعر الاهتمام بالدفاع عن التوثيقات الرجالية العامة التي اعتمدها في مجال التوثيق في هذه الفائدة</w:t>
      </w:r>
      <w:r w:rsidR="008A01C2">
        <w:rPr>
          <w:rtl/>
        </w:rPr>
        <w:t>،</w:t>
      </w:r>
      <w:r w:rsidRPr="003A59EA">
        <w:rPr>
          <w:rtl/>
        </w:rPr>
        <w:t xml:space="preserve"> بل ولم يشر إلى مواضع دفاعه عنها في الفوائد الأخرى من هذه الخاتمة كالرابعة والخامسة والسابعة وغيرها</w:t>
      </w:r>
      <w:r w:rsidR="008A01C2">
        <w:rPr>
          <w:rtl/>
        </w:rPr>
        <w:t>،</w:t>
      </w:r>
      <w:r w:rsidRPr="003A59EA">
        <w:rPr>
          <w:rtl/>
        </w:rPr>
        <w:t xml:space="preserve"> حتى لكأنها مسلمة عند الجميع وليس الأمر كذلك.</w:t>
      </w:r>
    </w:p>
    <w:p w:rsidR="00094C06" w:rsidRDefault="00094C06" w:rsidP="00094C06">
      <w:pPr>
        <w:pStyle w:val="libNormal"/>
        <w:rPr>
          <w:rtl/>
        </w:rPr>
      </w:pPr>
      <w:r>
        <w:rPr>
          <w:rtl/>
        </w:rPr>
        <w:br w:type="page"/>
      </w:r>
    </w:p>
    <w:p w:rsidR="00094C06" w:rsidRDefault="00094C06" w:rsidP="00094C06">
      <w:pPr>
        <w:pStyle w:val="libCenterBold1"/>
        <w:rPr>
          <w:rtl/>
        </w:rPr>
      </w:pPr>
      <w:r w:rsidRPr="003A59EA">
        <w:rPr>
          <w:rtl/>
        </w:rPr>
        <w:lastRenderedPageBreak/>
        <w:t>الفائدة الثالثة</w:t>
      </w:r>
    </w:p>
    <w:p w:rsidR="00094C06" w:rsidRDefault="00094C06" w:rsidP="00094C06">
      <w:pPr>
        <w:pStyle w:val="libCenterBold1"/>
        <w:rPr>
          <w:rtl/>
        </w:rPr>
      </w:pPr>
      <w:r w:rsidRPr="003A59EA">
        <w:rPr>
          <w:rtl/>
        </w:rPr>
        <w:t>في ذكر المشايخ العظام</w:t>
      </w:r>
    </w:p>
    <w:p w:rsidR="00094C06" w:rsidRPr="003A59EA" w:rsidRDefault="00094C06" w:rsidP="00094C06">
      <w:pPr>
        <w:pStyle w:val="libNormal"/>
        <w:rPr>
          <w:rtl/>
        </w:rPr>
      </w:pPr>
      <w:r w:rsidRPr="003A59EA">
        <w:rPr>
          <w:rtl/>
        </w:rPr>
        <w:t>خصصت هذه الفائدة</w:t>
      </w:r>
      <w:r w:rsidR="008A01C2">
        <w:rPr>
          <w:rtl/>
        </w:rPr>
        <w:t xml:space="preserve"> - </w:t>
      </w:r>
      <w:r w:rsidRPr="003A59EA">
        <w:rPr>
          <w:rtl/>
        </w:rPr>
        <w:t>التي هي أكبر الفوائد بعد الخامسة</w:t>
      </w:r>
      <w:r w:rsidR="008A01C2">
        <w:rPr>
          <w:rtl/>
        </w:rPr>
        <w:t xml:space="preserve"> - </w:t>
      </w:r>
      <w:r w:rsidRPr="003A59EA">
        <w:rPr>
          <w:rtl/>
        </w:rPr>
        <w:t>لبيان طريق المصنف إلى أصحاب الكتب التي تقدمت الإشارة إليها في الفائدتين الأولى والثانية</w:t>
      </w:r>
      <w:r w:rsidR="008A01C2">
        <w:rPr>
          <w:rtl/>
        </w:rPr>
        <w:t>،</w:t>
      </w:r>
      <w:r w:rsidRPr="003A59EA">
        <w:rPr>
          <w:rtl/>
        </w:rPr>
        <w:t xml:space="preserve"> منضمة إليها مئات الطرق الأخرى إلى من ألّف وصنف</w:t>
      </w:r>
      <w:r w:rsidR="008A01C2">
        <w:rPr>
          <w:rtl/>
        </w:rPr>
        <w:t xml:space="preserve"> - </w:t>
      </w:r>
      <w:r w:rsidRPr="003A59EA">
        <w:rPr>
          <w:rtl/>
        </w:rPr>
        <w:t>من السلف الصالح</w:t>
      </w:r>
      <w:r w:rsidR="008A01C2">
        <w:rPr>
          <w:rtl/>
        </w:rPr>
        <w:t xml:space="preserve"> - </w:t>
      </w:r>
      <w:r w:rsidRPr="003A59EA">
        <w:rPr>
          <w:rtl/>
        </w:rPr>
        <w:t>في علوم الشريعة الغراء من فقه وحديث وتفسير وأصول ونحو ذلك</w:t>
      </w:r>
      <w:r w:rsidR="008A01C2">
        <w:rPr>
          <w:rtl/>
        </w:rPr>
        <w:t>،</w:t>
      </w:r>
      <w:r w:rsidRPr="003A59EA">
        <w:rPr>
          <w:rtl/>
        </w:rPr>
        <w:t xml:space="preserve"> ابتداء من عصر المصنف المتوفى سنة</w:t>
      </w:r>
      <w:r w:rsidR="008A01C2">
        <w:rPr>
          <w:rtl/>
        </w:rPr>
        <w:t xml:space="preserve"> - </w:t>
      </w:r>
      <w:r w:rsidRPr="003A59EA">
        <w:rPr>
          <w:rtl/>
        </w:rPr>
        <w:t xml:space="preserve">1320 ه‍ ) </w:t>
      </w:r>
      <w:r w:rsidRPr="00094C06">
        <w:rPr>
          <w:rStyle w:val="libAlaemChar"/>
          <w:rtl/>
        </w:rPr>
        <w:t>قدس‌سره</w:t>
      </w:r>
      <w:r w:rsidR="008A01C2">
        <w:rPr>
          <w:rtl/>
        </w:rPr>
        <w:t xml:space="preserve"> -،</w:t>
      </w:r>
      <w:r w:rsidRPr="003A59EA">
        <w:rPr>
          <w:rtl/>
        </w:rPr>
        <w:t xml:space="preserve"> وانتهاء بأصحاب الكتب الأربعة المشهورة</w:t>
      </w:r>
      <w:r w:rsidR="008A01C2">
        <w:rPr>
          <w:rtl/>
        </w:rPr>
        <w:t>،</w:t>
      </w:r>
      <w:r w:rsidRPr="003A59EA">
        <w:rPr>
          <w:rtl/>
        </w:rPr>
        <w:t xml:space="preserve"> وما تلاها في الاعتبار.</w:t>
      </w:r>
    </w:p>
    <w:p w:rsidR="00094C06" w:rsidRPr="003A59EA" w:rsidRDefault="00094C06" w:rsidP="00094C06">
      <w:pPr>
        <w:pStyle w:val="libNormal"/>
        <w:rPr>
          <w:rtl/>
        </w:rPr>
      </w:pPr>
      <w:r w:rsidRPr="003A59EA">
        <w:rPr>
          <w:rtl/>
        </w:rPr>
        <w:t>وقد استهلّ هذه الفائدة ببحث ممتاز عن الإجازات العلمية ودورها المهم في رواية الحديث باعتبارها من أهم طرق تحمّل الحديث وآداب نقله</w:t>
      </w:r>
      <w:r w:rsidR="008A01C2">
        <w:rPr>
          <w:rtl/>
        </w:rPr>
        <w:t>،</w:t>
      </w:r>
      <w:r w:rsidRPr="003A59EA">
        <w:rPr>
          <w:rtl/>
        </w:rPr>
        <w:t xml:space="preserve"> مستعرضا لكثير من الإجازات التي استجازها المشايخ العظام</w:t>
      </w:r>
      <w:r w:rsidR="008A01C2">
        <w:rPr>
          <w:rtl/>
        </w:rPr>
        <w:t>،</w:t>
      </w:r>
      <w:r w:rsidRPr="003A59EA">
        <w:rPr>
          <w:rtl/>
        </w:rPr>
        <w:t xml:space="preserve"> أو منحوها لمن استجازهم</w:t>
      </w:r>
      <w:r w:rsidR="008A01C2">
        <w:rPr>
          <w:rtl/>
        </w:rPr>
        <w:t>،</w:t>
      </w:r>
      <w:r w:rsidRPr="003A59EA">
        <w:rPr>
          <w:rtl/>
        </w:rPr>
        <w:t xml:space="preserve"> ذاكرا نتفا من استجازة علماء الشيعة وفقهائهم عن فقهاء أهل السنة ومحدثيهم وأرباب العلوم الأدبية</w:t>
      </w:r>
      <w:r w:rsidR="008A01C2">
        <w:rPr>
          <w:rtl/>
        </w:rPr>
        <w:t>،</w:t>
      </w:r>
      <w:r w:rsidRPr="003A59EA">
        <w:rPr>
          <w:rtl/>
        </w:rPr>
        <w:t xml:space="preserve"> لرواية جميع مؤلفاتهم ومصنفاتهم التي يحتاجون إلى النقل منها</w:t>
      </w:r>
      <w:r w:rsidR="008A01C2">
        <w:rPr>
          <w:rtl/>
        </w:rPr>
        <w:t>،</w:t>
      </w:r>
      <w:r w:rsidRPr="003A59EA">
        <w:rPr>
          <w:rtl/>
        </w:rPr>
        <w:t xml:space="preserve"> كما حدث ذلك لهم بالشام ومصر ومكة وفلسطين. كما بين في هذا البحث الكيفية التي تتم بها معرفة مشايخ الإجازات بعيدا عن كتب الرجال ونصوصهم</w:t>
      </w:r>
      <w:r w:rsidR="008A01C2">
        <w:rPr>
          <w:rtl/>
        </w:rPr>
        <w:t xml:space="preserve"> - </w:t>
      </w:r>
      <w:r w:rsidRPr="003A59EA">
        <w:rPr>
          <w:rtl/>
        </w:rPr>
        <w:t>كما بحث أيضا عن أصناف التحمل الأخرى</w:t>
      </w:r>
      <w:r w:rsidR="008A01C2">
        <w:rPr>
          <w:rtl/>
        </w:rPr>
        <w:t xml:space="preserve"> -،</w:t>
      </w:r>
      <w:r w:rsidRPr="003A59EA">
        <w:rPr>
          <w:rtl/>
        </w:rPr>
        <w:t xml:space="preserve"> إلاّ انه لم يولها ما أولى الإجازة من اهتمام.</w:t>
      </w:r>
    </w:p>
    <w:p w:rsidR="00094C06" w:rsidRPr="003A59EA" w:rsidRDefault="00094C06" w:rsidP="00094C06">
      <w:pPr>
        <w:pStyle w:val="libNormal"/>
        <w:rPr>
          <w:rtl/>
        </w:rPr>
      </w:pPr>
      <w:r w:rsidRPr="003A59EA">
        <w:rPr>
          <w:rtl/>
        </w:rPr>
        <w:t>ومن مظاهر اعتداده الفائق بالإجازة انه خصص مساحة واسعة في هذا البحث للرّد على دعوى انحصار الإجازة في التيمن إلاّ أن يكون متعلقها كتابا خاصا فتفيد الضمان وتعهد صحته وحفظه من الغلط والتصحيف</w:t>
      </w:r>
      <w:r w:rsidR="008A01C2">
        <w:rPr>
          <w:rtl/>
        </w:rPr>
        <w:t>،</w:t>
      </w:r>
      <w:r w:rsidRPr="003A59EA">
        <w:rPr>
          <w:rtl/>
        </w:rPr>
        <w:t xml:space="preserve"> حيث أثبت حاجة الفقهاء الأوائل إليها مطلقا حتى في الكتب المتواترة عن</w:t>
      </w:r>
    </w:p>
    <w:p w:rsidR="00094C06" w:rsidRDefault="00094C06" w:rsidP="00094C06">
      <w:pPr>
        <w:pStyle w:val="libNormal"/>
        <w:rPr>
          <w:rtl/>
        </w:rPr>
      </w:pPr>
      <w:r>
        <w:rPr>
          <w:rtl/>
        </w:rPr>
        <w:br w:type="page"/>
      </w:r>
    </w:p>
    <w:p w:rsidR="00094C06" w:rsidRPr="003A59EA" w:rsidRDefault="00094C06" w:rsidP="00094C06">
      <w:pPr>
        <w:pStyle w:val="libNormal0"/>
        <w:rPr>
          <w:rtl/>
        </w:rPr>
      </w:pPr>
      <w:r w:rsidRPr="003A59EA">
        <w:rPr>
          <w:rtl/>
        </w:rPr>
        <w:lastRenderedPageBreak/>
        <w:t>أصحابها</w:t>
      </w:r>
      <w:r w:rsidR="008A01C2">
        <w:rPr>
          <w:rtl/>
        </w:rPr>
        <w:t>،</w:t>
      </w:r>
      <w:r w:rsidRPr="003A59EA">
        <w:rPr>
          <w:rtl/>
        </w:rPr>
        <w:t xml:space="preserve"> ثم ساق كثيرا من الأدلة التي تضاد هذه الدعوى</w:t>
      </w:r>
      <w:r w:rsidR="008A01C2">
        <w:rPr>
          <w:rtl/>
        </w:rPr>
        <w:t>،</w:t>
      </w:r>
      <w:r w:rsidRPr="003A59EA">
        <w:rPr>
          <w:rtl/>
        </w:rPr>
        <w:t xml:space="preserve"> مشيرا إلى احتياط بعضهم في إتيان أمور بلا دليل وإنما لمواظبة بعض من سبق من الفقهاء عليها</w:t>
      </w:r>
      <w:r w:rsidR="008A01C2">
        <w:rPr>
          <w:rtl/>
        </w:rPr>
        <w:t>،</w:t>
      </w:r>
      <w:r w:rsidRPr="003A59EA">
        <w:rPr>
          <w:rtl/>
        </w:rPr>
        <w:t xml:space="preserve"> متسائلا كيف لا تكون الإجازة كذلك بعد أن دأب عليها جميع الفقهاء</w:t>
      </w:r>
      <w:r>
        <w:rPr>
          <w:rtl/>
        </w:rPr>
        <w:t>؟</w:t>
      </w:r>
    </w:p>
    <w:p w:rsidR="00094C06" w:rsidRPr="003A59EA" w:rsidRDefault="00094C06" w:rsidP="00094C06">
      <w:pPr>
        <w:pStyle w:val="libNormal"/>
        <w:rPr>
          <w:rtl/>
        </w:rPr>
      </w:pPr>
      <w:r w:rsidRPr="003A59EA">
        <w:rPr>
          <w:rtl/>
        </w:rPr>
        <w:t>ولهذا نجده لا يرى حجية فتوى الفقيه الذي لم يستجز أحدا في الرواية</w:t>
      </w:r>
      <w:r w:rsidR="008A01C2">
        <w:rPr>
          <w:rtl/>
        </w:rPr>
        <w:t>،</w:t>
      </w:r>
      <w:r w:rsidRPr="003A59EA">
        <w:rPr>
          <w:rtl/>
        </w:rPr>
        <w:t xml:space="preserve"> لأن الإجازة في نظره هي طريق الاحتياط الوحيد الذي لا ينبغي للفقيه مجانبته.</w:t>
      </w:r>
    </w:p>
    <w:p w:rsidR="00094C06" w:rsidRPr="003A59EA" w:rsidRDefault="00094C06" w:rsidP="00094C06">
      <w:pPr>
        <w:pStyle w:val="libNormal"/>
        <w:rPr>
          <w:rtl/>
        </w:rPr>
      </w:pPr>
      <w:r w:rsidRPr="003A59EA">
        <w:rPr>
          <w:rtl/>
        </w:rPr>
        <w:t>وبعد أن فرغ المصنف</w:t>
      </w:r>
      <w:r w:rsidR="008A01C2">
        <w:rPr>
          <w:rtl/>
        </w:rPr>
        <w:t xml:space="preserve"> - </w:t>
      </w:r>
      <w:r w:rsidRPr="00094C06">
        <w:rPr>
          <w:rStyle w:val="libAlaemChar"/>
          <w:rtl/>
        </w:rPr>
        <w:t>قدس‌سره</w:t>
      </w:r>
      <w:r w:rsidR="008A01C2">
        <w:rPr>
          <w:rtl/>
        </w:rPr>
        <w:t xml:space="preserve"> - </w:t>
      </w:r>
      <w:r w:rsidRPr="003A59EA">
        <w:rPr>
          <w:rtl/>
        </w:rPr>
        <w:t>من بحث الإجازات العلمية في عالم الرواية والتحديث</w:t>
      </w:r>
      <w:r w:rsidR="008A01C2">
        <w:rPr>
          <w:rtl/>
        </w:rPr>
        <w:t>،</w:t>
      </w:r>
      <w:r w:rsidRPr="003A59EA">
        <w:rPr>
          <w:rtl/>
        </w:rPr>
        <w:t xml:space="preserve"> انتقل إلى موضوع هذه الفائدة</w:t>
      </w:r>
      <w:r w:rsidR="008A01C2">
        <w:rPr>
          <w:rtl/>
        </w:rPr>
        <w:t>،</w:t>
      </w:r>
      <w:r w:rsidRPr="003A59EA">
        <w:rPr>
          <w:rtl/>
        </w:rPr>
        <w:t xml:space="preserve"> ألا وهو بيان طرقه مفصّلة إلى المشايخ العظام.</w:t>
      </w:r>
    </w:p>
    <w:p w:rsidR="00094C06" w:rsidRPr="003A59EA" w:rsidRDefault="00094C06" w:rsidP="00094C06">
      <w:pPr>
        <w:pStyle w:val="libNormal"/>
        <w:rPr>
          <w:rtl/>
        </w:rPr>
      </w:pPr>
      <w:r w:rsidRPr="003A59EA">
        <w:rPr>
          <w:rtl/>
        </w:rPr>
        <w:t>ابتدأ المصنف بمشايخه الخمسة</w:t>
      </w:r>
      <w:r w:rsidR="008A01C2">
        <w:rPr>
          <w:rtl/>
        </w:rPr>
        <w:t>،</w:t>
      </w:r>
      <w:r w:rsidRPr="003A59EA">
        <w:rPr>
          <w:rtl/>
        </w:rPr>
        <w:t xml:space="preserve"> وهم</w:t>
      </w:r>
      <w:r w:rsidR="008A01C2">
        <w:rPr>
          <w:rtl/>
        </w:rPr>
        <w:t>:</w:t>
      </w:r>
    </w:p>
    <w:p w:rsidR="00094C06" w:rsidRPr="003A59EA" w:rsidRDefault="00094C06" w:rsidP="00094C06">
      <w:pPr>
        <w:pStyle w:val="libNormal"/>
        <w:rPr>
          <w:rtl/>
        </w:rPr>
      </w:pPr>
      <w:r w:rsidRPr="00094C06">
        <w:rPr>
          <w:rStyle w:val="libBold2Char"/>
          <w:rtl/>
        </w:rPr>
        <w:t>الأول</w:t>
      </w:r>
      <w:r w:rsidR="008A01C2">
        <w:rPr>
          <w:rtl/>
        </w:rPr>
        <w:t>:</w:t>
      </w:r>
      <w:r w:rsidRPr="003A59EA">
        <w:rPr>
          <w:rtl/>
        </w:rPr>
        <w:t xml:space="preserve"> الشيخ مرتضى الأنصاري.</w:t>
      </w:r>
    </w:p>
    <w:p w:rsidR="00094C06" w:rsidRPr="003A59EA" w:rsidRDefault="00094C06" w:rsidP="00094C06">
      <w:pPr>
        <w:pStyle w:val="libNormal"/>
        <w:rPr>
          <w:rtl/>
        </w:rPr>
      </w:pPr>
      <w:r w:rsidRPr="00094C06">
        <w:rPr>
          <w:rStyle w:val="libBold2Char"/>
          <w:rtl/>
        </w:rPr>
        <w:t>الثاني</w:t>
      </w:r>
      <w:r w:rsidR="008A01C2">
        <w:rPr>
          <w:rtl/>
        </w:rPr>
        <w:t>:</w:t>
      </w:r>
      <w:r w:rsidRPr="003A59EA">
        <w:rPr>
          <w:rtl/>
        </w:rPr>
        <w:t xml:space="preserve"> الشيخ عبد الحسين الطهراني.</w:t>
      </w:r>
    </w:p>
    <w:p w:rsidR="00094C06" w:rsidRPr="003A59EA" w:rsidRDefault="00094C06" w:rsidP="00094C06">
      <w:pPr>
        <w:pStyle w:val="libNormal"/>
        <w:rPr>
          <w:rtl/>
        </w:rPr>
      </w:pPr>
      <w:r w:rsidRPr="00094C06">
        <w:rPr>
          <w:rStyle w:val="libBold2Char"/>
          <w:rtl/>
        </w:rPr>
        <w:t>الثالث</w:t>
      </w:r>
      <w:r w:rsidR="008A01C2">
        <w:rPr>
          <w:rtl/>
        </w:rPr>
        <w:t>:</w:t>
      </w:r>
      <w:r w:rsidRPr="003A59EA">
        <w:rPr>
          <w:rtl/>
        </w:rPr>
        <w:t xml:space="preserve"> السيد مهدي القزويني.</w:t>
      </w:r>
    </w:p>
    <w:p w:rsidR="00094C06" w:rsidRPr="003A59EA" w:rsidRDefault="00094C06" w:rsidP="00094C06">
      <w:pPr>
        <w:pStyle w:val="libNormal"/>
        <w:rPr>
          <w:rtl/>
        </w:rPr>
      </w:pPr>
      <w:r w:rsidRPr="00094C06">
        <w:rPr>
          <w:rStyle w:val="libBold2Char"/>
          <w:rtl/>
        </w:rPr>
        <w:t>الرابع</w:t>
      </w:r>
      <w:r w:rsidR="008A01C2">
        <w:rPr>
          <w:rtl/>
        </w:rPr>
        <w:t>:</w:t>
      </w:r>
      <w:r w:rsidRPr="003A59EA">
        <w:rPr>
          <w:rtl/>
        </w:rPr>
        <w:t xml:space="preserve"> المولى علي بن ميرزا خليل الطهراني.</w:t>
      </w:r>
    </w:p>
    <w:p w:rsidR="00094C06" w:rsidRPr="003A59EA" w:rsidRDefault="00094C06" w:rsidP="00094C06">
      <w:pPr>
        <w:pStyle w:val="libNormal"/>
        <w:rPr>
          <w:rtl/>
        </w:rPr>
      </w:pPr>
      <w:r w:rsidRPr="00094C06">
        <w:rPr>
          <w:rStyle w:val="libBold2Char"/>
          <w:rtl/>
        </w:rPr>
        <w:t>الخامس</w:t>
      </w:r>
      <w:r w:rsidR="008A01C2">
        <w:rPr>
          <w:rtl/>
        </w:rPr>
        <w:t>:</w:t>
      </w:r>
      <w:r w:rsidRPr="003A59EA">
        <w:rPr>
          <w:rtl/>
        </w:rPr>
        <w:t xml:space="preserve"> الميرزا محمد هاشم الخوانساري.</w:t>
      </w:r>
    </w:p>
    <w:p w:rsidR="00094C06" w:rsidRPr="003A59EA" w:rsidRDefault="00094C06" w:rsidP="00094C06">
      <w:pPr>
        <w:pStyle w:val="libNormal"/>
        <w:rPr>
          <w:rtl/>
        </w:rPr>
      </w:pPr>
      <w:r w:rsidRPr="003A59EA">
        <w:rPr>
          <w:rtl/>
        </w:rPr>
        <w:t>وهؤلاء الخمسة</w:t>
      </w:r>
      <w:r w:rsidR="008A01C2">
        <w:rPr>
          <w:rtl/>
        </w:rPr>
        <w:t xml:space="preserve"> - </w:t>
      </w:r>
      <w:r w:rsidRPr="00094C06">
        <w:rPr>
          <w:rStyle w:val="libAlaemChar"/>
          <w:rtl/>
        </w:rPr>
        <w:t>قدس‌سرهم</w:t>
      </w:r>
      <w:r w:rsidR="008A01C2">
        <w:rPr>
          <w:rtl/>
        </w:rPr>
        <w:t xml:space="preserve"> - </w:t>
      </w:r>
      <w:r w:rsidRPr="003A59EA">
        <w:rPr>
          <w:rtl/>
        </w:rPr>
        <w:t>قد أجازوا المصنف برواية جميع مصنفاتهم ومؤلفاتهم وما سمعوه أو قرأوه على مشايخهم</w:t>
      </w:r>
      <w:r w:rsidR="008A01C2">
        <w:rPr>
          <w:rtl/>
        </w:rPr>
        <w:t>،</w:t>
      </w:r>
      <w:r w:rsidRPr="003A59EA">
        <w:rPr>
          <w:rtl/>
        </w:rPr>
        <w:t xml:space="preserve"> وهم بدورهم استجازوا مشايخهم الذين هم استجازوا أيضا ممن تقدم على طبقتهم</w:t>
      </w:r>
      <w:r w:rsidR="008A01C2">
        <w:rPr>
          <w:rtl/>
        </w:rPr>
        <w:t>،</w:t>
      </w:r>
      <w:r w:rsidRPr="003A59EA">
        <w:rPr>
          <w:rtl/>
        </w:rPr>
        <w:t xml:space="preserve"> وهكذا الحال بالنسبة إلى الطبقات الأخرى الممتدة على ما يقرب من ألف عام.</w:t>
      </w:r>
    </w:p>
    <w:p w:rsidR="00094C06" w:rsidRPr="003A59EA" w:rsidRDefault="00094C06" w:rsidP="00094C06">
      <w:pPr>
        <w:pStyle w:val="libNormal"/>
        <w:rPr>
          <w:rtl/>
        </w:rPr>
      </w:pPr>
      <w:r w:rsidRPr="003A59EA">
        <w:rPr>
          <w:rtl/>
        </w:rPr>
        <w:t>إن القارئ الكريم ليجد في هذه الفائدة جهدا فريدا في تفصيل مشايخ هذه الطبقات التي تزداد تعقيدا كلما ابتعد عن عصر المصنف لكون كل</w:t>
      </w:r>
    </w:p>
    <w:p w:rsidR="00094C06" w:rsidRDefault="00094C06" w:rsidP="00094C06">
      <w:pPr>
        <w:pStyle w:val="libNormal"/>
        <w:rPr>
          <w:rtl/>
        </w:rPr>
      </w:pPr>
      <w:r>
        <w:rPr>
          <w:rtl/>
        </w:rPr>
        <w:br w:type="page"/>
      </w:r>
    </w:p>
    <w:p w:rsidR="00094C06" w:rsidRPr="003A59EA" w:rsidRDefault="00094C06" w:rsidP="00094C06">
      <w:pPr>
        <w:pStyle w:val="libNormal0"/>
        <w:rPr>
          <w:rtl/>
        </w:rPr>
      </w:pPr>
      <w:r w:rsidRPr="003A59EA">
        <w:rPr>
          <w:rtl/>
        </w:rPr>
        <w:lastRenderedPageBreak/>
        <w:t>مجيز منهم</w:t>
      </w:r>
      <w:r w:rsidR="008A01C2">
        <w:rPr>
          <w:rtl/>
        </w:rPr>
        <w:t xml:space="preserve"> - </w:t>
      </w:r>
      <w:r w:rsidRPr="003A59EA">
        <w:rPr>
          <w:rtl/>
        </w:rPr>
        <w:t>مع كثرتهم</w:t>
      </w:r>
      <w:r w:rsidR="008A01C2">
        <w:rPr>
          <w:rtl/>
        </w:rPr>
        <w:t xml:space="preserve"> - </w:t>
      </w:r>
      <w:r w:rsidRPr="003A59EA">
        <w:rPr>
          <w:rtl/>
        </w:rPr>
        <w:t>مستجيزا من غيره.</w:t>
      </w:r>
    </w:p>
    <w:p w:rsidR="00094C06" w:rsidRPr="003A59EA" w:rsidRDefault="00094C06" w:rsidP="00094C06">
      <w:pPr>
        <w:pStyle w:val="libNormal"/>
        <w:rPr>
          <w:rtl/>
        </w:rPr>
      </w:pPr>
      <w:r w:rsidRPr="003A59EA">
        <w:rPr>
          <w:rtl/>
        </w:rPr>
        <w:t>فالشيخ الأنصاري</w:t>
      </w:r>
      <w:r w:rsidR="008A01C2">
        <w:rPr>
          <w:rtl/>
        </w:rPr>
        <w:t xml:space="preserve"> - </w:t>
      </w:r>
      <w:r w:rsidRPr="003A59EA">
        <w:rPr>
          <w:rtl/>
        </w:rPr>
        <w:t>مثلا</w:t>
      </w:r>
      <w:r w:rsidR="008A01C2">
        <w:rPr>
          <w:rtl/>
        </w:rPr>
        <w:t xml:space="preserve"> - </w:t>
      </w:r>
      <w:r w:rsidRPr="003A59EA">
        <w:rPr>
          <w:rtl/>
        </w:rPr>
        <w:t>الذي ابتدأ به المصنف</w:t>
      </w:r>
      <w:r w:rsidR="008A01C2">
        <w:rPr>
          <w:rtl/>
        </w:rPr>
        <w:t>،</w:t>
      </w:r>
      <w:r w:rsidRPr="003A59EA">
        <w:rPr>
          <w:rtl/>
        </w:rPr>
        <w:t xml:space="preserve"> له طريقان إلى المشايخ العظام.</w:t>
      </w:r>
    </w:p>
    <w:p w:rsidR="00094C06" w:rsidRPr="003A59EA" w:rsidRDefault="00094C06" w:rsidP="00094C06">
      <w:pPr>
        <w:pStyle w:val="libNormal"/>
        <w:rPr>
          <w:rtl/>
        </w:rPr>
      </w:pPr>
      <w:r w:rsidRPr="00094C06">
        <w:rPr>
          <w:rStyle w:val="libBold2Char"/>
          <w:rtl/>
        </w:rPr>
        <w:t>أحدهما</w:t>
      </w:r>
      <w:r w:rsidR="008A01C2">
        <w:rPr>
          <w:rtl/>
        </w:rPr>
        <w:t>:</w:t>
      </w:r>
      <w:r w:rsidRPr="003A59EA">
        <w:rPr>
          <w:rtl/>
        </w:rPr>
        <w:t xml:space="preserve"> عن الشيخ النراقي.</w:t>
      </w:r>
    </w:p>
    <w:p w:rsidR="00094C06" w:rsidRPr="003A59EA" w:rsidRDefault="00094C06" w:rsidP="00094C06">
      <w:pPr>
        <w:pStyle w:val="libNormal"/>
        <w:rPr>
          <w:rtl/>
        </w:rPr>
      </w:pPr>
      <w:r w:rsidRPr="00094C06">
        <w:rPr>
          <w:rStyle w:val="libBold2Char"/>
          <w:rtl/>
        </w:rPr>
        <w:t>والآخر</w:t>
      </w:r>
      <w:r w:rsidR="008A01C2">
        <w:rPr>
          <w:rtl/>
        </w:rPr>
        <w:t>:</w:t>
      </w:r>
      <w:r w:rsidRPr="003A59EA">
        <w:rPr>
          <w:rtl/>
        </w:rPr>
        <w:t xml:space="preserve"> عن السيد صدر الدين محمّد بن صالح الموسوي.</w:t>
      </w:r>
    </w:p>
    <w:p w:rsidR="00094C06" w:rsidRPr="003A59EA" w:rsidRDefault="00094C06" w:rsidP="00094C06">
      <w:pPr>
        <w:pStyle w:val="libNormal"/>
        <w:rPr>
          <w:rtl/>
        </w:rPr>
      </w:pPr>
      <w:r w:rsidRPr="003A59EA">
        <w:rPr>
          <w:rtl/>
        </w:rPr>
        <w:t>ولكل من هذين الطريقين طرق اخرى</w:t>
      </w:r>
      <w:r w:rsidR="008A01C2">
        <w:rPr>
          <w:rtl/>
        </w:rPr>
        <w:t>،</w:t>
      </w:r>
      <w:r w:rsidRPr="003A59EA">
        <w:rPr>
          <w:rtl/>
        </w:rPr>
        <w:t xml:space="preserve"> تتفرع منها طرق كثيرة</w:t>
      </w:r>
      <w:r w:rsidR="008A01C2">
        <w:rPr>
          <w:rtl/>
        </w:rPr>
        <w:t>،</w:t>
      </w:r>
      <w:r w:rsidRPr="003A59EA">
        <w:rPr>
          <w:rtl/>
        </w:rPr>
        <w:t xml:space="preserve"> وتتشعب من فروعها طرق أكثر.</w:t>
      </w:r>
    </w:p>
    <w:p w:rsidR="00094C06" w:rsidRPr="003A59EA" w:rsidRDefault="00094C06" w:rsidP="00094C06">
      <w:pPr>
        <w:pStyle w:val="libNormal"/>
        <w:rPr>
          <w:rtl/>
        </w:rPr>
      </w:pPr>
      <w:r w:rsidRPr="003A59EA">
        <w:rPr>
          <w:rtl/>
        </w:rPr>
        <w:t>فالشيخ النراقي مثلا يروي عن المشايخ العظام</w:t>
      </w:r>
      <w:r w:rsidR="008A01C2">
        <w:rPr>
          <w:rtl/>
        </w:rPr>
        <w:t xml:space="preserve"> - </w:t>
      </w:r>
      <w:r w:rsidRPr="003A59EA">
        <w:rPr>
          <w:rtl/>
        </w:rPr>
        <w:t>بالإجازة</w:t>
      </w:r>
      <w:r w:rsidR="008A01C2">
        <w:rPr>
          <w:rtl/>
        </w:rPr>
        <w:t xml:space="preserve"> - </w:t>
      </w:r>
      <w:r w:rsidRPr="003A59EA">
        <w:rPr>
          <w:rtl/>
        </w:rPr>
        <w:t>من أربعة طرق.</w:t>
      </w:r>
    </w:p>
    <w:p w:rsidR="00094C06" w:rsidRPr="003A59EA" w:rsidRDefault="00094C06" w:rsidP="00094C06">
      <w:pPr>
        <w:pStyle w:val="libNormal"/>
        <w:rPr>
          <w:rtl/>
        </w:rPr>
      </w:pPr>
      <w:r w:rsidRPr="00094C06">
        <w:rPr>
          <w:rStyle w:val="libBold2Char"/>
          <w:rtl/>
        </w:rPr>
        <w:t>الأول</w:t>
      </w:r>
      <w:r w:rsidR="008A01C2">
        <w:rPr>
          <w:rtl/>
        </w:rPr>
        <w:t>:</w:t>
      </w:r>
      <w:r w:rsidRPr="003A59EA">
        <w:rPr>
          <w:rtl/>
        </w:rPr>
        <w:t xml:space="preserve"> من طريق السيّد بحر العلوم.</w:t>
      </w:r>
    </w:p>
    <w:p w:rsidR="00094C06" w:rsidRPr="003A59EA" w:rsidRDefault="00094C06" w:rsidP="00094C06">
      <w:pPr>
        <w:pStyle w:val="libNormal"/>
        <w:rPr>
          <w:rtl/>
        </w:rPr>
      </w:pPr>
      <w:r w:rsidRPr="00094C06">
        <w:rPr>
          <w:rStyle w:val="libBold2Char"/>
          <w:rtl/>
        </w:rPr>
        <w:t>الثاني</w:t>
      </w:r>
      <w:r w:rsidR="008A01C2">
        <w:rPr>
          <w:rtl/>
        </w:rPr>
        <w:t>:</w:t>
      </w:r>
      <w:r w:rsidRPr="003A59EA">
        <w:rPr>
          <w:rtl/>
        </w:rPr>
        <w:t xml:space="preserve"> من طريق والده الشيخ مهدي النراقي.</w:t>
      </w:r>
    </w:p>
    <w:p w:rsidR="00094C06" w:rsidRPr="003A59EA" w:rsidRDefault="00094C06" w:rsidP="00094C06">
      <w:pPr>
        <w:pStyle w:val="libNormal"/>
        <w:rPr>
          <w:rtl/>
        </w:rPr>
      </w:pPr>
      <w:r w:rsidRPr="00094C06">
        <w:rPr>
          <w:rStyle w:val="libBold2Char"/>
          <w:rtl/>
        </w:rPr>
        <w:t>الثالث</w:t>
      </w:r>
      <w:r w:rsidR="008A01C2">
        <w:rPr>
          <w:rtl/>
        </w:rPr>
        <w:t>:</w:t>
      </w:r>
      <w:r w:rsidRPr="003A59EA">
        <w:rPr>
          <w:rtl/>
        </w:rPr>
        <w:t xml:space="preserve"> من طريق السيّد محمد مهدي الشهرستاني.</w:t>
      </w:r>
    </w:p>
    <w:p w:rsidR="00094C06" w:rsidRPr="003A59EA" w:rsidRDefault="00094C06" w:rsidP="00094C06">
      <w:pPr>
        <w:pStyle w:val="libNormal"/>
        <w:rPr>
          <w:rtl/>
        </w:rPr>
      </w:pPr>
      <w:r w:rsidRPr="00094C06">
        <w:rPr>
          <w:rStyle w:val="libBold2Char"/>
          <w:rtl/>
        </w:rPr>
        <w:t>الرابع</w:t>
      </w:r>
      <w:r w:rsidR="008A01C2">
        <w:rPr>
          <w:rtl/>
        </w:rPr>
        <w:t>:</w:t>
      </w:r>
      <w:r w:rsidRPr="003A59EA">
        <w:rPr>
          <w:rtl/>
        </w:rPr>
        <w:t xml:space="preserve"> من طريق الشيخ جعفر كاشف الغطاء.</w:t>
      </w:r>
    </w:p>
    <w:p w:rsidR="00094C06" w:rsidRPr="003A59EA" w:rsidRDefault="00094C06" w:rsidP="00094C06">
      <w:pPr>
        <w:pStyle w:val="libNormal"/>
        <w:rPr>
          <w:rtl/>
        </w:rPr>
      </w:pPr>
      <w:r w:rsidRPr="003A59EA">
        <w:rPr>
          <w:rtl/>
        </w:rPr>
        <w:t>والسيد بحر العلوم يروي</w:t>
      </w:r>
      <w:r w:rsidR="008A01C2">
        <w:rPr>
          <w:rtl/>
        </w:rPr>
        <w:t xml:space="preserve"> - </w:t>
      </w:r>
      <w:r w:rsidRPr="003A59EA">
        <w:rPr>
          <w:rtl/>
        </w:rPr>
        <w:t>بالإجازة أيضا</w:t>
      </w:r>
      <w:r w:rsidR="008A01C2">
        <w:rPr>
          <w:rtl/>
        </w:rPr>
        <w:t xml:space="preserve"> - </w:t>
      </w:r>
      <w:r w:rsidRPr="003A59EA">
        <w:rPr>
          <w:rtl/>
        </w:rPr>
        <w:t>عن المشايخ العظام من ثمانية طرق</w:t>
      </w:r>
      <w:r w:rsidR="008A01C2">
        <w:rPr>
          <w:rtl/>
        </w:rPr>
        <w:t>،</w:t>
      </w:r>
      <w:r w:rsidRPr="003A59EA">
        <w:rPr>
          <w:rtl/>
        </w:rPr>
        <w:t xml:space="preserve"> والأول من هذه الثمانية له طريق</w:t>
      </w:r>
      <w:r w:rsidR="008A01C2">
        <w:rPr>
          <w:rtl/>
        </w:rPr>
        <w:t>،</w:t>
      </w:r>
      <w:r w:rsidRPr="003A59EA">
        <w:rPr>
          <w:rtl/>
        </w:rPr>
        <w:t xml:space="preserve"> والثاني طريقان</w:t>
      </w:r>
      <w:r w:rsidR="008A01C2">
        <w:rPr>
          <w:rtl/>
        </w:rPr>
        <w:t>،</w:t>
      </w:r>
      <w:r w:rsidRPr="003A59EA">
        <w:rPr>
          <w:rtl/>
        </w:rPr>
        <w:t xml:space="preserve"> والثالث طريق</w:t>
      </w:r>
      <w:r w:rsidR="008A01C2">
        <w:rPr>
          <w:rtl/>
        </w:rPr>
        <w:t>،</w:t>
      </w:r>
      <w:r w:rsidRPr="003A59EA">
        <w:rPr>
          <w:rtl/>
        </w:rPr>
        <w:t xml:space="preserve"> والرابع طريق</w:t>
      </w:r>
      <w:r w:rsidR="008A01C2">
        <w:rPr>
          <w:rtl/>
        </w:rPr>
        <w:t>،</w:t>
      </w:r>
      <w:r w:rsidRPr="003A59EA">
        <w:rPr>
          <w:rtl/>
        </w:rPr>
        <w:t xml:space="preserve"> والخامس طريقان</w:t>
      </w:r>
      <w:r w:rsidR="008A01C2">
        <w:rPr>
          <w:rtl/>
        </w:rPr>
        <w:t>،</w:t>
      </w:r>
      <w:r w:rsidRPr="003A59EA">
        <w:rPr>
          <w:rtl/>
        </w:rPr>
        <w:t xml:space="preserve"> والسادس طريق</w:t>
      </w:r>
      <w:r w:rsidR="008A01C2">
        <w:rPr>
          <w:rtl/>
        </w:rPr>
        <w:t>،</w:t>
      </w:r>
      <w:r w:rsidRPr="003A59EA">
        <w:rPr>
          <w:rtl/>
        </w:rPr>
        <w:t xml:space="preserve"> والسابع ثلاثة طرق</w:t>
      </w:r>
      <w:r w:rsidR="008A01C2">
        <w:rPr>
          <w:rtl/>
        </w:rPr>
        <w:t>،</w:t>
      </w:r>
      <w:r w:rsidRPr="003A59EA">
        <w:rPr>
          <w:rtl/>
        </w:rPr>
        <w:t xml:space="preserve"> والثامن أربعة طرق. وهكذا الحال فيما يتفرع ويتشعب من طرق جديدة اخرى. هذا كله في الطريق الأول للشيخ الأنصاري</w:t>
      </w:r>
      <w:r w:rsidR="008A01C2">
        <w:rPr>
          <w:rtl/>
        </w:rPr>
        <w:t xml:space="preserve"> - </w:t>
      </w:r>
      <w:r w:rsidRPr="00094C06">
        <w:rPr>
          <w:rStyle w:val="libAlaemChar"/>
          <w:rtl/>
        </w:rPr>
        <w:t>قدس‌سره</w:t>
      </w:r>
      <w:r w:rsidR="008A01C2">
        <w:rPr>
          <w:rtl/>
        </w:rPr>
        <w:t xml:space="preserve"> - </w:t>
      </w:r>
      <w:r w:rsidRPr="003A59EA">
        <w:rPr>
          <w:rtl/>
        </w:rPr>
        <w:t>وقس عليه طريقه الثاني بل وطرق مشايخ النوري الأربعة</w:t>
      </w:r>
      <w:r w:rsidR="008A01C2">
        <w:rPr>
          <w:rtl/>
        </w:rPr>
        <w:t xml:space="preserve"> - </w:t>
      </w:r>
      <w:r w:rsidRPr="00094C06">
        <w:rPr>
          <w:rStyle w:val="libAlaemChar"/>
          <w:rtl/>
        </w:rPr>
        <w:t>رحمهم‌الله</w:t>
      </w:r>
      <w:r w:rsidRPr="003A59EA">
        <w:rPr>
          <w:rtl/>
        </w:rPr>
        <w:t xml:space="preserve"> تعالى</w:t>
      </w:r>
      <w:r w:rsidR="008A01C2">
        <w:rPr>
          <w:rtl/>
        </w:rPr>
        <w:t xml:space="preserve"> -</w:t>
      </w:r>
      <w:r>
        <w:rPr>
          <w:rtl/>
        </w:rPr>
        <w:t>.</w:t>
      </w:r>
    </w:p>
    <w:p w:rsidR="00094C06" w:rsidRPr="003A59EA" w:rsidRDefault="00094C06" w:rsidP="00094C06">
      <w:pPr>
        <w:pStyle w:val="libNormal"/>
        <w:rPr>
          <w:rtl/>
        </w:rPr>
      </w:pPr>
      <w:r w:rsidRPr="003A59EA">
        <w:rPr>
          <w:rtl/>
        </w:rPr>
        <w:t>والشيخ النوري</w:t>
      </w:r>
      <w:r w:rsidR="008A01C2">
        <w:rPr>
          <w:rtl/>
        </w:rPr>
        <w:t xml:space="preserve"> - </w:t>
      </w:r>
      <w:r w:rsidRPr="00094C06">
        <w:rPr>
          <w:rStyle w:val="libAlaemChar"/>
          <w:rtl/>
        </w:rPr>
        <w:t>قدس‌سره</w:t>
      </w:r>
      <w:r w:rsidR="008A01C2">
        <w:rPr>
          <w:rtl/>
        </w:rPr>
        <w:t xml:space="preserve"> - </w:t>
      </w:r>
      <w:r w:rsidRPr="003A59EA">
        <w:rPr>
          <w:rtl/>
        </w:rPr>
        <w:t>لم يكن بعمله هذا مجدولا لسلسلة الإجازات بهذا النمط</w:t>
      </w:r>
      <w:r w:rsidR="008A01C2">
        <w:rPr>
          <w:rtl/>
        </w:rPr>
        <w:t>،</w:t>
      </w:r>
      <w:r w:rsidRPr="003A59EA">
        <w:rPr>
          <w:rtl/>
        </w:rPr>
        <w:t xml:space="preserve"> ولا رابطا لحلقاتها بعضها ببعض ابتداء من نفسه الشريفة وانتهاء بأصحاب الكتب الأربعة الذين انتهت إليهم إجازات</w:t>
      </w:r>
    </w:p>
    <w:p w:rsidR="00094C06" w:rsidRDefault="00094C06" w:rsidP="00094C06">
      <w:pPr>
        <w:pStyle w:val="libNormal"/>
        <w:rPr>
          <w:rtl/>
        </w:rPr>
      </w:pPr>
      <w:r>
        <w:rPr>
          <w:rtl/>
        </w:rPr>
        <w:br w:type="page"/>
      </w:r>
    </w:p>
    <w:p w:rsidR="00094C06" w:rsidRPr="003A59EA" w:rsidRDefault="00094C06" w:rsidP="00094C06">
      <w:pPr>
        <w:pStyle w:val="libNormal0"/>
        <w:rPr>
          <w:rtl/>
        </w:rPr>
      </w:pPr>
      <w:r w:rsidRPr="003A59EA">
        <w:rPr>
          <w:rtl/>
        </w:rPr>
        <w:lastRenderedPageBreak/>
        <w:t xml:space="preserve">المشايخ كالكليني والصدوق والطوسي وأضرابهم ممن اتصلوا بأهل البيت </w:t>
      </w:r>
      <w:r w:rsidRPr="00094C06">
        <w:rPr>
          <w:rStyle w:val="libAlaemChar"/>
          <w:rtl/>
        </w:rPr>
        <w:t>عليهم‌السلام</w:t>
      </w:r>
      <w:r w:rsidRPr="003A59EA">
        <w:rPr>
          <w:rtl/>
        </w:rPr>
        <w:t xml:space="preserve"> عبر سلسلة من الرواة فحسب</w:t>
      </w:r>
      <w:r w:rsidR="008A01C2">
        <w:rPr>
          <w:rtl/>
        </w:rPr>
        <w:t>،</w:t>
      </w:r>
      <w:r w:rsidRPr="003A59EA">
        <w:rPr>
          <w:rtl/>
        </w:rPr>
        <w:t xml:space="preserve"> بل تجاوز هذا النمط من الترتيب</w:t>
      </w:r>
      <w:r w:rsidR="008A01C2">
        <w:rPr>
          <w:rtl/>
        </w:rPr>
        <w:t>،</w:t>
      </w:r>
      <w:r w:rsidRPr="003A59EA">
        <w:rPr>
          <w:rtl/>
        </w:rPr>
        <w:t xml:space="preserve"> ولو لم يكن عمله في هذه الفائدة إلاّ هو لكان جديرا بأن يحظى باهتمام العلماء الأعلام خصوصا المشتغلين منهم بفن الحديث الشريف رواية ودراية</w:t>
      </w:r>
      <w:r w:rsidR="008A01C2">
        <w:rPr>
          <w:rtl/>
        </w:rPr>
        <w:t>،</w:t>
      </w:r>
      <w:r w:rsidRPr="003A59EA">
        <w:rPr>
          <w:rtl/>
        </w:rPr>
        <w:t xml:space="preserve"> لما فيه من فوائد وعوائد تكشف للعيان مبلغ اهتمام الشيعة البالغ في الحفاظ على طريقة التحديث المثلي في سائر العصور.</w:t>
      </w:r>
    </w:p>
    <w:p w:rsidR="00094C06" w:rsidRPr="003A59EA" w:rsidRDefault="00094C06" w:rsidP="00094C06">
      <w:pPr>
        <w:pStyle w:val="libNormal"/>
        <w:rPr>
          <w:rtl/>
        </w:rPr>
      </w:pPr>
      <w:r w:rsidRPr="003A59EA">
        <w:rPr>
          <w:rtl/>
        </w:rPr>
        <w:t>نعم لم يكتف المصنف</w:t>
      </w:r>
      <w:r w:rsidR="008A01C2">
        <w:rPr>
          <w:rtl/>
        </w:rPr>
        <w:t xml:space="preserve"> - </w:t>
      </w:r>
      <w:r w:rsidRPr="00094C06">
        <w:rPr>
          <w:rStyle w:val="libAlaemChar"/>
          <w:rtl/>
        </w:rPr>
        <w:t>قدس‌سره</w:t>
      </w:r>
      <w:r w:rsidR="008A01C2">
        <w:rPr>
          <w:rtl/>
        </w:rPr>
        <w:t xml:space="preserve"> - </w:t>
      </w:r>
      <w:r w:rsidRPr="003A59EA">
        <w:rPr>
          <w:rtl/>
        </w:rPr>
        <w:t>بذلك</w:t>
      </w:r>
      <w:r w:rsidR="008A01C2">
        <w:rPr>
          <w:rtl/>
        </w:rPr>
        <w:t>،</w:t>
      </w:r>
      <w:r w:rsidRPr="003A59EA">
        <w:rPr>
          <w:rtl/>
        </w:rPr>
        <w:t xml:space="preserve"> حيث أطال الوقوف على عدد غفير من المشايخ العظام</w:t>
      </w:r>
      <w:r w:rsidR="008A01C2">
        <w:rPr>
          <w:rtl/>
        </w:rPr>
        <w:t>،</w:t>
      </w:r>
      <w:r w:rsidRPr="003A59EA">
        <w:rPr>
          <w:rtl/>
        </w:rPr>
        <w:t xml:space="preserve"> مبينا منزلتهم العلمية</w:t>
      </w:r>
      <w:r w:rsidR="008A01C2">
        <w:rPr>
          <w:rtl/>
        </w:rPr>
        <w:t>،</w:t>
      </w:r>
      <w:r w:rsidRPr="003A59EA">
        <w:rPr>
          <w:rtl/>
        </w:rPr>
        <w:t xml:space="preserve"> وما أحاطت بحياتهم من حوادث وقصص طريفة لم يلتفت إليها العلماء</w:t>
      </w:r>
      <w:r w:rsidR="008A01C2">
        <w:rPr>
          <w:rtl/>
        </w:rPr>
        <w:t>،</w:t>
      </w:r>
      <w:r w:rsidRPr="003A59EA">
        <w:rPr>
          <w:rtl/>
        </w:rPr>
        <w:t xml:space="preserve"> ولم تعتن بها كتب الرجال.</w:t>
      </w:r>
    </w:p>
    <w:p w:rsidR="00094C06" w:rsidRPr="003A59EA" w:rsidRDefault="00094C06" w:rsidP="00094C06">
      <w:pPr>
        <w:pStyle w:val="libNormal"/>
        <w:rPr>
          <w:rtl/>
        </w:rPr>
      </w:pPr>
      <w:r w:rsidRPr="003A59EA">
        <w:rPr>
          <w:rtl/>
        </w:rPr>
        <w:t>فهو يذكر أسمائهم</w:t>
      </w:r>
      <w:r w:rsidR="008A01C2">
        <w:rPr>
          <w:rtl/>
        </w:rPr>
        <w:t>،</w:t>
      </w:r>
      <w:r w:rsidRPr="003A59EA">
        <w:rPr>
          <w:rtl/>
        </w:rPr>
        <w:t xml:space="preserve"> وكناهم</w:t>
      </w:r>
      <w:r w:rsidR="008A01C2">
        <w:rPr>
          <w:rtl/>
        </w:rPr>
        <w:t>،</w:t>
      </w:r>
      <w:r w:rsidRPr="003A59EA">
        <w:rPr>
          <w:rtl/>
        </w:rPr>
        <w:t xml:space="preserve"> وأنسابهم</w:t>
      </w:r>
      <w:r w:rsidR="008A01C2">
        <w:rPr>
          <w:rtl/>
        </w:rPr>
        <w:t>،</w:t>
      </w:r>
      <w:r w:rsidRPr="003A59EA">
        <w:rPr>
          <w:rtl/>
        </w:rPr>
        <w:t xml:space="preserve"> وأحسابهم</w:t>
      </w:r>
      <w:r w:rsidR="008A01C2">
        <w:rPr>
          <w:rtl/>
        </w:rPr>
        <w:t>،</w:t>
      </w:r>
      <w:r w:rsidRPr="003A59EA">
        <w:rPr>
          <w:rtl/>
        </w:rPr>
        <w:t xml:space="preserve"> وألقابهم</w:t>
      </w:r>
      <w:r w:rsidR="008A01C2">
        <w:rPr>
          <w:rtl/>
        </w:rPr>
        <w:t>،</w:t>
      </w:r>
      <w:r w:rsidRPr="003A59EA">
        <w:rPr>
          <w:rtl/>
        </w:rPr>
        <w:t xml:space="preserve"> ومناطق سكناهم</w:t>
      </w:r>
      <w:r w:rsidR="008A01C2">
        <w:rPr>
          <w:rtl/>
        </w:rPr>
        <w:t>،</w:t>
      </w:r>
      <w:r w:rsidRPr="003A59EA">
        <w:rPr>
          <w:rtl/>
        </w:rPr>
        <w:t xml:space="preserve"> ورحلاتهم</w:t>
      </w:r>
      <w:r w:rsidR="008A01C2">
        <w:rPr>
          <w:rtl/>
        </w:rPr>
        <w:t>،</w:t>
      </w:r>
      <w:r w:rsidRPr="003A59EA">
        <w:rPr>
          <w:rtl/>
        </w:rPr>
        <w:t xml:space="preserve"> وأسفارهم</w:t>
      </w:r>
      <w:r w:rsidR="008A01C2">
        <w:rPr>
          <w:rtl/>
        </w:rPr>
        <w:t>،</w:t>
      </w:r>
      <w:r w:rsidRPr="003A59EA">
        <w:rPr>
          <w:rtl/>
        </w:rPr>
        <w:t xml:space="preserve"> وإجازاتهم</w:t>
      </w:r>
      <w:r w:rsidR="008A01C2">
        <w:rPr>
          <w:rtl/>
        </w:rPr>
        <w:t>،</w:t>
      </w:r>
      <w:r w:rsidRPr="003A59EA">
        <w:rPr>
          <w:rtl/>
        </w:rPr>
        <w:t xml:space="preserve"> وعلاقات بعضهم ببعض</w:t>
      </w:r>
      <w:r w:rsidR="008A01C2">
        <w:rPr>
          <w:rtl/>
        </w:rPr>
        <w:t>،</w:t>
      </w:r>
      <w:r w:rsidRPr="003A59EA">
        <w:rPr>
          <w:rtl/>
        </w:rPr>
        <w:t xml:space="preserve"> ودرجة القربى فيما بينهم سببا أو نسبا</w:t>
      </w:r>
      <w:r w:rsidR="008A01C2">
        <w:rPr>
          <w:rtl/>
        </w:rPr>
        <w:t>،</w:t>
      </w:r>
      <w:r w:rsidRPr="003A59EA">
        <w:rPr>
          <w:rtl/>
        </w:rPr>
        <w:t xml:space="preserve"> مع شيء من أقوالهم</w:t>
      </w:r>
      <w:r w:rsidR="008A01C2">
        <w:rPr>
          <w:rtl/>
        </w:rPr>
        <w:t>،</w:t>
      </w:r>
      <w:r w:rsidRPr="003A59EA">
        <w:rPr>
          <w:rtl/>
        </w:rPr>
        <w:t xml:space="preserve"> وأشعارهم</w:t>
      </w:r>
      <w:r w:rsidR="008A01C2">
        <w:rPr>
          <w:rtl/>
        </w:rPr>
        <w:t>،</w:t>
      </w:r>
      <w:r w:rsidRPr="003A59EA">
        <w:rPr>
          <w:rtl/>
        </w:rPr>
        <w:t xml:space="preserve"> ومناظراتهم</w:t>
      </w:r>
      <w:r w:rsidR="008A01C2">
        <w:rPr>
          <w:rtl/>
        </w:rPr>
        <w:t>،</w:t>
      </w:r>
      <w:r w:rsidRPr="003A59EA">
        <w:rPr>
          <w:rtl/>
        </w:rPr>
        <w:t xml:space="preserve"> ونوادرهم</w:t>
      </w:r>
      <w:r w:rsidR="008A01C2">
        <w:rPr>
          <w:rtl/>
        </w:rPr>
        <w:t>،</w:t>
      </w:r>
      <w:r w:rsidRPr="003A59EA">
        <w:rPr>
          <w:rtl/>
        </w:rPr>
        <w:t xml:space="preserve"> وتهانيهم بأفراحهم</w:t>
      </w:r>
      <w:r w:rsidR="008A01C2">
        <w:rPr>
          <w:rtl/>
        </w:rPr>
        <w:t>،</w:t>
      </w:r>
      <w:r w:rsidRPr="003A59EA">
        <w:rPr>
          <w:rtl/>
        </w:rPr>
        <w:t xml:space="preserve"> وتعازيهم بأحزانهم</w:t>
      </w:r>
      <w:r w:rsidR="008A01C2">
        <w:rPr>
          <w:rtl/>
        </w:rPr>
        <w:t>،</w:t>
      </w:r>
      <w:r w:rsidRPr="003A59EA">
        <w:rPr>
          <w:rtl/>
        </w:rPr>
        <w:t xml:space="preserve"> وتراحمهم</w:t>
      </w:r>
      <w:r w:rsidR="008A01C2">
        <w:rPr>
          <w:rtl/>
        </w:rPr>
        <w:t>،</w:t>
      </w:r>
      <w:r w:rsidRPr="003A59EA">
        <w:rPr>
          <w:rtl/>
        </w:rPr>
        <w:t xml:space="preserve"> وتوادهم</w:t>
      </w:r>
      <w:r w:rsidR="008A01C2">
        <w:rPr>
          <w:rtl/>
        </w:rPr>
        <w:t>،</w:t>
      </w:r>
      <w:r w:rsidRPr="003A59EA">
        <w:rPr>
          <w:rtl/>
        </w:rPr>
        <w:t xml:space="preserve"> وتعاطفهم</w:t>
      </w:r>
      <w:r w:rsidR="008A01C2">
        <w:rPr>
          <w:rtl/>
        </w:rPr>
        <w:t>،</w:t>
      </w:r>
      <w:r w:rsidRPr="003A59EA">
        <w:rPr>
          <w:rtl/>
        </w:rPr>
        <w:t xml:space="preserve"> مع تفصيل مصنفاتهم ومؤلفاتهم</w:t>
      </w:r>
      <w:r w:rsidR="008A01C2">
        <w:rPr>
          <w:rtl/>
        </w:rPr>
        <w:t>،</w:t>
      </w:r>
      <w:r w:rsidRPr="003A59EA">
        <w:rPr>
          <w:rtl/>
        </w:rPr>
        <w:t xml:space="preserve"> وبيان تقواهم وتمسكهم بحبل الولاء وعرى الايمان</w:t>
      </w:r>
      <w:r w:rsidR="008A01C2">
        <w:rPr>
          <w:rtl/>
        </w:rPr>
        <w:t>،</w:t>
      </w:r>
      <w:r w:rsidRPr="003A59EA">
        <w:rPr>
          <w:rtl/>
        </w:rPr>
        <w:t xml:space="preserve"> وما قيل بشأنهم</w:t>
      </w:r>
      <w:r w:rsidR="008A01C2">
        <w:rPr>
          <w:rtl/>
        </w:rPr>
        <w:t>،</w:t>
      </w:r>
      <w:r w:rsidRPr="003A59EA">
        <w:rPr>
          <w:rtl/>
        </w:rPr>
        <w:t xml:space="preserve"> بل لم ينس حتى منامات بعضهم في حق بعض</w:t>
      </w:r>
      <w:r w:rsidR="008A01C2">
        <w:rPr>
          <w:rtl/>
        </w:rPr>
        <w:t>،</w:t>
      </w:r>
      <w:r w:rsidRPr="003A59EA">
        <w:rPr>
          <w:rtl/>
        </w:rPr>
        <w:t xml:space="preserve"> ومن ضاعت منه كتبه</w:t>
      </w:r>
      <w:r w:rsidR="008A01C2">
        <w:rPr>
          <w:rtl/>
        </w:rPr>
        <w:t>،</w:t>
      </w:r>
      <w:r w:rsidRPr="003A59EA">
        <w:rPr>
          <w:rtl/>
        </w:rPr>
        <w:t xml:space="preserve"> أو تلفت</w:t>
      </w:r>
      <w:r w:rsidR="008A01C2">
        <w:rPr>
          <w:rtl/>
        </w:rPr>
        <w:t>،</w:t>
      </w:r>
      <w:r w:rsidRPr="003A59EA">
        <w:rPr>
          <w:rtl/>
        </w:rPr>
        <w:t xml:space="preserve"> أو سرقت</w:t>
      </w:r>
      <w:r w:rsidR="008A01C2">
        <w:rPr>
          <w:rtl/>
        </w:rPr>
        <w:t>،</w:t>
      </w:r>
      <w:r w:rsidRPr="003A59EA">
        <w:rPr>
          <w:rtl/>
        </w:rPr>
        <w:t xml:space="preserve"> أو ظهرت بعد وفاته ونسبت لغيره اشتباها</w:t>
      </w:r>
      <w:r w:rsidR="008A01C2">
        <w:rPr>
          <w:rtl/>
        </w:rPr>
        <w:t>،</w:t>
      </w:r>
      <w:r w:rsidRPr="003A59EA">
        <w:rPr>
          <w:rtl/>
        </w:rPr>
        <w:t xml:space="preserve"> وكثير ما يؤكد على تاريخ ولاداتهم</w:t>
      </w:r>
      <w:r w:rsidR="008A01C2">
        <w:rPr>
          <w:rtl/>
        </w:rPr>
        <w:t>،</w:t>
      </w:r>
      <w:r w:rsidRPr="003A59EA">
        <w:rPr>
          <w:rtl/>
        </w:rPr>
        <w:t xml:space="preserve"> ووفياتهم</w:t>
      </w:r>
      <w:r w:rsidR="008A01C2">
        <w:rPr>
          <w:rtl/>
        </w:rPr>
        <w:t>،</w:t>
      </w:r>
      <w:r w:rsidRPr="003A59EA">
        <w:rPr>
          <w:rtl/>
        </w:rPr>
        <w:t xml:space="preserve"> ومن صلّى على جنائزهم</w:t>
      </w:r>
      <w:r w:rsidR="008A01C2">
        <w:rPr>
          <w:rtl/>
        </w:rPr>
        <w:t>،</w:t>
      </w:r>
      <w:r w:rsidRPr="003A59EA">
        <w:rPr>
          <w:rtl/>
        </w:rPr>
        <w:t xml:space="preserve"> ومكان قبورهم</w:t>
      </w:r>
      <w:r w:rsidR="008A01C2">
        <w:rPr>
          <w:rtl/>
        </w:rPr>
        <w:t>،</w:t>
      </w:r>
      <w:r w:rsidRPr="003A59EA">
        <w:rPr>
          <w:rtl/>
        </w:rPr>
        <w:t xml:space="preserve"> بما يعد تاريخا عظيما وسجلا حافلا لكل ما اتصل بمشايخ الإجازات</w:t>
      </w:r>
      <w:r w:rsidR="008A01C2">
        <w:rPr>
          <w:rtl/>
        </w:rPr>
        <w:t xml:space="preserve"> - </w:t>
      </w:r>
      <w:r w:rsidRPr="003A59EA">
        <w:rPr>
          <w:rtl/>
        </w:rPr>
        <w:t>تغمدهم الله تعالى برحمته الواسعة وأجزل الثواب لهم</w:t>
      </w:r>
      <w:r w:rsidR="008A01C2">
        <w:rPr>
          <w:rtl/>
        </w:rPr>
        <w:t xml:space="preserve"> - </w:t>
      </w:r>
      <w:r w:rsidRPr="003A59EA">
        <w:rPr>
          <w:rtl/>
        </w:rPr>
        <w:t>وعلى امتداد عشرة قرون تقريبا.</w:t>
      </w:r>
    </w:p>
    <w:p w:rsidR="00094C06" w:rsidRPr="003A59EA" w:rsidRDefault="00094C06" w:rsidP="00094C06">
      <w:pPr>
        <w:pStyle w:val="libNormal"/>
        <w:rPr>
          <w:rtl/>
        </w:rPr>
      </w:pPr>
      <w:r w:rsidRPr="003A59EA">
        <w:rPr>
          <w:rtl/>
        </w:rPr>
        <w:t>وقد انتهى به المطاف</w:t>
      </w:r>
      <w:r w:rsidR="008A01C2">
        <w:rPr>
          <w:rtl/>
        </w:rPr>
        <w:t xml:space="preserve"> - </w:t>
      </w:r>
      <w:r w:rsidRPr="003A59EA">
        <w:rPr>
          <w:rtl/>
        </w:rPr>
        <w:t>على هذا النهج</w:t>
      </w:r>
      <w:r w:rsidR="008A01C2">
        <w:rPr>
          <w:rtl/>
        </w:rPr>
        <w:t xml:space="preserve"> - </w:t>
      </w:r>
      <w:r w:rsidRPr="003A59EA">
        <w:rPr>
          <w:rtl/>
        </w:rPr>
        <w:t>إلى الشيخ أبي علي الحسن ابن شيخ الطائفة أبي جعفر محمّد بن الحسن الطوسي</w:t>
      </w:r>
      <w:r w:rsidR="008A01C2">
        <w:rPr>
          <w:rtl/>
        </w:rPr>
        <w:t xml:space="preserve"> - </w:t>
      </w:r>
      <w:r w:rsidRPr="003A59EA">
        <w:rPr>
          <w:rtl/>
        </w:rPr>
        <w:t>أعلى الله تعالى</w:t>
      </w:r>
    </w:p>
    <w:p w:rsidR="00094C06" w:rsidRDefault="00094C06" w:rsidP="00094C06">
      <w:pPr>
        <w:pStyle w:val="libNormal"/>
        <w:rPr>
          <w:rtl/>
        </w:rPr>
      </w:pPr>
      <w:r>
        <w:rPr>
          <w:rtl/>
        </w:rPr>
        <w:br w:type="page"/>
      </w:r>
    </w:p>
    <w:p w:rsidR="00094C06" w:rsidRPr="003A59EA" w:rsidRDefault="00094C06" w:rsidP="00094C06">
      <w:pPr>
        <w:pStyle w:val="libNormal0"/>
        <w:rPr>
          <w:rtl/>
        </w:rPr>
      </w:pPr>
      <w:r w:rsidRPr="003A59EA">
        <w:rPr>
          <w:rtl/>
        </w:rPr>
        <w:lastRenderedPageBreak/>
        <w:t>مقامه</w:t>
      </w:r>
      <w:r w:rsidR="008A01C2">
        <w:rPr>
          <w:rtl/>
        </w:rPr>
        <w:t xml:space="preserve"> - </w:t>
      </w:r>
      <w:r w:rsidRPr="003A59EA">
        <w:rPr>
          <w:rtl/>
        </w:rPr>
        <w:t>لانتهاء أكثر إجازات مشايخ الشيعة إليه</w:t>
      </w:r>
      <w:r w:rsidR="008A01C2">
        <w:rPr>
          <w:rtl/>
        </w:rPr>
        <w:t>،</w:t>
      </w:r>
      <w:r w:rsidRPr="003A59EA">
        <w:rPr>
          <w:rtl/>
        </w:rPr>
        <w:t xml:space="preserve"> وبه تمم المصنف</w:t>
      </w:r>
      <w:r w:rsidR="008A01C2">
        <w:rPr>
          <w:rtl/>
        </w:rPr>
        <w:t xml:space="preserve"> - </w:t>
      </w:r>
      <w:r w:rsidRPr="00094C06">
        <w:rPr>
          <w:rStyle w:val="libAlaemChar"/>
          <w:rtl/>
        </w:rPr>
        <w:t>رحمه‌الله</w:t>
      </w:r>
      <w:r w:rsidRPr="003A59EA">
        <w:rPr>
          <w:rtl/>
        </w:rPr>
        <w:t xml:space="preserve"> تعالى</w:t>
      </w:r>
      <w:r w:rsidR="008A01C2">
        <w:rPr>
          <w:rtl/>
        </w:rPr>
        <w:t xml:space="preserve"> - </w:t>
      </w:r>
      <w:r w:rsidRPr="003A59EA">
        <w:rPr>
          <w:rtl/>
        </w:rPr>
        <w:t>الطرق إلى أرباب المؤلفين والمشايخ من الخلف والسلف الصالحين</w:t>
      </w:r>
      <w:r w:rsidR="008A01C2">
        <w:rPr>
          <w:rtl/>
        </w:rPr>
        <w:t>،</w:t>
      </w:r>
      <w:r w:rsidRPr="003A59EA">
        <w:rPr>
          <w:rtl/>
        </w:rPr>
        <w:t xml:space="preserve"> واتصال السند إلى أصحاب المجاميع التي تدور عليها رحى مذهب الشيعة كالكتب الأربعة وما يتلوها في الاعتبار.</w:t>
      </w:r>
    </w:p>
    <w:p w:rsidR="00094C06" w:rsidRPr="003A59EA" w:rsidRDefault="00094C06" w:rsidP="00094C06">
      <w:pPr>
        <w:pStyle w:val="libNormal"/>
        <w:rPr>
          <w:rtl/>
        </w:rPr>
      </w:pPr>
      <w:r w:rsidRPr="003A59EA">
        <w:rPr>
          <w:rtl/>
        </w:rPr>
        <w:t>وأما عن شرح طرق هؤلاء الأصحاب</w:t>
      </w:r>
      <w:r w:rsidR="008A01C2">
        <w:rPr>
          <w:rtl/>
        </w:rPr>
        <w:t xml:space="preserve"> - </w:t>
      </w:r>
      <w:r w:rsidRPr="00094C06">
        <w:rPr>
          <w:rStyle w:val="libAlaemChar"/>
          <w:rtl/>
        </w:rPr>
        <w:t>قدس‌سرهم</w:t>
      </w:r>
      <w:r w:rsidR="008A01C2">
        <w:rPr>
          <w:rtl/>
        </w:rPr>
        <w:t xml:space="preserve"> - </w:t>
      </w:r>
      <w:r w:rsidRPr="003A59EA">
        <w:rPr>
          <w:rtl/>
        </w:rPr>
        <w:t>إلى مصنفات الرواة من الكتب والأصول المعروفة فلم يبحثها في هذه الفائدة</w:t>
      </w:r>
      <w:r w:rsidR="008A01C2">
        <w:rPr>
          <w:rtl/>
        </w:rPr>
        <w:t>،</w:t>
      </w:r>
      <w:r w:rsidRPr="003A59EA">
        <w:rPr>
          <w:rtl/>
        </w:rPr>
        <w:t xml:space="preserve"> واكتفى بالإحالة إلى فهارسهم وكتبهم المسندة التي ضمت مشيختهم تفصيلا.</w:t>
      </w:r>
    </w:p>
    <w:p w:rsidR="00094C06" w:rsidRPr="003A59EA" w:rsidRDefault="00094C06" w:rsidP="00094C06">
      <w:pPr>
        <w:pStyle w:val="libNormal"/>
        <w:rPr>
          <w:rtl/>
        </w:rPr>
      </w:pPr>
      <w:r w:rsidRPr="003A59EA">
        <w:rPr>
          <w:rtl/>
        </w:rPr>
        <w:t>ثم عرّج بعد هذا على بيان نبذة من أحوال جملة من هؤلاء المشايخ الذين انتهت إليهم سلسلة الإجازات</w:t>
      </w:r>
      <w:r w:rsidR="008A01C2">
        <w:rPr>
          <w:rtl/>
        </w:rPr>
        <w:t>،</w:t>
      </w:r>
      <w:r w:rsidRPr="003A59EA">
        <w:rPr>
          <w:rtl/>
        </w:rPr>
        <w:t xml:space="preserve"> وقد خص بالذكر منهم اثني عشر شيخا وهم</w:t>
      </w:r>
      <w:r w:rsidR="008A01C2">
        <w:rPr>
          <w:rtl/>
        </w:rPr>
        <w:t>:</w:t>
      </w:r>
    </w:p>
    <w:p w:rsidR="00094C06" w:rsidRPr="003A59EA" w:rsidRDefault="00094C06" w:rsidP="00094C06">
      <w:pPr>
        <w:pStyle w:val="libNormal"/>
        <w:rPr>
          <w:rtl/>
        </w:rPr>
      </w:pPr>
      <w:r w:rsidRPr="003A59EA">
        <w:rPr>
          <w:rtl/>
        </w:rPr>
        <w:t>الشيخ الكراجكي</w:t>
      </w:r>
      <w:r w:rsidR="008A01C2">
        <w:rPr>
          <w:rtl/>
        </w:rPr>
        <w:t>،</w:t>
      </w:r>
      <w:r w:rsidRPr="003A59EA">
        <w:rPr>
          <w:rtl/>
        </w:rPr>
        <w:t xml:space="preserve"> الشيخ النجاشي</w:t>
      </w:r>
      <w:r w:rsidR="008A01C2">
        <w:rPr>
          <w:rtl/>
        </w:rPr>
        <w:t>،</w:t>
      </w:r>
      <w:r w:rsidRPr="003A59EA">
        <w:rPr>
          <w:rtl/>
        </w:rPr>
        <w:t xml:space="preserve"> شيخ الطائفة الطوسي</w:t>
      </w:r>
      <w:r w:rsidR="008A01C2">
        <w:rPr>
          <w:rtl/>
        </w:rPr>
        <w:t>،</w:t>
      </w:r>
      <w:r w:rsidRPr="003A59EA">
        <w:rPr>
          <w:rtl/>
        </w:rPr>
        <w:t xml:space="preserve"> الشريف الرضي</w:t>
      </w:r>
      <w:r w:rsidR="008A01C2">
        <w:rPr>
          <w:rtl/>
        </w:rPr>
        <w:t>،</w:t>
      </w:r>
      <w:r w:rsidRPr="003A59EA">
        <w:rPr>
          <w:rtl/>
        </w:rPr>
        <w:t xml:space="preserve"> السيد المرتضى علم الهدى</w:t>
      </w:r>
      <w:r w:rsidR="008A01C2">
        <w:rPr>
          <w:rtl/>
        </w:rPr>
        <w:t>،</w:t>
      </w:r>
      <w:r w:rsidRPr="003A59EA">
        <w:rPr>
          <w:rtl/>
        </w:rPr>
        <w:t xml:space="preserve"> الشيخ المفيد</w:t>
      </w:r>
      <w:r w:rsidR="008A01C2">
        <w:rPr>
          <w:rtl/>
        </w:rPr>
        <w:t>،</w:t>
      </w:r>
      <w:r w:rsidRPr="003A59EA">
        <w:rPr>
          <w:rtl/>
        </w:rPr>
        <w:t xml:space="preserve"> الشيخ ابن قولويه</w:t>
      </w:r>
      <w:r w:rsidR="008A01C2">
        <w:rPr>
          <w:rtl/>
        </w:rPr>
        <w:t>،</w:t>
      </w:r>
      <w:r w:rsidRPr="003A59EA">
        <w:rPr>
          <w:rtl/>
        </w:rPr>
        <w:t xml:space="preserve"> الشيخ الصدوق</w:t>
      </w:r>
      <w:r w:rsidR="008A01C2">
        <w:rPr>
          <w:rtl/>
        </w:rPr>
        <w:t>،</w:t>
      </w:r>
      <w:r w:rsidRPr="003A59EA">
        <w:rPr>
          <w:rtl/>
        </w:rPr>
        <w:t xml:space="preserve"> الشيخ النعماني</w:t>
      </w:r>
      <w:r w:rsidR="008A01C2">
        <w:rPr>
          <w:rtl/>
        </w:rPr>
        <w:t>،</w:t>
      </w:r>
      <w:r w:rsidRPr="003A59EA">
        <w:rPr>
          <w:rtl/>
        </w:rPr>
        <w:t xml:space="preserve"> ثقة الإسلام الكليني</w:t>
      </w:r>
      <w:r w:rsidR="008A01C2">
        <w:rPr>
          <w:rtl/>
        </w:rPr>
        <w:t>،</w:t>
      </w:r>
      <w:r w:rsidRPr="003A59EA">
        <w:rPr>
          <w:rtl/>
        </w:rPr>
        <w:t xml:space="preserve"> الشيخ علي بن بابويه</w:t>
      </w:r>
      <w:r w:rsidR="008A01C2">
        <w:rPr>
          <w:rtl/>
        </w:rPr>
        <w:t>،</w:t>
      </w:r>
      <w:r w:rsidRPr="003A59EA">
        <w:rPr>
          <w:rtl/>
        </w:rPr>
        <w:t xml:space="preserve"> الشيخ الكشي.</w:t>
      </w:r>
    </w:p>
    <w:p w:rsidR="00094C06" w:rsidRPr="003A59EA" w:rsidRDefault="00094C06" w:rsidP="00094C06">
      <w:pPr>
        <w:pStyle w:val="libNormal"/>
        <w:rPr>
          <w:rtl/>
        </w:rPr>
      </w:pPr>
      <w:r w:rsidRPr="003A59EA">
        <w:rPr>
          <w:rtl/>
        </w:rPr>
        <w:t>وقد تحدث عن كل واحد منهم</w:t>
      </w:r>
      <w:r w:rsidR="008A01C2">
        <w:rPr>
          <w:rtl/>
        </w:rPr>
        <w:t xml:space="preserve"> - </w:t>
      </w:r>
      <w:r w:rsidRPr="00094C06">
        <w:rPr>
          <w:rStyle w:val="libAlaemChar"/>
          <w:rtl/>
        </w:rPr>
        <w:t>قدس‌سرهم</w:t>
      </w:r>
      <w:r w:rsidR="008A01C2">
        <w:rPr>
          <w:rtl/>
        </w:rPr>
        <w:t xml:space="preserve"> - </w:t>
      </w:r>
      <w:r w:rsidRPr="003A59EA">
        <w:rPr>
          <w:rtl/>
        </w:rPr>
        <w:t>بما لا مزيد عليه إذ ذكر أنسابهم</w:t>
      </w:r>
      <w:r w:rsidR="008A01C2">
        <w:rPr>
          <w:rtl/>
        </w:rPr>
        <w:t>،</w:t>
      </w:r>
      <w:r w:rsidRPr="003A59EA">
        <w:rPr>
          <w:rtl/>
        </w:rPr>
        <w:t xml:space="preserve"> وأحسابهم</w:t>
      </w:r>
      <w:r w:rsidR="008A01C2">
        <w:rPr>
          <w:rtl/>
        </w:rPr>
        <w:t>،</w:t>
      </w:r>
      <w:r w:rsidRPr="003A59EA">
        <w:rPr>
          <w:rtl/>
        </w:rPr>
        <w:t xml:space="preserve"> وفضائلهم</w:t>
      </w:r>
      <w:r w:rsidR="008A01C2">
        <w:rPr>
          <w:rtl/>
        </w:rPr>
        <w:t>،</w:t>
      </w:r>
      <w:r w:rsidRPr="003A59EA">
        <w:rPr>
          <w:rtl/>
        </w:rPr>
        <w:t xml:space="preserve"> ومآثرهم</w:t>
      </w:r>
      <w:r w:rsidR="008A01C2">
        <w:rPr>
          <w:rtl/>
        </w:rPr>
        <w:t>،</w:t>
      </w:r>
      <w:r w:rsidRPr="003A59EA">
        <w:rPr>
          <w:rtl/>
        </w:rPr>
        <w:t xml:space="preserve"> مع شيء من قصصهم</w:t>
      </w:r>
      <w:r w:rsidR="008A01C2">
        <w:rPr>
          <w:rtl/>
        </w:rPr>
        <w:t>،</w:t>
      </w:r>
      <w:r w:rsidRPr="003A59EA">
        <w:rPr>
          <w:rtl/>
        </w:rPr>
        <w:t xml:space="preserve"> وأخبارهم</w:t>
      </w:r>
      <w:r w:rsidR="008A01C2">
        <w:rPr>
          <w:rtl/>
        </w:rPr>
        <w:t>،</w:t>
      </w:r>
      <w:r w:rsidRPr="003A59EA">
        <w:rPr>
          <w:rtl/>
        </w:rPr>
        <w:t xml:space="preserve"> وما يتصل بهم</w:t>
      </w:r>
      <w:r w:rsidR="008A01C2">
        <w:rPr>
          <w:rtl/>
        </w:rPr>
        <w:t>،</w:t>
      </w:r>
      <w:r w:rsidRPr="003A59EA">
        <w:rPr>
          <w:rtl/>
        </w:rPr>
        <w:t xml:space="preserve"> مؤكدا على اعتراف أهل السنة بفضلهم وتعظيمهم وتبجيلهم.</w:t>
      </w:r>
    </w:p>
    <w:p w:rsidR="00094C06" w:rsidRPr="003A59EA" w:rsidRDefault="00094C06" w:rsidP="00094C06">
      <w:pPr>
        <w:pStyle w:val="libNormal"/>
        <w:rPr>
          <w:rtl/>
        </w:rPr>
      </w:pPr>
      <w:r w:rsidRPr="003A59EA">
        <w:rPr>
          <w:rtl/>
        </w:rPr>
        <w:t>أما عن الشيخ أبي جعفر محمّد بن يعقوب الكليني</w:t>
      </w:r>
      <w:r w:rsidR="008A01C2">
        <w:rPr>
          <w:rtl/>
        </w:rPr>
        <w:t xml:space="preserve"> - </w:t>
      </w:r>
      <w:r w:rsidRPr="003A59EA">
        <w:rPr>
          <w:rtl/>
        </w:rPr>
        <w:t>طاب ثراه</w:t>
      </w:r>
      <w:r w:rsidR="008A01C2">
        <w:rPr>
          <w:rtl/>
        </w:rPr>
        <w:t xml:space="preserve"> - </w:t>
      </w:r>
      <w:r w:rsidRPr="003A59EA">
        <w:rPr>
          <w:rtl/>
        </w:rPr>
        <w:t>فقد أحال المصنف إلى ما كتبه عنه وعن كتابه الكافي في الفائدة الرابعة.</w:t>
      </w:r>
    </w:p>
    <w:p w:rsidR="00094C06" w:rsidRPr="003A59EA" w:rsidRDefault="00094C06" w:rsidP="00094C06">
      <w:pPr>
        <w:pStyle w:val="libNormal"/>
        <w:rPr>
          <w:rtl/>
        </w:rPr>
      </w:pPr>
      <w:r w:rsidRPr="003A59EA">
        <w:rPr>
          <w:rtl/>
        </w:rPr>
        <w:t>وقبل أن نعرّف القارئ الكريم بما في الفائدة الرابعة من فوائد هذه الخاتمة</w:t>
      </w:r>
      <w:r w:rsidR="008A01C2">
        <w:rPr>
          <w:rtl/>
        </w:rPr>
        <w:t>،</w:t>
      </w:r>
      <w:r w:rsidRPr="003A59EA">
        <w:rPr>
          <w:rtl/>
        </w:rPr>
        <w:t xml:space="preserve"> نود أن نبين له بأن الشيخ النوري</w:t>
      </w:r>
      <w:r w:rsidR="008A01C2">
        <w:rPr>
          <w:rtl/>
        </w:rPr>
        <w:t xml:space="preserve"> - </w:t>
      </w:r>
      <w:r w:rsidRPr="00094C06">
        <w:rPr>
          <w:rStyle w:val="libAlaemChar"/>
          <w:rtl/>
        </w:rPr>
        <w:t>قدس‌سره</w:t>
      </w:r>
      <w:r w:rsidR="008A01C2">
        <w:rPr>
          <w:rtl/>
        </w:rPr>
        <w:t xml:space="preserve"> - </w:t>
      </w:r>
      <w:r w:rsidRPr="003A59EA">
        <w:rPr>
          <w:rtl/>
        </w:rPr>
        <w:t>قد رسم لسلسلة الإجازات بسائر الطبقات ابتداء من نفسه</w:t>
      </w:r>
      <w:r w:rsidR="008A01C2">
        <w:rPr>
          <w:rtl/>
        </w:rPr>
        <w:t>،</w:t>
      </w:r>
      <w:r w:rsidRPr="003A59EA">
        <w:rPr>
          <w:rtl/>
        </w:rPr>
        <w:t xml:space="preserve"> وانتهاء بالسفير الرابع لمولانا</w:t>
      </w:r>
    </w:p>
    <w:p w:rsidR="00094C06" w:rsidRDefault="00094C06" w:rsidP="00094C06">
      <w:pPr>
        <w:pStyle w:val="libNormal"/>
        <w:rPr>
          <w:rtl/>
        </w:rPr>
      </w:pPr>
      <w:r>
        <w:rPr>
          <w:rtl/>
        </w:rPr>
        <w:br w:type="page"/>
      </w:r>
    </w:p>
    <w:p w:rsidR="00094C06" w:rsidRPr="003A59EA" w:rsidRDefault="00094C06" w:rsidP="00094C06">
      <w:pPr>
        <w:pStyle w:val="libNormal0"/>
        <w:rPr>
          <w:rtl/>
        </w:rPr>
      </w:pPr>
      <w:r w:rsidRPr="003A59EA">
        <w:rPr>
          <w:rtl/>
        </w:rPr>
        <w:lastRenderedPageBreak/>
        <w:t>ومقتدانا الإمام الحجة أرواحنا فداه</w:t>
      </w:r>
      <w:r w:rsidR="008A01C2">
        <w:rPr>
          <w:rtl/>
        </w:rPr>
        <w:t>،</w:t>
      </w:r>
      <w:r w:rsidRPr="003A59EA">
        <w:rPr>
          <w:rtl/>
        </w:rPr>
        <w:t xml:space="preserve"> مشجرة رائعة مفصلة تضمنت أسماء المشايخ العظام</w:t>
      </w:r>
      <w:r w:rsidR="008A01C2">
        <w:rPr>
          <w:rtl/>
        </w:rPr>
        <w:t>،</w:t>
      </w:r>
      <w:r w:rsidRPr="003A59EA">
        <w:rPr>
          <w:rtl/>
        </w:rPr>
        <w:t xml:space="preserve"> وقد كان المصنف حريصا جدا على كل ما رسمه فيها من حيث سعة الدوائر فيها وضيقها مع تلوينها</w:t>
      </w:r>
      <w:r w:rsidR="008A01C2">
        <w:rPr>
          <w:rtl/>
        </w:rPr>
        <w:t>،</w:t>
      </w:r>
      <w:r w:rsidRPr="003A59EA">
        <w:rPr>
          <w:rtl/>
        </w:rPr>
        <w:t xml:space="preserve"> زيادة على ما رسمه من خطوط لها دلالتها في اتصال المشايخ بعضهم ببعض</w:t>
      </w:r>
      <w:r w:rsidR="008A01C2">
        <w:rPr>
          <w:rtl/>
        </w:rPr>
        <w:t>،</w:t>
      </w:r>
      <w:r w:rsidRPr="003A59EA">
        <w:rPr>
          <w:rtl/>
        </w:rPr>
        <w:t xml:space="preserve"> وقد وجدنا في مشجرته اختلافا يسيرا مع ما أثبته في هذه الفائدة</w:t>
      </w:r>
      <w:r w:rsidR="008A01C2">
        <w:rPr>
          <w:rtl/>
        </w:rPr>
        <w:t>،</w:t>
      </w:r>
      <w:r w:rsidRPr="003A59EA">
        <w:rPr>
          <w:rtl/>
        </w:rPr>
        <w:t xml:space="preserve"> أشرنا إلى محله في هامش المتن.</w:t>
      </w:r>
    </w:p>
    <w:p w:rsidR="00094C06" w:rsidRPr="003A59EA" w:rsidRDefault="00094C06" w:rsidP="00094C06">
      <w:pPr>
        <w:pStyle w:val="libNormal"/>
        <w:rPr>
          <w:rtl/>
        </w:rPr>
      </w:pPr>
      <w:r w:rsidRPr="003A59EA">
        <w:rPr>
          <w:rtl/>
        </w:rPr>
        <w:t>وقد ارتأت مؤسستنا إعادة ترتيب هذه المشجرة بشكل واضح ينسجم مع سهولة تتبع القارئ لسلسلة المشايخ عبر طبقاتهم أجمع</w:t>
      </w:r>
      <w:r w:rsidR="008A01C2">
        <w:rPr>
          <w:rtl/>
        </w:rPr>
        <w:t>،</w:t>
      </w:r>
      <w:r w:rsidRPr="003A59EA">
        <w:rPr>
          <w:rtl/>
        </w:rPr>
        <w:t xml:space="preserve"> لما في مشجرة المصنف من صعوبة بالغة حيث أودع فيها</w:t>
      </w:r>
      <w:r w:rsidR="008A01C2">
        <w:rPr>
          <w:rtl/>
        </w:rPr>
        <w:t xml:space="preserve"> - </w:t>
      </w:r>
      <w:r w:rsidRPr="003A59EA">
        <w:rPr>
          <w:rtl/>
        </w:rPr>
        <w:t>وبمساحة ضيقة</w:t>
      </w:r>
      <w:r w:rsidR="008A01C2">
        <w:rPr>
          <w:rtl/>
        </w:rPr>
        <w:t xml:space="preserve"> - </w:t>
      </w:r>
      <w:r w:rsidRPr="003A59EA">
        <w:rPr>
          <w:rtl/>
        </w:rPr>
        <w:t>من الدوائر الصغيرة والكبيرة والمتوسطة ما يقرب من عدد المشايخ المذكورين في متن هذه الفائدة</w:t>
      </w:r>
      <w:r w:rsidR="008A01C2">
        <w:rPr>
          <w:rtl/>
        </w:rPr>
        <w:t>،</w:t>
      </w:r>
      <w:r w:rsidRPr="003A59EA">
        <w:rPr>
          <w:rtl/>
        </w:rPr>
        <w:t xml:space="preserve"> كل هذا مع تشابك خطوطها طولا وعرضا</w:t>
      </w:r>
      <w:r w:rsidR="008A01C2">
        <w:rPr>
          <w:rtl/>
        </w:rPr>
        <w:t>،</w:t>
      </w:r>
      <w:r w:rsidRPr="003A59EA">
        <w:rPr>
          <w:rtl/>
        </w:rPr>
        <w:t xml:space="preserve"> مما يصعب معه تتبع أسماء مشايخ الإجازات عبر طبقاتهم.</w:t>
      </w:r>
    </w:p>
    <w:p w:rsidR="00094C06" w:rsidRPr="003A59EA" w:rsidRDefault="00094C06" w:rsidP="00094C06">
      <w:pPr>
        <w:pStyle w:val="libNormal"/>
        <w:rPr>
          <w:rtl/>
        </w:rPr>
      </w:pPr>
      <w:r w:rsidRPr="003A59EA">
        <w:rPr>
          <w:rtl/>
        </w:rPr>
        <w:t>وسوف يكون لنا حديث آخر عن هذه المشجرة في محله من هذا الكتاب لغرض التعريف بها وإزالة ما يكتنفها من غموض نسبي إن شاء الله تعالى.</w:t>
      </w:r>
    </w:p>
    <w:p w:rsidR="00094C06" w:rsidRDefault="00094C06" w:rsidP="00094C06">
      <w:pPr>
        <w:pStyle w:val="libNormal"/>
        <w:rPr>
          <w:rtl/>
        </w:rPr>
      </w:pPr>
      <w:r>
        <w:rPr>
          <w:rtl/>
        </w:rPr>
        <w:br w:type="page"/>
      </w:r>
    </w:p>
    <w:p w:rsidR="00094C06" w:rsidRDefault="00094C06" w:rsidP="00094C06">
      <w:pPr>
        <w:pStyle w:val="libCenterBold1"/>
        <w:rPr>
          <w:rFonts w:hint="cs"/>
          <w:rtl/>
        </w:rPr>
      </w:pPr>
      <w:r w:rsidRPr="003A59EA">
        <w:rPr>
          <w:rtl/>
        </w:rPr>
        <w:lastRenderedPageBreak/>
        <w:t>الفائدة الرابعة</w:t>
      </w:r>
    </w:p>
    <w:p w:rsidR="00094C06" w:rsidRDefault="00094C06" w:rsidP="00094C06">
      <w:pPr>
        <w:pStyle w:val="libCenterBold1"/>
        <w:rPr>
          <w:rtl/>
        </w:rPr>
      </w:pPr>
      <w:r w:rsidRPr="003A59EA">
        <w:rPr>
          <w:rtl/>
        </w:rPr>
        <w:t>في شرح حال كتاب الكافي لثقة الإسلام الكليني</w:t>
      </w:r>
    </w:p>
    <w:p w:rsidR="00094C06" w:rsidRPr="003A59EA" w:rsidRDefault="00094C06" w:rsidP="00094C06">
      <w:pPr>
        <w:pStyle w:val="libNormal"/>
        <w:rPr>
          <w:rtl/>
        </w:rPr>
      </w:pPr>
      <w:r w:rsidRPr="003A59EA">
        <w:rPr>
          <w:rtl/>
        </w:rPr>
        <w:t>افتتح المصنف</w:t>
      </w:r>
      <w:r w:rsidR="008A01C2">
        <w:rPr>
          <w:rtl/>
        </w:rPr>
        <w:t xml:space="preserve"> - </w:t>
      </w:r>
      <w:r w:rsidRPr="00094C06">
        <w:rPr>
          <w:rStyle w:val="libAlaemChar"/>
          <w:rtl/>
        </w:rPr>
        <w:t>قدس‌سره</w:t>
      </w:r>
      <w:r w:rsidR="008A01C2">
        <w:rPr>
          <w:rtl/>
        </w:rPr>
        <w:t xml:space="preserve"> - </w:t>
      </w:r>
      <w:r w:rsidRPr="003A59EA">
        <w:rPr>
          <w:rtl/>
        </w:rPr>
        <w:t>هذه الفائدة بنبذة من أقوال علماء الإمامية في مدح كتاب الكافي</w:t>
      </w:r>
      <w:r w:rsidR="008A01C2">
        <w:rPr>
          <w:rtl/>
        </w:rPr>
        <w:t>،</w:t>
      </w:r>
      <w:r w:rsidRPr="003A59EA">
        <w:rPr>
          <w:rtl/>
        </w:rPr>
        <w:t xml:space="preserve"> كالشيخ المفيد</w:t>
      </w:r>
      <w:r w:rsidR="008A01C2">
        <w:rPr>
          <w:rtl/>
        </w:rPr>
        <w:t>،</w:t>
      </w:r>
      <w:r w:rsidRPr="003A59EA">
        <w:rPr>
          <w:rtl/>
        </w:rPr>
        <w:t xml:space="preserve"> والمحقق الكركي</w:t>
      </w:r>
      <w:r w:rsidR="008A01C2">
        <w:rPr>
          <w:rtl/>
        </w:rPr>
        <w:t>،</w:t>
      </w:r>
      <w:r w:rsidRPr="003A59EA">
        <w:rPr>
          <w:rtl/>
        </w:rPr>
        <w:t xml:space="preserve"> والشهيد الثاني وأضرابهم.</w:t>
      </w:r>
    </w:p>
    <w:p w:rsidR="00094C06" w:rsidRPr="003A59EA" w:rsidRDefault="00094C06" w:rsidP="00094C06">
      <w:pPr>
        <w:pStyle w:val="libNormal"/>
        <w:rPr>
          <w:rtl/>
        </w:rPr>
      </w:pPr>
      <w:r w:rsidRPr="003A59EA">
        <w:rPr>
          <w:rtl/>
        </w:rPr>
        <w:t>ثم تعرض بعد ذلك إلى بيان معنى الحديث الصحيح عند القدماء</w:t>
      </w:r>
      <w:r w:rsidR="008A01C2">
        <w:rPr>
          <w:rtl/>
        </w:rPr>
        <w:t>،</w:t>
      </w:r>
      <w:r w:rsidRPr="003A59EA">
        <w:rPr>
          <w:rtl/>
        </w:rPr>
        <w:t xml:space="preserve"> مؤكدا ان اتصاف الحديث عندهم بالصحة هو أعم منه عند المتأخرين الذين اصطلحوا عليه بما لم يكن معروفا لدى القدماء الذين اكتفوا بإطلاقه على ما اعتضد بما يقتضي اعتمادهم عليه</w:t>
      </w:r>
      <w:r w:rsidR="008A01C2">
        <w:rPr>
          <w:rtl/>
        </w:rPr>
        <w:t>،</w:t>
      </w:r>
      <w:r w:rsidRPr="003A59EA">
        <w:rPr>
          <w:rtl/>
        </w:rPr>
        <w:t xml:space="preserve"> أو اقترن بما يوجب الوثوق به والركون إليه.</w:t>
      </w:r>
    </w:p>
    <w:p w:rsidR="00094C06" w:rsidRPr="003A59EA" w:rsidRDefault="00094C06" w:rsidP="00094C06">
      <w:pPr>
        <w:pStyle w:val="libNormal"/>
        <w:rPr>
          <w:rtl/>
        </w:rPr>
      </w:pPr>
      <w:r w:rsidRPr="003A59EA">
        <w:rPr>
          <w:rtl/>
        </w:rPr>
        <w:t>كوجوده في أكثر الأصول الأربعمائة.</w:t>
      </w:r>
    </w:p>
    <w:p w:rsidR="00094C06" w:rsidRPr="003A59EA" w:rsidRDefault="00094C06" w:rsidP="00094C06">
      <w:pPr>
        <w:pStyle w:val="libNormal"/>
        <w:rPr>
          <w:rtl/>
        </w:rPr>
      </w:pPr>
      <w:r w:rsidRPr="003A59EA">
        <w:rPr>
          <w:rtl/>
        </w:rPr>
        <w:t>أو تكرره في أصل أو أصلين.</w:t>
      </w:r>
    </w:p>
    <w:p w:rsidR="00094C06" w:rsidRPr="003A59EA" w:rsidRDefault="00094C06" w:rsidP="00094C06">
      <w:pPr>
        <w:pStyle w:val="libNormal"/>
        <w:rPr>
          <w:rtl/>
        </w:rPr>
      </w:pPr>
      <w:r w:rsidRPr="003A59EA">
        <w:rPr>
          <w:rtl/>
        </w:rPr>
        <w:t>أو كثرة طرقه.</w:t>
      </w:r>
    </w:p>
    <w:p w:rsidR="00094C06" w:rsidRPr="003A59EA" w:rsidRDefault="00094C06" w:rsidP="00094C06">
      <w:pPr>
        <w:pStyle w:val="libNormal"/>
        <w:rPr>
          <w:rtl/>
        </w:rPr>
      </w:pPr>
      <w:r w:rsidRPr="003A59EA">
        <w:rPr>
          <w:rtl/>
        </w:rPr>
        <w:t>أو لوجوده في أصل معروف الانتساب إلى من أجمعت الشيعة على تصديقه.</w:t>
      </w:r>
    </w:p>
    <w:p w:rsidR="00094C06" w:rsidRPr="003A59EA" w:rsidRDefault="00094C06" w:rsidP="00094C06">
      <w:pPr>
        <w:pStyle w:val="libNormal"/>
        <w:rPr>
          <w:rtl/>
        </w:rPr>
      </w:pPr>
      <w:r w:rsidRPr="003A59EA">
        <w:rPr>
          <w:rtl/>
        </w:rPr>
        <w:t>أو لأخذه من الكتب التي شاع بين القدماء الوثوق بها والاعتماد عليها.</w:t>
      </w:r>
    </w:p>
    <w:p w:rsidR="00094C06" w:rsidRPr="003A59EA" w:rsidRDefault="00094C06" w:rsidP="00094C06">
      <w:pPr>
        <w:pStyle w:val="libNormal"/>
        <w:rPr>
          <w:rtl/>
        </w:rPr>
      </w:pPr>
      <w:r w:rsidRPr="003A59EA">
        <w:rPr>
          <w:rtl/>
        </w:rPr>
        <w:t xml:space="preserve">أو لاندراجه في أحد الكتب التي عرضت على أحد الأئمّة </w:t>
      </w:r>
      <w:r w:rsidRPr="00094C06">
        <w:rPr>
          <w:rStyle w:val="libAlaemChar"/>
          <w:rtl/>
        </w:rPr>
        <w:t>عليهم‌السلام</w:t>
      </w:r>
      <w:r w:rsidRPr="003A59EA">
        <w:rPr>
          <w:rtl/>
        </w:rPr>
        <w:t>.</w:t>
      </w:r>
    </w:p>
    <w:p w:rsidR="00094C06" w:rsidRPr="003A59EA" w:rsidRDefault="00094C06" w:rsidP="00094C06">
      <w:pPr>
        <w:pStyle w:val="libNormal"/>
        <w:rPr>
          <w:rtl/>
        </w:rPr>
      </w:pPr>
      <w:r w:rsidRPr="003A59EA">
        <w:rPr>
          <w:rtl/>
        </w:rPr>
        <w:t>أو لاشتهاره ومطابقته لدليل قطعي.</w:t>
      </w:r>
    </w:p>
    <w:p w:rsidR="00094C06" w:rsidRPr="003A59EA" w:rsidRDefault="00094C06" w:rsidP="00094C06">
      <w:pPr>
        <w:pStyle w:val="libNormal"/>
        <w:rPr>
          <w:rtl/>
        </w:rPr>
      </w:pPr>
      <w:r w:rsidRPr="003A59EA">
        <w:rPr>
          <w:rtl/>
        </w:rPr>
        <w:t>أو لغير هذا وذاك من الأمور الخارجية الأخرى.</w:t>
      </w:r>
    </w:p>
    <w:p w:rsidR="00094C06" w:rsidRDefault="00094C06" w:rsidP="00094C06">
      <w:pPr>
        <w:pStyle w:val="libNormal"/>
        <w:rPr>
          <w:rtl/>
        </w:rPr>
      </w:pPr>
      <w:r>
        <w:rPr>
          <w:rtl/>
        </w:rPr>
        <w:br w:type="page"/>
      </w:r>
    </w:p>
    <w:p w:rsidR="00094C06" w:rsidRPr="003A59EA" w:rsidRDefault="00094C06" w:rsidP="00094C06">
      <w:pPr>
        <w:pStyle w:val="libNormal"/>
        <w:rPr>
          <w:rtl/>
        </w:rPr>
      </w:pPr>
      <w:r w:rsidRPr="003A59EA">
        <w:rPr>
          <w:rtl/>
        </w:rPr>
        <w:lastRenderedPageBreak/>
        <w:t>ثم بين المصنف أن هذه القرائن لم تراع في اصطلاح المتأخرين للحديث الصحيح لفقدانها كلا أو جلا</w:t>
      </w:r>
      <w:r w:rsidR="008A01C2">
        <w:rPr>
          <w:rtl/>
        </w:rPr>
        <w:t>،</w:t>
      </w:r>
      <w:r w:rsidRPr="003A59EA">
        <w:rPr>
          <w:rtl/>
        </w:rPr>
        <w:t xml:space="preserve"> وانما كانت عنايتهم بالأمور الداخلية للخبر</w:t>
      </w:r>
      <w:r w:rsidR="008A01C2">
        <w:rPr>
          <w:rtl/>
        </w:rPr>
        <w:t>،</w:t>
      </w:r>
      <w:r w:rsidRPr="003A59EA">
        <w:rPr>
          <w:rtl/>
        </w:rPr>
        <w:t xml:space="preserve"> والحالات النفسية للراوي كالوثاقة والتثبت والضبط.</w:t>
      </w:r>
    </w:p>
    <w:p w:rsidR="00094C06" w:rsidRPr="003A59EA" w:rsidRDefault="00094C06" w:rsidP="00094C06">
      <w:pPr>
        <w:pStyle w:val="libNormal"/>
        <w:rPr>
          <w:rtl/>
        </w:rPr>
      </w:pPr>
      <w:r w:rsidRPr="003A59EA">
        <w:rPr>
          <w:rtl/>
        </w:rPr>
        <w:t>ومن هنا يرى المصنّف ان الحكم بصحة حديث أحد من قدماء الأصحاب</w:t>
      </w:r>
      <w:r w:rsidR="008A01C2">
        <w:rPr>
          <w:rtl/>
        </w:rPr>
        <w:t>،</w:t>
      </w:r>
      <w:r w:rsidRPr="003A59EA">
        <w:rPr>
          <w:rtl/>
        </w:rPr>
        <w:t xml:space="preserve"> من دون الإضافة إلى كتابه</w:t>
      </w:r>
      <w:r w:rsidR="008A01C2">
        <w:rPr>
          <w:rtl/>
        </w:rPr>
        <w:t xml:space="preserve"> - </w:t>
      </w:r>
      <w:r w:rsidRPr="003A59EA">
        <w:rPr>
          <w:rtl/>
        </w:rPr>
        <w:t>كأن يقال عنه في كتب الرجال</w:t>
      </w:r>
      <w:r w:rsidR="008A01C2">
        <w:rPr>
          <w:rtl/>
        </w:rPr>
        <w:t>:</w:t>
      </w:r>
      <w:r>
        <w:rPr>
          <w:rFonts w:hint="cs"/>
          <w:rtl/>
        </w:rPr>
        <w:t xml:space="preserve"> </w:t>
      </w:r>
      <w:r w:rsidRPr="003A59EA">
        <w:rPr>
          <w:rtl/>
        </w:rPr>
        <w:t>صحيح الحديث</w:t>
      </w:r>
      <w:r w:rsidR="008A01C2">
        <w:rPr>
          <w:rtl/>
        </w:rPr>
        <w:t xml:space="preserve"> - </w:t>
      </w:r>
      <w:r w:rsidRPr="003A59EA">
        <w:rPr>
          <w:rtl/>
        </w:rPr>
        <w:t>لا يصح أن يكون ذلك الحكم لأجل الأمور الخارجية المتوقفة على كل ما رواه ودونه وعرضه عليها فحسب</w:t>
      </w:r>
      <w:r w:rsidR="008A01C2">
        <w:rPr>
          <w:rtl/>
        </w:rPr>
        <w:t>،</w:t>
      </w:r>
      <w:r w:rsidRPr="003A59EA">
        <w:rPr>
          <w:rtl/>
        </w:rPr>
        <w:t xml:space="preserve"> بل لا بدّ وأن يكون ناظرا لما علم من حال ذلك الشخص</w:t>
      </w:r>
      <w:r w:rsidR="008A01C2">
        <w:rPr>
          <w:rtl/>
        </w:rPr>
        <w:t>،</w:t>
      </w:r>
      <w:r w:rsidRPr="003A59EA">
        <w:rPr>
          <w:rtl/>
        </w:rPr>
        <w:t xml:space="preserve"> وما عرف من سيرته وطريقته من الوثاقة والتثبت والضبط</w:t>
      </w:r>
      <w:r w:rsidR="008A01C2">
        <w:rPr>
          <w:rtl/>
        </w:rPr>
        <w:t>،</w:t>
      </w:r>
      <w:r w:rsidRPr="003A59EA">
        <w:rPr>
          <w:rtl/>
        </w:rPr>
        <w:t xml:space="preserve"> والبناء على نقل الصحيح من هذه الجهة.</w:t>
      </w:r>
    </w:p>
    <w:p w:rsidR="00094C06" w:rsidRPr="003A59EA" w:rsidRDefault="00094C06" w:rsidP="00094C06">
      <w:pPr>
        <w:pStyle w:val="libNormal"/>
        <w:rPr>
          <w:rtl/>
        </w:rPr>
      </w:pPr>
      <w:r w:rsidRPr="003A59EA">
        <w:rPr>
          <w:rtl/>
        </w:rPr>
        <w:t>وعليه فقول النجاشي</w:t>
      </w:r>
      <w:r w:rsidR="008A01C2">
        <w:rPr>
          <w:rtl/>
        </w:rPr>
        <w:t xml:space="preserve"> - </w:t>
      </w:r>
      <w:r w:rsidRPr="003A59EA">
        <w:rPr>
          <w:rtl/>
        </w:rPr>
        <w:t>مثلا</w:t>
      </w:r>
      <w:r w:rsidR="008A01C2">
        <w:rPr>
          <w:rtl/>
        </w:rPr>
        <w:t xml:space="preserve"> - </w:t>
      </w:r>
      <w:r w:rsidRPr="003A59EA">
        <w:rPr>
          <w:rtl/>
        </w:rPr>
        <w:t>في حق ثقة الإسلام الكليني</w:t>
      </w:r>
      <w:r w:rsidR="008A01C2">
        <w:rPr>
          <w:rtl/>
        </w:rPr>
        <w:t>:</w:t>
      </w:r>
      <w:r w:rsidRPr="003A59EA">
        <w:rPr>
          <w:rtl/>
        </w:rPr>
        <w:t xml:space="preserve"> « كان أوثق الناس في الحديث وأثبتهم » رجال النجاشي ( ص 377 رقم 1026 ) يثبت هذا المعنى</w:t>
      </w:r>
      <w:r w:rsidR="008A01C2">
        <w:rPr>
          <w:rtl/>
        </w:rPr>
        <w:t>،</w:t>
      </w:r>
      <w:r w:rsidRPr="003A59EA">
        <w:rPr>
          <w:rtl/>
        </w:rPr>
        <w:t xml:space="preserve"> ويبعد من احتمال تلقي الكليني عن الضعيف والمجهول</w:t>
      </w:r>
      <w:r w:rsidR="008A01C2">
        <w:rPr>
          <w:rtl/>
        </w:rPr>
        <w:t>،</w:t>
      </w:r>
      <w:r w:rsidRPr="003A59EA">
        <w:rPr>
          <w:rtl/>
        </w:rPr>
        <w:t xml:space="preserve"> لأنه ينافي كونه</w:t>
      </w:r>
      <w:r w:rsidR="008A01C2">
        <w:rPr>
          <w:rtl/>
        </w:rPr>
        <w:t>:</w:t>
      </w:r>
      <w:r w:rsidRPr="003A59EA">
        <w:rPr>
          <w:rtl/>
        </w:rPr>
        <w:t xml:space="preserve"> أوثق الناس. وأثبتهم.</w:t>
      </w:r>
    </w:p>
    <w:p w:rsidR="00094C06" w:rsidRDefault="00094C06" w:rsidP="00094C06">
      <w:pPr>
        <w:pStyle w:val="libNormal"/>
        <w:rPr>
          <w:rtl/>
        </w:rPr>
      </w:pPr>
      <w:r w:rsidRPr="003A59EA">
        <w:rPr>
          <w:rtl/>
        </w:rPr>
        <w:t>وقد تنبه المصنف إلى ما قد يرد عليه من نفي الملازمة بين قول النجاشي</w:t>
      </w:r>
      <w:r w:rsidR="008A01C2">
        <w:rPr>
          <w:rtl/>
        </w:rPr>
        <w:t>،</w:t>
      </w:r>
      <w:r w:rsidRPr="003A59EA">
        <w:rPr>
          <w:rtl/>
        </w:rPr>
        <w:t xml:space="preserve"> ورواية ثقة الإسلام عن ضعيف أو مجهول عند من يقول باجتهاد الكليني في تقييم رواة الكافي</w:t>
      </w:r>
      <w:r w:rsidR="008A01C2">
        <w:rPr>
          <w:rtl/>
        </w:rPr>
        <w:t>،</w:t>
      </w:r>
      <w:r w:rsidRPr="003A59EA">
        <w:rPr>
          <w:rtl/>
        </w:rPr>
        <w:t xml:space="preserve"> لا سيما وان النجاشي نفسه قد ضعف رجالا وقعوا في أسانيد الكافي</w:t>
      </w:r>
      <w:r w:rsidR="008A01C2">
        <w:rPr>
          <w:rtl/>
        </w:rPr>
        <w:t>،</w:t>
      </w:r>
      <w:r w:rsidRPr="003A59EA">
        <w:rPr>
          <w:rtl/>
        </w:rPr>
        <w:t xml:space="preserve"> وحكم بجهالة بعضهم</w:t>
      </w:r>
      <w:r w:rsidR="008A01C2">
        <w:rPr>
          <w:rtl/>
        </w:rPr>
        <w:t>،</w:t>
      </w:r>
      <w:r w:rsidRPr="003A59EA">
        <w:rPr>
          <w:rtl/>
        </w:rPr>
        <w:t xml:space="preserve"> ورمى آخرين بالغلو بل ووضع الحديث أيضا</w:t>
      </w:r>
      <w:r w:rsidR="008A01C2">
        <w:rPr>
          <w:rtl/>
        </w:rPr>
        <w:t>،</w:t>
      </w:r>
      <w:r w:rsidRPr="003A59EA">
        <w:rPr>
          <w:rtl/>
        </w:rPr>
        <w:t xml:space="preserve"> مما يدل على ان اجتهاد ثقة الإسلام إزاء بعض الرواة لم يكن مسلّما عند الجميع</w:t>
      </w:r>
      <w:r>
        <w:rPr>
          <w:rtl/>
        </w:rPr>
        <w:t>!</w:t>
      </w:r>
    </w:p>
    <w:p w:rsidR="00094C06" w:rsidRPr="003A59EA" w:rsidRDefault="00094C06" w:rsidP="00094C06">
      <w:pPr>
        <w:pStyle w:val="libNormal"/>
        <w:rPr>
          <w:rtl/>
        </w:rPr>
      </w:pPr>
      <w:r w:rsidRPr="003A59EA">
        <w:rPr>
          <w:rtl/>
        </w:rPr>
        <w:t>لذا بين المصنف ما قاله العلماء قبله بشأن اختلاف القدماء مع المتأخرين في معنى الحديث الصحيح</w:t>
      </w:r>
      <w:r w:rsidR="008A01C2">
        <w:rPr>
          <w:rtl/>
        </w:rPr>
        <w:t>،</w:t>
      </w:r>
      <w:r w:rsidRPr="003A59EA">
        <w:rPr>
          <w:rtl/>
        </w:rPr>
        <w:t xml:space="preserve"> حيث كان الأوائل ينظرون إلى الحديث من زاوية القرائن المتقدمة وباعتبار ما وثقوا بكونه صادرا عن المعصوم </w:t>
      </w:r>
      <w:r w:rsidRPr="00094C06">
        <w:rPr>
          <w:rStyle w:val="libAlaemChar"/>
          <w:rtl/>
        </w:rPr>
        <w:t>عليه‌السلام</w:t>
      </w:r>
      <w:r w:rsidRPr="003A59EA">
        <w:rPr>
          <w:rtl/>
        </w:rPr>
        <w:t xml:space="preserve"> فهو أعم من أن يكون منشأ وثوقهم كون الراوي من</w:t>
      </w:r>
    </w:p>
    <w:p w:rsidR="00094C06" w:rsidRDefault="00094C06" w:rsidP="00094C06">
      <w:pPr>
        <w:pStyle w:val="libNormal"/>
        <w:rPr>
          <w:rtl/>
        </w:rPr>
      </w:pPr>
      <w:r>
        <w:rPr>
          <w:rtl/>
        </w:rPr>
        <w:br w:type="page"/>
      </w:r>
    </w:p>
    <w:p w:rsidR="00094C06" w:rsidRPr="003A59EA" w:rsidRDefault="00094C06" w:rsidP="00094C06">
      <w:pPr>
        <w:pStyle w:val="libNormal0"/>
        <w:rPr>
          <w:rtl/>
        </w:rPr>
      </w:pPr>
      <w:r w:rsidRPr="003A59EA">
        <w:rPr>
          <w:rtl/>
        </w:rPr>
        <w:lastRenderedPageBreak/>
        <w:t>الثقات أو أمارات أخر</w:t>
      </w:r>
      <w:r w:rsidR="008A01C2">
        <w:rPr>
          <w:rtl/>
        </w:rPr>
        <w:t>،</w:t>
      </w:r>
      <w:r w:rsidRPr="003A59EA">
        <w:rPr>
          <w:rtl/>
        </w:rPr>
        <w:t xml:space="preserve"> ولهذا صرّح بعض المتأخرين بأن بين صحيحهم وصحيح القدماء</w:t>
      </w:r>
      <w:r w:rsidR="008A01C2">
        <w:rPr>
          <w:rtl/>
        </w:rPr>
        <w:t>:</w:t>
      </w:r>
      <w:r w:rsidRPr="003A59EA">
        <w:rPr>
          <w:rtl/>
        </w:rPr>
        <w:t xml:space="preserve"> العموم المطلق.</w:t>
      </w:r>
    </w:p>
    <w:p w:rsidR="00094C06" w:rsidRPr="003A59EA" w:rsidRDefault="00094C06" w:rsidP="00094C06">
      <w:pPr>
        <w:pStyle w:val="libNormal"/>
        <w:rPr>
          <w:rtl/>
        </w:rPr>
      </w:pPr>
      <w:r w:rsidRPr="003A59EA">
        <w:rPr>
          <w:rtl/>
        </w:rPr>
        <w:t>وبناء عليه فان حكم الكليني بصحة حديث لا يستلزم صحته باصطلاح المتأخرين</w:t>
      </w:r>
      <w:r w:rsidR="008A01C2">
        <w:rPr>
          <w:rtl/>
        </w:rPr>
        <w:t>،</w:t>
      </w:r>
      <w:r w:rsidRPr="003A59EA">
        <w:rPr>
          <w:rtl/>
        </w:rPr>
        <w:t xml:space="preserve"> لاحتمال كون منشأ الحكم غير وثاقة الراوي.</w:t>
      </w:r>
    </w:p>
    <w:p w:rsidR="00094C06" w:rsidRPr="003A59EA" w:rsidRDefault="00094C06" w:rsidP="00094C06">
      <w:pPr>
        <w:pStyle w:val="libNormal"/>
        <w:rPr>
          <w:rtl/>
        </w:rPr>
      </w:pPr>
      <w:r w:rsidRPr="003A59EA">
        <w:rPr>
          <w:rtl/>
        </w:rPr>
        <w:t>هذا بناء على اختلاف صحيح القدماء عن صحيح المتأخرين عند بعض العلماء</w:t>
      </w:r>
      <w:r w:rsidR="008A01C2">
        <w:rPr>
          <w:rtl/>
        </w:rPr>
        <w:t>،</w:t>
      </w:r>
      <w:r w:rsidRPr="003A59EA">
        <w:rPr>
          <w:rtl/>
        </w:rPr>
        <w:t xml:space="preserve"> لكن المصنف يرى ان شهادة الكليني بصحة اخبار الكافي تفيد الوثوق برواتها</w:t>
      </w:r>
      <w:r w:rsidR="008A01C2">
        <w:rPr>
          <w:rtl/>
        </w:rPr>
        <w:t>،</w:t>
      </w:r>
      <w:r w:rsidRPr="003A59EA">
        <w:rPr>
          <w:rtl/>
        </w:rPr>
        <w:t xml:space="preserve"> لأنها بحكم توثيق الجميع بالمعنى الأعم.</w:t>
      </w:r>
    </w:p>
    <w:p w:rsidR="00094C06" w:rsidRPr="003A59EA" w:rsidRDefault="00094C06" w:rsidP="00094C06">
      <w:pPr>
        <w:pStyle w:val="libNormal"/>
        <w:rPr>
          <w:rtl/>
        </w:rPr>
      </w:pPr>
      <w:r w:rsidRPr="003A59EA">
        <w:rPr>
          <w:rtl/>
        </w:rPr>
        <w:t>ثم تعرض بعد ذلك لنقد الخبر الذي شاع مؤخرا بشأن الكافي</w:t>
      </w:r>
      <w:r w:rsidR="008A01C2">
        <w:rPr>
          <w:rtl/>
        </w:rPr>
        <w:t>،</w:t>
      </w:r>
      <w:r w:rsidRPr="003A59EA">
        <w:rPr>
          <w:rtl/>
        </w:rPr>
        <w:t xml:space="preserve"> من أنه عرض على الإمام الحجة </w:t>
      </w:r>
      <w:r w:rsidRPr="00094C06">
        <w:rPr>
          <w:rStyle w:val="libAlaemChar"/>
          <w:rtl/>
        </w:rPr>
        <w:t>عليه‌السلام</w:t>
      </w:r>
      <w:r w:rsidRPr="003A59EA">
        <w:rPr>
          <w:rtl/>
        </w:rPr>
        <w:t xml:space="preserve"> وانه قال عنه</w:t>
      </w:r>
      <w:r w:rsidR="008A01C2">
        <w:rPr>
          <w:rtl/>
        </w:rPr>
        <w:t>:</w:t>
      </w:r>
      <w:r w:rsidRPr="003A59EA">
        <w:rPr>
          <w:rtl/>
        </w:rPr>
        <w:t xml:space="preserve"> « ان هذا كاف لشيعتنا » فبين انه لا أصل له ولا أثر في مؤلفات أصحابنا</w:t>
      </w:r>
      <w:r w:rsidR="008A01C2">
        <w:rPr>
          <w:rtl/>
        </w:rPr>
        <w:t>،</w:t>
      </w:r>
      <w:r w:rsidRPr="003A59EA">
        <w:rPr>
          <w:rtl/>
        </w:rPr>
        <w:t xml:space="preserve"> ولم تأت به رواية قط لا صحيحة ولا ضعيفة</w:t>
      </w:r>
      <w:r w:rsidR="008A01C2">
        <w:rPr>
          <w:rtl/>
        </w:rPr>
        <w:t>،</w:t>
      </w:r>
      <w:r w:rsidRPr="003A59EA">
        <w:rPr>
          <w:rtl/>
        </w:rPr>
        <w:t xml:space="preserve"> بل صرّح المحدث الأسترآبادي</w:t>
      </w:r>
      <w:r w:rsidR="008A01C2">
        <w:rPr>
          <w:rFonts w:hint="cs"/>
          <w:rtl/>
        </w:rPr>
        <w:t xml:space="preserve"> - </w:t>
      </w:r>
      <w:r w:rsidRPr="003A59EA">
        <w:rPr>
          <w:rtl/>
        </w:rPr>
        <w:t>وهو شيخ الأخباريين في عصره</w:t>
      </w:r>
      <w:r w:rsidR="008A01C2">
        <w:rPr>
          <w:rFonts w:hint="cs"/>
          <w:rtl/>
        </w:rPr>
        <w:t xml:space="preserve"> - </w:t>
      </w:r>
      <w:r w:rsidRPr="003A59EA">
        <w:rPr>
          <w:rtl/>
        </w:rPr>
        <w:t>بأنه لا أصل له ولا حقيقة</w:t>
      </w:r>
      <w:r w:rsidR="008A01C2">
        <w:rPr>
          <w:rtl/>
        </w:rPr>
        <w:t>،</w:t>
      </w:r>
      <w:r w:rsidRPr="003A59EA">
        <w:rPr>
          <w:rtl/>
        </w:rPr>
        <w:t xml:space="preserve"> مع ان الأسترآبادي</w:t>
      </w:r>
      <w:r w:rsidR="008A01C2">
        <w:rPr>
          <w:rtl/>
        </w:rPr>
        <w:t xml:space="preserve"> - </w:t>
      </w:r>
      <w:r w:rsidRPr="00094C06">
        <w:rPr>
          <w:rStyle w:val="libAlaemChar"/>
          <w:rtl/>
        </w:rPr>
        <w:t>رحمه‌الله</w:t>
      </w:r>
      <w:r w:rsidRPr="003A59EA">
        <w:rPr>
          <w:rtl/>
        </w:rPr>
        <w:t xml:space="preserve"> تعالى</w:t>
      </w:r>
      <w:r w:rsidR="008A01C2">
        <w:rPr>
          <w:rtl/>
        </w:rPr>
        <w:t xml:space="preserve"> - </w:t>
      </w:r>
      <w:r w:rsidRPr="003A59EA">
        <w:rPr>
          <w:rtl/>
        </w:rPr>
        <w:t>رام أن يجعل تمام أحاديث الكافي قطعية الصدور لما عنده من القرائن التي لا تنهض بذلك كما صرح به المصنف.</w:t>
      </w:r>
    </w:p>
    <w:p w:rsidR="00094C06" w:rsidRPr="003A59EA" w:rsidRDefault="00094C06" w:rsidP="00094C06">
      <w:pPr>
        <w:pStyle w:val="libNormal"/>
        <w:rPr>
          <w:rtl/>
        </w:rPr>
      </w:pPr>
      <w:r w:rsidRPr="003A59EA">
        <w:rPr>
          <w:rtl/>
        </w:rPr>
        <w:t>الا ان المصنف</w:t>
      </w:r>
      <w:r w:rsidR="008A01C2">
        <w:rPr>
          <w:rtl/>
        </w:rPr>
        <w:t xml:space="preserve"> - </w:t>
      </w:r>
      <w:r w:rsidRPr="00094C06">
        <w:rPr>
          <w:rStyle w:val="libAlaemChar"/>
          <w:rtl/>
        </w:rPr>
        <w:t>قدس‌سره</w:t>
      </w:r>
      <w:r w:rsidR="008A01C2">
        <w:rPr>
          <w:rtl/>
        </w:rPr>
        <w:t xml:space="preserve"> - </w:t>
      </w:r>
      <w:r w:rsidRPr="003A59EA">
        <w:rPr>
          <w:rtl/>
        </w:rPr>
        <w:t>وان نفى صحة هذا الخبر الا انه احتمل وقوع ما يصحح معناه</w:t>
      </w:r>
      <w:r w:rsidR="008A01C2">
        <w:rPr>
          <w:rtl/>
        </w:rPr>
        <w:t>،</w:t>
      </w:r>
      <w:r w:rsidRPr="003A59EA">
        <w:rPr>
          <w:rtl/>
        </w:rPr>
        <w:t xml:space="preserve"> وهو عرض كتاب الكافي على أحد نواب الإمام </w:t>
      </w:r>
      <w:r w:rsidRPr="00094C06">
        <w:rPr>
          <w:rStyle w:val="libAlaemChar"/>
          <w:rtl/>
        </w:rPr>
        <w:t>عليه‌السلام</w:t>
      </w:r>
      <w:r w:rsidRPr="003A59EA">
        <w:rPr>
          <w:rtl/>
        </w:rPr>
        <w:t xml:space="preserve"> حيث استبعد أن يكون هذا الكتاب في طول مدة تأليفه البالغة عشرين عاما لم يعرض على أحد الوكلاء</w:t>
      </w:r>
      <w:r w:rsidR="008A01C2">
        <w:rPr>
          <w:rtl/>
        </w:rPr>
        <w:t xml:space="preserve"> - </w:t>
      </w:r>
      <w:r w:rsidRPr="003A59EA">
        <w:rPr>
          <w:rtl/>
        </w:rPr>
        <w:t>رضي الله تعالى عنهم</w:t>
      </w:r>
      <w:r w:rsidR="008A01C2">
        <w:rPr>
          <w:rtl/>
        </w:rPr>
        <w:t xml:space="preserve"> - </w:t>
      </w:r>
      <w:r w:rsidRPr="003A59EA">
        <w:rPr>
          <w:rtl/>
        </w:rPr>
        <w:t>ولم يطلبه أحد منهم مع اهتمامهم البالغ بمصنفات ذلك العصر وتأكدهم من سلامة رواياتها ومطابقتها مع الواقع</w:t>
      </w:r>
      <w:r>
        <w:rPr>
          <w:rtl/>
        </w:rPr>
        <w:t>!</w:t>
      </w:r>
      <w:r w:rsidRPr="003A59EA">
        <w:rPr>
          <w:rtl/>
        </w:rPr>
        <w:t xml:space="preserve"> لقد بيّن المصنف وجوها عديدة في تقريب هذا الاحتمال</w:t>
      </w:r>
      <w:r w:rsidR="008A01C2">
        <w:rPr>
          <w:rtl/>
        </w:rPr>
        <w:t>،</w:t>
      </w:r>
      <w:r w:rsidRPr="003A59EA">
        <w:rPr>
          <w:rtl/>
        </w:rPr>
        <w:t xml:space="preserve"> والحق انها كلها حدسية استحسانية لا تفيد القطع</w:t>
      </w:r>
      <w:r w:rsidR="008A01C2">
        <w:rPr>
          <w:rtl/>
        </w:rPr>
        <w:t>،</w:t>
      </w:r>
      <w:r w:rsidRPr="003A59EA">
        <w:rPr>
          <w:rtl/>
        </w:rPr>
        <w:t xml:space="preserve"> وإلاّ لشاع ذلك واشتهر. أما عن الوثوق المترتب على الظن المتاخم للعلم بكونهم </w:t>
      </w:r>
      <w:r w:rsidRPr="00094C06">
        <w:rPr>
          <w:rStyle w:val="libAlaemChar"/>
          <w:rtl/>
        </w:rPr>
        <w:t>عليهم‌السلام</w:t>
      </w:r>
      <w:r w:rsidRPr="003A59EA">
        <w:rPr>
          <w:rtl/>
        </w:rPr>
        <w:t xml:space="preserve"> راضين</w:t>
      </w:r>
    </w:p>
    <w:p w:rsidR="00094C06" w:rsidRDefault="00094C06" w:rsidP="00094C06">
      <w:pPr>
        <w:pStyle w:val="libNormal"/>
        <w:rPr>
          <w:rtl/>
        </w:rPr>
      </w:pPr>
      <w:r>
        <w:rPr>
          <w:rtl/>
        </w:rPr>
        <w:br w:type="page"/>
      </w:r>
    </w:p>
    <w:p w:rsidR="00094C06" w:rsidRPr="003A59EA" w:rsidRDefault="00094C06" w:rsidP="00094C06">
      <w:pPr>
        <w:pStyle w:val="libNormal0"/>
        <w:rPr>
          <w:rtl/>
        </w:rPr>
      </w:pPr>
      <w:r w:rsidRPr="003A59EA">
        <w:rPr>
          <w:rtl/>
        </w:rPr>
        <w:lastRenderedPageBreak/>
        <w:t>بفعل الكليني</w:t>
      </w:r>
      <w:r w:rsidR="008A01C2">
        <w:rPr>
          <w:rtl/>
        </w:rPr>
        <w:t xml:space="preserve"> - </w:t>
      </w:r>
      <w:r w:rsidRPr="00094C06">
        <w:rPr>
          <w:rStyle w:val="libAlaemChar"/>
          <w:rtl/>
        </w:rPr>
        <w:t>قدس‌سره</w:t>
      </w:r>
      <w:r w:rsidR="008A01C2">
        <w:rPr>
          <w:rtl/>
        </w:rPr>
        <w:t xml:space="preserve"> - </w:t>
      </w:r>
      <w:r w:rsidRPr="003A59EA">
        <w:rPr>
          <w:rtl/>
        </w:rPr>
        <w:t>ومجوزين للعمل بأخبار كتابه</w:t>
      </w:r>
      <w:r w:rsidR="008A01C2">
        <w:rPr>
          <w:rtl/>
        </w:rPr>
        <w:t>،</w:t>
      </w:r>
      <w:r w:rsidRPr="003A59EA">
        <w:rPr>
          <w:rtl/>
        </w:rPr>
        <w:t xml:space="preserve"> فهو ليس بحجة عند من يرى ان طريق الوثوق الوحيد</w:t>
      </w:r>
      <w:r w:rsidR="008A01C2">
        <w:rPr>
          <w:rtl/>
        </w:rPr>
        <w:t xml:space="preserve"> - </w:t>
      </w:r>
      <w:r w:rsidRPr="003A59EA">
        <w:rPr>
          <w:rtl/>
        </w:rPr>
        <w:t>كما هو عليه أكثر علماء الشيعة من المحققين والأصوليين</w:t>
      </w:r>
      <w:r w:rsidR="008A01C2">
        <w:rPr>
          <w:rtl/>
        </w:rPr>
        <w:t xml:space="preserve"> - </w:t>
      </w:r>
      <w:r w:rsidRPr="003A59EA">
        <w:rPr>
          <w:rtl/>
        </w:rPr>
        <w:t>هو ما اكتشف من القرائن الرجالية المعوّل عليها في تقييم كل خبر من أخبار الكافي.</w:t>
      </w:r>
    </w:p>
    <w:p w:rsidR="00094C06" w:rsidRPr="003A59EA" w:rsidRDefault="00094C06" w:rsidP="00094C06">
      <w:pPr>
        <w:pStyle w:val="libNormal"/>
        <w:rPr>
          <w:rtl/>
        </w:rPr>
      </w:pPr>
      <w:r w:rsidRPr="003A59EA">
        <w:rPr>
          <w:rtl/>
        </w:rPr>
        <w:t>ثم ناقش المصنف ما أثير من لدن البعض حول حجية أخبار الكافي</w:t>
      </w:r>
      <w:r w:rsidR="008A01C2">
        <w:rPr>
          <w:rtl/>
        </w:rPr>
        <w:t>،</w:t>
      </w:r>
      <w:r w:rsidRPr="003A59EA">
        <w:rPr>
          <w:rtl/>
        </w:rPr>
        <w:t xml:space="preserve"> ولعل أهم ما في هذه الفائدة هو هذا لما فيه من ثمرة الوقوف على آراء العلماء الآخرين بشأن الكافي وان لم يستقصها المصنف بل اقتصر على قدر ضئيل منها.</w:t>
      </w:r>
    </w:p>
    <w:p w:rsidR="00094C06" w:rsidRPr="003A59EA" w:rsidRDefault="00094C06" w:rsidP="00094C06">
      <w:pPr>
        <w:pStyle w:val="libNormal"/>
        <w:rPr>
          <w:rtl/>
        </w:rPr>
      </w:pPr>
      <w:r w:rsidRPr="003A59EA">
        <w:rPr>
          <w:rtl/>
        </w:rPr>
        <w:t>ويمكن تحديد مناقشة المصنف بالجوانب التالية</w:t>
      </w:r>
      <w:r w:rsidR="008A01C2">
        <w:rPr>
          <w:rtl/>
        </w:rPr>
        <w:t>:</w:t>
      </w:r>
    </w:p>
    <w:p w:rsidR="00094C06" w:rsidRPr="003A59EA" w:rsidRDefault="00094C06" w:rsidP="00094C06">
      <w:pPr>
        <w:pStyle w:val="libNormal"/>
        <w:rPr>
          <w:rtl/>
        </w:rPr>
      </w:pPr>
      <w:r w:rsidRPr="003A59EA">
        <w:rPr>
          <w:rtl/>
        </w:rPr>
        <w:t>1</w:t>
      </w:r>
      <w:r w:rsidR="008A01C2">
        <w:rPr>
          <w:rtl/>
        </w:rPr>
        <w:t xml:space="preserve"> - </w:t>
      </w:r>
      <w:r w:rsidRPr="003A59EA">
        <w:rPr>
          <w:rtl/>
        </w:rPr>
        <w:t>الرد على من ناقش في حكم القدماء بصحة أخبارهم.</w:t>
      </w:r>
    </w:p>
    <w:p w:rsidR="00094C06" w:rsidRPr="003A59EA" w:rsidRDefault="00094C06" w:rsidP="00094C06">
      <w:pPr>
        <w:pStyle w:val="libNormal"/>
        <w:rPr>
          <w:rtl/>
        </w:rPr>
      </w:pPr>
      <w:r w:rsidRPr="003A59EA">
        <w:rPr>
          <w:rtl/>
        </w:rPr>
        <w:t>2</w:t>
      </w:r>
      <w:r w:rsidR="008A01C2">
        <w:rPr>
          <w:rtl/>
        </w:rPr>
        <w:t xml:space="preserve"> - </w:t>
      </w:r>
      <w:r w:rsidRPr="003A59EA">
        <w:rPr>
          <w:rtl/>
        </w:rPr>
        <w:t>مناقشة من ذهب إلى عدم شهادة الكليني على صحة أخبار الكافي</w:t>
      </w:r>
      <w:r w:rsidR="008A01C2">
        <w:rPr>
          <w:rtl/>
        </w:rPr>
        <w:t>،</w:t>
      </w:r>
      <w:r w:rsidRPr="003A59EA">
        <w:rPr>
          <w:rtl/>
        </w:rPr>
        <w:t xml:space="preserve"> وقد نقل في مقام الردّ مقاطع من خطبة كتاب الكافي للتدليل على صحة ما اختاره من حصول هذه الشهادة.</w:t>
      </w:r>
    </w:p>
    <w:p w:rsidR="00094C06" w:rsidRPr="003A59EA" w:rsidRDefault="00094C06" w:rsidP="00094C06">
      <w:pPr>
        <w:pStyle w:val="libNormal"/>
        <w:rPr>
          <w:rtl/>
        </w:rPr>
      </w:pPr>
      <w:r w:rsidRPr="003A59EA">
        <w:rPr>
          <w:rtl/>
        </w:rPr>
        <w:t>3</w:t>
      </w:r>
      <w:r w:rsidR="008A01C2">
        <w:rPr>
          <w:rtl/>
        </w:rPr>
        <w:t xml:space="preserve"> - </w:t>
      </w:r>
      <w:r w:rsidRPr="003A59EA">
        <w:rPr>
          <w:rtl/>
        </w:rPr>
        <w:t>ناقش من تمسك بعدم حجية أخبار الكافي بتضعيف القدماء كالشيخ المفيد</w:t>
      </w:r>
      <w:r w:rsidR="008A01C2">
        <w:rPr>
          <w:rtl/>
        </w:rPr>
        <w:t xml:space="preserve"> - </w:t>
      </w:r>
      <w:r w:rsidRPr="00094C06">
        <w:rPr>
          <w:rStyle w:val="libAlaemChar"/>
          <w:rtl/>
        </w:rPr>
        <w:t>قدس‌سره</w:t>
      </w:r>
      <w:r w:rsidR="008A01C2">
        <w:rPr>
          <w:rtl/>
        </w:rPr>
        <w:t xml:space="preserve"> - </w:t>
      </w:r>
      <w:r w:rsidRPr="003A59EA">
        <w:rPr>
          <w:rtl/>
        </w:rPr>
        <w:t>وغيره لبعض هذه الأخبار</w:t>
      </w:r>
      <w:r w:rsidR="008A01C2">
        <w:rPr>
          <w:rtl/>
        </w:rPr>
        <w:t>،</w:t>
      </w:r>
      <w:r w:rsidRPr="003A59EA">
        <w:rPr>
          <w:rtl/>
        </w:rPr>
        <w:t xml:space="preserve"> وحملها على وجود المعارض لتلك الأخبار مع كونه أقوى منها.</w:t>
      </w:r>
    </w:p>
    <w:p w:rsidR="00094C06" w:rsidRPr="003A59EA" w:rsidRDefault="00094C06" w:rsidP="00094C06">
      <w:pPr>
        <w:pStyle w:val="libNormal"/>
        <w:rPr>
          <w:rtl/>
        </w:rPr>
      </w:pPr>
      <w:r w:rsidRPr="003A59EA">
        <w:rPr>
          <w:rtl/>
        </w:rPr>
        <w:t>4</w:t>
      </w:r>
      <w:r w:rsidR="008A01C2">
        <w:rPr>
          <w:rtl/>
        </w:rPr>
        <w:t xml:space="preserve"> - </w:t>
      </w:r>
      <w:r w:rsidRPr="003A59EA">
        <w:rPr>
          <w:rtl/>
        </w:rPr>
        <w:t>ناقش التصنيف الجديد للحديث الذي ظهر على يد ابن إدريس والعلاّمة الحليين</w:t>
      </w:r>
      <w:r w:rsidR="008A01C2">
        <w:rPr>
          <w:rtl/>
        </w:rPr>
        <w:t xml:space="preserve"> - </w:t>
      </w:r>
      <w:r w:rsidRPr="00094C06">
        <w:rPr>
          <w:rStyle w:val="libAlaemChar"/>
          <w:rtl/>
        </w:rPr>
        <w:t>قدس‌سرهما</w:t>
      </w:r>
      <w:r w:rsidR="008A01C2">
        <w:rPr>
          <w:rtl/>
        </w:rPr>
        <w:t xml:space="preserve"> -</w:t>
      </w:r>
      <w:r>
        <w:rPr>
          <w:rtl/>
        </w:rPr>
        <w:t>.</w:t>
      </w:r>
    </w:p>
    <w:p w:rsidR="00094C06" w:rsidRPr="003A59EA" w:rsidRDefault="00094C06" w:rsidP="00094C06">
      <w:pPr>
        <w:pStyle w:val="libNormal"/>
        <w:rPr>
          <w:rtl/>
        </w:rPr>
      </w:pPr>
      <w:r w:rsidRPr="003A59EA">
        <w:rPr>
          <w:rtl/>
        </w:rPr>
        <w:t>5</w:t>
      </w:r>
      <w:r w:rsidR="008A01C2">
        <w:rPr>
          <w:rtl/>
        </w:rPr>
        <w:t xml:space="preserve"> - </w:t>
      </w:r>
      <w:r w:rsidRPr="003A59EA">
        <w:rPr>
          <w:rtl/>
        </w:rPr>
        <w:t>ردّ تصنيف أحاديث الكافي وفق المصطلح الجديد.</w:t>
      </w:r>
    </w:p>
    <w:p w:rsidR="00094C06" w:rsidRPr="003A59EA" w:rsidRDefault="00094C06" w:rsidP="00094C06">
      <w:pPr>
        <w:pStyle w:val="libNormal"/>
        <w:rPr>
          <w:rtl/>
        </w:rPr>
      </w:pPr>
      <w:r w:rsidRPr="003A59EA">
        <w:rPr>
          <w:rtl/>
        </w:rPr>
        <w:t>6</w:t>
      </w:r>
      <w:r w:rsidR="008A01C2">
        <w:rPr>
          <w:rtl/>
        </w:rPr>
        <w:t xml:space="preserve"> - </w:t>
      </w:r>
      <w:r w:rsidRPr="003A59EA">
        <w:rPr>
          <w:rtl/>
        </w:rPr>
        <w:t xml:space="preserve">وجّه رواية الكليني عن غير الأئمة </w:t>
      </w:r>
      <w:r w:rsidRPr="00094C06">
        <w:rPr>
          <w:rStyle w:val="libAlaemChar"/>
          <w:rtl/>
        </w:rPr>
        <w:t>عليهم‌السلام</w:t>
      </w:r>
      <w:r w:rsidRPr="003A59EA">
        <w:rPr>
          <w:rtl/>
        </w:rPr>
        <w:t xml:space="preserve"> مع التصريح في خطبة الكافي بما يشبه التقييد برواية الآثار الصحيحة الواردة عن الصادقين </w:t>
      </w:r>
      <w:r w:rsidRPr="00094C06">
        <w:rPr>
          <w:rStyle w:val="libAlaemChar"/>
          <w:rtl/>
        </w:rPr>
        <w:t>عليهما‌السلام</w:t>
      </w:r>
      <w:r w:rsidRPr="003A59EA">
        <w:rPr>
          <w:rtl/>
        </w:rPr>
        <w:t>.</w:t>
      </w:r>
    </w:p>
    <w:p w:rsidR="00094C06" w:rsidRPr="003A59EA" w:rsidRDefault="00094C06" w:rsidP="00094C06">
      <w:pPr>
        <w:pStyle w:val="libNormal"/>
        <w:rPr>
          <w:rtl/>
        </w:rPr>
      </w:pPr>
      <w:r w:rsidRPr="003A59EA">
        <w:rPr>
          <w:rtl/>
        </w:rPr>
        <w:t>7</w:t>
      </w:r>
      <w:r w:rsidR="008A01C2">
        <w:rPr>
          <w:rtl/>
        </w:rPr>
        <w:t xml:space="preserve"> - </w:t>
      </w:r>
      <w:r w:rsidRPr="003A59EA">
        <w:rPr>
          <w:rtl/>
        </w:rPr>
        <w:t>ناقش شبهة صاحب رياض العلماء في فصل الروضة عن الكافي وان</w:t>
      </w:r>
    </w:p>
    <w:p w:rsidR="00094C06" w:rsidRDefault="00094C06" w:rsidP="00094C06">
      <w:pPr>
        <w:pStyle w:val="libNormal"/>
        <w:rPr>
          <w:rtl/>
        </w:rPr>
      </w:pPr>
      <w:r>
        <w:rPr>
          <w:rtl/>
        </w:rPr>
        <w:br w:type="page"/>
      </w:r>
    </w:p>
    <w:p w:rsidR="00094C06" w:rsidRPr="003A59EA" w:rsidRDefault="00094C06" w:rsidP="00094C06">
      <w:pPr>
        <w:pStyle w:val="libNormal0"/>
        <w:rPr>
          <w:rtl/>
        </w:rPr>
      </w:pPr>
      <w:r w:rsidRPr="003A59EA">
        <w:rPr>
          <w:rtl/>
        </w:rPr>
        <w:lastRenderedPageBreak/>
        <w:t>أخباره كلها مروية عن الإمام بلا واسطة</w:t>
      </w:r>
      <w:r w:rsidR="008A01C2">
        <w:rPr>
          <w:rtl/>
        </w:rPr>
        <w:t>،</w:t>
      </w:r>
      <w:r w:rsidRPr="003A59EA">
        <w:rPr>
          <w:rtl/>
        </w:rPr>
        <w:t xml:space="preserve"> وانه لا تقية في أخباره</w:t>
      </w:r>
      <w:r w:rsidR="008A01C2">
        <w:rPr>
          <w:rtl/>
        </w:rPr>
        <w:t>،</w:t>
      </w:r>
      <w:r w:rsidRPr="003A59EA">
        <w:rPr>
          <w:rtl/>
        </w:rPr>
        <w:t xml:space="preserve"> ولم يطل الكلام حول هذه الشبهة لعدم وجود ما يدل عليها</w:t>
      </w:r>
      <w:r w:rsidR="008A01C2">
        <w:rPr>
          <w:rtl/>
        </w:rPr>
        <w:t>،</w:t>
      </w:r>
      <w:r w:rsidRPr="003A59EA">
        <w:rPr>
          <w:rtl/>
        </w:rPr>
        <w:t xml:space="preserve"> وعدم وجود الموافق لصاحبها أصلا</w:t>
      </w:r>
      <w:r w:rsidR="008A01C2">
        <w:rPr>
          <w:rtl/>
        </w:rPr>
        <w:t>،</w:t>
      </w:r>
      <w:r w:rsidRPr="003A59EA">
        <w:rPr>
          <w:rtl/>
        </w:rPr>
        <w:t xml:space="preserve"> مع قيام الأدلة القطعية على خلافها.</w:t>
      </w:r>
    </w:p>
    <w:p w:rsidR="00094C06" w:rsidRPr="003A59EA" w:rsidRDefault="00094C06" w:rsidP="00094C06">
      <w:pPr>
        <w:pStyle w:val="libNormal"/>
        <w:rPr>
          <w:rtl/>
        </w:rPr>
      </w:pPr>
      <w:r w:rsidRPr="003A59EA">
        <w:rPr>
          <w:rtl/>
        </w:rPr>
        <w:t>8</w:t>
      </w:r>
      <w:r w:rsidR="008A01C2">
        <w:rPr>
          <w:rtl/>
        </w:rPr>
        <w:t xml:space="preserve"> - </w:t>
      </w:r>
      <w:r w:rsidRPr="003A59EA">
        <w:rPr>
          <w:rtl/>
        </w:rPr>
        <w:t>أكد في مناقشاته بعدم تصريح الأخباريين</w:t>
      </w:r>
      <w:r w:rsidR="008A01C2">
        <w:rPr>
          <w:rtl/>
        </w:rPr>
        <w:t xml:space="preserve"> - </w:t>
      </w:r>
      <w:r w:rsidRPr="003A59EA">
        <w:rPr>
          <w:rtl/>
        </w:rPr>
        <w:t>حتى من قال منهم بقطعية أخبار الكافي</w:t>
      </w:r>
      <w:r w:rsidR="008A01C2">
        <w:rPr>
          <w:rtl/>
        </w:rPr>
        <w:t xml:space="preserve"> - </w:t>
      </w:r>
      <w:r w:rsidRPr="003A59EA">
        <w:rPr>
          <w:rtl/>
        </w:rPr>
        <w:t>بأن ما رواه ثقة الإسلام صحيح بالمصطلح الجديد</w:t>
      </w:r>
      <w:r w:rsidR="008A01C2">
        <w:rPr>
          <w:rtl/>
        </w:rPr>
        <w:t>،</w:t>
      </w:r>
      <w:r w:rsidRPr="003A59EA">
        <w:rPr>
          <w:rtl/>
        </w:rPr>
        <w:t xml:space="preserve"> أي</w:t>
      </w:r>
      <w:r w:rsidR="008A01C2">
        <w:rPr>
          <w:rtl/>
        </w:rPr>
        <w:t>:</w:t>
      </w:r>
      <w:r w:rsidRPr="003A59EA">
        <w:rPr>
          <w:rtl/>
        </w:rPr>
        <w:t xml:space="preserve"> لا قائل منهم بأن رجال أسانيد الكافي كلهم من عدول الإمامية وفي جميع الطبقات.</w:t>
      </w:r>
    </w:p>
    <w:p w:rsidR="00094C06" w:rsidRPr="003A59EA" w:rsidRDefault="00094C06" w:rsidP="00094C06">
      <w:pPr>
        <w:pStyle w:val="libNormal"/>
        <w:rPr>
          <w:rtl/>
        </w:rPr>
      </w:pPr>
      <w:r w:rsidRPr="003A59EA">
        <w:rPr>
          <w:rtl/>
        </w:rPr>
        <w:t>وانه لم يدع أحد منهم ان ما في الكافي مقدم على ما يوجد في غيره في جميع الحالات حتى عند التعارض</w:t>
      </w:r>
      <w:r w:rsidR="008A01C2">
        <w:rPr>
          <w:rtl/>
        </w:rPr>
        <w:t>،</w:t>
      </w:r>
      <w:r w:rsidRPr="003A59EA">
        <w:rPr>
          <w:rtl/>
        </w:rPr>
        <w:t xml:space="preserve"> بل قد يقدم عليه غيره</w:t>
      </w:r>
      <w:r w:rsidR="008A01C2">
        <w:rPr>
          <w:rtl/>
        </w:rPr>
        <w:t>،</w:t>
      </w:r>
      <w:r w:rsidRPr="003A59EA">
        <w:rPr>
          <w:rtl/>
        </w:rPr>
        <w:t xml:space="preserve"> إذا اشتمل على مزايا توجب تقديمه.</w:t>
      </w:r>
    </w:p>
    <w:p w:rsidR="00094C06" w:rsidRPr="003A59EA" w:rsidRDefault="00094C06" w:rsidP="00094C06">
      <w:pPr>
        <w:pStyle w:val="libNormal"/>
        <w:rPr>
          <w:rtl/>
        </w:rPr>
      </w:pPr>
      <w:r w:rsidRPr="003A59EA">
        <w:rPr>
          <w:rtl/>
        </w:rPr>
        <w:t>9</w:t>
      </w:r>
      <w:r w:rsidR="008A01C2">
        <w:rPr>
          <w:rtl/>
        </w:rPr>
        <w:t xml:space="preserve"> - </w:t>
      </w:r>
      <w:r w:rsidRPr="003A59EA">
        <w:rPr>
          <w:rtl/>
        </w:rPr>
        <w:t>العدّة المجهولة في الكافي</w:t>
      </w:r>
      <w:r w:rsidR="008A01C2">
        <w:rPr>
          <w:rtl/>
        </w:rPr>
        <w:t>،</w:t>
      </w:r>
      <w:r w:rsidRPr="003A59EA">
        <w:rPr>
          <w:rtl/>
        </w:rPr>
        <w:t xml:space="preserve"> لم يعتن بشأنها كثيرا</w:t>
      </w:r>
      <w:r w:rsidR="008A01C2">
        <w:rPr>
          <w:rtl/>
        </w:rPr>
        <w:t>،</w:t>
      </w:r>
      <w:r w:rsidRPr="003A59EA">
        <w:rPr>
          <w:rtl/>
        </w:rPr>
        <w:t xml:space="preserve"> مع ان بعضهم قد ردّها مطلقا</w:t>
      </w:r>
      <w:r w:rsidR="008A01C2">
        <w:rPr>
          <w:rtl/>
        </w:rPr>
        <w:t>،</w:t>
      </w:r>
      <w:r w:rsidRPr="003A59EA">
        <w:rPr>
          <w:rtl/>
        </w:rPr>
        <w:t xml:space="preserve"> لأنه</w:t>
      </w:r>
      <w:r w:rsidR="008A01C2">
        <w:rPr>
          <w:rtl/>
        </w:rPr>
        <w:t xml:space="preserve"> - </w:t>
      </w:r>
      <w:r w:rsidRPr="00094C06">
        <w:rPr>
          <w:rStyle w:val="libAlaemChar"/>
          <w:rtl/>
        </w:rPr>
        <w:t>قدس‌سره</w:t>
      </w:r>
      <w:r w:rsidR="008A01C2">
        <w:rPr>
          <w:rtl/>
        </w:rPr>
        <w:t xml:space="preserve"> - </w:t>
      </w:r>
      <w:r w:rsidRPr="003A59EA">
        <w:rPr>
          <w:rtl/>
        </w:rPr>
        <w:t>يرى رجال هذه العدد</w:t>
      </w:r>
      <w:r w:rsidR="008A01C2">
        <w:rPr>
          <w:rtl/>
        </w:rPr>
        <w:t xml:space="preserve"> - </w:t>
      </w:r>
      <w:r w:rsidRPr="003A59EA">
        <w:rPr>
          <w:rtl/>
        </w:rPr>
        <w:t>المعلومة والمجهولة</w:t>
      </w:r>
      <w:r w:rsidR="008A01C2">
        <w:rPr>
          <w:rtl/>
        </w:rPr>
        <w:t xml:space="preserve"> - </w:t>
      </w:r>
      <w:r w:rsidRPr="003A59EA">
        <w:rPr>
          <w:rtl/>
        </w:rPr>
        <w:t>من مشايخ الإجازة</w:t>
      </w:r>
      <w:r w:rsidR="008A01C2">
        <w:rPr>
          <w:rtl/>
        </w:rPr>
        <w:t>،</w:t>
      </w:r>
      <w:r w:rsidRPr="003A59EA">
        <w:rPr>
          <w:rtl/>
        </w:rPr>
        <w:t xml:space="preserve"> وقد كان رأيه في الفائدة الثالثة في مشايخ الإجازات بأنهم فوق مستوي التوثيق.</w:t>
      </w:r>
    </w:p>
    <w:p w:rsidR="00094C06" w:rsidRPr="003A59EA" w:rsidRDefault="00094C06" w:rsidP="00094C06">
      <w:pPr>
        <w:pStyle w:val="libNormal"/>
        <w:rPr>
          <w:rtl/>
        </w:rPr>
      </w:pPr>
      <w:r w:rsidRPr="003A59EA">
        <w:rPr>
          <w:rtl/>
        </w:rPr>
        <w:t>وأخيرا لا بدّ من الإشارة السريعة إلى ما حققه المصنف</w:t>
      </w:r>
      <w:r w:rsidR="008A01C2">
        <w:rPr>
          <w:rtl/>
        </w:rPr>
        <w:t xml:space="preserve"> - </w:t>
      </w:r>
      <w:r w:rsidRPr="00094C06">
        <w:rPr>
          <w:rStyle w:val="libAlaemChar"/>
          <w:rtl/>
        </w:rPr>
        <w:t>رحمه‌الله</w:t>
      </w:r>
      <w:r w:rsidR="008A01C2">
        <w:rPr>
          <w:rtl/>
        </w:rPr>
        <w:t xml:space="preserve"> - </w:t>
      </w:r>
      <w:r w:rsidRPr="003A59EA">
        <w:rPr>
          <w:rtl/>
        </w:rPr>
        <w:t>في هذه الفائدة بشأن عدّة الكافي التي يروي ثقة الإسلام بتوسطها عن سهل ابن زياد</w:t>
      </w:r>
      <w:r w:rsidR="008A01C2">
        <w:rPr>
          <w:rtl/>
        </w:rPr>
        <w:t>،</w:t>
      </w:r>
      <w:r w:rsidRPr="003A59EA">
        <w:rPr>
          <w:rtl/>
        </w:rPr>
        <w:t xml:space="preserve"> وهل ان محمّد بن الحسن المذكور فيها هو الصفار الثقة الجليل كما صرح به جميع من سبق المصنف</w:t>
      </w:r>
      <w:r>
        <w:rPr>
          <w:rtl/>
        </w:rPr>
        <w:t>؟</w:t>
      </w:r>
      <w:r w:rsidRPr="003A59EA">
        <w:rPr>
          <w:rtl/>
        </w:rPr>
        <w:t xml:space="preserve"> أو هو شخص آخر.</w:t>
      </w:r>
    </w:p>
    <w:p w:rsidR="00094C06" w:rsidRPr="003A59EA" w:rsidRDefault="00094C06" w:rsidP="00094C06">
      <w:pPr>
        <w:pStyle w:val="libNormal"/>
        <w:rPr>
          <w:rtl/>
        </w:rPr>
      </w:pPr>
      <w:r w:rsidRPr="003A59EA">
        <w:rPr>
          <w:rtl/>
        </w:rPr>
        <w:t>لقد نفى النوري</w:t>
      </w:r>
      <w:r w:rsidR="008A01C2">
        <w:rPr>
          <w:rtl/>
        </w:rPr>
        <w:t xml:space="preserve"> - </w:t>
      </w:r>
      <w:r w:rsidRPr="00094C06">
        <w:rPr>
          <w:rStyle w:val="libAlaemChar"/>
          <w:rtl/>
        </w:rPr>
        <w:t>قدس‌سره</w:t>
      </w:r>
      <w:r w:rsidR="008A01C2">
        <w:rPr>
          <w:rtl/>
        </w:rPr>
        <w:t xml:space="preserve"> - </w:t>
      </w:r>
      <w:r w:rsidRPr="003A59EA">
        <w:rPr>
          <w:rtl/>
        </w:rPr>
        <w:t>أن يكون المراد هو الصفار وذلك لوجوه سبعة</w:t>
      </w:r>
      <w:r w:rsidR="008A01C2">
        <w:rPr>
          <w:rtl/>
        </w:rPr>
        <w:t>،</w:t>
      </w:r>
      <w:r w:rsidRPr="003A59EA">
        <w:rPr>
          <w:rtl/>
        </w:rPr>
        <w:t xml:space="preserve"> قد لا يخلو بعضها من مناقشة</w:t>
      </w:r>
      <w:r w:rsidR="008A01C2">
        <w:rPr>
          <w:rtl/>
        </w:rPr>
        <w:t>،</w:t>
      </w:r>
      <w:r w:rsidRPr="003A59EA">
        <w:rPr>
          <w:rtl/>
        </w:rPr>
        <w:t xml:space="preserve"> إلاّ ان الوجه الرابع منها هو من أقوى الوجوه السبعة على الإطلاق.</w:t>
      </w:r>
    </w:p>
    <w:p w:rsidR="00094C06" w:rsidRPr="003A59EA" w:rsidRDefault="00094C06" w:rsidP="00094C06">
      <w:pPr>
        <w:pStyle w:val="libNormal"/>
        <w:rPr>
          <w:rtl/>
        </w:rPr>
      </w:pPr>
      <w:r w:rsidRPr="003A59EA">
        <w:rPr>
          <w:rtl/>
        </w:rPr>
        <w:t>على ان المصنف لم يكتف بهذا</w:t>
      </w:r>
      <w:r w:rsidR="008A01C2">
        <w:rPr>
          <w:rtl/>
        </w:rPr>
        <w:t>،</w:t>
      </w:r>
      <w:r w:rsidRPr="003A59EA">
        <w:rPr>
          <w:rtl/>
        </w:rPr>
        <w:t xml:space="preserve"> بل ناقش الآراء التي شخّصت الصفار في رجال هذه العدّة.</w:t>
      </w:r>
    </w:p>
    <w:p w:rsidR="00094C06" w:rsidRDefault="00094C06" w:rsidP="00094C06">
      <w:pPr>
        <w:pStyle w:val="libNormal"/>
        <w:rPr>
          <w:rtl/>
        </w:rPr>
      </w:pPr>
      <w:r>
        <w:rPr>
          <w:rtl/>
        </w:rPr>
        <w:br w:type="page"/>
      </w:r>
    </w:p>
    <w:p w:rsidR="00094C06" w:rsidRDefault="00094C06" w:rsidP="00094C06">
      <w:pPr>
        <w:pStyle w:val="libCenterBold1"/>
        <w:rPr>
          <w:rtl/>
        </w:rPr>
      </w:pPr>
      <w:r w:rsidRPr="003A59EA">
        <w:rPr>
          <w:rtl/>
        </w:rPr>
        <w:lastRenderedPageBreak/>
        <w:t>الفائدة الخامسة</w:t>
      </w:r>
    </w:p>
    <w:p w:rsidR="00094C06" w:rsidRDefault="00094C06" w:rsidP="00094C06">
      <w:pPr>
        <w:pStyle w:val="libCenterBold1"/>
        <w:rPr>
          <w:rtl/>
        </w:rPr>
      </w:pPr>
      <w:r w:rsidRPr="003A59EA">
        <w:rPr>
          <w:rtl/>
        </w:rPr>
        <w:t>في شرح مشيخة كتاب من لا يحضره الفقيه</w:t>
      </w:r>
    </w:p>
    <w:p w:rsidR="00094C06" w:rsidRPr="003A59EA" w:rsidRDefault="00094C06" w:rsidP="00094C06">
      <w:pPr>
        <w:pStyle w:val="libCenterBold1"/>
        <w:rPr>
          <w:rtl/>
        </w:rPr>
      </w:pPr>
      <w:r w:rsidRPr="003A59EA">
        <w:rPr>
          <w:rtl/>
        </w:rPr>
        <w:t>وهي أكبر الفوائد حجما</w:t>
      </w:r>
      <w:r w:rsidR="008A01C2">
        <w:rPr>
          <w:rtl/>
        </w:rPr>
        <w:t>،</w:t>
      </w:r>
      <w:r w:rsidRPr="003A59EA">
        <w:rPr>
          <w:rtl/>
        </w:rPr>
        <w:t xml:space="preserve"> إطلاقا</w:t>
      </w:r>
    </w:p>
    <w:p w:rsidR="00094C06" w:rsidRPr="003A59EA" w:rsidRDefault="00094C06" w:rsidP="00094C06">
      <w:pPr>
        <w:pStyle w:val="libNormal"/>
        <w:rPr>
          <w:rtl/>
        </w:rPr>
      </w:pPr>
      <w:r w:rsidRPr="003A59EA">
        <w:rPr>
          <w:rtl/>
        </w:rPr>
        <w:t xml:space="preserve">في هذه الفائدة دراسة رجالية قيّمة لحشد هائل من رواة الشيعة الإمامية من حملة حديث العترة </w:t>
      </w:r>
      <w:r w:rsidRPr="00094C06">
        <w:rPr>
          <w:rStyle w:val="libAlaemChar"/>
          <w:rtl/>
        </w:rPr>
        <w:t>عليهم‌السلام</w:t>
      </w:r>
      <w:r w:rsidRPr="003A59EA">
        <w:rPr>
          <w:rtl/>
        </w:rPr>
        <w:t>. إذ يجد القارئ الكريم فيها جهدا رجاليا رائعا</w:t>
      </w:r>
      <w:r w:rsidR="008A01C2">
        <w:rPr>
          <w:rtl/>
        </w:rPr>
        <w:t>،</w:t>
      </w:r>
      <w:r w:rsidRPr="003A59EA">
        <w:rPr>
          <w:rtl/>
        </w:rPr>
        <w:t xml:space="preserve"> وعبقرية فذة في تحقيق الأخبار الرجالية المتعارضة</w:t>
      </w:r>
      <w:r w:rsidR="008A01C2">
        <w:rPr>
          <w:rtl/>
        </w:rPr>
        <w:t>،</w:t>
      </w:r>
      <w:r w:rsidRPr="003A59EA">
        <w:rPr>
          <w:rtl/>
        </w:rPr>
        <w:t xml:space="preserve"> حيث أزاح مؤلفها النوري</w:t>
      </w:r>
      <w:r w:rsidR="008A01C2">
        <w:rPr>
          <w:rtl/>
        </w:rPr>
        <w:t xml:space="preserve"> - </w:t>
      </w:r>
      <w:r w:rsidRPr="00094C06">
        <w:rPr>
          <w:rStyle w:val="libAlaemChar"/>
          <w:rtl/>
        </w:rPr>
        <w:t>قدس‌سره</w:t>
      </w:r>
      <w:r w:rsidR="008A01C2">
        <w:rPr>
          <w:rtl/>
        </w:rPr>
        <w:t xml:space="preserve"> - </w:t>
      </w:r>
      <w:r w:rsidRPr="003A59EA">
        <w:rPr>
          <w:rtl/>
        </w:rPr>
        <w:t>الستار عن رجال كثيرين لفّهم الزمان بغشاء النسيان</w:t>
      </w:r>
      <w:r w:rsidR="008A01C2">
        <w:rPr>
          <w:rtl/>
        </w:rPr>
        <w:t>،</w:t>
      </w:r>
      <w:r w:rsidRPr="003A59EA">
        <w:rPr>
          <w:rtl/>
        </w:rPr>
        <w:t xml:space="preserve"> وأودعهم تأمل البعض في وثاقتهم في زاوية الإهمال</w:t>
      </w:r>
      <w:r w:rsidR="008A01C2">
        <w:rPr>
          <w:rtl/>
        </w:rPr>
        <w:t>،</w:t>
      </w:r>
      <w:r w:rsidRPr="003A59EA">
        <w:rPr>
          <w:rtl/>
        </w:rPr>
        <w:t xml:space="preserve"> حيث أسفر بحثه عن جلالتهم وتبديد الشك والريب عنهم.</w:t>
      </w:r>
    </w:p>
    <w:p w:rsidR="00094C06" w:rsidRPr="003A59EA" w:rsidRDefault="00094C06" w:rsidP="00094C06">
      <w:pPr>
        <w:pStyle w:val="libNormal"/>
        <w:rPr>
          <w:rtl/>
        </w:rPr>
      </w:pPr>
      <w:r w:rsidRPr="003A59EA">
        <w:rPr>
          <w:rtl/>
        </w:rPr>
        <w:t>أنها فائدة كاسمها ولكن ليس ككل الفوائد</w:t>
      </w:r>
      <w:r w:rsidR="008A01C2">
        <w:rPr>
          <w:rtl/>
        </w:rPr>
        <w:t>،</w:t>
      </w:r>
      <w:r w:rsidRPr="003A59EA">
        <w:rPr>
          <w:rtl/>
        </w:rPr>
        <w:t xml:space="preserve"> إذ اشتملت على موارد للظماء ومناهل عذبة ارتوى من فيضها قلم كل من تأخر عنه من أساطين الفن أجمع</w:t>
      </w:r>
      <w:r w:rsidR="008A01C2">
        <w:rPr>
          <w:rtl/>
        </w:rPr>
        <w:t>،</w:t>
      </w:r>
      <w:r w:rsidRPr="003A59EA">
        <w:rPr>
          <w:rtl/>
        </w:rPr>
        <w:t xml:space="preserve"> لما فيها من تراجم لإعلام مشيخة الفقيه ورواته بما ليس له نظير في كتاب رجالي قط.</w:t>
      </w:r>
    </w:p>
    <w:p w:rsidR="00094C06" w:rsidRPr="003A59EA" w:rsidRDefault="00094C06" w:rsidP="00094C06">
      <w:pPr>
        <w:pStyle w:val="libNormal"/>
        <w:rPr>
          <w:rtl/>
        </w:rPr>
      </w:pPr>
      <w:r w:rsidRPr="003A59EA">
        <w:rPr>
          <w:rtl/>
        </w:rPr>
        <w:t>ابتدأ المصنف في هذه الفائدة بنقل ما قيل عن مكانة الشيخ الصدوق وأهمية كتابه</w:t>
      </w:r>
      <w:r w:rsidR="008A01C2">
        <w:rPr>
          <w:rtl/>
        </w:rPr>
        <w:t xml:space="preserve"> - </w:t>
      </w:r>
      <w:r w:rsidRPr="003A59EA">
        <w:rPr>
          <w:rtl/>
        </w:rPr>
        <w:t>من لا يحضره الفقيه</w:t>
      </w:r>
      <w:r w:rsidR="008A01C2">
        <w:rPr>
          <w:rtl/>
        </w:rPr>
        <w:t xml:space="preserve"> - </w:t>
      </w:r>
      <w:r w:rsidRPr="003A59EA">
        <w:rPr>
          <w:rtl/>
        </w:rPr>
        <w:t>وما امتاز به هذا الكتاب عن غيره بمميزات أهلته لأن يحتل موقعا متقدما بين الكتب الموثوق بها جدا عند الشيعة الإمامية.</w:t>
      </w:r>
    </w:p>
    <w:p w:rsidR="00094C06" w:rsidRPr="003A59EA" w:rsidRDefault="00094C06" w:rsidP="00094C06">
      <w:pPr>
        <w:pStyle w:val="libNormal"/>
        <w:rPr>
          <w:rtl/>
        </w:rPr>
      </w:pPr>
      <w:r w:rsidRPr="003A59EA">
        <w:rPr>
          <w:rtl/>
        </w:rPr>
        <w:t>ثم بين بعد ذلك مسلك الشيخ الصدوق</w:t>
      </w:r>
      <w:r w:rsidR="008A01C2">
        <w:rPr>
          <w:rtl/>
        </w:rPr>
        <w:t xml:space="preserve"> - </w:t>
      </w:r>
      <w:r w:rsidRPr="003A59EA">
        <w:rPr>
          <w:rtl/>
        </w:rPr>
        <w:t>رضي الله تعالى عنه</w:t>
      </w:r>
      <w:r w:rsidR="008A01C2">
        <w:rPr>
          <w:rtl/>
        </w:rPr>
        <w:t xml:space="preserve"> - </w:t>
      </w:r>
      <w:r w:rsidRPr="003A59EA">
        <w:rPr>
          <w:rtl/>
        </w:rPr>
        <w:t>في هذا الكتاب ومنهجه في الأسانيد</w:t>
      </w:r>
      <w:r w:rsidR="008A01C2">
        <w:rPr>
          <w:rtl/>
        </w:rPr>
        <w:t>،</w:t>
      </w:r>
      <w:r w:rsidRPr="003A59EA">
        <w:rPr>
          <w:rtl/>
        </w:rPr>
        <w:t xml:space="preserve"> الذي اختلف عن منهج ثقة الإسلام الكليني</w:t>
      </w:r>
      <w:r w:rsidR="008A01C2">
        <w:rPr>
          <w:rtl/>
        </w:rPr>
        <w:t xml:space="preserve"> - </w:t>
      </w:r>
      <w:r w:rsidRPr="00094C06">
        <w:rPr>
          <w:rStyle w:val="libAlaemChar"/>
          <w:rtl/>
        </w:rPr>
        <w:t>رحمه‌الله</w:t>
      </w:r>
      <w:r w:rsidRPr="003A59EA">
        <w:rPr>
          <w:rtl/>
        </w:rPr>
        <w:t xml:space="preserve"> تعالى</w:t>
      </w:r>
      <w:r w:rsidR="008A01C2">
        <w:rPr>
          <w:rtl/>
        </w:rPr>
        <w:t xml:space="preserve"> -</w:t>
      </w:r>
      <w:r>
        <w:rPr>
          <w:rtl/>
        </w:rPr>
        <w:t>.</w:t>
      </w:r>
    </w:p>
    <w:p w:rsidR="00094C06" w:rsidRPr="003A59EA" w:rsidRDefault="00094C06" w:rsidP="00094C06">
      <w:pPr>
        <w:pStyle w:val="libNormal"/>
        <w:rPr>
          <w:rtl/>
        </w:rPr>
      </w:pPr>
      <w:r w:rsidRPr="003A59EA">
        <w:rPr>
          <w:rtl/>
        </w:rPr>
        <w:t>حيث كان الكليني يذكر تمام سلسلة السند في كل حديث يرويه في</w:t>
      </w:r>
    </w:p>
    <w:p w:rsidR="00094C06" w:rsidRDefault="00094C06" w:rsidP="00094C06">
      <w:pPr>
        <w:pStyle w:val="libNormal"/>
        <w:rPr>
          <w:rtl/>
        </w:rPr>
      </w:pPr>
      <w:r>
        <w:rPr>
          <w:rtl/>
        </w:rPr>
        <w:br w:type="page"/>
      </w:r>
    </w:p>
    <w:p w:rsidR="00094C06" w:rsidRPr="003A59EA" w:rsidRDefault="00094C06" w:rsidP="00094C06">
      <w:pPr>
        <w:pStyle w:val="libNormal0"/>
        <w:rPr>
          <w:rtl/>
        </w:rPr>
      </w:pPr>
      <w:r w:rsidRPr="003A59EA">
        <w:rPr>
          <w:rtl/>
        </w:rPr>
        <w:lastRenderedPageBreak/>
        <w:t>جميع أبواب وكتب الكافي</w:t>
      </w:r>
      <w:r w:rsidR="008A01C2">
        <w:rPr>
          <w:rtl/>
        </w:rPr>
        <w:t xml:space="preserve"> - </w:t>
      </w:r>
      <w:r w:rsidRPr="003A59EA">
        <w:rPr>
          <w:rtl/>
        </w:rPr>
        <w:t>أصولا</w:t>
      </w:r>
      <w:r w:rsidR="008A01C2">
        <w:rPr>
          <w:rtl/>
        </w:rPr>
        <w:t>،</w:t>
      </w:r>
      <w:r w:rsidRPr="003A59EA">
        <w:rPr>
          <w:rtl/>
        </w:rPr>
        <w:t xml:space="preserve"> وفروعا</w:t>
      </w:r>
      <w:r w:rsidR="008A01C2">
        <w:rPr>
          <w:rtl/>
        </w:rPr>
        <w:t>،</w:t>
      </w:r>
      <w:r w:rsidRPr="003A59EA">
        <w:rPr>
          <w:rtl/>
        </w:rPr>
        <w:t xml:space="preserve"> وروضة</w:t>
      </w:r>
      <w:r w:rsidR="008A01C2">
        <w:rPr>
          <w:rtl/>
        </w:rPr>
        <w:t xml:space="preserve"> - </w:t>
      </w:r>
      <w:r w:rsidRPr="003A59EA">
        <w:rPr>
          <w:rtl/>
        </w:rPr>
        <w:t>بينما سلك الصدوق طريقة أخرى</w:t>
      </w:r>
      <w:r w:rsidR="008A01C2">
        <w:rPr>
          <w:rtl/>
        </w:rPr>
        <w:t>،</w:t>
      </w:r>
      <w:r w:rsidRPr="003A59EA">
        <w:rPr>
          <w:rtl/>
        </w:rPr>
        <w:t xml:space="preserve"> وهي اختصار الأسانيد فيما يرويه من الأحاديث وذلك بحذف أوائل السند والرواية مباشرة عن المعصوم </w:t>
      </w:r>
      <w:r w:rsidRPr="00094C06">
        <w:rPr>
          <w:rStyle w:val="libAlaemChar"/>
          <w:rtl/>
        </w:rPr>
        <w:t>عليه‌السلام</w:t>
      </w:r>
      <w:r w:rsidRPr="003A59EA">
        <w:rPr>
          <w:rtl/>
        </w:rPr>
        <w:t xml:space="preserve"> بواسطة من رواه عنه من أصحابه</w:t>
      </w:r>
      <w:r w:rsidR="008A01C2">
        <w:rPr>
          <w:rtl/>
        </w:rPr>
        <w:t>،</w:t>
      </w:r>
      <w:r w:rsidRPr="003A59EA">
        <w:rPr>
          <w:rtl/>
        </w:rPr>
        <w:t xml:space="preserve"> وهكذا سار في أغلب أحاديث الفقه</w:t>
      </w:r>
      <w:r w:rsidR="008A01C2">
        <w:rPr>
          <w:rtl/>
        </w:rPr>
        <w:t>،</w:t>
      </w:r>
      <w:r w:rsidRPr="003A59EA">
        <w:rPr>
          <w:rtl/>
        </w:rPr>
        <w:t xml:space="preserve"> ثم وضح طريقه إلى من روى عنه من أصحاب الأئمة </w:t>
      </w:r>
      <w:r w:rsidRPr="00094C06">
        <w:rPr>
          <w:rStyle w:val="libAlaemChar"/>
          <w:rtl/>
        </w:rPr>
        <w:t>عليهم‌السلام</w:t>
      </w:r>
      <w:r w:rsidRPr="003A59EA">
        <w:rPr>
          <w:rtl/>
        </w:rPr>
        <w:t xml:space="preserve"> في آخر الكتاب</w:t>
      </w:r>
      <w:r w:rsidR="008A01C2">
        <w:rPr>
          <w:rtl/>
        </w:rPr>
        <w:t>،</w:t>
      </w:r>
      <w:r w:rsidRPr="003A59EA">
        <w:rPr>
          <w:rtl/>
        </w:rPr>
        <w:t xml:space="preserve"> وذلك بتفصيل طرقه إليهم عبر مشايخه</w:t>
      </w:r>
      <w:r w:rsidR="008A01C2">
        <w:rPr>
          <w:rtl/>
        </w:rPr>
        <w:t>،</w:t>
      </w:r>
      <w:r w:rsidRPr="003A59EA">
        <w:rPr>
          <w:rtl/>
        </w:rPr>
        <w:t xml:space="preserve"> وهو ما يعرف</w:t>
      </w:r>
      <w:r w:rsidR="008A01C2">
        <w:rPr>
          <w:rtl/>
        </w:rPr>
        <w:t>:</w:t>
      </w:r>
      <w:r w:rsidRPr="003A59EA">
        <w:rPr>
          <w:rtl/>
        </w:rPr>
        <w:t xml:space="preserve"> بمشيخة الفقيه</w:t>
      </w:r>
      <w:r w:rsidR="008A01C2">
        <w:rPr>
          <w:rtl/>
        </w:rPr>
        <w:t xml:space="preserve"> - </w:t>
      </w:r>
      <w:r w:rsidRPr="003A59EA">
        <w:rPr>
          <w:rtl/>
        </w:rPr>
        <w:t>التي خصصت لها هذه الفائدة</w:t>
      </w:r>
      <w:r w:rsidR="008A01C2">
        <w:rPr>
          <w:rtl/>
        </w:rPr>
        <w:t xml:space="preserve"> - </w:t>
      </w:r>
      <w:r w:rsidRPr="003A59EA">
        <w:rPr>
          <w:rtl/>
        </w:rPr>
        <w:t>وهذه المشيخة هي المرجع في اتصال أسانيد الكتاب.</w:t>
      </w:r>
    </w:p>
    <w:p w:rsidR="00094C06" w:rsidRPr="003A59EA" w:rsidRDefault="00094C06" w:rsidP="00094C06">
      <w:pPr>
        <w:pStyle w:val="libNormal"/>
        <w:rPr>
          <w:rtl/>
        </w:rPr>
      </w:pPr>
      <w:r w:rsidRPr="003A59EA">
        <w:rPr>
          <w:rtl/>
        </w:rPr>
        <w:t>ثم بين المصنف اهتمام العلماء بهذه المشيخة</w:t>
      </w:r>
      <w:r w:rsidR="008A01C2">
        <w:rPr>
          <w:rtl/>
        </w:rPr>
        <w:t>،</w:t>
      </w:r>
      <w:r w:rsidRPr="003A59EA">
        <w:rPr>
          <w:rtl/>
        </w:rPr>
        <w:t xml:space="preserve"> وشرحهم لها</w:t>
      </w:r>
      <w:r w:rsidR="008A01C2">
        <w:rPr>
          <w:rtl/>
        </w:rPr>
        <w:t>،</w:t>
      </w:r>
      <w:r w:rsidRPr="003A59EA">
        <w:rPr>
          <w:rtl/>
        </w:rPr>
        <w:t xml:space="preserve"> وعدّد جملة من تلك الشروح</w:t>
      </w:r>
      <w:r w:rsidR="008A01C2">
        <w:rPr>
          <w:rtl/>
        </w:rPr>
        <w:t>،</w:t>
      </w:r>
      <w:r w:rsidRPr="003A59EA">
        <w:rPr>
          <w:rtl/>
        </w:rPr>
        <w:t xml:space="preserve"> منبها إلى ما سيذكره في هذه الفائدة من تنبيهات هامة</w:t>
      </w:r>
      <w:r w:rsidR="008A01C2">
        <w:rPr>
          <w:rtl/>
        </w:rPr>
        <w:t>،</w:t>
      </w:r>
      <w:r w:rsidRPr="003A59EA">
        <w:rPr>
          <w:rtl/>
        </w:rPr>
        <w:t xml:space="preserve"> مصرحا بأنها بمثابة الشرح والإيضاح لما ذكره الشيخ الحر العاملي</w:t>
      </w:r>
      <w:r w:rsidR="008A01C2">
        <w:rPr>
          <w:rtl/>
        </w:rPr>
        <w:t xml:space="preserve"> - </w:t>
      </w:r>
      <w:r w:rsidRPr="00094C06">
        <w:rPr>
          <w:rStyle w:val="libAlaemChar"/>
          <w:rtl/>
        </w:rPr>
        <w:t>قدس‌سره</w:t>
      </w:r>
      <w:r w:rsidR="008A01C2">
        <w:rPr>
          <w:rtl/>
        </w:rPr>
        <w:t xml:space="preserve"> - </w:t>
      </w:r>
      <w:r w:rsidRPr="003A59EA">
        <w:rPr>
          <w:rtl/>
        </w:rPr>
        <w:t>في الفائدة الأولى من فوائد خاتمة وسائل الشيعة</w:t>
      </w:r>
      <w:r w:rsidR="008A01C2">
        <w:rPr>
          <w:rtl/>
        </w:rPr>
        <w:t>،</w:t>
      </w:r>
      <w:r w:rsidRPr="003A59EA">
        <w:rPr>
          <w:rtl/>
        </w:rPr>
        <w:t xml:space="preserve"> ولهذا نرى المصنف قد اعتمد ترتيب خاتمة الوسائل في ذكر طرق الصدوق</w:t>
      </w:r>
      <w:r w:rsidR="008A01C2">
        <w:rPr>
          <w:rtl/>
        </w:rPr>
        <w:t xml:space="preserve"> - </w:t>
      </w:r>
      <w:r w:rsidRPr="003A59EA">
        <w:rPr>
          <w:rtl/>
        </w:rPr>
        <w:t>رضي الله تعالى عنه</w:t>
      </w:r>
      <w:r w:rsidR="008A01C2">
        <w:rPr>
          <w:rtl/>
        </w:rPr>
        <w:t xml:space="preserve"> - </w:t>
      </w:r>
      <w:r w:rsidRPr="003A59EA">
        <w:rPr>
          <w:rtl/>
        </w:rPr>
        <w:t>فابتدأها</w:t>
      </w:r>
      <w:r w:rsidR="008A01C2">
        <w:rPr>
          <w:rtl/>
        </w:rPr>
        <w:t xml:space="preserve"> - </w:t>
      </w:r>
      <w:r w:rsidRPr="003A59EA">
        <w:rPr>
          <w:rtl/>
        </w:rPr>
        <w:t>كما ابتدأ الشيخ الحر فائدته الأولى</w:t>
      </w:r>
      <w:r w:rsidR="008A01C2">
        <w:rPr>
          <w:rtl/>
        </w:rPr>
        <w:t xml:space="preserve"> - </w:t>
      </w:r>
      <w:r w:rsidRPr="003A59EA">
        <w:rPr>
          <w:rtl/>
        </w:rPr>
        <w:t>بطريق الصدوق إلى أبان بن تغلب</w:t>
      </w:r>
      <w:r w:rsidR="008A01C2">
        <w:rPr>
          <w:rtl/>
        </w:rPr>
        <w:t>،</w:t>
      </w:r>
      <w:r w:rsidRPr="003A59EA">
        <w:rPr>
          <w:rtl/>
        </w:rPr>
        <w:t xml:space="preserve"> ومنتهيا بما كان من وصية أمير المؤمنين </w:t>
      </w:r>
      <w:r w:rsidRPr="00094C06">
        <w:rPr>
          <w:rStyle w:val="libAlaemChar"/>
          <w:rtl/>
        </w:rPr>
        <w:t>عليه‌السلام</w:t>
      </w:r>
      <w:r w:rsidRPr="003A59EA">
        <w:rPr>
          <w:rtl/>
        </w:rPr>
        <w:t xml:space="preserve"> لابنه محمّد بن الحنفية</w:t>
      </w:r>
      <w:r w:rsidR="008A01C2">
        <w:rPr>
          <w:rtl/>
        </w:rPr>
        <w:t>،</w:t>
      </w:r>
      <w:r w:rsidRPr="003A59EA">
        <w:rPr>
          <w:rtl/>
        </w:rPr>
        <w:t xml:space="preserve"> فكان عدد الطرق ثلاثمائة وخمسة وثمانين طريقا</w:t>
      </w:r>
      <w:r w:rsidR="008A01C2">
        <w:rPr>
          <w:rtl/>
        </w:rPr>
        <w:t>،</w:t>
      </w:r>
      <w:r w:rsidRPr="003A59EA">
        <w:rPr>
          <w:rtl/>
        </w:rPr>
        <w:t xml:space="preserve"> تشعبت منها وتفرعت طرق كثيرة جدا</w:t>
      </w:r>
      <w:r w:rsidR="008A01C2">
        <w:rPr>
          <w:rtl/>
        </w:rPr>
        <w:t>،</w:t>
      </w:r>
      <w:r w:rsidRPr="003A59EA">
        <w:rPr>
          <w:rtl/>
        </w:rPr>
        <w:t xml:space="preserve"> واشتملت هذه الطرق</w:t>
      </w:r>
      <w:r w:rsidR="008A01C2">
        <w:rPr>
          <w:rtl/>
        </w:rPr>
        <w:t xml:space="preserve"> - </w:t>
      </w:r>
      <w:r w:rsidRPr="003A59EA">
        <w:rPr>
          <w:rtl/>
        </w:rPr>
        <w:t>بشعبها وفروعها</w:t>
      </w:r>
      <w:r w:rsidR="008A01C2">
        <w:rPr>
          <w:rtl/>
        </w:rPr>
        <w:t xml:space="preserve"> - </w:t>
      </w:r>
      <w:r w:rsidRPr="003A59EA">
        <w:rPr>
          <w:rtl/>
        </w:rPr>
        <w:t xml:space="preserve">على الجم الغفير من رواة الشيعة. وربما لا نجد طريقا واحدا من بين هذه الطرق إلاّ وقد ضمّ من رجالات الشيعة من كان قطبا للرواية ومحورا لرواية الحديث الشريف في ذلك العصر البهي المستضيء بنور أهل البيت </w:t>
      </w:r>
      <w:r w:rsidRPr="00094C06">
        <w:rPr>
          <w:rStyle w:val="libAlaemChar"/>
          <w:rtl/>
        </w:rPr>
        <w:t>عليهم‌السلام</w:t>
      </w:r>
      <w:r w:rsidRPr="003A59EA">
        <w:rPr>
          <w:rtl/>
        </w:rPr>
        <w:t>.</w:t>
      </w:r>
    </w:p>
    <w:p w:rsidR="00094C06" w:rsidRPr="003A59EA" w:rsidRDefault="00094C06" w:rsidP="00094C06">
      <w:pPr>
        <w:pStyle w:val="libNormal"/>
        <w:rPr>
          <w:rtl/>
        </w:rPr>
      </w:pPr>
      <w:r w:rsidRPr="003A59EA">
        <w:rPr>
          <w:rtl/>
        </w:rPr>
        <w:t>فلا بدع إذا في أن نجد المصنف قد شغف بأولئك العظام حبا بعد أن تأكد من نزاهتهم وسلامتهم من كل شين</w:t>
      </w:r>
      <w:r w:rsidR="008A01C2">
        <w:rPr>
          <w:rtl/>
        </w:rPr>
        <w:t>،</w:t>
      </w:r>
      <w:r w:rsidRPr="003A59EA">
        <w:rPr>
          <w:rtl/>
        </w:rPr>
        <w:t xml:space="preserve"> وبعد أن برهن على صدقهم ودلّ على وثاقتهم</w:t>
      </w:r>
      <w:r w:rsidR="008A01C2">
        <w:rPr>
          <w:rtl/>
        </w:rPr>
        <w:t>،</w:t>
      </w:r>
      <w:r w:rsidRPr="003A59EA">
        <w:rPr>
          <w:rtl/>
        </w:rPr>
        <w:t xml:space="preserve"> وعرف ولاءهم لأئمتهم </w:t>
      </w:r>
      <w:r w:rsidRPr="00094C06">
        <w:rPr>
          <w:rStyle w:val="libAlaemChar"/>
          <w:rtl/>
        </w:rPr>
        <w:t>عليهم‌السلام</w:t>
      </w:r>
      <w:r w:rsidRPr="003A59EA">
        <w:rPr>
          <w:rtl/>
        </w:rPr>
        <w:t xml:space="preserve"> ووفاءهم لهم</w:t>
      </w:r>
      <w:r w:rsidR="008A01C2">
        <w:rPr>
          <w:rtl/>
        </w:rPr>
        <w:t>،</w:t>
      </w:r>
      <w:r w:rsidRPr="003A59EA">
        <w:rPr>
          <w:rtl/>
        </w:rPr>
        <w:t xml:space="preserve"> والنصح</w:t>
      </w:r>
    </w:p>
    <w:p w:rsidR="00094C06" w:rsidRDefault="00094C06" w:rsidP="00094C06">
      <w:pPr>
        <w:pStyle w:val="libNormal"/>
        <w:rPr>
          <w:rtl/>
        </w:rPr>
      </w:pPr>
      <w:r>
        <w:rPr>
          <w:rtl/>
        </w:rPr>
        <w:br w:type="page"/>
      </w:r>
    </w:p>
    <w:p w:rsidR="00094C06" w:rsidRPr="003A59EA" w:rsidRDefault="00094C06" w:rsidP="00094C06">
      <w:pPr>
        <w:pStyle w:val="libNormal0"/>
        <w:rPr>
          <w:rtl/>
        </w:rPr>
      </w:pPr>
      <w:r w:rsidRPr="003A59EA">
        <w:rPr>
          <w:rtl/>
        </w:rPr>
        <w:lastRenderedPageBreak/>
        <w:t xml:space="preserve">لأمة محمّد </w:t>
      </w:r>
      <w:r w:rsidRPr="00094C06">
        <w:rPr>
          <w:rStyle w:val="libAlaemChar"/>
          <w:rtl/>
        </w:rPr>
        <w:t>صلى‌الله‌عليه‌وآله‌وسلم</w:t>
      </w:r>
      <w:r w:rsidR="008A01C2">
        <w:rPr>
          <w:rtl/>
        </w:rPr>
        <w:t>،</w:t>
      </w:r>
      <w:r w:rsidRPr="003A59EA">
        <w:rPr>
          <w:rtl/>
        </w:rPr>
        <w:t xml:space="preserve"> ووقف على ورعهم وتقواهم عن كثب</w:t>
      </w:r>
      <w:r w:rsidR="008A01C2">
        <w:rPr>
          <w:rtl/>
        </w:rPr>
        <w:t>،</w:t>
      </w:r>
      <w:r w:rsidRPr="003A59EA">
        <w:rPr>
          <w:rtl/>
        </w:rPr>
        <w:t xml:space="preserve"> حيث استفرغ الجهد في البحث عنهم بشكل منقطع النظير.</w:t>
      </w:r>
    </w:p>
    <w:p w:rsidR="00094C06" w:rsidRPr="003A59EA" w:rsidRDefault="00094C06" w:rsidP="00094C06">
      <w:pPr>
        <w:pStyle w:val="libNormal"/>
        <w:rPr>
          <w:rtl/>
        </w:rPr>
      </w:pPr>
      <w:r w:rsidRPr="003A59EA">
        <w:rPr>
          <w:rtl/>
        </w:rPr>
        <w:t>على أنّ هذا الكلام لا يعني أنّ رجال مشيخة الفقيه كلهم بهذه المثابة</w:t>
      </w:r>
      <w:r w:rsidR="008A01C2">
        <w:rPr>
          <w:rtl/>
        </w:rPr>
        <w:t>،</w:t>
      </w:r>
      <w:r w:rsidRPr="003A59EA">
        <w:rPr>
          <w:rtl/>
        </w:rPr>
        <w:t xml:space="preserve"> وهذا لا شك فيه أصلا عند أحد من علماء الشيعة من الأصوليين والأخباريين جميعا</w:t>
      </w:r>
      <w:r w:rsidR="008A01C2">
        <w:rPr>
          <w:rtl/>
        </w:rPr>
        <w:t>،</w:t>
      </w:r>
      <w:r w:rsidRPr="003A59EA">
        <w:rPr>
          <w:rtl/>
        </w:rPr>
        <w:t xml:space="preserve"> إذ وجد في طرق الصدوق بعض الرواة الضعفاء أو المجاهيل الذين لم تذكرهم كتب الرجال.</w:t>
      </w:r>
    </w:p>
    <w:p w:rsidR="00094C06" w:rsidRPr="003A59EA" w:rsidRDefault="00094C06" w:rsidP="00094C06">
      <w:pPr>
        <w:pStyle w:val="libNormal"/>
        <w:rPr>
          <w:rtl/>
        </w:rPr>
      </w:pPr>
      <w:r w:rsidRPr="003A59EA">
        <w:rPr>
          <w:rtl/>
        </w:rPr>
        <w:t>ومن هنا يأتي دور المصنف</w:t>
      </w:r>
      <w:r w:rsidR="008A01C2">
        <w:rPr>
          <w:rtl/>
        </w:rPr>
        <w:t xml:space="preserve"> - </w:t>
      </w:r>
      <w:r w:rsidRPr="00094C06">
        <w:rPr>
          <w:rStyle w:val="libAlaemChar"/>
          <w:rtl/>
        </w:rPr>
        <w:t>قدس‌سره</w:t>
      </w:r>
      <w:r w:rsidR="008A01C2">
        <w:rPr>
          <w:rtl/>
        </w:rPr>
        <w:t xml:space="preserve"> - </w:t>
      </w:r>
      <w:r w:rsidRPr="003A59EA">
        <w:rPr>
          <w:rtl/>
        </w:rPr>
        <w:t>في بيان ما يراه من أحوال هؤلاء بدراسة تفصيلية يكشف من خلالها إمكانية الاعتماد على روايتهم وقبولها.</w:t>
      </w:r>
    </w:p>
    <w:p w:rsidR="00094C06" w:rsidRPr="003A59EA" w:rsidRDefault="00094C06" w:rsidP="00094C06">
      <w:pPr>
        <w:pStyle w:val="libNormal"/>
        <w:rPr>
          <w:rtl/>
        </w:rPr>
      </w:pPr>
      <w:r w:rsidRPr="003A59EA">
        <w:rPr>
          <w:rtl/>
        </w:rPr>
        <w:t>كأن يكون أحدهم من مشايخ الإجازة</w:t>
      </w:r>
      <w:r w:rsidR="008A01C2">
        <w:rPr>
          <w:rtl/>
        </w:rPr>
        <w:t>،</w:t>
      </w:r>
      <w:r w:rsidRPr="003A59EA">
        <w:rPr>
          <w:rtl/>
        </w:rPr>
        <w:t xml:space="preserve"> وقد فصّل المصنف القول في مشايخ الإجازة وعلو مقامهم بحيث يراهم في غنى عن التوثيق لأنّهم فوق مستوي التوثيق.</w:t>
      </w:r>
    </w:p>
    <w:p w:rsidR="00094C06" w:rsidRPr="003A59EA" w:rsidRDefault="00094C06" w:rsidP="00094C06">
      <w:pPr>
        <w:pStyle w:val="libNormal"/>
        <w:rPr>
          <w:rtl/>
        </w:rPr>
      </w:pPr>
      <w:r w:rsidRPr="003A59EA">
        <w:rPr>
          <w:rtl/>
        </w:rPr>
        <w:t>أو لرواية الأجلّة المعروفين بصدقهم ووثاقتهم عنهم.</w:t>
      </w:r>
    </w:p>
    <w:p w:rsidR="00094C06" w:rsidRPr="003A59EA" w:rsidRDefault="00094C06" w:rsidP="00094C06">
      <w:pPr>
        <w:pStyle w:val="libNormal"/>
        <w:rPr>
          <w:rtl/>
        </w:rPr>
      </w:pPr>
      <w:r w:rsidRPr="003A59EA">
        <w:rPr>
          <w:rtl/>
        </w:rPr>
        <w:t>ومن أمارات التوثيق بالمعنى العام المعتمدة في هذا الحقل</w:t>
      </w:r>
      <w:r w:rsidR="008A01C2">
        <w:rPr>
          <w:rtl/>
        </w:rPr>
        <w:t>،</w:t>
      </w:r>
      <w:r w:rsidRPr="003A59EA">
        <w:rPr>
          <w:rtl/>
        </w:rPr>
        <w:t xml:space="preserve"> أن يكون المضعّف هو ممن ذكره الشيخ الطوسي</w:t>
      </w:r>
      <w:r w:rsidR="008A01C2">
        <w:rPr>
          <w:rtl/>
        </w:rPr>
        <w:t xml:space="preserve"> - </w:t>
      </w:r>
      <w:r w:rsidRPr="00094C06">
        <w:rPr>
          <w:rStyle w:val="libAlaemChar"/>
          <w:rtl/>
        </w:rPr>
        <w:t>قدس‌سره</w:t>
      </w:r>
      <w:r w:rsidRPr="003A59EA">
        <w:rPr>
          <w:rtl/>
        </w:rPr>
        <w:t xml:space="preserve"> الشريف</w:t>
      </w:r>
      <w:r w:rsidR="008A01C2">
        <w:rPr>
          <w:rtl/>
        </w:rPr>
        <w:t xml:space="preserve"> - </w:t>
      </w:r>
      <w:r w:rsidRPr="003A59EA">
        <w:rPr>
          <w:rtl/>
        </w:rPr>
        <w:t xml:space="preserve">في أصحاب الصادق </w:t>
      </w:r>
      <w:r w:rsidRPr="00094C06">
        <w:rPr>
          <w:rStyle w:val="libAlaemChar"/>
          <w:rtl/>
        </w:rPr>
        <w:t>عليه‌السلام</w:t>
      </w:r>
      <w:r w:rsidRPr="003A59EA">
        <w:rPr>
          <w:rtl/>
        </w:rPr>
        <w:t xml:space="preserve"> لتصريح العلماء بما قام به ابن عقدة من تأليف كتاب في الرجال جمع فيه أربعة آلاف رجل كلهم من الثقات من أصحاب الإمام الصادق </w:t>
      </w:r>
      <w:r w:rsidRPr="00094C06">
        <w:rPr>
          <w:rStyle w:val="libAlaemChar"/>
          <w:rtl/>
        </w:rPr>
        <w:t>عليه‌السلام</w:t>
      </w:r>
      <w:r w:rsidR="008A01C2">
        <w:rPr>
          <w:rtl/>
        </w:rPr>
        <w:t>،</w:t>
      </w:r>
      <w:r w:rsidRPr="003A59EA">
        <w:rPr>
          <w:rtl/>
        </w:rPr>
        <w:t xml:space="preserve"> ومن البداهة أنّ كتب الرجال الشيعية</w:t>
      </w:r>
      <w:r w:rsidR="008A01C2">
        <w:rPr>
          <w:rtl/>
        </w:rPr>
        <w:t xml:space="preserve"> - </w:t>
      </w:r>
      <w:r w:rsidRPr="003A59EA">
        <w:rPr>
          <w:rtl/>
        </w:rPr>
        <w:t>بما فيها رجال الشيخ</w:t>
      </w:r>
      <w:r w:rsidR="008A01C2">
        <w:rPr>
          <w:rtl/>
        </w:rPr>
        <w:t xml:space="preserve"> - </w:t>
      </w:r>
      <w:r w:rsidRPr="003A59EA">
        <w:rPr>
          <w:rtl/>
        </w:rPr>
        <w:t xml:space="preserve">لم يبلغ أصحاب الإمام الصادق </w:t>
      </w:r>
      <w:r w:rsidRPr="00094C06">
        <w:rPr>
          <w:rStyle w:val="libAlaemChar"/>
          <w:rtl/>
        </w:rPr>
        <w:t>عليه‌السلام</w:t>
      </w:r>
      <w:r w:rsidRPr="003A59EA">
        <w:rPr>
          <w:rtl/>
        </w:rPr>
        <w:t xml:space="preserve"> فيها هذا العدد</w:t>
      </w:r>
      <w:r w:rsidR="008A01C2">
        <w:rPr>
          <w:rtl/>
        </w:rPr>
        <w:t>،</w:t>
      </w:r>
      <w:r w:rsidRPr="003A59EA">
        <w:rPr>
          <w:rtl/>
        </w:rPr>
        <w:t xml:space="preserve"> فيكون ذلك قرينة على التوثيق فيما يراه المصنف.</w:t>
      </w:r>
    </w:p>
    <w:p w:rsidR="00094C06" w:rsidRPr="003A59EA" w:rsidRDefault="00094C06" w:rsidP="00094C06">
      <w:pPr>
        <w:pStyle w:val="libNormal"/>
        <w:rPr>
          <w:rtl/>
        </w:rPr>
      </w:pPr>
      <w:r w:rsidRPr="003A59EA">
        <w:rPr>
          <w:rtl/>
        </w:rPr>
        <w:t>ومنها</w:t>
      </w:r>
      <w:r w:rsidR="008A01C2">
        <w:rPr>
          <w:rtl/>
        </w:rPr>
        <w:t>:</w:t>
      </w:r>
      <w:r w:rsidRPr="003A59EA">
        <w:rPr>
          <w:rtl/>
        </w:rPr>
        <w:t xml:space="preserve"> تصحيح العلماء القدامى والمتأخرين</w:t>
      </w:r>
      <w:r w:rsidR="008A01C2">
        <w:rPr>
          <w:rtl/>
        </w:rPr>
        <w:t xml:space="preserve"> - </w:t>
      </w:r>
      <w:r w:rsidRPr="003A59EA">
        <w:rPr>
          <w:rtl/>
        </w:rPr>
        <w:t>لا سيما العلاّمة الحلي</w:t>
      </w:r>
      <w:r w:rsidR="008A01C2">
        <w:rPr>
          <w:rtl/>
        </w:rPr>
        <w:t xml:space="preserve"> - </w:t>
      </w:r>
      <w:r w:rsidRPr="00094C06">
        <w:rPr>
          <w:rStyle w:val="libAlaemChar"/>
          <w:rtl/>
        </w:rPr>
        <w:t>قدس‌سره</w:t>
      </w:r>
      <w:r w:rsidRPr="003A59EA">
        <w:rPr>
          <w:rtl/>
        </w:rPr>
        <w:t xml:space="preserve"> الشريف</w:t>
      </w:r>
      <w:r w:rsidR="008A01C2">
        <w:rPr>
          <w:rtl/>
        </w:rPr>
        <w:t xml:space="preserve"> - </w:t>
      </w:r>
      <w:r w:rsidRPr="003A59EA">
        <w:rPr>
          <w:rtl/>
        </w:rPr>
        <w:t>لطرق وقع فيها أمثال هؤلاء الذين ضعّفوا أو حكي تضعيفهم في كتب الرجال.</w:t>
      </w:r>
    </w:p>
    <w:p w:rsidR="00094C06" w:rsidRDefault="00094C06" w:rsidP="00094C06">
      <w:pPr>
        <w:pStyle w:val="libNormal"/>
        <w:rPr>
          <w:rtl/>
        </w:rPr>
      </w:pPr>
      <w:r>
        <w:rPr>
          <w:rtl/>
        </w:rPr>
        <w:br w:type="page"/>
      </w:r>
    </w:p>
    <w:p w:rsidR="00094C06" w:rsidRPr="003A59EA" w:rsidRDefault="00094C06" w:rsidP="00094C06">
      <w:pPr>
        <w:pStyle w:val="libNormal"/>
        <w:rPr>
          <w:rtl/>
        </w:rPr>
      </w:pPr>
      <w:r w:rsidRPr="003A59EA">
        <w:rPr>
          <w:rtl/>
        </w:rPr>
        <w:lastRenderedPageBreak/>
        <w:t>ومنها</w:t>
      </w:r>
      <w:r w:rsidR="008A01C2">
        <w:rPr>
          <w:rtl/>
        </w:rPr>
        <w:t>:</w:t>
      </w:r>
      <w:r w:rsidRPr="003A59EA">
        <w:rPr>
          <w:rtl/>
        </w:rPr>
        <w:t xml:space="preserve"> اعتماد المصنف على تصريح علماء الشيعة الأوائل بالأخذ بمرويات بعضهم</w:t>
      </w:r>
      <w:r w:rsidR="008A01C2">
        <w:rPr>
          <w:rtl/>
        </w:rPr>
        <w:t>،</w:t>
      </w:r>
      <w:r w:rsidRPr="003A59EA">
        <w:rPr>
          <w:rtl/>
        </w:rPr>
        <w:t xml:space="preserve"> لا سيما الشيخ المفيد</w:t>
      </w:r>
      <w:r w:rsidR="008A01C2">
        <w:rPr>
          <w:rtl/>
        </w:rPr>
        <w:t>،</w:t>
      </w:r>
      <w:r w:rsidRPr="003A59EA">
        <w:rPr>
          <w:rtl/>
        </w:rPr>
        <w:t xml:space="preserve"> والطوسي وأضرابهما.</w:t>
      </w:r>
    </w:p>
    <w:p w:rsidR="00094C06" w:rsidRPr="003A59EA" w:rsidRDefault="00094C06" w:rsidP="00094C06">
      <w:pPr>
        <w:pStyle w:val="libNormal"/>
        <w:rPr>
          <w:rtl/>
        </w:rPr>
      </w:pPr>
      <w:r w:rsidRPr="003A59EA">
        <w:rPr>
          <w:rtl/>
        </w:rPr>
        <w:t>ومنها</w:t>
      </w:r>
      <w:r w:rsidR="008A01C2">
        <w:rPr>
          <w:rtl/>
        </w:rPr>
        <w:t>:</w:t>
      </w:r>
      <w:r w:rsidRPr="003A59EA">
        <w:rPr>
          <w:rtl/>
        </w:rPr>
        <w:t xml:space="preserve"> ترجيح الأخبار الرجالية التي تفيد التوثيق على غيرها لمسوغات كثيرة وأسباب علمية بسّط الكلام عنها في محله.</w:t>
      </w:r>
    </w:p>
    <w:p w:rsidR="00094C06" w:rsidRPr="003A59EA" w:rsidRDefault="00094C06" w:rsidP="00094C06">
      <w:pPr>
        <w:pStyle w:val="libNormal"/>
        <w:rPr>
          <w:rtl/>
        </w:rPr>
      </w:pPr>
      <w:r w:rsidRPr="003A59EA">
        <w:rPr>
          <w:rtl/>
        </w:rPr>
        <w:t>ومنها أيضا</w:t>
      </w:r>
      <w:r w:rsidR="008A01C2">
        <w:rPr>
          <w:rtl/>
        </w:rPr>
        <w:t>:</w:t>
      </w:r>
      <w:r w:rsidRPr="003A59EA">
        <w:rPr>
          <w:rtl/>
        </w:rPr>
        <w:t xml:space="preserve"> رواية أصحاب الإجماع عن شخص تعدّ من أمارات الوثاقة له بالمعنى العام.</w:t>
      </w:r>
    </w:p>
    <w:p w:rsidR="00094C06" w:rsidRPr="003A59EA" w:rsidRDefault="00094C06" w:rsidP="00094C06">
      <w:pPr>
        <w:pStyle w:val="libNormal"/>
        <w:rPr>
          <w:rtl/>
        </w:rPr>
      </w:pPr>
      <w:r w:rsidRPr="003A59EA">
        <w:rPr>
          <w:rtl/>
        </w:rPr>
        <w:t>أو رواية من صرحت كتب الرجال بأنّه لا يروي إلاّ عن ثقة</w:t>
      </w:r>
      <w:r w:rsidR="008A01C2">
        <w:rPr>
          <w:rtl/>
        </w:rPr>
        <w:t>،</w:t>
      </w:r>
      <w:r w:rsidRPr="003A59EA">
        <w:rPr>
          <w:rtl/>
        </w:rPr>
        <w:t xml:space="preserve"> عنه.</w:t>
      </w:r>
    </w:p>
    <w:p w:rsidR="00094C06" w:rsidRPr="003A59EA" w:rsidRDefault="00094C06" w:rsidP="00094C06">
      <w:pPr>
        <w:pStyle w:val="libNormal"/>
        <w:rPr>
          <w:rtl/>
        </w:rPr>
      </w:pPr>
      <w:r w:rsidRPr="003A59EA">
        <w:rPr>
          <w:rtl/>
        </w:rPr>
        <w:t>وقد يجد المصنف</w:t>
      </w:r>
      <w:r w:rsidR="008A01C2">
        <w:rPr>
          <w:rtl/>
        </w:rPr>
        <w:t xml:space="preserve"> - </w:t>
      </w:r>
      <w:r w:rsidRPr="003A59EA">
        <w:rPr>
          <w:rtl/>
        </w:rPr>
        <w:t>أحيانا</w:t>
      </w:r>
      <w:r w:rsidR="008A01C2">
        <w:rPr>
          <w:rtl/>
        </w:rPr>
        <w:t xml:space="preserve"> - </w:t>
      </w:r>
      <w:r w:rsidRPr="003A59EA">
        <w:rPr>
          <w:rtl/>
        </w:rPr>
        <w:t xml:space="preserve">في تضعيفات بعض من عرف بالتعصب من أهل السنة لرجال الشيعة قرينة على التوثيق لا سيما وأنّ المعروف عن بعضهم تضعيف من اشتهر بولاية وانقطاعه لأئمة أهل البيت </w:t>
      </w:r>
      <w:r w:rsidRPr="00094C06">
        <w:rPr>
          <w:rStyle w:val="libAlaemChar"/>
          <w:rtl/>
        </w:rPr>
        <w:t>عليهم‌السلام</w:t>
      </w:r>
      <w:r w:rsidR="008A01C2">
        <w:rPr>
          <w:rtl/>
        </w:rPr>
        <w:t>،</w:t>
      </w:r>
      <w:r w:rsidRPr="003A59EA">
        <w:rPr>
          <w:rtl/>
        </w:rPr>
        <w:t xml:space="preserve"> وعدّه من الضعفاء لا لشيء البتة وإنّما لكونه داعية إلى الحق الذي يسمونه ( الرفض ) كما هو الحال في علم الشيعة جابر الجعفي</w:t>
      </w:r>
      <w:r w:rsidR="008A01C2">
        <w:rPr>
          <w:rtl/>
        </w:rPr>
        <w:t xml:space="preserve"> - </w:t>
      </w:r>
      <w:r w:rsidRPr="003A59EA">
        <w:rPr>
          <w:rtl/>
        </w:rPr>
        <w:t>رضوان الله تعالى عليه</w:t>
      </w:r>
      <w:r w:rsidR="008A01C2">
        <w:rPr>
          <w:rtl/>
        </w:rPr>
        <w:t xml:space="preserve"> - </w:t>
      </w:r>
      <w:r w:rsidRPr="003A59EA">
        <w:rPr>
          <w:rtl/>
        </w:rPr>
        <w:t>ومؤمن الطاق الذي أطلق عليه رجالهم</w:t>
      </w:r>
      <w:r w:rsidR="008A01C2">
        <w:rPr>
          <w:rtl/>
        </w:rPr>
        <w:t>:</w:t>
      </w:r>
      <w:r w:rsidRPr="003A59EA">
        <w:rPr>
          <w:rtl/>
        </w:rPr>
        <w:t xml:space="preserve"> شيطان الطاق</w:t>
      </w:r>
      <w:r>
        <w:rPr>
          <w:rtl/>
        </w:rPr>
        <w:t>!!.</w:t>
      </w:r>
    </w:p>
    <w:p w:rsidR="00094C06" w:rsidRPr="003A59EA" w:rsidRDefault="00094C06" w:rsidP="00094C06">
      <w:pPr>
        <w:pStyle w:val="libNormal"/>
        <w:rPr>
          <w:rtl/>
        </w:rPr>
      </w:pPr>
      <w:r w:rsidRPr="003A59EA">
        <w:rPr>
          <w:rtl/>
        </w:rPr>
        <w:t>ولهذا يعدّ المصنف مدحهم</w:t>
      </w:r>
      <w:r w:rsidR="008A01C2">
        <w:rPr>
          <w:rtl/>
        </w:rPr>
        <w:t xml:space="preserve"> - </w:t>
      </w:r>
      <w:r w:rsidRPr="003A59EA">
        <w:rPr>
          <w:rtl/>
        </w:rPr>
        <w:t>النادر</w:t>
      </w:r>
      <w:r w:rsidR="008A01C2">
        <w:rPr>
          <w:rtl/>
        </w:rPr>
        <w:t xml:space="preserve"> - </w:t>
      </w:r>
      <w:r w:rsidRPr="003A59EA">
        <w:rPr>
          <w:rtl/>
        </w:rPr>
        <w:t>لرجال الشيعة كقدحهم لا نفع فيه ولا ضرر كما في شرحه للطريق رقم [97]</w:t>
      </w:r>
      <w:r>
        <w:rPr>
          <w:rtl/>
        </w:rPr>
        <w:t>.</w:t>
      </w:r>
    </w:p>
    <w:p w:rsidR="00094C06" w:rsidRPr="003A59EA" w:rsidRDefault="00094C06" w:rsidP="00094C06">
      <w:pPr>
        <w:pStyle w:val="libNormal"/>
        <w:rPr>
          <w:rtl/>
        </w:rPr>
      </w:pPr>
      <w:r w:rsidRPr="003A59EA">
        <w:rPr>
          <w:rtl/>
        </w:rPr>
        <w:t>إلى غير ذلك من الأمور الأخرى الكثيرة التي اعتمدها النوري</w:t>
      </w:r>
      <w:r w:rsidR="008A01C2">
        <w:rPr>
          <w:rtl/>
        </w:rPr>
        <w:t xml:space="preserve"> - </w:t>
      </w:r>
      <w:r w:rsidRPr="00094C06">
        <w:rPr>
          <w:rStyle w:val="libAlaemChar"/>
          <w:rtl/>
        </w:rPr>
        <w:t>قدس‌سره</w:t>
      </w:r>
      <w:r w:rsidR="008A01C2">
        <w:rPr>
          <w:rtl/>
        </w:rPr>
        <w:t xml:space="preserve"> - </w:t>
      </w:r>
      <w:r w:rsidRPr="003A59EA">
        <w:rPr>
          <w:rtl/>
        </w:rPr>
        <w:t>في مقام التوثيق والتي يطول المقام هنا بايضاحها والتعريف بها</w:t>
      </w:r>
      <w:r w:rsidR="008A01C2">
        <w:rPr>
          <w:rtl/>
        </w:rPr>
        <w:t>،</w:t>
      </w:r>
      <w:r w:rsidRPr="003A59EA">
        <w:rPr>
          <w:rtl/>
        </w:rPr>
        <w:t xml:space="preserve"> لذا نتركها روما للاختصار.</w:t>
      </w:r>
    </w:p>
    <w:p w:rsidR="00094C06" w:rsidRPr="003A59EA" w:rsidRDefault="00094C06" w:rsidP="00094C06">
      <w:pPr>
        <w:pStyle w:val="libNormal"/>
        <w:rPr>
          <w:rtl/>
        </w:rPr>
      </w:pPr>
      <w:r w:rsidRPr="003A59EA">
        <w:rPr>
          <w:rtl/>
        </w:rPr>
        <w:t>وقد يضطر المصنف إلى الإطالة في بيان وثاقة بعض هؤلاء الرواة</w:t>
      </w:r>
      <w:r w:rsidR="008A01C2">
        <w:rPr>
          <w:rtl/>
        </w:rPr>
        <w:t>،</w:t>
      </w:r>
      <w:r w:rsidRPr="003A59EA">
        <w:rPr>
          <w:rtl/>
        </w:rPr>
        <w:t xml:space="preserve"> لا سيما من حفلت ترجمته بكثرة الأقوال في كتب الرجال مع الاختلاف الحاصل بينهم في توثيقه واعتبار ما يرويه من الأحاديث</w:t>
      </w:r>
      <w:r w:rsidR="008A01C2">
        <w:rPr>
          <w:rtl/>
        </w:rPr>
        <w:t>،</w:t>
      </w:r>
      <w:r w:rsidRPr="003A59EA">
        <w:rPr>
          <w:rtl/>
        </w:rPr>
        <w:t xml:space="preserve"> كما هو الحال في أحمد بن هلال</w:t>
      </w:r>
      <w:r w:rsidR="008A01C2">
        <w:rPr>
          <w:rtl/>
        </w:rPr>
        <w:t>،</w:t>
      </w:r>
      <w:r w:rsidRPr="003A59EA">
        <w:rPr>
          <w:rtl/>
        </w:rPr>
        <w:t xml:space="preserve"> وسهل بن زياد وغيرهما.</w:t>
      </w:r>
    </w:p>
    <w:p w:rsidR="00094C06" w:rsidRPr="003A59EA" w:rsidRDefault="00094C06" w:rsidP="00094C06">
      <w:pPr>
        <w:pStyle w:val="libNormal"/>
        <w:rPr>
          <w:rtl/>
        </w:rPr>
      </w:pPr>
      <w:r w:rsidRPr="003A59EA">
        <w:rPr>
          <w:rtl/>
        </w:rPr>
        <w:t>ومن منهج المصنف في دراسته لرجال مشيخة كتاب من لا يحضره</w:t>
      </w:r>
    </w:p>
    <w:p w:rsidR="00094C06" w:rsidRDefault="00094C06" w:rsidP="00094C06">
      <w:pPr>
        <w:pStyle w:val="libNormal"/>
        <w:rPr>
          <w:rtl/>
        </w:rPr>
      </w:pPr>
      <w:r>
        <w:rPr>
          <w:rtl/>
        </w:rPr>
        <w:br w:type="page"/>
      </w:r>
    </w:p>
    <w:p w:rsidR="00094C06" w:rsidRPr="003A59EA" w:rsidRDefault="00094C06" w:rsidP="00094C06">
      <w:pPr>
        <w:pStyle w:val="libNormal0"/>
        <w:rPr>
          <w:rtl/>
        </w:rPr>
      </w:pPr>
      <w:r w:rsidRPr="003A59EA">
        <w:rPr>
          <w:rtl/>
        </w:rPr>
        <w:lastRenderedPageBreak/>
        <w:t>الفقيه أنه يهتم بتدوين اسم الراوي كاملا</w:t>
      </w:r>
      <w:r w:rsidR="008A01C2">
        <w:rPr>
          <w:rtl/>
        </w:rPr>
        <w:t>،</w:t>
      </w:r>
      <w:r w:rsidRPr="003A59EA">
        <w:rPr>
          <w:rtl/>
        </w:rPr>
        <w:t xml:space="preserve"> مع بيان نسبه</w:t>
      </w:r>
      <w:r w:rsidR="008A01C2">
        <w:rPr>
          <w:rtl/>
        </w:rPr>
        <w:t>،</w:t>
      </w:r>
      <w:r w:rsidRPr="003A59EA">
        <w:rPr>
          <w:rtl/>
        </w:rPr>
        <w:t xml:space="preserve"> وولائه</w:t>
      </w:r>
      <w:r w:rsidR="008A01C2">
        <w:rPr>
          <w:rtl/>
        </w:rPr>
        <w:t>،</w:t>
      </w:r>
      <w:r w:rsidRPr="003A59EA">
        <w:rPr>
          <w:rtl/>
        </w:rPr>
        <w:t xml:space="preserve"> ومذهبه إن كان ممن ينتسب إلى المذاهب الفاسدة كالواقفية أو الفطحية وغيرهما.</w:t>
      </w:r>
    </w:p>
    <w:p w:rsidR="00094C06" w:rsidRPr="003A59EA" w:rsidRDefault="00094C06" w:rsidP="00094C06">
      <w:pPr>
        <w:pStyle w:val="libNormal"/>
        <w:rPr>
          <w:rtl/>
        </w:rPr>
      </w:pPr>
      <w:r w:rsidRPr="003A59EA">
        <w:rPr>
          <w:rtl/>
        </w:rPr>
        <w:t>مع التأكيد على من اتفق معه في الاسم والمعاصرة</w:t>
      </w:r>
      <w:r w:rsidR="008A01C2">
        <w:rPr>
          <w:rtl/>
        </w:rPr>
        <w:t>،</w:t>
      </w:r>
      <w:r w:rsidRPr="003A59EA">
        <w:rPr>
          <w:rtl/>
        </w:rPr>
        <w:t xml:space="preserve"> وكيفية التمييز بينهما</w:t>
      </w:r>
      <w:r w:rsidR="008A01C2">
        <w:rPr>
          <w:rtl/>
        </w:rPr>
        <w:t>،</w:t>
      </w:r>
      <w:r w:rsidRPr="003A59EA">
        <w:rPr>
          <w:rtl/>
        </w:rPr>
        <w:t xml:space="preserve"> منبها على السهو أو الغلط الحاصل في ضبط الاسم أحيانا</w:t>
      </w:r>
      <w:r w:rsidR="008A01C2">
        <w:rPr>
          <w:rtl/>
        </w:rPr>
        <w:t>،</w:t>
      </w:r>
      <w:r w:rsidRPr="003A59EA">
        <w:rPr>
          <w:rtl/>
        </w:rPr>
        <w:t xml:space="preserve"> مع الإشارة إلى من روى عنهم أو رووا عنه ومن نبغ من أسرته في العلم والرواية</w:t>
      </w:r>
      <w:r w:rsidR="008A01C2">
        <w:rPr>
          <w:rtl/>
        </w:rPr>
        <w:t>،</w:t>
      </w:r>
      <w:r w:rsidRPr="003A59EA">
        <w:rPr>
          <w:rtl/>
        </w:rPr>
        <w:t xml:space="preserve"> ولم ينس أيضا ذكر مصنفاته</w:t>
      </w:r>
      <w:r w:rsidR="008A01C2">
        <w:rPr>
          <w:rtl/>
        </w:rPr>
        <w:t>،</w:t>
      </w:r>
      <w:r w:rsidRPr="003A59EA">
        <w:rPr>
          <w:rtl/>
        </w:rPr>
        <w:t xml:space="preserve"> وربما نبّه إلى طرق النجاشي وشيخ الطائفة</w:t>
      </w:r>
      <w:r w:rsidR="008A01C2">
        <w:rPr>
          <w:rtl/>
        </w:rPr>
        <w:t xml:space="preserve"> - </w:t>
      </w:r>
      <w:r w:rsidRPr="00094C06">
        <w:rPr>
          <w:rStyle w:val="libAlaemChar"/>
          <w:rtl/>
        </w:rPr>
        <w:t>قدس‌سرهما</w:t>
      </w:r>
      <w:r w:rsidR="008A01C2">
        <w:rPr>
          <w:rtl/>
        </w:rPr>
        <w:t xml:space="preserve"> - </w:t>
      </w:r>
      <w:r w:rsidRPr="003A59EA">
        <w:rPr>
          <w:rtl/>
        </w:rPr>
        <w:t>إليها</w:t>
      </w:r>
      <w:r w:rsidR="008A01C2">
        <w:rPr>
          <w:rtl/>
        </w:rPr>
        <w:t>،</w:t>
      </w:r>
      <w:r w:rsidRPr="003A59EA">
        <w:rPr>
          <w:rtl/>
        </w:rPr>
        <w:t xml:space="preserve"> كل ذلك مشفوعا بعدد جم من رواياته في كتب الحديث المشهورة</w:t>
      </w:r>
      <w:r w:rsidR="008A01C2">
        <w:rPr>
          <w:rtl/>
        </w:rPr>
        <w:t>،</w:t>
      </w:r>
      <w:r w:rsidRPr="003A59EA">
        <w:rPr>
          <w:rtl/>
        </w:rPr>
        <w:t xml:space="preserve"> وتسمية من روى عنه</w:t>
      </w:r>
      <w:r w:rsidR="008A01C2">
        <w:rPr>
          <w:rtl/>
        </w:rPr>
        <w:t>،</w:t>
      </w:r>
      <w:r w:rsidRPr="003A59EA">
        <w:rPr>
          <w:rtl/>
        </w:rPr>
        <w:t xml:space="preserve"> فان كان مقلا من الرواية نبّه عليه</w:t>
      </w:r>
      <w:r w:rsidR="008A01C2">
        <w:rPr>
          <w:rtl/>
        </w:rPr>
        <w:t>،</w:t>
      </w:r>
      <w:r w:rsidRPr="003A59EA">
        <w:rPr>
          <w:rtl/>
        </w:rPr>
        <w:t xml:space="preserve"> وإن كان مكثرا أطال في بيان مروياته وأكثر من الحديث في ترجمته وبيان حاله.</w:t>
      </w:r>
    </w:p>
    <w:p w:rsidR="00094C06" w:rsidRPr="003A59EA" w:rsidRDefault="00094C06" w:rsidP="00094C06">
      <w:pPr>
        <w:pStyle w:val="libNormal"/>
        <w:rPr>
          <w:rtl/>
        </w:rPr>
      </w:pPr>
      <w:r w:rsidRPr="003A59EA">
        <w:rPr>
          <w:rtl/>
        </w:rPr>
        <w:t>ولتمكن المصنف</w:t>
      </w:r>
      <w:r w:rsidR="008A01C2">
        <w:rPr>
          <w:rtl/>
        </w:rPr>
        <w:t xml:space="preserve"> - </w:t>
      </w:r>
      <w:r w:rsidRPr="00094C06">
        <w:rPr>
          <w:rStyle w:val="libAlaemChar"/>
          <w:rtl/>
        </w:rPr>
        <w:t>رحمه‌الله</w:t>
      </w:r>
      <w:r w:rsidR="008A01C2">
        <w:rPr>
          <w:rtl/>
        </w:rPr>
        <w:t xml:space="preserve"> - </w:t>
      </w:r>
      <w:r w:rsidRPr="003A59EA">
        <w:rPr>
          <w:rtl/>
        </w:rPr>
        <w:t>في فن الرجال</w:t>
      </w:r>
      <w:r w:rsidR="008A01C2">
        <w:rPr>
          <w:rtl/>
        </w:rPr>
        <w:t>،</w:t>
      </w:r>
      <w:r w:rsidRPr="003A59EA">
        <w:rPr>
          <w:rtl/>
        </w:rPr>
        <w:t xml:space="preserve"> نراه لا يكاد يدع من أقوال علماء الرجال قولا واحدا فيمن تناوله بالبحث إلاّ وناقشه</w:t>
      </w:r>
      <w:r w:rsidR="008A01C2">
        <w:rPr>
          <w:rtl/>
        </w:rPr>
        <w:t>،</w:t>
      </w:r>
      <w:r w:rsidRPr="003A59EA">
        <w:rPr>
          <w:rtl/>
        </w:rPr>
        <w:t xml:space="preserve"> حيث يستعرض في مقام خلاصة الرأي في الراوي جميع وجوه الذم فيه</w:t>
      </w:r>
      <w:r w:rsidR="008A01C2">
        <w:rPr>
          <w:rtl/>
        </w:rPr>
        <w:t>،</w:t>
      </w:r>
      <w:r w:rsidRPr="003A59EA">
        <w:rPr>
          <w:rtl/>
        </w:rPr>
        <w:t xml:space="preserve"> وقد يستخلص منها</w:t>
      </w:r>
      <w:r w:rsidR="008A01C2">
        <w:rPr>
          <w:rtl/>
        </w:rPr>
        <w:t xml:space="preserve"> - </w:t>
      </w:r>
      <w:r w:rsidRPr="003A59EA">
        <w:rPr>
          <w:rtl/>
        </w:rPr>
        <w:t>في الغالب</w:t>
      </w:r>
      <w:r w:rsidR="008A01C2">
        <w:rPr>
          <w:rtl/>
        </w:rPr>
        <w:t xml:space="preserve"> - </w:t>
      </w:r>
      <w:r w:rsidRPr="003A59EA">
        <w:rPr>
          <w:rtl/>
        </w:rPr>
        <w:t>بفطنة وذكاء وجوها تضاد الذم</w:t>
      </w:r>
      <w:r w:rsidR="008A01C2">
        <w:rPr>
          <w:rtl/>
        </w:rPr>
        <w:t>،</w:t>
      </w:r>
      <w:r w:rsidRPr="003A59EA">
        <w:rPr>
          <w:rtl/>
        </w:rPr>
        <w:t xml:space="preserve"> وقد يحملها على محامل أخرى جديرة بالعناية والاهتمام لما فيها من موافقة قول القادح للموثّق.</w:t>
      </w:r>
    </w:p>
    <w:p w:rsidR="00094C06" w:rsidRPr="003A59EA" w:rsidRDefault="00094C06" w:rsidP="00094C06">
      <w:pPr>
        <w:pStyle w:val="libNormal"/>
        <w:rPr>
          <w:rtl/>
        </w:rPr>
      </w:pPr>
      <w:r w:rsidRPr="003A59EA">
        <w:rPr>
          <w:rtl/>
        </w:rPr>
        <w:t>ومن جملة ما يلفت نظر القارئ الكريم في هذه الفائدة عناية مصنفها</w:t>
      </w:r>
      <w:r w:rsidR="008A01C2">
        <w:rPr>
          <w:rtl/>
        </w:rPr>
        <w:t xml:space="preserve"> - </w:t>
      </w:r>
      <w:r w:rsidRPr="00094C06">
        <w:rPr>
          <w:rStyle w:val="libAlaemChar"/>
          <w:rtl/>
        </w:rPr>
        <w:t>قدس‌سره</w:t>
      </w:r>
      <w:r w:rsidR="008A01C2">
        <w:rPr>
          <w:rtl/>
        </w:rPr>
        <w:t xml:space="preserve"> - </w:t>
      </w:r>
      <w:r w:rsidRPr="003A59EA">
        <w:rPr>
          <w:rtl/>
        </w:rPr>
        <w:t>بدراسة وتحقيق ما نسبه علماء الرجال من عامية ووقف</w:t>
      </w:r>
      <w:r w:rsidR="008A01C2">
        <w:rPr>
          <w:rtl/>
        </w:rPr>
        <w:t xml:space="preserve"> - </w:t>
      </w:r>
      <w:r w:rsidRPr="003A59EA">
        <w:rPr>
          <w:rtl/>
        </w:rPr>
        <w:t>ونحوهما</w:t>
      </w:r>
      <w:r w:rsidR="008A01C2">
        <w:rPr>
          <w:rtl/>
        </w:rPr>
        <w:t xml:space="preserve"> - </w:t>
      </w:r>
      <w:r w:rsidRPr="003A59EA">
        <w:rPr>
          <w:rtl/>
        </w:rPr>
        <w:t>إلى بعض الرواة.</w:t>
      </w:r>
    </w:p>
    <w:p w:rsidR="00094C06" w:rsidRPr="003A59EA" w:rsidRDefault="00094C06" w:rsidP="00094C06">
      <w:pPr>
        <w:pStyle w:val="libNormal"/>
        <w:rPr>
          <w:rtl/>
        </w:rPr>
      </w:pPr>
      <w:r w:rsidRPr="003A59EA">
        <w:rPr>
          <w:rtl/>
        </w:rPr>
        <w:t>أما نسبة الغلو إلى البعض الآخر</w:t>
      </w:r>
      <w:r w:rsidR="008A01C2">
        <w:rPr>
          <w:rtl/>
        </w:rPr>
        <w:t>،</w:t>
      </w:r>
      <w:r w:rsidRPr="003A59EA">
        <w:rPr>
          <w:rtl/>
        </w:rPr>
        <w:t xml:space="preserve"> فقد اهتم بها اهتماما ملحوظا وقد ردّها بحجج قوية مشفوعة بالتحقيق العلمي الرائع في مواضع متعددة من هذه الفائدة</w:t>
      </w:r>
      <w:r w:rsidR="008A01C2">
        <w:rPr>
          <w:rtl/>
        </w:rPr>
        <w:t>،</w:t>
      </w:r>
      <w:r w:rsidRPr="003A59EA">
        <w:rPr>
          <w:rtl/>
        </w:rPr>
        <w:t xml:space="preserve"> بما يمكن معه استخلاص رأيه النهائي في بيان الأسباب الداعية إلى اتهام بعض الرواة بمسألة الغلو</w:t>
      </w:r>
      <w:r w:rsidR="008A01C2">
        <w:rPr>
          <w:rtl/>
        </w:rPr>
        <w:t>،</w:t>
      </w:r>
      <w:r w:rsidRPr="003A59EA">
        <w:rPr>
          <w:rtl/>
        </w:rPr>
        <w:t xml:space="preserve"> بأنها نتيجة روايتهم لجملة من الأخبار الدالة على جلالة قدر الأئمة من أهل البيت </w:t>
      </w:r>
      <w:r w:rsidRPr="00094C06">
        <w:rPr>
          <w:rStyle w:val="libAlaemChar"/>
          <w:rtl/>
        </w:rPr>
        <w:t>عليهم‌السلام</w:t>
      </w:r>
      <w:r w:rsidRPr="003A59EA">
        <w:rPr>
          <w:rtl/>
        </w:rPr>
        <w:t xml:space="preserve"> مع ان مروياتهم تلك</w:t>
      </w:r>
    </w:p>
    <w:p w:rsidR="00094C06" w:rsidRDefault="00094C06" w:rsidP="00094C06">
      <w:pPr>
        <w:pStyle w:val="libNormal"/>
        <w:rPr>
          <w:rtl/>
        </w:rPr>
      </w:pPr>
      <w:r>
        <w:rPr>
          <w:rtl/>
        </w:rPr>
        <w:br w:type="page"/>
      </w:r>
    </w:p>
    <w:p w:rsidR="00094C06" w:rsidRPr="003A59EA" w:rsidRDefault="00094C06" w:rsidP="00094C06">
      <w:pPr>
        <w:pStyle w:val="libNormal0"/>
        <w:rPr>
          <w:rtl/>
        </w:rPr>
      </w:pPr>
      <w:r w:rsidRPr="003A59EA">
        <w:rPr>
          <w:rtl/>
        </w:rPr>
        <w:lastRenderedPageBreak/>
        <w:t>ليس فيها من الغلو شيئا كما هو الحق في عدد من الرواة الذين نزّهت ساحتهم من هذه التهمة</w:t>
      </w:r>
      <w:r w:rsidR="008A01C2">
        <w:rPr>
          <w:rtl/>
        </w:rPr>
        <w:t>،</w:t>
      </w:r>
      <w:r w:rsidRPr="003A59EA">
        <w:rPr>
          <w:rtl/>
        </w:rPr>
        <w:t xml:space="preserve"> هذا فضلا عن إطلاق البعض لهذه النسبة على ما لا يستلزمها أصلا</w:t>
      </w:r>
      <w:r w:rsidR="008A01C2">
        <w:rPr>
          <w:rtl/>
        </w:rPr>
        <w:t>،</w:t>
      </w:r>
      <w:r w:rsidRPr="003A59EA">
        <w:rPr>
          <w:rtl/>
        </w:rPr>
        <w:t xml:space="preserve"> كل ذلك بسبب الاحتياط والتشدد والتنفير من الغلو ورواته.</w:t>
      </w:r>
    </w:p>
    <w:p w:rsidR="00094C06" w:rsidRPr="003A59EA" w:rsidRDefault="00094C06" w:rsidP="00094C06">
      <w:pPr>
        <w:pStyle w:val="libNormal"/>
        <w:rPr>
          <w:rtl/>
        </w:rPr>
      </w:pPr>
      <w:r w:rsidRPr="003A59EA">
        <w:rPr>
          <w:rtl/>
        </w:rPr>
        <w:t>كما اهتم المصنف في هذه الفائدة ببعض المباحث الدرائية في مصطلح الحديث التي فرضت عليه لاتصالها بمن ترجم إليه من الرواة.</w:t>
      </w:r>
    </w:p>
    <w:p w:rsidR="00094C06" w:rsidRPr="003A59EA" w:rsidRDefault="00094C06" w:rsidP="00094C06">
      <w:pPr>
        <w:pStyle w:val="libNormal"/>
        <w:rPr>
          <w:rtl/>
        </w:rPr>
      </w:pPr>
      <w:r w:rsidRPr="003A59EA">
        <w:rPr>
          <w:rtl/>
        </w:rPr>
        <w:t>منها</w:t>
      </w:r>
      <w:r w:rsidR="008A01C2">
        <w:rPr>
          <w:rtl/>
        </w:rPr>
        <w:t>:</w:t>
      </w:r>
      <w:r w:rsidRPr="003A59EA">
        <w:rPr>
          <w:rtl/>
        </w:rPr>
        <w:t xml:space="preserve"> دراسة بعض ألفاظ الجرح والتعديل ودلالاتها.</w:t>
      </w:r>
    </w:p>
    <w:p w:rsidR="00094C06" w:rsidRPr="003A59EA" w:rsidRDefault="00094C06" w:rsidP="00094C06">
      <w:pPr>
        <w:pStyle w:val="libNormal"/>
        <w:rPr>
          <w:rtl/>
        </w:rPr>
      </w:pPr>
      <w:r w:rsidRPr="003A59EA">
        <w:rPr>
          <w:rtl/>
        </w:rPr>
        <w:t>ومنها</w:t>
      </w:r>
      <w:r w:rsidR="008A01C2">
        <w:rPr>
          <w:rtl/>
        </w:rPr>
        <w:t>:</w:t>
      </w:r>
      <w:r w:rsidRPr="003A59EA">
        <w:rPr>
          <w:rtl/>
        </w:rPr>
        <w:t xml:space="preserve"> الاهتمام بدراسة بعض ألفاظ نقل الحديث</w:t>
      </w:r>
      <w:r w:rsidR="008A01C2">
        <w:rPr>
          <w:rtl/>
        </w:rPr>
        <w:t>،</w:t>
      </w:r>
      <w:r w:rsidRPr="003A59EA">
        <w:rPr>
          <w:rtl/>
        </w:rPr>
        <w:t xml:space="preserve"> لا سيما ما دلّ منها على جهالة حال المروي عنهم التي تلحق الحديث بصنف المراسيل.</w:t>
      </w:r>
    </w:p>
    <w:p w:rsidR="00094C06" w:rsidRPr="003A59EA" w:rsidRDefault="00094C06" w:rsidP="00094C06">
      <w:pPr>
        <w:pStyle w:val="libNormal"/>
        <w:rPr>
          <w:rtl/>
        </w:rPr>
      </w:pPr>
      <w:r w:rsidRPr="003A59EA">
        <w:rPr>
          <w:rtl/>
        </w:rPr>
        <w:t>ومنها</w:t>
      </w:r>
      <w:r w:rsidR="008A01C2">
        <w:rPr>
          <w:rtl/>
        </w:rPr>
        <w:t>:</w:t>
      </w:r>
      <w:r w:rsidRPr="003A59EA">
        <w:rPr>
          <w:rtl/>
        </w:rPr>
        <w:t xml:space="preserve"> مسألة الاحتجاج بالحديث المرسل</w:t>
      </w:r>
      <w:r w:rsidR="008A01C2">
        <w:rPr>
          <w:rtl/>
        </w:rPr>
        <w:t>،</w:t>
      </w:r>
      <w:r w:rsidRPr="003A59EA">
        <w:rPr>
          <w:rtl/>
        </w:rPr>
        <w:t xml:space="preserve"> وآراء العلماء في ذلك</w:t>
      </w:r>
      <w:r w:rsidR="008A01C2">
        <w:rPr>
          <w:rtl/>
        </w:rPr>
        <w:t>،</w:t>
      </w:r>
      <w:r w:rsidRPr="003A59EA">
        <w:rPr>
          <w:rtl/>
        </w:rPr>
        <w:t xml:space="preserve"> حيث اهتم به كثيرا كما في ترجمة محمّد بن أبي عمير</w:t>
      </w:r>
      <w:r w:rsidR="008A01C2">
        <w:rPr>
          <w:rtl/>
        </w:rPr>
        <w:t xml:space="preserve"> - </w:t>
      </w:r>
      <w:r w:rsidRPr="003A59EA">
        <w:rPr>
          <w:rtl/>
        </w:rPr>
        <w:t>رضي الله تعالى عنه</w:t>
      </w:r>
      <w:r w:rsidR="008A01C2">
        <w:rPr>
          <w:rtl/>
        </w:rPr>
        <w:t xml:space="preserve"> -</w:t>
      </w:r>
      <w:r>
        <w:rPr>
          <w:rtl/>
        </w:rPr>
        <w:t>.</w:t>
      </w:r>
    </w:p>
    <w:p w:rsidR="00094C06" w:rsidRPr="003A59EA" w:rsidRDefault="00094C06" w:rsidP="00094C06">
      <w:pPr>
        <w:pStyle w:val="libNormal"/>
        <w:rPr>
          <w:rtl/>
        </w:rPr>
      </w:pPr>
      <w:r w:rsidRPr="003A59EA">
        <w:rPr>
          <w:rtl/>
        </w:rPr>
        <w:t>ومنها</w:t>
      </w:r>
      <w:r w:rsidR="008A01C2">
        <w:rPr>
          <w:rtl/>
        </w:rPr>
        <w:t>:</w:t>
      </w:r>
      <w:r w:rsidRPr="003A59EA">
        <w:rPr>
          <w:rtl/>
        </w:rPr>
        <w:t xml:space="preserve"> دلالة بعض الألفاظ والعبارات على التوثيق الإجمالي أو المدح العام</w:t>
      </w:r>
      <w:r w:rsidR="008A01C2">
        <w:rPr>
          <w:rtl/>
        </w:rPr>
        <w:t>،</w:t>
      </w:r>
      <w:r w:rsidRPr="003A59EA">
        <w:rPr>
          <w:rtl/>
        </w:rPr>
        <w:t xml:space="preserve"> كتكنية الامام </w:t>
      </w:r>
      <w:r w:rsidRPr="00094C06">
        <w:rPr>
          <w:rStyle w:val="libAlaemChar"/>
          <w:rtl/>
        </w:rPr>
        <w:t>عليه‌السلام</w:t>
      </w:r>
      <w:r w:rsidRPr="003A59EA">
        <w:rPr>
          <w:rtl/>
        </w:rPr>
        <w:t xml:space="preserve"> لأحد الأصحاب</w:t>
      </w:r>
      <w:r w:rsidR="008A01C2">
        <w:rPr>
          <w:rtl/>
        </w:rPr>
        <w:t>،</w:t>
      </w:r>
      <w:r w:rsidRPr="003A59EA">
        <w:rPr>
          <w:rtl/>
        </w:rPr>
        <w:t xml:space="preserve"> أو ترضيه وترحمه عليه</w:t>
      </w:r>
      <w:r w:rsidR="008A01C2">
        <w:rPr>
          <w:rtl/>
        </w:rPr>
        <w:t>،</w:t>
      </w:r>
      <w:r w:rsidRPr="003A59EA">
        <w:rPr>
          <w:rtl/>
        </w:rPr>
        <w:t xml:space="preserve"> وقد يتوسع في دلالة ترضي وترحم غير الامام عليه.</w:t>
      </w:r>
    </w:p>
    <w:p w:rsidR="00094C06" w:rsidRPr="003A59EA" w:rsidRDefault="00094C06" w:rsidP="00094C06">
      <w:pPr>
        <w:pStyle w:val="libNormal"/>
        <w:rPr>
          <w:rtl/>
        </w:rPr>
      </w:pPr>
      <w:r w:rsidRPr="003A59EA">
        <w:rPr>
          <w:rtl/>
        </w:rPr>
        <w:t>ومنها</w:t>
      </w:r>
      <w:r w:rsidR="008A01C2">
        <w:rPr>
          <w:rtl/>
        </w:rPr>
        <w:t>:</w:t>
      </w:r>
      <w:r w:rsidRPr="003A59EA">
        <w:rPr>
          <w:rtl/>
        </w:rPr>
        <w:t xml:space="preserve"> تصنيف الحديث إلى صحيح وحسن وموثق وضعيف عند المتأخرين</w:t>
      </w:r>
      <w:r w:rsidR="008A01C2">
        <w:rPr>
          <w:rtl/>
        </w:rPr>
        <w:t>،</w:t>
      </w:r>
      <w:r w:rsidRPr="003A59EA">
        <w:rPr>
          <w:rtl/>
        </w:rPr>
        <w:t xml:space="preserve"> والإشارة السريعة إلى كل صنف من أصنافه</w:t>
      </w:r>
      <w:r w:rsidR="008A01C2">
        <w:rPr>
          <w:rtl/>
        </w:rPr>
        <w:t>،</w:t>
      </w:r>
      <w:r w:rsidRPr="003A59EA">
        <w:rPr>
          <w:rtl/>
        </w:rPr>
        <w:t xml:space="preserve"> إلى غير ذلك من الأمور المهمة المتفرقة المبثوثة في ثنايا تراجم رجال مشيخة الفقيه.</w:t>
      </w:r>
    </w:p>
    <w:p w:rsidR="00094C06" w:rsidRPr="003A59EA" w:rsidRDefault="00094C06" w:rsidP="00094C06">
      <w:pPr>
        <w:pStyle w:val="libNormal"/>
        <w:rPr>
          <w:rtl/>
        </w:rPr>
      </w:pPr>
      <w:r w:rsidRPr="003A59EA">
        <w:rPr>
          <w:rtl/>
        </w:rPr>
        <w:t>وبعد أن فرغ المصنف من شرح طرق الصدوق في هذه الفائدة</w:t>
      </w:r>
      <w:r w:rsidR="008A01C2">
        <w:rPr>
          <w:rtl/>
        </w:rPr>
        <w:t>،</w:t>
      </w:r>
      <w:r w:rsidRPr="003A59EA">
        <w:rPr>
          <w:rtl/>
        </w:rPr>
        <w:t xml:space="preserve"> شرع</w:t>
      </w:r>
      <w:r w:rsidR="008A01C2">
        <w:rPr>
          <w:rtl/>
        </w:rPr>
        <w:t xml:space="preserve"> - </w:t>
      </w:r>
      <w:r w:rsidRPr="00094C06">
        <w:rPr>
          <w:rStyle w:val="libAlaemChar"/>
          <w:rtl/>
        </w:rPr>
        <w:t>رحمه‌الله</w:t>
      </w:r>
      <w:r w:rsidR="008A01C2">
        <w:rPr>
          <w:rtl/>
        </w:rPr>
        <w:t xml:space="preserve"> - </w:t>
      </w:r>
      <w:r w:rsidRPr="003A59EA">
        <w:rPr>
          <w:rtl/>
        </w:rPr>
        <w:t>بتنظيم فهرس تفصيلي</w:t>
      </w:r>
      <w:r w:rsidR="008A01C2">
        <w:rPr>
          <w:rtl/>
        </w:rPr>
        <w:t xml:space="preserve"> - </w:t>
      </w:r>
      <w:r w:rsidRPr="003A59EA">
        <w:rPr>
          <w:rtl/>
        </w:rPr>
        <w:t>مرتبا على الحروف</w:t>
      </w:r>
      <w:r w:rsidR="008A01C2">
        <w:rPr>
          <w:rtl/>
        </w:rPr>
        <w:t xml:space="preserve"> - </w:t>
      </w:r>
      <w:r w:rsidRPr="003A59EA">
        <w:rPr>
          <w:rtl/>
        </w:rPr>
        <w:t>لأهم ما ورد من التراجم الرجالية التي بلغت زهاء مائتين وتسعة عشر ترجمة</w:t>
      </w:r>
      <w:r w:rsidR="008A01C2">
        <w:rPr>
          <w:rtl/>
        </w:rPr>
        <w:t>،</w:t>
      </w:r>
      <w:r w:rsidRPr="003A59EA">
        <w:rPr>
          <w:rtl/>
        </w:rPr>
        <w:t xml:space="preserve"> علما بأنّه قد ترك ذكر الكثير من الرواة الذين لم يتوسع بتراجمهم.</w:t>
      </w:r>
    </w:p>
    <w:p w:rsidR="00094C06" w:rsidRPr="003A59EA" w:rsidRDefault="00094C06" w:rsidP="00094C06">
      <w:pPr>
        <w:pStyle w:val="libNormal"/>
        <w:rPr>
          <w:rtl/>
        </w:rPr>
      </w:pPr>
      <w:r w:rsidRPr="003A59EA">
        <w:rPr>
          <w:rtl/>
        </w:rPr>
        <w:t>ثم بين بعد ذلك مشايخ الصدوق مرتبين على الحروف فبلغوا زهاء</w:t>
      </w:r>
    </w:p>
    <w:p w:rsidR="00094C06" w:rsidRDefault="00094C06" w:rsidP="00094C06">
      <w:pPr>
        <w:pStyle w:val="libNormal"/>
        <w:rPr>
          <w:rtl/>
        </w:rPr>
      </w:pPr>
      <w:r>
        <w:rPr>
          <w:rtl/>
        </w:rPr>
        <w:br w:type="page"/>
      </w:r>
    </w:p>
    <w:p w:rsidR="00094C06" w:rsidRPr="003A59EA" w:rsidRDefault="00094C06" w:rsidP="00094C06">
      <w:pPr>
        <w:pStyle w:val="libNormal0"/>
        <w:rPr>
          <w:rtl/>
        </w:rPr>
      </w:pPr>
      <w:r w:rsidRPr="003A59EA">
        <w:rPr>
          <w:rtl/>
        </w:rPr>
        <w:lastRenderedPageBreak/>
        <w:t>مائتين وأربعة مشايخ.</w:t>
      </w:r>
    </w:p>
    <w:p w:rsidR="00094C06" w:rsidRPr="003A59EA" w:rsidRDefault="00094C06" w:rsidP="00094C06">
      <w:pPr>
        <w:pStyle w:val="libNormal"/>
        <w:rPr>
          <w:rtl/>
        </w:rPr>
      </w:pPr>
      <w:r w:rsidRPr="003A59EA">
        <w:rPr>
          <w:rtl/>
        </w:rPr>
        <w:t>وأخيرا اختتم هذه الفائدة ببيان عدد أخبار « كتاب من لا يحضره الفقيه » وعدد مراسيله موزعة على الأبواب</w:t>
      </w:r>
      <w:r w:rsidR="008A01C2">
        <w:rPr>
          <w:rtl/>
        </w:rPr>
        <w:t>،</w:t>
      </w:r>
      <w:r w:rsidRPr="003A59EA">
        <w:rPr>
          <w:rtl/>
        </w:rPr>
        <w:t xml:space="preserve"> موضحا من أرسل الحديث من رواة « الفقيه » ورأيه في هذا الإرسال.</w:t>
      </w:r>
    </w:p>
    <w:p w:rsidR="00094C06" w:rsidRDefault="00094C06" w:rsidP="00094C06">
      <w:pPr>
        <w:pStyle w:val="libNormal"/>
        <w:rPr>
          <w:rtl/>
        </w:rPr>
      </w:pPr>
      <w:r>
        <w:rPr>
          <w:rtl/>
        </w:rPr>
        <w:br w:type="page"/>
      </w:r>
    </w:p>
    <w:p w:rsidR="00094C06" w:rsidRDefault="00094C06" w:rsidP="00094C06">
      <w:pPr>
        <w:pStyle w:val="libCenterBold1"/>
        <w:rPr>
          <w:rtl/>
        </w:rPr>
      </w:pPr>
      <w:r w:rsidRPr="003A59EA">
        <w:rPr>
          <w:rtl/>
        </w:rPr>
        <w:lastRenderedPageBreak/>
        <w:t>الفائدة السادسة</w:t>
      </w:r>
    </w:p>
    <w:p w:rsidR="00094C06" w:rsidRDefault="00094C06" w:rsidP="00094C06">
      <w:pPr>
        <w:pStyle w:val="libCenterBold1"/>
        <w:rPr>
          <w:rtl/>
        </w:rPr>
      </w:pPr>
      <w:r w:rsidRPr="003A59EA">
        <w:rPr>
          <w:rtl/>
        </w:rPr>
        <w:t>في نبذ ممّا يتعلّق بكتاب التهذيب</w:t>
      </w:r>
    </w:p>
    <w:p w:rsidR="00094C06" w:rsidRPr="003A59EA" w:rsidRDefault="00094C06" w:rsidP="00094C06">
      <w:pPr>
        <w:pStyle w:val="libNormal"/>
        <w:rPr>
          <w:rtl/>
        </w:rPr>
      </w:pPr>
      <w:r w:rsidRPr="003A59EA">
        <w:rPr>
          <w:rtl/>
        </w:rPr>
        <w:t>في هذه الفائدة تصنيف تام</w:t>
      </w:r>
      <w:r w:rsidR="008A01C2">
        <w:rPr>
          <w:rtl/>
        </w:rPr>
        <w:t xml:space="preserve"> - </w:t>
      </w:r>
      <w:r w:rsidRPr="003A59EA">
        <w:rPr>
          <w:rtl/>
        </w:rPr>
        <w:t>من حيث الصحة وعدمها</w:t>
      </w:r>
      <w:r w:rsidR="008A01C2">
        <w:rPr>
          <w:rtl/>
        </w:rPr>
        <w:t xml:space="preserve"> - </w:t>
      </w:r>
      <w:r w:rsidRPr="003A59EA">
        <w:rPr>
          <w:rtl/>
        </w:rPr>
        <w:t>لكل طرق الشيخ الطوسي ( ت / 460 ه‍ )</w:t>
      </w:r>
      <w:r w:rsidR="008A01C2">
        <w:rPr>
          <w:rtl/>
        </w:rPr>
        <w:t xml:space="preserve"> - </w:t>
      </w:r>
      <w:r w:rsidRPr="00094C06">
        <w:rPr>
          <w:rStyle w:val="libAlaemChar"/>
          <w:rtl/>
        </w:rPr>
        <w:t>قدس‌سره</w:t>
      </w:r>
      <w:r w:rsidRPr="003A59EA">
        <w:rPr>
          <w:rtl/>
        </w:rPr>
        <w:t xml:space="preserve"> الشريف</w:t>
      </w:r>
      <w:r w:rsidR="008A01C2">
        <w:rPr>
          <w:rtl/>
        </w:rPr>
        <w:t xml:space="preserve"> - </w:t>
      </w:r>
      <w:r w:rsidRPr="003A59EA">
        <w:rPr>
          <w:rtl/>
        </w:rPr>
        <w:t>في كتابه التهذيب.</w:t>
      </w:r>
    </w:p>
    <w:p w:rsidR="00094C06" w:rsidRPr="003A59EA" w:rsidRDefault="00094C06" w:rsidP="00094C06">
      <w:pPr>
        <w:pStyle w:val="libNormal"/>
        <w:rPr>
          <w:rtl/>
        </w:rPr>
      </w:pPr>
      <w:r w:rsidRPr="003A59EA">
        <w:rPr>
          <w:rtl/>
        </w:rPr>
        <w:t>ولما كانت مشيخة التهذيب</w:t>
      </w:r>
      <w:r w:rsidR="008A01C2">
        <w:rPr>
          <w:rtl/>
        </w:rPr>
        <w:t xml:space="preserve"> - </w:t>
      </w:r>
      <w:r w:rsidRPr="003A59EA">
        <w:rPr>
          <w:rtl/>
        </w:rPr>
        <w:t>التي سيأتي الحديث عنها لاحقا</w:t>
      </w:r>
      <w:r w:rsidR="008A01C2">
        <w:rPr>
          <w:rtl/>
        </w:rPr>
        <w:t xml:space="preserve"> - </w:t>
      </w:r>
      <w:r w:rsidRPr="003A59EA">
        <w:rPr>
          <w:rtl/>
        </w:rPr>
        <w:t>هي نفس مشيخة الإستبصار</w:t>
      </w:r>
      <w:r w:rsidR="008A01C2">
        <w:rPr>
          <w:rtl/>
        </w:rPr>
        <w:t>،</w:t>
      </w:r>
      <w:r w:rsidRPr="003A59EA">
        <w:rPr>
          <w:rtl/>
        </w:rPr>
        <w:t xml:space="preserve"> كان لا بدّ من التعرض لطرق الشيخ التي نص عليها في الاستبصار</w:t>
      </w:r>
      <w:r w:rsidR="008A01C2">
        <w:rPr>
          <w:rtl/>
        </w:rPr>
        <w:t>،</w:t>
      </w:r>
      <w:r w:rsidRPr="003A59EA">
        <w:rPr>
          <w:rtl/>
        </w:rPr>
        <w:t xml:space="preserve"> وحيث ان الفهرست قد اشتمل على ما يقرب من ألف طريق للشيخ إلى أرباب الأصول والمصنفات التي أخرج عنها في التهذيب كان لا بدّ من الرجوع إلى هذه الطرق بغية الوصول إلى معرفة ما لم يذكره منها في مشيخة التهذيب.</w:t>
      </w:r>
    </w:p>
    <w:p w:rsidR="00094C06" w:rsidRPr="003A59EA" w:rsidRDefault="00094C06" w:rsidP="00094C06">
      <w:pPr>
        <w:pStyle w:val="libNormal"/>
        <w:rPr>
          <w:rtl/>
        </w:rPr>
      </w:pPr>
      <w:r w:rsidRPr="003A59EA">
        <w:rPr>
          <w:rtl/>
        </w:rPr>
        <w:t>ومن هنا جاءت عناية الأعلام بدراسة جميع طرق الشيخ في هذه الكتب الثلاثة</w:t>
      </w:r>
      <w:r w:rsidR="008A01C2">
        <w:rPr>
          <w:rtl/>
        </w:rPr>
        <w:t>:</w:t>
      </w:r>
      <w:r w:rsidRPr="003A59EA">
        <w:rPr>
          <w:rtl/>
        </w:rPr>
        <w:t xml:space="preserve"> « التهذيب</w:t>
      </w:r>
      <w:r w:rsidR="008A01C2">
        <w:rPr>
          <w:rtl/>
        </w:rPr>
        <w:t>،</w:t>
      </w:r>
      <w:r w:rsidRPr="003A59EA">
        <w:rPr>
          <w:rtl/>
        </w:rPr>
        <w:t xml:space="preserve"> والاستبصار</w:t>
      </w:r>
      <w:r w:rsidR="008A01C2">
        <w:rPr>
          <w:rtl/>
        </w:rPr>
        <w:t>،</w:t>
      </w:r>
      <w:r w:rsidRPr="003A59EA">
        <w:rPr>
          <w:rtl/>
        </w:rPr>
        <w:t xml:space="preserve"> والفهرست » وعدم الفصل بينها إذ من الممكن الحكم بصحة طريق ضعيف في واحد منها بلحاظ ما في الآخر</w:t>
      </w:r>
      <w:r w:rsidR="008A01C2">
        <w:rPr>
          <w:rtl/>
        </w:rPr>
        <w:t>،</w:t>
      </w:r>
      <w:r w:rsidRPr="003A59EA">
        <w:rPr>
          <w:rtl/>
        </w:rPr>
        <w:t xml:space="preserve"> لا سيما وان الشيخ</w:t>
      </w:r>
      <w:r w:rsidR="008A01C2">
        <w:rPr>
          <w:rtl/>
        </w:rPr>
        <w:t xml:space="preserve"> - </w:t>
      </w:r>
      <w:r w:rsidRPr="003A59EA">
        <w:rPr>
          <w:rtl/>
        </w:rPr>
        <w:t>رضي الله تعالى عنه</w:t>
      </w:r>
      <w:r w:rsidR="008A01C2">
        <w:rPr>
          <w:rtl/>
        </w:rPr>
        <w:t xml:space="preserve"> - </w:t>
      </w:r>
      <w:r w:rsidRPr="003A59EA">
        <w:rPr>
          <w:rtl/>
        </w:rPr>
        <w:t>قد أحال في مشيخة التهذيب</w:t>
      </w:r>
      <w:r w:rsidR="008A01C2">
        <w:rPr>
          <w:rtl/>
        </w:rPr>
        <w:t xml:space="preserve"> - </w:t>
      </w:r>
      <w:r w:rsidRPr="003A59EA">
        <w:rPr>
          <w:rtl/>
        </w:rPr>
        <w:t>كما سيأتي</w:t>
      </w:r>
      <w:r w:rsidR="008A01C2">
        <w:rPr>
          <w:rtl/>
        </w:rPr>
        <w:t xml:space="preserve"> - </w:t>
      </w:r>
      <w:r w:rsidRPr="003A59EA">
        <w:rPr>
          <w:rtl/>
        </w:rPr>
        <w:t>إلى طرقه في الفهرست.</w:t>
      </w:r>
    </w:p>
    <w:p w:rsidR="00094C06" w:rsidRPr="003A59EA" w:rsidRDefault="00094C06" w:rsidP="00094C06">
      <w:pPr>
        <w:pStyle w:val="libNormal"/>
        <w:rPr>
          <w:rtl/>
        </w:rPr>
      </w:pPr>
      <w:r w:rsidRPr="003A59EA">
        <w:rPr>
          <w:rtl/>
        </w:rPr>
        <w:t>ومن بين هؤلاء الأعلام الذين اهتموا بمثل هذه الدراسة هو المصنف</w:t>
      </w:r>
      <w:r w:rsidR="008A01C2">
        <w:rPr>
          <w:rtl/>
        </w:rPr>
        <w:t xml:space="preserve"> - </w:t>
      </w:r>
      <w:r w:rsidRPr="00094C06">
        <w:rPr>
          <w:rStyle w:val="libAlaemChar"/>
          <w:rtl/>
        </w:rPr>
        <w:t>قدس‌سره</w:t>
      </w:r>
      <w:r w:rsidR="008A01C2">
        <w:rPr>
          <w:rtl/>
        </w:rPr>
        <w:t xml:space="preserve"> - </w:t>
      </w:r>
      <w:r w:rsidRPr="003A59EA">
        <w:rPr>
          <w:rtl/>
        </w:rPr>
        <w:t>كما سيتضح من التعريف لهذه الفائدة.</w:t>
      </w:r>
    </w:p>
    <w:p w:rsidR="00094C06" w:rsidRPr="003A59EA" w:rsidRDefault="00094C06" w:rsidP="00094C06">
      <w:pPr>
        <w:pStyle w:val="libNormal"/>
        <w:rPr>
          <w:rtl/>
        </w:rPr>
      </w:pPr>
      <w:r w:rsidRPr="003A59EA">
        <w:rPr>
          <w:rtl/>
        </w:rPr>
        <w:t>ابتدأها المصنف</w:t>
      </w:r>
      <w:r w:rsidR="008A01C2">
        <w:rPr>
          <w:rtl/>
        </w:rPr>
        <w:t xml:space="preserve"> - </w:t>
      </w:r>
      <w:r w:rsidRPr="00094C06">
        <w:rPr>
          <w:rStyle w:val="libAlaemChar"/>
          <w:rtl/>
        </w:rPr>
        <w:t>قدس‌سره</w:t>
      </w:r>
      <w:r w:rsidR="008A01C2">
        <w:rPr>
          <w:rtl/>
        </w:rPr>
        <w:t xml:space="preserve"> - </w:t>
      </w:r>
      <w:r w:rsidRPr="003A59EA">
        <w:rPr>
          <w:rtl/>
        </w:rPr>
        <w:t>بالإشارة السريعة إلى موقع كتاب التهذيب بين كتب الحديث الأخرى عند فقهاء الشيعة الإمامية</w:t>
      </w:r>
      <w:r w:rsidR="008A01C2">
        <w:rPr>
          <w:rtl/>
        </w:rPr>
        <w:t>،</w:t>
      </w:r>
      <w:r w:rsidRPr="003A59EA">
        <w:rPr>
          <w:rtl/>
        </w:rPr>
        <w:t xml:space="preserve"> فهو أعظمها في الفقه منزلة</w:t>
      </w:r>
      <w:r w:rsidR="008A01C2">
        <w:rPr>
          <w:rtl/>
        </w:rPr>
        <w:t>،</w:t>
      </w:r>
      <w:r w:rsidRPr="003A59EA">
        <w:rPr>
          <w:rtl/>
        </w:rPr>
        <w:t xml:space="preserve"> وأكثرها منفعة</w:t>
      </w:r>
      <w:r w:rsidR="008A01C2">
        <w:rPr>
          <w:rtl/>
        </w:rPr>
        <w:t>،</w:t>
      </w:r>
      <w:r w:rsidRPr="003A59EA">
        <w:rPr>
          <w:rtl/>
        </w:rPr>
        <w:t xml:space="preserve"> إذ لا يمكن استغناء الفقيه عنه لما اشتمل عليه من الفقه والاستدلال</w:t>
      </w:r>
      <w:r w:rsidR="008A01C2">
        <w:rPr>
          <w:rtl/>
        </w:rPr>
        <w:t>،</w:t>
      </w:r>
      <w:r w:rsidRPr="003A59EA">
        <w:rPr>
          <w:rtl/>
        </w:rPr>
        <w:t xml:space="preserve"> والتنبيه على الأصول والرجال</w:t>
      </w:r>
      <w:r w:rsidR="008A01C2">
        <w:rPr>
          <w:rtl/>
        </w:rPr>
        <w:t>،</w:t>
      </w:r>
      <w:r w:rsidRPr="003A59EA">
        <w:rPr>
          <w:rtl/>
        </w:rPr>
        <w:t xml:space="preserve"> والتوفيق بين</w:t>
      </w:r>
    </w:p>
    <w:p w:rsidR="00094C06" w:rsidRDefault="00094C06" w:rsidP="00094C06">
      <w:pPr>
        <w:pStyle w:val="libNormal"/>
        <w:rPr>
          <w:rtl/>
        </w:rPr>
      </w:pPr>
      <w:r>
        <w:rPr>
          <w:rtl/>
        </w:rPr>
        <w:br w:type="page"/>
      </w:r>
    </w:p>
    <w:p w:rsidR="00094C06" w:rsidRPr="003A59EA" w:rsidRDefault="00094C06" w:rsidP="00094C06">
      <w:pPr>
        <w:pStyle w:val="libNormal0"/>
        <w:rPr>
          <w:rtl/>
        </w:rPr>
      </w:pPr>
      <w:r w:rsidRPr="003A59EA">
        <w:rPr>
          <w:rtl/>
        </w:rPr>
        <w:lastRenderedPageBreak/>
        <w:t>الأخبار</w:t>
      </w:r>
      <w:r w:rsidR="008A01C2">
        <w:rPr>
          <w:rtl/>
        </w:rPr>
        <w:t>،</w:t>
      </w:r>
      <w:r w:rsidRPr="003A59EA">
        <w:rPr>
          <w:rtl/>
        </w:rPr>
        <w:t xml:space="preserve"> والجمع بينها بشاهد النقل والاعتبار</w:t>
      </w:r>
      <w:r w:rsidR="008A01C2">
        <w:rPr>
          <w:rtl/>
        </w:rPr>
        <w:t>،</w:t>
      </w:r>
      <w:r w:rsidRPr="003A59EA">
        <w:rPr>
          <w:rtl/>
        </w:rPr>
        <w:t xml:space="preserve"> إلى غير ذلك من المميزات الأخرى لهذا الكتاب التي لم يحوها كتاب غيره في بابه.</w:t>
      </w:r>
    </w:p>
    <w:p w:rsidR="00094C06" w:rsidRPr="003A59EA" w:rsidRDefault="00094C06" w:rsidP="00094C06">
      <w:pPr>
        <w:pStyle w:val="libNormal"/>
        <w:rPr>
          <w:rtl/>
        </w:rPr>
      </w:pPr>
      <w:r w:rsidRPr="003A59EA">
        <w:rPr>
          <w:rtl/>
        </w:rPr>
        <w:t>وبعد الإشارة إلى أهمية التهذيب ومنزلته</w:t>
      </w:r>
      <w:r w:rsidR="008A01C2">
        <w:rPr>
          <w:rtl/>
        </w:rPr>
        <w:t>،</w:t>
      </w:r>
      <w:r w:rsidRPr="003A59EA">
        <w:rPr>
          <w:rtl/>
        </w:rPr>
        <w:t xml:space="preserve"> انتقل إلى بيان طريقة شيخ الطائفة</w:t>
      </w:r>
      <w:r w:rsidR="008A01C2">
        <w:rPr>
          <w:rtl/>
        </w:rPr>
        <w:t xml:space="preserve"> - </w:t>
      </w:r>
      <w:r w:rsidRPr="003A59EA">
        <w:rPr>
          <w:rtl/>
        </w:rPr>
        <w:t>رضي الله تعالى عنه</w:t>
      </w:r>
      <w:r w:rsidR="008A01C2">
        <w:rPr>
          <w:rtl/>
        </w:rPr>
        <w:t xml:space="preserve"> - </w:t>
      </w:r>
      <w:r w:rsidRPr="003A59EA">
        <w:rPr>
          <w:rtl/>
        </w:rPr>
        <w:t xml:space="preserve">في رواية أحاديث العترة الطاهرة </w:t>
      </w:r>
      <w:r w:rsidRPr="00094C06">
        <w:rPr>
          <w:rStyle w:val="libAlaemChar"/>
          <w:rtl/>
        </w:rPr>
        <w:t>عليهم‌السلام</w:t>
      </w:r>
      <w:r w:rsidRPr="003A59EA">
        <w:rPr>
          <w:rtl/>
        </w:rPr>
        <w:t xml:space="preserve"> مبينا عدم جريانها على نسق واحد في كتابيه</w:t>
      </w:r>
      <w:r w:rsidR="008A01C2">
        <w:rPr>
          <w:rtl/>
        </w:rPr>
        <w:t>:</w:t>
      </w:r>
      <w:r w:rsidRPr="003A59EA">
        <w:rPr>
          <w:rtl/>
        </w:rPr>
        <w:t xml:space="preserve"> التهذيب والاستبصار.</w:t>
      </w:r>
    </w:p>
    <w:p w:rsidR="00094C06" w:rsidRPr="003A59EA" w:rsidRDefault="00094C06" w:rsidP="00094C06">
      <w:pPr>
        <w:pStyle w:val="libNormal"/>
        <w:rPr>
          <w:rtl/>
        </w:rPr>
      </w:pPr>
      <w:r w:rsidRPr="003A59EA">
        <w:rPr>
          <w:rtl/>
        </w:rPr>
        <w:t>فهو</w:t>
      </w:r>
      <w:r w:rsidR="008A01C2">
        <w:rPr>
          <w:rtl/>
        </w:rPr>
        <w:t xml:space="preserve"> - </w:t>
      </w:r>
      <w:r w:rsidRPr="003A59EA">
        <w:rPr>
          <w:rtl/>
        </w:rPr>
        <w:t>رضي الله تعالى عنه</w:t>
      </w:r>
      <w:r w:rsidR="008A01C2">
        <w:rPr>
          <w:rtl/>
        </w:rPr>
        <w:t xml:space="preserve"> - </w:t>
      </w:r>
      <w:r w:rsidRPr="003A59EA">
        <w:rPr>
          <w:rtl/>
        </w:rPr>
        <w:t xml:space="preserve">قد يعتمد طريقة ثقة الإسلام الكليني تارة بأن يذكر جميع رجال السند فيهما ابتداء من شيخه وانتهاء بالراوي عن المعصوم </w:t>
      </w:r>
      <w:r w:rsidRPr="00094C06">
        <w:rPr>
          <w:rStyle w:val="libAlaemChar"/>
          <w:rtl/>
        </w:rPr>
        <w:t>عليه‌السلام</w:t>
      </w:r>
      <w:r w:rsidRPr="003A59EA">
        <w:rPr>
          <w:rtl/>
        </w:rPr>
        <w:t xml:space="preserve"> وهذا غالبا ما يكون في أوائل الكتابين</w:t>
      </w:r>
      <w:r w:rsidR="008A01C2">
        <w:rPr>
          <w:rtl/>
        </w:rPr>
        <w:t>،</w:t>
      </w:r>
      <w:r w:rsidRPr="003A59EA">
        <w:rPr>
          <w:rtl/>
        </w:rPr>
        <w:t xml:space="preserve"> وتارة يعتمد طريقة الصدوق في « من لا يحضره الفقيه » فيقتصر على ذكر بعض رجال السند ممن بعدوا عن عصره</w:t>
      </w:r>
      <w:r w:rsidR="008A01C2">
        <w:rPr>
          <w:rtl/>
        </w:rPr>
        <w:t>،</w:t>
      </w:r>
      <w:r w:rsidRPr="003A59EA">
        <w:rPr>
          <w:rtl/>
        </w:rPr>
        <w:t xml:space="preserve"> وذلك بحذف صدر السند لغرض الاختصار</w:t>
      </w:r>
      <w:r w:rsidR="008A01C2">
        <w:rPr>
          <w:rtl/>
        </w:rPr>
        <w:t>،</w:t>
      </w:r>
      <w:r w:rsidRPr="003A59EA">
        <w:rPr>
          <w:rtl/>
        </w:rPr>
        <w:t xml:space="preserve"> وهذا غالبا ما يكون في أواخر الكتابين</w:t>
      </w:r>
      <w:r w:rsidR="008A01C2">
        <w:rPr>
          <w:rtl/>
        </w:rPr>
        <w:t>،</w:t>
      </w:r>
      <w:r w:rsidRPr="003A59EA">
        <w:rPr>
          <w:rtl/>
        </w:rPr>
        <w:t xml:space="preserve"> ثم يستدرك</w:t>
      </w:r>
      <w:r w:rsidR="008A01C2">
        <w:rPr>
          <w:rtl/>
        </w:rPr>
        <w:t xml:space="preserve"> - </w:t>
      </w:r>
      <w:r w:rsidRPr="003A59EA">
        <w:rPr>
          <w:rtl/>
        </w:rPr>
        <w:t>في نهاية المطاف</w:t>
      </w:r>
      <w:r w:rsidR="008A01C2">
        <w:rPr>
          <w:rtl/>
        </w:rPr>
        <w:t xml:space="preserve"> - </w:t>
      </w:r>
      <w:r w:rsidRPr="003A59EA">
        <w:rPr>
          <w:rtl/>
        </w:rPr>
        <w:t>على ما حذفه من الإسناد بخاتمة يبين فيها طرقه إلى من روى عنه من المشايخ بصورة التعليق</w:t>
      </w:r>
      <w:r w:rsidR="008A01C2">
        <w:rPr>
          <w:rtl/>
        </w:rPr>
        <w:t>،</w:t>
      </w:r>
      <w:r w:rsidRPr="003A59EA">
        <w:rPr>
          <w:rtl/>
        </w:rPr>
        <w:t xml:space="preserve"> لكي يتم من خلال ذلك وصل سلسلة السند بينه وبين الراوي عن المعصوم </w:t>
      </w:r>
      <w:r w:rsidRPr="00094C06">
        <w:rPr>
          <w:rStyle w:val="libAlaemChar"/>
          <w:rtl/>
        </w:rPr>
        <w:t>عليه‌السلام</w:t>
      </w:r>
      <w:r w:rsidRPr="003A59EA">
        <w:rPr>
          <w:rtl/>
        </w:rPr>
        <w:t xml:space="preserve"> إلاّ أنّ هذه المشيخة لم تكن مستوعبة لكل الطرق المعلقة</w:t>
      </w:r>
      <w:r w:rsidR="008A01C2">
        <w:rPr>
          <w:rtl/>
        </w:rPr>
        <w:t>،</w:t>
      </w:r>
      <w:r w:rsidRPr="003A59EA">
        <w:rPr>
          <w:rtl/>
        </w:rPr>
        <w:t xml:space="preserve"> ولم يكن الشيخ غافلا عن هذا وإنما ترك تفصيله إلى فهارس الشيوخ المصنفة لرواية الأصول والمصنفات التي نقل الشيخ منها ولم يذكر طرقه إلى أصحابها</w:t>
      </w:r>
      <w:r w:rsidR="008A01C2">
        <w:rPr>
          <w:rtl/>
        </w:rPr>
        <w:t>،</w:t>
      </w:r>
      <w:r w:rsidRPr="003A59EA">
        <w:rPr>
          <w:rtl/>
        </w:rPr>
        <w:t xml:space="preserve"> ومن بين هذه الفهارس التي أحال إليها كتابه المعروف بالفهرست.</w:t>
      </w:r>
    </w:p>
    <w:p w:rsidR="00094C06" w:rsidRPr="003A59EA" w:rsidRDefault="00094C06" w:rsidP="00094C06">
      <w:pPr>
        <w:pStyle w:val="libNormal"/>
        <w:rPr>
          <w:rtl/>
        </w:rPr>
      </w:pPr>
      <w:r w:rsidRPr="003A59EA">
        <w:rPr>
          <w:rtl/>
        </w:rPr>
        <w:t>ولما كان ميرزا محمد الأردبيلي ( ت / 1100 ه‍ )</w:t>
      </w:r>
      <w:r w:rsidR="008A01C2">
        <w:rPr>
          <w:rtl/>
        </w:rPr>
        <w:t xml:space="preserve"> - </w:t>
      </w:r>
      <w:r w:rsidRPr="00094C06">
        <w:rPr>
          <w:rStyle w:val="libAlaemChar"/>
          <w:rtl/>
        </w:rPr>
        <w:t>قدس‌سره</w:t>
      </w:r>
      <w:r w:rsidR="008A01C2">
        <w:rPr>
          <w:rtl/>
        </w:rPr>
        <w:t xml:space="preserve"> - </w:t>
      </w:r>
      <w:r w:rsidRPr="003A59EA">
        <w:rPr>
          <w:rtl/>
        </w:rPr>
        <w:t>قد أعدّ رسالة درس فيها طرق الشيخ</w:t>
      </w:r>
      <w:r w:rsidR="008A01C2">
        <w:rPr>
          <w:rtl/>
        </w:rPr>
        <w:t xml:space="preserve"> - </w:t>
      </w:r>
      <w:r w:rsidRPr="003A59EA">
        <w:rPr>
          <w:rtl/>
        </w:rPr>
        <w:t>رضي الله تعالى عنه</w:t>
      </w:r>
      <w:r w:rsidR="008A01C2">
        <w:rPr>
          <w:rtl/>
        </w:rPr>
        <w:t xml:space="preserve"> - </w:t>
      </w:r>
      <w:r w:rsidRPr="003A59EA">
        <w:rPr>
          <w:rtl/>
        </w:rPr>
        <w:t>في كتبه الثلاثة</w:t>
      </w:r>
      <w:r w:rsidR="008A01C2">
        <w:rPr>
          <w:rtl/>
        </w:rPr>
        <w:t>،</w:t>
      </w:r>
      <w:r w:rsidRPr="003A59EA">
        <w:rPr>
          <w:rtl/>
        </w:rPr>
        <w:t xml:space="preserve"> وأطلق عليها اسم</w:t>
      </w:r>
      <w:r w:rsidR="008A01C2">
        <w:rPr>
          <w:rtl/>
        </w:rPr>
        <w:t>:</w:t>
      </w:r>
      <w:r w:rsidRPr="003A59EA">
        <w:rPr>
          <w:rtl/>
        </w:rPr>
        <w:t xml:space="preserve"> « رسالة تصحيح الأسانيد » ثم اختصرها في الفائدة الرابعة من فوائد كتابه المعروف</w:t>
      </w:r>
      <w:r>
        <w:rPr>
          <w:rtl/>
        </w:rPr>
        <w:t xml:space="preserve"> بـ </w:t>
      </w:r>
      <w:r w:rsidRPr="003A59EA">
        <w:rPr>
          <w:rtl/>
        </w:rPr>
        <w:t>« جامع الرواة »</w:t>
      </w:r>
      <w:r w:rsidR="008A01C2">
        <w:rPr>
          <w:rtl/>
        </w:rPr>
        <w:t>،</w:t>
      </w:r>
      <w:r w:rsidRPr="003A59EA">
        <w:rPr>
          <w:rtl/>
        </w:rPr>
        <w:t xml:space="preserve"> لذا اختار المصنف</w:t>
      </w:r>
      <w:r w:rsidR="008A01C2">
        <w:rPr>
          <w:rtl/>
        </w:rPr>
        <w:t xml:space="preserve"> - </w:t>
      </w:r>
      <w:r w:rsidRPr="00094C06">
        <w:rPr>
          <w:rStyle w:val="libAlaemChar"/>
          <w:rtl/>
        </w:rPr>
        <w:t>قدس‌سره</w:t>
      </w:r>
      <w:r w:rsidR="008A01C2">
        <w:rPr>
          <w:rtl/>
        </w:rPr>
        <w:t xml:space="preserve"> - </w:t>
      </w:r>
      <w:r w:rsidRPr="003A59EA">
        <w:rPr>
          <w:rtl/>
        </w:rPr>
        <w:t>هذه الرسالة من بين نظائرها المعدّة لهذا الغرض</w:t>
      </w:r>
      <w:r w:rsidR="008A01C2">
        <w:rPr>
          <w:rtl/>
        </w:rPr>
        <w:t>،</w:t>
      </w:r>
      <w:r w:rsidRPr="003A59EA">
        <w:rPr>
          <w:rtl/>
        </w:rPr>
        <w:t xml:space="preserve"> نظرا لما امتازت به عن</w:t>
      </w:r>
    </w:p>
    <w:p w:rsidR="00094C06" w:rsidRDefault="00094C06" w:rsidP="00094C06">
      <w:pPr>
        <w:pStyle w:val="libNormal"/>
        <w:rPr>
          <w:rtl/>
        </w:rPr>
      </w:pPr>
      <w:r>
        <w:rPr>
          <w:rtl/>
        </w:rPr>
        <w:br w:type="page"/>
      </w:r>
    </w:p>
    <w:p w:rsidR="00094C06" w:rsidRPr="003A59EA" w:rsidRDefault="00094C06" w:rsidP="00094C06">
      <w:pPr>
        <w:pStyle w:val="libNormal0"/>
        <w:rPr>
          <w:rtl/>
        </w:rPr>
      </w:pPr>
      <w:r w:rsidRPr="003A59EA">
        <w:rPr>
          <w:rtl/>
        </w:rPr>
        <w:lastRenderedPageBreak/>
        <w:t>غيرها من فوائد مهمة تعرب عن تضلع الميرزا الأردبيلي</w:t>
      </w:r>
      <w:r w:rsidR="008A01C2">
        <w:rPr>
          <w:rtl/>
        </w:rPr>
        <w:t xml:space="preserve"> - </w:t>
      </w:r>
      <w:r w:rsidRPr="00094C06">
        <w:rPr>
          <w:rStyle w:val="libAlaemChar"/>
          <w:rtl/>
        </w:rPr>
        <w:t>رحمه‌الله</w:t>
      </w:r>
      <w:r w:rsidRPr="003A59EA">
        <w:rPr>
          <w:rtl/>
        </w:rPr>
        <w:t xml:space="preserve"> تعالى</w:t>
      </w:r>
      <w:r w:rsidR="008A01C2">
        <w:rPr>
          <w:rtl/>
        </w:rPr>
        <w:t xml:space="preserve"> - </w:t>
      </w:r>
      <w:r w:rsidRPr="003A59EA">
        <w:rPr>
          <w:rtl/>
        </w:rPr>
        <w:t>بهذا الحقل من البحث والدراسة</w:t>
      </w:r>
      <w:r w:rsidR="008A01C2">
        <w:rPr>
          <w:rtl/>
        </w:rPr>
        <w:t>،</w:t>
      </w:r>
      <w:r w:rsidRPr="003A59EA">
        <w:rPr>
          <w:rtl/>
        </w:rPr>
        <w:t xml:space="preserve"> فأورد مختصرها كاملا في هذه الفائدة</w:t>
      </w:r>
      <w:r w:rsidR="008A01C2">
        <w:rPr>
          <w:rtl/>
        </w:rPr>
        <w:t>،</w:t>
      </w:r>
      <w:r w:rsidRPr="003A59EA">
        <w:rPr>
          <w:rtl/>
        </w:rPr>
        <w:t xml:space="preserve"> مشيرا إلى منهج مؤلفه الأردبيلي</w:t>
      </w:r>
      <w:r w:rsidR="008A01C2">
        <w:rPr>
          <w:rtl/>
        </w:rPr>
        <w:t xml:space="preserve"> - </w:t>
      </w:r>
      <w:r w:rsidRPr="00094C06">
        <w:rPr>
          <w:rStyle w:val="libAlaemChar"/>
          <w:rtl/>
        </w:rPr>
        <w:t>رحمه‌الله</w:t>
      </w:r>
      <w:r w:rsidRPr="003A59EA">
        <w:rPr>
          <w:rtl/>
        </w:rPr>
        <w:t xml:space="preserve"> تعالى</w:t>
      </w:r>
      <w:r w:rsidR="008A01C2">
        <w:rPr>
          <w:rtl/>
        </w:rPr>
        <w:t xml:space="preserve"> - </w:t>
      </w:r>
      <w:r w:rsidRPr="003A59EA">
        <w:rPr>
          <w:rtl/>
        </w:rPr>
        <w:t>بعد اطرائه على ما قام به من جهد عظيم في معرفة أحوال أحاديث التهذيبين وذلك برجوعه إلى مشيختهما مع الفهرست.</w:t>
      </w:r>
    </w:p>
    <w:p w:rsidR="00094C06" w:rsidRPr="003A59EA" w:rsidRDefault="00094C06" w:rsidP="00094C06">
      <w:pPr>
        <w:pStyle w:val="libNormal"/>
        <w:rPr>
          <w:rtl/>
        </w:rPr>
      </w:pPr>
      <w:r w:rsidRPr="003A59EA">
        <w:rPr>
          <w:rtl/>
        </w:rPr>
        <w:t>وقبل بيان جهد المصنف في هذه الفائدة</w:t>
      </w:r>
      <w:r w:rsidR="008A01C2">
        <w:rPr>
          <w:rtl/>
        </w:rPr>
        <w:t>،</w:t>
      </w:r>
      <w:r w:rsidRPr="003A59EA">
        <w:rPr>
          <w:rtl/>
        </w:rPr>
        <w:t xml:space="preserve"> وما طرحه من آراء فيها</w:t>
      </w:r>
      <w:r w:rsidR="008A01C2">
        <w:rPr>
          <w:rtl/>
        </w:rPr>
        <w:t>،</w:t>
      </w:r>
      <w:r w:rsidRPr="003A59EA">
        <w:rPr>
          <w:rtl/>
        </w:rPr>
        <w:t xml:space="preserve"> يحسن بنا أن نبين</w:t>
      </w:r>
      <w:r w:rsidR="008A01C2">
        <w:rPr>
          <w:rtl/>
        </w:rPr>
        <w:t xml:space="preserve"> - </w:t>
      </w:r>
      <w:r w:rsidRPr="003A59EA">
        <w:rPr>
          <w:rtl/>
        </w:rPr>
        <w:t>باختصار</w:t>
      </w:r>
      <w:r w:rsidR="008A01C2">
        <w:rPr>
          <w:rtl/>
        </w:rPr>
        <w:t xml:space="preserve"> - </w:t>
      </w:r>
      <w:r w:rsidRPr="003A59EA">
        <w:rPr>
          <w:rtl/>
        </w:rPr>
        <w:t>الهيكل العام لرسالة تصحيح الأسانيد</w:t>
      </w:r>
      <w:r w:rsidR="008A01C2">
        <w:rPr>
          <w:rtl/>
        </w:rPr>
        <w:t>،</w:t>
      </w:r>
      <w:r w:rsidRPr="003A59EA">
        <w:rPr>
          <w:rtl/>
        </w:rPr>
        <w:t xml:space="preserve"> فنقول</w:t>
      </w:r>
      <w:r w:rsidR="008A01C2">
        <w:rPr>
          <w:rtl/>
        </w:rPr>
        <w:t>:</w:t>
      </w:r>
    </w:p>
    <w:p w:rsidR="00094C06" w:rsidRPr="003A59EA" w:rsidRDefault="00094C06" w:rsidP="00094C06">
      <w:pPr>
        <w:pStyle w:val="libNormal"/>
        <w:rPr>
          <w:rtl/>
        </w:rPr>
      </w:pPr>
      <w:r w:rsidRPr="003A59EA">
        <w:rPr>
          <w:rtl/>
        </w:rPr>
        <w:t>اشتملت هذه الرسالة على نحوين من الدراسة</w:t>
      </w:r>
      <w:r w:rsidR="008A01C2">
        <w:rPr>
          <w:rtl/>
        </w:rPr>
        <w:t>،</w:t>
      </w:r>
      <w:r w:rsidRPr="003A59EA">
        <w:rPr>
          <w:rtl/>
        </w:rPr>
        <w:t xml:space="preserve"> وهما</w:t>
      </w:r>
      <w:r w:rsidR="008A01C2">
        <w:rPr>
          <w:rtl/>
        </w:rPr>
        <w:t>:</w:t>
      </w:r>
    </w:p>
    <w:p w:rsidR="00094C06" w:rsidRPr="003A59EA" w:rsidRDefault="00094C06" w:rsidP="00094C06">
      <w:pPr>
        <w:pStyle w:val="libNormal"/>
        <w:rPr>
          <w:rtl/>
        </w:rPr>
      </w:pPr>
      <w:r w:rsidRPr="00094C06">
        <w:rPr>
          <w:rStyle w:val="libBold2Char"/>
          <w:rtl/>
        </w:rPr>
        <w:t>الأول</w:t>
      </w:r>
      <w:r w:rsidR="008A01C2">
        <w:rPr>
          <w:rtl/>
        </w:rPr>
        <w:t>:</w:t>
      </w:r>
      <w:r w:rsidRPr="003A59EA">
        <w:rPr>
          <w:rtl/>
        </w:rPr>
        <w:t xml:space="preserve"> دراسة طرق الشيخ في المشيخة </w:t>
      </w:r>
      <w:r w:rsidRPr="00094C06">
        <w:rPr>
          <w:rStyle w:val="libFootnotenumChar"/>
          <w:rtl/>
        </w:rPr>
        <w:t>(1)</w:t>
      </w:r>
      <w:r w:rsidRPr="003A59EA">
        <w:rPr>
          <w:rtl/>
        </w:rPr>
        <w:t xml:space="preserve"> والفهرست.</w:t>
      </w:r>
    </w:p>
    <w:p w:rsidR="00094C06" w:rsidRPr="003A59EA" w:rsidRDefault="00094C06" w:rsidP="00094C06">
      <w:pPr>
        <w:pStyle w:val="libNormal"/>
        <w:rPr>
          <w:rtl/>
        </w:rPr>
      </w:pPr>
      <w:r w:rsidRPr="00094C06">
        <w:rPr>
          <w:rStyle w:val="libBold2Char"/>
          <w:rtl/>
        </w:rPr>
        <w:t>الثاني</w:t>
      </w:r>
      <w:r w:rsidR="008A01C2">
        <w:rPr>
          <w:rtl/>
        </w:rPr>
        <w:t>:</w:t>
      </w:r>
      <w:r w:rsidRPr="003A59EA">
        <w:rPr>
          <w:rtl/>
        </w:rPr>
        <w:t xml:space="preserve"> البحث في الطرق المذكورة في كلّ من التهذيب والاستبصار.</w:t>
      </w:r>
    </w:p>
    <w:p w:rsidR="00094C06" w:rsidRPr="003A59EA" w:rsidRDefault="00094C06" w:rsidP="00094C06">
      <w:pPr>
        <w:pStyle w:val="libNormal"/>
        <w:rPr>
          <w:rtl/>
        </w:rPr>
      </w:pPr>
      <w:r w:rsidRPr="00094C06">
        <w:rPr>
          <w:rStyle w:val="libBold2Char"/>
          <w:rtl/>
        </w:rPr>
        <w:t>أمّا الأول</w:t>
      </w:r>
      <w:r w:rsidR="008A01C2">
        <w:rPr>
          <w:rtl/>
        </w:rPr>
        <w:t>:</w:t>
      </w:r>
      <w:r w:rsidRPr="003A59EA">
        <w:rPr>
          <w:rtl/>
        </w:rPr>
        <w:t xml:space="preserve"> فيتلخص نشاط الأردبيلي فيه بثلاثة أمور وهي</w:t>
      </w:r>
      <w:r w:rsidR="008A01C2">
        <w:rPr>
          <w:rtl/>
        </w:rPr>
        <w:t>:</w:t>
      </w:r>
    </w:p>
    <w:p w:rsidR="00094C06" w:rsidRPr="003A59EA" w:rsidRDefault="00094C06" w:rsidP="00094C06">
      <w:pPr>
        <w:pStyle w:val="libNormal"/>
        <w:rPr>
          <w:rtl/>
        </w:rPr>
      </w:pPr>
      <w:r w:rsidRPr="003A59EA">
        <w:rPr>
          <w:rtl/>
        </w:rPr>
        <w:t>1</w:t>
      </w:r>
      <w:r w:rsidR="008A01C2">
        <w:rPr>
          <w:rtl/>
        </w:rPr>
        <w:t xml:space="preserve"> - </w:t>
      </w:r>
      <w:r w:rsidRPr="003A59EA">
        <w:rPr>
          <w:rtl/>
        </w:rPr>
        <w:t>الحكم بالصحة على الطريق المتفق على صحته.</w:t>
      </w:r>
    </w:p>
    <w:p w:rsidR="00094C06" w:rsidRPr="003A59EA" w:rsidRDefault="00094C06" w:rsidP="00094C06">
      <w:pPr>
        <w:pStyle w:val="libNormal"/>
        <w:rPr>
          <w:rtl/>
        </w:rPr>
      </w:pPr>
      <w:r w:rsidRPr="003A59EA">
        <w:rPr>
          <w:rtl/>
        </w:rPr>
        <w:t>2</w:t>
      </w:r>
      <w:r w:rsidR="008A01C2">
        <w:rPr>
          <w:rtl/>
        </w:rPr>
        <w:t xml:space="preserve"> - </w:t>
      </w:r>
      <w:r w:rsidRPr="003A59EA">
        <w:rPr>
          <w:rtl/>
        </w:rPr>
        <w:t>الحكم بالضعف على الطريق المتفق على ضعفه.</w:t>
      </w:r>
    </w:p>
    <w:p w:rsidR="00094C06" w:rsidRPr="003A59EA" w:rsidRDefault="00094C06" w:rsidP="00094C06">
      <w:pPr>
        <w:pStyle w:val="libNormal"/>
        <w:rPr>
          <w:rtl/>
        </w:rPr>
      </w:pPr>
      <w:r w:rsidRPr="003A59EA">
        <w:rPr>
          <w:rtl/>
        </w:rPr>
        <w:t>3</w:t>
      </w:r>
      <w:r w:rsidR="008A01C2">
        <w:rPr>
          <w:rtl/>
        </w:rPr>
        <w:t xml:space="preserve"> - </w:t>
      </w:r>
      <w:r w:rsidRPr="003A59EA">
        <w:rPr>
          <w:rtl/>
        </w:rPr>
        <w:t>ترك الحكم على الطريق المختلف فيه عند عدم إمكان الترجيح</w:t>
      </w:r>
      <w:r w:rsidR="008A01C2">
        <w:rPr>
          <w:rtl/>
        </w:rPr>
        <w:t>،</w:t>
      </w:r>
      <w:r w:rsidRPr="003A59EA">
        <w:rPr>
          <w:rtl/>
        </w:rPr>
        <w:t xml:space="preserve"> مع ذكر اسم الراوي الذي بسببه صار الطريق مختلفا فيه.</w:t>
      </w:r>
    </w:p>
    <w:p w:rsidR="00094C06" w:rsidRPr="003A59EA" w:rsidRDefault="00094C06" w:rsidP="00094C06">
      <w:pPr>
        <w:pStyle w:val="libNormal"/>
        <w:rPr>
          <w:rtl/>
        </w:rPr>
      </w:pPr>
      <w:r w:rsidRPr="003A59EA">
        <w:rPr>
          <w:rtl/>
        </w:rPr>
        <w:t xml:space="preserve">وقد شمل هذا النحو جميع طرق الشيخ في المشيخة والفهرست إلاّ ما استسيغ تركه </w:t>
      </w:r>
      <w:r w:rsidRPr="00094C06">
        <w:rPr>
          <w:rStyle w:val="libFootnotenumChar"/>
          <w:rtl/>
        </w:rPr>
        <w:t>(2)</w:t>
      </w:r>
      <w:r w:rsidRPr="003A59EA">
        <w:rPr>
          <w:rtl/>
        </w:rPr>
        <w:t xml:space="preserve"> كما نبهنا عليه في محله.</w:t>
      </w:r>
    </w:p>
    <w:p w:rsidR="00094C06" w:rsidRPr="003A59EA" w:rsidRDefault="00094C06" w:rsidP="00094C06">
      <w:pPr>
        <w:pStyle w:val="libLine"/>
        <w:rPr>
          <w:rtl/>
        </w:rPr>
      </w:pPr>
      <w:r w:rsidRPr="003A59EA">
        <w:rPr>
          <w:rtl/>
        </w:rPr>
        <w:t>__________________</w:t>
      </w:r>
    </w:p>
    <w:p w:rsidR="00094C06" w:rsidRPr="003A59EA" w:rsidRDefault="00094C06" w:rsidP="00094C06">
      <w:pPr>
        <w:pStyle w:val="libFootnote0"/>
        <w:rPr>
          <w:rtl/>
        </w:rPr>
      </w:pPr>
      <w:r w:rsidRPr="003A59EA">
        <w:rPr>
          <w:rtl/>
        </w:rPr>
        <w:t>(1) تقدم القول بأن مشيخة التهذيب والاستبصار واحدة</w:t>
      </w:r>
      <w:r w:rsidR="008A01C2">
        <w:rPr>
          <w:rtl/>
        </w:rPr>
        <w:t>،</w:t>
      </w:r>
      <w:r w:rsidRPr="003A59EA">
        <w:rPr>
          <w:rtl/>
        </w:rPr>
        <w:t xml:space="preserve"> وهو كذلك</w:t>
      </w:r>
      <w:r w:rsidR="008A01C2">
        <w:rPr>
          <w:rtl/>
        </w:rPr>
        <w:t>،</w:t>
      </w:r>
      <w:r w:rsidRPr="003A59EA">
        <w:rPr>
          <w:rtl/>
        </w:rPr>
        <w:t xml:space="preserve"> إلاّ أنّا وجدنا</w:t>
      </w:r>
      <w:r w:rsidR="008A01C2">
        <w:rPr>
          <w:rtl/>
        </w:rPr>
        <w:t xml:space="preserve"> - </w:t>
      </w:r>
      <w:r w:rsidRPr="003A59EA">
        <w:rPr>
          <w:rtl/>
        </w:rPr>
        <w:t>في سير التحقيق</w:t>
      </w:r>
      <w:r w:rsidR="008A01C2">
        <w:rPr>
          <w:rtl/>
        </w:rPr>
        <w:t xml:space="preserve"> - </w:t>
      </w:r>
      <w:r w:rsidRPr="003A59EA">
        <w:rPr>
          <w:rtl/>
        </w:rPr>
        <w:t>اختلافا يسيرا جدا بينهما وذلك بتشعب طريق واحد في أحدهما إلى طرق أكثر مما تشعب إليه ذلك الطريق في الآخر</w:t>
      </w:r>
      <w:r w:rsidR="008A01C2">
        <w:rPr>
          <w:rtl/>
        </w:rPr>
        <w:t>،</w:t>
      </w:r>
      <w:r w:rsidRPr="003A59EA">
        <w:rPr>
          <w:rtl/>
        </w:rPr>
        <w:t xml:space="preserve"> وهذا لا يضر بوحدة المشيختين</w:t>
      </w:r>
      <w:r w:rsidR="008A01C2">
        <w:rPr>
          <w:rtl/>
        </w:rPr>
        <w:t>،</w:t>
      </w:r>
      <w:r w:rsidRPr="003A59EA">
        <w:rPr>
          <w:rtl/>
        </w:rPr>
        <w:t xml:space="preserve"> كما نبهنا عليه في محله.</w:t>
      </w:r>
    </w:p>
    <w:p w:rsidR="00094C06" w:rsidRPr="003A59EA" w:rsidRDefault="00094C06" w:rsidP="00094C06">
      <w:pPr>
        <w:pStyle w:val="libFootnote0"/>
        <w:rPr>
          <w:rtl/>
        </w:rPr>
      </w:pPr>
      <w:r w:rsidRPr="003A59EA">
        <w:rPr>
          <w:rtl/>
        </w:rPr>
        <w:t>(2) كأن يترك فرعا من الطريق لا أصلا</w:t>
      </w:r>
      <w:r w:rsidR="008A01C2">
        <w:rPr>
          <w:rtl/>
        </w:rPr>
        <w:t>،</w:t>
      </w:r>
      <w:r w:rsidRPr="003A59EA">
        <w:rPr>
          <w:rtl/>
        </w:rPr>
        <w:t xml:space="preserve"> أو يختار</w:t>
      </w:r>
      <w:r w:rsidR="008A01C2">
        <w:rPr>
          <w:rtl/>
        </w:rPr>
        <w:t xml:space="preserve"> - </w:t>
      </w:r>
      <w:r w:rsidRPr="003A59EA">
        <w:rPr>
          <w:rtl/>
        </w:rPr>
        <w:t>أحيانا نادرة</w:t>
      </w:r>
      <w:r w:rsidR="008A01C2">
        <w:rPr>
          <w:rtl/>
        </w:rPr>
        <w:t xml:space="preserve"> - </w:t>
      </w:r>
      <w:r w:rsidRPr="003A59EA">
        <w:rPr>
          <w:rtl/>
        </w:rPr>
        <w:t>أصح الطريقين إلى راو واحد</w:t>
      </w:r>
      <w:r w:rsidR="008A01C2">
        <w:rPr>
          <w:rtl/>
        </w:rPr>
        <w:t>،</w:t>
      </w:r>
      <w:r w:rsidRPr="003A59EA">
        <w:rPr>
          <w:rtl/>
        </w:rPr>
        <w:t xml:space="preserve"> ويدع الآخر.</w:t>
      </w:r>
    </w:p>
    <w:p w:rsidR="00094C06" w:rsidRDefault="00094C06" w:rsidP="00094C06">
      <w:pPr>
        <w:pStyle w:val="libNormal"/>
        <w:rPr>
          <w:rtl/>
        </w:rPr>
      </w:pPr>
      <w:r>
        <w:rPr>
          <w:rtl/>
        </w:rPr>
        <w:br w:type="page"/>
      </w:r>
    </w:p>
    <w:p w:rsidR="00094C06" w:rsidRPr="003A59EA" w:rsidRDefault="00094C06" w:rsidP="00094C06">
      <w:pPr>
        <w:pStyle w:val="libNormal"/>
        <w:rPr>
          <w:rtl/>
        </w:rPr>
      </w:pPr>
      <w:r w:rsidRPr="00094C06">
        <w:rPr>
          <w:rStyle w:val="libBold2Char"/>
          <w:rtl/>
        </w:rPr>
        <w:lastRenderedPageBreak/>
        <w:t>أمّا الثاني</w:t>
      </w:r>
      <w:r w:rsidR="008A01C2">
        <w:rPr>
          <w:rtl/>
        </w:rPr>
        <w:t>:</w:t>
      </w:r>
      <w:r w:rsidRPr="003A59EA">
        <w:rPr>
          <w:rtl/>
        </w:rPr>
        <w:t xml:space="preserve"> فهو يرتبط ارتباطا وثيقا بالطرق الضعيفة</w:t>
      </w:r>
      <w:r w:rsidR="008A01C2">
        <w:rPr>
          <w:rtl/>
        </w:rPr>
        <w:t>،</w:t>
      </w:r>
      <w:r w:rsidRPr="003A59EA">
        <w:rPr>
          <w:rtl/>
        </w:rPr>
        <w:t xml:space="preserve"> والمرسلة</w:t>
      </w:r>
      <w:r w:rsidR="008A01C2">
        <w:rPr>
          <w:rtl/>
        </w:rPr>
        <w:t>،</w:t>
      </w:r>
      <w:r w:rsidRPr="003A59EA">
        <w:rPr>
          <w:rtl/>
        </w:rPr>
        <w:t xml:space="preserve"> والمجهولة إلى المشايخ في المشيخة والفهرست</w:t>
      </w:r>
      <w:r w:rsidR="008A01C2">
        <w:rPr>
          <w:rtl/>
        </w:rPr>
        <w:t>،</w:t>
      </w:r>
      <w:r w:rsidRPr="003A59EA">
        <w:rPr>
          <w:rtl/>
        </w:rPr>
        <w:t xml:space="preserve"> وان كان محور البحث ليس فيها أصلا</w:t>
      </w:r>
      <w:r w:rsidR="008A01C2">
        <w:rPr>
          <w:rtl/>
        </w:rPr>
        <w:t>،</w:t>
      </w:r>
      <w:r w:rsidRPr="003A59EA">
        <w:rPr>
          <w:rtl/>
        </w:rPr>
        <w:t xml:space="preserve"> لاختصاصه بالمتابعة والاستقصاء التام لكافة ما ذكره الشيخ إلى هؤلاء المشايخ من طرق متصلة الاسناد ( صحيحة</w:t>
      </w:r>
      <w:r w:rsidR="008A01C2">
        <w:rPr>
          <w:rtl/>
        </w:rPr>
        <w:t>،</w:t>
      </w:r>
      <w:r w:rsidRPr="003A59EA">
        <w:rPr>
          <w:rtl/>
        </w:rPr>
        <w:t xml:space="preserve"> أو حسنة</w:t>
      </w:r>
      <w:r w:rsidR="008A01C2">
        <w:rPr>
          <w:rtl/>
        </w:rPr>
        <w:t>،</w:t>
      </w:r>
      <w:r w:rsidRPr="003A59EA">
        <w:rPr>
          <w:rtl/>
        </w:rPr>
        <w:t xml:space="preserve"> أو موثقة ) في أصل التهذيب والاستبصار</w:t>
      </w:r>
      <w:r w:rsidR="008A01C2">
        <w:rPr>
          <w:rtl/>
        </w:rPr>
        <w:t>،</w:t>
      </w:r>
      <w:r w:rsidRPr="003A59EA">
        <w:rPr>
          <w:rtl/>
        </w:rPr>
        <w:t xml:space="preserve"> لكي يقارن هذه بتلك</w:t>
      </w:r>
      <w:r w:rsidR="008A01C2">
        <w:rPr>
          <w:rtl/>
        </w:rPr>
        <w:t>،</w:t>
      </w:r>
      <w:r w:rsidRPr="003A59EA">
        <w:rPr>
          <w:rtl/>
        </w:rPr>
        <w:t xml:space="preserve"> وحينئذ يخرج الضعيف من حيّزه</w:t>
      </w:r>
      <w:r w:rsidR="008A01C2">
        <w:rPr>
          <w:rtl/>
        </w:rPr>
        <w:t>،</w:t>
      </w:r>
      <w:r w:rsidRPr="003A59EA">
        <w:rPr>
          <w:rtl/>
        </w:rPr>
        <w:t xml:space="preserve"> ويتصل المرسل</w:t>
      </w:r>
      <w:r w:rsidR="008A01C2">
        <w:rPr>
          <w:rtl/>
        </w:rPr>
        <w:t>،</w:t>
      </w:r>
      <w:r w:rsidRPr="003A59EA">
        <w:rPr>
          <w:rtl/>
        </w:rPr>
        <w:t xml:space="preserve"> ويعرف المجهول</w:t>
      </w:r>
      <w:r w:rsidR="008A01C2">
        <w:rPr>
          <w:rtl/>
        </w:rPr>
        <w:t>،</w:t>
      </w:r>
      <w:r w:rsidRPr="003A59EA">
        <w:rPr>
          <w:rtl/>
        </w:rPr>
        <w:t xml:space="preserve"> ولهذا لا يذكر</w:t>
      </w:r>
      <w:r w:rsidR="008A01C2">
        <w:rPr>
          <w:rtl/>
        </w:rPr>
        <w:t xml:space="preserve"> - </w:t>
      </w:r>
      <w:r w:rsidRPr="003A59EA">
        <w:rPr>
          <w:rtl/>
        </w:rPr>
        <w:t>في الغالب</w:t>
      </w:r>
      <w:r w:rsidR="008A01C2">
        <w:rPr>
          <w:rtl/>
        </w:rPr>
        <w:t xml:space="preserve"> - </w:t>
      </w:r>
      <w:r w:rsidRPr="003A59EA">
        <w:rPr>
          <w:rtl/>
        </w:rPr>
        <w:t>في رسالته طريقا صحيحا</w:t>
      </w:r>
      <w:r w:rsidR="008A01C2">
        <w:rPr>
          <w:rtl/>
        </w:rPr>
        <w:t>،</w:t>
      </w:r>
      <w:r w:rsidRPr="003A59EA">
        <w:rPr>
          <w:rtl/>
        </w:rPr>
        <w:t xml:space="preserve"> أو حسنا</w:t>
      </w:r>
      <w:r w:rsidR="008A01C2">
        <w:rPr>
          <w:rtl/>
        </w:rPr>
        <w:t>،</w:t>
      </w:r>
      <w:r w:rsidRPr="003A59EA">
        <w:rPr>
          <w:rtl/>
        </w:rPr>
        <w:t xml:space="preserve"> أو موثقا من أصل الكتابين لمن كان الطريق إليه صحيحا في المشيخة أو الفهرست. وهذا العمل الممتاز الذي خدم به الأردبيلي</w:t>
      </w:r>
      <w:r w:rsidR="008A01C2">
        <w:rPr>
          <w:rtl/>
        </w:rPr>
        <w:t xml:space="preserve"> - </w:t>
      </w:r>
      <w:r w:rsidRPr="00094C06">
        <w:rPr>
          <w:rStyle w:val="libAlaemChar"/>
          <w:rtl/>
        </w:rPr>
        <w:t>قدس‌سره</w:t>
      </w:r>
      <w:r w:rsidR="008A01C2">
        <w:rPr>
          <w:rtl/>
        </w:rPr>
        <w:t xml:space="preserve"> - </w:t>
      </w:r>
      <w:r w:rsidRPr="003A59EA">
        <w:rPr>
          <w:rtl/>
        </w:rPr>
        <w:t>أحاديث الكتابين لم يسبقه أحد إليه بهذا الشكل المستوعب فيما نعلم.</w:t>
      </w:r>
    </w:p>
    <w:p w:rsidR="00094C06" w:rsidRPr="003A59EA" w:rsidRDefault="00094C06" w:rsidP="00094C06">
      <w:pPr>
        <w:pStyle w:val="libNormal"/>
        <w:rPr>
          <w:rtl/>
        </w:rPr>
      </w:pPr>
      <w:r w:rsidRPr="003A59EA">
        <w:rPr>
          <w:rtl/>
        </w:rPr>
        <w:t>أمّا دور المصنف النوري</w:t>
      </w:r>
      <w:r w:rsidR="008A01C2">
        <w:rPr>
          <w:rtl/>
        </w:rPr>
        <w:t xml:space="preserve"> - </w:t>
      </w:r>
      <w:r w:rsidRPr="00094C06">
        <w:rPr>
          <w:rStyle w:val="libAlaemChar"/>
          <w:rtl/>
        </w:rPr>
        <w:t>رحمه‌الله</w:t>
      </w:r>
      <w:r w:rsidRPr="003A59EA">
        <w:rPr>
          <w:rtl/>
        </w:rPr>
        <w:t xml:space="preserve"> تعالى</w:t>
      </w:r>
      <w:r w:rsidR="008A01C2">
        <w:rPr>
          <w:rtl/>
        </w:rPr>
        <w:t xml:space="preserve"> - </w:t>
      </w:r>
      <w:r w:rsidRPr="003A59EA">
        <w:rPr>
          <w:rtl/>
        </w:rPr>
        <w:t>في هذه الفائدة</w:t>
      </w:r>
      <w:r w:rsidR="008A01C2">
        <w:rPr>
          <w:rtl/>
        </w:rPr>
        <w:t>،</w:t>
      </w:r>
      <w:r w:rsidRPr="003A59EA">
        <w:rPr>
          <w:rtl/>
        </w:rPr>
        <w:t xml:space="preserve"> فقد اختصره هو بعبارة واحدة قبل شروعه بنقل ما في رسالة تصحيح الأسانيد</w:t>
      </w:r>
      <w:r w:rsidR="008A01C2">
        <w:rPr>
          <w:rtl/>
        </w:rPr>
        <w:t>،</w:t>
      </w:r>
      <w:r w:rsidRPr="003A59EA">
        <w:rPr>
          <w:rtl/>
        </w:rPr>
        <w:t xml:space="preserve"> فقال</w:t>
      </w:r>
      <w:r w:rsidR="008A01C2">
        <w:rPr>
          <w:rtl/>
        </w:rPr>
        <w:t>:</w:t>
      </w:r>
    </w:p>
    <w:p w:rsidR="00094C06" w:rsidRPr="003A59EA" w:rsidRDefault="00094C06" w:rsidP="00094C06">
      <w:pPr>
        <w:pStyle w:val="libNormal"/>
        <w:rPr>
          <w:rtl/>
        </w:rPr>
      </w:pPr>
      <w:r w:rsidRPr="003A59EA">
        <w:rPr>
          <w:rtl/>
        </w:rPr>
        <w:t>« وربما نبهت على فائدة في بعض الطرق أدرجتها بقولي</w:t>
      </w:r>
      <w:r w:rsidR="008A01C2">
        <w:rPr>
          <w:rtl/>
        </w:rPr>
        <w:t>:</w:t>
      </w:r>
      <w:r w:rsidRPr="003A59EA">
        <w:rPr>
          <w:rtl/>
        </w:rPr>
        <w:t xml:space="preserve"> قلت</w:t>
      </w:r>
      <w:r w:rsidR="008A01C2">
        <w:rPr>
          <w:rtl/>
        </w:rPr>
        <w:t>،</w:t>
      </w:r>
      <w:r w:rsidRPr="003A59EA">
        <w:rPr>
          <w:rtl/>
        </w:rPr>
        <w:t xml:space="preserve"> وفي آخره</w:t>
      </w:r>
      <w:r w:rsidR="008A01C2">
        <w:rPr>
          <w:rtl/>
        </w:rPr>
        <w:t>:</w:t>
      </w:r>
      <w:r w:rsidRPr="003A59EA">
        <w:rPr>
          <w:rtl/>
        </w:rPr>
        <w:t xml:space="preserve"> انتهى »</w:t>
      </w:r>
      <w:r>
        <w:rPr>
          <w:rtl/>
        </w:rPr>
        <w:t>.</w:t>
      </w:r>
    </w:p>
    <w:p w:rsidR="00094C06" w:rsidRPr="003A59EA" w:rsidRDefault="00094C06" w:rsidP="00094C06">
      <w:pPr>
        <w:pStyle w:val="libNormal"/>
        <w:rPr>
          <w:rtl/>
        </w:rPr>
      </w:pPr>
      <w:r w:rsidRPr="003A59EA">
        <w:rPr>
          <w:rtl/>
        </w:rPr>
        <w:t>ثم شرع بعد ذلك بنقل طرق الشيخ على نحو ما في مختصر رسالة تصحيح الأسانيد.</w:t>
      </w:r>
    </w:p>
    <w:p w:rsidR="00094C06" w:rsidRPr="003A59EA" w:rsidRDefault="00094C06" w:rsidP="00094C06">
      <w:pPr>
        <w:pStyle w:val="libNormal"/>
        <w:rPr>
          <w:rtl/>
        </w:rPr>
      </w:pPr>
      <w:r w:rsidRPr="003A59EA">
        <w:rPr>
          <w:rtl/>
        </w:rPr>
        <w:t>هذا ويمكن الوقوف على جهد المؤلف في هذه الفائدة</w:t>
      </w:r>
      <w:r w:rsidR="008A01C2">
        <w:rPr>
          <w:rtl/>
        </w:rPr>
        <w:t>،</w:t>
      </w:r>
      <w:r w:rsidRPr="003A59EA">
        <w:rPr>
          <w:rtl/>
        </w:rPr>
        <w:t xml:space="preserve"> حيث ضمنها بكثير من الفوائد المهمة التي حملته على قطع الرسالة بين حين وآخر كما نبه عليه</w:t>
      </w:r>
      <w:r w:rsidR="008A01C2">
        <w:rPr>
          <w:rtl/>
        </w:rPr>
        <w:t>،</w:t>
      </w:r>
      <w:r w:rsidRPr="003A59EA">
        <w:rPr>
          <w:rtl/>
        </w:rPr>
        <w:t xml:space="preserve"> وذلك بلحاظ تعليقاته المصدرة بقوله</w:t>
      </w:r>
      <w:r w:rsidR="008A01C2">
        <w:rPr>
          <w:rtl/>
        </w:rPr>
        <w:t>:</w:t>
      </w:r>
      <w:r w:rsidRPr="003A59EA">
        <w:rPr>
          <w:rtl/>
        </w:rPr>
        <w:t xml:space="preserve"> ( قلت )</w:t>
      </w:r>
      <w:r w:rsidR="008A01C2">
        <w:rPr>
          <w:rtl/>
        </w:rPr>
        <w:t>،</w:t>
      </w:r>
      <w:r w:rsidRPr="003A59EA">
        <w:rPr>
          <w:rtl/>
        </w:rPr>
        <w:t xml:space="preserve"> ولعل أهمها ما يأتي</w:t>
      </w:r>
      <w:r w:rsidR="008A01C2">
        <w:rPr>
          <w:rtl/>
        </w:rPr>
        <w:t>:</w:t>
      </w:r>
    </w:p>
    <w:p w:rsidR="00094C06" w:rsidRPr="003A59EA" w:rsidRDefault="00094C06" w:rsidP="00094C06">
      <w:pPr>
        <w:pStyle w:val="libNormal"/>
        <w:rPr>
          <w:rtl/>
        </w:rPr>
      </w:pPr>
      <w:r w:rsidRPr="003A59EA">
        <w:rPr>
          <w:rtl/>
        </w:rPr>
        <w:t>1</w:t>
      </w:r>
      <w:r w:rsidR="008A01C2">
        <w:rPr>
          <w:rtl/>
        </w:rPr>
        <w:t xml:space="preserve"> - </w:t>
      </w:r>
      <w:r w:rsidRPr="003A59EA">
        <w:rPr>
          <w:rtl/>
        </w:rPr>
        <w:t>التأكيد</w:t>
      </w:r>
      <w:r w:rsidR="008A01C2">
        <w:rPr>
          <w:rtl/>
        </w:rPr>
        <w:t xml:space="preserve"> - </w:t>
      </w:r>
      <w:r w:rsidRPr="003A59EA">
        <w:rPr>
          <w:rtl/>
        </w:rPr>
        <w:t>أحيانا كثيرة</w:t>
      </w:r>
      <w:r w:rsidR="008A01C2">
        <w:rPr>
          <w:rtl/>
        </w:rPr>
        <w:t xml:space="preserve"> - </w:t>
      </w:r>
      <w:r w:rsidRPr="003A59EA">
        <w:rPr>
          <w:rtl/>
        </w:rPr>
        <w:t>على وثاقة من حكم بسببه على الطريق بالضعف وذلك بالرجوع إلى كتب الرجال.</w:t>
      </w:r>
    </w:p>
    <w:p w:rsidR="00094C06" w:rsidRPr="003A59EA" w:rsidRDefault="00094C06" w:rsidP="00094C06">
      <w:pPr>
        <w:pStyle w:val="libNormal"/>
        <w:rPr>
          <w:rtl/>
        </w:rPr>
      </w:pPr>
      <w:r w:rsidRPr="003A59EA">
        <w:rPr>
          <w:rtl/>
        </w:rPr>
        <w:t>2</w:t>
      </w:r>
      <w:r w:rsidR="008A01C2">
        <w:rPr>
          <w:rtl/>
        </w:rPr>
        <w:t xml:space="preserve"> - </w:t>
      </w:r>
      <w:r w:rsidRPr="003A59EA">
        <w:rPr>
          <w:rtl/>
        </w:rPr>
        <w:t>محاولته في وصل بعض الطرق التي حكم عليها بالإرسال.</w:t>
      </w:r>
    </w:p>
    <w:p w:rsidR="00094C06" w:rsidRDefault="00094C06" w:rsidP="00094C06">
      <w:pPr>
        <w:pStyle w:val="libNormal"/>
        <w:rPr>
          <w:rtl/>
        </w:rPr>
      </w:pPr>
      <w:r>
        <w:rPr>
          <w:rtl/>
        </w:rPr>
        <w:br w:type="page"/>
      </w:r>
    </w:p>
    <w:p w:rsidR="00094C06" w:rsidRPr="003A59EA" w:rsidRDefault="00094C06" w:rsidP="00094C06">
      <w:pPr>
        <w:pStyle w:val="libNormal"/>
        <w:rPr>
          <w:rtl/>
        </w:rPr>
      </w:pPr>
      <w:r w:rsidRPr="003A59EA">
        <w:rPr>
          <w:rtl/>
        </w:rPr>
        <w:lastRenderedPageBreak/>
        <w:t>3</w:t>
      </w:r>
      <w:r w:rsidR="008A01C2">
        <w:rPr>
          <w:rtl/>
        </w:rPr>
        <w:t xml:space="preserve"> - </w:t>
      </w:r>
      <w:r w:rsidRPr="003A59EA">
        <w:rPr>
          <w:rtl/>
        </w:rPr>
        <w:t>الإشارة إلى حكم المشهور على بعض الطرق</w:t>
      </w:r>
      <w:r w:rsidR="008A01C2">
        <w:rPr>
          <w:rtl/>
        </w:rPr>
        <w:t>،</w:t>
      </w:r>
      <w:r w:rsidRPr="003A59EA">
        <w:rPr>
          <w:rtl/>
        </w:rPr>
        <w:t xml:space="preserve"> وحكمها عنده</w:t>
      </w:r>
      <w:r w:rsidR="008A01C2">
        <w:rPr>
          <w:rtl/>
        </w:rPr>
        <w:t>،</w:t>
      </w:r>
      <w:r w:rsidRPr="003A59EA">
        <w:rPr>
          <w:rtl/>
        </w:rPr>
        <w:t xml:space="preserve"> مع بيان السبب الداعي إلى الحكم بخلاف المشهور.</w:t>
      </w:r>
    </w:p>
    <w:p w:rsidR="00094C06" w:rsidRPr="003A59EA" w:rsidRDefault="00094C06" w:rsidP="00094C06">
      <w:pPr>
        <w:pStyle w:val="libNormal"/>
        <w:rPr>
          <w:rtl/>
        </w:rPr>
      </w:pPr>
      <w:r w:rsidRPr="003A59EA">
        <w:rPr>
          <w:rtl/>
        </w:rPr>
        <w:t>4</w:t>
      </w:r>
      <w:r w:rsidR="008A01C2">
        <w:rPr>
          <w:rtl/>
        </w:rPr>
        <w:t xml:space="preserve"> - </w:t>
      </w:r>
      <w:r w:rsidRPr="003A59EA">
        <w:rPr>
          <w:rtl/>
        </w:rPr>
        <w:t>التنبيه على وثاقة أو حسن بعض الرواة في جامع الرواة مع تضعيف بعض الطرق بسببهم في رسالة تصحيح الأسانيد سهوا.</w:t>
      </w:r>
    </w:p>
    <w:p w:rsidR="00094C06" w:rsidRPr="003A59EA" w:rsidRDefault="00094C06" w:rsidP="00094C06">
      <w:pPr>
        <w:pStyle w:val="libNormal"/>
        <w:rPr>
          <w:rtl/>
        </w:rPr>
      </w:pPr>
      <w:r w:rsidRPr="003A59EA">
        <w:rPr>
          <w:rtl/>
        </w:rPr>
        <w:t>5</w:t>
      </w:r>
      <w:r w:rsidR="008A01C2">
        <w:rPr>
          <w:rtl/>
        </w:rPr>
        <w:t xml:space="preserve"> - </w:t>
      </w:r>
      <w:r w:rsidRPr="003A59EA">
        <w:rPr>
          <w:rtl/>
        </w:rPr>
        <w:t>بيان رأيه في الطرق المرسلة</w:t>
      </w:r>
      <w:r w:rsidR="008A01C2">
        <w:rPr>
          <w:rtl/>
        </w:rPr>
        <w:t>،</w:t>
      </w:r>
      <w:r w:rsidRPr="003A59EA">
        <w:rPr>
          <w:rtl/>
        </w:rPr>
        <w:t xml:space="preserve"> إذا كان المرسل من أصحاب الإجماع.</w:t>
      </w:r>
    </w:p>
    <w:p w:rsidR="00094C06" w:rsidRPr="003A59EA" w:rsidRDefault="00094C06" w:rsidP="00094C06">
      <w:pPr>
        <w:pStyle w:val="libNormal"/>
        <w:rPr>
          <w:rtl/>
        </w:rPr>
      </w:pPr>
      <w:r w:rsidRPr="003A59EA">
        <w:rPr>
          <w:rtl/>
        </w:rPr>
        <w:t>6</w:t>
      </w:r>
      <w:r w:rsidR="008A01C2">
        <w:rPr>
          <w:rtl/>
        </w:rPr>
        <w:t xml:space="preserve"> - </w:t>
      </w:r>
      <w:r w:rsidRPr="003A59EA">
        <w:rPr>
          <w:rtl/>
        </w:rPr>
        <w:t>مخالفة صاحب الرسالة في حكمه بالاتحاد بين راويين</w:t>
      </w:r>
      <w:r w:rsidR="008A01C2">
        <w:rPr>
          <w:rtl/>
        </w:rPr>
        <w:t>،</w:t>
      </w:r>
      <w:r w:rsidRPr="003A59EA">
        <w:rPr>
          <w:rtl/>
        </w:rPr>
        <w:t xml:space="preserve"> وبيان التعدد بوجوه كما هو الحال في محمّد بن جعفر الأسدي الذي حكم الأردبيلي باتحاده مع محمّد بن جعفر الرزاز.</w:t>
      </w:r>
    </w:p>
    <w:p w:rsidR="00094C06" w:rsidRPr="003A59EA" w:rsidRDefault="00094C06" w:rsidP="00094C06">
      <w:pPr>
        <w:pStyle w:val="libNormal"/>
        <w:rPr>
          <w:rtl/>
        </w:rPr>
      </w:pPr>
      <w:r w:rsidRPr="003A59EA">
        <w:rPr>
          <w:rtl/>
        </w:rPr>
        <w:t>7</w:t>
      </w:r>
      <w:r w:rsidR="008A01C2">
        <w:rPr>
          <w:rtl/>
        </w:rPr>
        <w:t xml:space="preserve"> - </w:t>
      </w:r>
      <w:r w:rsidRPr="003A59EA">
        <w:rPr>
          <w:rtl/>
        </w:rPr>
        <w:t>التوسع</w:t>
      </w:r>
      <w:r w:rsidR="008A01C2">
        <w:rPr>
          <w:rtl/>
        </w:rPr>
        <w:t xml:space="preserve"> - </w:t>
      </w:r>
      <w:r w:rsidRPr="003A59EA">
        <w:rPr>
          <w:rtl/>
        </w:rPr>
        <w:t>أحيانا</w:t>
      </w:r>
      <w:r w:rsidR="008A01C2">
        <w:rPr>
          <w:rtl/>
        </w:rPr>
        <w:t xml:space="preserve"> - </w:t>
      </w:r>
      <w:r w:rsidRPr="003A59EA">
        <w:rPr>
          <w:rtl/>
        </w:rPr>
        <w:t>في بيان بعض الأمور المتعلقة بالرواة الذين حكم عليهم بالضعف أو الجهالة</w:t>
      </w:r>
      <w:r w:rsidR="008A01C2">
        <w:rPr>
          <w:rtl/>
        </w:rPr>
        <w:t>،</w:t>
      </w:r>
      <w:r w:rsidRPr="003A59EA">
        <w:rPr>
          <w:rtl/>
        </w:rPr>
        <w:t xml:space="preserve"> بما يؤكد من خلالها على حسن حالهم.</w:t>
      </w:r>
    </w:p>
    <w:p w:rsidR="00094C06" w:rsidRPr="003A59EA" w:rsidRDefault="00094C06" w:rsidP="00094C06">
      <w:pPr>
        <w:pStyle w:val="libNormal"/>
        <w:rPr>
          <w:rtl/>
        </w:rPr>
      </w:pPr>
      <w:r w:rsidRPr="003A59EA">
        <w:rPr>
          <w:rtl/>
        </w:rPr>
        <w:t>8</w:t>
      </w:r>
      <w:r w:rsidR="008A01C2">
        <w:rPr>
          <w:rtl/>
        </w:rPr>
        <w:t xml:space="preserve"> - </w:t>
      </w:r>
      <w:r w:rsidRPr="003A59EA">
        <w:rPr>
          <w:rtl/>
        </w:rPr>
        <w:t>التنبيه على خلو مشيخة التهذيب من بعض الطرق التي نصت الرسالة على وجوده فيها</w:t>
      </w:r>
      <w:r w:rsidR="008A01C2">
        <w:rPr>
          <w:rtl/>
        </w:rPr>
        <w:t>،</w:t>
      </w:r>
      <w:r w:rsidRPr="003A59EA">
        <w:rPr>
          <w:rtl/>
        </w:rPr>
        <w:t xml:space="preserve"> وهذه الملاحظة مهمة جدا</w:t>
      </w:r>
      <w:r w:rsidR="008A01C2">
        <w:rPr>
          <w:rtl/>
        </w:rPr>
        <w:t>،</w:t>
      </w:r>
      <w:r w:rsidRPr="003A59EA">
        <w:rPr>
          <w:rtl/>
        </w:rPr>
        <w:t xml:space="preserve"> إذ صرح الأردبيلي</w:t>
      </w:r>
      <w:r w:rsidR="008A01C2">
        <w:rPr>
          <w:rtl/>
        </w:rPr>
        <w:t xml:space="preserve"> - </w:t>
      </w:r>
      <w:r w:rsidRPr="00094C06">
        <w:rPr>
          <w:rStyle w:val="libAlaemChar"/>
          <w:rtl/>
        </w:rPr>
        <w:t>رحمه‌الله</w:t>
      </w:r>
      <w:r w:rsidRPr="003A59EA">
        <w:rPr>
          <w:rtl/>
        </w:rPr>
        <w:t xml:space="preserve"> تعالى</w:t>
      </w:r>
      <w:r w:rsidR="008A01C2">
        <w:rPr>
          <w:rtl/>
        </w:rPr>
        <w:t xml:space="preserve"> - </w:t>
      </w:r>
      <w:r w:rsidRPr="003A59EA">
        <w:rPr>
          <w:rtl/>
        </w:rPr>
        <w:t>بوجود بعض الطرق في المشيخة ولا أثر له فيها فعلا</w:t>
      </w:r>
      <w:r w:rsidR="008A01C2">
        <w:rPr>
          <w:rtl/>
        </w:rPr>
        <w:t>،</w:t>
      </w:r>
      <w:r w:rsidRPr="003A59EA">
        <w:rPr>
          <w:rtl/>
        </w:rPr>
        <w:t xml:space="preserve"> وقد تكرر ذلك منه بما يقرب من مائة مورد تقريبا</w:t>
      </w:r>
      <w:r w:rsidR="008A01C2">
        <w:rPr>
          <w:rtl/>
        </w:rPr>
        <w:t>،</w:t>
      </w:r>
      <w:r w:rsidRPr="003A59EA">
        <w:rPr>
          <w:rtl/>
        </w:rPr>
        <w:t xml:space="preserve"> ومن البعيد جدا أن تكون كل هذه التصريحات من سهو القلم.</w:t>
      </w:r>
    </w:p>
    <w:p w:rsidR="00094C06" w:rsidRPr="003A59EA" w:rsidRDefault="00094C06" w:rsidP="00094C06">
      <w:pPr>
        <w:pStyle w:val="libNormal"/>
        <w:rPr>
          <w:rtl/>
        </w:rPr>
      </w:pPr>
      <w:r w:rsidRPr="003A59EA">
        <w:rPr>
          <w:rtl/>
        </w:rPr>
        <w:t>هذا</w:t>
      </w:r>
      <w:r w:rsidR="008A01C2">
        <w:rPr>
          <w:rtl/>
        </w:rPr>
        <w:t>،</w:t>
      </w:r>
      <w:r w:rsidRPr="003A59EA">
        <w:rPr>
          <w:rtl/>
        </w:rPr>
        <w:t xml:space="preserve"> ولم نهتد</w:t>
      </w:r>
      <w:r w:rsidR="008A01C2">
        <w:rPr>
          <w:rtl/>
        </w:rPr>
        <w:t xml:space="preserve"> - </w:t>
      </w:r>
      <w:r w:rsidRPr="003A59EA">
        <w:rPr>
          <w:rtl/>
        </w:rPr>
        <w:t>بعد طول البحث والتأمل</w:t>
      </w:r>
      <w:r w:rsidR="008A01C2">
        <w:rPr>
          <w:rtl/>
        </w:rPr>
        <w:t xml:space="preserve"> - </w:t>
      </w:r>
      <w:r w:rsidRPr="003A59EA">
        <w:rPr>
          <w:rtl/>
        </w:rPr>
        <w:t>إلى السر في ذلك</w:t>
      </w:r>
      <w:r w:rsidR="008A01C2">
        <w:rPr>
          <w:rtl/>
        </w:rPr>
        <w:t>،</w:t>
      </w:r>
      <w:r w:rsidRPr="003A59EA">
        <w:rPr>
          <w:rtl/>
        </w:rPr>
        <w:t xml:space="preserve"> وربما قد نبحث الموضوع في مقال مستقل بشكل مفصل.</w:t>
      </w:r>
    </w:p>
    <w:p w:rsidR="00094C06" w:rsidRPr="003A59EA" w:rsidRDefault="00094C06" w:rsidP="00094C06">
      <w:pPr>
        <w:pStyle w:val="libNormal"/>
        <w:rPr>
          <w:rtl/>
        </w:rPr>
      </w:pPr>
      <w:r w:rsidRPr="003A59EA">
        <w:rPr>
          <w:rtl/>
        </w:rPr>
        <w:t>9</w:t>
      </w:r>
      <w:r w:rsidR="008A01C2">
        <w:rPr>
          <w:rtl/>
        </w:rPr>
        <w:t xml:space="preserve"> - </w:t>
      </w:r>
      <w:r w:rsidRPr="003A59EA">
        <w:rPr>
          <w:rtl/>
        </w:rPr>
        <w:t>التصريح بأن الحكم بالضعف أو الجهالة على بعض طرق الشيخ إلى المصنفات والأصول في الفهرست لا يضر بعد وصول هذه الكتب سالمة إلى عصر المصنف</w:t>
      </w:r>
      <w:r w:rsidR="008A01C2">
        <w:rPr>
          <w:rtl/>
        </w:rPr>
        <w:t>،</w:t>
      </w:r>
      <w:r w:rsidRPr="003A59EA">
        <w:rPr>
          <w:rtl/>
        </w:rPr>
        <w:t xml:space="preserve"> وقيامه بشرح حالها بما يؤكد الاعتماد عليها كما مر في الفائدة الثالثة.</w:t>
      </w:r>
    </w:p>
    <w:p w:rsidR="00094C06" w:rsidRPr="003A59EA" w:rsidRDefault="00094C06" w:rsidP="00094C06">
      <w:pPr>
        <w:pStyle w:val="libNormal"/>
        <w:rPr>
          <w:rtl/>
        </w:rPr>
      </w:pPr>
      <w:r w:rsidRPr="003A59EA">
        <w:rPr>
          <w:rtl/>
        </w:rPr>
        <w:t>10</w:t>
      </w:r>
      <w:r w:rsidR="008A01C2">
        <w:rPr>
          <w:rtl/>
        </w:rPr>
        <w:t xml:space="preserve"> - </w:t>
      </w:r>
      <w:r w:rsidRPr="003A59EA">
        <w:rPr>
          <w:rtl/>
        </w:rPr>
        <w:t>الاهتمام ببيان ما في فهارس الشيوخ المصنفة لروايات الأصول</w:t>
      </w:r>
    </w:p>
    <w:p w:rsidR="00094C06" w:rsidRDefault="00094C06" w:rsidP="00094C06">
      <w:pPr>
        <w:pStyle w:val="libNormal"/>
        <w:rPr>
          <w:rtl/>
        </w:rPr>
      </w:pPr>
      <w:r>
        <w:rPr>
          <w:rtl/>
        </w:rPr>
        <w:br w:type="page"/>
      </w:r>
    </w:p>
    <w:p w:rsidR="00094C06" w:rsidRPr="003A59EA" w:rsidRDefault="00094C06" w:rsidP="00094C06">
      <w:pPr>
        <w:pStyle w:val="libNormal0"/>
        <w:rPr>
          <w:rtl/>
        </w:rPr>
      </w:pPr>
      <w:r w:rsidRPr="003A59EA">
        <w:rPr>
          <w:rtl/>
        </w:rPr>
        <w:lastRenderedPageBreak/>
        <w:t>والمصنفات</w:t>
      </w:r>
      <w:r w:rsidR="008A01C2">
        <w:rPr>
          <w:rtl/>
        </w:rPr>
        <w:t>،</w:t>
      </w:r>
      <w:r w:rsidRPr="003A59EA">
        <w:rPr>
          <w:rtl/>
        </w:rPr>
        <w:t xml:space="preserve"> حيث أحال إليها الشيخ الطوسي</w:t>
      </w:r>
      <w:r w:rsidR="008A01C2">
        <w:rPr>
          <w:rtl/>
        </w:rPr>
        <w:t xml:space="preserve"> - </w:t>
      </w:r>
      <w:r w:rsidRPr="00094C06">
        <w:rPr>
          <w:rStyle w:val="libAlaemChar"/>
          <w:rtl/>
        </w:rPr>
        <w:t>قدس‌سره</w:t>
      </w:r>
      <w:r w:rsidR="008A01C2">
        <w:rPr>
          <w:rtl/>
        </w:rPr>
        <w:t xml:space="preserve"> - </w:t>
      </w:r>
      <w:r w:rsidRPr="003A59EA">
        <w:rPr>
          <w:rtl/>
        </w:rPr>
        <w:t>كما تقدم.</w:t>
      </w:r>
    </w:p>
    <w:p w:rsidR="00094C06" w:rsidRPr="003A59EA" w:rsidRDefault="00094C06" w:rsidP="00094C06">
      <w:pPr>
        <w:pStyle w:val="libNormal"/>
        <w:rPr>
          <w:rtl/>
        </w:rPr>
      </w:pPr>
      <w:r w:rsidRPr="003A59EA">
        <w:rPr>
          <w:rtl/>
        </w:rPr>
        <w:t>ومن هذه الفهارس التي رجع إليها المصنف لمعرفة تلكم الطرق هي</w:t>
      </w:r>
      <w:r w:rsidR="008A01C2">
        <w:rPr>
          <w:rtl/>
        </w:rPr>
        <w:t>:</w:t>
      </w:r>
    </w:p>
    <w:p w:rsidR="00094C06" w:rsidRPr="003A59EA" w:rsidRDefault="00094C06" w:rsidP="00094C06">
      <w:pPr>
        <w:pStyle w:val="libNormal"/>
        <w:rPr>
          <w:rtl/>
        </w:rPr>
      </w:pPr>
      <w:r w:rsidRPr="003A59EA">
        <w:rPr>
          <w:rtl/>
        </w:rPr>
        <w:t>مشيخة الصدوق</w:t>
      </w:r>
      <w:r w:rsidR="008A01C2">
        <w:rPr>
          <w:rtl/>
        </w:rPr>
        <w:t>،</w:t>
      </w:r>
      <w:r w:rsidRPr="003A59EA">
        <w:rPr>
          <w:rtl/>
        </w:rPr>
        <w:t xml:space="preserve"> ومشيخة أبي غالب الزراري المفصلة في رسالته المعروفة في آل أعين</w:t>
      </w:r>
      <w:r w:rsidR="008A01C2">
        <w:rPr>
          <w:rtl/>
        </w:rPr>
        <w:t>،</w:t>
      </w:r>
      <w:r w:rsidRPr="003A59EA">
        <w:rPr>
          <w:rtl/>
        </w:rPr>
        <w:t xml:space="preserve"> ومشيخة النجاشي في كتابه المعروف برجال النجاشي.</w:t>
      </w:r>
    </w:p>
    <w:p w:rsidR="00094C06" w:rsidRPr="003A59EA" w:rsidRDefault="00094C06" w:rsidP="00094C06">
      <w:pPr>
        <w:pStyle w:val="libNormal"/>
        <w:rPr>
          <w:rtl/>
        </w:rPr>
      </w:pPr>
      <w:r w:rsidRPr="003A59EA">
        <w:rPr>
          <w:rtl/>
        </w:rPr>
        <w:t>وقد أكثر المصنف الرجوع إلى هذه الكتب الثلاثة.</w:t>
      </w:r>
    </w:p>
    <w:p w:rsidR="00094C06" w:rsidRPr="003A59EA" w:rsidRDefault="00094C06" w:rsidP="00094C06">
      <w:pPr>
        <w:pStyle w:val="libNormal"/>
        <w:rPr>
          <w:rtl/>
        </w:rPr>
      </w:pPr>
      <w:r w:rsidRPr="003A59EA">
        <w:rPr>
          <w:rtl/>
        </w:rPr>
        <w:t>11</w:t>
      </w:r>
      <w:r w:rsidR="008A01C2">
        <w:rPr>
          <w:rtl/>
        </w:rPr>
        <w:t xml:space="preserve"> - </w:t>
      </w:r>
      <w:r w:rsidRPr="003A59EA">
        <w:rPr>
          <w:rtl/>
        </w:rPr>
        <w:t>بيان سبب حكم الأردبيلي</w:t>
      </w:r>
      <w:r w:rsidR="008A01C2">
        <w:rPr>
          <w:rtl/>
        </w:rPr>
        <w:t xml:space="preserve"> - </w:t>
      </w:r>
      <w:r w:rsidRPr="00094C06">
        <w:rPr>
          <w:rStyle w:val="libAlaemChar"/>
          <w:rtl/>
        </w:rPr>
        <w:t>رحمه‌الله</w:t>
      </w:r>
      <w:r w:rsidRPr="003A59EA">
        <w:rPr>
          <w:rtl/>
        </w:rPr>
        <w:t xml:space="preserve"> تعالى</w:t>
      </w:r>
      <w:r w:rsidR="008A01C2">
        <w:rPr>
          <w:rtl/>
        </w:rPr>
        <w:t xml:space="preserve"> - </w:t>
      </w:r>
      <w:r w:rsidRPr="003A59EA">
        <w:rPr>
          <w:rtl/>
        </w:rPr>
        <w:t>على بعض بعض الطرق بالضعف أو الإرسال أو الجهالة</w:t>
      </w:r>
      <w:r w:rsidR="008A01C2">
        <w:rPr>
          <w:rtl/>
        </w:rPr>
        <w:t>،</w:t>
      </w:r>
      <w:r w:rsidRPr="003A59EA">
        <w:rPr>
          <w:rtl/>
        </w:rPr>
        <w:t xml:space="preserve"> وإبداء الرأي في ذلك أحيانا.</w:t>
      </w:r>
    </w:p>
    <w:p w:rsidR="00094C06" w:rsidRPr="003A59EA" w:rsidRDefault="00094C06" w:rsidP="00094C06">
      <w:pPr>
        <w:pStyle w:val="libNormal"/>
        <w:rPr>
          <w:rtl/>
        </w:rPr>
      </w:pPr>
      <w:r w:rsidRPr="003A59EA">
        <w:rPr>
          <w:rtl/>
        </w:rPr>
        <w:t>12</w:t>
      </w:r>
      <w:r w:rsidR="008A01C2">
        <w:rPr>
          <w:rtl/>
        </w:rPr>
        <w:t xml:space="preserve"> - </w:t>
      </w:r>
      <w:r w:rsidRPr="003A59EA">
        <w:rPr>
          <w:rtl/>
        </w:rPr>
        <w:t>كثرة الإحالة من المصنف إلى ما تقدم في الفوائد السابقة من تراجم الرواة وشرح حال كتبهم</w:t>
      </w:r>
      <w:r w:rsidR="008A01C2">
        <w:rPr>
          <w:rtl/>
        </w:rPr>
        <w:t>،</w:t>
      </w:r>
      <w:r w:rsidRPr="003A59EA">
        <w:rPr>
          <w:rtl/>
        </w:rPr>
        <w:t xml:space="preserve"> إذ لا يمكن التعقيب بما ذكره فيها على من ضعف هنا في هذه الفائدة</w:t>
      </w:r>
      <w:r w:rsidR="008A01C2">
        <w:rPr>
          <w:rtl/>
        </w:rPr>
        <w:t>،</w:t>
      </w:r>
      <w:r w:rsidRPr="003A59EA">
        <w:rPr>
          <w:rtl/>
        </w:rPr>
        <w:t xml:space="preserve"> وبهذا فقد ربط أكثر الطرق الضعيفة أو المجهولة بما فصله في الفوائد السابقة عن رجال هذه الطرق.</w:t>
      </w:r>
    </w:p>
    <w:p w:rsidR="00094C06" w:rsidRPr="003A59EA" w:rsidRDefault="00094C06" w:rsidP="00094C06">
      <w:pPr>
        <w:pStyle w:val="libNormal"/>
        <w:rPr>
          <w:rtl/>
        </w:rPr>
      </w:pPr>
      <w:r w:rsidRPr="003A59EA">
        <w:rPr>
          <w:rtl/>
        </w:rPr>
        <w:t>هذا وبعد فراغه من تتبع طرق الشيخ والتعليق عليها نبّه على أربعة أمور</w:t>
      </w:r>
      <w:r w:rsidR="008A01C2">
        <w:rPr>
          <w:rtl/>
        </w:rPr>
        <w:t xml:space="preserve"> - </w:t>
      </w:r>
      <w:r w:rsidRPr="003A59EA">
        <w:rPr>
          <w:rtl/>
        </w:rPr>
        <w:t>جعلها خاتمة لهذه الفائدة</w:t>
      </w:r>
      <w:r w:rsidR="008A01C2">
        <w:rPr>
          <w:rtl/>
        </w:rPr>
        <w:t xml:space="preserve"> - </w:t>
      </w:r>
      <w:r w:rsidRPr="003A59EA">
        <w:rPr>
          <w:rtl/>
        </w:rPr>
        <w:t>وهي</w:t>
      </w:r>
      <w:r w:rsidR="008A01C2">
        <w:rPr>
          <w:rtl/>
        </w:rPr>
        <w:t>:</w:t>
      </w:r>
    </w:p>
    <w:p w:rsidR="00094C06" w:rsidRPr="003A59EA" w:rsidRDefault="00094C06" w:rsidP="00094C06">
      <w:pPr>
        <w:pStyle w:val="libNormal"/>
        <w:rPr>
          <w:rtl/>
        </w:rPr>
      </w:pPr>
      <w:r w:rsidRPr="00094C06">
        <w:rPr>
          <w:rStyle w:val="libBold2Char"/>
          <w:rtl/>
        </w:rPr>
        <w:t>التنبيه الأول</w:t>
      </w:r>
      <w:r w:rsidR="008A01C2">
        <w:rPr>
          <w:rtl/>
        </w:rPr>
        <w:t>:</w:t>
      </w:r>
      <w:r w:rsidRPr="003A59EA">
        <w:rPr>
          <w:rtl/>
        </w:rPr>
        <w:t xml:space="preserve"> الرد على تضعيف الأردبيلي</w:t>
      </w:r>
      <w:r w:rsidR="008A01C2">
        <w:rPr>
          <w:rtl/>
        </w:rPr>
        <w:t xml:space="preserve"> - </w:t>
      </w:r>
      <w:r w:rsidRPr="00094C06">
        <w:rPr>
          <w:rStyle w:val="libAlaemChar"/>
          <w:rtl/>
        </w:rPr>
        <w:t>رحمه‌الله</w:t>
      </w:r>
      <w:r w:rsidRPr="003A59EA">
        <w:rPr>
          <w:rtl/>
        </w:rPr>
        <w:t xml:space="preserve"> تعالى</w:t>
      </w:r>
      <w:r w:rsidR="008A01C2">
        <w:rPr>
          <w:rtl/>
        </w:rPr>
        <w:t xml:space="preserve"> - </w:t>
      </w:r>
      <w:r w:rsidRPr="003A59EA">
        <w:rPr>
          <w:rtl/>
        </w:rPr>
        <w:t>لبعض الطرق ردا إجماليا</w:t>
      </w:r>
      <w:r w:rsidR="008A01C2">
        <w:rPr>
          <w:rtl/>
        </w:rPr>
        <w:t>،</w:t>
      </w:r>
      <w:r w:rsidRPr="003A59EA">
        <w:rPr>
          <w:rtl/>
        </w:rPr>
        <w:t xml:space="preserve"> إذ التعرض لكل حكم بالتفصيل يوجب الاطناب الممل.</w:t>
      </w:r>
    </w:p>
    <w:p w:rsidR="00094C06" w:rsidRPr="003A59EA" w:rsidRDefault="00094C06" w:rsidP="00094C06">
      <w:pPr>
        <w:pStyle w:val="libNormal"/>
        <w:rPr>
          <w:rtl/>
        </w:rPr>
      </w:pPr>
      <w:r w:rsidRPr="00094C06">
        <w:rPr>
          <w:rStyle w:val="libBold2Char"/>
          <w:rtl/>
        </w:rPr>
        <w:t>التنبيه الثاني</w:t>
      </w:r>
      <w:r w:rsidR="008A01C2">
        <w:rPr>
          <w:rtl/>
        </w:rPr>
        <w:t>:</w:t>
      </w:r>
      <w:r w:rsidRPr="003A59EA">
        <w:rPr>
          <w:rtl/>
        </w:rPr>
        <w:t xml:space="preserve"> البناء على إحراز وثاقة مشايخ الإجازة بحصول الظن من الامارات على ذلك</w:t>
      </w:r>
      <w:r w:rsidR="008A01C2">
        <w:rPr>
          <w:rtl/>
        </w:rPr>
        <w:t>،</w:t>
      </w:r>
      <w:r w:rsidRPr="003A59EA">
        <w:rPr>
          <w:rtl/>
        </w:rPr>
        <w:t xml:space="preserve"> مع التصريح بعدم قوله بأن مشيخة الإجازة تعدّ من أمارات التوثيق.</w:t>
      </w:r>
    </w:p>
    <w:p w:rsidR="00094C06" w:rsidRPr="003A59EA" w:rsidRDefault="00094C06" w:rsidP="00094C06">
      <w:pPr>
        <w:pStyle w:val="libNormal"/>
        <w:rPr>
          <w:rtl/>
        </w:rPr>
      </w:pPr>
      <w:r w:rsidRPr="003A59EA">
        <w:rPr>
          <w:rtl/>
        </w:rPr>
        <w:t>ثم نبه إلى ما تقدم من أمور في الفوائد السابقة والتي يمكن من خلالها الحكم بوثاقة مشايخ الإجازة</w:t>
      </w:r>
      <w:r w:rsidR="008A01C2">
        <w:rPr>
          <w:rtl/>
        </w:rPr>
        <w:t>،</w:t>
      </w:r>
      <w:r w:rsidRPr="003A59EA">
        <w:rPr>
          <w:rtl/>
        </w:rPr>
        <w:t xml:space="preserve"> مشيرا في هذه الفائدة لأهمها لكثرة الحاجة إليها.</w:t>
      </w:r>
    </w:p>
    <w:p w:rsidR="00094C06" w:rsidRPr="003A59EA" w:rsidRDefault="00094C06" w:rsidP="00094C06">
      <w:pPr>
        <w:pStyle w:val="libNormal"/>
        <w:rPr>
          <w:rtl/>
        </w:rPr>
      </w:pPr>
      <w:r w:rsidRPr="00094C06">
        <w:rPr>
          <w:rStyle w:val="libBold2Char"/>
          <w:rtl/>
        </w:rPr>
        <w:t>التنبيه الثالث</w:t>
      </w:r>
      <w:r w:rsidR="008A01C2">
        <w:rPr>
          <w:rtl/>
        </w:rPr>
        <w:t>:</w:t>
      </w:r>
      <w:r w:rsidRPr="003A59EA">
        <w:rPr>
          <w:rtl/>
        </w:rPr>
        <w:t xml:space="preserve"> رأيه فيما يخص أبواب الزيادات في كتاب التهذيب</w:t>
      </w:r>
      <w:r w:rsidR="008A01C2">
        <w:rPr>
          <w:rtl/>
        </w:rPr>
        <w:t>،</w:t>
      </w:r>
    </w:p>
    <w:p w:rsidR="00094C06" w:rsidRDefault="00094C06" w:rsidP="00094C06">
      <w:pPr>
        <w:pStyle w:val="libNormal"/>
        <w:rPr>
          <w:rtl/>
        </w:rPr>
      </w:pPr>
      <w:r>
        <w:rPr>
          <w:rtl/>
        </w:rPr>
        <w:br w:type="page"/>
      </w:r>
    </w:p>
    <w:p w:rsidR="00094C06" w:rsidRPr="003A59EA" w:rsidRDefault="00094C06" w:rsidP="00094C06">
      <w:pPr>
        <w:pStyle w:val="libNormal0"/>
        <w:rPr>
          <w:rtl/>
        </w:rPr>
      </w:pPr>
      <w:r w:rsidRPr="003A59EA">
        <w:rPr>
          <w:rtl/>
        </w:rPr>
        <w:lastRenderedPageBreak/>
        <w:t>مع نقله لكلام المحدث الجزائري ومناقشته.</w:t>
      </w:r>
    </w:p>
    <w:p w:rsidR="00094C06" w:rsidRPr="003A59EA" w:rsidRDefault="00094C06" w:rsidP="00094C06">
      <w:pPr>
        <w:pStyle w:val="libNormal"/>
        <w:rPr>
          <w:rtl/>
        </w:rPr>
      </w:pPr>
      <w:r w:rsidRPr="00094C06">
        <w:rPr>
          <w:rStyle w:val="libBold2Char"/>
          <w:rtl/>
        </w:rPr>
        <w:t>التنبيه الرابع</w:t>
      </w:r>
      <w:r w:rsidR="008A01C2">
        <w:rPr>
          <w:rtl/>
        </w:rPr>
        <w:t>:</w:t>
      </w:r>
      <w:r w:rsidRPr="003A59EA">
        <w:rPr>
          <w:rtl/>
        </w:rPr>
        <w:t xml:space="preserve"> في بيان عدد الأحاديث والأبواب في كتاب التهذيب.</w:t>
      </w:r>
    </w:p>
    <w:p w:rsidR="00094C06" w:rsidRDefault="00094C06" w:rsidP="00094C06">
      <w:pPr>
        <w:pStyle w:val="libNormal"/>
        <w:rPr>
          <w:rtl/>
        </w:rPr>
      </w:pPr>
      <w:r>
        <w:rPr>
          <w:rtl/>
        </w:rPr>
        <w:br w:type="page"/>
      </w:r>
    </w:p>
    <w:p w:rsidR="00094C06" w:rsidRDefault="00094C06" w:rsidP="00094C06">
      <w:pPr>
        <w:pStyle w:val="libCenterBold1"/>
        <w:rPr>
          <w:rFonts w:hint="cs"/>
          <w:rtl/>
        </w:rPr>
      </w:pPr>
      <w:r w:rsidRPr="003A59EA">
        <w:rPr>
          <w:rtl/>
        </w:rPr>
        <w:lastRenderedPageBreak/>
        <w:t>الفائدة السابعة</w:t>
      </w:r>
    </w:p>
    <w:p w:rsidR="00094C06" w:rsidRDefault="00094C06" w:rsidP="00094C06">
      <w:pPr>
        <w:pStyle w:val="libCenterBold1"/>
        <w:rPr>
          <w:rtl/>
        </w:rPr>
      </w:pPr>
      <w:r w:rsidRPr="003A59EA">
        <w:rPr>
          <w:rtl/>
        </w:rPr>
        <w:t>في ذكر أصحاب الإجماع وعدّتهم</w:t>
      </w:r>
    </w:p>
    <w:p w:rsidR="00094C06" w:rsidRPr="003A59EA" w:rsidRDefault="00094C06" w:rsidP="00094C06">
      <w:pPr>
        <w:pStyle w:val="libNormal"/>
        <w:rPr>
          <w:rtl/>
        </w:rPr>
      </w:pPr>
      <w:r w:rsidRPr="003A59EA">
        <w:rPr>
          <w:rtl/>
        </w:rPr>
        <w:t>في هذه الفائدة بحث مبسوط عن المصطلح الرجالي المعروف عند الشيعة الإمامية</w:t>
      </w:r>
      <w:r>
        <w:rPr>
          <w:rtl/>
        </w:rPr>
        <w:t xml:space="preserve"> بـ</w:t>
      </w:r>
      <w:r w:rsidR="008A01C2">
        <w:rPr>
          <w:rtl/>
        </w:rPr>
        <w:t>:</w:t>
      </w:r>
      <w:r w:rsidRPr="003A59EA">
        <w:rPr>
          <w:rtl/>
        </w:rPr>
        <w:t xml:space="preserve"> ( أصحاب الإجماع ) تناول فيه المصنف الأمور التالية</w:t>
      </w:r>
      <w:r w:rsidR="008A01C2">
        <w:rPr>
          <w:rtl/>
        </w:rPr>
        <w:t>:</w:t>
      </w:r>
    </w:p>
    <w:p w:rsidR="00094C06" w:rsidRPr="003A59EA" w:rsidRDefault="00094C06" w:rsidP="00094C06">
      <w:pPr>
        <w:pStyle w:val="libNormal"/>
        <w:rPr>
          <w:rtl/>
        </w:rPr>
      </w:pPr>
      <w:r w:rsidRPr="00094C06">
        <w:rPr>
          <w:rStyle w:val="libBold2Char"/>
          <w:rtl/>
        </w:rPr>
        <w:t>الأول</w:t>
      </w:r>
      <w:r w:rsidR="008A01C2">
        <w:rPr>
          <w:rtl/>
        </w:rPr>
        <w:t>:</w:t>
      </w:r>
      <w:r w:rsidRPr="003A59EA">
        <w:rPr>
          <w:rtl/>
        </w:rPr>
        <w:t xml:space="preserve"> في نقل أصل العبارة</w:t>
      </w:r>
      <w:r w:rsidR="008A01C2">
        <w:rPr>
          <w:rtl/>
        </w:rPr>
        <w:t>:</w:t>
      </w:r>
      <w:r w:rsidRPr="003A59EA">
        <w:rPr>
          <w:rtl/>
        </w:rPr>
        <w:t xml:space="preserve"> ( أصحاب الإجماع ) وبيان مصدرها</w:t>
      </w:r>
      <w:r w:rsidR="008A01C2">
        <w:rPr>
          <w:rtl/>
        </w:rPr>
        <w:t>،</w:t>
      </w:r>
      <w:r w:rsidRPr="003A59EA">
        <w:rPr>
          <w:rtl/>
        </w:rPr>
        <w:t xml:space="preserve"> وفيه بيان كونهم على ثلاث طبقات وهي</w:t>
      </w:r>
      <w:r w:rsidR="008A01C2">
        <w:rPr>
          <w:rtl/>
        </w:rPr>
        <w:t>:</w:t>
      </w:r>
    </w:p>
    <w:p w:rsidR="00094C06" w:rsidRPr="003A59EA" w:rsidRDefault="00094C06" w:rsidP="00094C06">
      <w:pPr>
        <w:pStyle w:val="libNormal"/>
        <w:rPr>
          <w:rtl/>
        </w:rPr>
      </w:pPr>
      <w:r w:rsidRPr="00094C06">
        <w:rPr>
          <w:rStyle w:val="libBold2Char"/>
          <w:rtl/>
        </w:rPr>
        <w:t>الأولى</w:t>
      </w:r>
      <w:r w:rsidR="008A01C2">
        <w:rPr>
          <w:rtl/>
        </w:rPr>
        <w:t>:</w:t>
      </w:r>
      <w:r w:rsidRPr="003A59EA">
        <w:rPr>
          <w:rtl/>
        </w:rPr>
        <w:t xml:space="preserve"> من أصحاب الإمام الباقر ( ت / 114 ه‍ ) </w:t>
      </w:r>
      <w:r w:rsidRPr="00094C06">
        <w:rPr>
          <w:rStyle w:val="libAlaemChar"/>
          <w:rtl/>
        </w:rPr>
        <w:t>عليه‌السلام</w:t>
      </w:r>
      <w:r w:rsidRPr="003A59EA">
        <w:rPr>
          <w:rtl/>
        </w:rPr>
        <w:t>.</w:t>
      </w:r>
    </w:p>
    <w:p w:rsidR="00094C06" w:rsidRPr="003A59EA" w:rsidRDefault="00094C06" w:rsidP="00094C06">
      <w:pPr>
        <w:pStyle w:val="libNormal"/>
        <w:rPr>
          <w:rtl/>
        </w:rPr>
      </w:pPr>
      <w:r w:rsidRPr="00094C06">
        <w:rPr>
          <w:rStyle w:val="libBold2Char"/>
          <w:rtl/>
        </w:rPr>
        <w:t>الثانية</w:t>
      </w:r>
      <w:r w:rsidR="008A01C2">
        <w:rPr>
          <w:rtl/>
        </w:rPr>
        <w:t>:</w:t>
      </w:r>
      <w:r w:rsidRPr="003A59EA">
        <w:rPr>
          <w:rtl/>
        </w:rPr>
        <w:t xml:space="preserve"> من أصحاب الإمام الصادق ( ت / 148 ه‍ ) </w:t>
      </w:r>
      <w:r w:rsidRPr="00094C06">
        <w:rPr>
          <w:rStyle w:val="libAlaemChar"/>
          <w:rtl/>
        </w:rPr>
        <w:t>عليه‌السلام</w:t>
      </w:r>
      <w:r w:rsidRPr="003A59EA">
        <w:rPr>
          <w:rtl/>
        </w:rPr>
        <w:t>.</w:t>
      </w:r>
    </w:p>
    <w:p w:rsidR="00094C06" w:rsidRPr="003A59EA" w:rsidRDefault="00094C06" w:rsidP="00094C06">
      <w:pPr>
        <w:pStyle w:val="libNormal"/>
        <w:rPr>
          <w:rtl/>
        </w:rPr>
      </w:pPr>
      <w:r w:rsidRPr="00094C06">
        <w:rPr>
          <w:rStyle w:val="libBold2Char"/>
          <w:rtl/>
        </w:rPr>
        <w:t>الثالثة</w:t>
      </w:r>
      <w:r w:rsidR="008A01C2">
        <w:rPr>
          <w:rtl/>
        </w:rPr>
        <w:t>:</w:t>
      </w:r>
      <w:r w:rsidRPr="003A59EA">
        <w:rPr>
          <w:rtl/>
        </w:rPr>
        <w:t xml:space="preserve"> من أصحاب الإمام الكاظم ( ت / 183 ه‍ ) </w:t>
      </w:r>
      <w:r w:rsidRPr="00094C06">
        <w:rPr>
          <w:rStyle w:val="libAlaemChar"/>
          <w:rtl/>
        </w:rPr>
        <w:t>عليه‌السلام</w:t>
      </w:r>
      <w:r w:rsidRPr="003A59EA">
        <w:rPr>
          <w:rtl/>
        </w:rPr>
        <w:t>.</w:t>
      </w:r>
    </w:p>
    <w:p w:rsidR="00094C06" w:rsidRPr="003A59EA" w:rsidRDefault="00094C06" w:rsidP="00094C06">
      <w:pPr>
        <w:pStyle w:val="libNormal"/>
        <w:rPr>
          <w:rtl/>
        </w:rPr>
      </w:pPr>
      <w:r w:rsidRPr="00094C06">
        <w:rPr>
          <w:rStyle w:val="libBold2Char"/>
          <w:rtl/>
        </w:rPr>
        <w:t>الثاني</w:t>
      </w:r>
      <w:r w:rsidR="008A01C2">
        <w:rPr>
          <w:rtl/>
        </w:rPr>
        <w:t>:</w:t>
      </w:r>
      <w:r w:rsidRPr="003A59EA">
        <w:rPr>
          <w:rtl/>
        </w:rPr>
        <w:t xml:space="preserve"> في بيان عدد أصحاب الإجماع والاختلاف الحاصل بين العلماء في عددهم</w:t>
      </w:r>
      <w:r w:rsidR="008A01C2">
        <w:rPr>
          <w:rtl/>
        </w:rPr>
        <w:t>،</w:t>
      </w:r>
      <w:r w:rsidRPr="003A59EA">
        <w:rPr>
          <w:rtl/>
        </w:rPr>
        <w:t xml:space="preserve"> وقد نقل المصنف في المقام كلمات الكشي</w:t>
      </w:r>
      <w:r w:rsidR="008A01C2">
        <w:rPr>
          <w:rtl/>
        </w:rPr>
        <w:t>،</w:t>
      </w:r>
      <w:r w:rsidRPr="003A59EA">
        <w:rPr>
          <w:rtl/>
        </w:rPr>
        <w:t xml:space="preserve"> وابن داود</w:t>
      </w:r>
      <w:r w:rsidR="008A01C2">
        <w:rPr>
          <w:rtl/>
        </w:rPr>
        <w:t>،</w:t>
      </w:r>
      <w:r w:rsidRPr="003A59EA">
        <w:rPr>
          <w:rtl/>
        </w:rPr>
        <w:t xml:space="preserve"> والمجلسي</w:t>
      </w:r>
      <w:r w:rsidR="008A01C2">
        <w:rPr>
          <w:rtl/>
        </w:rPr>
        <w:t>،</w:t>
      </w:r>
      <w:r w:rsidRPr="003A59EA">
        <w:rPr>
          <w:rtl/>
        </w:rPr>
        <w:t xml:space="preserve"> والأسترآبادي</w:t>
      </w:r>
      <w:r w:rsidR="008A01C2">
        <w:rPr>
          <w:rtl/>
        </w:rPr>
        <w:t>،</w:t>
      </w:r>
      <w:r w:rsidRPr="003A59EA">
        <w:rPr>
          <w:rtl/>
        </w:rPr>
        <w:t xml:space="preserve"> والحائري</w:t>
      </w:r>
      <w:r w:rsidR="008A01C2">
        <w:rPr>
          <w:rtl/>
        </w:rPr>
        <w:t>،</w:t>
      </w:r>
      <w:r w:rsidRPr="003A59EA">
        <w:rPr>
          <w:rtl/>
        </w:rPr>
        <w:t xml:space="preserve"> والداماد</w:t>
      </w:r>
      <w:r w:rsidR="008A01C2">
        <w:rPr>
          <w:rtl/>
        </w:rPr>
        <w:t>،</w:t>
      </w:r>
      <w:r w:rsidRPr="003A59EA">
        <w:rPr>
          <w:rtl/>
        </w:rPr>
        <w:t xml:space="preserve"> والكني.</w:t>
      </w:r>
    </w:p>
    <w:p w:rsidR="00094C06" w:rsidRPr="003A59EA" w:rsidRDefault="00094C06" w:rsidP="00094C06">
      <w:pPr>
        <w:pStyle w:val="libNormal"/>
        <w:rPr>
          <w:rtl/>
        </w:rPr>
      </w:pPr>
      <w:r w:rsidRPr="00094C06">
        <w:rPr>
          <w:rStyle w:val="libBold2Char"/>
          <w:rtl/>
        </w:rPr>
        <w:t>الثالث</w:t>
      </w:r>
      <w:r w:rsidR="008A01C2">
        <w:rPr>
          <w:rtl/>
        </w:rPr>
        <w:t>:</w:t>
      </w:r>
      <w:r w:rsidRPr="003A59EA">
        <w:rPr>
          <w:rtl/>
        </w:rPr>
        <w:t xml:space="preserve"> تفصيل موقف علماء الشيعة من هذا الإجماع</w:t>
      </w:r>
      <w:r w:rsidR="008A01C2">
        <w:rPr>
          <w:rtl/>
        </w:rPr>
        <w:t>،</w:t>
      </w:r>
      <w:r w:rsidRPr="003A59EA">
        <w:rPr>
          <w:rtl/>
        </w:rPr>
        <w:t xml:space="preserve"> وقد ابتدأ بموقف الشيخ الطوسي</w:t>
      </w:r>
      <w:r w:rsidR="008A01C2">
        <w:rPr>
          <w:rtl/>
        </w:rPr>
        <w:t xml:space="preserve"> - </w:t>
      </w:r>
      <w:r w:rsidRPr="00094C06">
        <w:rPr>
          <w:rStyle w:val="libAlaemChar"/>
          <w:rtl/>
        </w:rPr>
        <w:t>قدس‌سره</w:t>
      </w:r>
      <w:r w:rsidRPr="003A59EA">
        <w:rPr>
          <w:rtl/>
        </w:rPr>
        <w:t xml:space="preserve"> الشريف</w:t>
      </w:r>
      <w:r w:rsidR="008A01C2">
        <w:rPr>
          <w:rtl/>
        </w:rPr>
        <w:t xml:space="preserve"> - </w:t>
      </w:r>
      <w:r w:rsidRPr="003A59EA">
        <w:rPr>
          <w:rtl/>
        </w:rPr>
        <w:t>مؤكدا على تلقي الشيخ لهذا الإجماع بالقبول</w:t>
      </w:r>
      <w:r w:rsidR="008A01C2">
        <w:rPr>
          <w:rtl/>
        </w:rPr>
        <w:t>،</w:t>
      </w:r>
      <w:r w:rsidRPr="003A59EA">
        <w:rPr>
          <w:rtl/>
        </w:rPr>
        <w:t xml:space="preserve"> وقد استدل على ذلك بوجوه نشير إليها اختصارا.</w:t>
      </w:r>
    </w:p>
    <w:p w:rsidR="00094C06" w:rsidRPr="003A59EA" w:rsidRDefault="00094C06" w:rsidP="00094C06">
      <w:pPr>
        <w:pStyle w:val="libNormal"/>
        <w:rPr>
          <w:rtl/>
        </w:rPr>
      </w:pPr>
      <w:r w:rsidRPr="003A59EA">
        <w:rPr>
          <w:rtl/>
        </w:rPr>
        <w:t>منها</w:t>
      </w:r>
      <w:r w:rsidR="008A01C2">
        <w:rPr>
          <w:rtl/>
        </w:rPr>
        <w:t>:</w:t>
      </w:r>
      <w:r w:rsidRPr="003A59EA">
        <w:rPr>
          <w:rtl/>
        </w:rPr>
        <w:t xml:space="preserve"> ما ذكره السيد ابن طاوس من أن ما اختاره الشيخ الطوسي من رجال الكشي</w:t>
      </w:r>
      <w:r w:rsidR="008A01C2">
        <w:rPr>
          <w:rtl/>
        </w:rPr>
        <w:t xml:space="preserve"> - </w:t>
      </w:r>
      <w:r w:rsidRPr="003A59EA">
        <w:rPr>
          <w:rtl/>
        </w:rPr>
        <w:t>الذي هو الأصل لهذه العبارة</w:t>
      </w:r>
      <w:r w:rsidR="008A01C2">
        <w:rPr>
          <w:rtl/>
        </w:rPr>
        <w:t xml:space="preserve"> - </w:t>
      </w:r>
      <w:r w:rsidRPr="003A59EA">
        <w:rPr>
          <w:rtl/>
        </w:rPr>
        <w:t>يمثل مختاره ومرضية ومقبولة</w:t>
      </w:r>
      <w:r w:rsidR="008A01C2">
        <w:rPr>
          <w:rtl/>
        </w:rPr>
        <w:t>،</w:t>
      </w:r>
      <w:r w:rsidRPr="003A59EA">
        <w:rPr>
          <w:rtl/>
        </w:rPr>
        <w:t xml:space="preserve"> لأنّه اختصر الكثير منه</w:t>
      </w:r>
      <w:r w:rsidR="008A01C2">
        <w:rPr>
          <w:rtl/>
        </w:rPr>
        <w:t>،</w:t>
      </w:r>
      <w:r w:rsidRPr="003A59EA">
        <w:rPr>
          <w:rtl/>
        </w:rPr>
        <w:t xml:space="preserve"> فلا بدّ وأن يكون قد أثبت ما يراه صحيحا.</w:t>
      </w:r>
    </w:p>
    <w:p w:rsidR="00094C06" w:rsidRPr="003A59EA" w:rsidRDefault="00094C06" w:rsidP="00094C06">
      <w:pPr>
        <w:pStyle w:val="libNormal"/>
        <w:rPr>
          <w:rtl/>
        </w:rPr>
      </w:pPr>
      <w:r w:rsidRPr="003A59EA">
        <w:rPr>
          <w:rtl/>
        </w:rPr>
        <w:t>وقد يرد هذا الاستدلال بوجود روايات قدح في رجال الكشي بحق من وثقهم الشيخ في الرجال والفهرست</w:t>
      </w:r>
      <w:r w:rsidR="008A01C2">
        <w:rPr>
          <w:rtl/>
        </w:rPr>
        <w:t>،</w:t>
      </w:r>
      <w:r w:rsidRPr="003A59EA">
        <w:rPr>
          <w:rtl/>
        </w:rPr>
        <w:t xml:space="preserve"> ولو كانت مرضية ومقبولة من قبل الشيخ لما كان لتوثيق من وردت بحقه معنى غير التهافت</w:t>
      </w:r>
      <w:r w:rsidR="008A01C2">
        <w:rPr>
          <w:rtl/>
        </w:rPr>
        <w:t>،</w:t>
      </w:r>
      <w:r w:rsidRPr="003A59EA">
        <w:rPr>
          <w:rtl/>
        </w:rPr>
        <w:t xml:space="preserve"> وهذا ما لا يقوله أحد.</w:t>
      </w:r>
    </w:p>
    <w:p w:rsidR="00094C06" w:rsidRDefault="00094C06" w:rsidP="00094C06">
      <w:pPr>
        <w:pStyle w:val="libNormal"/>
        <w:rPr>
          <w:rtl/>
        </w:rPr>
      </w:pPr>
      <w:r>
        <w:rPr>
          <w:rtl/>
        </w:rPr>
        <w:br w:type="page"/>
      </w:r>
    </w:p>
    <w:p w:rsidR="00094C06" w:rsidRPr="003A59EA" w:rsidRDefault="00094C06" w:rsidP="00094C06">
      <w:pPr>
        <w:pStyle w:val="libNormal"/>
        <w:rPr>
          <w:rtl/>
        </w:rPr>
      </w:pPr>
      <w:r w:rsidRPr="003A59EA">
        <w:rPr>
          <w:rtl/>
        </w:rPr>
        <w:lastRenderedPageBreak/>
        <w:t>ومنها</w:t>
      </w:r>
      <w:r w:rsidR="008A01C2">
        <w:rPr>
          <w:rtl/>
        </w:rPr>
        <w:t>:</w:t>
      </w:r>
      <w:r w:rsidRPr="003A59EA">
        <w:rPr>
          <w:rtl/>
        </w:rPr>
        <w:t xml:space="preserve"> ما استفاده المصنف من كلام للشيخ الطوسي في عدّة الأصول لدعم تلقي الشيخ لهذا الإجماع بالقبول.</w:t>
      </w:r>
    </w:p>
    <w:p w:rsidR="00094C06" w:rsidRPr="003A59EA" w:rsidRDefault="00094C06" w:rsidP="00094C06">
      <w:pPr>
        <w:pStyle w:val="libNormal"/>
        <w:rPr>
          <w:rtl/>
        </w:rPr>
      </w:pPr>
      <w:r w:rsidRPr="003A59EA">
        <w:rPr>
          <w:rtl/>
        </w:rPr>
        <w:t>ومنها</w:t>
      </w:r>
      <w:r w:rsidR="008A01C2">
        <w:rPr>
          <w:rtl/>
        </w:rPr>
        <w:t>:</w:t>
      </w:r>
      <w:r w:rsidRPr="003A59EA">
        <w:rPr>
          <w:rtl/>
        </w:rPr>
        <w:t xml:space="preserve"> ما يخص رأي الشيخ في عبد الله بن بكير</w:t>
      </w:r>
      <w:r w:rsidR="008A01C2">
        <w:rPr>
          <w:rtl/>
        </w:rPr>
        <w:t xml:space="preserve"> - </w:t>
      </w:r>
      <w:r w:rsidRPr="003A59EA">
        <w:rPr>
          <w:rtl/>
        </w:rPr>
        <w:t>وهو من أصحاب الإجماع</w:t>
      </w:r>
      <w:r w:rsidR="008A01C2">
        <w:rPr>
          <w:rtl/>
        </w:rPr>
        <w:t xml:space="preserve"> - </w:t>
      </w:r>
      <w:r w:rsidRPr="003A59EA">
        <w:rPr>
          <w:rtl/>
        </w:rPr>
        <w:t>ودعوى الإجماع على تصحيح ما يصح عنه.</w:t>
      </w:r>
    </w:p>
    <w:p w:rsidR="00094C06" w:rsidRPr="003A59EA" w:rsidRDefault="00094C06" w:rsidP="00094C06">
      <w:pPr>
        <w:pStyle w:val="libNormal"/>
        <w:rPr>
          <w:rtl/>
        </w:rPr>
      </w:pPr>
      <w:r w:rsidRPr="003A59EA">
        <w:rPr>
          <w:rtl/>
        </w:rPr>
        <w:t>ثم بين المصنف موقف ابن شهرآشوب</w:t>
      </w:r>
      <w:r w:rsidR="008A01C2">
        <w:rPr>
          <w:rtl/>
        </w:rPr>
        <w:t>،</w:t>
      </w:r>
      <w:r w:rsidRPr="003A59EA">
        <w:rPr>
          <w:rtl/>
        </w:rPr>
        <w:t xml:space="preserve"> والعلاّمة الحلي</w:t>
      </w:r>
      <w:r w:rsidR="008A01C2">
        <w:rPr>
          <w:rtl/>
        </w:rPr>
        <w:t>،</w:t>
      </w:r>
      <w:r w:rsidRPr="003A59EA">
        <w:rPr>
          <w:rtl/>
        </w:rPr>
        <w:t xml:space="preserve"> وابن داود</w:t>
      </w:r>
      <w:r w:rsidR="008A01C2">
        <w:rPr>
          <w:rtl/>
        </w:rPr>
        <w:t>،</w:t>
      </w:r>
      <w:r w:rsidRPr="003A59EA">
        <w:rPr>
          <w:rtl/>
        </w:rPr>
        <w:t xml:space="preserve"> والشهيدين الأول والثاني</w:t>
      </w:r>
      <w:r w:rsidR="008A01C2">
        <w:rPr>
          <w:rtl/>
        </w:rPr>
        <w:t>،</w:t>
      </w:r>
      <w:r w:rsidRPr="003A59EA">
        <w:rPr>
          <w:rtl/>
        </w:rPr>
        <w:t xml:space="preserve"> في كلام طويل محيلا إلى كلمات غيرهم من الأعلام كبهاء الدين العاملي</w:t>
      </w:r>
      <w:r w:rsidR="008A01C2">
        <w:rPr>
          <w:rtl/>
        </w:rPr>
        <w:t>،</w:t>
      </w:r>
      <w:r w:rsidRPr="003A59EA">
        <w:rPr>
          <w:rtl/>
        </w:rPr>
        <w:t xml:space="preserve"> والمحقق الداماد</w:t>
      </w:r>
      <w:r w:rsidR="008A01C2">
        <w:rPr>
          <w:rtl/>
        </w:rPr>
        <w:t>،</w:t>
      </w:r>
      <w:r w:rsidRPr="003A59EA">
        <w:rPr>
          <w:rtl/>
        </w:rPr>
        <w:t xml:space="preserve"> والمجلسيين</w:t>
      </w:r>
      <w:r w:rsidR="008A01C2">
        <w:rPr>
          <w:rtl/>
        </w:rPr>
        <w:t>،</w:t>
      </w:r>
      <w:r w:rsidRPr="003A59EA">
        <w:rPr>
          <w:rtl/>
        </w:rPr>
        <w:t xml:space="preserve"> وصاحب الذخيرة</w:t>
      </w:r>
      <w:r w:rsidR="008A01C2">
        <w:rPr>
          <w:rtl/>
        </w:rPr>
        <w:t>،</w:t>
      </w:r>
      <w:r w:rsidRPr="003A59EA">
        <w:rPr>
          <w:rtl/>
        </w:rPr>
        <w:t xml:space="preserve"> والكاظمي</w:t>
      </w:r>
      <w:r w:rsidR="008A01C2">
        <w:rPr>
          <w:rtl/>
        </w:rPr>
        <w:t>،</w:t>
      </w:r>
      <w:r w:rsidRPr="003A59EA">
        <w:rPr>
          <w:rtl/>
        </w:rPr>
        <w:t xml:space="preserve"> والطريحي</w:t>
      </w:r>
      <w:r w:rsidR="008A01C2">
        <w:rPr>
          <w:rtl/>
        </w:rPr>
        <w:t>،</w:t>
      </w:r>
      <w:r w:rsidRPr="003A59EA">
        <w:rPr>
          <w:rtl/>
        </w:rPr>
        <w:t xml:space="preserve"> وغيرهم من الأعلام.</w:t>
      </w:r>
    </w:p>
    <w:p w:rsidR="00094C06" w:rsidRPr="003A59EA" w:rsidRDefault="00094C06" w:rsidP="00094C06">
      <w:pPr>
        <w:pStyle w:val="libNormal"/>
        <w:rPr>
          <w:rtl/>
        </w:rPr>
      </w:pPr>
      <w:r w:rsidRPr="00094C06">
        <w:rPr>
          <w:rStyle w:val="libBold2Char"/>
          <w:rtl/>
        </w:rPr>
        <w:t>الرابع</w:t>
      </w:r>
      <w:r w:rsidR="008A01C2">
        <w:rPr>
          <w:rtl/>
        </w:rPr>
        <w:t>:</w:t>
      </w:r>
      <w:r w:rsidRPr="003A59EA">
        <w:rPr>
          <w:rtl/>
        </w:rPr>
        <w:t xml:space="preserve"> في بيان وجه حجية هذا الإجماع بعد وضوح عدم كون المراد منه هو الإجماع المصطلح الكاشف عن رأي الامام المعصوم </w:t>
      </w:r>
      <w:r w:rsidRPr="00094C06">
        <w:rPr>
          <w:rStyle w:val="libAlaemChar"/>
          <w:rtl/>
        </w:rPr>
        <w:t>عليه‌السلام</w:t>
      </w:r>
      <w:r w:rsidRPr="003A59EA">
        <w:rPr>
          <w:rtl/>
        </w:rPr>
        <w:t xml:space="preserve"> بأحد الوجوه المذكورة في محله.</w:t>
      </w:r>
    </w:p>
    <w:p w:rsidR="00094C06" w:rsidRPr="003A59EA" w:rsidRDefault="00094C06" w:rsidP="00094C06">
      <w:pPr>
        <w:pStyle w:val="libNormal"/>
        <w:rPr>
          <w:rtl/>
        </w:rPr>
      </w:pPr>
      <w:r w:rsidRPr="003A59EA">
        <w:rPr>
          <w:rtl/>
        </w:rPr>
        <w:t>ثم بيّن المصنف</w:t>
      </w:r>
      <w:r w:rsidR="008A01C2">
        <w:rPr>
          <w:rtl/>
        </w:rPr>
        <w:t xml:space="preserve"> - </w:t>
      </w:r>
      <w:r w:rsidRPr="00094C06">
        <w:rPr>
          <w:rStyle w:val="libAlaemChar"/>
          <w:rtl/>
        </w:rPr>
        <w:t>قدس‌سره</w:t>
      </w:r>
      <w:r w:rsidR="008A01C2">
        <w:rPr>
          <w:rtl/>
        </w:rPr>
        <w:t xml:space="preserve"> - </w:t>
      </w:r>
      <w:r w:rsidRPr="003A59EA">
        <w:rPr>
          <w:rtl/>
        </w:rPr>
        <w:t>من ذهب من العلماء إلى أن هذا الإجماع دلّ</w:t>
      </w:r>
      <w:r w:rsidR="008A01C2">
        <w:rPr>
          <w:rtl/>
        </w:rPr>
        <w:t xml:space="preserve"> - </w:t>
      </w:r>
      <w:r w:rsidRPr="003A59EA">
        <w:rPr>
          <w:rtl/>
        </w:rPr>
        <w:t>بالدلالة الالتزامية</w:t>
      </w:r>
      <w:r w:rsidR="008A01C2">
        <w:rPr>
          <w:rtl/>
        </w:rPr>
        <w:t xml:space="preserve"> - </w:t>
      </w:r>
      <w:r w:rsidRPr="003A59EA">
        <w:rPr>
          <w:rtl/>
        </w:rPr>
        <w:t>على أن أصحاب الإجماع هم في أعلى درجات الوثاقة</w:t>
      </w:r>
      <w:r w:rsidR="008A01C2">
        <w:rPr>
          <w:rtl/>
        </w:rPr>
        <w:t>،</w:t>
      </w:r>
      <w:r w:rsidRPr="003A59EA">
        <w:rPr>
          <w:rtl/>
        </w:rPr>
        <w:t xml:space="preserve"> مؤكدا أن هذا القول إنما يتم فيما لو كان مفاد العبارة المنقولة عن الكشي ( وثاقتهم ) وأما على ما هو المشهور من كون المراد ( صحة أحاديثهم ) بالمعنى المصطلح عند القدماء فلا دلالة التزامية في المقام.</w:t>
      </w:r>
    </w:p>
    <w:p w:rsidR="00094C06" w:rsidRPr="003A59EA" w:rsidRDefault="00094C06" w:rsidP="00094C06">
      <w:pPr>
        <w:pStyle w:val="libNormal"/>
        <w:rPr>
          <w:rtl/>
        </w:rPr>
      </w:pPr>
      <w:r w:rsidRPr="003A59EA">
        <w:rPr>
          <w:rtl/>
        </w:rPr>
        <w:t>ولهذا اختار</w:t>
      </w:r>
      <w:r w:rsidR="008A01C2">
        <w:rPr>
          <w:rtl/>
        </w:rPr>
        <w:t xml:space="preserve"> - </w:t>
      </w:r>
      <w:r w:rsidRPr="00094C06">
        <w:rPr>
          <w:rStyle w:val="libAlaemChar"/>
          <w:rtl/>
        </w:rPr>
        <w:t>قدس‌سره</w:t>
      </w:r>
      <w:r w:rsidR="008A01C2">
        <w:rPr>
          <w:rtl/>
        </w:rPr>
        <w:t xml:space="preserve"> - </w:t>
      </w:r>
      <w:r w:rsidRPr="003A59EA">
        <w:rPr>
          <w:rtl/>
        </w:rPr>
        <w:t>في بيان وجه الحجية لهذا الإجماع هو إجماع الأصحاب على اقتران أحاديث ( أصحاب الإجماع ) بما يوجب الحكم بصحتها.</w:t>
      </w:r>
    </w:p>
    <w:p w:rsidR="00094C06" w:rsidRPr="003A59EA" w:rsidRDefault="00094C06" w:rsidP="00094C06">
      <w:pPr>
        <w:pStyle w:val="libNormal"/>
        <w:rPr>
          <w:rtl/>
        </w:rPr>
      </w:pPr>
      <w:r w:rsidRPr="00094C06">
        <w:rPr>
          <w:rStyle w:val="libBold2Char"/>
          <w:rtl/>
        </w:rPr>
        <w:t>الخامس</w:t>
      </w:r>
      <w:r w:rsidR="008A01C2">
        <w:rPr>
          <w:rtl/>
        </w:rPr>
        <w:t>:</w:t>
      </w:r>
      <w:r w:rsidRPr="003A59EA">
        <w:rPr>
          <w:rtl/>
        </w:rPr>
        <w:t xml:space="preserve"> حول تفسير عبارة</w:t>
      </w:r>
      <w:r w:rsidR="008A01C2">
        <w:rPr>
          <w:rtl/>
        </w:rPr>
        <w:t>:</w:t>
      </w:r>
      <w:r w:rsidRPr="003A59EA">
        <w:rPr>
          <w:rtl/>
        </w:rPr>
        <w:t xml:space="preserve"> ( تصحيح ما يصح عنهم ) التي أطلقت في حق جماعة.</w:t>
      </w:r>
    </w:p>
    <w:p w:rsidR="00094C06" w:rsidRPr="003A59EA" w:rsidRDefault="00094C06" w:rsidP="00094C06">
      <w:pPr>
        <w:pStyle w:val="libNormal"/>
        <w:rPr>
          <w:rtl/>
        </w:rPr>
      </w:pPr>
      <w:r w:rsidRPr="003A59EA">
        <w:rPr>
          <w:rtl/>
        </w:rPr>
        <w:t>حاول المصنف استقصاء أقوال من سبقه من العلماء في مجال تفسيرها</w:t>
      </w:r>
      <w:r w:rsidR="008A01C2">
        <w:rPr>
          <w:rtl/>
        </w:rPr>
        <w:t>،</w:t>
      </w:r>
      <w:r w:rsidRPr="003A59EA">
        <w:rPr>
          <w:rtl/>
        </w:rPr>
        <w:t xml:space="preserve"> وحصرها بأربعة أقوال</w:t>
      </w:r>
      <w:r w:rsidR="008A01C2">
        <w:rPr>
          <w:rtl/>
        </w:rPr>
        <w:t>،</w:t>
      </w:r>
      <w:r w:rsidRPr="003A59EA">
        <w:rPr>
          <w:rtl/>
        </w:rPr>
        <w:t xml:space="preserve"> سنشير إليها في غاية الاختصار وهي</w:t>
      </w:r>
      <w:r w:rsidR="008A01C2">
        <w:rPr>
          <w:rtl/>
        </w:rPr>
        <w:t>:</w:t>
      </w:r>
    </w:p>
    <w:p w:rsidR="00094C06" w:rsidRDefault="00094C06" w:rsidP="00094C06">
      <w:pPr>
        <w:pStyle w:val="libNormal"/>
        <w:rPr>
          <w:rtl/>
        </w:rPr>
      </w:pPr>
      <w:r>
        <w:rPr>
          <w:rtl/>
        </w:rPr>
        <w:br w:type="page"/>
      </w:r>
    </w:p>
    <w:p w:rsidR="00094C06" w:rsidRPr="003A59EA" w:rsidRDefault="00094C06" w:rsidP="00094C06">
      <w:pPr>
        <w:pStyle w:val="libNormal"/>
        <w:rPr>
          <w:rtl/>
        </w:rPr>
      </w:pPr>
      <w:r w:rsidRPr="00094C06">
        <w:rPr>
          <w:rStyle w:val="libBold2Char"/>
          <w:rtl/>
        </w:rPr>
        <w:lastRenderedPageBreak/>
        <w:t>القول الأول</w:t>
      </w:r>
      <w:r w:rsidR="008A01C2">
        <w:rPr>
          <w:rtl/>
        </w:rPr>
        <w:t>:</w:t>
      </w:r>
      <w:r w:rsidRPr="003A59EA">
        <w:rPr>
          <w:rtl/>
        </w:rPr>
        <w:t xml:space="preserve"> ويمثله المحقق الداماد</w:t>
      </w:r>
      <w:r w:rsidR="008A01C2">
        <w:rPr>
          <w:rtl/>
        </w:rPr>
        <w:t>،</w:t>
      </w:r>
      <w:r w:rsidRPr="003A59EA">
        <w:rPr>
          <w:rtl/>
        </w:rPr>
        <w:t xml:space="preserve"> وخلاصته</w:t>
      </w:r>
      <w:r w:rsidR="008A01C2">
        <w:rPr>
          <w:rtl/>
        </w:rPr>
        <w:t>:</w:t>
      </w:r>
      <w:r w:rsidRPr="003A59EA">
        <w:rPr>
          <w:rtl/>
        </w:rPr>
        <w:t xml:space="preserve"> عدم الحكم بصحة الحديث المنقول عنهم ونسبته إلى أهل البيت </w:t>
      </w:r>
      <w:r w:rsidRPr="00094C06">
        <w:rPr>
          <w:rStyle w:val="libAlaemChar"/>
          <w:rtl/>
        </w:rPr>
        <w:t>عليهم‌السلام</w:t>
      </w:r>
      <w:r w:rsidRPr="003A59EA">
        <w:rPr>
          <w:rtl/>
        </w:rPr>
        <w:t xml:space="preserve"> من دون اعتبار العدالة فيمن يروون عنه</w:t>
      </w:r>
      <w:r w:rsidR="008A01C2">
        <w:rPr>
          <w:rtl/>
        </w:rPr>
        <w:t>،</w:t>
      </w:r>
      <w:r w:rsidRPr="003A59EA">
        <w:rPr>
          <w:rtl/>
        </w:rPr>
        <w:t xml:space="preserve"> فالصحيح إذن هو الرواية لا المروي.</w:t>
      </w:r>
    </w:p>
    <w:p w:rsidR="00094C06" w:rsidRPr="003A59EA" w:rsidRDefault="00094C06" w:rsidP="00094C06">
      <w:pPr>
        <w:pStyle w:val="libNormal"/>
        <w:rPr>
          <w:rtl/>
        </w:rPr>
      </w:pPr>
      <w:r w:rsidRPr="003A59EA">
        <w:rPr>
          <w:rtl/>
        </w:rPr>
        <w:t>وقد ردّه المصنف ردا جميلا وذلك بتفسيره ( ما ) الموصولة في قولهم ( ما يصح عنهم ) بما يربطها بمتن الحديث لا سنده حتى تكون بمعنى صحة الرواية لا المروي.</w:t>
      </w:r>
    </w:p>
    <w:p w:rsidR="00094C06" w:rsidRPr="003A59EA" w:rsidRDefault="00094C06" w:rsidP="00094C06">
      <w:pPr>
        <w:pStyle w:val="libNormal"/>
        <w:rPr>
          <w:rtl/>
        </w:rPr>
      </w:pPr>
      <w:r w:rsidRPr="00094C06">
        <w:rPr>
          <w:rStyle w:val="libBold2Char"/>
          <w:rtl/>
        </w:rPr>
        <w:t>القول الثاني</w:t>
      </w:r>
      <w:r w:rsidR="008A01C2">
        <w:rPr>
          <w:rtl/>
        </w:rPr>
        <w:t>:</w:t>
      </w:r>
      <w:r w:rsidRPr="003A59EA">
        <w:rPr>
          <w:rtl/>
        </w:rPr>
        <w:t xml:space="preserve"> أنها لا تفيد أكثر من كون الجماعة ثقات</w:t>
      </w:r>
      <w:r w:rsidR="008A01C2">
        <w:rPr>
          <w:rtl/>
        </w:rPr>
        <w:t>،</w:t>
      </w:r>
      <w:r w:rsidRPr="003A59EA">
        <w:rPr>
          <w:rtl/>
        </w:rPr>
        <w:t xml:space="preserve"> وقد نسب هذا القول إلى القيل في كلام الأستاذ الأكبر الوحيد البهبهاني.</w:t>
      </w:r>
    </w:p>
    <w:p w:rsidR="00094C06" w:rsidRPr="003A59EA" w:rsidRDefault="00094C06" w:rsidP="00094C06">
      <w:pPr>
        <w:pStyle w:val="libNormal"/>
        <w:rPr>
          <w:rtl/>
        </w:rPr>
      </w:pPr>
      <w:r w:rsidRPr="003A59EA">
        <w:rPr>
          <w:rtl/>
        </w:rPr>
        <w:t>وناقشه المصنف بأن العبارة تختلف عن قولهم ( ثقة ) مع وضوح التغاير والتباين بين مفاد قولهم والعبارة. ثم نقل كلمات كثير من الأعلام مرجحا ما قاله صاحب الفصول الغروية في المقام.</w:t>
      </w:r>
    </w:p>
    <w:p w:rsidR="00094C06" w:rsidRPr="003A59EA" w:rsidRDefault="00094C06" w:rsidP="00094C06">
      <w:pPr>
        <w:pStyle w:val="libNormal"/>
        <w:rPr>
          <w:rtl/>
        </w:rPr>
      </w:pPr>
      <w:r w:rsidRPr="00094C06">
        <w:rPr>
          <w:rStyle w:val="libBold2Char"/>
          <w:rtl/>
        </w:rPr>
        <w:t>القول الثالث</w:t>
      </w:r>
      <w:r w:rsidR="008A01C2">
        <w:rPr>
          <w:rtl/>
        </w:rPr>
        <w:t>:</w:t>
      </w:r>
      <w:r w:rsidRPr="003A59EA">
        <w:rPr>
          <w:rtl/>
        </w:rPr>
        <w:t xml:space="preserve"> المراد هو صحة ما رووه حيث تصح الرواية إليهم ولا يلاحظ ما بعدهم إلى المعصوم </w:t>
      </w:r>
      <w:r w:rsidRPr="00094C06">
        <w:rPr>
          <w:rStyle w:val="libAlaemChar"/>
          <w:rtl/>
        </w:rPr>
        <w:t>عليه‌السلام</w:t>
      </w:r>
      <w:r w:rsidRPr="003A59EA">
        <w:rPr>
          <w:rtl/>
        </w:rPr>
        <w:t xml:space="preserve"> وهذا هو ما نسب إلى المشهور كما في الرواشح</w:t>
      </w:r>
      <w:r w:rsidR="008A01C2">
        <w:rPr>
          <w:rtl/>
        </w:rPr>
        <w:t>،</w:t>
      </w:r>
      <w:r w:rsidRPr="003A59EA">
        <w:rPr>
          <w:rtl/>
        </w:rPr>
        <w:t xml:space="preserve"> وصرح به بهاء الدين العاملي</w:t>
      </w:r>
      <w:r w:rsidR="008A01C2">
        <w:rPr>
          <w:rtl/>
        </w:rPr>
        <w:t>،</w:t>
      </w:r>
      <w:r w:rsidRPr="003A59EA">
        <w:rPr>
          <w:rtl/>
        </w:rPr>
        <w:t xml:space="preserve"> والوحيد البهبهاني</w:t>
      </w:r>
      <w:r w:rsidR="008A01C2">
        <w:rPr>
          <w:rtl/>
        </w:rPr>
        <w:t>،</w:t>
      </w:r>
      <w:r w:rsidRPr="003A59EA">
        <w:rPr>
          <w:rtl/>
        </w:rPr>
        <w:t xml:space="preserve"> وحجة الإسلام الشفتي</w:t>
      </w:r>
      <w:r w:rsidR="008A01C2">
        <w:rPr>
          <w:rtl/>
        </w:rPr>
        <w:t>،</w:t>
      </w:r>
      <w:r w:rsidRPr="003A59EA">
        <w:rPr>
          <w:rtl/>
        </w:rPr>
        <w:t xml:space="preserve"> وهو مما كان قد بنى عليه العلماء الأعلام كالعلاّمة وابن داود والشهيد الثاني والمجلسيين وغيرهم رضي الله تعالى عنهم.</w:t>
      </w:r>
    </w:p>
    <w:p w:rsidR="00094C06" w:rsidRPr="003A59EA" w:rsidRDefault="00094C06" w:rsidP="00094C06">
      <w:pPr>
        <w:pStyle w:val="libNormal"/>
        <w:rPr>
          <w:rtl/>
        </w:rPr>
      </w:pPr>
      <w:r w:rsidRPr="00094C06">
        <w:rPr>
          <w:rStyle w:val="libBold2Char"/>
          <w:rtl/>
        </w:rPr>
        <w:t>القول الرابع</w:t>
      </w:r>
      <w:r w:rsidR="008A01C2">
        <w:rPr>
          <w:rtl/>
        </w:rPr>
        <w:t>:</w:t>
      </w:r>
      <w:r w:rsidRPr="003A59EA">
        <w:rPr>
          <w:rtl/>
        </w:rPr>
        <w:t xml:space="preserve"> المراد هو توثيق الجماعة ومن بعدهم</w:t>
      </w:r>
      <w:r w:rsidR="008A01C2">
        <w:rPr>
          <w:rtl/>
        </w:rPr>
        <w:t>،</w:t>
      </w:r>
      <w:r w:rsidRPr="003A59EA">
        <w:rPr>
          <w:rtl/>
        </w:rPr>
        <w:t xml:space="preserve"> وهذا القول والقول الثاني هما من فروع القول الثالث وهو قول المشهور الذي اختاره المصنف واستدل عليه بوجوه كثيرة لا مجال في تفصيلها.</w:t>
      </w:r>
    </w:p>
    <w:p w:rsidR="00094C06" w:rsidRPr="003A59EA" w:rsidRDefault="00094C06" w:rsidP="00094C06">
      <w:pPr>
        <w:pStyle w:val="libNormal"/>
        <w:rPr>
          <w:rtl/>
        </w:rPr>
      </w:pPr>
      <w:r w:rsidRPr="003A59EA">
        <w:rPr>
          <w:rtl/>
        </w:rPr>
        <w:t>ثم عرّج بعد ذلك على توضيح معنى الصحيح عند القدماء مع بيان أمارات الصحة عندهم بما يستفاد منه الاطمئنان بدعوى انحصار مصطلح الصحيح في خبر الثقة ولو من غير الإمامي. وقد استدل بجملة من الأدلة على إثبات كون المناط في الصحة عندهم حالات نفس السند من غير</w:t>
      </w:r>
    </w:p>
    <w:p w:rsidR="00094C06" w:rsidRDefault="00094C06" w:rsidP="00094C06">
      <w:pPr>
        <w:pStyle w:val="libNormal"/>
        <w:rPr>
          <w:rtl/>
        </w:rPr>
      </w:pPr>
      <w:r>
        <w:rPr>
          <w:rtl/>
        </w:rPr>
        <w:br w:type="page"/>
      </w:r>
    </w:p>
    <w:p w:rsidR="00094C06" w:rsidRPr="003A59EA" w:rsidRDefault="00094C06" w:rsidP="00094C06">
      <w:pPr>
        <w:pStyle w:val="libNormal0"/>
        <w:rPr>
          <w:rtl/>
        </w:rPr>
      </w:pPr>
      <w:r w:rsidRPr="003A59EA">
        <w:rPr>
          <w:rtl/>
        </w:rPr>
        <w:lastRenderedPageBreak/>
        <w:t>ملاحظة اقترانه بأمر خارجي.</w:t>
      </w:r>
    </w:p>
    <w:p w:rsidR="00094C06" w:rsidRPr="003A59EA" w:rsidRDefault="00094C06" w:rsidP="00094C06">
      <w:pPr>
        <w:pStyle w:val="libNormal"/>
        <w:rPr>
          <w:rtl/>
        </w:rPr>
      </w:pPr>
      <w:r w:rsidRPr="003A59EA">
        <w:rPr>
          <w:rtl/>
        </w:rPr>
        <w:t>كما بحث المصنف في هذه الفائدة ما يفرق بين عمل القدماء بالحسن أو الضعيف مع الشهرة</w:t>
      </w:r>
      <w:r w:rsidR="008A01C2">
        <w:rPr>
          <w:rtl/>
        </w:rPr>
        <w:t>،</w:t>
      </w:r>
      <w:r w:rsidRPr="003A59EA">
        <w:rPr>
          <w:rtl/>
        </w:rPr>
        <w:t xml:space="preserve"> بما يدل على أن هذين الصنفين من الحديث غير داخلين في الصحيح عندهم</w:t>
      </w:r>
      <w:r w:rsidR="008A01C2">
        <w:rPr>
          <w:rtl/>
        </w:rPr>
        <w:t>،</w:t>
      </w:r>
      <w:r w:rsidRPr="003A59EA">
        <w:rPr>
          <w:rtl/>
        </w:rPr>
        <w:t xml:space="preserve"> وإنما سبب العمل بالضعيف أحيانا هو لانجباره بالشهرة رواية كانت أو فتوى</w:t>
      </w:r>
      <w:r w:rsidR="008A01C2">
        <w:rPr>
          <w:rtl/>
        </w:rPr>
        <w:t>،</w:t>
      </w:r>
      <w:r w:rsidRPr="003A59EA">
        <w:rPr>
          <w:rtl/>
        </w:rPr>
        <w:t xml:space="preserve"> إلاّ أنه اختار دخول الكثير من الأحاديث الحسان في قسم الصحاح عندهم على ما سيبينه في فوائد لاحقة.</w:t>
      </w:r>
    </w:p>
    <w:p w:rsidR="00094C06" w:rsidRPr="003A59EA" w:rsidRDefault="00094C06" w:rsidP="00094C06">
      <w:pPr>
        <w:pStyle w:val="libNormal"/>
        <w:rPr>
          <w:rtl/>
        </w:rPr>
      </w:pPr>
      <w:r w:rsidRPr="003A59EA">
        <w:rPr>
          <w:rtl/>
        </w:rPr>
        <w:t>ردّ المصنف في هذه الفائدة على من ذهب إلى نقد طريقة القدماء في حكمهم بالصحة على بعض الأحاديث بأسباب لا تقتضي بنظره ذلك.</w:t>
      </w:r>
    </w:p>
    <w:p w:rsidR="00094C06" w:rsidRPr="003A59EA" w:rsidRDefault="00094C06" w:rsidP="00094C06">
      <w:pPr>
        <w:pStyle w:val="libNormal"/>
        <w:rPr>
          <w:rtl/>
        </w:rPr>
      </w:pPr>
      <w:r w:rsidRPr="003A59EA">
        <w:rPr>
          <w:rtl/>
        </w:rPr>
        <w:t>كما ردّ أيضا على من تأمّل في كون الصحيح بالمعنى المصطلح الجديد فردا من الصحيح بالمعنى الأعم مع احتماله الفرق بينهما.</w:t>
      </w:r>
    </w:p>
    <w:p w:rsidR="00094C06" w:rsidRPr="003A59EA" w:rsidRDefault="00094C06" w:rsidP="00094C06">
      <w:pPr>
        <w:pStyle w:val="libNormal"/>
        <w:rPr>
          <w:rtl/>
        </w:rPr>
      </w:pPr>
      <w:r w:rsidRPr="003A59EA">
        <w:rPr>
          <w:rtl/>
        </w:rPr>
        <w:t>وقد بحث المصنف أيضا عن القرائن التي يصير بها خبر الواحد حجة</w:t>
      </w:r>
      <w:r w:rsidR="008A01C2">
        <w:rPr>
          <w:rtl/>
        </w:rPr>
        <w:t>،</w:t>
      </w:r>
      <w:r w:rsidRPr="003A59EA">
        <w:rPr>
          <w:rtl/>
        </w:rPr>
        <w:t xml:space="preserve"> وقسم تلك القرائن على قسمين</w:t>
      </w:r>
      <w:r w:rsidR="008A01C2">
        <w:rPr>
          <w:rtl/>
        </w:rPr>
        <w:t>:</w:t>
      </w:r>
    </w:p>
    <w:p w:rsidR="00094C06" w:rsidRPr="003A59EA" w:rsidRDefault="00094C06" w:rsidP="00094C06">
      <w:pPr>
        <w:pStyle w:val="libNormal"/>
        <w:rPr>
          <w:rtl/>
        </w:rPr>
      </w:pPr>
      <w:r w:rsidRPr="00094C06">
        <w:rPr>
          <w:rStyle w:val="libBold2Char"/>
          <w:rtl/>
        </w:rPr>
        <w:t>القرائن الداخلية</w:t>
      </w:r>
      <w:r w:rsidR="008A01C2">
        <w:rPr>
          <w:rtl/>
        </w:rPr>
        <w:t>:</w:t>
      </w:r>
      <w:r w:rsidRPr="003A59EA">
        <w:rPr>
          <w:rtl/>
        </w:rPr>
        <w:t xml:space="preserve"> ويعني بها الوثاقة بالمعنى الأعم</w:t>
      </w:r>
      <w:r w:rsidR="008A01C2">
        <w:rPr>
          <w:rtl/>
        </w:rPr>
        <w:t>،</w:t>
      </w:r>
      <w:r w:rsidRPr="003A59EA">
        <w:rPr>
          <w:rtl/>
        </w:rPr>
        <w:t xml:space="preserve"> أو العدالة بالمعنى الأعم</w:t>
      </w:r>
      <w:r w:rsidR="008A01C2">
        <w:rPr>
          <w:rtl/>
        </w:rPr>
        <w:t xml:space="preserve"> - </w:t>
      </w:r>
      <w:r w:rsidRPr="003A59EA">
        <w:rPr>
          <w:rtl/>
        </w:rPr>
        <w:t>أي</w:t>
      </w:r>
      <w:r w:rsidR="008A01C2">
        <w:rPr>
          <w:rtl/>
        </w:rPr>
        <w:t>:</w:t>
      </w:r>
      <w:r w:rsidRPr="003A59EA">
        <w:rPr>
          <w:rtl/>
        </w:rPr>
        <w:t xml:space="preserve"> عدالة كل راو على مذهبه</w:t>
      </w:r>
      <w:r w:rsidR="008A01C2">
        <w:rPr>
          <w:rtl/>
        </w:rPr>
        <w:t xml:space="preserve"> - </w:t>
      </w:r>
      <w:r w:rsidRPr="003A59EA">
        <w:rPr>
          <w:rtl/>
        </w:rPr>
        <w:t>ويعبر عنها تارة بالوثاقة بالمعنى الأعم</w:t>
      </w:r>
      <w:r w:rsidR="008A01C2">
        <w:rPr>
          <w:rtl/>
        </w:rPr>
        <w:t>،</w:t>
      </w:r>
      <w:r w:rsidRPr="003A59EA">
        <w:rPr>
          <w:rtl/>
        </w:rPr>
        <w:t xml:space="preserve"> واخرى بالمعنى الأخص</w:t>
      </w:r>
      <w:r w:rsidR="008A01C2">
        <w:rPr>
          <w:rtl/>
        </w:rPr>
        <w:t>،</w:t>
      </w:r>
      <w:r w:rsidRPr="003A59EA">
        <w:rPr>
          <w:rtl/>
        </w:rPr>
        <w:t xml:space="preserve"> فيدخل فيها الايمان على اختلاف المذاهب</w:t>
      </w:r>
      <w:r w:rsidR="008A01C2">
        <w:rPr>
          <w:rtl/>
        </w:rPr>
        <w:t>،</w:t>
      </w:r>
      <w:r w:rsidRPr="003A59EA">
        <w:rPr>
          <w:rtl/>
        </w:rPr>
        <w:t xml:space="preserve"> وغيرها من التثبت والضبط.</w:t>
      </w:r>
    </w:p>
    <w:p w:rsidR="00094C06" w:rsidRPr="003A59EA" w:rsidRDefault="00094C06" w:rsidP="00094C06">
      <w:pPr>
        <w:pStyle w:val="libNormal"/>
        <w:rPr>
          <w:rtl/>
        </w:rPr>
      </w:pPr>
      <w:r w:rsidRPr="00094C06">
        <w:rPr>
          <w:rStyle w:val="libBold2Char"/>
          <w:rtl/>
        </w:rPr>
        <w:t>والقرائن الخارجية</w:t>
      </w:r>
      <w:r w:rsidR="008A01C2">
        <w:rPr>
          <w:rtl/>
        </w:rPr>
        <w:t>:</w:t>
      </w:r>
      <w:r w:rsidRPr="003A59EA">
        <w:rPr>
          <w:rtl/>
        </w:rPr>
        <w:t xml:space="preserve"> وهي مطابقة الخبر لأكثر ما في الأصول الثابتة</w:t>
      </w:r>
      <w:r w:rsidR="008A01C2">
        <w:rPr>
          <w:rtl/>
        </w:rPr>
        <w:t>،</w:t>
      </w:r>
      <w:r w:rsidRPr="003A59EA">
        <w:rPr>
          <w:rtl/>
        </w:rPr>
        <w:t xml:space="preserve"> أو كثرة رواة الخبر وغير ذلك مما تقدمت الإشارة إليه في الفوائد السابقة.</w:t>
      </w:r>
    </w:p>
    <w:p w:rsidR="00094C06" w:rsidRPr="003A59EA" w:rsidRDefault="00094C06" w:rsidP="00094C06">
      <w:pPr>
        <w:pStyle w:val="libNormal"/>
        <w:rPr>
          <w:rtl/>
        </w:rPr>
      </w:pPr>
      <w:r w:rsidRPr="003A59EA">
        <w:rPr>
          <w:rtl/>
        </w:rPr>
        <w:t>ثم فرق بينهما على أساس اتصاف الراوي بالأولى</w:t>
      </w:r>
      <w:r w:rsidR="008A01C2">
        <w:rPr>
          <w:rtl/>
        </w:rPr>
        <w:t>،</w:t>
      </w:r>
      <w:r w:rsidRPr="003A59EA">
        <w:rPr>
          <w:rtl/>
        </w:rPr>
        <w:t xml:space="preserve"> ودخول خبره في صنف الحجة بما يمكن الحكم بصحة حديثه من جهتها مطلقا.</w:t>
      </w:r>
    </w:p>
    <w:p w:rsidR="00094C06" w:rsidRPr="003A59EA" w:rsidRDefault="00094C06" w:rsidP="00094C06">
      <w:pPr>
        <w:pStyle w:val="libNormal"/>
        <w:rPr>
          <w:rtl/>
        </w:rPr>
      </w:pPr>
      <w:r w:rsidRPr="003A59EA">
        <w:rPr>
          <w:rtl/>
        </w:rPr>
        <w:t>بخلاف الثانية التي لا يمكن الحكم بصحة حديث الراوي إلا بعد الوقوف على اقترانه بها</w:t>
      </w:r>
      <w:r w:rsidR="008A01C2">
        <w:rPr>
          <w:rtl/>
        </w:rPr>
        <w:t>،</w:t>
      </w:r>
      <w:r w:rsidRPr="003A59EA">
        <w:rPr>
          <w:rtl/>
        </w:rPr>
        <w:t xml:space="preserve"> لأنها أوصاف لنفس الخبر ولا يمكن تصحيحه دون اتصافه بها</w:t>
      </w:r>
      <w:r w:rsidR="008A01C2">
        <w:rPr>
          <w:rtl/>
        </w:rPr>
        <w:t>،</w:t>
      </w:r>
      <w:r w:rsidRPr="003A59EA">
        <w:rPr>
          <w:rtl/>
        </w:rPr>
        <w:t xml:space="preserve"> وقد جعل بحثه عن تلك القرائن تمهيدا للقول بأنه لو صحت</w:t>
      </w:r>
    </w:p>
    <w:p w:rsidR="00094C06" w:rsidRDefault="00094C06" w:rsidP="00094C06">
      <w:pPr>
        <w:pStyle w:val="libNormal"/>
        <w:rPr>
          <w:rtl/>
        </w:rPr>
      </w:pPr>
      <w:r>
        <w:rPr>
          <w:rtl/>
        </w:rPr>
        <w:br w:type="page"/>
      </w:r>
    </w:p>
    <w:p w:rsidR="00094C06" w:rsidRPr="003A59EA" w:rsidRDefault="00094C06" w:rsidP="00094C06">
      <w:pPr>
        <w:pStyle w:val="libNormal0"/>
        <w:rPr>
          <w:rtl/>
        </w:rPr>
      </w:pPr>
      <w:r w:rsidRPr="003A59EA">
        <w:rPr>
          <w:rtl/>
        </w:rPr>
        <w:lastRenderedPageBreak/>
        <w:t>أعمية صحيح القدماء فإنه لا يكون من جهة القرائن الخارجية وإنما من جهة القرائن الداخلية للخبر</w:t>
      </w:r>
      <w:r w:rsidR="008A01C2">
        <w:rPr>
          <w:rtl/>
        </w:rPr>
        <w:t>،</w:t>
      </w:r>
      <w:r w:rsidRPr="003A59EA">
        <w:rPr>
          <w:rtl/>
        </w:rPr>
        <w:t xml:space="preserve"> وذلك لوجهين</w:t>
      </w:r>
      <w:r w:rsidR="008A01C2">
        <w:rPr>
          <w:rtl/>
        </w:rPr>
        <w:t>:</w:t>
      </w:r>
    </w:p>
    <w:p w:rsidR="00094C06" w:rsidRPr="003A59EA" w:rsidRDefault="00094C06" w:rsidP="00094C06">
      <w:pPr>
        <w:pStyle w:val="libNormal"/>
        <w:rPr>
          <w:rtl/>
        </w:rPr>
      </w:pPr>
      <w:r w:rsidRPr="00094C06">
        <w:rPr>
          <w:rStyle w:val="libBold2Char"/>
          <w:rtl/>
        </w:rPr>
        <w:t>أحدهما</w:t>
      </w:r>
      <w:r w:rsidR="008A01C2">
        <w:rPr>
          <w:rtl/>
        </w:rPr>
        <w:t>:</w:t>
      </w:r>
      <w:r w:rsidRPr="003A59EA">
        <w:rPr>
          <w:rtl/>
        </w:rPr>
        <w:t xml:space="preserve"> حكم الأصحاب بصحة كل ما صح عن أصحاب الإجماع من غير تخصيص بشيء.</w:t>
      </w:r>
    </w:p>
    <w:p w:rsidR="00094C06" w:rsidRPr="003A59EA" w:rsidRDefault="00094C06" w:rsidP="00094C06">
      <w:pPr>
        <w:pStyle w:val="libNormal"/>
        <w:rPr>
          <w:rtl/>
        </w:rPr>
      </w:pPr>
      <w:r w:rsidRPr="00094C06">
        <w:rPr>
          <w:rStyle w:val="libBold2Char"/>
          <w:rtl/>
        </w:rPr>
        <w:t>الآخر</w:t>
      </w:r>
      <w:r w:rsidR="008A01C2">
        <w:rPr>
          <w:rtl/>
        </w:rPr>
        <w:t>:</w:t>
      </w:r>
      <w:r w:rsidRPr="003A59EA">
        <w:rPr>
          <w:rtl/>
        </w:rPr>
        <w:t xml:space="preserve"> إن جل الأحاديث تنتهي إلى أصحاب الإجماع</w:t>
      </w:r>
      <w:r w:rsidR="008A01C2">
        <w:rPr>
          <w:rtl/>
        </w:rPr>
        <w:t>،</w:t>
      </w:r>
      <w:r w:rsidRPr="003A59EA">
        <w:rPr>
          <w:rtl/>
        </w:rPr>
        <w:t xml:space="preserve"> وفي هذا الوجه مقارنة لطيفة بين ما وصل للشيعة من أحاديث أهل البيت </w:t>
      </w:r>
      <w:r w:rsidRPr="00094C06">
        <w:rPr>
          <w:rStyle w:val="libAlaemChar"/>
          <w:rtl/>
        </w:rPr>
        <w:t>عليهم‌السلام</w:t>
      </w:r>
      <w:r w:rsidRPr="003A59EA">
        <w:rPr>
          <w:rtl/>
        </w:rPr>
        <w:t xml:space="preserve"> وبين ما قاله أصحاب الأئمة </w:t>
      </w:r>
      <w:r w:rsidRPr="00094C06">
        <w:rPr>
          <w:rStyle w:val="libAlaemChar"/>
          <w:rtl/>
        </w:rPr>
        <w:t>عليهم‌السلام</w:t>
      </w:r>
      <w:r w:rsidRPr="003A59EA">
        <w:rPr>
          <w:rtl/>
        </w:rPr>
        <w:t xml:space="preserve"> في عدد ما يحفظون من أحاديثهم. ثم نقل بعضا من كلمات الأوائل</w:t>
      </w:r>
      <w:r w:rsidR="008A01C2">
        <w:rPr>
          <w:rtl/>
        </w:rPr>
        <w:t xml:space="preserve"> - </w:t>
      </w:r>
      <w:r w:rsidRPr="00094C06">
        <w:rPr>
          <w:rStyle w:val="libAlaemChar"/>
          <w:rtl/>
        </w:rPr>
        <w:t>قدس‌سرهم</w:t>
      </w:r>
      <w:r w:rsidR="008A01C2">
        <w:rPr>
          <w:rtl/>
        </w:rPr>
        <w:t xml:space="preserve"> - </w:t>
      </w:r>
      <w:r w:rsidRPr="003A59EA">
        <w:rPr>
          <w:rtl/>
        </w:rPr>
        <w:t>بما يدعم به هذا الوجه</w:t>
      </w:r>
      <w:r w:rsidR="008A01C2">
        <w:rPr>
          <w:rtl/>
        </w:rPr>
        <w:t>،</w:t>
      </w:r>
      <w:r w:rsidRPr="003A59EA">
        <w:rPr>
          <w:rtl/>
        </w:rPr>
        <w:t xml:space="preserve"> حتى انتهى به البحث إلى اختيار دلالة ما ذكر عن أصحاب الإجماع على وثاقتهم ووثاقة من بعدهم إلى المعصوم </w:t>
      </w:r>
      <w:r w:rsidRPr="00094C06">
        <w:rPr>
          <w:rStyle w:val="libAlaemChar"/>
          <w:rtl/>
        </w:rPr>
        <w:t>عليه‌السلام</w:t>
      </w:r>
      <w:r w:rsidRPr="003A59EA">
        <w:rPr>
          <w:rtl/>
        </w:rPr>
        <w:t xml:space="preserve"> مطابقة أو التزاما على مسلك المشهور</w:t>
      </w:r>
      <w:r w:rsidR="008A01C2">
        <w:rPr>
          <w:rtl/>
        </w:rPr>
        <w:t>،</w:t>
      </w:r>
      <w:r w:rsidRPr="003A59EA">
        <w:rPr>
          <w:rtl/>
        </w:rPr>
        <w:t xml:space="preserve"> ثم نبه على أمور ثلاثة</w:t>
      </w:r>
      <w:r w:rsidR="008A01C2">
        <w:rPr>
          <w:rtl/>
        </w:rPr>
        <w:t>:</w:t>
      </w:r>
    </w:p>
    <w:p w:rsidR="00094C06" w:rsidRPr="003A59EA" w:rsidRDefault="00094C06" w:rsidP="00094C06">
      <w:pPr>
        <w:pStyle w:val="libNormal"/>
        <w:rPr>
          <w:rtl/>
        </w:rPr>
      </w:pPr>
      <w:r w:rsidRPr="00094C06">
        <w:rPr>
          <w:rStyle w:val="libBold2Char"/>
          <w:rtl/>
        </w:rPr>
        <w:t>الأول</w:t>
      </w:r>
      <w:r w:rsidR="008A01C2">
        <w:rPr>
          <w:rtl/>
        </w:rPr>
        <w:t>:</w:t>
      </w:r>
      <w:r w:rsidRPr="003A59EA">
        <w:rPr>
          <w:rtl/>
        </w:rPr>
        <w:t xml:space="preserve"> في بيان المراد من الوثاقة المستفادة من الإجماع</w:t>
      </w:r>
      <w:r w:rsidR="008A01C2">
        <w:rPr>
          <w:rtl/>
        </w:rPr>
        <w:t>،</w:t>
      </w:r>
      <w:r w:rsidRPr="003A59EA">
        <w:rPr>
          <w:rtl/>
        </w:rPr>
        <w:t xml:space="preserve"> ودلالة الإجماع عليها.</w:t>
      </w:r>
    </w:p>
    <w:p w:rsidR="00094C06" w:rsidRPr="003A59EA" w:rsidRDefault="00094C06" w:rsidP="00094C06">
      <w:pPr>
        <w:pStyle w:val="libNormal"/>
        <w:rPr>
          <w:rtl/>
        </w:rPr>
      </w:pPr>
      <w:r w:rsidRPr="00094C06">
        <w:rPr>
          <w:rStyle w:val="libBold2Char"/>
          <w:rtl/>
        </w:rPr>
        <w:t>الثاني</w:t>
      </w:r>
      <w:r w:rsidR="008A01C2">
        <w:rPr>
          <w:rtl/>
        </w:rPr>
        <w:t>:</w:t>
      </w:r>
      <w:r w:rsidRPr="003A59EA">
        <w:rPr>
          <w:rtl/>
        </w:rPr>
        <w:t xml:space="preserve"> تأكيد كون أعاظم أصحاب الأئمة </w:t>
      </w:r>
      <w:r w:rsidRPr="00094C06">
        <w:rPr>
          <w:rStyle w:val="libAlaemChar"/>
          <w:rtl/>
        </w:rPr>
        <w:t>عليهم‌السلام</w:t>
      </w:r>
      <w:r w:rsidRPr="003A59EA">
        <w:rPr>
          <w:rtl/>
        </w:rPr>
        <w:t xml:space="preserve"> لا يفتون ولا يقولون شيئا ما لم يسمعوه منهم </w:t>
      </w:r>
      <w:r w:rsidRPr="00094C06">
        <w:rPr>
          <w:rStyle w:val="libAlaemChar"/>
          <w:rtl/>
        </w:rPr>
        <w:t>عليهم‌السلام</w:t>
      </w:r>
      <w:r w:rsidRPr="003A59EA">
        <w:rPr>
          <w:rtl/>
        </w:rPr>
        <w:t>.</w:t>
      </w:r>
    </w:p>
    <w:p w:rsidR="00094C06" w:rsidRPr="003A59EA" w:rsidRDefault="00094C06" w:rsidP="00094C06">
      <w:pPr>
        <w:pStyle w:val="libNormal"/>
        <w:rPr>
          <w:rtl/>
        </w:rPr>
      </w:pPr>
      <w:r w:rsidRPr="00094C06">
        <w:rPr>
          <w:rStyle w:val="libBold2Char"/>
          <w:rtl/>
        </w:rPr>
        <w:t>الثالث</w:t>
      </w:r>
      <w:r w:rsidR="008A01C2">
        <w:rPr>
          <w:rtl/>
        </w:rPr>
        <w:t>:</w:t>
      </w:r>
      <w:r w:rsidRPr="003A59EA">
        <w:rPr>
          <w:rtl/>
        </w:rPr>
        <w:t xml:space="preserve"> في ذكر جماعة من الثقات</w:t>
      </w:r>
      <w:r w:rsidR="008A01C2">
        <w:rPr>
          <w:rtl/>
        </w:rPr>
        <w:t xml:space="preserve"> - </w:t>
      </w:r>
      <w:r w:rsidRPr="003A59EA">
        <w:rPr>
          <w:rtl/>
        </w:rPr>
        <w:t>دون أصحاب الإجماع</w:t>
      </w:r>
      <w:r w:rsidR="008A01C2">
        <w:rPr>
          <w:rtl/>
        </w:rPr>
        <w:t xml:space="preserve"> - </w:t>
      </w:r>
      <w:r w:rsidRPr="003A59EA">
        <w:rPr>
          <w:rtl/>
        </w:rPr>
        <w:t>وصف حديثهم بالصحة</w:t>
      </w:r>
      <w:r w:rsidR="008A01C2">
        <w:rPr>
          <w:rtl/>
        </w:rPr>
        <w:t>،</w:t>
      </w:r>
      <w:r w:rsidRPr="003A59EA">
        <w:rPr>
          <w:rtl/>
        </w:rPr>
        <w:t xml:space="preserve"> مع بيان دلالة قولهم</w:t>
      </w:r>
      <w:r w:rsidR="008A01C2">
        <w:rPr>
          <w:rtl/>
        </w:rPr>
        <w:t>:</w:t>
      </w:r>
      <w:r w:rsidRPr="003A59EA">
        <w:rPr>
          <w:rtl/>
        </w:rPr>
        <w:t xml:space="preserve"> صحيح الحديث.</w:t>
      </w:r>
    </w:p>
    <w:p w:rsidR="00094C06" w:rsidRDefault="00094C06" w:rsidP="00094C06">
      <w:pPr>
        <w:pStyle w:val="libNormal"/>
        <w:rPr>
          <w:rtl/>
        </w:rPr>
      </w:pPr>
      <w:r>
        <w:rPr>
          <w:rtl/>
        </w:rPr>
        <w:br w:type="page"/>
      </w:r>
    </w:p>
    <w:p w:rsidR="00094C06" w:rsidRDefault="00094C06" w:rsidP="00094C06">
      <w:pPr>
        <w:pStyle w:val="libCenterBold1"/>
        <w:rPr>
          <w:rtl/>
        </w:rPr>
      </w:pPr>
      <w:r w:rsidRPr="003A59EA">
        <w:rPr>
          <w:rtl/>
        </w:rPr>
        <w:lastRenderedPageBreak/>
        <w:t>الفائدة الثامنة</w:t>
      </w:r>
    </w:p>
    <w:p w:rsidR="00094C06" w:rsidRDefault="00094C06" w:rsidP="00094C06">
      <w:pPr>
        <w:pStyle w:val="libCenterBold1"/>
        <w:rPr>
          <w:rtl/>
        </w:rPr>
      </w:pPr>
      <w:r w:rsidRPr="003A59EA">
        <w:rPr>
          <w:rtl/>
        </w:rPr>
        <w:t>في ذكر أمارة عامة لوثاقة المجهولين</w:t>
      </w:r>
    </w:p>
    <w:p w:rsidR="00094C06" w:rsidRDefault="00094C06" w:rsidP="00094C06">
      <w:pPr>
        <w:pStyle w:val="libCenterBold1"/>
        <w:rPr>
          <w:rtl/>
        </w:rPr>
      </w:pPr>
      <w:r w:rsidRPr="003A59EA">
        <w:rPr>
          <w:rtl/>
        </w:rPr>
        <w:t xml:space="preserve">من أصحاب الإمام الصادق </w:t>
      </w:r>
      <w:r w:rsidRPr="00094C06">
        <w:rPr>
          <w:rStyle w:val="libAlaemChar"/>
          <w:rtl/>
        </w:rPr>
        <w:t>عليه‌السلام</w:t>
      </w:r>
    </w:p>
    <w:p w:rsidR="00094C06" w:rsidRPr="003A59EA" w:rsidRDefault="00094C06" w:rsidP="00094C06">
      <w:pPr>
        <w:pStyle w:val="libNormal"/>
        <w:rPr>
          <w:rtl/>
        </w:rPr>
      </w:pPr>
      <w:r w:rsidRPr="003A59EA">
        <w:rPr>
          <w:rtl/>
        </w:rPr>
        <w:t xml:space="preserve">هذه الأمارات العامة التي اعتمدها المصنف كثيرا في توثيق ما لم يوثق من أصحاب الإمام الصادق </w:t>
      </w:r>
      <w:r w:rsidRPr="00094C06">
        <w:rPr>
          <w:rStyle w:val="libAlaemChar"/>
          <w:rtl/>
        </w:rPr>
        <w:t>عليه‌السلام</w:t>
      </w:r>
      <w:r w:rsidRPr="003A59EA">
        <w:rPr>
          <w:rtl/>
        </w:rPr>
        <w:t xml:space="preserve"> في كتب الرجال الواصلة إلى عصره</w:t>
      </w:r>
      <w:r w:rsidR="008A01C2">
        <w:rPr>
          <w:rtl/>
        </w:rPr>
        <w:t>،</w:t>
      </w:r>
      <w:r w:rsidRPr="003A59EA">
        <w:rPr>
          <w:rtl/>
        </w:rPr>
        <w:t xml:space="preserve"> وأفرد لها هذه الفائدة</w:t>
      </w:r>
      <w:r w:rsidR="008A01C2">
        <w:rPr>
          <w:rtl/>
        </w:rPr>
        <w:t>،</w:t>
      </w:r>
      <w:r w:rsidRPr="003A59EA">
        <w:rPr>
          <w:rtl/>
        </w:rPr>
        <w:t xml:space="preserve"> خلاصتها ما قام به الشيخ الثقة الجليل القدر والعظيم المنزلة أحمد بن محمّد بن سعيد الهمداني الكوفي أبو العباس المعروف بابن عقدة الزيدي الجارودي الحافظ ( 249</w:t>
      </w:r>
      <w:r w:rsidR="008A01C2">
        <w:rPr>
          <w:rtl/>
        </w:rPr>
        <w:t xml:space="preserve"> - </w:t>
      </w:r>
      <w:r w:rsidRPr="003A59EA">
        <w:rPr>
          <w:rtl/>
        </w:rPr>
        <w:t xml:space="preserve">333 ه‍ ) من تأليف كتاب ضخم في الرجال جمع فيه من ثقات أصحاب الإمام الصادق </w:t>
      </w:r>
      <w:r w:rsidRPr="00094C06">
        <w:rPr>
          <w:rStyle w:val="libAlaemChar"/>
          <w:rtl/>
        </w:rPr>
        <w:t>عليه‌السلام</w:t>
      </w:r>
      <w:r w:rsidRPr="003A59EA">
        <w:rPr>
          <w:rtl/>
        </w:rPr>
        <w:t xml:space="preserve"> أربعة آلاف رجل</w:t>
      </w:r>
      <w:r w:rsidR="008A01C2">
        <w:rPr>
          <w:rtl/>
        </w:rPr>
        <w:t>،</w:t>
      </w:r>
      <w:r w:rsidRPr="003A59EA">
        <w:rPr>
          <w:rtl/>
        </w:rPr>
        <w:t xml:space="preserve"> مع التنصيص منه على وثاقتهم</w:t>
      </w:r>
      <w:r w:rsidR="008A01C2">
        <w:rPr>
          <w:rtl/>
        </w:rPr>
        <w:t>،</w:t>
      </w:r>
      <w:r w:rsidRPr="003A59EA">
        <w:rPr>
          <w:rtl/>
        </w:rPr>
        <w:t xml:space="preserve"> وقد وردت الإشارة إلى كتاب ابن عقدة في سائر كتب التراجم القديمة والحديثة.</w:t>
      </w:r>
    </w:p>
    <w:p w:rsidR="00094C06" w:rsidRPr="003A59EA" w:rsidRDefault="00094C06" w:rsidP="00094C06">
      <w:pPr>
        <w:pStyle w:val="libNormal"/>
        <w:rPr>
          <w:rtl/>
        </w:rPr>
      </w:pPr>
      <w:r w:rsidRPr="003A59EA">
        <w:rPr>
          <w:rtl/>
        </w:rPr>
        <w:t xml:space="preserve">بيد أن المذكور من أصحاب الإمام الصادق </w:t>
      </w:r>
      <w:r w:rsidRPr="00094C06">
        <w:rPr>
          <w:rStyle w:val="libAlaemChar"/>
          <w:rtl/>
        </w:rPr>
        <w:t>عليه‌السلام</w:t>
      </w:r>
      <w:r w:rsidRPr="003A59EA">
        <w:rPr>
          <w:rtl/>
        </w:rPr>
        <w:t xml:space="preserve"> في رجال الشيخ ( ت / 460 ه‍ )</w:t>
      </w:r>
      <w:r w:rsidR="008A01C2">
        <w:rPr>
          <w:rtl/>
        </w:rPr>
        <w:t xml:space="preserve"> - </w:t>
      </w:r>
      <w:r w:rsidRPr="003A59EA">
        <w:rPr>
          <w:rtl/>
        </w:rPr>
        <w:t xml:space="preserve">وهو أوسع كتاب رجالي في تسمية أصحاب الأئمة </w:t>
      </w:r>
      <w:r w:rsidRPr="00094C06">
        <w:rPr>
          <w:rStyle w:val="libAlaemChar"/>
          <w:rtl/>
        </w:rPr>
        <w:t>عليهم‌السلام</w:t>
      </w:r>
      <w:r w:rsidRPr="003A59EA">
        <w:rPr>
          <w:rtl/>
        </w:rPr>
        <w:t xml:space="preserve"> بحسب الأبواب</w:t>
      </w:r>
      <w:r w:rsidR="008A01C2">
        <w:rPr>
          <w:rtl/>
        </w:rPr>
        <w:t xml:space="preserve"> - </w:t>
      </w:r>
      <w:r w:rsidRPr="003A59EA">
        <w:rPr>
          <w:rtl/>
        </w:rPr>
        <w:t>هو أقل مما ذكره ابن عقدة ونص عليه سائر العلماء</w:t>
      </w:r>
      <w:r w:rsidR="008A01C2">
        <w:rPr>
          <w:rtl/>
        </w:rPr>
        <w:t>،</w:t>
      </w:r>
      <w:r w:rsidRPr="003A59EA">
        <w:rPr>
          <w:rtl/>
        </w:rPr>
        <w:t xml:space="preserve"> حيث بلغوا في رجال الشيخ (3224) ثلاثة آلاف ومائتين وأربعة وعشرين راويا</w:t>
      </w:r>
      <w:r w:rsidR="008A01C2">
        <w:rPr>
          <w:rtl/>
        </w:rPr>
        <w:t>،</w:t>
      </w:r>
      <w:r w:rsidRPr="003A59EA">
        <w:rPr>
          <w:rtl/>
        </w:rPr>
        <w:t xml:space="preserve"> من بينهم أربعة عشر رجلا ممن لم يسمّ ( روى بواسطة عن الامام الصادق </w:t>
      </w:r>
      <w:r w:rsidRPr="00094C06">
        <w:rPr>
          <w:rStyle w:val="libAlaemChar"/>
          <w:rtl/>
        </w:rPr>
        <w:t>عليه‌السلام</w:t>
      </w:r>
      <w:r w:rsidRPr="003A59EA">
        <w:rPr>
          <w:rtl/>
        </w:rPr>
        <w:t xml:space="preserve"> ) وثلاث عشرة امرأة من النساء الروايات عنه </w:t>
      </w:r>
      <w:r w:rsidRPr="00094C06">
        <w:rPr>
          <w:rStyle w:val="libAlaemChar"/>
          <w:rtl/>
        </w:rPr>
        <w:t>عليه‌السلام</w:t>
      </w:r>
      <w:r w:rsidRPr="003A59EA">
        <w:rPr>
          <w:rtl/>
        </w:rPr>
        <w:t xml:space="preserve"> هذا مع عدم مراعاة المكرر ذكره منهم أو المتحد مع غيره.</w:t>
      </w:r>
    </w:p>
    <w:p w:rsidR="00094C06" w:rsidRPr="003A59EA" w:rsidRDefault="00094C06" w:rsidP="00094C06">
      <w:pPr>
        <w:pStyle w:val="libNormal"/>
        <w:rPr>
          <w:rtl/>
        </w:rPr>
      </w:pPr>
      <w:r w:rsidRPr="003A59EA">
        <w:rPr>
          <w:rtl/>
        </w:rPr>
        <w:t>وهذا العدد يقل عما ذكره ابن عقدة بسبعمائة وستة وسبعين اسما.</w:t>
      </w:r>
    </w:p>
    <w:p w:rsidR="00094C06" w:rsidRPr="003A59EA" w:rsidRDefault="00094C06" w:rsidP="00094C06">
      <w:pPr>
        <w:pStyle w:val="libNormal"/>
        <w:rPr>
          <w:rtl/>
        </w:rPr>
      </w:pPr>
      <w:r w:rsidRPr="003A59EA">
        <w:rPr>
          <w:rtl/>
        </w:rPr>
        <w:t xml:space="preserve">إلاّ أنّ ما احصاه المصنف من أصحاب الإمام الصادق </w:t>
      </w:r>
      <w:r w:rsidRPr="00094C06">
        <w:rPr>
          <w:rStyle w:val="libAlaemChar"/>
          <w:rtl/>
        </w:rPr>
        <w:t>عليه‌السلام</w:t>
      </w:r>
      <w:r w:rsidRPr="003A59EA">
        <w:rPr>
          <w:rtl/>
        </w:rPr>
        <w:t xml:space="preserve"> في رجال الشيخ</w:t>
      </w:r>
      <w:r w:rsidR="008A01C2">
        <w:rPr>
          <w:rtl/>
        </w:rPr>
        <w:t>،</w:t>
      </w:r>
      <w:r w:rsidRPr="003A59EA">
        <w:rPr>
          <w:rtl/>
        </w:rPr>
        <w:t xml:space="preserve"> يقل عمّا ذكرناه بمائة وأربعة وسبعين اسما</w:t>
      </w:r>
      <w:r w:rsidR="008A01C2">
        <w:rPr>
          <w:rtl/>
        </w:rPr>
        <w:t>،</w:t>
      </w:r>
      <w:r w:rsidRPr="003A59EA">
        <w:rPr>
          <w:rtl/>
        </w:rPr>
        <w:t xml:space="preserve"> وقد يؤول هذا</w:t>
      </w:r>
    </w:p>
    <w:p w:rsidR="00094C06" w:rsidRDefault="00094C06" w:rsidP="00094C06">
      <w:pPr>
        <w:pStyle w:val="libNormal"/>
        <w:rPr>
          <w:rtl/>
        </w:rPr>
      </w:pPr>
      <w:r>
        <w:rPr>
          <w:rtl/>
        </w:rPr>
        <w:br w:type="page"/>
      </w:r>
    </w:p>
    <w:p w:rsidR="00094C06" w:rsidRPr="003A59EA" w:rsidRDefault="00094C06" w:rsidP="00094C06">
      <w:pPr>
        <w:pStyle w:val="libNormal0"/>
        <w:rPr>
          <w:rtl/>
        </w:rPr>
      </w:pPr>
      <w:r w:rsidRPr="003A59EA">
        <w:rPr>
          <w:rtl/>
        </w:rPr>
        <w:lastRenderedPageBreak/>
        <w:t>الفارق إلى إسقاطه من لم يسمّ منهم</w:t>
      </w:r>
      <w:r w:rsidR="008A01C2">
        <w:rPr>
          <w:rtl/>
        </w:rPr>
        <w:t>،</w:t>
      </w:r>
      <w:r w:rsidRPr="003A59EA">
        <w:rPr>
          <w:rtl/>
        </w:rPr>
        <w:t xml:space="preserve"> مع حذفه المكرر والمتحد مع غيره.</w:t>
      </w:r>
    </w:p>
    <w:p w:rsidR="00094C06" w:rsidRPr="003A59EA" w:rsidRDefault="00094C06" w:rsidP="00094C06">
      <w:pPr>
        <w:pStyle w:val="libNormal"/>
        <w:rPr>
          <w:rtl/>
        </w:rPr>
      </w:pPr>
      <w:r w:rsidRPr="003A59EA">
        <w:rPr>
          <w:rtl/>
        </w:rPr>
        <w:t>وإذا علمنا أن الشيخ الطوسي لم ينص على وثاقة كل من ذكره بل اقتصر على عدد قليل منهم</w:t>
      </w:r>
      <w:r w:rsidR="008A01C2">
        <w:rPr>
          <w:rtl/>
        </w:rPr>
        <w:t>،</w:t>
      </w:r>
      <w:r w:rsidRPr="003A59EA">
        <w:rPr>
          <w:rtl/>
        </w:rPr>
        <w:t xml:space="preserve"> وترك أغلبهم حتى صاروا بحكم المجهولين في الظاهر</w:t>
      </w:r>
      <w:r w:rsidR="008A01C2">
        <w:rPr>
          <w:rtl/>
        </w:rPr>
        <w:t>،</w:t>
      </w:r>
      <w:r w:rsidRPr="003A59EA">
        <w:rPr>
          <w:rtl/>
        </w:rPr>
        <w:t xml:space="preserve"> بل وضعف عددا آخر منهم مع ضياع كتاب ابن عقدة</w:t>
      </w:r>
      <w:r w:rsidR="008A01C2">
        <w:rPr>
          <w:rtl/>
        </w:rPr>
        <w:t xml:space="preserve"> - </w:t>
      </w:r>
      <w:r w:rsidRPr="003A59EA">
        <w:rPr>
          <w:rtl/>
        </w:rPr>
        <w:t>وهذا مما يؤسف عليه حقا ويحزّ في النفوس ألما مع أنه ليس الكتاب الرجالي الأول المفقود</w:t>
      </w:r>
      <w:r w:rsidR="008A01C2">
        <w:rPr>
          <w:rtl/>
        </w:rPr>
        <w:t xml:space="preserve"> - </w:t>
      </w:r>
      <w:r w:rsidRPr="003A59EA">
        <w:rPr>
          <w:rtl/>
        </w:rPr>
        <w:t>أصبح الوقوف عند هذه الأمارة</w:t>
      </w:r>
      <w:r w:rsidR="008A01C2">
        <w:rPr>
          <w:rtl/>
        </w:rPr>
        <w:t>،</w:t>
      </w:r>
      <w:r w:rsidRPr="003A59EA">
        <w:rPr>
          <w:rtl/>
        </w:rPr>
        <w:t xml:space="preserve"> وإطالة النظر في مؤداها</w:t>
      </w:r>
      <w:r w:rsidR="008A01C2">
        <w:rPr>
          <w:rtl/>
        </w:rPr>
        <w:t>،</w:t>
      </w:r>
      <w:r w:rsidRPr="003A59EA">
        <w:rPr>
          <w:rtl/>
        </w:rPr>
        <w:t xml:space="preserve"> وإجالة الفكر في مفادها من المطالب الرجالية المهمة عند علماء هذا الفن ومنذ أمد بعيد يكاد يقترب من عصر ابن عقدة نفسه.</w:t>
      </w:r>
    </w:p>
    <w:p w:rsidR="00094C06" w:rsidRPr="003A59EA" w:rsidRDefault="00094C06" w:rsidP="00094C06">
      <w:pPr>
        <w:pStyle w:val="libNormal"/>
        <w:rPr>
          <w:rtl/>
        </w:rPr>
      </w:pPr>
      <w:r w:rsidRPr="003A59EA">
        <w:rPr>
          <w:rtl/>
        </w:rPr>
        <w:t>حيث وردت الإشارة إليها تلميحا أو تصريحا في كثير من كلمات الأعلام</w:t>
      </w:r>
      <w:r w:rsidR="008A01C2">
        <w:rPr>
          <w:rtl/>
        </w:rPr>
        <w:t xml:space="preserve"> - </w:t>
      </w:r>
      <w:r w:rsidRPr="003A59EA">
        <w:rPr>
          <w:rtl/>
        </w:rPr>
        <w:t>رضي الله تعالى عنهم</w:t>
      </w:r>
      <w:r w:rsidR="008A01C2">
        <w:rPr>
          <w:rtl/>
        </w:rPr>
        <w:t xml:space="preserve"> - </w:t>
      </w:r>
      <w:r w:rsidRPr="003A59EA">
        <w:rPr>
          <w:rtl/>
        </w:rPr>
        <w:t>كالشيخ المفيد</w:t>
      </w:r>
      <w:r w:rsidR="008A01C2">
        <w:rPr>
          <w:rtl/>
        </w:rPr>
        <w:t>،</w:t>
      </w:r>
      <w:r w:rsidRPr="003A59EA">
        <w:rPr>
          <w:rtl/>
        </w:rPr>
        <w:t xml:space="preserve"> وشيخ الطائفة</w:t>
      </w:r>
      <w:r w:rsidR="008A01C2">
        <w:rPr>
          <w:rtl/>
        </w:rPr>
        <w:t>،</w:t>
      </w:r>
      <w:r w:rsidRPr="003A59EA">
        <w:rPr>
          <w:rtl/>
        </w:rPr>
        <w:t xml:space="preserve"> ومحققها وعلامتها الحليين</w:t>
      </w:r>
      <w:r w:rsidR="008A01C2">
        <w:rPr>
          <w:rtl/>
        </w:rPr>
        <w:t>،</w:t>
      </w:r>
      <w:r w:rsidRPr="003A59EA">
        <w:rPr>
          <w:rtl/>
        </w:rPr>
        <w:t xml:space="preserve"> وابن شهرآشوب</w:t>
      </w:r>
      <w:r w:rsidR="008A01C2">
        <w:rPr>
          <w:rtl/>
        </w:rPr>
        <w:t>،</w:t>
      </w:r>
      <w:r w:rsidRPr="003A59EA">
        <w:rPr>
          <w:rtl/>
        </w:rPr>
        <w:t xml:space="preserve"> والشيخ محمّد بن علي الفتال</w:t>
      </w:r>
      <w:r w:rsidR="008A01C2">
        <w:rPr>
          <w:rtl/>
        </w:rPr>
        <w:t>،</w:t>
      </w:r>
      <w:r w:rsidRPr="003A59EA">
        <w:rPr>
          <w:rtl/>
        </w:rPr>
        <w:t xml:space="preserve"> والسيد النيلي</w:t>
      </w:r>
      <w:r w:rsidR="008A01C2">
        <w:rPr>
          <w:rtl/>
        </w:rPr>
        <w:t>،</w:t>
      </w:r>
      <w:r w:rsidRPr="003A59EA">
        <w:rPr>
          <w:rtl/>
        </w:rPr>
        <w:t xml:space="preserve"> والشهيد الأول</w:t>
      </w:r>
      <w:r w:rsidR="008A01C2">
        <w:rPr>
          <w:rtl/>
        </w:rPr>
        <w:t>،</w:t>
      </w:r>
      <w:r w:rsidRPr="003A59EA">
        <w:rPr>
          <w:rtl/>
        </w:rPr>
        <w:t xml:space="preserve"> والشيخ حسين والد الشيخ البهائي</w:t>
      </w:r>
      <w:r w:rsidR="008A01C2">
        <w:rPr>
          <w:rtl/>
        </w:rPr>
        <w:t>،</w:t>
      </w:r>
      <w:r w:rsidRPr="003A59EA">
        <w:rPr>
          <w:rtl/>
        </w:rPr>
        <w:t xml:space="preserve"> والتقي المجلسي</w:t>
      </w:r>
      <w:r w:rsidR="008A01C2">
        <w:rPr>
          <w:rtl/>
        </w:rPr>
        <w:t>،</w:t>
      </w:r>
      <w:r w:rsidRPr="003A59EA">
        <w:rPr>
          <w:rtl/>
        </w:rPr>
        <w:t xml:space="preserve"> والمحقق الداماد وغيرهم مما فصله المصنف في هذه الفائدة</w:t>
      </w:r>
      <w:r w:rsidR="008A01C2">
        <w:rPr>
          <w:rtl/>
        </w:rPr>
        <w:t>،</w:t>
      </w:r>
      <w:r w:rsidRPr="003A59EA">
        <w:rPr>
          <w:rtl/>
        </w:rPr>
        <w:t xml:space="preserve"> وقد استفاد من مجموع كلماتهم</w:t>
      </w:r>
      <w:r w:rsidR="008A01C2">
        <w:rPr>
          <w:rtl/>
        </w:rPr>
        <w:t xml:space="preserve"> - </w:t>
      </w:r>
      <w:r w:rsidRPr="003A59EA">
        <w:rPr>
          <w:rtl/>
        </w:rPr>
        <w:t>زيادة على ما حققه في المقام</w:t>
      </w:r>
      <w:r w:rsidR="008A01C2">
        <w:rPr>
          <w:rtl/>
        </w:rPr>
        <w:t xml:space="preserve"> - </w:t>
      </w:r>
      <w:r w:rsidRPr="003A59EA">
        <w:rPr>
          <w:rtl/>
        </w:rPr>
        <w:t xml:space="preserve">وثاقة جميع من ذكره الشيخ في باب أصحاب الإمام أبي عبد الله جعفر بن محمّد الصادق </w:t>
      </w:r>
      <w:r w:rsidRPr="00094C06">
        <w:rPr>
          <w:rStyle w:val="libAlaemChar"/>
          <w:rtl/>
        </w:rPr>
        <w:t>عليهما‌السلام</w:t>
      </w:r>
      <w:r w:rsidRPr="003A59EA">
        <w:rPr>
          <w:rtl/>
        </w:rPr>
        <w:t>.</w:t>
      </w:r>
    </w:p>
    <w:p w:rsidR="00094C06" w:rsidRPr="003A59EA" w:rsidRDefault="00094C06" w:rsidP="00094C06">
      <w:pPr>
        <w:pStyle w:val="libNormal"/>
        <w:rPr>
          <w:rtl/>
        </w:rPr>
      </w:pPr>
      <w:r w:rsidRPr="003A59EA">
        <w:rPr>
          <w:rtl/>
        </w:rPr>
        <w:t>ثم بين المصنف موقف الشيخ النجاشي الرجالي الشهير من كتاب ابن عقدة</w:t>
      </w:r>
      <w:r w:rsidR="008A01C2">
        <w:rPr>
          <w:rtl/>
        </w:rPr>
        <w:t>،</w:t>
      </w:r>
      <w:r w:rsidRPr="003A59EA">
        <w:rPr>
          <w:rtl/>
        </w:rPr>
        <w:t xml:space="preserve"> وما ذكره في كتابه</w:t>
      </w:r>
      <w:r w:rsidR="008A01C2">
        <w:rPr>
          <w:rtl/>
        </w:rPr>
        <w:t xml:space="preserve"> - </w:t>
      </w:r>
      <w:r w:rsidRPr="003A59EA">
        <w:rPr>
          <w:rtl/>
        </w:rPr>
        <w:t>المعروف برجال النجاشي</w:t>
      </w:r>
      <w:r w:rsidR="008A01C2">
        <w:rPr>
          <w:rtl/>
        </w:rPr>
        <w:t xml:space="preserve"> - </w:t>
      </w:r>
      <w:r w:rsidRPr="003A59EA">
        <w:rPr>
          <w:rtl/>
        </w:rPr>
        <w:t xml:space="preserve">من أصحاب الإمام الصادق </w:t>
      </w:r>
      <w:r w:rsidRPr="00094C06">
        <w:rPr>
          <w:rStyle w:val="libAlaemChar"/>
          <w:rtl/>
        </w:rPr>
        <w:t>عليه‌السلام</w:t>
      </w:r>
      <w:r w:rsidRPr="003A59EA">
        <w:rPr>
          <w:rtl/>
        </w:rPr>
        <w:t xml:space="preserve"> مع إشارته في تراجم الكثير منهم إلى وثاقتهم عند ابن عقدة والأخذ بهذا التوثيق.</w:t>
      </w:r>
    </w:p>
    <w:p w:rsidR="00094C06" w:rsidRPr="003A59EA" w:rsidRDefault="00094C06" w:rsidP="00094C06">
      <w:pPr>
        <w:pStyle w:val="libNormal"/>
        <w:rPr>
          <w:rtl/>
        </w:rPr>
      </w:pPr>
      <w:r w:rsidRPr="003A59EA">
        <w:rPr>
          <w:rtl/>
        </w:rPr>
        <w:t>كما بين أيضا موقف شيخ الطائفة من هذا الكتاب</w:t>
      </w:r>
      <w:r w:rsidR="008A01C2">
        <w:rPr>
          <w:rtl/>
        </w:rPr>
        <w:t>،</w:t>
      </w:r>
      <w:r w:rsidRPr="003A59EA">
        <w:rPr>
          <w:rtl/>
        </w:rPr>
        <w:t xml:space="preserve"> مشيرا إلى أن ما ذكره الشيخ قد أخذ من كتاب ابن عقدة حرفيا.</w:t>
      </w:r>
    </w:p>
    <w:p w:rsidR="00094C06" w:rsidRPr="003A59EA" w:rsidRDefault="00094C06" w:rsidP="00094C06">
      <w:pPr>
        <w:pStyle w:val="libNormal"/>
        <w:rPr>
          <w:rtl/>
        </w:rPr>
      </w:pPr>
      <w:r w:rsidRPr="003A59EA">
        <w:rPr>
          <w:rtl/>
        </w:rPr>
        <w:t>ثم ذكر بعد ذلك اعتماد المحقق الداماد على هذه الأمارة وتصريحه</w:t>
      </w:r>
    </w:p>
    <w:p w:rsidR="00094C06" w:rsidRDefault="00094C06" w:rsidP="00094C06">
      <w:pPr>
        <w:pStyle w:val="libNormal"/>
        <w:rPr>
          <w:rtl/>
        </w:rPr>
      </w:pPr>
      <w:r>
        <w:rPr>
          <w:rtl/>
        </w:rPr>
        <w:br w:type="page"/>
      </w:r>
    </w:p>
    <w:p w:rsidR="00094C06" w:rsidRPr="003A59EA" w:rsidRDefault="00094C06" w:rsidP="00094C06">
      <w:pPr>
        <w:pStyle w:val="libNormal0"/>
        <w:rPr>
          <w:rtl/>
        </w:rPr>
      </w:pPr>
      <w:r w:rsidRPr="003A59EA">
        <w:rPr>
          <w:rtl/>
        </w:rPr>
        <w:lastRenderedPageBreak/>
        <w:t>بوثاقة ما لم يوثقه الشيخ</w:t>
      </w:r>
      <w:r w:rsidR="008A01C2">
        <w:rPr>
          <w:rtl/>
        </w:rPr>
        <w:t>،</w:t>
      </w:r>
      <w:r w:rsidRPr="003A59EA">
        <w:rPr>
          <w:rtl/>
        </w:rPr>
        <w:t xml:space="preserve"> ناقلا كلامه في مجال معرفة المجاهيل</w:t>
      </w:r>
      <w:r w:rsidR="008A01C2">
        <w:rPr>
          <w:rtl/>
        </w:rPr>
        <w:t>،</w:t>
      </w:r>
      <w:r w:rsidRPr="003A59EA">
        <w:rPr>
          <w:rtl/>
        </w:rPr>
        <w:t xml:space="preserve"> وطعنه بمن يضعف الرجال لأوهى الأسباب ومن غير تحصيل</w:t>
      </w:r>
      <w:r w:rsidR="008A01C2">
        <w:rPr>
          <w:rtl/>
        </w:rPr>
        <w:t>،</w:t>
      </w:r>
      <w:r w:rsidRPr="003A59EA">
        <w:rPr>
          <w:rtl/>
        </w:rPr>
        <w:t xml:space="preserve"> وقد أيده المصنف غاية التأييد.</w:t>
      </w:r>
    </w:p>
    <w:p w:rsidR="00094C06" w:rsidRPr="003A59EA" w:rsidRDefault="00094C06" w:rsidP="00094C06">
      <w:pPr>
        <w:pStyle w:val="libNormal"/>
        <w:rPr>
          <w:rtl/>
        </w:rPr>
      </w:pPr>
      <w:r w:rsidRPr="003A59EA">
        <w:rPr>
          <w:rtl/>
        </w:rPr>
        <w:t>ثم نبّه على أمور مهمة</w:t>
      </w:r>
      <w:r w:rsidR="008A01C2">
        <w:rPr>
          <w:rtl/>
        </w:rPr>
        <w:t>،</w:t>
      </w:r>
      <w:r w:rsidRPr="003A59EA">
        <w:rPr>
          <w:rtl/>
        </w:rPr>
        <w:t xml:space="preserve"> نشير إليها باختصار وهي</w:t>
      </w:r>
      <w:r w:rsidR="008A01C2">
        <w:rPr>
          <w:rtl/>
        </w:rPr>
        <w:t>:</w:t>
      </w:r>
    </w:p>
    <w:p w:rsidR="00094C06" w:rsidRPr="003A59EA" w:rsidRDefault="00094C06" w:rsidP="00094C06">
      <w:pPr>
        <w:pStyle w:val="libNormal"/>
        <w:rPr>
          <w:rtl/>
        </w:rPr>
      </w:pPr>
      <w:r w:rsidRPr="00094C06">
        <w:rPr>
          <w:rStyle w:val="libBold2Char"/>
          <w:rtl/>
        </w:rPr>
        <w:t>الأول</w:t>
      </w:r>
      <w:r w:rsidR="008A01C2">
        <w:rPr>
          <w:rStyle w:val="libBold2Char"/>
          <w:rtl/>
        </w:rPr>
        <w:t>:</w:t>
      </w:r>
      <w:r w:rsidRPr="003A59EA">
        <w:rPr>
          <w:rtl/>
        </w:rPr>
        <w:t xml:space="preserve"> في بيان كيفية استقصاء أصحاب الأئمة </w:t>
      </w:r>
      <w:r w:rsidRPr="00094C06">
        <w:rPr>
          <w:rStyle w:val="libAlaemChar"/>
          <w:rtl/>
        </w:rPr>
        <w:t>عليهم‌السلام</w:t>
      </w:r>
      <w:r w:rsidRPr="003A59EA">
        <w:rPr>
          <w:rtl/>
        </w:rPr>
        <w:t xml:space="preserve"> وطريقة العلماء في ذلك</w:t>
      </w:r>
      <w:r w:rsidR="008A01C2">
        <w:rPr>
          <w:rtl/>
        </w:rPr>
        <w:t>،</w:t>
      </w:r>
      <w:r w:rsidRPr="003A59EA">
        <w:rPr>
          <w:rtl/>
        </w:rPr>
        <w:t xml:space="preserve"> وقد حقق المصنف سبب النقص الحاصل في عدد أصحاب الإمام الصادق </w:t>
      </w:r>
      <w:r w:rsidRPr="00094C06">
        <w:rPr>
          <w:rStyle w:val="libAlaemChar"/>
          <w:rtl/>
        </w:rPr>
        <w:t>عليه‌السلام</w:t>
      </w:r>
      <w:r w:rsidRPr="003A59EA">
        <w:rPr>
          <w:rtl/>
        </w:rPr>
        <w:t xml:space="preserve"> في رجال الشيخ عما هو عليه في رجال ابن عقدة وانتهى إلى نتائج مهمة حرية بوقوف الباحثين</w:t>
      </w:r>
      <w:r w:rsidR="008A01C2">
        <w:rPr>
          <w:rtl/>
        </w:rPr>
        <w:t xml:space="preserve"> - </w:t>
      </w:r>
      <w:r w:rsidRPr="003A59EA">
        <w:rPr>
          <w:rtl/>
        </w:rPr>
        <w:t>من ذوي الاختصاص</w:t>
      </w:r>
      <w:r w:rsidR="008A01C2">
        <w:rPr>
          <w:rtl/>
        </w:rPr>
        <w:t xml:space="preserve"> - </w:t>
      </w:r>
      <w:r w:rsidRPr="003A59EA">
        <w:rPr>
          <w:rtl/>
        </w:rPr>
        <w:t>عليها.</w:t>
      </w:r>
    </w:p>
    <w:p w:rsidR="00094C06" w:rsidRPr="003A59EA" w:rsidRDefault="00094C06" w:rsidP="00094C06">
      <w:pPr>
        <w:pStyle w:val="libNormal"/>
        <w:rPr>
          <w:rtl/>
        </w:rPr>
      </w:pPr>
      <w:r w:rsidRPr="00094C06">
        <w:rPr>
          <w:rStyle w:val="libBold2Char"/>
          <w:rtl/>
        </w:rPr>
        <w:t>الثاني</w:t>
      </w:r>
      <w:r w:rsidR="008A01C2">
        <w:rPr>
          <w:rtl/>
        </w:rPr>
        <w:t>:</w:t>
      </w:r>
      <w:r w:rsidRPr="003A59EA">
        <w:rPr>
          <w:rtl/>
        </w:rPr>
        <w:t xml:space="preserve"> في مجال تزكية العدل الإمامي لغيره من غير تعرضه أو غيره لمذهبه</w:t>
      </w:r>
      <w:r w:rsidR="008A01C2">
        <w:rPr>
          <w:rtl/>
        </w:rPr>
        <w:t>،</w:t>
      </w:r>
      <w:r w:rsidRPr="003A59EA">
        <w:rPr>
          <w:rtl/>
        </w:rPr>
        <w:t xml:space="preserve"> كقوله</w:t>
      </w:r>
      <w:r w:rsidR="008A01C2">
        <w:rPr>
          <w:rtl/>
        </w:rPr>
        <w:t>:</w:t>
      </w:r>
      <w:r w:rsidRPr="003A59EA">
        <w:rPr>
          <w:rtl/>
        </w:rPr>
        <w:t xml:space="preserve"> « فلان ثقة » مع بيان دلالة هذه الكلمة</w:t>
      </w:r>
      <w:r w:rsidR="008A01C2">
        <w:rPr>
          <w:rtl/>
        </w:rPr>
        <w:t>،</w:t>
      </w:r>
      <w:r w:rsidRPr="003A59EA">
        <w:rPr>
          <w:rtl/>
        </w:rPr>
        <w:t xml:space="preserve"> وعلاقتها بقول سائر العلماء بأن ابن عقدة الحافظ جمع أربعة آلاف ثقة من أصحاب أبي عبد الله الصادق </w:t>
      </w:r>
      <w:r w:rsidRPr="00094C06">
        <w:rPr>
          <w:rStyle w:val="libAlaemChar"/>
          <w:rtl/>
        </w:rPr>
        <w:t>عليه‌السلام</w:t>
      </w:r>
      <w:r w:rsidRPr="003A59EA">
        <w:rPr>
          <w:rtl/>
        </w:rPr>
        <w:t>.</w:t>
      </w:r>
    </w:p>
    <w:p w:rsidR="00094C06" w:rsidRPr="003A59EA" w:rsidRDefault="00094C06" w:rsidP="00094C06">
      <w:pPr>
        <w:pStyle w:val="libNormal"/>
        <w:rPr>
          <w:rtl/>
        </w:rPr>
      </w:pPr>
      <w:r w:rsidRPr="003A59EA">
        <w:rPr>
          <w:rtl/>
        </w:rPr>
        <w:t>كما سلّط الإضواء على توثيق المزكي العادل غير الإمامي لعلاقة ذلك بابن عقدة نفسه لكونه زيديا جاروديا</w:t>
      </w:r>
      <w:r w:rsidR="008A01C2">
        <w:rPr>
          <w:rtl/>
        </w:rPr>
        <w:t>،</w:t>
      </w:r>
      <w:r w:rsidRPr="003A59EA">
        <w:rPr>
          <w:rtl/>
        </w:rPr>
        <w:t xml:space="preserve"> وناقش من يستشكل على هذا التوثيق أو يتوقف عن الاعتماد عليه</w:t>
      </w:r>
      <w:r w:rsidR="008A01C2">
        <w:rPr>
          <w:rtl/>
        </w:rPr>
        <w:t>،</w:t>
      </w:r>
      <w:r w:rsidRPr="003A59EA">
        <w:rPr>
          <w:rtl/>
        </w:rPr>
        <w:t xml:space="preserve"> وقد أجاد في مناقشته معتمدا على وجوه في الرد بسط القول فيها</w:t>
      </w:r>
      <w:r w:rsidR="008A01C2">
        <w:rPr>
          <w:rtl/>
        </w:rPr>
        <w:t>،</w:t>
      </w:r>
      <w:r w:rsidRPr="003A59EA">
        <w:rPr>
          <w:rtl/>
        </w:rPr>
        <w:t xml:space="preserve"> مع الاستفادة الملحوظة من أقوال العلماء</w:t>
      </w:r>
      <w:r w:rsidR="008A01C2">
        <w:rPr>
          <w:rtl/>
        </w:rPr>
        <w:t>،</w:t>
      </w:r>
      <w:r w:rsidRPr="003A59EA">
        <w:rPr>
          <w:rtl/>
        </w:rPr>
        <w:t xml:space="preserve"> ومن توثيقات شيخ الرجاليين النجاشي ذات العلاقة بتوثيقات ابن عقدة بما يستخلص منها حصول الوثوق والاطمئنان بخبر من وثقه ابن عقدة</w:t>
      </w:r>
      <w:r w:rsidR="008A01C2">
        <w:rPr>
          <w:rtl/>
        </w:rPr>
        <w:t>،</w:t>
      </w:r>
      <w:r w:rsidRPr="003A59EA">
        <w:rPr>
          <w:rtl/>
        </w:rPr>
        <w:t xml:space="preserve"> وفي هذا</w:t>
      </w:r>
      <w:r w:rsidR="008A01C2">
        <w:rPr>
          <w:rtl/>
        </w:rPr>
        <w:t xml:space="preserve"> - </w:t>
      </w:r>
      <w:r w:rsidRPr="003A59EA">
        <w:rPr>
          <w:rtl/>
        </w:rPr>
        <w:t>على رأي المصنف</w:t>
      </w:r>
      <w:r w:rsidR="008A01C2">
        <w:rPr>
          <w:rtl/>
        </w:rPr>
        <w:t xml:space="preserve"> - </w:t>
      </w:r>
      <w:r w:rsidRPr="003A59EA">
        <w:rPr>
          <w:rtl/>
        </w:rPr>
        <w:t>كفاية لمن اقتصر في الحجة من الأخبار بالموثوق بصدورها من جهة السند.</w:t>
      </w:r>
    </w:p>
    <w:p w:rsidR="00094C06" w:rsidRPr="003A59EA" w:rsidRDefault="00094C06" w:rsidP="00094C06">
      <w:pPr>
        <w:pStyle w:val="libNormal"/>
        <w:rPr>
          <w:rtl/>
        </w:rPr>
      </w:pPr>
      <w:r w:rsidRPr="00094C06">
        <w:rPr>
          <w:rStyle w:val="libBold2Char"/>
          <w:rtl/>
        </w:rPr>
        <w:t>الثالث</w:t>
      </w:r>
      <w:r w:rsidR="008A01C2">
        <w:rPr>
          <w:rtl/>
        </w:rPr>
        <w:t>:</w:t>
      </w:r>
      <w:r w:rsidRPr="003A59EA">
        <w:rPr>
          <w:rtl/>
        </w:rPr>
        <w:t xml:space="preserve"> وهو من أهم ما ذكره من الأمور التي ودّ التنبيه عليها</w:t>
      </w:r>
      <w:r w:rsidR="008A01C2">
        <w:rPr>
          <w:rtl/>
        </w:rPr>
        <w:t>،</w:t>
      </w:r>
      <w:r w:rsidRPr="003A59EA">
        <w:rPr>
          <w:rtl/>
        </w:rPr>
        <w:t xml:space="preserve"> لتعلقه بمسألة تعارض الأخذ بهذه الأمارة مع تضعيفات الشيخ الطوسي </w:t>
      </w:r>
      <w:r w:rsidRPr="00094C06">
        <w:rPr>
          <w:rStyle w:val="libAlaemChar"/>
          <w:rtl/>
        </w:rPr>
        <w:t>قدس‌سره</w:t>
      </w:r>
    </w:p>
    <w:p w:rsidR="00094C06" w:rsidRDefault="00094C06" w:rsidP="00094C06">
      <w:pPr>
        <w:pStyle w:val="libNormal"/>
        <w:rPr>
          <w:rtl/>
        </w:rPr>
      </w:pPr>
      <w:r>
        <w:rPr>
          <w:rtl/>
        </w:rPr>
        <w:br w:type="page"/>
      </w:r>
    </w:p>
    <w:p w:rsidR="00094C06" w:rsidRPr="003A59EA" w:rsidRDefault="00094C06" w:rsidP="00094C06">
      <w:pPr>
        <w:pStyle w:val="libNormal0"/>
        <w:rPr>
          <w:rtl/>
        </w:rPr>
      </w:pPr>
      <w:r w:rsidRPr="003A59EA">
        <w:rPr>
          <w:rtl/>
        </w:rPr>
        <w:lastRenderedPageBreak/>
        <w:t>الشريف</w:t>
      </w:r>
      <w:r w:rsidR="008A01C2">
        <w:rPr>
          <w:rtl/>
        </w:rPr>
        <w:t xml:space="preserve"> - </w:t>
      </w:r>
      <w:r w:rsidRPr="003A59EA">
        <w:rPr>
          <w:rtl/>
        </w:rPr>
        <w:t xml:space="preserve">لعدد من أصحاب الإمام الصادق </w:t>
      </w:r>
      <w:r w:rsidRPr="00094C06">
        <w:rPr>
          <w:rStyle w:val="libAlaemChar"/>
          <w:rtl/>
        </w:rPr>
        <w:t>عليه‌السلام</w:t>
      </w:r>
      <w:r w:rsidRPr="003A59EA">
        <w:rPr>
          <w:rtl/>
        </w:rPr>
        <w:t xml:space="preserve"> في كتابيه</w:t>
      </w:r>
      <w:r w:rsidR="008A01C2">
        <w:rPr>
          <w:rtl/>
        </w:rPr>
        <w:t>:</w:t>
      </w:r>
      <w:r w:rsidRPr="003A59EA">
        <w:rPr>
          <w:rtl/>
        </w:rPr>
        <w:t xml:space="preserve"> الرجال والفهرست.</w:t>
      </w:r>
    </w:p>
    <w:p w:rsidR="00094C06" w:rsidRPr="003A59EA" w:rsidRDefault="00094C06" w:rsidP="00094C06">
      <w:pPr>
        <w:pStyle w:val="libNormal"/>
        <w:rPr>
          <w:rtl/>
        </w:rPr>
      </w:pPr>
      <w:r w:rsidRPr="003A59EA">
        <w:rPr>
          <w:rtl/>
        </w:rPr>
        <w:t>وقد أجاب المصنف عن تضعيفات الشيخ بوجوه ثلاثة هي باختصار</w:t>
      </w:r>
      <w:r w:rsidR="008A01C2">
        <w:rPr>
          <w:rtl/>
        </w:rPr>
        <w:t>:</w:t>
      </w:r>
    </w:p>
    <w:p w:rsidR="00094C06" w:rsidRPr="003A59EA" w:rsidRDefault="00094C06" w:rsidP="00094C06">
      <w:pPr>
        <w:pStyle w:val="libNormal"/>
        <w:rPr>
          <w:rtl/>
        </w:rPr>
      </w:pPr>
      <w:r w:rsidRPr="003A59EA">
        <w:rPr>
          <w:rtl/>
        </w:rPr>
        <w:t>1</w:t>
      </w:r>
      <w:r w:rsidR="008A01C2">
        <w:rPr>
          <w:rtl/>
        </w:rPr>
        <w:t xml:space="preserve"> - </w:t>
      </w:r>
      <w:r w:rsidRPr="003A59EA">
        <w:rPr>
          <w:rtl/>
        </w:rPr>
        <w:t>سلامة المقدمات التي توصل بها إلى هذه الأمارة</w:t>
      </w:r>
      <w:r w:rsidR="008A01C2">
        <w:rPr>
          <w:rtl/>
        </w:rPr>
        <w:t>،</w:t>
      </w:r>
      <w:r w:rsidRPr="003A59EA">
        <w:rPr>
          <w:rtl/>
        </w:rPr>
        <w:t xml:space="preserve"> ولا يضر حينئذ خروج بعض الأفراد منها</w:t>
      </w:r>
      <w:r w:rsidR="008A01C2">
        <w:rPr>
          <w:rtl/>
        </w:rPr>
        <w:t>،</w:t>
      </w:r>
      <w:r w:rsidRPr="003A59EA">
        <w:rPr>
          <w:rtl/>
        </w:rPr>
        <w:t xml:space="preserve"> ولو لم يصح الأخذ بهذه الأمارة لكان شذوذ فرد من قاعدة يعد نسفا لها</w:t>
      </w:r>
      <w:r w:rsidR="008A01C2">
        <w:rPr>
          <w:rtl/>
        </w:rPr>
        <w:t>،</w:t>
      </w:r>
      <w:r w:rsidRPr="003A59EA">
        <w:rPr>
          <w:rtl/>
        </w:rPr>
        <w:t xml:space="preserve"> وهذا ما لم يقل به أحد.</w:t>
      </w:r>
    </w:p>
    <w:p w:rsidR="00094C06" w:rsidRPr="003A59EA" w:rsidRDefault="00094C06" w:rsidP="00094C06">
      <w:pPr>
        <w:pStyle w:val="libNormal"/>
        <w:rPr>
          <w:rtl/>
        </w:rPr>
      </w:pPr>
      <w:r w:rsidRPr="003A59EA">
        <w:rPr>
          <w:rtl/>
        </w:rPr>
        <w:t>2</w:t>
      </w:r>
      <w:r w:rsidR="008A01C2">
        <w:rPr>
          <w:rtl/>
        </w:rPr>
        <w:t xml:space="preserve"> - </w:t>
      </w:r>
      <w:r w:rsidRPr="003A59EA">
        <w:rPr>
          <w:rtl/>
        </w:rPr>
        <w:t>حمل معنى الضعف بما لا ينافي الوثاقة عند المتقدمين</w:t>
      </w:r>
      <w:r w:rsidR="008A01C2">
        <w:rPr>
          <w:rtl/>
        </w:rPr>
        <w:t>،</w:t>
      </w:r>
      <w:r w:rsidRPr="003A59EA">
        <w:rPr>
          <w:rtl/>
        </w:rPr>
        <w:t xml:space="preserve"> أما ما كان من الضعف منافيا لها بشكل لا يحتمل التأويل كما هو الحال في أبي الخطاب مثلا فقد فصّل جوابه في الوجه الثالث.</w:t>
      </w:r>
    </w:p>
    <w:p w:rsidR="00094C06" w:rsidRPr="003A59EA" w:rsidRDefault="00094C06" w:rsidP="00094C06">
      <w:pPr>
        <w:pStyle w:val="libNormal"/>
        <w:rPr>
          <w:rtl/>
        </w:rPr>
      </w:pPr>
      <w:r w:rsidRPr="003A59EA">
        <w:rPr>
          <w:rtl/>
        </w:rPr>
        <w:t>3</w:t>
      </w:r>
      <w:r w:rsidR="008A01C2">
        <w:rPr>
          <w:rtl/>
        </w:rPr>
        <w:t xml:space="preserve"> - </w:t>
      </w:r>
      <w:r w:rsidRPr="003A59EA">
        <w:rPr>
          <w:rtl/>
        </w:rPr>
        <w:t>اختلاف الموثّق مع الجارح تبعا لاختلاف حال الراوي</w:t>
      </w:r>
      <w:r w:rsidR="008A01C2">
        <w:rPr>
          <w:rtl/>
        </w:rPr>
        <w:t>،</w:t>
      </w:r>
      <w:r w:rsidRPr="003A59EA">
        <w:rPr>
          <w:rtl/>
        </w:rPr>
        <w:t xml:space="preserve"> بمعنى</w:t>
      </w:r>
      <w:r w:rsidR="008A01C2">
        <w:rPr>
          <w:rtl/>
        </w:rPr>
        <w:t>:</w:t>
      </w:r>
      <w:r w:rsidRPr="003A59EA">
        <w:rPr>
          <w:rtl/>
        </w:rPr>
        <w:t xml:space="preserve"> نظر الموثق إلى الراوي في أيام استقامته فوثقه</w:t>
      </w:r>
      <w:r w:rsidR="008A01C2">
        <w:rPr>
          <w:rtl/>
        </w:rPr>
        <w:t>،</w:t>
      </w:r>
      <w:r w:rsidRPr="003A59EA">
        <w:rPr>
          <w:rtl/>
        </w:rPr>
        <w:t xml:space="preserve"> ونظر الجارح إليه في أيام اعوجاجه وانحرافه عن الحق فضعفه.</w:t>
      </w:r>
    </w:p>
    <w:p w:rsidR="00094C06" w:rsidRDefault="00094C06" w:rsidP="00094C06">
      <w:pPr>
        <w:pStyle w:val="libNormal"/>
        <w:rPr>
          <w:rtl/>
        </w:rPr>
      </w:pPr>
      <w:r>
        <w:rPr>
          <w:rtl/>
        </w:rPr>
        <w:br w:type="page"/>
      </w:r>
    </w:p>
    <w:p w:rsidR="00094C06" w:rsidRDefault="00094C06" w:rsidP="00094C06">
      <w:pPr>
        <w:pStyle w:val="libCenterBold1"/>
        <w:rPr>
          <w:rtl/>
        </w:rPr>
      </w:pPr>
      <w:r w:rsidRPr="003A59EA">
        <w:rPr>
          <w:rtl/>
        </w:rPr>
        <w:lastRenderedPageBreak/>
        <w:t>الفائدة التاسعة</w:t>
      </w:r>
    </w:p>
    <w:p w:rsidR="00094C06" w:rsidRDefault="00094C06" w:rsidP="00094C06">
      <w:pPr>
        <w:pStyle w:val="libCenterBold1"/>
        <w:rPr>
          <w:rtl/>
        </w:rPr>
      </w:pPr>
      <w:r w:rsidRPr="003A59EA">
        <w:rPr>
          <w:rtl/>
        </w:rPr>
        <w:t>في الأخبار الحسنة والألفاظ الدالة على التوثيق</w:t>
      </w:r>
    </w:p>
    <w:p w:rsidR="00094C06" w:rsidRPr="003A59EA" w:rsidRDefault="00094C06" w:rsidP="00094C06">
      <w:pPr>
        <w:pStyle w:val="libCenterBold1"/>
        <w:rPr>
          <w:rtl/>
        </w:rPr>
      </w:pPr>
      <w:r w:rsidRPr="003A59EA">
        <w:rPr>
          <w:rtl/>
        </w:rPr>
        <w:t>وأمارات الوثاقة</w:t>
      </w:r>
    </w:p>
    <w:p w:rsidR="00094C06" w:rsidRPr="003A59EA" w:rsidRDefault="00094C06" w:rsidP="00094C06">
      <w:pPr>
        <w:pStyle w:val="libNormal"/>
        <w:rPr>
          <w:rtl/>
        </w:rPr>
      </w:pPr>
      <w:r w:rsidRPr="003A59EA">
        <w:rPr>
          <w:rtl/>
        </w:rPr>
        <w:t>تعرض المحدث النوري</w:t>
      </w:r>
      <w:r w:rsidR="008A01C2">
        <w:rPr>
          <w:rtl/>
        </w:rPr>
        <w:t xml:space="preserve"> - </w:t>
      </w:r>
      <w:r w:rsidRPr="00094C06">
        <w:rPr>
          <w:rStyle w:val="libAlaemChar"/>
          <w:rtl/>
        </w:rPr>
        <w:t>رحمه‌الله</w:t>
      </w:r>
      <w:r w:rsidRPr="003A59EA">
        <w:rPr>
          <w:rtl/>
        </w:rPr>
        <w:t xml:space="preserve"> تعالى</w:t>
      </w:r>
      <w:r w:rsidR="008A01C2">
        <w:rPr>
          <w:rtl/>
        </w:rPr>
        <w:t xml:space="preserve"> - </w:t>
      </w:r>
      <w:r w:rsidRPr="003A59EA">
        <w:rPr>
          <w:rtl/>
        </w:rPr>
        <w:t>في هذه الفائدة إلى بحث مهم قلما اعتنت به كتب الدراية قبله</w:t>
      </w:r>
      <w:r w:rsidR="008A01C2">
        <w:rPr>
          <w:rtl/>
        </w:rPr>
        <w:t>،</w:t>
      </w:r>
      <w:r w:rsidRPr="003A59EA">
        <w:rPr>
          <w:rtl/>
        </w:rPr>
        <w:t xml:space="preserve"> ألا وهو كيفية اقتراب الحديث الحسن من الحديث الصحيح</w:t>
      </w:r>
      <w:r w:rsidR="008A01C2">
        <w:rPr>
          <w:rtl/>
        </w:rPr>
        <w:t>،</w:t>
      </w:r>
      <w:r w:rsidRPr="003A59EA">
        <w:rPr>
          <w:rtl/>
        </w:rPr>
        <w:t xml:space="preserve"> مع مراعاة موقف المتأخرين الذين قالوا بعدم حجية الحسن لاشتراطهم في حجية الخبر عدالة رواته. مع بحثه عما دلّ من الألفاظ على التوثيق</w:t>
      </w:r>
      <w:r w:rsidR="008A01C2">
        <w:rPr>
          <w:rtl/>
        </w:rPr>
        <w:t>،</w:t>
      </w:r>
      <w:r w:rsidRPr="003A59EA">
        <w:rPr>
          <w:rtl/>
        </w:rPr>
        <w:t xml:space="preserve"> وكشف النقاب عن الأمارات الدالة على الوثاقة.</w:t>
      </w:r>
    </w:p>
    <w:p w:rsidR="00094C06" w:rsidRPr="003A59EA" w:rsidRDefault="00094C06" w:rsidP="00094C06">
      <w:pPr>
        <w:pStyle w:val="libNormal"/>
        <w:rPr>
          <w:rtl/>
        </w:rPr>
      </w:pPr>
      <w:r w:rsidRPr="003A59EA">
        <w:rPr>
          <w:rtl/>
        </w:rPr>
        <w:t>وقد مهّد المصنف لبيان حقيقة هذه المسائل بأمرين مهمين</w:t>
      </w:r>
      <w:r w:rsidR="008A01C2">
        <w:rPr>
          <w:rtl/>
        </w:rPr>
        <w:t>،</w:t>
      </w:r>
      <w:r w:rsidRPr="003A59EA">
        <w:rPr>
          <w:rtl/>
        </w:rPr>
        <w:t xml:space="preserve"> وهما</w:t>
      </w:r>
      <w:r w:rsidR="008A01C2">
        <w:rPr>
          <w:rtl/>
        </w:rPr>
        <w:t>:</w:t>
      </w:r>
    </w:p>
    <w:p w:rsidR="00094C06" w:rsidRPr="003A59EA" w:rsidRDefault="00094C06" w:rsidP="00094C06">
      <w:pPr>
        <w:pStyle w:val="libNormal"/>
        <w:rPr>
          <w:rtl/>
        </w:rPr>
      </w:pPr>
      <w:r w:rsidRPr="00094C06">
        <w:rPr>
          <w:rStyle w:val="libBold2Char"/>
          <w:rtl/>
        </w:rPr>
        <w:t>الأوّل</w:t>
      </w:r>
      <w:r w:rsidR="008A01C2">
        <w:rPr>
          <w:rtl/>
        </w:rPr>
        <w:t>:</w:t>
      </w:r>
      <w:r w:rsidRPr="003A59EA">
        <w:rPr>
          <w:rtl/>
        </w:rPr>
        <w:t xml:space="preserve"> اختلاف العلماء في معنى العدالة الشرعية واتفاقهم على ترتيب آثارها بحق من ثبت حسن ظاهره.</w:t>
      </w:r>
    </w:p>
    <w:p w:rsidR="00094C06" w:rsidRPr="003A59EA" w:rsidRDefault="00094C06" w:rsidP="00094C06">
      <w:pPr>
        <w:pStyle w:val="libNormal"/>
        <w:rPr>
          <w:rtl/>
        </w:rPr>
      </w:pPr>
      <w:r w:rsidRPr="00094C06">
        <w:rPr>
          <w:rStyle w:val="libBold2Char"/>
          <w:rtl/>
        </w:rPr>
        <w:t>الثاني</w:t>
      </w:r>
      <w:r w:rsidR="008A01C2">
        <w:rPr>
          <w:rtl/>
        </w:rPr>
        <w:t>:</w:t>
      </w:r>
      <w:r w:rsidRPr="003A59EA">
        <w:rPr>
          <w:rtl/>
        </w:rPr>
        <w:t xml:space="preserve"> اتفاق أهل الدراية على دلالة بعض ألفاظ التعديل وبعض ألفاظ المدح</w:t>
      </w:r>
      <w:r w:rsidR="008A01C2">
        <w:rPr>
          <w:rtl/>
        </w:rPr>
        <w:t>،</w:t>
      </w:r>
      <w:r w:rsidRPr="003A59EA">
        <w:rPr>
          <w:rtl/>
        </w:rPr>
        <w:t xml:space="preserve"> وعدّهم الحديث من جهة من قيل بحقه لفظ تعديل متفق عليه صحيحا</w:t>
      </w:r>
      <w:r w:rsidR="008A01C2">
        <w:rPr>
          <w:rtl/>
        </w:rPr>
        <w:t>،</w:t>
      </w:r>
      <w:r w:rsidRPr="003A59EA">
        <w:rPr>
          <w:rtl/>
        </w:rPr>
        <w:t xml:space="preserve"> وحسنا إن كان اللفظ المتفق عليه لفظ مدح. هذا مع تصريحهم بأن مثل ( شيخ الطائفة ) أو ( عميدها ) أو ( رئيسها ) ونحو ذلك من الألفاظ إنما تستعمل للمشاهير من أقطاب المذهب ممن يستغني عن التوثيق.</w:t>
      </w:r>
    </w:p>
    <w:p w:rsidR="00094C06" w:rsidRPr="003A59EA" w:rsidRDefault="00094C06" w:rsidP="00094C06">
      <w:pPr>
        <w:pStyle w:val="libNormal"/>
        <w:rPr>
          <w:rtl/>
        </w:rPr>
      </w:pPr>
      <w:r w:rsidRPr="003A59EA">
        <w:rPr>
          <w:rtl/>
        </w:rPr>
        <w:t>ثم تعرض بعد ذلك إلى عدّهم حديث بعض الأعاظم حسنا</w:t>
      </w:r>
      <w:r w:rsidR="008A01C2">
        <w:rPr>
          <w:rtl/>
        </w:rPr>
        <w:t>،</w:t>
      </w:r>
      <w:r w:rsidRPr="003A59EA">
        <w:rPr>
          <w:rtl/>
        </w:rPr>
        <w:t xml:space="preserve"> متخذا من الشيخ إبراهيم بن هاشم القمي مثالا على ذلك</w:t>
      </w:r>
      <w:r w:rsidR="008A01C2">
        <w:rPr>
          <w:rtl/>
        </w:rPr>
        <w:t>،</w:t>
      </w:r>
      <w:r w:rsidRPr="003A59EA">
        <w:rPr>
          <w:rtl/>
        </w:rPr>
        <w:t xml:space="preserve"> لعدم النص عليه بالوثاقة بل بالمدح المعتد به. وقد ناقش هذا المدح مبينا عدم تخلفه عن حسن الظاهر بستر المعاصي واجتناب الكبائر وأداء الفرائض والاستقامة في القول والفعل مما يعد كاشفا عن الملكة. كما ناقش بعض ألفاظ المدح الأخرى</w:t>
      </w:r>
    </w:p>
    <w:p w:rsidR="00094C06" w:rsidRDefault="00094C06" w:rsidP="00094C06">
      <w:pPr>
        <w:pStyle w:val="libNormal"/>
        <w:rPr>
          <w:rtl/>
        </w:rPr>
      </w:pPr>
      <w:r>
        <w:rPr>
          <w:rtl/>
        </w:rPr>
        <w:br w:type="page"/>
      </w:r>
    </w:p>
    <w:p w:rsidR="00094C06" w:rsidRPr="003A59EA" w:rsidRDefault="00094C06" w:rsidP="00094C06">
      <w:pPr>
        <w:pStyle w:val="libNormal0"/>
        <w:rPr>
          <w:rtl/>
        </w:rPr>
      </w:pPr>
      <w:r w:rsidRPr="003A59EA">
        <w:rPr>
          <w:rtl/>
        </w:rPr>
        <w:lastRenderedPageBreak/>
        <w:t>مؤكدا عدم صلاحية إطلاقها على غير من حسن ظاهره كقولهم</w:t>
      </w:r>
      <w:r w:rsidR="008A01C2">
        <w:rPr>
          <w:rtl/>
        </w:rPr>
        <w:t>:</w:t>
      </w:r>
      <w:r w:rsidRPr="003A59EA">
        <w:rPr>
          <w:rtl/>
        </w:rPr>
        <w:t xml:space="preserve"> ( صالح )</w:t>
      </w:r>
      <w:r w:rsidR="008A01C2">
        <w:rPr>
          <w:rtl/>
        </w:rPr>
        <w:t>،</w:t>
      </w:r>
      <w:r w:rsidRPr="003A59EA">
        <w:rPr>
          <w:rtl/>
        </w:rPr>
        <w:t xml:space="preserve"> ( زاهد )</w:t>
      </w:r>
      <w:r w:rsidR="008A01C2">
        <w:rPr>
          <w:rtl/>
        </w:rPr>
        <w:t>،</w:t>
      </w:r>
      <w:r w:rsidRPr="003A59EA">
        <w:rPr>
          <w:rtl/>
        </w:rPr>
        <w:t xml:space="preserve"> ( شيخ جلي ) ونحوها.</w:t>
      </w:r>
    </w:p>
    <w:p w:rsidR="00094C06" w:rsidRPr="003A59EA" w:rsidRDefault="00094C06" w:rsidP="00094C06">
      <w:pPr>
        <w:pStyle w:val="libNormal"/>
        <w:rPr>
          <w:rtl/>
        </w:rPr>
      </w:pPr>
      <w:r w:rsidRPr="003A59EA">
        <w:rPr>
          <w:rtl/>
        </w:rPr>
        <w:t>ثم خلص إلى أنّ عدم الطعن فيمن وصف بواحد منها مع ذكره في جملة حملة الشريعة ورواة الشيعة يزيد في حسن حديثه ويكشف عن حسن سيرته ونقاء سريرته.</w:t>
      </w:r>
    </w:p>
    <w:p w:rsidR="00094C06" w:rsidRPr="003A59EA" w:rsidRDefault="00094C06" w:rsidP="00094C06">
      <w:pPr>
        <w:pStyle w:val="libNormal"/>
        <w:rPr>
          <w:rtl/>
        </w:rPr>
      </w:pPr>
      <w:r w:rsidRPr="003A59EA">
        <w:rPr>
          <w:rtl/>
        </w:rPr>
        <w:t>ثم بحث بعد ذلك مسألة مهمة للغاية</w:t>
      </w:r>
      <w:r w:rsidR="008A01C2">
        <w:rPr>
          <w:rtl/>
        </w:rPr>
        <w:t>،</w:t>
      </w:r>
      <w:r w:rsidRPr="003A59EA">
        <w:rPr>
          <w:rtl/>
        </w:rPr>
        <w:t xml:space="preserve"> وهي عدم تفريق بعض العلماء في مقام العمل وفي موارد الترجيح عند التعارض بين من مدح ومن وثق صراحة</w:t>
      </w:r>
      <w:r w:rsidR="008A01C2">
        <w:rPr>
          <w:rtl/>
        </w:rPr>
        <w:t>،</w:t>
      </w:r>
      <w:r w:rsidRPr="003A59EA">
        <w:rPr>
          <w:rtl/>
        </w:rPr>
        <w:t xml:space="preserve"> مؤكدا عدم تقديمهم الصحيح على الحسن عند التعارض</w:t>
      </w:r>
      <w:r w:rsidR="008A01C2">
        <w:rPr>
          <w:rtl/>
        </w:rPr>
        <w:t>،</w:t>
      </w:r>
      <w:r w:rsidRPr="003A59EA">
        <w:rPr>
          <w:rtl/>
        </w:rPr>
        <w:t xml:space="preserve"> ممثّلا بما دأب عليه الشيخ في التهذيب والاستبصار من الجمع بين المتعارضين من غير طعن في سند الحديث الحسن أصلا.</w:t>
      </w:r>
    </w:p>
    <w:p w:rsidR="00094C06" w:rsidRPr="003A59EA" w:rsidRDefault="00094C06" w:rsidP="00094C06">
      <w:pPr>
        <w:pStyle w:val="libNormal"/>
        <w:rPr>
          <w:rtl/>
        </w:rPr>
      </w:pPr>
      <w:r w:rsidRPr="003A59EA">
        <w:rPr>
          <w:rtl/>
        </w:rPr>
        <w:t>ولهذا يرى المصنف</w:t>
      </w:r>
      <w:r w:rsidR="008A01C2">
        <w:rPr>
          <w:rtl/>
        </w:rPr>
        <w:t xml:space="preserve"> - </w:t>
      </w:r>
      <w:r w:rsidRPr="00094C06">
        <w:rPr>
          <w:rStyle w:val="libAlaemChar"/>
          <w:rtl/>
        </w:rPr>
        <w:t>قدس‌سره</w:t>
      </w:r>
      <w:r w:rsidR="008A01C2">
        <w:rPr>
          <w:rtl/>
        </w:rPr>
        <w:t xml:space="preserve"> - </w:t>
      </w:r>
      <w:r w:rsidRPr="003A59EA">
        <w:rPr>
          <w:rtl/>
        </w:rPr>
        <w:t>ان توصيفهم لبعض بالوثاقة ولآخر بالصلاح</w:t>
      </w:r>
      <w:r w:rsidR="008A01C2">
        <w:rPr>
          <w:rtl/>
        </w:rPr>
        <w:t>،</w:t>
      </w:r>
      <w:r w:rsidRPr="003A59EA">
        <w:rPr>
          <w:rtl/>
        </w:rPr>
        <w:t xml:space="preserve"> ولثالث بالزهد أو الديانة مثلا إنما هو لتفننهم في التعبير.</w:t>
      </w:r>
    </w:p>
    <w:p w:rsidR="00094C06" w:rsidRPr="003A59EA" w:rsidRDefault="00094C06" w:rsidP="00094C06">
      <w:pPr>
        <w:pStyle w:val="libNormal"/>
        <w:rPr>
          <w:rtl/>
        </w:rPr>
      </w:pPr>
      <w:r w:rsidRPr="003A59EA">
        <w:rPr>
          <w:rtl/>
        </w:rPr>
        <w:t>ولقد ساق أمثلة كثيرة ممن قيل بحقهم مثل هذه الألفاظ في أهم كتب الرجال الشيعية على الإطلاق</w:t>
      </w:r>
      <w:r w:rsidR="008A01C2">
        <w:rPr>
          <w:rtl/>
        </w:rPr>
        <w:t>،</w:t>
      </w:r>
      <w:r w:rsidRPr="003A59EA">
        <w:rPr>
          <w:rtl/>
        </w:rPr>
        <w:t xml:space="preserve"> مع اتفاق سائر العلماء على وثاقتهم وجلالتهم وعلو منزلتهم ومكانتهم في هذه الطائفة</w:t>
      </w:r>
      <w:r w:rsidR="008A01C2">
        <w:rPr>
          <w:rtl/>
        </w:rPr>
        <w:t>،</w:t>
      </w:r>
      <w:r w:rsidRPr="003A59EA">
        <w:rPr>
          <w:rtl/>
        </w:rPr>
        <w:t xml:space="preserve"> كما هو الحال في زرارة</w:t>
      </w:r>
      <w:r w:rsidR="008A01C2">
        <w:rPr>
          <w:rtl/>
        </w:rPr>
        <w:t>،</w:t>
      </w:r>
      <w:r w:rsidRPr="003A59EA">
        <w:rPr>
          <w:rtl/>
        </w:rPr>
        <w:t xml:space="preserve"> وأبان بن تغلب والبزنطي وأضرابهم.</w:t>
      </w:r>
    </w:p>
    <w:p w:rsidR="00094C06" w:rsidRPr="003A59EA" w:rsidRDefault="00094C06" w:rsidP="00094C06">
      <w:pPr>
        <w:pStyle w:val="libNormal"/>
        <w:rPr>
          <w:rtl/>
        </w:rPr>
      </w:pPr>
      <w:r w:rsidRPr="003A59EA">
        <w:rPr>
          <w:rtl/>
        </w:rPr>
        <w:t>أما عن اكتفاء بعضهم بكلمة ( عظيم المنزلة ) ونظائرها في مجال التوثيق فقد استفاد منه</w:t>
      </w:r>
      <w:r w:rsidR="008A01C2">
        <w:rPr>
          <w:rtl/>
        </w:rPr>
        <w:t xml:space="preserve"> - </w:t>
      </w:r>
      <w:r w:rsidRPr="003A59EA">
        <w:rPr>
          <w:rtl/>
        </w:rPr>
        <w:t>بعد أن نقل كلماتهم</w:t>
      </w:r>
      <w:r w:rsidR="008A01C2">
        <w:rPr>
          <w:rtl/>
        </w:rPr>
        <w:t xml:space="preserve"> - </w:t>
      </w:r>
      <w:r w:rsidRPr="003A59EA">
        <w:rPr>
          <w:rtl/>
        </w:rPr>
        <w:t>إمكانية اتحاد اصطلاح القدماء مع اصطلاح المتأخرين في ( الصحيح ) من جهة</w:t>
      </w:r>
      <w:r w:rsidR="008A01C2">
        <w:rPr>
          <w:rtl/>
        </w:rPr>
        <w:t>،</w:t>
      </w:r>
      <w:r w:rsidRPr="003A59EA">
        <w:rPr>
          <w:rtl/>
        </w:rPr>
        <w:t xml:space="preserve"> وأعمية صحيح القدماء من جهة دخول الحديث الموثق فيه أيضا.</w:t>
      </w:r>
    </w:p>
    <w:p w:rsidR="00094C06" w:rsidRPr="003A59EA" w:rsidRDefault="00094C06" w:rsidP="00094C06">
      <w:pPr>
        <w:pStyle w:val="libNormal"/>
        <w:rPr>
          <w:rtl/>
        </w:rPr>
      </w:pPr>
      <w:r w:rsidRPr="003A59EA">
        <w:rPr>
          <w:rtl/>
        </w:rPr>
        <w:t>ثم أكد بعد ذلك على ضوابط التصحيح والتحسين والتضعيف</w:t>
      </w:r>
      <w:r w:rsidR="008A01C2">
        <w:rPr>
          <w:rtl/>
        </w:rPr>
        <w:t>،</w:t>
      </w:r>
      <w:r w:rsidRPr="003A59EA">
        <w:rPr>
          <w:rtl/>
        </w:rPr>
        <w:t xml:space="preserve"> والنظر إلى أصول هذا الفن</w:t>
      </w:r>
      <w:r w:rsidR="008A01C2">
        <w:rPr>
          <w:rtl/>
        </w:rPr>
        <w:t>،</w:t>
      </w:r>
      <w:r w:rsidRPr="003A59EA">
        <w:rPr>
          <w:rtl/>
        </w:rPr>
        <w:t xml:space="preserve"> والتأمل في ألفاظ المدح</w:t>
      </w:r>
      <w:r w:rsidR="008A01C2">
        <w:rPr>
          <w:rtl/>
        </w:rPr>
        <w:t>،</w:t>
      </w:r>
      <w:r w:rsidRPr="003A59EA">
        <w:rPr>
          <w:rtl/>
        </w:rPr>
        <w:t xml:space="preserve"> والنظر في مداليلها وما اقترنت بها من أمور يستشف منها حسن الظاهر الكاشف عن الملكة</w:t>
      </w:r>
      <w:r w:rsidR="008A01C2">
        <w:rPr>
          <w:rtl/>
        </w:rPr>
        <w:t>،</w:t>
      </w:r>
      <w:r w:rsidRPr="003A59EA">
        <w:rPr>
          <w:rtl/>
        </w:rPr>
        <w:t xml:space="preserve"> وبهذا</w:t>
      </w:r>
    </w:p>
    <w:p w:rsidR="00094C06" w:rsidRDefault="00094C06" w:rsidP="00094C06">
      <w:pPr>
        <w:pStyle w:val="libNormal"/>
        <w:rPr>
          <w:rtl/>
        </w:rPr>
      </w:pPr>
      <w:r>
        <w:rPr>
          <w:rtl/>
        </w:rPr>
        <w:br w:type="page"/>
      </w:r>
    </w:p>
    <w:p w:rsidR="00094C06" w:rsidRPr="003A59EA" w:rsidRDefault="00094C06" w:rsidP="00094C06">
      <w:pPr>
        <w:pStyle w:val="libNormal0"/>
        <w:rPr>
          <w:rtl/>
        </w:rPr>
      </w:pPr>
      <w:r w:rsidRPr="003A59EA">
        <w:rPr>
          <w:rtl/>
        </w:rPr>
        <w:lastRenderedPageBreak/>
        <w:t>يصير الممدوح ثقة</w:t>
      </w:r>
      <w:r w:rsidR="008A01C2">
        <w:rPr>
          <w:rtl/>
        </w:rPr>
        <w:t>،</w:t>
      </w:r>
      <w:r w:rsidRPr="003A59EA">
        <w:rPr>
          <w:rtl/>
        </w:rPr>
        <w:t xml:space="preserve"> والخبر الحسن صحيحا.</w:t>
      </w:r>
    </w:p>
    <w:p w:rsidR="00094C06" w:rsidRPr="003A59EA" w:rsidRDefault="00094C06" w:rsidP="00094C06">
      <w:pPr>
        <w:pStyle w:val="libNormal"/>
        <w:rPr>
          <w:rtl/>
        </w:rPr>
      </w:pPr>
      <w:r w:rsidRPr="003A59EA">
        <w:rPr>
          <w:rtl/>
        </w:rPr>
        <w:t>ثم عطف الكلام إلى تبيين مثل هذه القرائن التي سبق وأن بحثها تفصيلا فيما سبق من فوائد مشيرا إليها في هذه الفائدة على وجه الاجمال مبينا من أخذ بها من العلماء.</w:t>
      </w:r>
    </w:p>
    <w:p w:rsidR="00094C06" w:rsidRPr="003A59EA" w:rsidRDefault="00094C06" w:rsidP="00094C06">
      <w:pPr>
        <w:pStyle w:val="libNormal"/>
        <w:rPr>
          <w:rtl/>
        </w:rPr>
      </w:pPr>
      <w:r w:rsidRPr="003A59EA">
        <w:rPr>
          <w:rtl/>
        </w:rPr>
        <w:t>ثم كشف النقاب عن الرواية عن الضعفاء في عرف القدماء</w:t>
      </w:r>
      <w:r w:rsidR="008A01C2">
        <w:rPr>
          <w:rtl/>
        </w:rPr>
        <w:t>،</w:t>
      </w:r>
      <w:r w:rsidRPr="003A59EA">
        <w:rPr>
          <w:rtl/>
        </w:rPr>
        <w:t xml:space="preserve"> وكيف انهم كانوا يعدونها من أعظم المطاعن وذلك بأدلة كثيرة استخرجها من تراجم العلماء</w:t>
      </w:r>
      <w:r w:rsidR="008A01C2">
        <w:rPr>
          <w:rtl/>
        </w:rPr>
        <w:t>،</w:t>
      </w:r>
      <w:r w:rsidRPr="003A59EA">
        <w:rPr>
          <w:rtl/>
        </w:rPr>
        <w:t xml:space="preserve"> ثم ضرب أمثلة أخرى على من عدت أحاديثه حسنة ووردت في حقه من الأوصاف الجليلة التي لا تنفك عن الوثاقة بل حسن الظاهر أيضا.</w:t>
      </w:r>
    </w:p>
    <w:p w:rsidR="00094C06" w:rsidRPr="003A59EA" w:rsidRDefault="00094C06" w:rsidP="00094C06">
      <w:pPr>
        <w:pStyle w:val="libNormal"/>
        <w:rPr>
          <w:rtl/>
        </w:rPr>
      </w:pPr>
      <w:r w:rsidRPr="003A59EA">
        <w:rPr>
          <w:rtl/>
        </w:rPr>
        <w:t>ومن هنا نعى المصنف</w:t>
      </w:r>
      <w:r w:rsidR="008A01C2">
        <w:rPr>
          <w:rtl/>
        </w:rPr>
        <w:t xml:space="preserve"> - </w:t>
      </w:r>
      <w:r w:rsidRPr="00094C06">
        <w:rPr>
          <w:rStyle w:val="libAlaemChar"/>
          <w:rtl/>
        </w:rPr>
        <w:t>قدس‌سره</w:t>
      </w:r>
      <w:r w:rsidR="008A01C2">
        <w:rPr>
          <w:rtl/>
        </w:rPr>
        <w:t xml:space="preserve"> - </w:t>
      </w:r>
      <w:r w:rsidRPr="003A59EA">
        <w:rPr>
          <w:rtl/>
        </w:rPr>
        <w:t>تقسيم الحديث إلى أقسامه المعروفة</w:t>
      </w:r>
      <w:r w:rsidR="008A01C2">
        <w:rPr>
          <w:rtl/>
        </w:rPr>
        <w:t>،</w:t>
      </w:r>
      <w:r w:rsidRPr="003A59EA">
        <w:rPr>
          <w:rtl/>
        </w:rPr>
        <w:t xml:space="preserve"> إذ حكموا من خلال هذا التقسيم على حسن أكثر الصحاح وأخرجوها عن دائرة الحجية مع ثبوت احتجاج من سبقهم بها.</w:t>
      </w:r>
    </w:p>
    <w:p w:rsidR="00094C06" w:rsidRPr="003A59EA" w:rsidRDefault="00094C06" w:rsidP="00094C06">
      <w:pPr>
        <w:pStyle w:val="libNormal"/>
        <w:rPr>
          <w:rtl/>
        </w:rPr>
      </w:pPr>
      <w:r w:rsidRPr="003A59EA">
        <w:rPr>
          <w:rtl/>
        </w:rPr>
        <w:t>لقد حاول المصنف</w:t>
      </w:r>
      <w:r w:rsidR="008A01C2">
        <w:rPr>
          <w:rtl/>
        </w:rPr>
        <w:t xml:space="preserve"> - </w:t>
      </w:r>
      <w:r w:rsidRPr="00094C06">
        <w:rPr>
          <w:rStyle w:val="libAlaemChar"/>
          <w:rtl/>
        </w:rPr>
        <w:t>قدس‌سره</w:t>
      </w:r>
      <w:r w:rsidR="008A01C2">
        <w:rPr>
          <w:rtl/>
        </w:rPr>
        <w:t xml:space="preserve"> - </w:t>
      </w:r>
      <w:r w:rsidRPr="003A59EA">
        <w:rPr>
          <w:rtl/>
        </w:rPr>
        <w:t>في هذه الفائدة أن يفتح نافذة على تقسيم الحديث عند المتأخرين</w:t>
      </w:r>
      <w:r w:rsidR="008A01C2">
        <w:rPr>
          <w:rtl/>
        </w:rPr>
        <w:t>،</w:t>
      </w:r>
      <w:r w:rsidRPr="003A59EA">
        <w:rPr>
          <w:rtl/>
        </w:rPr>
        <w:t xml:space="preserve"> ليطل الباحثون من خلالها على هذا المصطلح الجديد وينظروا ما فيه وعلى ضوء ما طرحه من مفاهيم.</w:t>
      </w:r>
    </w:p>
    <w:p w:rsidR="00094C06" w:rsidRDefault="00094C06" w:rsidP="00094C06">
      <w:pPr>
        <w:pStyle w:val="libNormal"/>
        <w:rPr>
          <w:rtl/>
        </w:rPr>
      </w:pPr>
      <w:r>
        <w:rPr>
          <w:rtl/>
        </w:rPr>
        <w:br w:type="page"/>
      </w:r>
    </w:p>
    <w:p w:rsidR="00094C06" w:rsidRDefault="00094C06" w:rsidP="00094C06">
      <w:pPr>
        <w:pStyle w:val="libCenterBold1"/>
        <w:rPr>
          <w:rtl/>
        </w:rPr>
      </w:pPr>
      <w:r w:rsidRPr="003A59EA">
        <w:rPr>
          <w:rtl/>
        </w:rPr>
        <w:lastRenderedPageBreak/>
        <w:t>الفائدة العاشرة</w:t>
      </w:r>
    </w:p>
    <w:p w:rsidR="00094C06" w:rsidRDefault="00094C06" w:rsidP="00094C06">
      <w:pPr>
        <w:pStyle w:val="libCenterBold1"/>
        <w:rPr>
          <w:rtl/>
        </w:rPr>
      </w:pPr>
      <w:r w:rsidRPr="003A59EA">
        <w:rPr>
          <w:rtl/>
        </w:rPr>
        <w:t>في استدراك ما فات الوسائل</w:t>
      </w:r>
    </w:p>
    <w:p w:rsidR="00094C06" w:rsidRDefault="00094C06" w:rsidP="00094C06">
      <w:pPr>
        <w:pStyle w:val="libCenterBold1"/>
        <w:rPr>
          <w:rtl/>
        </w:rPr>
      </w:pPr>
      <w:r w:rsidRPr="003A59EA">
        <w:rPr>
          <w:rtl/>
        </w:rPr>
        <w:t>من الثقات والممدوحين</w:t>
      </w:r>
    </w:p>
    <w:p w:rsidR="00094C06" w:rsidRPr="003A59EA" w:rsidRDefault="00094C06" w:rsidP="00094C06">
      <w:pPr>
        <w:pStyle w:val="libNormal"/>
        <w:rPr>
          <w:rtl/>
        </w:rPr>
      </w:pPr>
      <w:r w:rsidRPr="003A59EA">
        <w:rPr>
          <w:rtl/>
        </w:rPr>
        <w:t>هذا هو العنوان الذي اختاره المصنف</w:t>
      </w:r>
      <w:r w:rsidR="008A01C2">
        <w:rPr>
          <w:rtl/>
        </w:rPr>
        <w:t xml:space="preserve"> - </w:t>
      </w:r>
      <w:r w:rsidRPr="00094C06">
        <w:rPr>
          <w:rStyle w:val="libAlaemChar"/>
          <w:rtl/>
        </w:rPr>
        <w:t>رحمه‌الله</w:t>
      </w:r>
      <w:r w:rsidRPr="003A59EA">
        <w:rPr>
          <w:rtl/>
        </w:rPr>
        <w:t xml:space="preserve"> تعالى</w:t>
      </w:r>
      <w:r w:rsidR="008A01C2">
        <w:rPr>
          <w:rtl/>
        </w:rPr>
        <w:t xml:space="preserve"> - </w:t>
      </w:r>
      <w:r w:rsidRPr="003A59EA">
        <w:rPr>
          <w:rtl/>
        </w:rPr>
        <w:t>لهذه الفائدة التي سجل فيها ثلاثة آلاف وأربعمائة وتسعة وعشرين اسما لتكون مكملة لما سجله الشيخ الحر</w:t>
      </w:r>
      <w:r w:rsidR="008A01C2">
        <w:rPr>
          <w:rtl/>
        </w:rPr>
        <w:t xml:space="preserve"> - </w:t>
      </w:r>
      <w:r w:rsidRPr="00094C06">
        <w:rPr>
          <w:rStyle w:val="libAlaemChar"/>
          <w:rtl/>
        </w:rPr>
        <w:t>رحمه‌الله</w:t>
      </w:r>
      <w:r w:rsidRPr="003A59EA">
        <w:rPr>
          <w:rtl/>
        </w:rPr>
        <w:t xml:space="preserve"> تعالى</w:t>
      </w:r>
      <w:r w:rsidR="008A01C2">
        <w:rPr>
          <w:rtl/>
        </w:rPr>
        <w:t xml:space="preserve"> - </w:t>
      </w:r>
      <w:r w:rsidRPr="003A59EA">
        <w:rPr>
          <w:rtl/>
        </w:rPr>
        <w:t>في الفائدة الأخيرة من فوائد خاتمة الوسائل</w:t>
      </w:r>
      <w:r w:rsidR="008A01C2">
        <w:rPr>
          <w:rtl/>
        </w:rPr>
        <w:t>،</w:t>
      </w:r>
      <w:r w:rsidRPr="003A59EA">
        <w:rPr>
          <w:rtl/>
        </w:rPr>
        <w:t xml:space="preserve"> وإن لم يجر المصنف فيها على منهج الشيخ الحر كما سترى.</w:t>
      </w:r>
    </w:p>
    <w:p w:rsidR="00094C06" w:rsidRPr="003A59EA" w:rsidRDefault="00094C06" w:rsidP="00094C06">
      <w:pPr>
        <w:pStyle w:val="libNormal"/>
        <w:rPr>
          <w:rtl/>
        </w:rPr>
      </w:pPr>
      <w:r w:rsidRPr="003A59EA">
        <w:rPr>
          <w:rtl/>
        </w:rPr>
        <w:t>وقبل بيان ما يتعلق بهذه الفائدة من أمور يحسن الرجوع بالقارئ العزيز إلى الفائدة الثانية عشرة والأخيرة من فوائد وسائل الشيعة</w:t>
      </w:r>
      <w:r w:rsidR="008A01C2">
        <w:rPr>
          <w:rtl/>
        </w:rPr>
        <w:t>،</w:t>
      </w:r>
      <w:r w:rsidRPr="003A59EA">
        <w:rPr>
          <w:rtl/>
        </w:rPr>
        <w:t xml:space="preserve"> ومن ثم تسليط الضوء على منهج المصنف في هذه الفائدة</w:t>
      </w:r>
      <w:r w:rsidR="008A01C2">
        <w:rPr>
          <w:rtl/>
        </w:rPr>
        <w:t>،</w:t>
      </w:r>
      <w:r w:rsidRPr="003A59EA">
        <w:rPr>
          <w:rtl/>
        </w:rPr>
        <w:t xml:space="preserve"> لكي يتضح عن كثب طبيعة الاستدراك المسجلة هنا فنقول</w:t>
      </w:r>
      <w:r w:rsidR="008A01C2">
        <w:rPr>
          <w:rtl/>
        </w:rPr>
        <w:t>:</w:t>
      </w:r>
    </w:p>
    <w:p w:rsidR="00094C06" w:rsidRPr="003A59EA" w:rsidRDefault="00094C06" w:rsidP="00094C06">
      <w:pPr>
        <w:pStyle w:val="libNormal"/>
        <w:rPr>
          <w:rtl/>
        </w:rPr>
      </w:pPr>
      <w:r w:rsidRPr="003A59EA">
        <w:rPr>
          <w:rtl/>
        </w:rPr>
        <w:t>خصصت الفائدة الثانية عشرة من فوائد خاتمة وسائل الشيعة لذكر أحوال رجال السند بغض النظر عن وقوعهم في أسانيد الوسائل أولا</w:t>
      </w:r>
      <w:r w:rsidR="008A01C2">
        <w:rPr>
          <w:rtl/>
        </w:rPr>
        <w:t>،</w:t>
      </w:r>
      <w:r w:rsidRPr="003A59EA">
        <w:rPr>
          <w:rtl/>
        </w:rPr>
        <w:t xml:space="preserve"> وهذا هو ما صرّح به الشيخ الحر في أول الفائدة المذكورة حيث قال</w:t>
      </w:r>
      <w:r w:rsidR="008A01C2">
        <w:rPr>
          <w:rtl/>
        </w:rPr>
        <w:t>:</w:t>
      </w:r>
      <w:r w:rsidRPr="003A59EA">
        <w:rPr>
          <w:rtl/>
        </w:rPr>
        <w:t xml:space="preserve"> « وإنما نذكر هنا من يستفاد من وجوده في السند قرينة على صحة النقل وثبوته واعتماده »</w:t>
      </w:r>
      <w:r>
        <w:rPr>
          <w:rtl/>
        </w:rPr>
        <w:t>.</w:t>
      </w:r>
    </w:p>
    <w:p w:rsidR="00094C06" w:rsidRPr="003A59EA" w:rsidRDefault="00094C06" w:rsidP="00094C06">
      <w:pPr>
        <w:pStyle w:val="libNormal"/>
        <w:rPr>
          <w:rtl/>
        </w:rPr>
      </w:pPr>
      <w:r w:rsidRPr="003A59EA">
        <w:rPr>
          <w:rtl/>
        </w:rPr>
        <w:t>ولم يقصد الشيخ الحرّ ذكر ما في كتب التراجم الشيعية من الأعلام</w:t>
      </w:r>
      <w:r w:rsidR="008A01C2">
        <w:rPr>
          <w:rtl/>
        </w:rPr>
        <w:t>،</w:t>
      </w:r>
      <w:r w:rsidRPr="003A59EA">
        <w:rPr>
          <w:rtl/>
        </w:rPr>
        <w:t xml:space="preserve"> ولا جميع من ذكر في كتب الرجال من الثقات والممدوحين</w:t>
      </w:r>
      <w:r w:rsidR="008A01C2">
        <w:rPr>
          <w:rtl/>
        </w:rPr>
        <w:t>،</w:t>
      </w:r>
      <w:r w:rsidRPr="003A59EA">
        <w:rPr>
          <w:rtl/>
        </w:rPr>
        <w:t xml:space="preserve"> بل اكتفى ببعض من ذكر في أسانيد كتب الشيعة دون البعض الآخر</w:t>
      </w:r>
      <w:r w:rsidR="008A01C2">
        <w:rPr>
          <w:rtl/>
        </w:rPr>
        <w:t>،</w:t>
      </w:r>
      <w:r w:rsidRPr="003A59EA">
        <w:rPr>
          <w:rtl/>
        </w:rPr>
        <w:t xml:space="preserve"> حسبما بينه من قرائن وأمارات وأسباب التوثيق والاعتماد</w:t>
      </w:r>
      <w:r w:rsidR="008A01C2">
        <w:rPr>
          <w:rtl/>
        </w:rPr>
        <w:t>،</w:t>
      </w:r>
      <w:r w:rsidRPr="003A59EA">
        <w:rPr>
          <w:rtl/>
        </w:rPr>
        <w:t xml:space="preserve"> التي قد تنطبق على الكثيرين جدا ممن ليس لهم في فائدة الوسائل عين ولا أثر</w:t>
      </w:r>
      <w:r w:rsidR="008A01C2">
        <w:rPr>
          <w:rtl/>
        </w:rPr>
        <w:t>،</w:t>
      </w:r>
      <w:r w:rsidRPr="003A59EA">
        <w:rPr>
          <w:rtl/>
        </w:rPr>
        <w:t xml:space="preserve"> فهو قد أعطى ضابطة كلية</w:t>
      </w:r>
      <w:r w:rsidR="008A01C2">
        <w:rPr>
          <w:rtl/>
        </w:rPr>
        <w:t xml:space="preserve"> - </w:t>
      </w:r>
      <w:r w:rsidRPr="003A59EA">
        <w:rPr>
          <w:rtl/>
        </w:rPr>
        <w:t>إن صح</w:t>
      </w:r>
    </w:p>
    <w:p w:rsidR="00094C06" w:rsidRDefault="00094C06" w:rsidP="00094C06">
      <w:pPr>
        <w:pStyle w:val="libNormal"/>
        <w:rPr>
          <w:rtl/>
        </w:rPr>
      </w:pPr>
      <w:r>
        <w:rPr>
          <w:rtl/>
        </w:rPr>
        <w:br w:type="page"/>
      </w:r>
    </w:p>
    <w:p w:rsidR="00094C06" w:rsidRPr="003A59EA" w:rsidRDefault="00094C06" w:rsidP="00094C06">
      <w:pPr>
        <w:pStyle w:val="libNormal0"/>
        <w:rPr>
          <w:rtl/>
        </w:rPr>
      </w:pPr>
      <w:r w:rsidRPr="003A59EA">
        <w:rPr>
          <w:rtl/>
        </w:rPr>
        <w:lastRenderedPageBreak/>
        <w:t>التعبير</w:t>
      </w:r>
      <w:r w:rsidR="008A01C2">
        <w:rPr>
          <w:rtl/>
        </w:rPr>
        <w:t xml:space="preserve"> - </w:t>
      </w:r>
      <w:r w:rsidRPr="003A59EA">
        <w:rPr>
          <w:rtl/>
        </w:rPr>
        <w:t>لمعرفة الرواية المقبولة سندا ولم يرد إحصاء الموارد التي تنطبق عليها هذه الضابطة.</w:t>
      </w:r>
    </w:p>
    <w:p w:rsidR="00094C06" w:rsidRPr="003A59EA" w:rsidRDefault="00094C06" w:rsidP="00094C06">
      <w:pPr>
        <w:pStyle w:val="libNormal"/>
        <w:rPr>
          <w:rtl/>
        </w:rPr>
      </w:pPr>
      <w:r w:rsidRPr="003A59EA">
        <w:rPr>
          <w:rtl/>
        </w:rPr>
        <w:t>ويدلنا على ذلك ما جاء في الفائدة المذكورة من أمور وهي</w:t>
      </w:r>
      <w:r w:rsidR="008A01C2">
        <w:rPr>
          <w:rtl/>
        </w:rPr>
        <w:t>:</w:t>
      </w:r>
    </w:p>
    <w:p w:rsidR="00094C06" w:rsidRPr="003A59EA" w:rsidRDefault="00094C06" w:rsidP="00094C06">
      <w:pPr>
        <w:pStyle w:val="libNormal"/>
        <w:rPr>
          <w:rtl/>
        </w:rPr>
      </w:pPr>
      <w:r w:rsidRPr="003A59EA">
        <w:rPr>
          <w:rtl/>
        </w:rPr>
        <w:t>1</w:t>
      </w:r>
      <w:r w:rsidR="008A01C2">
        <w:rPr>
          <w:rtl/>
        </w:rPr>
        <w:t xml:space="preserve"> - </w:t>
      </w:r>
      <w:r w:rsidRPr="003A59EA">
        <w:rPr>
          <w:rtl/>
        </w:rPr>
        <w:t>قوله في أول الفائدة المذكورة</w:t>
      </w:r>
      <w:r w:rsidR="008A01C2">
        <w:rPr>
          <w:rtl/>
        </w:rPr>
        <w:t>:</w:t>
      </w:r>
      <w:r w:rsidRPr="003A59EA">
        <w:rPr>
          <w:rtl/>
        </w:rPr>
        <w:t xml:space="preserve"> « لكني لم أذكر كل أصحاب الكتب »</w:t>
      </w:r>
      <w:r w:rsidR="008A01C2">
        <w:rPr>
          <w:rtl/>
        </w:rPr>
        <w:t xml:space="preserve"> - </w:t>
      </w:r>
      <w:r w:rsidRPr="003A59EA">
        <w:rPr>
          <w:rtl/>
        </w:rPr>
        <w:t>وإذا ما علمنا انه ضبط في آخر الفائدة الرابعة ما يزيد على ستة آلاف وستمائة كتاب من كتب الشيعة</w:t>
      </w:r>
      <w:r w:rsidR="008A01C2">
        <w:rPr>
          <w:rtl/>
        </w:rPr>
        <w:t xml:space="preserve"> - </w:t>
      </w:r>
      <w:r w:rsidRPr="003A59EA">
        <w:rPr>
          <w:rtl/>
        </w:rPr>
        <w:t>وان جميع ما ذكره من أسماء في الفائدة المذكورة من أصحاب الكتب وغيرهم لا يزيد على ألف وخمسمائة اسم</w:t>
      </w:r>
      <w:r w:rsidR="008A01C2">
        <w:rPr>
          <w:rtl/>
        </w:rPr>
        <w:t>،</w:t>
      </w:r>
      <w:r w:rsidRPr="003A59EA">
        <w:rPr>
          <w:rtl/>
        </w:rPr>
        <w:t xml:space="preserve"> اتضح لنا ان الشيخ الحر ليس بصدد الإحصاء في الفائدة الأخيرة.</w:t>
      </w:r>
    </w:p>
    <w:p w:rsidR="00094C06" w:rsidRPr="003A59EA" w:rsidRDefault="00094C06" w:rsidP="00094C06">
      <w:pPr>
        <w:pStyle w:val="libNormal"/>
        <w:rPr>
          <w:rtl/>
        </w:rPr>
      </w:pPr>
      <w:r w:rsidRPr="003A59EA">
        <w:rPr>
          <w:rtl/>
        </w:rPr>
        <w:t>2</w:t>
      </w:r>
      <w:r w:rsidR="008A01C2">
        <w:rPr>
          <w:rtl/>
        </w:rPr>
        <w:t xml:space="preserve"> - </w:t>
      </w:r>
      <w:r w:rsidRPr="003A59EA">
        <w:rPr>
          <w:rtl/>
        </w:rPr>
        <w:t>ما ذكره عن الشهيد الثاني من وثاقة جميع رواة حديث الشيعة الذين كانوا في زمن الشيخ الكليني</w:t>
      </w:r>
      <w:r w:rsidR="008A01C2">
        <w:rPr>
          <w:rtl/>
        </w:rPr>
        <w:t>،</w:t>
      </w:r>
      <w:r w:rsidRPr="003A59EA">
        <w:rPr>
          <w:rtl/>
        </w:rPr>
        <w:t xml:space="preserve"> والذين من بعده إلى زمن الشهيد الثاني</w:t>
      </w:r>
      <w:r w:rsidR="008A01C2">
        <w:rPr>
          <w:rtl/>
        </w:rPr>
        <w:t>،</w:t>
      </w:r>
      <w:r w:rsidRPr="003A59EA">
        <w:rPr>
          <w:rtl/>
        </w:rPr>
        <w:t xml:space="preserve"> وهذا هو اختيار الشيخ الحر ومرضية إذ لم يتعقبه بشيء</w:t>
      </w:r>
      <w:r w:rsidR="008A01C2">
        <w:rPr>
          <w:rtl/>
        </w:rPr>
        <w:t>،</w:t>
      </w:r>
      <w:r w:rsidRPr="003A59EA">
        <w:rPr>
          <w:rtl/>
        </w:rPr>
        <w:t xml:space="preserve"> ولا شك أن عدد رواة الشيعة في تلك الفترة</w:t>
      </w:r>
      <w:r w:rsidR="008A01C2">
        <w:rPr>
          <w:rtl/>
        </w:rPr>
        <w:t xml:space="preserve"> - </w:t>
      </w:r>
      <w:r w:rsidRPr="003A59EA">
        <w:rPr>
          <w:rtl/>
        </w:rPr>
        <w:t>وهي تزيد على ستة قرون أكثر مما سجله الشيخ الحر العاملي من أسماء الثقات والممدوحين في الفائدة الأخيرة التي ضمت بعض أسماء المتأخرين عن عصر ثقة الإسلام لا كلهم.</w:t>
      </w:r>
    </w:p>
    <w:p w:rsidR="00094C06" w:rsidRPr="003A59EA" w:rsidRDefault="00094C06" w:rsidP="00094C06">
      <w:pPr>
        <w:pStyle w:val="libNormal"/>
        <w:rPr>
          <w:rtl/>
        </w:rPr>
      </w:pPr>
      <w:r w:rsidRPr="003A59EA">
        <w:rPr>
          <w:rtl/>
        </w:rPr>
        <w:t>3</w:t>
      </w:r>
      <w:r w:rsidR="008A01C2">
        <w:rPr>
          <w:rtl/>
        </w:rPr>
        <w:t xml:space="preserve"> - </w:t>
      </w:r>
      <w:r w:rsidRPr="003A59EA">
        <w:rPr>
          <w:rtl/>
        </w:rPr>
        <w:t xml:space="preserve">تصريحه بوثاقة أربعة آلاف رجل من أصحاب الصادق </w:t>
      </w:r>
      <w:r w:rsidRPr="00094C06">
        <w:rPr>
          <w:rStyle w:val="libAlaemChar"/>
          <w:rtl/>
        </w:rPr>
        <w:t>عليه‌السلام</w:t>
      </w:r>
      <w:r w:rsidR="008A01C2">
        <w:rPr>
          <w:rtl/>
        </w:rPr>
        <w:t>،</w:t>
      </w:r>
      <w:r w:rsidRPr="003A59EA">
        <w:rPr>
          <w:rtl/>
        </w:rPr>
        <w:t xml:space="preserve"> والموجود في رجال الشيخ الطوسي</w:t>
      </w:r>
      <w:r w:rsidR="008A01C2">
        <w:rPr>
          <w:rtl/>
        </w:rPr>
        <w:t xml:space="preserve"> - </w:t>
      </w:r>
      <w:r w:rsidRPr="003A59EA">
        <w:rPr>
          <w:rtl/>
        </w:rPr>
        <w:t>حسبما أحصيناه</w:t>
      </w:r>
      <w:r w:rsidR="008A01C2">
        <w:rPr>
          <w:rtl/>
        </w:rPr>
        <w:t xml:space="preserve"> - </w:t>
      </w:r>
      <w:r w:rsidRPr="003A59EA">
        <w:rPr>
          <w:rtl/>
        </w:rPr>
        <w:t xml:space="preserve">ثلاثة آلاف ومائتين وأربعة وعشرين اسما في باب أصحاب الإمام الصادق </w:t>
      </w:r>
      <w:r w:rsidRPr="00094C06">
        <w:rPr>
          <w:rStyle w:val="libAlaemChar"/>
          <w:rtl/>
        </w:rPr>
        <w:t>عليه‌السلام</w:t>
      </w:r>
      <w:r w:rsidR="008A01C2">
        <w:rPr>
          <w:rtl/>
        </w:rPr>
        <w:t>،</w:t>
      </w:r>
      <w:r w:rsidRPr="003A59EA">
        <w:rPr>
          <w:rtl/>
        </w:rPr>
        <w:t xml:space="preserve"> وما ذكره الشيخ الحر في الفائدة الأخيرة من الوسائل من أصحاب سائر الأئمة </w:t>
      </w:r>
      <w:r w:rsidRPr="00094C06">
        <w:rPr>
          <w:rStyle w:val="libAlaemChar"/>
          <w:rtl/>
        </w:rPr>
        <w:t>عليهم‌السلام</w:t>
      </w:r>
      <w:r w:rsidRPr="003A59EA">
        <w:rPr>
          <w:rtl/>
        </w:rPr>
        <w:t xml:space="preserve"> وغيرهم ممن لم يدرك ذلك العصر البهي هو أقل من نصف العدد المذكور في باب أصحاب الإمام الصادق </w:t>
      </w:r>
      <w:r w:rsidRPr="00094C06">
        <w:rPr>
          <w:rStyle w:val="libAlaemChar"/>
          <w:rtl/>
        </w:rPr>
        <w:t>عليه‌السلام</w:t>
      </w:r>
      <w:r w:rsidRPr="003A59EA">
        <w:rPr>
          <w:rtl/>
        </w:rPr>
        <w:t xml:space="preserve"> من رجال الشيخ.</w:t>
      </w:r>
    </w:p>
    <w:p w:rsidR="00094C06" w:rsidRPr="003A59EA" w:rsidRDefault="00094C06" w:rsidP="00094C06">
      <w:pPr>
        <w:pStyle w:val="libNormal"/>
        <w:rPr>
          <w:rtl/>
        </w:rPr>
      </w:pPr>
      <w:r w:rsidRPr="003A59EA">
        <w:rPr>
          <w:rtl/>
        </w:rPr>
        <w:t>هذا فضلا عن استثناء من ضعف من الرواة مع من لم تنطبق عليه موجبات الاعتماد والتوثيق.</w:t>
      </w:r>
    </w:p>
    <w:p w:rsidR="00094C06" w:rsidRDefault="00094C06" w:rsidP="00094C06">
      <w:pPr>
        <w:pStyle w:val="libNormal"/>
        <w:rPr>
          <w:rtl/>
        </w:rPr>
      </w:pPr>
      <w:r>
        <w:rPr>
          <w:rtl/>
        </w:rPr>
        <w:br w:type="page"/>
      </w:r>
    </w:p>
    <w:p w:rsidR="00094C06" w:rsidRPr="003A59EA" w:rsidRDefault="00094C06" w:rsidP="00094C06">
      <w:pPr>
        <w:pStyle w:val="libNormal"/>
        <w:rPr>
          <w:rtl/>
        </w:rPr>
      </w:pPr>
      <w:r w:rsidRPr="003A59EA">
        <w:rPr>
          <w:rtl/>
        </w:rPr>
        <w:lastRenderedPageBreak/>
        <w:t>ومن خلال قراءتنا التفصيلية لما ورد في هذه الفائدة من أسماء خرجنا بجملة وافرة من النتائج لعل أولاها بالذكر هنا هو أنّا وجدنا الشيخ النوري أراد بهذه الفائدة تعميم النفع والفائدة</w:t>
      </w:r>
      <w:r w:rsidR="008A01C2">
        <w:rPr>
          <w:rtl/>
        </w:rPr>
        <w:t>،</w:t>
      </w:r>
      <w:r w:rsidRPr="003A59EA">
        <w:rPr>
          <w:rtl/>
        </w:rPr>
        <w:t xml:space="preserve"> وذلك بإحصاء ما في كتب الرجال والتراجم وغيرها من أسماء الثقات والممدوحين من الذين لم يسجلهم الشيخ الحر عن علم مؤكد بأكثرهم إن لم يكن بجميعهم</w:t>
      </w:r>
      <w:r w:rsidR="008A01C2">
        <w:rPr>
          <w:rtl/>
        </w:rPr>
        <w:t>،</w:t>
      </w:r>
      <w:r w:rsidRPr="003A59EA">
        <w:rPr>
          <w:rtl/>
        </w:rPr>
        <w:t xml:space="preserve"> مع عدم الالتزام بمنهج الشيخ الحر الذي يجب مراعاته في الاستدراك المصطلح وهو نظر المتأخر</w:t>
      </w:r>
      <w:r w:rsidR="008A01C2">
        <w:rPr>
          <w:rtl/>
        </w:rPr>
        <w:t xml:space="preserve"> - </w:t>
      </w:r>
      <w:r w:rsidRPr="003A59EA">
        <w:rPr>
          <w:rtl/>
        </w:rPr>
        <w:t>في استدراك ما فات على المتقدم</w:t>
      </w:r>
      <w:r w:rsidR="008A01C2">
        <w:rPr>
          <w:rtl/>
        </w:rPr>
        <w:t xml:space="preserve"> - </w:t>
      </w:r>
      <w:r w:rsidRPr="003A59EA">
        <w:rPr>
          <w:rtl/>
        </w:rPr>
        <w:t>إلى منهج صاحب الأصل والكيفية التي سار عليها في تدوينه.</w:t>
      </w:r>
    </w:p>
    <w:p w:rsidR="00094C06" w:rsidRPr="003A59EA" w:rsidRDefault="00094C06" w:rsidP="00094C06">
      <w:pPr>
        <w:pStyle w:val="libNormal"/>
        <w:rPr>
          <w:rtl/>
        </w:rPr>
      </w:pPr>
      <w:r w:rsidRPr="003A59EA">
        <w:rPr>
          <w:rtl/>
        </w:rPr>
        <w:t>وقد بينا أن من منهج الشيخ الحر في فائدة الوسائل الأخيرة هو الاقتصار على ذكر بعض من له رواية ووثق أو مدح في كتب الرجال مع ترك الأكثر منهم من دون الالتفات إلى ما في كتب التراجم من الأعلام.</w:t>
      </w:r>
    </w:p>
    <w:p w:rsidR="00094C06" w:rsidRPr="003A59EA" w:rsidRDefault="00094C06" w:rsidP="00094C06">
      <w:pPr>
        <w:pStyle w:val="libNormal"/>
        <w:rPr>
          <w:rtl/>
        </w:rPr>
      </w:pPr>
      <w:r w:rsidRPr="003A59EA">
        <w:rPr>
          <w:rtl/>
        </w:rPr>
        <w:t>ومن هنا نرى ان في عنوان فائدة المستدرك مسامحة ظاهرة</w:t>
      </w:r>
      <w:r w:rsidR="008A01C2">
        <w:rPr>
          <w:rtl/>
        </w:rPr>
        <w:t>،</w:t>
      </w:r>
      <w:r w:rsidRPr="003A59EA">
        <w:rPr>
          <w:rtl/>
        </w:rPr>
        <w:t xml:space="preserve"> وقد يكون المصنف</w:t>
      </w:r>
      <w:r w:rsidR="008A01C2">
        <w:rPr>
          <w:rtl/>
        </w:rPr>
        <w:t xml:space="preserve"> - </w:t>
      </w:r>
      <w:r w:rsidRPr="00094C06">
        <w:rPr>
          <w:rStyle w:val="libAlaemChar"/>
          <w:rtl/>
        </w:rPr>
        <w:t>رحمه‌الله</w:t>
      </w:r>
      <w:r w:rsidRPr="003A59EA">
        <w:rPr>
          <w:rtl/>
        </w:rPr>
        <w:t xml:space="preserve"> تعالى</w:t>
      </w:r>
      <w:r w:rsidR="008A01C2">
        <w:rPr>
          <w:rtl/>
        </w:rPr>
        <w:t xml:space="preserve"> - </w:t>
      </w:r>
      <w:r w:rsidRPr="003A59EA">
        <w:rPr>
          <w:rtl/>
        </w:rPr>
        <w:t>ملتفتا إليها إذ لم يذكر مثلا عبارة</w:t>
      </w:r>
      <w:r w:rsidR="008A01C2">
        <w:rPr>
          <w:rtl/>
        </w:rPr>
        <w:t>:</w:t>
      </w:r>
      <w:r w:rsidRPr="003A59EA">
        <w:rPr>
          <w:rtl/>
        </w:rPr>
        <w:t xml:space="preserve"> « ما غفل عنه الشيخ الحر » أو</w:t>
      </w:r>
      <w:r w:rsidR="008A01C2">
        <w:rPr>
          <w:rtl/>
        </w:rPr>
        <w:t>:</w:t>
      </w:r>
      <w:r w:rsidRPr="003A59EA">
        <w:rPr>
          <w:rtl/>
        </w:rPr>
        <w:t xml:space="preserve"> « ما لم يطّلع عليه » ونحوهما مما مرّ في الفائدة الأولى وغيرها</w:t>
      </w:r>
      <w:r w:rsidR="008A01C2">
        <w:rPr>
          <w:rtl/>
        </w:rPr>
        <w:t>،</w:t>
      </w:r>
      <w:r w:rsidRPr="003A59EA">
        <w:rPr>
          <w:rtl/>
        </w:rPr>
        <w:t xml:space="preserve"> بل قال في مقدمة هذه الفائدة</w:t>
      </w:r>
      <w:r w:rsidR="008A01C2">
        <w:rPr>
          <w:rtl/>
        </w:rPr>
        <w:t>:</w:t>
      </w:r>
      <w:r w:rsidRPr="003A59EA">
        <w:rPr>
          <w:rtl/>
        </w:rPr>
        <w:t xml:space="preserve"> « ما لم يذكره » وعدم ذكر الاسم</w:t>
      </w:r>
      <w:r w:rsidR="008A01C2">
        <w:rPr>
          <w:rtl/>
        </w:rPr>
        <w:t xml:space="preserve"> - </w:t>
      </w:r>
      <w:r w:rsidRPr="003A59EA">
        <w:rPr>
          <w:rtl/>
        </w:rPr>
        <w:t>مع لحاظ منهج الشيخ الحر</w:t>
      </w:r>
      <w:r w:rsidR="008A01C2">
        <w:rPr>
          <w:rtl/>
        </w:rPr>
        <w:t xml:space="preserve"> - </w:t>
      </w:r>
      <w:r w:rsidRPr="003A59EA">
        <w:rPr>
          <w:rtl/>
        </w:rPr>
        <w:t>له مسوغات كثيرة لا تدل على الغفلة.</w:t>
      </w:r>
    </w:p>
    <w:p w:rsidR="00094C06" w:rsidRPr="003A59EA" w:rsidRDefault="00094C06" w:rsidP="00094C06">
      <w:pPr>
        <w:pStyle w:val="libNormal"/>
        <w:rPr>
          <w:rtl/>
        </w:rPr>
      </w:pPr>
      <w:r w:rsidRPr="003A59EA">
        <w:rPr>
          <w:rtl/>
        </w:rPr>
        <w:t>وبعد بيان منهج الشيخ الحر</w:t>
      </w:r>
      <w:r w:rsidR="008A01C2">
        <w:rPr>
          <w:rtl/>
        </w:rPr>
        <w:t xml:space="preserve"> - </w:t>
      </w:r>
      <w:r w:rsidRPr="003A59EA">
        <w:rPr>
          <w:rtl/>
        </w:rPr>
        <w:t>رضي الله تعالى عنه</w:t>
      </w:r>
      <w:r w:rsidR="008A01C2">
        <w:rPr>
          <w:rtl/>
        </w:rPr>
        <w:t xml:space="preserve"> - </w:t>
      </w:r>
      <w:r w:rsidRPr="003A59EA">
        <w:rPr>
          <w:rtl/>
        </w:rPr>
        <w:t>في الفائدة الأخيرة من الوسائل</w:t>
      </w:r>
      <w:r w:rsidR="008A01C2">
        <w:rPr>
          <w:rtl/>
        </w:rPr>
        <w:t>،</w:t>
      </w:r>
      <w:r w:rsidRPr="003A59EA">
        <w:rPr>
          <w:rtl/>
        </w:rPr>
        <w:t xml:space="preserve"> وعلاقة تلك الفائدة بعنوان ما نحن بصدده</w:t>
      </w:r>
      <w:r w:rsidR="008A01C2">
        <w:rPr>
          <w:rtl/>
        </w:rPr>
        <w:t>،</w:t>
      </w:r>
      <w:r w:rsidRPr="003A59EA">
        <w:rPr>
          <w:rtl/>
        </w:rPr>
        <w:t xml:space="preserve"> آن الأوان للحديث عن أهم الأمور التي تضمنتها هذه الفائدة مبتدئين بمنهج النوري</w:t>
      </w:r>
      <w:r w:rsidR="008A01C2">
        <w:rPr>
          <w:rtl/>
        </w:rPr>
        <w:t xml:space="preserve"> - </w:t>
      </w:r>
      <w:r w:rsidRPr="00094C06">
        <w:rPr>
          <w:rStyle w:val="libAlaemChar"/>
          <w:rtl/>
        </w:rPr>
        <w:t>رحمه‌الله</w:t>
      </w:r>
      <w:r w:rsidRPr="003A59EA">
        <w:rPr>
          <w:rtl/>
        </w:rPr>
        <w:t xml:space="preserve"> تعالى</w:t>
      </w:r>
      <w:r w:rsidR="008A01C2">
        <w:rPr>
          <w:rtl/>
        </w:rPr>
        <w:t xml:space="preserve"> - </w:t>
      </w:r>
      <w:r w:rsidRPr="003A59EA">
        <w:rPr>
          <w:rtl/>
        </w:rPr>
        <w:t>في التوثيق والتحسين وعلى النحو الآتي</w:t>
      </w:r>
      <w:r w:rsidR="008A01C2">
        <w:rPr>
          <w:rtl/>
        </w:rPr>
        <w:t>:</w:t>
      </w:r>
    </w:p>
    <w:p w:rsidR="00094C06" w:rsidRDefault="00094C06" w:rsidP="00094C06">
      <w:pPr>
        <w:pStyle w:val="libBold1"/>
        <w:rPr>
          <w:rtl/>
        </w:rPr>
      </w:pPr>
      <w:r w:rsidRPr="003A59EA">
        <w:rPr>
          <w:rtl/>
        </w:rPr>
        <w:t>أولا</w:t>
      </w:r>
      <w:r w:rsidR="008A01C2">
        <w:rPr>
          <w:rtl/>
        </w:rPr>
        <w:t>:</w:t>
      </w:r>
      <w:r w:rsidRPr="003A59EA">
        <w:rPr>
          <w:rtl/>
        </w:rPr>
        <w:t xml:space="preserve"> منهج المصنف في التوثيق والتحسين</w:t>
      </w:r>
      <w:r w:rsidR="008A01C2">
        <w:rPr>
          <w:rtl/>
        </w:rPr>
        <w:t>:</w:t>
      </w:r>
    </w:p>
    <w:p w:rsidR="00094C06" w:rsidRPr="003A59EA" w:rsidRDefault="00094C06" w:rsidP="00094C06">
      <w:pPr>
        <w:pStyle w:val="libNormal"/>
        <w:rPr>
          <w:rtl/>
        </w:rPr>
      </w:pPr>
      <w:r w:rsidRPr="003A59EA">
        <w:rPr>
          <w:rtl/>
        </w:rPr>
        <w:t>لم يختلف منهج المصنف عن منهج الشيخ الحر كثيرا في مجال اعتماد القرائن والأمارات الكلية في التوثيقات الرجالية العامة</w:t>
      </w:r>
      <w:r w:rsidR="008A01C2">
        <w:rPr>
          <w:rtl/>
        </w:rPr>
        <w:t>،</w:t>
      </w:r>
      <w:r w:rsidRPr="003A59EA">
        <w:rPr>
          <w:rtl/>
        </w:rPr>
        <w:t xml:space="preserve"> وقد بين</w:t>
      </w:r>
    </w:p>
    <w:p w:rsidR="00094C06" w:rsidRDefault="00094C06" w:rsidP="00094C06">
      <w:pPr>
        <w:pStyle w:val="libNormal"/>
        <w:rPr>
          <w:rtl/>
        </w:rPr>
      </w:pPr>
      <w:r>
        <w:rPr>
          <w:rtl/>
        </w:rPr>
        <w:br w:type="page"/>
      </w:r>
    </w:p>
    <w:p w:rsidR="00094C06" w:rsidRPr="003A59EA" w:rsidRDefault="00094C06" w:rsidP="00094C06">
      <w:pPr>
        <w:pStyle w:val="libNormal0"/>
        <w:rPr>
          <w:rtl/>
        </w:rPr>
      </w:pPr>
      <w:r w:rsidRPr="003A59EA">
        <w:rPr>
          <w:rtl/>
        </w:rPr>
        <w:lastRenderedPageBreak/>
        <w:t>المصنف جملة منها في أول الفائدة محيلا إلى ما سيذكره منها في تراجم الرواة في هذه الفائدة ويمكن إجمالها جميعا بما يأتي</w:t>
      </w:r>
      <w:r w:rsidR="008A01C2">
        <w:rPr>
          <w:rtl/>
        </w:rPr>
        <w:t>:</w:t>
      </w:r>
    </w:p>
    <w:p w:rsidR="00094C06" w:rsidRPr="003A59EA" w:rsidRDefault="00094C06" w:rsidP="00094C06">
      <w:pPr>
        <w:pStyle w:val="libNormal"/>
        <w:rPr>
          <w:rtl/>
        </w:rPr>
      </w:pPr>
      <w:r w:rsidRPr="003A59EA">
        <w:rPr>
          <w:rtl/>
        </w:rPr>
        <w:t>1</w:t>
      </w:r>
      <w:r w:rsidR="008A01C2">
        <w:rPr>
          <w:rtl/>
        </w:rPr>
        <w:t xml:space="preserve"> - </w:t>
      </w:r>
      <w:r w:rsidRPr="003A59EA">
        <w:rPr>
          <w:rtl/>
        </w:rPr>
        <w:t>كون الراوي من مشايخ علي بن إبراهيم بن هاشم القمي في تفسيره.</w:t>
      </w:r>
    </w:p>
    <w:p w:rsidR="00094C06" w:rsidRPr="003A59EA" w:rsidRDefault="00094C06" w:rsidP="00094C06">
      <w:pPr>
        <w:pStyle w:val="libNormal"/>
        <w:rPr>
          <w:rtl/>
        </w:rPr>
      </w:pPr>
      <w:r w:rsidRPr="003A59EA">
        <w:rPr>
          <w:rtl/>
        </w:rPr>
        <w:t>2</w:t>
      </w:r>
      <w:r w:rsidR="008A01C2">
        <w:rPr>
          <w:rtl/>
        </w:rPr>
        <w:t xml:space="preserve"> - </w:t>
      </w:r>
      <w:r w:rsidRPr="003A59EA">
        <w:rPr>
          <w:rtl/>
        </w:rPr>
        <w:t>كونه من مشايخ ابن قولويه في كامل الزيارات.</w:t>
      </w:r>
    </w:p>
    <w:p w:rsidR="00094C06" w:rsidRPr="003A59EA" w:rsidRDefault="00094C06" w:rsidP="00094C06">
      <w:pPr>
        <w:pStyle w:val="libNormal"/>
        <w:rPr>
          <w:rtl/>
        </w:rPr>
      </w:pPr>
      <w:r w:rsidRPr="003A59EA">
        <w:rPr>
          <w:rtl/>
        </w:rPr>
        <w:t>3</w:t>
      </w:r>
      <w:r w:rsidR="008A01C2">
        <w:rPr>
          <w:rtl/>
        </w:rPr>
        <w:t xml:space="preserve"> - </w:t>
      </w:r>
      <w:r w:rsidRPr="003A59EA">
        <w:rPr>
          <w:rtl/>
        </w:rPr>
        <w:t xml:space="preserve">كونه من أصحاب الإمام الصادق </w:t>
      </w:r>
      <w:r w:rsidRPr="00094C06">
        <w:rPr>
          <w:rStyle w:val="libAlaemChar"/>
          <w:rtl/>
        </w:rPr>
        <w:t>عليه‌السلام</w:t>
      </w:r>
      <w:r w:rsidRPr="003A59EA">
        <w:rPr>
          <w:rtl/>
        </w:rPr>
        <w:t xml:space="preserve"> في رجال الشيخ الطوسي.</w:t>
      </w:r>
    </w:p>
    <w:p w:rsidR="00094C06" w:rsidRPr="003A59EA" w:rsidRDefault="00094C06" w:rsidP="00094C06">
      <w:pPr>
        <w:pStyle w:val="libNormal"/>
        <w:rPr>
          <w:rtl/>
        </w:rPr>
      </w:pPr>
      <w:r w:rsidRPr="003A59EA">
        <w:rPr>
          <w:rtl/>
        </w:rPr>
        <w:t>4</w:t>
      </w:r>
      <w:r w:rsidR="008A01C2">
        <w:rPr>
          <w:rtl/>
        </w:rPr>
        <w:t xml:space="preserve"> - </w:t>
      </w:r>
      <w:r w:rsidRPr="003A59EA">
        <w:rPr>
          <w:rtl/>
        </w:rPr>
        <w:t>رواية أحد الثلاثة عنه وهم</w:t>
      </w:r>
      <w:r w:rsidR="008A01C2">
        <w:rPr>
          <w:rtl/>
        </w:rPr>
        <w:t>:</w:t>
      </w:r>
      <w:r w:rsidRPr="003A59EA">
        <w:rPr>
          <w:rtl/>
        </w:rPr>
        <w:t xml:space="preserve"> ابن أبي عمير</w:t>
      </w:r>
      <w:r w:rsidR="008A01C2">
        <w:rPr>
          <w:rtl/>
        </w:rPr>
        <w:t>،</w:t>
      </w:r>
      <w:r w:rsidRPr="003A59EA">
        <w:rPr>
          <w:rtl/>
        </w:rPr>
        <w:t xml:space="preserve"> والبزنطي</w:t>
      </w:r>
      <w:r w:rsidR="008A01C2">
        <w:rPr>
          <w:rtl/>
        </w:rPr>
        <w:t>،</w:t>
      </w:r>
      <w:r w:rsidRPr="003A59EA">
        <w:rPr>
          <w:rtl/>
        </w:rPr>
        <w:t xml:space="preserve"> وصفوان.</w:t>
      </w:r>
    </w:p>
    <w:p w:rsidR="00094C06" w:rsidRPr="003A59EA" w:rsidRDefault="00094C06" w:rsidP="00094C06">
      <w:pPr>
        <w:pStyle w:val="libNormal"/>
        <w:rPr>
          <w:rtl/>
        </w:rPr>
      </w:pPr>
      <w:r w:rsidRPr="003A59EA">
        <w:rPr>
          <w:rtl/>
        </w:rPr>
        <w:t>5</w:t>
      </w:r>
      <w:r w:rsidR="008A01C2">
        <w:rPr>
          <w:rtl/>
        </w:rPr>
        <w:t xml:space="preserve"> - </w:t>
      </w:r>
      <w:r w:rsidRPr="003A59EA">
        <w:rPr>
          <w:rtl/>
        </w:rPr>
        <w:t>رواية أحد أصحاب الإجماع عنه على ما هو المشهور.</w:t>
      </w:r>
    </w:p>
    <w:p w:rsidR="00094C06" w:rsidRPr="003A59EA" w:rsidRDefault="00094C06" w:rsidP="00094C06">
      <w:pPr>
        <w:pStyle w:val="libNormal"/>
        <w:rPr>
          <w:rtl/>
        </w:rPr>
      </w:pPr>
      <w:r w:rsidRPr="003A59EA">
        <w:rPr>
          <w:rtl/>
        </w:rPr>
        <w:t>6</w:t>
      </w:r>
      <w:r w:rsidR="008A01C2">
        <w:rPr>
          <w:rtl/>
        </w:rPr>
        <w:t xml:space="preserve"> - </w:t>
      </w:r>
      <w:r w:rsidRPr="003A59EA">
        <w:rPr>
          <w:rtl/>
        </w:rPr>
        <w:t>رواية الأجلاء المتفق على أمانتهم ووثاقتهم عنه.</w:t>
      </w:r>
    </w:p>
    <w:p w:rsidR="00094C06" w:rsidRPr="003A59EA" w:rsidRDefault="00094C06" w:rsidP="00094C06">
      <w:pPr>
        <w:pStyle w:val="libNormal"/>
        <w:rPr>
          <w:rtl/>
        </w:rPr>
      </w:pPr>
      <w:r w:rsidRPr="003A59EA">
        <w:rPr>
          <w:rtl/>
        </w:rPr>
        <w:t>7</w:t>
      </w:r>
      <w:r w:rsidR="008A01C2">
        <w:rPr>
          <w:rtl/>
        </w:rPr>
        <w:t xml:space="preserve"> - </w:t>
      </w:r>
      <w:r w:rsidRPr="003A59EA">
        <w:rPr>
          <w:rtl/>
        </w:rPr>
        <w:t>رواية جعفر بن بشير</w:t>
      </w:r>
      <w:r w:rsidR="008A01C2">
        <w:rPr>
          <w:rtl/>
        </w:rPr>
        <w:t>،</w:t>
      </w:r>
      <w:r w:rsidRPr="003A59EA">
        <w:rPr>
          <w:rtl/>
        </w:rPr>
        <w:t xml:space="preserve"> أو محمّد بن إسماعيل الزعفراني عنه.</w:t>
      </w:r>
    </w:p>
    <w:p w:rsidR="00094C06" w:rsidRPr="003A59EA" w:rsidRDefault="00094C06" w:rsidP="00094C06">
      <w:pPr>
        <w:pStyle w:val="libNormal"/>
        <w:rPr>
          <w:rtl/>
        </w:rPr>
      </w:pPr>
      <w:r w:rsidRPr="003A59EA">
        <w:rPr>
          <w:rtl/>
        </w:rPr>
        <w:t>8</w:t>
      </w:r>
      <w:r w:rsidR="008A01C2">
        <w:rPr>
          <w:rtl/>
        </w:rPr>
        <w:t xml:space="preserve"> - </w:t>
      </w:r>
      <w:r w:rsidRPr="003A59EA">
        <w:rPr>
          <w:rtl/>
        </w:rPr>
        <w:t>كون الراوي من مشايخ النجاشي.</w:t>
      </w:r>
    </w:p>
    <w:p w:rsidR="00094C06" w:rsidRPr="003A59EA" w:rsidRDefault="00094C06" w:rsidP="00094C06">
      <w:pPr>
        <w:pStyle w:val="libNormal"/>
        <w:rPr>
          <w:rtl/>
        </w:rPr>
      </w:pPr>
      <w:r w:rsidRPr="003A59EA">
        <w:rPr>
          <w:rtl/>
        </w:rPr>
        <w:t>وقد سبق للمصنف وان أفاض بشرح هذه القرائن والأمارات وأقام مختلف الأدلة على اعتمادها</w:t>
      </w:r>
      <w:r w:rsidR="008A01C2">
        <w:rPr>
          <w:rtl/>
        </w:rPr>
        <w:t>،</w:t>
      </w:r>
      <w:r w:rsidRPr="003A59EA">
        <w:rPr>
          <w:rtl/>
        </w:rPr>
        <w:t xml:space="preserve"> وأفرد لبعضها فوائد مستقلة كما هو الحال في الفوائد السابعة</w:t>
      </w:r>
      <w:r w:rsidR="008A01C2">
        <w:rPr>
          <w:rtl/>
        </w:rPr>
        <w:t>،</w:t>
      </w:r>
      <w:r w:rsidRPr="003A59EA">
        <w:rPr>
          <w:rtl/>
        </w:rPr>
        <w:t xml:space="preserve"> والثامنة</w:t>
      </w:r>
      <w:r w:rsidR="008A01C2">
        <w:rPr>
          <w:rtl/>
        </w:rPr>
        <w:t>،</w:t>
      </w:r>
      <w:r w:rsidRPr="003A59EA">
        <w:rPr>
          <w:rtl/>
        </w:rPr>
        <w:t xml:space="preserve"> والتاسعة.</w:t>
      </w:r>
    </w:p>
    <w:p w:rsidR="00094C06" w:rsidRPr="003A59EA" w:rsidRDefault="00094C06" w:rsidP="00094C06">
      <w:pPr>
        <w:pStyle w:val="libNormal"/>
        <w:rPr>
          <w:rtl/>
        </w:rPr>
      </w:pPr>
      <w:r w:rsidRPr="003A59EA">
        <w:rPr>
          <w:rtl/>
        </w:rPr>
        <w:t>هذا وقد عثرنا على أمور اخرى استفاد منها المصنف في توثيقاته الرجالية</w:t>
      </w:r>
      <w:r w:rsidR="008A01C2">
        <w:rPr>
          <w:rtl/>
        </w:rPr>
        <w:t>،</w:t>
      </w:r>
      <w:r w:rsidRPr="003A59EA">
        <w:rPr>
          <w:rtl/>
        </w:rPr>
        <w:t xml:space="preserve"> سنشير إليها جميعا وندل على مكان واحد من أماكن ورودها</w:t>
      </w:r>
      <w:r w:rsidR="008A01C2">
        <w:rPr>
          <w:rtl/>
        </w:rPr>
        <w:t>،</w:t>
      </w:r>
      <w:r w:rsidRPr="003A59EA">
        <w:rPr>
          <w:rtl/>
        </w:rPr>
        <w:t xml:space="preserve"> وعلى النحو الآتي</w:t>
      </w:r>
      <w:r w:rsidR="008A01C2">
        <w:rPr>
          <w:rtl/>
        </w:rPr>
        <w:t>:</w:t>
      </w:r>
    </w:p>
    <w:p w:rsidR="00094C06" w:rsidRPr="003A59EA" w:rsidRDefault="00094C06" w:rsidP="00094C06">
      <w:pPr>
        <w:pStyle w:val="libNormal"/>
        <w:rPr>
          <w:rtl/>
        </w:rPr>
      </w:pPr>
      <w:r w:rsidRPr="003A59EA">
        <w:rPr>
          <w:rtl/>
        </w:rPr>
        <w:t>1</w:t>
      </w:r>
      <w:r w:rsidR="008A01C2">
        <w:rPr>
          <w:rtl/>
        </w:rPr>
        <w:t xml:space="preserve"> - </w:t>
      </w:r>
      <w:r w:rsidRPr="003A59EA">
        <w:rPr>
          <w:rtl/>
        </w:rPr>
        <w:t>اعتماد كتب الرجال في التوثيق كرجال النجاشي كما في الترجمة [597] وقد يبين مستند العلماء في توثيقاتهم وأخذه بها كما في [150] وغيره.</w:t>
      </w:r>
    </w:p>
    <w:p w:rsidR="00094C06" w:rsidRPr="003A59EA" w:rsidRDefault="00094C06" w:rsidP="00094C06">
      <w:pPr>
        <w:pStyle w:val="libNormal"/>
        <w:rPr>
          <w:rtl/>
        </w:rPr>
      </w:pPr>
      <w:r w:rsidRPr="003A59EA">
        <w:rPr>
          <w:rtl/>
        </w:rPr>
        <w:t>2</w:t>
      </w:r>
      <w:r w:rsidR="008A01C2">
        <w:rPr>
          <w:rtl/>
        </w:rPr>
        <w:t xml:space="preserve"> - </w:t>
      </w:r>
      <w:r w:rsidRPr="003A59EA">
        <w:rPr>
          <w:rtl/>
        </w:rPr>
        <w:t>اعتماد كتب الحديث في التوثيق والتحسين</w:t>
      </w:r>
      <w:r w:rsidR="008A01C2">
        <w:rPr>
          <w:rtl/>
        </w:rPr>
        <w:t>،</w:t>
      </w:r>
      <w:r w:rsidRPr="003A59EA">
        <w:rPr>
          <w:rtl/>
        </w:rPr>
        <w:t xml:space="preserve"> إذ استخرج منها الأحاديث المروية عن أهل البيت </w:t>
      </w:r>
      <w:r w:rsidRPr="00094C06">
        <w:rPr>
          <w:rStyle w:val="libAlaemChar"/>
          <w:rtl/>
        </w:rPr>
        <w:t>عليهم‌السلام</w:t>
      </w:r>
      <w:r w:rsidRPr="003A59EA">
        <w:rPr>
          <w:rtl/>
        </w:rPr>
        <w:t xml:space="preserve"> وفيها نوع مدح وثناء بحق</w:t>
      </w:r>
    </w:p>
    <w:p w:rsidR="00094C06" w:rsidRDefault="00094C06" w:rsidP="00094C06">
      <w:pPr>
        <w:pStyle w:val="libNormal"/>
        <w:rPr>
          <w:rtl/>
        </w:rPr>
      </w:pPr>
      <w:r>
        <w:rPr>
          <w:rtl/>
        </w:rPr>
        <w:br w:type="page"/>
      </w:r>
    </w:p>
    <w:p w:rsidR="00094C06" w:rsidRPr="003A59EA" w:rsidRDefault="00094C06" w:rsidP="00094C06">
      <w:pPr>
        <w:pStyle w:val="libNormal0"/>
        <w:rPr>
          <w:rtl/>
        </w:rPr>
      </w:pPr>
      <w:r w:rsidRPr="003A59EA">
        <w:rPr>
          <w:rtl/>
        </w:rPr>
        <w:lastRenderedPageBreak/>
        <w:t>من ترجم له كما في [317] وكثير غيره.</w:t>
      </w:r>
    </w:p>
    <w:p w:rsidR="00094C06" w:rsidRPr="003A59EA" w:rsidRDefault="00094C06" w:rsidP="00094C06">
      <w:pPr>
        <w:pStyle w:val="libNormal"/>
        <w:rPr>
          <w:rtl/>
        </w:rPr>
      </w:pPr>
      <w:r w:rsidRPr="003A59EA">
        <w:rPr>
          <w:rtl/>
        </w:rPr>
        <w:t>3</w:t>
      </w:r>
      <w:r w:rsidR="008A01C2">
        <w:rPr>
          <w:rtl/>
        </w:rPr>
        <w:t xml:space="preserve"> - </w:t>
      </w:r>
      <w:r w:rsidRPr="003A59EA">
        <w:rPr>
          <w:rtl/>
        </w:rPr>
        <w:t>اعتماده مشيخة الإجازة في التوثيق كثيرا كما في [361] وغيره.</w:t>
      </w:r>
    </w:p>
    <w:p w:rsidR="00094C06" w:rsidRPr="003A59EA" w:rsidRDefault="00094C06" w:rsidP="00094C06">
      <w:pPr>
        <w:pStyle w:val="libNormal"/>
        <w:rPr>
          <w:rtl/>
        </w:rPr>
      </w:pPr>
      <w:r w:rsidRPr="003A59EA">
        <w:rPr>
          <w:rtl/>
        </w:rPr>
        <w:t>4</w:t>
      </w:r>
      <w:r w:rsidR="008A01C2">
        <w:rPr>
          <w:rtl/>
        </w:rPr>
        <w:t xml:space="preserve"> - </w:t>
      </w:r>
      <w:r w:rsidRPr="003A59EA">
        <w:rPr>
          <w:rtl/>
        </w:rPr>
        <w:t xml:space="preserve">اعتبار رسائل الأئمة </w:t>
      </w:r>
      <w:r w:rsidRPr="00094C06">
        <w:rPr>
          <w:rStyle w:val="libAlaemChar"/>
          <w:rtl/>
        </w:rPr>
        <w:t>عليهم‌السلام</w:t>
      </w:r>
      <w:r w:rsidRPr="003A59EA">
        <w:rPr>
          <w:rtl/>
        </w:rPr>
        <w:t xml:space="preserve"> إلى ولاتهم وغيرهم من دلائل الوثاقة والأمانة كما في [2252]</w:t>
      </w:r>
      <w:r>
        <w:rPr>
          <w:rtl/>
        </w:rPr>
        <w:t>.</w:t>
      </w:r>
    </w:p>
    <w:p w:rsidR="00094C06" w:rsidRPr="003A59EA" w:rsidRDefault="00094C06" w:rsidP="00094C06">
      <w:pPr>
        <w:pStyle w:val="libNormal"/>
        <w:rPr>
          <w:rtl/>
        </w:rPr>
      </w:pPr>
      <w:r w:rsidRPr="003A59EA">
        <w:rPr>
          <w:rtl/>
        </w:rPr>
        <w:t>5</w:t>
      </w:r>
      <w:r w:rsidR="008A01C2">
        <w:rPr>
          <w:rtl/>
        </w:rPr>
        <w:t xml:space="preserve"> - </w:t>
      </w:r>
      <w:r w:rsidRPr="003A59EA">
        <w:rPr>
          <w:rtl/>
        </w:rPr>
        <w:t>عدّه طعن أهل السنة برواة الشيعة دليلا على وثاقتهم</w:t>
      </w:r>
      <w:r w:rsidR="008A01C2">
        <w:rPr>
          <w:rtl/>
        </w:rPr>
        <w:t>،</w:t>
      </w:r>
      <w:r w:rsidRPr="003A59EA">
        <w:rPr>
          <w:rtl/>
        </w:rPr>
        <w:t xml:space="preserve"> لأن من آية جلالة الراوي الشيعي وأمانته وشدة ملازمته لأهل البيت </w:t>
      </w:r>
      <w:r w:rsidRPr="00094C06">
        <w:rPr>
          <w:rStyle w:val="libAlaemChar"/>
          <w:rtl/>
        </w:rPr>
        <w:t>عليهم‌السلام</w:t>
      </w:r>
      <w:r w:rsidRPr="003A59EA">
        <w:rPr>
          <w:rtl/>
        </w:rPr>
        <w:t xml:space="preserve"> تضعيف العامّة إياه وعده من غلاة الشيعة</w:t>
      </w:r>
      <w:r w:rsidR="008A01C2">
        <w:rPr>
          <w:rtl/>
        </w:rPr>
        <w:t>،</w:t>
      </w:r>
      <w:r w:rsidRPr="003A59EA">
        <w:rPr>
          <w:rtl/>
        </w:rPr>
        <w:t xml:space="preserve"> كما في [479] وكثير غيره.</w:t>
      </w:r>
    </w:p>
    <w:p w:rsidR="00094C06" w:rsidRPr="003A59EA" w:rsidRDefault="00094C06" w:rsidP="00094C06">
      <w:pPr>
        <w:pStyle w:val="libNormal"/>
        <w:rPr>
          <w:rtl/>
        </w:rPr>
      </w:pPr>
      <w:r w:rsidRPr="003A59EA">
        <w:rPr>
          <w:rtl/>
        </w:rPr>
        <w:t>6</w:t>
      </w:r>
      <w:r w:rsidR="008A01C2">
        <w:rPr>
          <w:rtl/>
        </w:rPr>
        <w:t xml:space="preserve"> - </w:t>
      </w:r>
      <w:r w:rsidRPr="003A59EA">
        <w:rPr>
          <w:rtl/>
        </w:rPr>
        <w:t>الاستفادة من اتحاد الراوي مع غيره تعارض التضعيف مع التوثيق</w:t>
      </w:r>
      <w:r w:rsidR="008A01C2">
        <w:rPr>
          <w:rtl/>
        </w:rPr>
        <w:t>،</w:t>
      </w:r>
      <w:r w:rsidRPr="003A59EA">
        <w:rPr>
          <w:rtl/>
        </w:rPr>
        <w:t xml:space="preserve"> ومن التعدد الوثاقة كما في [1933]</w:t>
      </w:r>
      <w:r>
        <w:rPr>
          <w:rtl/>
        </w:rPr>
        <w:t>.</w:t>
      </w:r>
    </w:p>
    <w:p w:rsidR="00094C06" w:rsidRPr="003A59EA" w:rsidRDefault="00094C06" w:rsidP="00094C06">
      <w:pPr>
        <w:pStyle w:val="libNormal"/>
        <w:rPr>
          <w:rtl/>
        </w:rPr>
      </w:pPr>
      <w:r w:rsidRPr="003A59EA">
        <w:rPr>
          <w:rtl/>
        </w:rPr>
        <w:t>7</w:t>
      </w:r>
      <w:r w:rsidR="008A01C2">
        <w:rPr>
          <w:rtl/>
        </w:rPr>
        <w:t xml:space="preserve"> - </w:t>
      </w:r>
      <w:r w:rsidRPr="003A59EA">
        <w:rPr>
          <w:rtl/>
        </w:rPr>
        <w:t>إثبات الوثاقة من السند والتشيع من المتن</w:t>
      </w:r>
      <w:r w:rsidR="008A01C2">
        <w:rPr>
          <w:rtl/>
        </w:rPr>
        <w:t>،</w:t>
      </w:r>
      <w:r w:rsidRPr="003A59EA">
        <w:rPr>
          <w:rtl/>
        </w:rPr>
        <w:t xml:space="preserve"> كأن يكون الراوي عنه من الأجلاء كما تقدم في الأمارات المتقدمة</w:t>
      </w:r>
      <w:r w:rsidR="008A01C2">
        <w:rPr>
          <w:rtl/>
        </w:rPr>
        <w:t>،</w:t>
      </w:r>
      <w:r w:rsidRPr="003A59EA">
        <w:rPr>
          <w:rtl/>
        </w:rPr>
        <w:t xml:space="preserve"> وان يكون المروي فيه فضيلة أو منزلة تثقل روايتها على صدور مبغضي الآل </w:t>
      </w:r>
      <w:r w:rsidRPr="00094C06">
        <w:rPr>
          <w:rStyle w:val="libAlaemChar"/>
          <w:rtl/>
        </w:rPr>
        <w:t>عليهم‌السلام</w:t>
      </w:r>
      <w:r w:rsidRPr="003A59EA">
        <w:rPr>
          <w:rtl/>
        </w:rPr>
        <w:t xml:space="preserve"> كما في [2025] وكثير غيره.</w:t>
      </w:r>
    </w:p>
    <w:p w:rsidR="00094C06" w:rsidRPr="003A59EA" w:rsidRDefault="00094C06" w:rsidP="00094C06">
      <w:pPr>
        <w:pStyle w:val="libNormal"/>
        <w:rPr>
          <w:rtl/>
        </w:rPr>
      </w:pPr>
      <w:r w:rsidRPr="003A59EA">
        <w:rPr>
          <w:rtl/>
        </w:rPr>
        <w:t>8</w:t>
      </w:r>
      <w:r w:rsidR="008A01C2">
        <w:rPr>
          <w:rtl/>
        </w:rPr>
        <w:t xml:space="preserve"> - </w:t>
      </w:r>
      <w:r w:rsidRPr="003A59EA">
        <w:rPr>
          <w:rtl/>
        </w:rPr>
        <w:t>اهتمام علماء الرجال بذكر أمور دقيقة في ترجمة الراوي كذكرهم صلاة أحد الأجلاء عليه عند وفاته يكشف</w:t>
      </w:r>
      <w:r w:rsidR="008A01C2">
        <w:rPr>
          <w:rtl/>
        </w:rPr>
        <w:t xml:space="preserve"> - </w:t>
      </w:r>
      <w:r w:rsidRPr="003A59EA">
        <w:rPr>
          <w:rtl/>
        </w:rPr>
        <w:t>عنده</w:t>
      </w:r>
      <w:r w:rsidR="008A01C2">
        <w:rPr>
          <w:rtl/>
        </w:rPr>
        <w:t xml:space="preserve"> - </w:t>
      </w:r>
      <w:r w:rsidRPr="003A59EA">
        <w:rPr>
          <w:rtl/>
        </w:rPr>
        <w:t>عن كونه من كبار مشايخ الإجازة كما في [2458]</w:t>
      </w:r>
      <w:r>
        <w:rPr>
          <w:rtl/>
        </w:rPr>
        <w:t>.</w:t>
      </w:r>
    </w:p>
    <w:p w:rsidR="00094C06" w:rsidRPr="003A59EA" w:rsidRDefault="00094C06" w:rsidP="00094C06">
      <w:pPr>
        <w:pStyle w:val="libNormal"/>
        <w:rPr>
          <w:rtl/>
        </w:rPr>
      </w:pPr>
      <w:r w:rsidRPr="003A59EA">
        <w:rPr>
          <w:rtl/>
        </w:rPr>
        <w:t>9</w:t>
      </w:r>
      <w:r w:rsidR="008A01C2">
        <w:rPr>
          <w:rtl/>
        </w:rPr>
        <w:t xml:space="preserve"> - </w:t>
      </w:r>
      <w:r w:rsidRPr="003A59EA">
        <w:rPr>
          <w:rtl/>
        </w:rPr>
        <w:t>التصرف في عبارات التوثيق الواردة في تراجم البعض بكتب الرجال والتي يمكن إرجاعها إلى غير صاحب الترجمة</w:t>
      </w:r>
      <w:r w:rsidR="008A01C2">
        <w:rPr>
          <w:rtl/>
        </w:rPr>
        <w:t>،</w:t>
      </w:r>
      <w:r w:rsidRPr="003A59EA">
        <w:rPr>
          <w:rtl/>
        </w:rPr>
        <w:t xml:space="preserve"> وجعلها نصا فيه</w:t>
      </w:r>
      <w:r w:rsidR="008A01C2">
        <w:rPr>
          <w:rtl/>
        </w:rPr>
        <w:t>،</w:t>
      </w:r>
      <w:r w:rsidRPr="003A59EA">
        <w:rPr>
          <w:rtl/>
        </w:rPr>
        <w:t xml:space="preserve"> كما في [432]</w:t>
      </w:r>
      <w:r>
        <w:rPr>
          <w:rtl/>
        </w:rPr>
        <w:t>.</w:t>
      </w:r>
    </w:p>
    <w:p w:rsidR="00094C06" w:rsidRPr="003A59EA" w:rsidRDefault="00094C06" w:rsidP="00094C06">
      <w:pPr>
        <w:pStyle w:val="libNormal"/>
        <w:rPr>
          <w:rtl/>
        </w:rPr>
      </w:pPr>
      <w:r w:rsidRPr="003A59EA">
        <w:rPr>
          <w:rtl/>
        </w:rPr>
        <w:t>10</w:t>
      </w:r>
      <w:r w:rsidR="008A01C2">
        <w:rPr>
          <w:rtl/>
        </w:rPr>
        <w:t xml:space="preserve"> - </w:t>
      </w:r>
      <w:r w:rsidRPr="003A59EA">
        <w:rPr>
          <w:rtl/>
        </w:rPr>
        <w:t>اعتماد الوكالة وترضي المشايخ على أحد الرواة</w:t>
      </w:r>
      <w:r w:rsidR="008A01C2">
        <w:rPr>
          <w:rtl/>
        </w:rPr>
        <w:t>،</w:t>
      </w:r>
      <w:r w:rsidRPr="003A59EA">
        <w:rPr>
          <w:rtl/>
        </w:rPr>
        <w:t xml:space="preserve"> وترحمهم عليه في مجالات التوثيق والتحسين كثيرا.</w:t>
      </w:r>
    </w:p>
    <w:p w:rsidR="00094C06" w:rsidRPr="003A59EA" w:rsidRDefault="00094C06" w:rsidP="00094C06">
      <w:pPr>
        <w:pStyle w:val="libNormal"/>
        <w:rPr>
          <w:rtl/>
        </w:rPr>
      </w:pPr>
      <w:r w:rsidRPr="003A59EA">
        <w:rPr>
          <w:rtl/>
        </w:rPr>
        <w:t>11</w:t>
      </w:r>
      <w:r w:rsidR="008A01C2">
        <w:rPr>
          <w:rtl/>
        </w:rPr>
        <w:t xml:space="preserve"> - </w:t>
      </w:r>
      <w:r w:rsidRPr="003A59EA">
        <w:rPr>
          <w:rtl/>
        </w:rPr>
        <w:t>قولهم في حق أحد الرواة</w:t>
      </w:r>
      <w:r w:rsidR="008A01C2">
        <w:rPr>
          <w:rtl/>
        </w:rPr>
        <w:t>:</w:t>
      </w:r>
      <w:r w:rsidRPr="003A59EA">
        <w:rPr>
          <w:rtl/>
        </w:rPr>
        <w:t xml:space="preserve"> ( صحيح الحديث ) أمارة من أمارات التوثيق عنده كما في [2813] وغيره.</w:t>
      </w:r>
    </w:p>
    <w:p w:rsidR="00094C06" w:rsidRDefault="00094C06" w:rsidP="00094C06">
      <w:pPr>
        <w:pStyle w:val="libNormal"/>
        <w:rPr>
          <w:rtl/>
        </w:rPr>
      </w:pPr>
      <w:r>
        <w:rPr>
          <w:rtl/>
        </w:rPr>
        <w:br w:type="page"/>
      </w:r>
    </w:p>
    <w:p w:rsidR="00094C06" w:rsidRPr="003A59EA" w:rsidRDefault="00094C06" w:rsidP="00094C06">
      <w:pPr>
        <w:pStyle w:val="libNormal"/>
        <w:rPr>
          <w:rtl/>
        </w:rPr>
      </w:pPr>
      <w:r w:rsidRPr="003A59EA">
        <w:rPr>
          <w:rtl/>
        </w:rPr>
        <w:lastRenderedPageBreak/>
        <w:t>على ان بعض هذه الأمور لم يعتمدها الشيخ الحر في توثيقاته الرجالية.</w:t>
      </w:r>
    </w:p>
    <w:p w:rsidR="00094C06" w:rsidRDefault="00094C06" w:rsidP="00094C06">
      <w:pPr>
        <w:pStyle w:val="libBold1"/>
        <w:rPr>
          <w:rtl/>
        </w:rPr>
      </w:pPr>
      <w:r w:rsidRPr="003A59EA">
        <w:rPr>
          <w:rtl/>
        </w:rPr>
        <w:t>ثانيا</w:t>
      </w:r>
      <w:r w:rsidR="008A01C2">
        <w:rPr>
          <w:rtl/>
        </w:rPr>
        <w:t>:</w:t>
      </w:r>
      <w:r w:rsidRPr="003A59EA">
        <w:rPr>
          <w:rtl/>
        </w:rPr>
        <w:t xml:space="preserve"> منهجه في التصنيف والاستدراك</w:t>
      </w:r>
      <w:r w:rsidR="008A01C2">
        <w:rPr>
          <w:rtl/>
        </w:rPr>
        <w:t>:</w:t>
      </w:r>
    </w:p>
    <w:p w:rsidR="00094C06" w:rsidRPr="003A59EA" w:rsidRDefault="00094C06" w:rsidP="00094C06">
      <w:pPr>
        <w:pStyle w:val="libNormal"/>
        <w:rPr>
          <w:rtl/>
        </w:rPr>
      </w:pPr>
      <w:r w:rsidRPr="003A59EA">
        <w:rPr>
          <w:rtl/>
        </w:rPr>
        <w:t>اتبع الشيخ النوري</w:t>
      </w:r>
      <w:r w:rsidR="008A01C2">
        <w:rPr>
          <w:rtl/>
        </w:rPr>
        <w:t xml:space="preserve"> - </w:t>
      </w:r>
      <w:r w:rsidRPr="00094C06">
        <w:rPr>
          <w:rStyle w:val="libAlaemChar"/>
          <w:rtl/>
        </w:rPr>
        <w:t>رحمه‌الله</w:t>
      </w:r>
      <w:r w:rsidRPr="003A59EA">
        <w:rPr>
          <w:rtl/>
        </w:rPr>
        <w:t xml:space="preserve"> تعالى</w:t>
      </w:r>
      <w:r w:rsidR="008A01C2">
        <w:rPr>
          <w:rtl/>
        </w:rPr>
        <w:t xml:space="preserve"> - </w:t>
      </w:r>
      <w:r w:rsidRPr="003A59EA">
        <w:rPr>
          <w:rtl/>
        </w:rPr>
        <w:t>منهجا واضحا في تصنيف هذه الفائدة وطريقة ثابتة في الاستدراك</w:t>
      </w:r>
      <w:r w:rsidR="008A01C2">
        <w:rPr>
          <w:rtl/>
        </w:rPr>
        <w:t>،</w:t>
      </w:r>
      <w:r w:rsidRPr="003A59EA">
        <w:rPr>
          <w:rtl/>
        </w:rPr>
        <w:t xml:space="preserve"> ويمكن إجمال هذا المنهج بالأمور التالية</w:t>
      </w:r>
      <w:r w:rsidR="008A01C2">
        <w:rPr>
          <w:rtl/>
        </w:rPr>
        <w:t>:</w:t>
      </w:r>
    </w:p>
    <w:p w:rsidR="00094C06" w:rsidRPr="003A59EA" w:rsidRDefault="00094C06" w:rsidP="00094C06">
      <w:pPr>
        <w:pStyle w:val="libNormal"/>
        <w:rPr>
          <w:rtl/>
        </w:rPr>
      </w:pPr>
      <w:r w:rsidRPr="003A59EA">
        <w:rPr>
          <w:rtl/>
        </w:rPr>
        <w:t>1</w:t>
      </w:r>
      <w:r w:rsidR="008A01C2">
        <w:rPr>
          <w:rtl/>
        </w:rPr>
        <w:t xml:space="preserve"> - </w:t>
      </w:r>
      <w:r w:rsidRPr="003A59EA">
        <w:rPr>
          <w:rtl/>
        </w:rPr>
        <w:t>عدم ذكر من ذكره الشيخ الحر العاملي</w:t>
      </w:r>
      <w:r w:rsidR="008A01C2">
        <w:rPr>
          <w:rtl/>
        </w:rPr>
        <w:t xml:space="preserve"> - </w:t>
      </w:r>
      <w:r w:rsidRPr="00094C06">
        <w:rPr>
          <w:rStyle w:val="libAlaemChar"/>
          <w:rtl/>
        </w:rPr>
        <w:t>رحمه‌الله</w:t>
      </w:r>
      <w:r w:rsidRPr="003A59EA">
        <w:rPr>
          <w:rtl/>
        </w:rPr>
        <w:t xml:space="preserve"> تعالى</w:t>
      </w:r>
      <w:r w:rsidR="008A01C2">
        <w:rPr>
          <w:rtl/>
        </w:rPr>
        <w:t xml:space="preserve"> - </w:t>
      </w:r>
      <w:r w:rsidRPr="003A59EA">
        <w:rPr>
          <w:rtl/>
        </w:rPr>
        <w:t>في الفائدة الأخيرة من الوسائل ووثقه.</w:t>
      </w:r>
    </w:p>
    <w:p w:rsidR="00094C06" w:rsidRPr="003A59EA" w:rsidRDefault="00094C06" w:rsidP="00094C06">
      <w:pPr>
        <w:pStyle w:val="libNormal"/>
        <w:rPr>
          <w:rtl/>
        </w:rPr>
      </w:pPr>
      <w:r w:rsidRPr="003A59EA">
        <w:rPr>
          <w:rtl/>
        </w:rPr>
        <w:t>2</w:t>
      </w:r>
      <w:r w:rsidR="008A01C2">
        <w:rPr>
          <w:rtl/>
        </w:rPr>
        <w:t xml:space="preserve"> - </w:t>
      </w:r>
      <w:r w:rsidRPr="003A59EA">
        <w:rPr>
          <w:rtl/>
        </w:rPr>
        <w:t>بيان وثاقة من ذكره الشيخ الحر ولم يذكر من وثقه أو مدحه.</w:t>
      </w:r>
    </w:p>
    <w:p w:rsidR="00094C06" w:rsidRPr="003A59EA" w:rsidRDefault="00094C06" w:rsidP="00094C06">
      <w:pPr>
        <w:pStyle w:val="libNormal"/>
        <w:rPr>
          <w:rtl/>
        </w:rPr>
      </w:pPr>
      <w:r w:rsidRPr="003A59EA">
        <w:rPr>
          <w:rtl/>
        </w:rPr>
        <w:t>3</w:t>
      </w:r>
      <w:r w:rsidR="008A01C2">
        <w:rPr>
          <w:rtl/>
        </w:rPr>
        <w:t xml:space="preserve"> - </w:t>
      </w:r>
      <w:r w:rsidRPr="003A59EA">
        <w:rPr>
          <w:rtl/>
        </w:rPr>
        <w:t>ترتيب الرواة بحسب الأسماء لا الحروف مع عدم العناية بترتيب الآباء</w:t>
      </w:r>
      <w:r w:rsidR="008A01C2">
        <w:rPr>
          <w:rtl/>
        </w:rPr>
        <w:t>،</w:t>
      </w:r>
      <w:r w:rsidRPr="003A59EA">
        <w:rPr>
          <w:rtl/>
        </w:rPr>
        <w:t xml:space="preserve"> وجعل أسماء الرواة في أبواب حيث ابتدأ بباب الألف ثم باب الباء وهكذا إلى باب الياء</w:t>
      </w:r>
      <w:r w:rsidR="008A01C2">
        <w:rPr>
          <w:rtl/>
        </w:rPr>
        <w:t>،</w:t>
      </w:r>
      <w:r w:rsidRPr="003A59EA">
        <w:rPr>
          <w:rtl/>
        </w:rPr>
        <w:t xml:space="preserve"> ثم أفرد بابا للكنى</w:t>
      </w:r>
      <w:r w:rsidR="008A01C2">
        <w:rPr>
          <w:rtl/>
        </w:rPr>
        <w:t>،</w:t>
      </w:r>
      <w:r w:rsidRPr="003A59EA">
        <w:rPr>
          <w:rtl/>
        </w:rPr>
        <w:t xml:space="preserve"> ثم بابا لمن صدر بابن</w:t>
      </w:r>
      <w:r w:rsidR="008A01C2">
        <w:rPr>
          <w:rtl/>
        </w:rPr>
        <w:t>،</w:t>
      </w:r>
      <w:r w:rsidRPr="003A59EA">
        <w:rPr>
          <w:rtl/>
        </w:rPr>
        <w:t xml:space="preserve"> واخرى في النسب واللقب.</w:t>
      </w:r>
    </w:p>
    <w:p w:rsidR="00094C06" w:rsidRPr="003A59EA" w:rsidRDefault="00094C06" w:rsidP="00094C06">
      <w:pPr>
        <w:pStyle w:val="libNormal"/>
        <w:rPr>
          <w:rtl/>
        </w:rPr>
      </w:pPr>
      <w:r w:rsidRPr="003A59EA">
        <w:rPr>
          <w:rtl/>
        </w:rPr>
        <w:t>4</w:t>
      </w:r>
      <w:r w:rsidR="008A01C2">
        <w:rPr>
          <w:rtl/>
        </w:rPr>
        <w:t xml:space="preserve"> - </w:t>
      </w:r>
      <w:r w:rsidRPr="003A59EA">
        <w:rPr>
          <w:rtl/>
        </w:rPr>
        <w:t>من ذكرهم من الرواة في باب النسب واللقب لم يبين حالهم من الوثاقة غالبا لمرور أكثرهم في الأبواب المتقدمة في الأسماء</w:t>
      </w:r>
      <w:r w:rsidR="008A01C2">
        <w:rPr>
          <w:rtl/>
        </w:rPr>
        <w:t>،</w:t>
      </w:r>
      <w:r w:rsidRPr="003A59EA">
        <w:rPr>
          <w:rtl/>
        </w:rPr>
        <w:t xml:space="preserve"> والظاهر أنه أراد وقوف القارئ على أسمائهم</w:t>
      </w:r>
      <w:r w:rsidR="008A01C2">
        <w:rPr>
          <w:rtl/>
        </w:rPr>
        <w:t>،</w:t>
      </w:r>
      <w:r w:rsidRPr="003A59EA">
        <w:rPr>
          <w:rtl/>
        </w:rPr>
        <w:t xml:space="preserve"> إذ بين المصنف أسماء أصحاب الألقاب.</w:t>
      </w:r>
    </w:p>
    <w:p w:rsidR="00094C06" w:rsidRPr="003A59EA" w:rsidRDefault="00094C06" w:rsidP="00094C06">
      <w:pPr>
        <w:pStyle w:val="libNormal"/>
        <w:rPr>
          <w:rtl/>
        </w:rPr>
      </w:pPr>
      <w:r w:rsidRPr="003A59EA">
        <w:rPr>
          <w:rtl/>
        </w:rPr>
        <w:t>5</w:t>
      </w:r>
      <w:r w:rsidR="008A01C2">
        <w:rPr>
          <w:rtl/>
        </w:rPr>
        <w:t xml:space="preserve"> - </w:t>
      </w:r>
      <w:r w:rsidRPr="003A59EA">
        <w:rPr>
          <w:rtl/>
        </w:rPr>
        <w:t>مراعاة الاختصار والإيجاز في التراجم غالبا.</w:t>
      </w:r>
    </w:p>
    <w:p w:rsidR="00094C06" w:rsidRPr="003A59EA" w:rsidRDefault="00094C06" w:rsidP="00094C06">
      <w:pPr>
        <w:pStyle w:val="libNormal"/>
        <w:rPr>
          <w:rtl/>
        </w:rPr>
      </w:pPr>
      <w:r w:rsidRPr="003A59EA">
        <w:rPr>
          <w:rtl/>
        </w:rPr>
        <w:t>6</w:t>
      </w:r>
      <w:r w:rsidR="008A01C2">
        <w:rPr>
          <w:rtl/>
        </w:rPr>
        <w:t xml:space="preserve"> - </w:t>
      </w:r>
      <w:r w:rsidRPr="003A59EA">
        <w:rPr>
          <w:rtl/>
        </w:rPr>
        <w:t>الاكتفاء بذكر أمارة واحدة</w:t>
      </w:r>
      <w:r w:rsidR="008A01C2">
        <w:rPr>
          <w:rtl/>
        </w:rPr>
        <w:t xml:space="preserve"> - </w:t>
      </w:r>
      <w:r w:rsidRPr="003A59EA">
        <w:rPr>
          <w:rtl/>
        </w:rPr>
        <w:t>في الأعم الأغلب</w:t>
      </w:r>
      <w:r w:rsidR="008A01C2">
        <w:rPr>
          <w:rtl/>
        </w:rPr>
        <w:t xml:space="preserve"> - </w:t>
      </w:r>
      <w:r w:rsidRPr="003A59EA">
        <w:rPr>
          <w:rtl/>
        </w:rPr>
        <w:t>على وثاقة الراوي.</w:t>
      </w:r>
    </w:p>
    <w:p w:rsidR="00094C06" w:rsidRDefault="00094C06" w:rsidP="00094C06">
      <w:pPr>
        <w:pStyle w:val="libBold1"/>
        <w:rPr>
          <w:rtl/>
        </w:rPr>
      </w:pPr>
      <w:r w:rsidRPr="003A59EA">
        <w:rPr>
          <w:rtl/>
        </w:rPr>
        <w:t>ثالثا</w:t>
      </w:r>
      <w:r w:rsidR="008A01C2">
        <w:rPr>
          <w:rtl/>
        </w:rPr>
        <w:t>:</w:t>
      </w:r>
      <w:r w:rsidRPr="003A59EA">
        <w:rPr>
          <w:rtl/>
        </w:rPr>
        <w:t xml:space="preserve"> مصادره في هذه الفائدة</w:t>
      </w:r>
      <w:r w:rsidR="008A01C2">
        <w:rPr>
          <w:rtl/>
        </w:rPr>
        <w:t>:</w:t>
      </w:r>
    </w:p>
    <w:p w:rsidR="00094C06" w:rsidRPr="003A59EA" w:rsidRDefault="00094C06" w:rsidP="00094C06">
      <w:pPr>
        <w:pStyle w:val="libNormal"/>
        <w:rPr>
          <w:rtl/>
        </w:rPr>
      </w:pPr>
      <w:r w:rsidRPr="003A59EA">
        <w:rPr>
          <w:rtl/>
        </w:rPr>
        <w:t>أمّا عن مصادر الشيخ النوري في هذه الفائدة فهي كثيرة ومتنوعة إذ لم يقتصر فيها على كتب الرجال والحديث</w:t>
      </w:r>
      <w:r w:rsidR="008A01C2">
        <w:rPr>
          <w:rtl/>
        </w:rPr>
        <w:t>،</w:t>
      </w:r>
      <w:r w:rsidRPr="003A59EA">
        <w:rPr>
          <w:rtl/>
        </w:rPr>
        <w:t xml:space="preserve"> وإنما استفاد من كتب أخرى ككتب التفسير</w:t>
      </w:r>
      <w:r w:rsidR="008A01C2">
        <w:rPr>
          <w:rtl/>
        </w:rPr>
        <w:t>،</w:t>
      </w:r>
      <w:r w:rsidRPr="003A59EA">
        <w:rPr>
          <w:rtl/>
        </w:rPr>
        <w:t xml:space="preserve"> والعقائد</w:t>
      </w:r>
      <w:r w:rsidR="008A01C2">
        <w:rPr>
          <w:rtl/>
        </w:rPr>
        <w:t>،</w:t>
      </w:r>
      <w:r w:rsidRPr="003A59EA">
        <w:rPr>
          <w:rtl/>
        </w:rPr>
        <w:t xml:space="preserve"> والتاريخ</w:t>
      </w:r>
      <w:r w:rsidR="008A01C2">
        <w:rPr>
          <w:rtl/>
        </w:rPr>
        <w:t>،</w:t>
      </w:r>
      <w:r w:rsidRPr="003A59EA">
        <w:rPr>
          <w:rtl/>
        </w:rPr>
        <w:t xml:space="preserve"> والفضائل وغيرها.</w:t>
      </w:r>
    </w:p>
    <w:p w:rsidR="00094C06" w:rsidRDefault="00094C06" w:rsidP="00094C06">
      <w:pPr>
        <w:pStyle w:val="libNormal"/>
        <w:rPr>
          <w:rtl/>
        </w:rPr>
      </w:pPr>
      <w:r>
        <w:rPr>
          <w:rtl/>
        </w:rPr>
        <w:br w:type="page"/>
      </w:r>
    </w:p>
    <w:p w:rsidR="00094C06" w:rsidRPr="003A59EA" w:rsidRDefault="00094C06" w:rsidP="00094C06">
      <w:pPr>
        <w:pStyle w:val="libNormal"/>
        <w:rPr>
          <w:rtl/>
        </w:rPr>
      </w:pPr>
      <w:r w:rsidRPr="003A59EA">
        <w:rPr>
          <w:rtl/>
        </w:rPr>
        <w:lastRenderedPageBreak/>
        <w:t>ويمكن القول بأن أهم الكتب التي اعتمدها في هذه الفائدة على الإطلاق</w:t>
      </w:r>
      <w:r w:rsidR="008A01C2">
        <w:rPr>
          <w:rtl/>
        </w:rPr>
        <w:t>،</w:t>
      </w:r>
      <w:r w:rsidRPr="003A59EA">
        <w:rPr>
          <w:rtl/>
        </w:rPr>
        <w:t xml:space="preserve"> هو كتاب الرجال للشيخ الطوسي</w:t>
      </w:r>
      <w:r w:rsidR="008A01C2">
        <w:rPr>
          <w:rtl/>
        </w:rPr>
        <w:t xml:space="preserve"> - </w:t>
      </w:r>
      <w:r w:rsidRPr="00094C06">
        <w:rPr>
          <w:rStyle w:val="libAlaemChar"/>
          <w:rtl/>
        </w:rPr>
        <w:t>قدس‌سره</w:t>
      </w:r>
      <w:r w:rsidRPr="003A59EA">
        <w:rPr>
          <w:rtl/>
        </w:rPr>
        <w:t xml:space="preserve"> الشريف</w:t>
      </w:r>
      <w:r w:rsidR="008A01C2">
        <w:rPr>
          <w:rtl/>
        </w:rPr>
        <w:t xml:space="preserve"> - </w:t>
      </w:r>
      <w:r w:rsidRPr="003A59EA">
        <w:rPr>
          <w:rtl/>
        </w:rPr>
        <w:t>إذ اقتبس منه معظم ما في هذه الفائدة من أسماء.</w:t>
      </w:r>
    </w:p>
    <w:p w:rsidR="00094C06" w:rsidRPr="003A59EA" w:rsidRDefault="00094C06" w:rsidP="00094C06">
      <w:pPr>
        <w:pStyle w:val="libNormal"/>
        <w:rPr>
          <w:rtl/>
        </w:rPr>
      </w:pPr>
      <w:r w:rsidRPr="003A59EA">
        <w:rPr>
          <w:rtl/>
        </w:rPr>
        <w:t>هذا ولم تنحصر استفادة المصنف من كتب الشيعة فحسب</w:t>
      </w:r>
      <w:r w:rsidR="008A01C2">
        <w:rPr>
          <w:rtl/>
        </w:rPr>
        <w:t>،</w:t>
      </w:r>
      <w:r w:rsidRPr="003A59EA">
        <w:rPr>
          <w:rtl/>
        </w:rPr>
        <w:t xml:space="preserve"> بل استفاد أيضا من كتب أهل السنة في كثير من المواضع</w:t>
      </w:r>
      <w:r w:rsidR="008A01C2">
        <w:rPr>
          <w:rtl/>
        </w:rPr>
        <w:t>،</w:t>
      </w:r>
      <w:r w:rsidRPr="003A59EA">
        <w:rPr>
          <w:rtl/>
        </w:rPr>
        <w:t xml:space="preserve"> لا سيما في تعيين الوفيات</w:t>
      </w:r>
      <w:r w:rsidR="008A01C2">
        <w:rPr>
          <w:rtl/>
        </w:rPr>
        <w:t>،</w:t>
      </w:r>
      <w:r w:rsidRPr="003A59EA">
        <w:rPr>
          <w:rtl/>
        </w:rPr>
        <w:t xml:space="preserve"> أو بيان الاتحاد والاشتراك في الأسماء</w:t>
      </w:r>
      <w:r w:rsidR="008A01C2">
        <w:rPr>
          <w:rtl/>
        </w:rPr>
        <w:t>،</w:t>
      </w:r>
      <w:r w:rsidRPr="003A59EA">
        <w:rPr>
          <w:rtl/>
        </w:rPr>
        <w:t xml:space="preserve"> ونحو ذلك.</w:t>
      </w:r>
    </w:p>
    <w:p w:rsidR="00094C06" w:rsidRDefault="00094C06" w:rsidP="00094C06">
      <w:pPr>
        <w:pStyle w:val="libBold1"/>
        <w:rPr>
          <w:rtl/>
        </w:rPr>
      </w:pPr>
      <w:r w:rsidRPr="003A59EA">
        <w:rPr>
          <w:rtl/>
        </w:rPr>
        <w:t>رابعا</w:t>
      </w:r>
      <w:r w:rsidR="008A01C2">
        <w:rPr>
          <w:rtl/>
        </w:rPr>
        <w:t>:</w:t>
      </w:r>
      <w:r w:rsidRPr="003A59EA">
        <w:rPr>
          <w:rtl/>
        </w:rPr>
        <w:t xml:space="preserve"> نوعية الاستدراك</w:t>
      </w:r>
      <w:r w:rsidR="008A01C2">
        <w:rPr>
          <w:rtl/>
        </w:rPr>
        <w:t>:</w:t>
      </w:r>
    </w:p>
    <w:p w:rsidR="00094C06" w:rsidRPr="003A59EA" w:rsidRDefault="00094C06" w:rsidP="00094C06">
      <w:pPr>
        <w:pStyle w:val="libNormal"/>
        <w:rPr>
          <w:rtl/>
        </w:rPr>
      </w:pPr>
      <w:r w:rsidRPr="003A59EA">
        <w:rPr>
          <w:rtl/>
        </w:rPr>
        <w:t>مرّ أن المصنف لم يراع منهج الأصل المستدرك عليه في هذه الفائدة وان اتبع سائر القرائن والأمارات الكلية في التوثيق المعتمدة في خاتمة الوسائل</w:t>
      </w:r>
      <w:r w:rsidR="008A01C2">
        <w:rPr>
          <w:rtl/>
        </w:rPr>
        <w:t>،</w:t>
      </w:r>
      <w:r w:rsidRPr="003A59EA">
        <w:rPr>
          <w:rtl/>
        </w:rPr>
        <w:t xml:space="preserve"> وأضاف لها أمورا أخرى لم تعتمد في توثيقات الشيخ الحر</w:t>
      </w:r>
      <w:r w:rsidR="008A01C2">
        <w:rPr>
          <w:rtl/>
        </w:rPr>
        <w:t xml:space="preserve"> - </w:t>
      </w:r>
      <w:r w:rsidRPr="00094C06">
        <w:rPr>
          <w:rStyle w:val="libAlaemChar"/>
          <w:rtl/>
        </w:rPr>
        <w:t>رحمه‌الله</w:t>
      </w:r>
      <w:r w:rsidRPr="003A59EA">
        <w:rPr>
          <w:rtl/>
        </w:rPr>
        <w:t xml:space="preserve"> تعالى</w:t>
      </w:r>
      <w:r w:rsidR="008A01C2">
        <w:rPr>
          <w:rtl/>
        </w:rPr>
        <w:t xml:space="preserve"> -</w:t>
      </w:r>
      <w:r>
        <w:rPr>
          <w:rtl/>
        </w:rPr>
        <w:t>.</w:t>
      </w:r>
    </w:p>
    <w:p w:rsidR="00094C06" w:rsidRPr="003A59EA" w:rsidRDefault="00094C06" w:rsidP="00094C06">
      <w:pPr>
        <w:pStyle w:val="libNormal"/>
        <w:rPr>
          <w:rtl/>
        </w:rPr>
      </w:pPr>
      <w:r w:rsidRPr="003A59EA">
        <w:rPr>
          <w:rtl/>
        </w:rPr>
        <w:t>ومن استعراض طوائف الأسماء المستدرك بها في هذه الفائدة يتضح لنا أن المراد هو تعميم الفائدة لا أكثر وليس المراد بتسجيلها هو الاستدراك المتبادر عرفا كما مرّ.</w:t>
      </w:r>
    </w:p>
    <w:p w:rsidR="00094C06" w:rsidRPr="003A59EA" w:rsidRDefault="00094C06" w:rsidP="00094C06">
      <w:pPr>
        <w:pStyle w:val="libNormal"/>
        <w:rPr>
          <w:rtl/>
        </w:rPr>
      </w:pPr>
      <w:r w:rsidRPr="003A59EA">
        <w:rPr>
          <w:rtl/>
        </w:rPr>
        <w:t>وفيما يأتي صورة شاملة لطوائف الأسماء المسجلة في هذه الفائدة</w:t>
      </w:r>
      <w:r w:rsidR="008A01C2">
        <w:rPr>
          <w:rtl/>
        </w:rPr>
        <w:t>،</w:t>
      </w:r>
      <w:r w:rsidRPr="003A59EA">
        <w:rPr>
          <w:rtl/>
        </w:rPr>
        <w:t xml:space="preserve"> وعلى النحو الآتي.</w:t>
      </w:r>
    </w:p>
    <w:p w:rsidR="00094C06" w:rsidRPr="003A59EA" w:rsidRDefault="00094C06" w:rsidP="00094C06">
      <w:pPr>
        <w:pStyle w:val="libNormal"/>
        <w:rPr>
          <w:rtl/>
        </w:rPr>
      </w:pPr>
      <w:r w:rsidRPr="003A59EA">
        <w:rPr>
          <w:rtl/>
        </w:rPr>
        <w:t>1</w:t>
      </w:r>
      <w:r w:rsidR="008A01C2">
        <w:rPr>
          <w:rtl/>
        </w:rPr>
        <w:t xml:space="preserve"> - </w:t>
      </w:r>
      <w:r w:rsidRPr="003A59EA">
        <w:rPr>
          <w:rtl/>
        </w:rPr>
        <w:t xml:space="preserve">الاستدراك بأصحاب النبي </w:t>
      </w:r>
      <w:r w:rsidRPr="00094C06">
        <w:rPr>
          <w:rStyle w:val="libAlaemChar"/>
          <w:rtl/>
        </w:rPr>
        <w:t>صلى‌الله‌عليه‌وآله‌وسلم</w:t>
      </w:r>
      <w:r w:rsidRPr="003A59EA">
        <w:rPr>
          <w:rtl/>
        </w:rPr>
        <w:t xml:space="preserve"> مثل العباس عم النبيّ </w:t>
      </w:r>
      <w:r w:rsidRPr="00094C06">
        <w:rPr>
          <w:rStyle w:val="libAlaemChar"/>
          <w:rtl/>
        </w:rPr>
        <w:t>صلى‌الله‌عليه‌وآله‌وسلم</w:t>
      </w:r>
      <w:r w:rsidR="008A01C2">
        <w:rPr>
          <w:rtl/>
        </w:rPr>
        <w:t>،</w:t>
      </w:r>
      <w:r w:rsidRPr="003A59EA">
        <w:rPr>
          <w:rtl/>
        </w:rPr>
        <w:t xml:space="preserve"> وخبّاب بن الأرتّ</w:t>
      </w:r>
      <w:r w:rsidR="008A01C2">
        <w:rPr>
          <w:rtl/>
        </w:rPr>
        <w:t>،</w:t>
      </w:r>
      <w:r w:rsidRPr="003A59EA">
        <w:rPr>
          <w:rtl/>
        </w:rPr>
        <w:t xml:space="preserve"> وعثمان بن مظعون</w:t>
      </w:r>
      <w:r w:rsidR="008A01C2">
        <w:rPr>
          <w:rtl/>
        </w:rPr>
        <w:t>،</w:t>
      </w:r>
      <w:r w:rsidRPr="003A59EA">
        <w:rPr>
          <w:rtl/>
        </w:rPr>
        <w:t xml:space="preserve"> وهند بن أبي هالة ابن خديجة الكبرى </w:t>
      </w:r>
      <w:r w:rsidRPr="00094C06">
        <w:rPr>
          <w:rStyle w:val="libAlaemChar"/>
          <w:rtl/>
        </w:rPr>
        <w:t>عليها‌السلام</w:t>
      </w:r>
      <w:r w:rsidR="008A01C2">
        <w:rPr>
          <w:rtl/>
        </w:rPr>
        <w:t xml:space="preserve"> - </w:t>
      </w:r>
      <w:r w:rsidRPr="003A59EA">
        <w:rPr>
          <w:rtl/>
        </w:rPr>
        <w:t xml:space="preserve">وهو ربيب رسول الله </w:t>
      </w:r>
      <w:r w:rsidRPr="00094C06">
        <w:rPr>
          <w:rStyle w:val="libAlaemChar"/>
          <w:rtl/>
        </w:rPr>
        <w:t>صلى‌الله‌عليه‌وآله‌وسلم</w:t>
      </w:r>
      <w:r w:rsidR="008A01C2">
        <w:rPr>
          <w:rtl/>
        </w:rPr>
        <w:t xml:space="preserve"> - </w:t>
      </w:r>
      <w:r w:rsidRPr="003A59EA">
        <w:rPr>
          <w:rtl/>
        </w:rPr>
        <w:t>وأبي قتادة الأنصاري</w:t>
      </w:r>
      <w:r w:rsidR="008A01C2">
        <w:rPr>
          <w:rtl/>
        </w:rPr>
        <w:t>،</w:t>
      </w:r>
      <w:r w:rsidRPr="003A59EA">
        <w:rPr>
          <w:rtl/>
        </w:rPr>
        <w:t xml:space="preserve"> والبراء بن معرور</w:t>
      </w:r>
      <w:r w:rsidR="008A01C2">
        <w:rPr>
          <w:rtl/>
        </w:rPr>
        <w:t>،</w:t>
      </w:r>
      <w:r w:rsidRPr="003A59EA">
        <w:rPr>
          <w:rtl/>
        </w:rPr>
        <w:t xml:space="preserve"> وسفينة مولى النبيّ </w:t>
      </w:r>
      <w:r w:rsidRPr="00094C06">
        <w:rPr>
          <w:rStyle w:val="libAlaemChar"/>
          <w:rtl/>
        </w:rPr>
        <w:t>صلى‌الله‌عليه‌وآله‌وسلم</w:t>
      </w:r>
      <w:r w:rsidRPr="003A59EA">
        <w:rPr>
          <w:rtl/>
        </w:rPr>
        <w:t xml:space="preserve"> وغيرهم من الصحابة</w:t>
      </w:r>
      <w:r w:rsidR="008A01C2">
        <w:rPr>
          <w:rtl/>
        </w:rPr>
        <w:t xml:space="preserve"> - </w:t>
      </w:r>
      <w:r w:rsidRPr="003A59EA">
        <w:rPr>
          <w:rtl/>
        </w:rPr>
        <w:t>رضي الله تعالى عنهم</w:t>
      </w:r>
      <w:r w:rsidR="008A01C2">
        <w:rPr>
          <w:rtl/>
        </w:rPr>
        <w:t xml:space="preserve"> -</w:t>
      </w:r>
      <w:r>
        <w:rPr>
          <w:rtl/>
        </w:rPr>
        <w:t>.</w:t>
      </w:r>
    </w:p>
    <w:p w:rsidR="00094C06" w:rsidRPr="003A59EA" w:rsidRDefault="00094C06" w:rsidP="00094C06">
      <w:pPr>
        <w:pStyle w:val="libNormal"/>
        <w:rPr>
          <w:rtl/>
        </w:rPr>
      </w:pPr>
      <w:r w:rsidRPr="003A59EA">
        <w:rPr>
          <w:rtl/>
        </w:rPr>
        <w:t>2</w:t>
      </w:r>
      <w:r w:rsidR="008A01C2">
        <w:rPr>
          <w:rtl/>
        </w:rPr>
        <w:t xml:space="preserve"> - </w:t>
      </w:r>
      <w:r w:rsidRPr="003A59EA">
        <w:rPr>
          <w:rtl/>
        </w:rPr>
        <w:t xml:space="preserve">الاستدراك بأزواج النبيّ </w:t>
      </w:r>
      <w:r w:rsidRPr="00094C06">
        <w:rPr>
          <w:rStyle w:val="libAlaemChar"/>
          <w:rtl/>
        </w:rPr>
        <w:t>صلى‌الله‌عليه‌وآله‌وسلم</w:t>
      </w:r>
      <w:r w:rsidRPr="003A59EA">
        <w:rPr>
          <w:rtl/>
        </w:rPr>
        <w:t xml:space="preserve"> كأم أيمن</w:t>
      </w:r>
    </w:p>
    <w:p w:rsidR="00094C06" w:rsidRDefault="00094C06" w:rsidP="00094C06">
      <w:pPr>
        <w:pStyle w:val="libNormal"/>
        <w:rPr>
          <w:rtl/>
        </w:rPr>
      </w:pPr>
      <w:r>
        <w:rPr>
          <w:rtl/>
        </w:rPr>
        <w:br w:type="page"/>
      </w:r>
    </w:p>
    <w:p w:rsidR="00094C06" w:rsidRPr="003A59EA" w:rsidRDefault="008A01C2" w:rsidP="00094C06">
      <w:pPr>
        <w:pStyle w:val="libNormal0"/>
        <w:rPr>
          <w:rtl/>
        </w:rPr>
      </w:pPr>
      <w:r>
        <w:rPr>
          <w:rtl/>
        </w:rPr>
        <w:lastRenderedPageBreak/>
        <w:t>-</w:t>
      </w:r>
      <w:r w:rsidR="00094C06">
        <w:rPr>
          <w:rtl/>
        </w:rPr>
        <w:t xml:space="preserve"> </w:t>
      </w:r>
      <w:r w:rsidR="00094C06" w:rsidRPr="003A59EA">
        <w:rPr>
          <w:rtl/>
        </w:rPr>
        <w:t>رضي الله تعالى عنها</w:t>
      </w:r>
      <w:r>
        <w:rPr>
          <w:rtl/>
        </w:rPr>
        <w:t xml:space="preserve"> -</w:t>
      </w:r>
      <w:r w:rsidR="00094C06">
        <w:rPr>
          <w:rtl/>
        </w:rPr>
        <w:t>.</w:t>
      </w:r>
    </w:p>
    <w:p w:rsidR="00094C06" w:rsidRPr="003A59EA" w:rsidRDefault="00094C06" w:rsidP="00094C06">
      <w:pPr>
        <w:pStyle w:val="libNormal"/>
        <w:rPr>
          <w:rtl/>
        </w:rPr>
      </w:pPr>
      <w:r w:rsidRPr="003A59EA">
        <w:rPr>
          <w:rtl/>
        </w:rPr>
        <w:t>3</w:t>
      </w:r>
      <w:r w:rsidR="008A01C2">
        <w:rPr>
          <w:rtl/>
        </w:rPr>
        <w:t xml:space="preserve"> - </w:t>
      </w:r>
      <w:r w:rsidRPr="003A59EA">
        <w:rPr>
          <w:rtl/>
        </w:rPr>
        <w:t>الاستدراك بأولاد أمير المؤمنين علي بن أبي طالب</w:t>
      </w:r>
      <w:r w:rsidR="008A01C2">
        <w:rPr>
          <w:rtl/>
        </w:rPr>
        <w:t xml:space="preserve"> - </w:t>
      </w:r>
      <w:r w:rsidRPr="003A59EA">
        <w:rPr>
          <w:rtl/>
        </w:rPr>
        <w:t>صلوات الله وسلامه عليه</w:t>
      </w:r>
      <w:r w:rsidR="008A01C2">
        <w:rPr>
          <w:rtl/>
        </w:rPr>
        <w:t xml:space="preserve"> - </w:t>
      </w:r>
      <w:r w:rsidRPr="003A59EA">
        <w:rPr>
          <w:rtl/>
        </w:rPr>
        <w:t>كمحمّد بن الحنفية</w:t>
      </w:r>
      <w:r w:rsidR="008A01C2">
        <w:rPr>
          <w:rtl/>
        </w:rPr>
        <w:t xml:space="preserve"> - </w:t>
      </w:r>
      <w:r w:rsidRPr="003A59EA">
        <w:rPr>
          <w:rtl/>
        </w:rPr>
        <w:t>رضي الله تعالى عنه</w:t>
      </w:r>
      <w:r w:rsidR="008A01C2">
        <w:rPr>
          <w:rtl/>
        </w:rPr>
        <w:t xml:space="preserve"> - </w:t>
      </w:r>
      <w:r w:rsidRPr="003A59EA">
        <w:rPr>
          <w:rtl/>
        </w:rPr>
        <w:t xml:space="preserve">أو بأصحابه الذين لازموه وتفانوا فيه أو استشهد بعضهم بين يديه </w:t>
      </w:r>
      <w:r w:rsidRPr="00094C06">
        <w:rPr>
          <w:rStyle w:val="libAlaemChar"/>
          <w:rtl/>
        </w:rPr>
        <w:t>عليه‌السلام</w:t>
      </w:r>
      <w:r w:rsidRPr="003A59EA">
        <w:rPr>
          <w:rtl/>
        </w:rPr>
        <w:t>. وهم كثر</w:t>
      </w:r>
      <w:r w:rsidR="008A01C2">
        <w:rPr>
          <w:rtl/>
        </w:rPr>
        <w:t>،</w:t>
      </w:r>
      <w:r w:rsidRPr="003A59EA">
        <w:rPr>
          <w:rtl/>
        </w:rPr>
        <w:t xml:space="preserve"> نذكر منهم</w:t>
      </w:r>
      <w:r w:rsidR="008A01C2">
        <w:rPr>
          <w:rtl/>
        </w:rPr>
        <w:t>:</w:t>
      </w:r>
      <w:r w:rsidRPr="003A59EA">
        <w:rPr>
          <w:rtl/>
        </w:rPr>
        <w:t xml:space="preserve"> جارية بن قدامة</w:t>
      </w:r>
      <w:r w:rsidR="008A01C2">
        <w:rPr>
          <w:rtl/>
        </w:rPr>
        <w:t>،</w:t>
      </w:r>
      <w:r w:rsidRPr="003A59EA">
        <w:rPr>
          <w:rtl/>
        </w:rPr>
        <w:t xml:space="preserve"> وثعلبة بن عمر</w:t>
      </w:r>
      <w:r w:rsidR="008A01C2">
        <w:rPr>
          <w:rtl/>
        </w:rPr>
        <w:t>،</w:t>
      </w:r>
      <w:r w:rsidRPr="003A59EA">
        <w:rPr>
          <w:rtl/>
        </w:rPr>
        <w:t xml:space="preserve"> وأبا عمرة الأنصاري</w:t>
      </w:r>
      <w:r w:rsidR="008A01C2">
        <w:rPr>
          <w:rtl/>
        </w:rPr>
        <w:t>،</w:t>
      </w:r>
      <w:r w:rsidRPr="003A59EA">
        <w:rPr>
          <w:rtl/>
        </w:rPr>
        <w:t xml:space="preserve"> وحذيفة ابن أسيد وهو من الصحابة أيضا</w:t>
      </w:r>
      <w:r w:rsidR="008A01C2">
        <w:rPr>
          <w:rtl/>
        </w:rPr>
        <w:t>،</w:t>
      </w:r>
      <w:r w:rsidRPr="003A59EA">
        <w:rPr>
          <w:rtl/>
        </w:rPr>
        <w:t xml:space="preserve"> وأبا الجوشاء وهو صاحب رأيته </w:t>
      </w:r>
      <w:r w:rsidRPr="00094C06">
        <w:rPr>
          <w:rStyle w:val="libAlaemChar"/>
          <w:rtl/>
        </w:rPr>
        <w:t>عليه‌السلام</w:t>
      </w:r>
      <w:r w:rsidRPr="003A59EA">
        <w:rPr>
          <w:rtl/>
        </w:rPr>
        <w:t xml:space="preserve"> يوم خرج من الكوفة إلى صفين</w:t>
      </w:r>
      <w:r w:rsidR="008A01C2">
        <w:rPr>
          <w:rtl/>
        </w:rPr>
        <w:t>،</w:t>
      </w:r>
      <w:r w:rsidRPr="003A59EA">
        <w:rPr>
          <w:rtl/>
        </w:rPr>
        <w:t xml:space="preserve"> وأبا جند بن عمرو وهو الذي عقر الشيطان [ اعني</w:t>
      </w:r>
      <w:r w:rsidR="008A01C2">
        <w:rPr>
          <w:rtl/>
        </w:rPr>
        <w:t>:</w:t>
      </w:r>
      <w:r w:rsidRPr="003A59EA">
        <w:rPr>
          <w:rtl/>
        </w:rPr>
        <w:t xml:space="preserve"> جمل عائشة ] في البصرة</w:t>
      </w:r>
      <w:r w:rsidR="008A01C2">
        <w:rPr>
          <w:rtl/>
        </w:rPr>
        <w:t>،</w:t>
      </w:r>
      <w:r w:rsidRPr="003A59EA">
        <w:rPr>
          <w:rtl/>
        </w:rPr>
        <w:t xml:space="preserve"> وابن النباح مؤذنه </w:t>
      </w:r>
      <w:r w:rsidRPr="00094C06">
        <w:rPr>
          <w:rStyle w:val="libAlaemChar"/>
          <w:rtl/>
        </w:rPr>
        <w:t>عليه‌السلام</w:t>
      </w:r>
      <w:r w:rsidRPr="003A59EA">
        <w:rPr>
          <w:rtl/>
        </w:rPr>
        <w:t xml:space="preserve"> الذي كان يقول في أذانه</w:t>
      </w:r>
      <w:r w:rsidR="008A01C2">
        <w:rPr>
          <w:rtl/>
        </w:rPr>
        <w:t>:</w:t>
      </w:r>
      <w:r w:rsidRPr="003A59EA">
        <w:rPr>
          <w:rtl/>
        </w:rPr>
        <w:t xml:space="preserve"> حيّ على خير العمل.</w:t>
      </w:r>
    </w:p>
    <w:p w:rsidR="00094C06" w:rsidRPr="003A59EA" w:rsidRDefault="00094C06" w:rsidP="00094C06">
      <w:pPr>
        <w:pStyle w:val="libNormal"/>
        <w:rPr>
          <w:rtl/>
        </w:rPr>
      </w:pPr>
      <w:r w:rsidRPr="003A59EA">
        <w:rPr>
          <w:rtl/>
        </w:rPr>
        <w:t>4</w:t>
      </w:r>
      <w:r w:rsidR="008A01C2">
        <w:rPr>
          <w:rtl/>
        </w:rPr>
        <w:t xml:space="preserve"> - </w:t>
      </w:r>
      <w:r w:rsidRPr="003A59EA">
        <w:rPr>
          <w:rtl/>
        </w:rPr>
        <w:t>الاستدراك بليوث العرين</w:t>
      </w:r>
      <w:r w:rsidR="008A01C2">
        <w:rPr>
          <w:rtl/>
        </w:rPr>
        <w:t>،</w:t>
      </w:r>
      <w:r w:rsidRPr="003A59EA">
        <w:rPr>
          <w:rtl/>
        </w:rPr>
        <w:t xml:space="preserve"> والصفوة من العبّاد المؤمنين</w:t>
      </w:r>
      <w:r w:rsidR="008A01C2">
        <w:rPr>
          <w:rtl/>
        </w:rPr>
        <w:t>،</w:t>
      </w:r>
      <w:r w:rsidRPr="003A59EA">
        <w:rPr>
          <w:rtl/>
        </w:rPr>
        <w:t xml:space="preserve"> والخيرة من أصحاب الأئمة الميامين </w:t>
      </w:r>
      <w:r w:rsidRPr="00094C06">
        <w:rPr>
          <w:rStyle w:val="libAlaemChar"/>
          <w:rtl/>
        </w:rPr>
        <w:t>عليهم‌السلام</w:t>
      </w:r>
      <w:r w:rsidRPr="003A59EA">
        <w:rPr>
          <w:rtl/>
        </w:rPr>
        <w:t xml:space="preserve"> من الذين ذبوا عن حرم آل الرسول </w:t>
      </w:r>
      <w:r w:rsidRPr="00094C06">
        <w:rPr>
          <w:rStyle w:val="libAlaemChar"/>
          <w:rtl/>
        </w:rPr>
        <w:t>صلى‌الله‌عليه‌وآله‌وسلم</w:t>
      </w:r>
      <w:r w:rsidRPr="003A59EA">
        <w:rPr>
          <w:rtl/>
        </w:rPr>
        <w:t xml:space="preserve"> وضحوا بأرواحهم بين يدي خامس أصحاب الكساء عليه الصلاة والسلام في صبيحة عاشوراء</w:t>
      </w:r>
      <w:r w:rsidR="008A01C2">
        <w:rPr>
          <w:rtl/>
        </w:rPr>
        <w:t>،</w:t>
      </w:r>
      <w:r w:rsidRPr="003A59EA">
        <w:rPr>
          <w:rtl/>
        </w:rPr>
        <w:t xml:space="preserve"> وضربوا باستشهادهم يوم الطف أروع أمثلة التضحية والفداء في سبيل العقيدة والمبدأ</w:t>
      </w:r>
      <w:r w:rsidR="008A01C2">
        <w:rPr>
          <w:rtl/>
        </w:rPr>
        <w:t>،</w:t>
      </w:r>
      <w:r w:rsidRPr="003A59EA">
        <w:rPr>
          <w:rtl/>
        </w:rPr>
        <w:t xml:space="preserve"> كزاهر مولى عمرو بن الحمق الخزاعي الشهيد في الحملة الأولى</w:t>
      </w:r>
      <w:r w:rsidR="008A01C2">
        <w:rPr>
          <w:rtl/>
        </w:rPr>
        <w:t>،</w:t>
      </w:r>
      <w:r w:rsidRPr="003A59EA">
        <w:rPr>
          <w:rtl/>
        </w:rPr>
        <w:t xml:space="preserve"> وشوذب مولى شاكر</w:t>
      </w:r>
      <w:r w:rsidR="008A01C2">
        <w:rPr>
          <w:rtl/>
        </w:rPr>
        <w:t>،</w:t>
      </w:r>
      <w:r w:rsidRPr="003A59EA">
        <w:rPr>
          <w:rtl/>
        </w:rPr>
        <w:t xml:space="preserve"> وعابس بن شبيب</w:t>
      </w:r>
      <w:r w:rsidR="008A01C2">
        <w:rPr>
          <w:rtl/>
        </w:rPr>
        <w:t>،</w:t>
      </w:r>
      <w:r w:rsidRPr="003A59EA">
        <w:rPr>
          <w:rtl/>
        </w:rPr>
        <w:t xml:space="preserve"> وأبي ثمامة الأنصاري الذي لم ينس الصلاة في لحظات عمره الأخيرة حتى قال له الحسين </w:t>
      </w:r>
      <w:r w:rsidRPr="00094C06">
        <w:rPr>
          <w:rStyle w:val="libAlaemChar"/>
          <w:rtl/>
        </w:rPr>
        <w:t>عليه‌السلام</w:t>
      </w:r>
      <w:r w:rsidR="008A01C2">
        <w:rPr>
          <w:rtl/>
        </w:rPr>
        <w:t>:</w:t>
      </w:r>
      <w:r w:rsidRPr="003A59EA">
        <w:rPr>
          <w:rtl/>
        </w:rPr>
        <w:t xml:space="preserve"> « ذكرت الصلاة</w:t>
      </w:r>
      <w:r w:rsidR="008A01C2">
        <w:rPr>
          <w:rtl/>
        </w:rPr>
        <w:t>،</w:t>
      </w:r>
      <w:r w:rsidRPr="003A59EA">
        <w:rPr>
          <w:rtl/>
        </w:rPr>
        <w:t xml:space="preserve"> جعلك الله من المصلين » ومن نصر الحسين </w:t>
      </w:r>
      <w:r w:rsidRPr="00094C06">
        <w:rPr>
          <w:rStyle w:val="libAlaemChar"/>
          <w:rtl/>
        </w:rPr>
        <w:t>عليه‌السلام</w:t>
      </w:r>
      <w:r w:rsidRPr="003A59EA">
        <w:rPr>
          <w:rtl/>
        </w:rPr>
        <w:t xml:space="preserve"> حيا وميتا مسلم بن عوسجة</w:t>
      </w:r>
      <w:r w:rsidR="008A01C2">
        <w:rPr>
          <w:rtl/>
        </w:rPr>
        <w:t>،</w:t>
      </w:r>
      <w:r w:rsidRPr="003A59EA">
        <w:rPr>
          <w:rtl/>
        </w:rPr>
        <w:t xml:space="preserve"> ومن رفض الذلّ والهوان</w:t>
      </w:r>
      <w:r w:rsidR="008A01C2">
        <w:rPr>
          <w:rtl/>
        </w:rPr>
        <w:t>،</w:t>
      </w:r>
      <w:r w:rsidRPr="003A59EA">
        <w:rPr>
          <w:rtl/>
        </w:rPr>
        <w:t xml:space="preserve"> وأبى إلاّ أن يعيش حرا ويمضي سعيدا هاني بن عروة صاحب المقام المحمود</w:t>
      </w:r>
      <w:r w:rsidR="008A01C2">
        <w:rPr>
          <w:rtl/>
        </w:rPr>
        <w:t>،</w:t>
      </w:r>
      <w:r w:rsidRPr="003A59EA">
        <w:rPr>
          <w:rtl/>
        </w:rPr>
        <w:t xml:space="preserve"> ولمقامه الشريف زيارة مأثورة معروفة لدى الشيعة</w:t>
      </w:r>
      <w:r w:rsidR="008A01C2">
        <w:rPr>
          <w:rtl/>
        </w:rPr>
        <w:t>،</w:t>
      </w:r>
      <w:r w:rsidRPr="003A59EA">
        <w:rPr>
          <w:rtl/>
        </w:rPr>
        <w:t xml:space="preserve"> وهو من شهداء الحق والفضيلة عند الله سبحانه.</w:t>
      </w:r>
    </w:p>
    <w:p w:rsidR="00094C06" w:rsidRPr="003A59EA" w:rsidRDefault="00094C06" w:rsidP="00094C06">
      <w:pPr>
        <w:pStyle w:val="libNormal"/>
        <w:rPr>
          <w:rtl/>
        </w:rPr>
      </w:pPr>
      <w:r w:rsidRPr="003A59EA">
        <w:rPr>
          <w:rtl/>
        </w:rPr>
        <w:t>ثم إن المصنف</w:t>
      </w:r>
      <w:r w:rsidR="008A01C2">
        <w:rPr>
          <w:rtl/>
        </w:rPr>
        <w:t xml:space="preserve"> - </w:t>
      </w:r>
      <w:r w:rsidRPr="00094C06">
        <w:rPr>
          <w:rStyle w:val="libAlaemChar"/>
          <w:rtl/>
        </w:rPr>
        <w:t>رحمه‌الله</w:t>
      </w:r>
      <w:r w:rsidR="008A01C2">
        <w:rPr>
          <w:rtl/>
        </w:rPr>
        <w:t xml:space="preserve"> - </w:t>
      </w:r>
      <w:r w:rsidRPr="003A59EA">
        <w:rPr>
          <w:rtl/>
        </w:rPr>
        <w:t>قد استدرك بهذه الفائدة بينبوع الوثاقة ومعدن العلم والحكمة والفضيلة</w:t>
      </w:r>
      <w:r w:rsidR="008A01C2">
        <w:rPr>
          <w:rtl/>
        </w:rPr>
        <w:t>،</w:t>
      </w:r>
      <w:r w:rsidRPr="003A59EA">
        <w:rPr>
          <w:rtl/>
        </w:rPr>
        <w:t xml:space="preserve"> وجبل الكرامة</w:t>
      </w:r>
      <w:r w:rsidR="008A01C2">
        <w:rPr>
          <w:rtl/>
        </w:rPr>
        <w:t>،</w:t>
      </w:r>
      <w:r w:rsidRPr="003A59EA">
        <w:rPr>
          <w:rtl/>
        </w:rPr>
        <w:t xml:space="preserve"> حامي بيوتا مطهرة أذن الله</w:t>
      </w:r>
    </w:p>
    <w:p w:rsidR="00094C06" w:rsidRDefault="00094C06" w:rsidP="00094C06">
      <w:pPr>
        <w:pStyle w:val="libNormal"/>
        <w:rPr>
          <w:rtl/>
        </w:rPr>
      </w:pPr>
      <w:r>
        <w:rPr>
          <w:rtl/>
        </w:rPr>
        <w:br w:type="page"/>
      </w:r>
    </w:p>
    <w:p w:rsidR="00094C06" w:rsidRPr="003A59EA" w:rsidRDefault="00094C06" w:rsidP="00094C06">
      <w:pPr>
        <w:pStyle w:val="libNormal0"/>
        <w:rPr>
          <w:rtl/>
        </w:rPr>
      </w:pPr>
      <w:r w:rsidRPr="003A59EA">
        <w:rPr>
          <w:rtl/>
        </w:rPr>
        <w:lastRenderedPageBreak/>
        <w:t xml:space="preserve">لها أن ترفع ويذكر فيها اسمه مسلم بن عقيل بن أبي طالب </w:t>
      </w:r>
      <w:r w:rsidRPr="00094C06">
        <w:rPr>
          <w:rStyle w:val="libAlaemChar"/>
          <w:rtl/>
        </w:rPr>
        <w:t>عليه‌السلام</w:t>
      </w:r>
      <w:r w:rsidRPr="003A59EA">
        <w:rPr>
          <w:rtl/>
        </w:rPr>
        <w:t>.</w:t>
      </w:r>
    </w:p>
    <w:p w:rsidR="00094C06" w:rsidRPr="003A59EA" w:rsidRDefault="00094C06" w:rsidP="00094C06">
      <w:pPr>
        <w:pStyle w:val="libNormal"/>
        <w:rPr>
          <w:rtl/>
        </w:rPr>
      </w:pPr>
      <w:r w:rsidRPr="003A59EA">
        <w:rPr>
          <w:rtl/>
        </w:rPr>
        <w:t>وهل يصح أن يغفل الشيخ الحر مثل مسلم فيستدرك به عليه</w:t>
      </w:r>
      <w:r>
        <w:rPr>
          <w:rtl/>
        </w:rPr>
        <w:t>؟</w:t>
      </w:r>
      <w:r w:rsidRPr="003A59EA">
        <w:rPr>
          <w:rtl/>
        </w:rPr>
        <w:t xml:space="preserve"> وهل ترك ابن عقيل سلام الله عليه فضيلة لغيره أو مكرمة لسواه من غير أهل البيت </w:t>
      </w:r>
      <w:r w:rsidRPr="00094C06">
        <w:rPr>
          <w:rStyle w:val="libAlaemChar"/>
          <w:rtl/>
        </w:rPr>
        <w:t>عليهم‌السلام</w:t>
      </w:r>
      <w:r w:rsidRPr="003A59EA">
        <w:rPr>
          <w:rtl/>
        </w:rPr>
        <w:t xml:space="preserve"> حتى ينسى</w:t>
      </w:r>
      <w:r>
        <w:rPr>
          <w:rtl/>
        </w:rPr>
        <w:t>؟</w:t>
      </w:r>
    </w:p>
    <w:p w:rsidR="00094C06" w:rsidRPr="003A59EA" w:rsidRDefault="00094C06" w:rsidP="00094C06">
      <w:pPr>
        <w:pStyle w:val="libNormal"/>
        <w:rPr>
          <w:rtl/>
        </w:rPr>
      </w:pPr>
      <w:r w:rsidRPr="003A59EA">
        <w:rPr>
          <w:rtl/>
        </w:rPr>
        <w:t>ان الأقرب إلى الحق والصواب هو ان المصنف رام بتسجيل هذه الأسماء الزكية الافتخار بأن هكذا عندنا نحن معاشر الشيعة من عيون الرجال.</w:t>
      </w:r>
    </w:p>
    <w:p w:rsidR="00094C06" w:rsidRPr="003A59EA" w:rsidRDefault="00094C06" w:rsidP="00094C06">
      <w:pPr>
        <w:pStyle w:val="libNormal"/>
        <w:rPr>
          <w:rtl/>
        </w:rPr>
      </w:pPr>
      <w:r w:rsidRPr="003A59EA">
        <w:rPr>
          <w:rtl/>
        </w:rPr>
        <w:t>5</w:t>
      </w:r>
      <w:r w:rsidR="008A01C2">
        <w:rPr>
          <w:rFonts w:hint="cs"/>
          <w:rtl/>
        </w:rPr>
        <w:t xml:space="preserve"> - </w:t>
      </w:r>
      <w:r w:rsidRPr="003A59EA">
        <w:rPr>
          <w:rtl/>
        </w:rPr>
        <w:t xml:space="preserve">الاستدراك بأصحاب سائر الأئمة </w:t>
      </w:r>
      <w:r w:rsidRPr="00094C06">
        <w:rPr>
          <w:rStyle w:val="libAlaemChar"/>
          <w:rtl/>
        </w:rPr>
        <w:t>عليهم‌السلام</w:t>
      </w:r>
      <w:r w:rsidRPr="003A59EA">
        <w:rPr>
          <w:rtl/>
        </w:rPr>
        <w:t xml:space="preserve"> وأكثر من ذكر منهم هم أصحاب الإمام أبي عبد الله الصادق </w:t>
      </w:r>
      <w:r w:rsidRPr="00094C06">
        <w:rPr>
          <w:rStyle w:val="libAlaemChar"/>
          <w:rtl/>
        </w:rPr>
        <w:t>عليه‌السلام</w:t>
      </w:r>
      <w:r w:rsidRPr="003A59EA">
        <w:rPr>
          <w:rtl/>
        </w:rPr>
        <w:t>.</w:t>
      </w:r>
    </w:p>
    <w:p w:rsidR="00094C06" w:rsidRPr="003A59EA" w:rsidRDefault="00094C06" w:rsidP="00094C06">
      <w:pPr>
        <w:pStyle w:val="libNormal"/>
        <w:rPr>
          <w:rtl/>
        </w:rPr>
      </w:pPr>
      <w:r w:rsidRPr="003A59EA">
        <w:rPr>
          <w:rtl/>
        </w:rPr>
        <w:t>6</w:t>
      </w:r>
      <w:r w:rsidR="008A01C2">
        <w:rPr>
          <w:rtl/>
        </w:rPr>
        <w:t xml:space="preserve"> - </w:t>
      </w:r>
      <w:r w:rsidRPr="003A59EA">
        <w:rPr>
          <w:rtl/>
        </w:rPr>
        <w:t xml:space="preserve">الاستدراك بمن تأخر عن عصر آخر الأئمة </w:t>
      </w:r>
      <w:r w:rsidRPr="00094C06">
        <w:rPr>
          <w:rStyle w:val="libAlaemChar"/>
          <w:rtl/>
        </w:rPr>
        <w:t>عليهم‌السلام</w:t>
      </w:r>
      <w:r w:rsidRPr="003A59EA">
        <w:rPr>
          <w:rtl/>
        </w:rPr>
        <w:t xml:space="preserve"> من رواة الشيعة الإمامية.</w:t>
      </w:r>
    </w:p>
    <w:p w:rsidR="00094C06" w:rsidRPr="003A59EA" w:rsidRDefault="00094C06" w:rsidP="00094C06">
      <w:pPr>
        <w:pStyle w:val="libNormal"/>
        <w:rPr>
          <w:rtl/>
        </w:rPr>
      </w:pPr>
      <w:r w:rsidRPr="003A59EA">
        <w:rPr>
          <w:rtl/>
        </w:rPr>
        <w:t>7</w:t>
      </w:r>
      <w:r w:rsidR="008A01C2">
        <w:rPr>
          <w:rFonts w:hint="cs"/>
          <w:rtl/>
        </w:rPr>
        <w:t xml:space="preserve"> - </w:t>
      </w:r>
      <w:r w:rsidRPr="003A59EA">
        <w:rPr>
          <w:rtl/>
        </w:rPr>
        <w:t>الاستدراك بثقات الفرق المنحرفة عن الخط الإمامي كثقات الفطحية والواقفية وغيرهم.</w:t>
      </w:r>
    </w:p>
    <w:p w:rsidR="00094C06" w:rsidRPr="003A59EA" w:rsidRDefault="00094C06" w:rsidP="00094C06">
      <w:pPr>
        <w:pStyle w:val="libNormal"/>
        <w:rPr>
          <w:rtl/>
        </w:rPr>
      </w:pPr>
      <w:r w:rsidRPr="003A59EA">
        <w:rPr>
          <w:rtl/>
        </w:rPr>
        <w:t>8</w:t>
      </w:r>
      <w:r w:rsidR="008A01C2">
        <w:rPr>
          <w:rFonts w:hint="cs"/>
          <w:rtl/>
        </w:rPr>
        <w:t xml:space="preserve"> - </w:t>
      </w:r>
      <w:r w:rsidRPr="003A59EA">
        <w:rPr>
          <w:rtl/>
        </w:rPr>
        <w:t>الاستدراك بالنساء الراويات كما في التراجم [235] و [236] و [237] و [238] و [239] و [871] و [1790] و [2300] وغيرها.</w:t>
      </w:r>
    </w:p>
    <w:p w:rsidR="00094C06" w:rsidRPr="003A59EA" w:rsidRDefault="00094C06" w:rsidP="00094C06">
      <w:pPr>
        <w:pStyle w:val="libNormal"/>
        <w:rPr>
          <w:rtl/>
        </w:rPr>
      </w:pPr>
      <w:r w:rsidRPr="003A59EA">
        <w:rPr>
          <w:rtl/>
        </w:rPr>
        <w:t>9</w:t>
      </w:r>
      <w:r w:rsidR="008A01C2">
        <w:rPr>
          <w:rFonts w:hint="cs"/>
          <w:rtl/>
        </w:rPr>
        <w:t xml:space="preserve"> - </w:t>
      </w:r>
      <w:r w:rsidRPr="003A59EA">
        <w:rPr>
          <w:rtl/>
        </w:rPr>
        <w:t>الاستدراك بأعلام أهل السنة كمالك بن أنس</w:t>
      </w:r>
      <w:r w:rsidR="008A01C2">
        <w:rPr>
          <w:rtl/>
        </w:rPr>
        <w:t>،</w:t>
      </w:r>
      <w:r w:rsidRPr="003A59EA">
        <w:rPr>
          <w:rtl/>
        </w:rPr>
        <w:t xml:space="preserve"> ومحمّد بن مسلم ابن شهاب الزهري</w:t>
      </w:r>
      <w:r w:rsidR="008A01C2">
        <w:rPr>
          <w:rtl/>
        </w:rPr>
        <w:t>،</w:t>
      </w:r>
      <w:r w:rsidRPr="003A59EA">
        <w:rPr>
          <w:rtl/>
        </w:rPr>
        <w:t xml:space="preserve"> وابن أبي ليلى القاضي المعروف</w:t>
      </w:r>
      <w:r w:rsidR="008A01C2">
        <w:rPr>
          <w:rtl/>
        </w:rPr>
        <w:t>،</w:t>
      </w:r>
      <w:r w:rsidRPr="003A59EA">
        <w:rPr>
          <w:rtl/>
        </w:rPr>
        <w:t xml:space="preserve"> ومقاتل بن سليمان</w:t>
      </w:r>
      <w:r w:rsidR="008A01C2">
        <w:rPr>
          <w:rtl/>
        </w:rPr>
        <w:t>،</w:t>
      </w:r>
      <w:r w:rsidRPr="003A59EA">
        <w:rPr>
          <w:rtl/>
        </w:rPr>
        <w:t xml:space="preserve"> وغيرهم.</w:t>
      </w:r>
    </w:p>
    <w:p w:rsidR="00094C06" w:rsidRPr="003A59EA" w:rsidRDefault="00094C06" w:rsidP="00094C06">
      <w:pPr>
        <w:pStyle w:val="libNormal"/>
        <w:rPr>
          <w:rtl/>
        </w:rPr>
      </w:pPr>
      <w:r w:rsidRPr="003A59EA">
        <w:rPr>
          <w:rtl/>
        </w:rPr>
        <w:t>10</w:t>
      </w:r>
      <w:r w:rsidR="008A01C2">
        <w:rPr>
          <w:rtl/>
        </w:rPr>
        <w:t xml:space="preserve"> - </w:t>
      </w:r>
      <w:r w:rsidRPr="003A59EA">
        <w:rPr>
          <w:rtl/>
        </w:rPr>
        <w:t>الاستدراك ببعض الضعفاء</w:t>
      </w:r>
      <w:r w:rsidR="008A01C2">
        <w:rPr>
          <w:rtl/>
        </w:rPr>
        <w:t>،</w:t>
      </w:r>
      <w:r w:rsidRPr="003A59EA">
        <w:rPr>
          <w:rtl/>
        </w:rPr>
        <w:t xml:space="preserve"> والدفاع عنهم</w:t>
      </w:r>
      <w:r w:rsidR="008A01C2">
        <w:rPr>
          <w:rtl/>
        </w:rPr>
        <w:t xml:space="preserve"> - </w:t>
      </w:r>
      <w:r w:rsidRPr="003A59EA">
        <w:rPr>
          <w:rtl/>
        </w:rPr>
        <w:t>مع الأسف</w:t>
      </w:r>
      <w:r w:rsidR="008A01C2">
        <w:rPr>
          <w:rtl/>
        </w:rPr>
        <w:t xml:space="preserve"> - </w:t>
      </w:r>
      <w:r w:rsidRPr="003A59EA">
        <w:rPr>
          <w:rtl/>
        </w:rPr>
        <w:t>كاستدراكه بمنخّل بن جميل</w:t>
      </w:r>
      <w:r w:rsidR="008A01C2">
        <w:rPr>
          <w:rtl/>
        </w:rPr>
        <w:t>،</w:t>
      </w:r>
      <w:r w:rsidRPr="003A59EA">
        <w:rPr>
          <w:rtl/>
        </w:rPr>
        <w:t xml:space="preserve"> ويونس بن ظبيان وغيرهما.</w:t>
      </w:r>
    </w:p>
    <w:p w:rsidR="00094C06" w:rsidRPr="003A59EA" w:rsidRDefault="00094C06" w:rsidP="00094C06">
      <w:pPr>
        <w:pStyle w:val="libNormal"/>
        <w:rPr>
          <w:rtl/>
        </w:rPr>
      </w:pPr>
      <w:r w:rsidRPr="003A59EA">
        <w:rPr>
          <w:rtl/>
        </w:rPr>
        <w:t>ولعل ما سجله من أسماء بما مر في الفقرتين الأخيرتين هو مما لا يؤيده عليه أحد من أعلام الشيعة.</w:t>
      </w:r>
    </w:p>
    <w:p w:rsidR="00094C06" w:rsidRDefault="00094C06" w:rsidP="00094C06">
      <w:pPr>
        <w:pStyle w:val="libNormal"/>
        <w:rPr>
          <w:rtl/>
        </w:rPr>
      </w:pPr>
      <w:r>
        <w:rPr>
          <w:rtl/>
        </w:rPr>
        <w:br w:type="page"/>
      </w:r>
    </w:p>
    <w:p w:rsidR="00094C06" w:rsidRDefault="00094C06" w:rsidP="00094C06">
      <w:pPr>
        <w:pStyle w:val="libBold1"/>
        <w:rPr>
          <w:rtl/>
        </w:rPr>
      </w:pPr>
      <w:r w:rsidRPr="003A59EA">
        <w:rPr>
          <w:rtl/>
        </w:rPr>
        <w:lastRenderedPageBreak/>
        <w:t>خامسا</w:t>
      </w:r>
      <w:r w:rsidR="008A01C2">
        <w:rPr>
          <w:rtl/>
        </w:rPr>
        <w:t>:</w:t>
      </w:r>
      <w:r w:rsidRPr="003A59EA">
        <w:rPr>
          <w:rtl/>
        </w:rPr>
        <w:t xml:space="preserve"> الردود والمناقشات</w:t>
      </w:r>
      <w:r w:rsidR="008A01C2">
        <w:rPr>
          <w:rtl/>
        </w:rPr>
        <w:t>:</w:t>
      </w:r>
    </w:p>
    <w:p w:rsidR="00094C06" w:rsidRPr="003A59EA" w:rsidRDefault="00094C06" w:rsidP="00094C06">
      <w:pPr>
        <w:pStyle w:val="libNormal"/>
        <w:rPr>
          <w:rtl/>
        </w:rPr>
      </w:pPr>
      <w:r w:rsidRPr="003A59EA">
        <w:rPr>
          <w:rtl/>
        </w:rPr>
        <w:t>ردّ المصنف في هذه الفائدة على الكثير من علماء الرجال</w:t>
      </w:r>
      <w:r w:rsidR="008A01C2">
        <w:rPr>
          <w:rtl/>
        </w:rPr>
        <w:t>،</w:t>
      </w:r>
      <w:r w:rsidRPr="003A59EA">
        <w:rPr>
          <w:rtl/>
        </w:rPr>
        <w:t xml:space="preserve"> كما ناقش البعض منهم مناقشات مطولة أحيانا في تراجم معدودة</w:t>
      </w:r>
      <w:r w:rsidR="008A01C2">
        <w:rPr>
          <w:rtl/>
        </w:rPr>
        <w:t>،</w:t>
      </w:r>
      <w:r w:rsidRPr="003A59EA">
        <w:rPr>
          <w:rtl/>
        </w:rPr>
        <w:t xml:space="preserve"> وتعجب واستغرب من طائفة أخرى من العلماء نتيجة لحكمهم بعدم الوثاقة على بعض الأعلام الذين وثقهم المصنف في هذه الفائدة</w:t>
      </w:r>
      <w:r w:rsidR="008A01C2">
        <w:rPr>
          <w:rtl/>
        </w:rPr>
        <w:t>،</w:t>
      </w:r>
      <w:r w:rsidRPr="003A59EA">
        <w:rPr>
          <w:rtl/>
        </w:rPr>
        <w:t xml:space="preserve"> ولقد كان الحق معه في أغلب هذه الردود والمناقشات</w:t>
      </w:r>
      <w:r w:rsidR="008A01C2">
        <w:rPr>
          <w:rtl/>
        </w:rPr>
        <w:t>،</w:t>
      </w:r>
      <w:r w:rsidRPr="003A59EA">
        <w:rPr>
          <w:rtl/>
        </w:rPr>
        <w:t xml:space="preserve"> لأنه قد اعتمد في أغلبها على أدلة قوية استخرجها من مصادر شتى رجالية وغيرها</w:t>
      </w:r>
      <w:r w:rsidR="008A01C2">
        <w:rPr>
          <w:rtl/>
        </w:rPr>
        <w:t>،</w:t>
      </w:r>
      <w:r w:rsidRPr="003A59EA">
        <w:rPr>
          <w:rtl/>
        </w:rPr>
        <w:t xml:space="preserve"> إلاّ أنه أخفق في بعضها لا سيما فيما يتعلق بالضعفاء المجمع على ضعفهم تقريبا</w:t>
      </w:r>
      <w:r w:rsidR="008A01C2">
        <w:rPr>
          <w:rtl/>
        </w:rPr>
        <w:t>،</w:t>
      </w:r>
      <w:r w:rsidRPr="003A59EA">
        <w:rPr>
          <w:rtl/>
        </w:rPr>
        <w:t xml:space="preserve"> وفيما يأتي جملة مختصرة من هذه الردود والمناقشات.</w:t>
      </w:r>
    </w:p>
    <w:p w:rsidR="00094C06" w:rsidRPr="003A59EA" w:rsidRDefault="00094C06" w:rsidP="00094C06">
      <w:pPr>
        <w:pStyle w:val="libNormal"/>
        <w:rPr>
          <w:rtl/>
        </w:rPr>
      </w:pPr>
      <w:r w:rsidRPr="003A59EA">
        <w:rPr>
          <w:rtl/>
        </w:rPr>
        <w:t>1</w:t>
      </w:r>
      <w:r w:rsidR="008A01C2">
        <w:rPr>
          <w:rtl/>
        </w:rPr>
        <w:t xml:space="preserve"> - </w:t>
      </w:r>
      <w:r w:rsidRPr="003A59EA">
        <w:rPr>
          <w:rtl/>
        </w:rPr>
        <w:t>رد نسبة الغلو إلى بعض الرواة</w:t>
      </w:r>
      <w:r w:rsidR="008A01C2">
        <w:rPr>
          <w:rtl/>
        </w:rPr>
        <w:t>،</w:t>
      </w:r>
      <w:r w:rsidRPr="003A59EA">
        <w:rPr>
          <w:rtl/>
        </w:rPr>
        <w:t xml:space="preserve"> ومناقشة من اتهمهم بذلك مع الاضطرار إلى التوسع في تراجم من اتهم بالغلو وبيان حاله وإثبات خلو أقواله وما رواه من رائحة الغلو</w:t>
      </w:r>
      <w:r w:rsidR="008A01C2">
        <w:rPr>
          <w:rtl/>
        </w:rPr>
        <w:t>،</w:t>
      </w:r>
      <w:r w:rsidRPr="003A59EA">
        <w:rPr>
          <w:rtl/>
        </w:rPr>
        <w:t xml:space="preserve"> ورجوع من غلا إلى الحق وحسن حاله وصحب الأئمة من آل البيت </w:t>
      </w:r>
      <w:r w:rsidRPr="00094C06">
        <w:rPr>
          <w:rStyle w:val="libAlaemChar"/>
          <w:rtl/>
        </w:rPr>
        <w:t>عليهم‌السلام</w:t>
      </w:r>
      <w:r w:rsidRPr="003A59EA">
        <w:rPr>
          <w:rtl/>
        </w:rPr>
        <w:t xml:space="preserve"> كما في [1363] وغيره.</w:t>
      </w:r>
    </w:p>
    <w:p w:rsidR="00094C06" w:rsidRPr="003A59EA" w:rsidRDefault="00094C06" w:rsidP="00094C06">
      <w:pPr>
        <w:pStyle w:val="libNormal"/>
        <w:rPr>
          <w:rtl/>
        </w:rPr>
      </w:pPr>
      <w:r w:rsidRPr="003A59EA">
        <w:rPr>
          <w:rtl/>
        </w:rPr>
        <w:t>2</w:t>
      </w:r>
      <w:r w:rsidR="008A01C2">
        <w:rPr>
          <w:rtl/>
        </w:rPr>
        <w:t xml:space="preserve"> - </w:t>
      </w:r>
      <w:r w:rsidRPr="003A59EA">
        <w:rPr>
          <w:rtl/>
        </w:rPr>
        <w:t>رد نسبة وضع كتاب سليم بن قيس الهلالي إلى ابان بن أبي عياش بجملة من الأمور حاول اختصارها كما في [4] لما مر منه في الفائدة الثانية من تفصيل حال هذا الكتاب وإثبات نسبته إلى مؤلفه.</w:t>
      </w:r>
    </w:p>
    <w:p w:rsidR="00094C06" w:rsidRPr="003A59EA" w:rsidRDefault="00094C06" w:rsidP="00094C06">
      <w:pPr>
        <w:pStyle w:val="libNormal"/>
        <w:rPr>
          <w:rtl/>
        </w:rPr>
      </w:pPr>
      <w:r w:rsidRPr="003A59EA">
        <w:rPr>
          <w:rtl/>
        </w:rPr>
        <w:t>3</w:t>
      </w:r>
      <w:r w:rsidR="008A01C2">
        <w:rPr>
          <w:rtl/>
        </w:rPr>
        <w:t xml:space="preserve"> - </w:t>
      </w:r>
      <w:r w:rsidRPr="003A59EA">
        <w:rPr>
          <w:rtl/>
        </w:rPr>
        <w:t>رد نسبة الوقف إلى بعض الرواة كما في ترجمة إبراهيم بن أبي بكر برقم [18] وغيره.</w:t>
      </w:r>
    </w:p>
    <w:p w:rsidR="00094C06" w:rsidRPr="003A59EA" w:rsidRDefault="00094C06" w:rsidP="00094C06">
      <w:pPr>
        <w:pStyle w:val="libNormal"/>
        <w:rPr>
          <w:rtl/>
        </w:rPr>
      </w:pPr>
      <w:r w:rsidRPr="003A59EA">
        <w:rPr>
          <w:rtl/>
        </w:rPr>
        <w:t>4</w:t>
      </w:r>
      <w:r w:rsidR="008A01C2">
        <w:rPr>
          <w:rFonts w:hint="cs"/>
          <w:rtl/>
        </w:rPr>
        <w:t xml:space="preserve"> - </w:t>
      </w:r>
      <w:r w:rsidRPr="003A59EA">
        <w:rPr>
          <w:rtl/>
        </w:rPr>
        <w:t>الرد على ابن الغضائري كثيرا في التراجم كما في [2510] و [1363] و [2180] وعلى جميع من وافقه من الرجاليين كما نراه في ترجمة الفتح بن يزيد</w:t>
      </w:r>
      <w:r w:rsidR="008A01C2">
        <w:rPr>
          <w:rtl/>
        </w:rPr>
        <w:t>،</w:t>
      </w:r>
      <w:r w:rsidRPr="003A59EA">
        <w:rPr>
          <w:rtl/>
        </w:rPr>
        <w:t xml:space="preserve"> وعدّه ما جاء في كتبهم من الأوهام.</w:t>
      </w:r>
    </w:p>
    <w:p w:rsidR="00094C06" w:rsidRPr="003A59EA" w:rsidRDefault="00094C06" w:rsidP="00094C06">
      <w:pPr>
        <w:pStyle w:val="libNormal"/>
        <w:rPr>
          <w:rtl/>
        </w:rPr>
      </w:pPr>
      <w:r w:rsidRPr="003A59EA">
        <w:rPr>
          <w:rtl/>
        </w:rPr>
        <w:t>5</w:t>
      </w:r>
      <w:r w:rsidR="008A01C2">
        <w:rPr>
          <w:rtl/>
        </w:rPr>
        <w:t xml:space="preserve"> - </w:t>
      </w:r>
      <w:r w:rsidRPr="003A59EA">
        <w:rPr>
          <w:rtl/>
        </w:rPr>
        <w:t>مناقشته للنجاشي والعلاّمة في ترجمة صالح بن سهل الهمداني</w:t>
      </w:r>
    </w:p>
    <w:p w:rsidR="00094C06" w:rsidRDefault="00094C06" w:rsidP="00094C06">
      <w:pPr>
        <w:pStyle w:val="libNormal"/>
        <w:rPr>
          <w:rtl/>
        </w:rPr>
      </w:pPr>
      <w:r>
        <w:rPr>
          <w:rtl/>
        </w:rPr>
        <w:br w:type="page"/>
      </w:r>
    </w:p>
    <w:p w:rsidR="00094C06" w:rsidRPr="003A59EA" w:rsidRDefault="00094C06" w:rsidP="00094C06">
      <w:pPr>
        <w:pStyle w:val="libNormal0"/>
        <w:rPr>
          <w:rtl/>
        </w:rPr>
      </w:pPr>
      <w:r w:rsidRPr="003A59EA">
        <w:rPr>
          <w:rtl/>
        </w:rPr>
        <w:lastRenderedPageBreak/>
        <w:t>مع الإطالة في بيان حاله وتبرئته مما قذف به.</w:t>
      </w:r>
    </w:p>
    <w:p w:rsidR="00094C06" w:rsidRPr="003A59EA" w:rsidRDefault="00094C06" w:rsidP="00094C06">
      <w:pPr>
        <w:pStyle w:val="libNormal"/>
        <w:rPr>
          <w:rtl/>
        </w:rPr>
      </w:pPr>
      <w:r w:rsidRPr="003A59EA">
        <w:rPr>
          <w:rtl/>
        </w:rPr>
        <w:t>6</w:t>
      </w:r>
      <w:r w:rsidR="008A01C2">
        <w:rPr>
          <w:rtl/>
        </w:rPr>
        <w:t xml:space="preserve"> - </w:t>
      </w:r>
      <w:r w:rsidRPr="003A59EA">
        <w:rPr>
          <w:rtl/>
        </w:rPr>
        <w:t>الردّ على الكشي في ترجمة الصحابي عبد الله بن مسعود</w:t>
      </w:r>
      <w:r w:rsidR="008A01C2">
        <w:rPr>
          <w:rtl/>
        </w:rPr>
        <w:t>،</w:t>
      </w:r>
      <w:r w:rsidRPr="003A59EA">
        <w:rPr>
          <w:rtl/>
        </w:rPr>
        <w:t xml:space="preserve"> مع التعجب ممن اقتصر من الرجال في ترجمته على ما في الكشي.</w:t>
      </w:r>
    </w:p>
    <w:p w:rsidR="00094C06" w:rsidRPr="003A59EA" w:rsidRDefault="00094C06" w:rsidP="00094C06">
      <w:pPr>
        <w:pStyle w:val="libNormal"/>
        <w:rPr>
          <w:rtl/>
        </w:rPr>
      </w:pPr>
      <w:r w:rsidRPr="003A59EA">
        <w:rPr>
          <w:rtl/>
        </w:rPr>
        <w:t>7</w:t>
      </w:r>
      <w:r w:rsidR="008A01C2">
        <w:rPr>
          <w:rtl/>
        </w:rPr>
        <w:t xml:space="preserve"> - </w:t>
      </w:r>
      <w:r w:rsidRPr="003A59EA">
        <w:rPr>
          <w:rtl/>
        </w:rPr>
        <w:t>الرد على الشيخ سليمان بن عبد الله الماحوزي كثيرا والتعجب منه أحيانا كما في ترجمة طرمّاح بن عدي برقم [1412]</w:t>
      </w:r>
      <w:r w:rsidR="008A01C2">
        <w:rPr>
          <w:rtl/>
        </w:rPr>
        <w:t>،</w:t>
      </w:r>
      <w:r w:rsidRPr="003A59EA">
        <w:rPr>
          <w:rtl/>
        </w:rPr>
        <w:t xml:space="preserve"> وترجمة عقيل بن أبي طالب برقم [1824]</w:t>
      </w:r>
      <w:r w:rsidR="008A01C2">
        <w:rPr>
          <w:rtl/>
        </w:rPr>
        <w:t>،</w:t>
      </w:r>
      <w:r w:rsidRPr="003A59EA">
        <w:rPr>
          <w:rtl/>
        </w:rPr>
        <w:t xml:space="preserve"> وكذلك الحال في التراجم [2491] و [2391] و [2421] وغيرها.</w:t>
      </w:r>
    </w:p>
    <w:p w:rsidR="00094C06" w:rsidRPr="003A59EA" w:rsidRDefault="00094C06" w:rsidP="00094C06">
      <w:pPr>
        <w:pStyle w:val="libNormal"/>
        <w:rPr>
          <w:rtl/>
        </w:rPr>
      </w:pPr>
      <w:r w:rsidRPr="003A59EA">
        <w:rPr>
          <w:rtl/>
        </w:rPr>
        <w:t>8</w:t>
      </w:r>
      <w:r w:rsidR="008A01C2">
        <w:rPr>
          <w:rFonts w:hint="cs"/>
          <w:rtl/>
        </w:rPr>
        <w:t xml:space="preserve"> - </w:t>
      </w:r>
      <w:r w:rsidRPr="003A59EA">
        <w:rPr>
          <w:rtl/>
        </w:rPr>
        <w:t>الرد على العلاّمة المجلسي والتعجب مما ذكره في الوجيزة بحق بعض الرواة كما في [2392] و [2328] و [1417] و [1824]</w:t>
      </w:r>
      <w:r w:rsidR="008A01C2">
        <w:rPr>
          <w:rtl/>
        </w:rPr>
        <w:t>،</w:t>
      </w:r>
      <w:r w:rsidRPr="003A59EA">
        <w:rPr>
          <w:rtl/>
        </w:rPr>
        <w:t xml:space="preserve"> وغيرها.</w:t>
      </w:r>
    </w:p>
    <w:p w:rsidR="00094C06" w:rsidRPr="003A59EA" w:rsidRDefault="00094C06" w:rsidP="00094C06">
      <w:pPr>
        <w:pStyle w:val="libNormal"/>
        <w:rPr>
          <w:rtl/>
        </w:rPr>
      </w:pPr>
      <w:r w:rsidRPr="003A59EA">
        <w:rPr>
          <w:rtl/>
        </w:rPr>
        <w:t>9</w:t>
      </w:r>
      <w:r w:rsidR="008A01C2">
        <w:rPr>
          <w:rFonts w:hint="cs"/>
          <w:rtl/>
        </w:rPr>
        <w:t xml:space="preserve"> - </w:t>
      </w:r>
      <w:r w:rsidRPr="003A59EA">
        <w:rPr>
          <w:rtl/>
        </w:rPr>
        <w:t>الرد على الشيخ أبي علي الحائري ردا مشوبا بالتحامل كما في [2267] و [2608]</w:t>
      </w:r>
      <w:r>
        <w:rPr>
          <w:rtl/>
        </w:rPr>
        <w:t>.</w:t>
      </w:r>
    </w:p>
    <w:p w:rsidR="00094C06" w:rsidRPr="003A59EA" w:rsidRDefault="00094C06" w:rsidP="00094C06">
      <w:pPr>
        <w:pStyle w:val="libNormal"/>
        <w:rPr>
          <w:rtl/>
        </w:rPr>
      </w:pPr>
      <w:r w:rsidRPr="003A59EA">
        <w:rPr>
          <w:rtl/>
        </w:rPr>
        <w:t>10</w:t>
      </w:r>
      <w:r w:rsidR="008A01C2">
        <w:rPr>
          <w:rtl/>
        </w:rPr>
        <w:t xml:space="preserve"> - </w:t>
      </w:r>
      <w:r w:rsidRPr="003A59EA">
        <w:rPr>
          <w:rtl/>
        </w:rPr>
        <w:t>مناقشته للسيد صاحب المدارك كما في الترجمة [2391]</w:t>
      </w:r>
      <w:r>
        <w:rPr>
          <w:rtl/>
        </w:rPr>
        <w:t>.</w:t>
      </w:r>
    </w:p>
    <w:p w:rsidR="00094C06" w:rsidRPr="003A59EA" w:rsidRDefault="00094C06" w:rsidP="00094C06">
      <w:pPr>
        <w:pStyle w:val="libNormal"/>
        <w:rPr>
          <w:rtl/>
        </w:rPr>
      </w:pPr>
      <w:r w:rsidRPr="003A59EA">
        <w:rPr>
          <w:rtl/>
        </w:rPr>
        <w:t>11</w:t>
      </w:r>
      <w:r w:rsidR="008A01C2">
        <w:rPr>
          <w:rFonts w:hint="cs"/>
          <w:rtl/>
        </w:rPr>
        <w:t xml:space="preserve"> - </w:t>
      </w:r>
      <w:r w:rsidRPr="003A59EA">
        <w:rPr>
          <w:rtl/>
        </w:rPr>
        <w:t>الرد على جميع الرجاليين تقريبا في ترجمة يونس بن ظبيان برقم [3260] والإطالة في ترجمته أكثر من غيره</w:t>
      </w:r>
      <w:r w:rsidR="008A01C2">
        <w:rPr>
          <w:rtl/>
        </w:rPr>
        <w:t>،</w:t>
      </w:r>
      <w:r w:rsidRPr="003A59EA">
        <w:rPr>
          <w:rtl/>
        </w:rPr>
        <w:t xml:space="preserve"> وفي جميع ما ذكره من أدلة اختلاف واسع يظهر منه الاتفاق على تضعيفهم ليونس بن ظبيان.</w:t>
      </w:r>
    </w:p>
    <w:p w:rsidR="00094C06" w:rsidRPr="003A59EA" w:rsidRDefault="00094C06" w:rsidP="00094C06">
      <w:pPr>
        <w:pStyle w:val="libNormal"/>
        <w:rPr>
          <w:rtl/>
        </w:rPr>
      </w:pPr>
      <w:r w:rsidRPr="003A59EA">
        <w:rPr>
          <w:rtl/>
        </w:rPr>
        <w:t>12</w:t>
      </w:r>
      <w:r w:rsidR="008A01C2">
        <w:rPr>
          <w:rtl/>
        </w:rPr>
        <w:t xml:space="preserve"> - </w:t>
      </w:r>
      <w:r w:rsidRPr="003A59EA">
        <w:rPr>
          <w:rtl/>
        </w:rPr>
        <w:t>الرد على نسبة التسنن إلى بعض الرواة</w:t>
      </w:r>
      <w:r w:rsidR="008A01C2">
        <w:rPr>
          <w:rtl/>
        </w:rPr>
        <w:t>،</w:t>
      </w:r>
      <w:r w:rsidRPr="003A59EA">
        <w:rPr>
          <w:rtl/>
        </w:rPr>
        <w:t xml:space="preserve"> والتأكيد على تشيعهم بمختلف الأدلة كما في [973] وغيره.</w:t>
      </w:r>
    </w:p>
    <w:p w:rsidR="00094C06" w:rsidRPr="003A59EA" w:rsidRDefault="00094C06" w:rsidP="00094C06">
      <w:pPr>
        <w:pStyle w:val="libNormal"/>
        <w:rPr>
          <w:rtl/>
        </w:rPr>
      </w:pPr>
      <w:r w:rsidRPr="003A59EA">
        <w:rPr>
          <w:rtl/>
        </w:rPr>
        <w:t>13</w:t>
      </w:r>
      <w:r w:rsidR="008A01C2">
        <w:rPr>
          <w:rFonts w:hint="cs"/>
          <w:rtl/>
        </w:rPr>
        <w:t xml:space="preserve"> - </w:t>
      </w:r>
      <w:r w:rsidRPr="003A59EA">
        <w:rPr>
          <w:rtl/>
        </w:rPr>
        <w:t>الرد أحيانا على من ذهب إلى الاتحاد بين راويين مع اختيار التعدد كما في [2054]</w:t>
      </w:r>
      <w:r>
        <w:rPr>
          <w:rtl/>
        </w:rPr>
        <w:t>.</w:t>
      </w:r>
    </w:p>
    <w:p w:rsidR="00094C06" w:rsidRDefault="00094C06" w:rsidP="00094C06">
      <w:pPr>
        <w:pStyle w:val="libBold1"/>
        <w:rPr>
          <w:rtl/>
        </w:rPr>
      </w:pPr>
      <w:r w:rsidRPr="003A59EA">
        <w:rPr>
          <w:rtl/>
        </w:rPr>
        <w:t>سادسا</w:t>
      </w:r>
      <w:r w:rsidR="008A01C2">
        <w:rPr>
          <w:rtl/>
        </w:rPr>
        <w:t>:</w:t>
      </w:r>
      <w:r w:rsidRPr="003A59EA">
        <w:rPr>
          <w:rtl/>
        </w:rPr>
        <w:t xml:space="preserve"> التنبيهات في التراجم الرجالية</w:t>
      </w:r>
      <w:r w:rsidR="008A01C2">
        <w:rPr>
          <w:rtl/>
        </w:rPr>
        <w:t>:</w:t>
      </w:r>
    </w:p>
    <w:p w:rsidR="00094C06" w:rsidRPr="003A59EA" w:rsidRDefault="00094C06" w:rsidP="00094C06">
      <w:pPr>
        <w:pStyle w:val="libNormal"/>
        <w:rPr>
          <w:rtl/>
        </w:rPr>
      </w:pPr>
      <w:r w:rsidRPr="003A59EA">
        <w:rPr>
          <w:rtl/>
        </w:rPr>
        <w:t>من خلال تتبعنا لجميع ما ذكره المصنف</w:t>
      </w:r>
      <w:r w:rsidR="008A01C2">
        <w:rPr>
          <w:rtl/>
        </w:rPr>
        <w:t xml:space="preserve"> - </w:t>
      </w:r>
      <w:r w:rsidRPr="00094C06">
        <w:rPr>
          <w:rStyle w:val="libAlaemChar"/>
          <w:rtl/>
        </w:rPr>
        <w:t>رحمه‌الله</w:t>
      </w:r>
      <w:r w:rsidRPr="003A59EA">
        <w:rPr>
          <w:rtl/>
        </w:rPr>
        <w:t xml:space="preserve"> تعالى</w:t>
      </w:r>
      <w:r w:rsidR="008A01C2">
        <w:rPr>
          <w:rtl/>
        </w:rPr>
        <w:t xml:space="preserve"> - </w:t>
      </w:r>
      <w:r w:rsidRPr="003A59EA">
        <w:rPr>
          <w:rtl/>
        </w:rPr>
        <w:t>في هذه الفائدة</w:t>
      </w:r>
      <w:r w:rsidR="008A01C2">
        <w:rPr>
          <w:rtl/>
        </w:rPr>
        <w:t>،</w:t>
      </w:r>
      <w:r w:rsidRPr="003A59EA">
        <w:rPr>
          <w:rtl/>
        </w:rPr>
        <w:t xml:space="preserve"> وقفنا على جملة من التنبيهات المهمة نعرضها على النحو الآتي</w:t>
      </w:r>
      <w:r w:rsidR="008A01C2">
        <w:rPr>
          <w:rtl/>
        </w:rPr>
        <w:t>:</w:t>
      </w:r>
    </w:p>
    <w:p w:rsidR="00094C06" w:rsidRPr="003A59EA" w:rsidRDefault="00094C06" w:rsidP="00094C06">
      <w:pPr>
        <w:pStyle w:val="libNormal"/>
        <w:rPr>
          <w:rtl/>
        </w:rPr>
      </w:pPr>
      <w:r w:rsidRPr="003A59EA">
        <w:rPr>
          <w:rtl/>
        </w:rPr>
        <w:t>1</w:t>
      </w:r>
      <w:r w:rsidR="008A01C2">
        <w:rPr>
          <w:rtl/>
        </w:rPr>
        <w:t xml:space="preserve"> - </w:t>
      </w:r>
      <w:r w:rsidRPr="003A59EA">
        <w:rPr>
          <w:rtl/>
        </w:rPr>
        <w:t>التنبيه على تعدد الرواة مع اتحادهم في الأسماء كما في [521]</w:t>
      </w:r>
    </w:p>
    <w:p w:rsidR="00094C06" w:rsidRDefault="00094C06" w:rsidP="00094C06">
      <w:pPr>
        <w:pStyle w:val="libNormal"/>
        <w:rPr>
          <w:rtl/>
        </w:rPr>
      </w:pPr>
      <w:r>
        <w:rPr>
          <w:rtl/>
        </w:rPr>
        <w:br w:type="page"/>
      </w:r>
    </w:p>
    <w:p w:rsidR="00094C06" w:rsidRPr="003A59EA" w:rsidRDefault="00094C06" w:rsidP="00094C06">
      <w:pPr>
        <w:pStyle w:val="libNormal0"/>
        <w:rPr>
          <w:rtl/>
        </w:rPr>
      </w:pPr>
      <w:r w:rsidRPr="003A59EA">
        <w:rPr>
          <w:rtl/>
        </w:rPr>
        <w:lastRenderedPageBreak/>
        <w:t>و [843] وغيرهما.</w:t>
      </w:r>
    </w:p>
    <w:p w:rsidR="00094C06" w:rsidRPr="003A59EA" w:rsidRDefault="00094C06" w:rsidP="00094C06">
      <w:pPr>
        <w:pStyle w:val="libNormal"/>
        <w:rPr>
          <w:rtl/>
        </w:rPr>
      </w:pPr>
      <w:r w:rsidRPr="003A59EA">
        <w:rPr>
          <w:rtl/>
        </w:rPr>
        <w:t>2</w:t>
      </w:r>
      <w:r w:rsidR="008A01C2">
        <w:rPr>
          <w:rtl/>
        </w:rPr>
        <w:t xml:space="preserve"> - </w:t>
      </w:r>
      <w:r w:rsidRPr="003A59EA">
        <w:rPr>
          <w:rtl/>
        </w:rPr>
        <w:t>تصحيح الأسماء المصحفة كما في [2726] وغيره.</w:t>
      </w:r>
    </w:p>
    <w:p w:rsidR="00094C06" w:rsidRPr="003A59EA" w:rsidRDefault="00094C06" w:rsidP="00094C06">
      <w:pPr>
        <w:pStyle w:val="libNormal"/>
        <w:rPr>
          <w:rtl/>
        </w:rPr>
      </w:pPr>
      <w:r w:rsidRPr="003A59EA">
        <w:rPr>
          <w:rtl/>
        </w:rPr>
        <w:t>3</w:t>
      </w:r>
      <w:r w:rsidR="008A01C2">
        <w:rPr>
          <w:rtl/>
        </w:rPr>
        <w:t xml:space="preserve"> - </w:t>
      </w:r>
      <w:r w:rsidRPr="003A59EA">
        <w:rPr>
          <w:rtl/>
        </w:rPr>
        <w:t>التنبيه على المشتركات والإطالة فيها أحيانا كما في [721] و [725]</w:t>
      </w:r>
      <w:r>
        <w:rPr>
          <w:rtl/>
        </w:rPr>
        <w:t>.</w:t>
      </w:r>
    </w:p>
    <w:p w:rsidR="00094C06" w:rsidRPr="003A59EA" w:rsidRDefault="00094C06" w:rsidP="00094C06">
      <w:pPr>
        <w:pStyle w:val="libNormal"/>
        <w:rPr>
          <w:rtl/>
        </w:rPr>
      </w:pPr>
      <w:r w:rsidRPr="003A59EA">
        <w:rPr>
          <w:rtl/>
        </w:rPr>
        <w:t>4</w:t>
      </w:r>
      <w:r w:rsidR="008A01C2">
        <w:rPr>
          <w:rFonts w:hint="cs"/>
          <w:rtl/>
        </w:rPr>
        <w:t xml:space="preserve"> - </w:t>
      </w:r>
      <w:r w:rsidRPr="003A59EA">
        <w:rPr>
          <w:rtl/>
        </w:rPr>
        <w:t>الإشارة إلى الأخطاء الحاصلة في التراجم لدى بعض العلماء كما في [3171] وغيره.</w:t>
      </w:r>
    </w:p>
    <w:p w:rsidR="00094C06" w:rsidRPr="003A59EA" w:rsidRDefault="00094C06" w:rsidP="00094C06">
      <w:pPr>
        <w:pStyle w:val="libNormal"/>
        <w:rPr>
          <w:rtl/>
        </w:rPr>
      </w:pPr>
      <w:r w:rsidRPr="003A59EA">
        <w:rPr>
          <w:rtl/>
        </w:rPr>
        <w:t>5</w:t>
      </w:r>
      <w:r w:rsidR="008A01C2">
        <w:rPr>
          <w:rtl/>
        </w:rPr>
        <w:t xml:space="preserve"> - </w:t>
      </w:r>
      <w:r w:rsidRPr="003A59EA">
        <w:rPr>
          <w:rtl/>
        </w:rPr>
        <w:t>التنبيه على بعض النكات المهمة في التراجم</w:t>
      </w:r>
      <w:r w:rsidR="008A01C2">
        <w:rPr>
          <w:rtl/>
        </w:rPr>
        <w:t>،</w:t>
      </w:r>
      <w:r w:rsidRPr="003A59EA">
        <w:rPr>
          <w:rtl/>
        </w:rPr>
        <w:t xml:space="preserve"> منها ما يتعلق برواية الأئمة </w:t>
      </w:r>
      <w:r w:rsidRPr="00094C06">
        <w:rPr>
          <w:rStyle w:val="libAlaemChar"/>
          <w:rtl/>
        </w:rPr>
        <w:t>عليهم‌السلام</w:t>
      </w:r>
      <w:r w:rsidRPr="003A59EA">
        <w:rPr>
          <w:rtl/>
        </w:rPr>
        <w:t xml:space="preserve"> عن جدهم </w:t>
      </w:r>
      <w:r w:rsidRPr="00094C06">
        <w:rPr>
          <w:rStyle w:val="libAlaemChar"/>
          <w:rtl/>
        </w:rPr>
        <w:t>صلى‌الله‌عليه‌وآله‌وسلم</w:t>
      </w:r>
      <w:r w:rsidRPr="003A59EA">
        <w:rPr>
          <w:rtl/>
        </w:rPr>
        <w:t xml:space="preserve"> فان كان المخاطب من أهل السنة حدثوه بلغة الاسناد</w:t>
      </w:r>
      <w:r w:rsidR="008A01C2">
        <w:rPr>
          <w:rtl/>
        </w:rPr>
        <w:t>،</w:t>
      </w:r>
      <w:r w:rsidRPr="003A59EA">
        <w:rPr>
          <w:rtl/>
        </w:rPr>
        <w:t xml:space="preserve"> بخلاف ما لو كان من شيعتهم</w:t>
      </w:r>
      <w:r w:rsidR="008A01C2">
        <w:rPr>
          <w:rtl/>
        </w:rPr>
        <w:t>،</w:t>
      </w:r>
      <w:r w:rsidRPr="003A59EA">
        <w:rPr>
          <w:rtl/>
        </w:rPr>
        <w:t xml:space="preserve"> لما بينهما من فارق الاعتقاد بمنزلة أهل البيت </w:t>
      </w:r>
      <w:r w:rsidRPr="00094C06">
        <w:rPr>
          <w:rStyle w:val="libAlaemChar"/>
          <w:rtl/>
        </w:rPr>
        <w:t>عليهم‌السلام</w:t>
      </w:r>
      <w:r w:rsidRPr="003A59EA">
        <w:rPr>
          <w:rtl/>
        </w:rPr>
        <w:t>.</w:t>
      </w:r>
    </w:p>
    <w:p w:rsidR="00094C06" w:rsidRPr="003A59EA" w:rsidRDefault="00094C06" w:rsidP="00094C06">
      <w:pPr>
        <w:pStyle w:val="libNormal"/>
        <w:rPr>
          <w:rtl/>
        </w:rPr>
      </w:pPr>
      <w:r w:rsidRPr="003A59EA">
        <w:rPr>
          <w:rtl/>
        </w:rPr>
        <w:t>6</w:t>
      </w:r>
      <w:r w:rsidR="008A01C2">
        <w:rPr>
          <w:rFonts w:hint="cs"/>
          <w:rtl/>
        </w:rPr>
        <w:t xml:space="preserve"> - </w:t>
      </w:r>
      <w:r w:rsidRPr="003A59EA">
        <w:rPr>
          <w:rtl/>
        </w:rPr>
        <w:t>التنبيه كثيرا في توثيقاته للرواة على وجود من سبقه في توثيقهم أو عدهم من الممدوحين.</w:t>
      </w:r>
    </w:p>
    <w:p w:rsidR="00094C06" w:rsidRPr="003A59EA" w:rsidRDefault="00094C06" w:rsidP="00094C06">
      <w:pPr>
        <w:pStyle w:val="libNormal"/>
        <w:rPr>
          <w:rtl/>
        </w:rPr>
      </w:pPr>
      <w:r w:rsidRPr="003A59EA">
        <w:rPr>
          <w:rtl/>
        </w:rPr>
        <w:t>7</w:t>
      </w:r>
      <w:r w:rsidR="008A01C2">
        <w:rPr>
          <w:rFonts w:hint="cs"/>
          <w:rtl/>
        </w:rPr>
        <w:t xml:space="preserve"> - </w:t>
      </w:r>
      <w:r w:rsidRPr="003A59EA">
        <w:rPr>
          <w:rtl/>
        </w:rPr>
        <w:t>التنبيه على اختلاف النسخ الرجالية أو الحديثية</w:t>
      </w:r>
      <w:r w:rsidR="008A01C2">
        <w:rPr>
          <w:rtl/>
        </w:rPr>
        <w:t>،</w:t>
      </w:r>
      <w:r w:rsidRPr="003A59EA">
        <w:rPr>
          <w:rtl/>
        </w:rPr>
        <w:t xml:space="preserve"> وخطأ النساخ وتحريفاتهم وتصحيفاتهم</w:t>
      </w:r>
      <w:r w:rsidR="008A01C2">
        <w:rPr>
          <w:rtl/>
        </w:rPr>
        <w:t>،</w:t>
      </w:r>
      <w:r w:rsidRPr="003A59EA">
        <w:rPr>
          <w:rtl/>
        </w:rPr>
        <w:t xml:space="preserve"> وقد أكثر المصنف من هذه التنبيهات المهمة</w:t>
      </w:r>
      <w:r w:rsidR="008A01C2">
        <w:rPr>
          <w:rtl/>
        </w:rPr>
        <w:t>،</w:t>
      </w:r>
      <w:r w:rsidRPr="003A59EA">
        <w:rPr>
          <w:rtl/>
        </w:rPr>
        <w:t xml:space="preserve"> نشير إلى بعضها اختصارا.</w:t>
      </w:r>
    </w:p>
    <w:p w:rsidR="00094C06" w:rsidRPr="003A59EA" w:rsidRDefault="00094C06" w:rsidP="00094C06">
      <w:pPr>
        <w:pStyle w:val="libNormal"/>
        <w:rPr>
          <w:rtl/>
        </w:rPr>
      </w:pPr>
      <w:r w:rsidRPr="003A59EA">
        <w:rPr>
          <w:rtl/>
        </w:rPr>
        <w:t>أ</w:t>
      </w:r>
      <w:r w:rsidR="008A01C2">
        <w:rPr>
          <w:rtl/>
        </w:rPr>
        <w:t xml:space="preserve"> - </w:t>
      </w:r>
      <w:r w:rsidRPr="003A59EA">
        <w:rPr>
          <w:rtl/>
        </w:rPr>
        <w:t>التنبيه على وجود كلمة ( ثقة ) في رجال العلامة بحق صاحب الترجمة [367]</w:t>
      </w:r>
      <w:r w:rsidR="008A01C2">
        <w:rPr>
          <w:rtl/>
        </w:rPr>
        <w:t>،</w:t>
      </w:r>
      <w:r w:rsidRPr="003A59EA">
        <w:rPr>
          <w:rtl/>
        </w:rPr>
        <w:t xml:space="preserve"> ولا وجود لها في معظم النسخ الأخرى</w:t>
      </w:r>
      <w:r w:rsidR="008A01C2">
        <w:rPr>
          <w:rtl/>
        </w:rPr>
        <w:t>،</w:t>
      </w:r>
      <w:r w:rsidRPr="003A59EA">
        <w:rPr>
          <w:rtl/>
        </w:rPr>
        <w:t xml:space="preserve"> وقد تكرر ذلك في تراجم اخرى كما في [1697] و [428] وغيرهما.</w:t>
      </w:r>
    </w:p>
    <w:p w:rsidR="00094C06" w:rsidRPr="003A59EA" w:rsidRDefault="00094C06" w:rsidP="00094C06">
      <w:pPr>
        <w:pStyle w:val="libNormal"/>
        <w:rPr>
          <w:rtl/>
        </w:rPr>
      </w:pPr>
      <w:r w:rsidRPr="003A59EA">
        <w:rPr>
          <w:rtl/>
        </w:rPr>
        <w:t>ب</w:t>
      </w:r>
      <w:r w:rsidR="008A01C2">
        <w:rPr>
          <w:rtl/>
        </w:rPr>
        <w:t xml:space="preserve"> - </w:t>
      </w:r>
      <w:r w:rsidRPr="003A59EA">
        <w:rPr>
          <w:rtl/>
        </w:rPr>
        <w:t>التنبيه على عدم وجود كلمة ( ثقة ) في نسخته من كتاب رجالي بخط مؤلفه</w:t>
      </w:r>
      <w:r w:rsidR="008A01C2">
        <w:rPr>
          <w:rtl/>
        </w:rPr>
        <w:t>،</w:t>
      </w:r>
      <w:r w:rsidRPr="003A59EA">
        <w:rPr>
          <w:rtl/>
        </w:rPr>
        <w:t xml:space="preserve"> مع وجودها في النسخ الأخرى لهذا الكتاب ونقل العلماء لها منه أيضا كما في [745] ولهذا نراه لا يعتمد على هذا التوثيق بل يستظهره من وجوه اخرى.</w:t>
      </w:r>
    </w:p>
    <w:p w:rsidR="00094C06" w:rsidRPr="003A59EA" w:rsidRDefault="00094C06" w:rsidP="00094C06">
      <w:pPr>
        <w:pStyle w:val="libNormal"/>
        <w:rPr>
          <w:rtl/>
        </w:rPr>
      </w:pPr>
      <w:r w:rsidRPr="003A59EA">
        <w:rPr>
          <w:rtl/>
        </w:rPr>
        <w:t>ج</w:t>
      </w:r>
      <w:r>
        <w:rPr>
          <w:rFonts w:hint="cs"/>
          <w:rtl/>
        </w:rPr>
        <w:t>ـ</w:t>
      </w:r>
      <w:r w:rsidR="008A01C2">
        <w:rPr>
          <w:rtl/>
        </w:rPr>
        <w:t xml:space="preserve"> - </w:t>
      </w:r>
      <w:r w:rsidRPr="003A59EA">
        <w:rPr>
          <w:rtl/>
        </w:rPr>
        <w:t>التنبيه على جودة ما اعتمده من النسخ الخطية</w:t>
      </w:r>
      <w:r w:rsidR="008A01C2">
        <w:rPr>
          <w:rtl/>
        </w:rPr>
        <w:t>،</w:t>
      </w:r>
      <w:r w:rsidRPr="003A59EA">
        <w:rPr>
          <w:rtl/>
        </w:rPr>
        <w:t xml:space="preserve"> كنسخته من</w:t>
      </w:r>
    </w:p>
    <w:p w:rsidR="00094C06" w:rsidRDefault="00094C06" w:rsidP="00094C06">
      <w:pPr>
        <w:pStyle w:val="libNormal"/>
        <w:rPr>
          <w:rtl/>
        </w:rPr>
      </w:pPr>
      <w:r>
        <w:rPr>
          <w:rtl/>
        </w:rPr>
        <w:br w:type="page"/>
      </w:r>
    </w:p>
    <w:p w:rsidR="00094C06" w:rsidRPr="003A59EA" w:rsidRDefault="00094C06" w:rsidP="00094C06">
      <w:pPr>
        <w:pStyle w:val="libNormal0"/>
        <w:rPr>
          <w:rtl/>
        </w:rPr>
      </w:pPr>
      <w:r w:rsidRPr="003A59EA">
        <w:rPr>
          <w:rtl/>
        </w:rPr>
        <w:lastRenderedPageBreak/>
        <w:t>كتاب رجال النجاشي المكتوبة في عهد مؤلفه كما قال في [678]</w:t>
      </w:r>
      <w:r w:rsidR="008A01C2">
        <w:rPr>
          <w:rtl/>
        </w:rPr>
        <w:t>،</w:t>
      </w:r>
      <w:r w:rsidRPr="003A59EA">
        <w:rPr>
          <w:rtl/>
        </w:rPr>
        <w:t xml:space="preserve"> أو نسخة من كتاب التهذيب صحيحة جدا كما قال في [1592] وغير ذلك.</w:t>
      </w:r>
    </w:p>
    <w:p w:rsidR="00094C06" w:rsidRPr="003A59EA" w:rsidRDefault="00094C06" w:rsidP="00094C06">
      <w:pPr>
        <w:pStyle w:val="libNormal"/>
        <w:rPr>
          <w:rtl/>
        </w:rPr>
      </w:pPr>
      <w:r w:rsidRPr="003A59EA">
        <w:rPr>
          <w:rtl/>
        </w:rPr>
        <w:t>د</w:t>
      </w:r>
      <w:r w:rsidR="008A01C2">
        <w:rPr>
          <w:rtl/>
        </w:rPr>
        <w:t xml:space="preserve"> - </w:t>
      </w:r>
      <w:r w:rsidRPr="003A59EA">
        <w:rPr>
          <w:rtl/>
        </w:rPr>
        <w:t>التنبيه على اختلاف النسخ الرجالية في ضبط ألقاب الرواة كما في [869] أو الأسماء كما في [2047]</w:t>
      </w:r>
      <w:r>
        <w:rPr>
          <w:rtl/>
        </w:rPr>
        <w:t>.</w:t>
      </w:r>
    </w:p>
    <w:p w:rsidR="00094C06" w:rsidRPr="003A59EA" w:rsidRDefault="00094C06" w:rsidP="00094C06">
      <w:pPr>
        <w:pStyle w:val="libNormal"/>
        <w:rPr>
          <w:rtl/>
        </w:rPr>
      </w:pPr>
      <w:r w:rsidRPr="003A59EA">
        <w:rPr>
          <w:rtl/>
        </w:rPr>
        <w:t>ه</w:t>
      </w:r>
      <w:r>
        <w:rPr>
          <w:rFonts w:hint="cs"/>
          <w:rtl/>
        </w:rPr>
        <w:t>ـ</w:t>
      </w:r>
      <w:r w:rsidR="008A01C2">
        <w:rPr>
          <w:rtl/>
        </w:rPr>
        <w:t xml:space="preserve"> - </w:t>
      </w:r>
      <w:r w:rsidRPr="003A59EA">
        <w:rPr>
          <w:rtl/>
        </w:rPr>
        <w:t>التنبيه على الاختلاف الحاصل بين كتب الحديث وكتب الرجال في أسماء الرواة كما في [1692] و [3313]</w:t>
      </w:r>
      <w:r>
        <w:rPr>
          <w:rtl/>
        </w:rPr>
        <w:t>.</w:t>
      </w:r>
    </w:p>
    <w:p w:rsidR="00094C06" w:rsidRPr="003A59EA" w:rsidRDefault="00094C06" w:rsidP="00094C06">
      <w:pPr>
        <w:pStyle w:val="libNormal"/>
        <w:rPr>
          <w:rtl/>
        </w:rPr>
      </w:pPr>
      <w:r w:rsidRPr="003A59EA">
        <w:rPr>
          <w:rtl/>
        </w:rPr>
        <w:t>و</w:t>
      </w:r>
      <w:r w:rsidR="008A01C2">
        <w:rPr>
          <w:rFonts w:hint="cs"/>
          <w:rtl/>
        </w:rPr>
        <w:t xml:space="preserve"> - </w:t>
      </w:r>
      <w:r w:rsidRPr="003A59EA">
        <w:rPr>
          <w:rtl/>
        </w:rPr>
        <w:t>التنبيه على تصحيفات النساخ وتحريفاتهم بما له علاقة مباشرة في التوثيق أو التجريح كما في [728]</w:t>
      </w:r>
      <w:r w:rsidR="008A01C2">
        <w:rPr>
          <w:rtl/>
        </w:rPr>
        <w:t>،</w:t>
      </w:r>
      <w:r w:rsidRPr="003A59EA">
        <w:rPr>
          <w:rtl/>
        </w:rPr>
        <w:t xml:space="preserve"> أو بما له علاقة في ازدياد طبقات الرواة كتحريفهم ( ابن ) إلى ( عن ) كما في [3374] وغيرها من التحريفات والتصحيفات.</w:t>
      </w:r>
    </w:p>
    <w:p w:rsidR="00094C06" w:rsidRDefault="00094C06" w:rsidP="00094C06">
      <w:pPr>
        <w:pStyle w:val="libBold1"/>
        <w:rPr>
          <w:rtl/>
        </w:rPr>
      </w:pPr>
      <w:r w:rsidRPr="003A59EA">
        <w:rPr>
          <w:rtl/>
        </w:rPr>
        <w:t>سابعا</w:t>
      </w:r>
      <w:r w:rsidR="008A01C2">
        <w:rPr>
          <w:rtl/>
        </w:rPr>
        <w:t>:</w:t>
      </w:r>
      <w:r w:rsidRPr="003A59EA">
        <w:rPr>
          <w:rtl/>
        </w:rPr>
        <w:t xml:space="preserve"> أمور اخرى</w:t>
      </w:r>
      <w:r w:rsidR="008A01C2">
        <w:rPr>
          <w:rtl/>
        </w:rPr>
        <w:t>:</w:t>
      </w:r>
    </w:p>
    <w:p w:rsidR="00094C06" w:rsidRPr="003A59EA" w:rsidRDefault="00094C06" w:rsidP="00094C06">
      <w:pPr>
        <w:pStyle w:val="libNormal"/>
        <w:rPr>
          <w:rtl/>
        </w:rPr>
      </w:pPr>
      <w:r w:rsidRPr="003A59EA">
        <w:rPr>
          <w:rtl/>
        </w:rPr>
        <w:t>هناك بعض الأمور الأخرى التي وقفنا عليها في هذه الفائدة نذكر منها</w:t>
      </w:r>
      <w:r w:rsidR="008A01C2">
        <w:rPr>
          <w:rtl/>
        </w:rPr>
        <w:t>:</w:t>
      </w:r>
    </w:p>
    <w:p w:rsidR="00094C06" w:rsidRPr="003A59EA" w:rsidRDefault="00094C06" w:rsidP="00094C06">
      <w:pPr>
        <w:pStyle w:val="libNormal"/>
        <w:rPr>
          <w:rtl/>
        </w:rPr>
      </w:pPr>
      <w:r w:rsidRPr="003A59EA">
        <w:rPr>
          <w:rtl/>
        </w:rPr>
        <w:t>1</w:t>
      </w:r>
      <w:r w:rsidR="008A01C2">
        <w:rPr>
          <w:rtl/>
        </w:rPr>
        <w:t xml:space="preserve"> - </w:t>
      </w:r>
      <w:r w:rsidRPr="003A59EA">
        <w:rPr>
          <w:rtl/>
        </w:rPr>
        <w:t xml:space="preserve">ذكره طرفا من أخبار المترجمين في هذه الفائدة ومدى اتصالهم بأهل بيت العصمة </w:t>
      </w:r>
      <w:r w:rsidRPr="00094C06">
        <w:rPr>
          <w:rStyle w:val="libAlaemChar"/>
          <w:rtl/>
        </w:rPr>
        <w:t>عليهم‌السلام</w:t>
      </w:r>
      <w:r w:rsidRPr="003A59EA">
        <w:rPr>
          <w:rtl/>
        </w:rPr>
        <w:t xml:space="preserve"> كما في جعدة بن هبيرة ابن أخت أمير المؤمنين </w:t>
      </w:r>
      <w:r w:rsidRPr="00094C06">
        <w:rPr>
          <w:rStyle w:val="libAlaemChar"/>
          <w:rtl/>
        </w:rPr>
        <w:t>عليه‌السلام</w:t>
      </w:r>
      <w:r w:rsidRPr="003A59EA">
        <w:rPr>
          <w:rtl/>
        </w:rPr>
        <w:t xml:space="preserve"> [398] الذي قال له عتبة بن أبي سفيان</w:t>
      </w:r>
      <w:r w:rsidR="008A01C2">
        <w:rPr>
          <w:rtl/>
        </w:rPr>
        <w:t>:</w:t>
      </w:r>
      <w:r w:rsidRPr="003A59EA">
        <w:rPr>
          <w:rtl/>
        </w:rPr>
        <w:t xml:space="preserve"> انما لك هذه الشدة في الحرب من قبل خالك</w:t>
      </w:r>
      <w:r>
        <w:rPr>
          <w:rtl/>
        </w:rPr>
        <w:t>!</w:t>
      </w:r>
      <w:r w:rsidRPr="003A59EA">
        <w:rPr>
          <w:rtl/>
        </w:rPr>
        <w:t xml:space="preserve"> فقال له جعدة</w:t>
      </w:r>
      <w:r w:rsidR="008A01C2">
        <w:rPr>
          <w:rtl/>
        </w:rPr>
        <w:t>:</w:t>
      </w:r>
      <w:r w:rsidRPr="003A59EA">
        <w:rPr>
          <w:rtl/>
        </w:rPr>
        <w:t xml:space="preserve"> لو كان خالك مثل خالي لنسيت أباك.</w:t>
      </w:r>
    </w:p>
    <w:p w:rsidR="00094C06" w:rsidRPr="003A59EA" w:rsidRDefault="00094C06" w:rsidP="00094C06">
      <w:pPr>
        <w:pStyle w:val="libNormal"/>
        <w:rPr>
          <w:rtl/>
        </w:rPr>
      </w:pPr>
      <w:r w:rsidRPr="003A59EA">
        <w:rPr>
          <w:rtl/>
        </w:rPr>
        <w:t xml:space="preserve">كما يذكر الكثير من فضائلهم لا سيما إذا كانوا من صحابة النبي </w:t>
      </w:r>
      <w:r w:rsidRPr="00094C06">
        <w:rPr>
          <w:rStyle w:val="libAlaemChar"/>
          <w:rtl/>
        </w:rPr>
        <w:t>صلى‌الله‌عليه‌وآله‌وسلم</w:t>
      </w:r>
      <w:r w:rsidRPr="003A59EA">
        <w:rPr>
          <w:rtl/>
        </w:rPr>
        <w:t xml:space="preserve"> كما في [276] و [1191] و [1421] وغيرها.</w:t>
      </w:r>
    </w:p>
    <w:p w:rsidR="00094C06" w:rsidRPr="003A59EA" w:rsidRDefault="00094C06" w:rsidP="00094C06">
      <w:pPr>
        <w:pStyle w:val="libNormal"/>
        <w:rPr>
          <w:rtl/>
        </w:rPr>
      </w:pPr>
      <w:r w:rsidRPr="003A59EA">
        <w:rPr>
          <w:rtl/>
        </w:rPr>
        <w:t>2</w:t>
      </w:r>
      <w:r w:rsidR="008A01C2">
        <w:rPr>
          <w:rtl/>
        </w:rPr>
        <w:t xml:space="preserve"> - </w:t>
      </w:r>
      <w:r w:rsidRPr="003A59EA">
        <w:rPr>
          <w:rtl/>
        </w:rPr>
        <w:t xml:space="preserve">يذكر ما جرى لبعض الرواة مع الأئمة </w:t>
      </w:r>
      <w:r w:rsidRPr="00094C06">
        <w:rPr>
          <w:rStyle w:val="libAlaemChar"/>
          <w:rtl/>
        </w:rPr>
        <w:t>عليهم‌السلام</w:t>
      </w:r>
      <w:r w:rsidRPr="003A59EA">
        <w:rPr>
          <w:rtl/>
        </w:rPr>
        <w:t xml:space="preserve"> بما يدل على منزلتهم عندهم </w:t>
      </w:r>
      <w:r w:rsidRPr="00094C06">
        <w:rPr>
          <w:rStyle w:val="libAlaemChar"/>
          <w:rtl/>
        </w:rPr>
        <w:t>عليهم‌السلام</w:t>
      </w:r>
      <w:r w:rsidRPr="003A59EA">
        <w:rPr>
          <w:rtl/>
        </w:rPr>
        <w:t xml:space="preserve"> ودعائهم لهم بظهر الغيب بما يفيد حسن سيرتهم كما في [26]</w:t>
      </w:r>
      <w:r>
        <w:rPr>
          <w:rtl/>
        </w:rPr>
        <w:t>.</w:t>
      </w:r>
    </w:p>
    <w:p w:rsidR="00094C06" w:rsidRDefault="00094C06" w:rsidP="00094C06">
      <w:pPr>
        <w:pStyle w:val="libNormal"/>
        <w:rPr>
          <w:rtl/>
        </w:rPr>
      </w:pPr>
      <w:r>
        <w:rPr>
          <w:rtl/>
        </w:rPr>
        <w:br w:type="page"/>
      </w:r>
    </w:p>
    <w:p w:rsidR="00094C06" w:rsidRPr="003A59EA" w:rsidRDefault="00094C06" w:rsidP="00094C06">
      <w:pPr>
        <w:pStyle w:val="libNormal"/>
        <w:rPr>
          <w:rtl/>
        </w:rPr>
      </w:pPr>
      <w:r w:rsidRPr="003A59EA">
        <w:rPr>
          <w:rtl/>
        </w:rPr>
        <w:lastRenderedPageBreak/>
        <w:t>3</w:t>
      </w:r>
      <w:r w:rsidR="008A01C2">
        <w:rPr>
          <w:rtl/>
        </w:rPr>
        <w:t xml:space="preserve"> - </w:t>
      </w:r>
      <w:r w:rsidRPr="003A59EA">
        <w:rPr>
          <w:rtl/>
        </w:rPr>
        <w:t xml:space="preserve">التعرض إلى معاناة أهل البيت </w:t>
      </w:r>
      <w:r w:rsidRPr="00094C06">
        <w:rPr>
          <w:rStyle w:val="libAlaemChar"/>
          <w:rtl/>
        </w:rPr>
        <w:t>عليهم‌السلام</w:t>
      </w:r>
      <w:r w:rsidRPr="003A59EA">
        <w:rPr>
          <w:rtl/>
        </w:rPr>
        <w:t xml:space="preserve"> وما جناه الأوغاد بحقهم حقدا على رسول الله </w:t>
      </w:r>
      <w:r w:rsidRPr="00094C06">
        <w:rPr>
          <w:rStyle w:val="libAlaemChar"/>
          <w:rtl/>
        </w:rPr>
        <w:t>صلى‌الله‌عليه‌وآله‌وسلم</w:t>
      </w:r>
      <w:r w:rsidRPr="003A59EA">
        <w:rPr>
          <w:rtl/>
        </w:rPr>
        <w:t xml:space="preserve"> في مواطن متفرقة من هذه الفائدة كما في [2114] و [1447]</w:t>
      </w:r>
      <w:r>
        <w:rPr>
          <w:rtl/>
        </w:rPr>
        <w:t>.</w:t>
      </w:r>
    </w:p>
    <w:p w:rsidR="00094C06" w:rsidRPr="003A59EA" w:rsidRDefault="00094C06" w:rsidP="00094C06">
      <w:pPr>
        <w:pStyle w:val="libNormal"/>
        <w:rPr>
          <w:rtl/>
        </w:rPr>
      </w:pPr>
      <w:r w:rsidRPr="003A59EA">
        <w:rPr>
          <w:rtl/>
        </w:rPr>
        <w:t>4</w:t>
      </w:r>
      <w:r w:rsidR="008A01C2">
        <w:rPr>
          <w:rtl/>
        </w:rPr>
        <w:t xml:space="preserve"> - </w:t>
      </w:r>
      <w:r w:rsidRPr="003A59EA">
        <w:rPr>
          <w:rtl/>
        </w:rPr>
        <w:t>التعرض إلى ما قاله بعضهم من الشعر</w:t>
      </w:r>
      <w:r w:rsidR="008A01C2">
        <w:rPr>
          <w:rtl/>
        </w:rPr>
        <w:t>،</w:t>
      </w:r>
      <w:r w:rsidRPr="003A59EA">
        <w:rPr>
          <w:rtl/>
        </w:rPr>
        <w:t xml:space="preserve"> لا سيما العقائدي الهادف كشعر سفيان بن مصعب العبدي [1189] وغيره.</w:t>
      </w:r>
    </w:p>
    <w:p w:rsidR="00094C06" w:rsidRPr="003A59EA" w:rsidRDefault="00094C06" w:rsidP="00094C06">
      <w:pPr>
        <w:pStyle w:val="libNormal"/>
        <w:rPr>
          <w:rtl/>
        </w:rPr>
      </w:pPr>
      <w:r w:rsidRPr="003A59EA">
        <w:rPr>
          <w:rtl/>
        </w:rPr>
        <w:t>5</w:t>
      </w:r>
      <w:r w:rsidR="008A01C2">
        <w:rPr>
          <w:rtl/>
        </w:rPr>
        <w:t xml:space="preserve"> - </w:t>
      </w:r>
      <w:r w:rsidRPr="003A59EA">
        <w:rPr>
          <w:rtl/>
        </w:rPr>
        <w:t>التوسع في إيراد بعض القصص والحكايات الطريفة التي تنطوي على عظة نافعة</w:t>
      </w:r>
      <w:r w:rsidR="008A01C2">
        <w:rPr>
          <w:rtl/>
        </w:rPr>
        <w:t>،</w:t>
      </w:r>
      <w:r w:rsidRPr="003A59EA">
        <w:rPr>
          <w:rtl/>
        </w:rPr>
        <w:t xml:space="preserve"> كما في [1583]</w:t>
      </w:r>
      <w:r>
        <w:rPr>
          <w:rtl/>
        </w:rPr>
        <w:t>.</w:t>
      </w:r>
    </w:p>
    <w:p w:rsidR="00094C06" w:rsidRPr="003A59EA" w:rsidRDefault="00094C06" w:rsidP="00094C06">
      <w:pPr>
        <w:pStyle w:val="libNormal"/>
        <w:rPr>
          <w:rtl/>
        </w:rPr>
      </w:pPr>
      <w:r w:rsidRPr="003A59EA">
        <w:rPr>
          <w:rtl/>
        </w:rPr>
        <w:t>6</w:t>
      </w:r>
      <w:r w:rsidR="008A01C2">
        <w:rPr>
          <w:rtl/>
        </w:rPr>
        <w:t xml:space="preserve"> - </w:t>
      </w:r>
      <w:r w:rsidRPr="003A59EA">
        <w:rPr>
          <w:rtl/>
        </w:rPr>
        <w:t>نقله الروايات من كتب الحديث بلا إسناد في الغالب مع الإحالة إلى مصدرها اختصارا</w:t>
      </w:r>
      <w:r w:rsidR="008A01C2">
        <w:rPr>
          <w:rtl/>
        </w:rPr>
        <w:t>،</w:t>
      </w:r>
      <w:r w:rsidRPr="003A59EA">
        <w:rPr>
          <w:rtl/>
        </w:rPr>
        <w:t xml:space="preserve"> ولكنه قد يذكر الاسناد كاملا لنكتة في المقام كما في [3363]</w:t>
      </w:r>
      <w:r w:rsidR="008A01C2">
        <w:rPr>
          <w:rtl/>
        </w:rPr>
        <w:t>،</w:t>
      </w:r>
      <w:r w:rsidRPr="003A59EA">
        <w:rPr>
          <w:rtl/>
        </w:rPr>
        <w:t xml:space="preserve"> فراجع.</w:t>
      </w:r>
    </w:p>
    <w:p w:rsidR="00094C06" w:rsidRPr="003A59EA" w:rsidRDefault="00094C06" w:rsidP="00094C06">
      <w:pPr>
        <w:pStyle w:val="libNormal"/>
        <w:rPr>
          <w:rtl/>
        </w:rPr>
      </w:pPr>
      <w:r w:rsidRPr="003A59EA">
        <w:rPr>
          <w:rtl/>
        </w:rPr>
        <w:t>7</w:t>
      </w:r>
      <w:r w:rsidR="008A01C2">
        <w:rPr>
          <w:rtl/>
        </w:rPr>
        <w:t xml:space="preserve"> - </w:t>
      </w:r>
      <w:r w:rsidRPr="003A59EA">
        <w:rPr>
          <w:rtl/>
        </w:rPr>
        <w:t>اتباعه نظام الإحالة في تراجم الرجال إلى الفوائد المتقدمة لا سيما الفائدة الثانية كما في [416] والسادسة كما في [1931] وغيرهما.</w:t>
      </w:r>
    </w:p>
    <w:p w:rsidR="00094C06" w:rsidRPr="003A59EA" w:rsidRDefault="00094C06" w:rsidP="00094C06">
      <w:pPr>
        <w:pStyle w:val="libNormal"/>
        <w:rPr>
          <w:rtl/>
        </w:rPr>
      </w:pPr>
      <w:r w:rsidRPr="003A59EA">
        <w:rPr>
          <w:rtl/>
        </w:rPr>
        <w:t>8</w:t>
      </w:r>
      <w:r w:rsidR="008A01C2">
        <w:rPr>
          <w:rtl/>
        </w:rPr>
        <w:t xml:space="preserve"> - </w:t>
      </w:r>
      <w:r w:rsidRPr="003A59EA">
        <w:rPr>
          <w:rtl/>
        </w:rPr>
        <w:t>تعرضه إلى مباحث درائية في عدة مواضع من هذه الفائدة</w:t>
      </w:r>
      <w:r w:rsidR="008A01C2">
        <w:rPr>
          <w:rtl/>
        </w:rPr>
        <w:t>،</w:t>
      </w:r>
      <w:r w:rsidRPr="003A59EA">
        <w:rPr>
          <w:rtl/>
        </w:rPr>
        <w:t xml:space="preserve"> كمناقشته لقول النجاشي</w:t>
      </w:r>
      <w:r w:rsidR="008A01C2">
        <w:rPr>
          <w:rtl/>
        </w:rPr>
        <w:t>:</w:t>
      </w:r>
      <w:r w:rsidRPr="003A59EA">
        <w:rPr>
          <w:rtl/>
        </w:rPr>
        <w:t xml:space="preserve"> « ليس بذاك » في الترجمة [2155] وبيان دلالة هذه الكلمة. وكذلك قولهم</w:t>
      </w:r>
      <w:r w:rsidR="008A01C2">
        <w:rPr>
          <w:rtl/>
        </w:rPr>
        <w:t>:</w:t>
      </w:r>
      <w:r w:rsidRPr="003A59EA">
        <w:rPr>
          <w:rtl/>
        </w:rPr>
        <w:t xml:space="preserve"> « وحديثه ليس بذلك النقي » في الترجمة [83]</w:t>
      </w:r>
      <w:r w:rsidR="008A01C2">
        <w:rPr>
          <w:rtl/>
        </w:rPr>
        <w:t>،</w:t>
      </w:r>
      <w:r w:rsidRPr="003A59EA">
        <w:rPr>
          <w:rtl/>
        </w:rPr>
        <w:t xml:space="preserve"> أو المناقشة في لفظة</w:t>
      </w:r>
      <w:r w:rsidR="008A01C2">
        <w:rPr>
          <w:rtl/>
        </w:rPr>
        <w:t>:</w:t>
      </w:r>
      <w:r w:rsidRPr="003A59EA">
        <w:rPr>
          <w:rtl/>
        </w:rPr>
        <w:t xml:space="preserve"> « وجه » ودلالتها بصورة مختصرة كما في [1921]</w:t>
      </w:r>
      <w:r w:rsidR="008A01C2">
        <w:rPr>
          <w:rtl/>
        </w:rPr>
        <w:t>،</w:t>
      </w:r>
      <w:r w:rsidRPr="003A59EA">
        <w:rPr>
          <w:rtl/>
        </w:rPr>
        <w:t xml:space="preserve"> أو بيانه معنى قول النجاشي « وكان علوا » في [1931]</w:t>
      </w:r>
      <w:r w:rsidR="008A01C2">
        <w:rPr>
          <w:rtl/>
        </w:rPr>
        <w:t>،</w:t>
      </w:r>
      <w:r w:rsidRPr="003A59EA">
        <w:rPr>
          <w:rtl/>
        </w:rPr>
        <w:t xml:space="preserve"> أو بيانه اختلافهم في دلالة بعض الألفاظ على المدح أو التوثيق أو عدم دلالتها على شيء من ذلك كما في [677]</w:t>
      </w:r>
      <w:r>
        <w:rPr>
          <w:rtl/>
        </w:rPr>
        <w:t>.</w:t>
      </w:r>
    </w:p>
    <w:p w:rsidR="00094C06" w:rsidRPr="003A59EA" w:rsidRDefault="00094C06" w:rsidP="00094C06">
      <w:pPr>
        <w:pStyle w:val="libBold1"/>
        <w:rPr>
          <w:rtl/>
        </w:rPr>
      </w:pPr>
      <w:r w:rsidRPr="003A59EA">
        <w:rPr>
          <w:rtl/>
        </w:rPr>
        <w:t>ثامنا</w:t>
      </w:r>
      <w:r w:rsidR="008A01C2">
        <w:rPr>
          <w:rtl/>
        </w:rPr>
        <w:t>:</w:t>
      </w:r>
      <w:r w:rsidRPr="003A59EA">
        <w:rPr>
          <w:rtl/>
        </w:rPr>
        <w:t xml:space="preserve"> المؤاخذات على ما في هذه الفائدة.</w:t>
      </w:r>
    </w:p>
    <w:p w:rsidR="00094C06" w:rsidRPr="003A59EA" w:rsidRDefault="00094C06" w:rsidP="00094C06">
      <w:pPr>
        <w:pStyle w:val="libNormal"/>
        <w:rPr>
          <w:rtl/>
        </w:rPr>
      </w:pPr>
      <w:r w:rsidRPr="003A59EA">
        <w:rPr>
          <w:rtl/>
        </w:rPr>
        <w:t>هناك بعض المؤاخذات التي يمكن ان تسجل على الشيخ النوري في هذه الفائدة</w:t>
      </w:r>
      <w:r w:rsidR="008A01C2">
        <w:rPr>
          <w:rtl/>
        </w:rPr>
        <w:t>،</w:t>
      </w:r>
      <w:r w:rsidRPr="003A59EA">
        <w:rPr>
          <w:rtl/>
        </w:rPr>
        <w:t xml:space="preserve"> وهي</w:t>
      </w:r>
      <w:r w:rsidR="008A01C2">
        <w:rPr>
          <w:rtl/>
        </w:rPr>
        <w:t>:</w:t>
      </w:r>
    </w:p>
    <w:p w:rsidR="00094C06" w:rsidRPr="003A59EA" w:rsidRDefault="00094C06" w:rsidP="00094C06">
      <w:pPr>
        <w:pStyle w:val="libNormal"/>
        <w:rPr>
          <w:rtl/>
        </w:rPr>
      </w:pPr>
      <w:r w:rsidRPr="003A59EA">
        <w:rPr>
          <w:rtl/>
        </w:rPr>
        <w:t>1</w:t>
      </w:r>
      <w:r w:rsidR="008A01C2">
        <w:rPr>
          <w:rtl/>
        </w:rPr>
        <w:t xml:space="preserve"> - </w:t>
      </w:r>
      <w:r w:rsidRPr="003A59EA">
        <w:rPr>
          <w:rtl/>
        </w:rPr>
        <w:t>لقد أشار المصنف إلى أن ذم أهل السنة لأحد رواة الشيعة ينبغي</w:t>
      </w:r>
    </w:p>
    <w:p w:rsidR="00094C06" w:rsidRDefault="00094C06" w:rsidP="00094C06">
      <w:pPr>
        <w:pStyle w:val="libNormal"/>
        <w:rPr>
          <w:rtl/>
        </w:rPr>
      </w:pPr>
      <w:r>
        <w:rPr>
          <w:rtl/>
        </w:rPr>
        <w:br w:type="page"/>
      </w:r>
    </w:p>
    <w:p w:rsidR="00094C06" w:rsidRPr="003A59EA" w:rsidRDefault="00094C06" w:rsidP="00094C06">
      <w:pPr>
        <w:pStyle w:val="libNormal0"/>
        <w:rPr>
          <w:rtl/>
        </w:rPr>
      </w:pPr>
      <w:r w:rsidRPr="003A59EA">
        <w:rPr>
          <w:rtl/>
        </w:rPr>
        <w:lastRenderedPageBreak/>
        <w:t>أن يعد من مدائحه كما في الترجمة [4] وقد مر عنه في الفوائد السابقة تصريحه بأن مدح أهل السنة وقدحهم سواء</w:t>
      </w:r>
      <w:r w:rsidR="008A01C2">
        <w:rPr>
          <w:rtl/>
        </w:rPr>
        <w:t>،</w:t>
      </w:r>
      <w:r w:rsidRPr="003A59EA">
        <w:rPr>
          <w:rtl/>
        </w:rPr>
        <w:t xml:space="preserve"> إلاّ أنا وجدناه قد اعتمد توثيق ابن حجر لصاحب الترجمة [36]</w:t>
      </w:r>
      <w:r w:rsidR="008A01C2">
        <w:rPr>
          <w:rtl/>
        </w:rPr>
        <w:t>،</w:t>
      </w:r>
      <w:r w:rsidRPr="003A59EA">
        <w:rPr>
          <w:rtl/>
        </w:rPr>
        <w:t xml:space="preserve"> وكان عليه ان يقتصر على ما ذكره من أمارات الوثاقة</w:t>
      </w:r>
      <w:r w:rsidR="008A01C2">
        <w:rPr>
          <w:rtl/>
        </w:rPr>
        <w:t>،</w:t>
      </w:r>
      <w:r w:rsidRPr="003A59EA">
        <w:rPr>
          <w:rtl/>
        </w:rPr>
        <w:t xml:space="preserve"> ولا يردفها بتوثيق ابن حجر مراعاة للتصريحات السابقة.</w:t>
      </w:r>
    </w:p>
    <w:p w:rsidR="00094C06" w:rsidRDefault="00094C06" w:rsidP="00094C06">
      <w:pPr>
        <w:pStyle w:val="libNormal"/>
        <w:rPr>
          <w:rFonts w:hint="cs"/>
          <w:rtl/>
        </w:rPr>
      </w:pPr>
      <w:r w:rsidRPr="003A59EA">
        <w:rPr>
          <w:rtl/>
        </w:rPr>
        <w:t>2</w:t>
      </w:r>
      <w:r w:rsidR="008A01C2">
        <w:rPr>
          <w:rtl/>
        </w:rPr>
        <w:t xml:space="preserve"> - </w:t>
      </w:r>
      <w:r w:rsidRPr="003A59EA">
        <w:rPr>
          <w:rtl/>
        </w:rPr>
        <w:t>قد يعتمد على إثبات وثاقة شخص ما على رواية رواها ذلك الشخص بعينه</w:t>
      </w:r>
      <w:r w:rsidR="008A01C2">
        <w:rPr>
          <w:rtl/>
        </w:rPr>
        <w:t>،</w:t>
      </w:r>
      <w:r w:rsidRPr="003A59EA">
        <w:rPr>
          <w:rtl/>
        </w:rPr>
        <w:t xml:space="preserve"> ولا يخفى بأن هذا الشخص متهم بجر منفعة لنفسه</w:t>
      </w:r>
      <w:r w:rsidR="008A01C2">
        <w:rPr>
          <w:rtl/>
        </w:rPr>
        <w:t>،</w:t>
      </w:r>
      <w:r w:rsidRPr="003A59EA">
        <w:rPr>
          <w:rtl/>
        </w:rPr>
        <w:t xml:space="preserve"> كما حصل في الترجمة [1485]</w:t>
      </w:r>
      <w:r w:rsidR="008A01C2">
        <w:rPr>
          <w:rtl/>
        </w:rPr>
        <w:t>،</w:t>
      </w:r>
      <w:r w:rsidRPr="003A59EA">
        <w:rPr>
          <w:rtl/>
        </w:rPr>
        <w:t xml:space="preserve"> وكذلك في [1512]</w:t>
      </w:r>
      <w:r w:rsidR="008A01C2">
        <w:rPr>
          <w:rtl/>
        </w:rPr>
        <w:t>،</w:t>
      </w:r>
      <w:r w:rsidRPr="003A59EA">
        <w:rPr>
          <w:rtl/>
        </w:rPr>
        <w:t xml:space="preserve"> هذا مع التفات المصنف</w:t>
      </w:r>
      <w:r w:rsidR="008A01C2">
        <w:rPr>
          <w:rtl/>
        </w:rPr>
        <w:t xml:space="preserve"> - </w:t>
      </w:r>
      <w:r w:rsidRPr="00094C06">
        <w:rPr>
          <w:rStyle w:val="libAlaemChar"/>
          <w:rtl/>
        </w:rPr>
        <w:t>رحمه‌الله</w:t>
      </w:r>
      <w:r w:rsidRPr="003A59EA">
        <w:rPr>
          <w:rtl/>
        </w:rPr>
        <w:t xml:space="preserve"> تعالى</w:t>
      </w:r>
      <w:r w:rsidR="008A01C2">
        <w:rPr>
          <w:rtl/>
        </w:rPr>
        <w:t xml:space="preserve"> - </w:t>
      </w:r>
      <w:r w:rsidRPr="003A59EA">
        <w:rPr>
          <w:rtl/>
        </w:rPr>
        <w:t>إلى ذلك</w:t>
      </w:r>
      <w:r w:rsidR="008A01C2">
        <w:rPr>
          <w:rtl/>
        </w:rPr>
        <w:t>،</w:t>
      </w:r>
      <w:r w:rsidRPr="003A59EA">
        <w:rPr>
          <w:rtl/>
        </w:rPr>
        <w:t xml:space="preserve"> وتبريره على أساس وقوع الأجلة في طريق الرواية</w:t>
      </w:r>
      <w:r w:rsidR="008A01C2">
        <w:rPr>
          <w:rtl/>
        </w:rPr>
        <w:t>،</w:t>
      </w:r>
      <w:r w:rsidRPr="003A59EA">
        <w:rPr>
          <w:rtl/>
        </w:rPr>
        <w:t xml:space="preserve"> وهو كما ترى</w:t>
      </w:r>
      <w:r>
        <w:rPr>
          <w:rtl/>
        </w:rPr>
        <w:t>!</w:t>
      </w:r>
    </w:p>
    <w:p w:rsidR="00094C06" w:rsidRPr="003A59EA" w:rsidRDefault="00094C06" w:rsidP="00094C06">
      <w:pPr>
        <w:pStyle w:val="libNormal"/>
        <w:rPr>
          <w:rtl/>
        </w:rPr>
      </w:pPr>
      <w:r w:rsidRPr="003A59EA">
        <w:rPr>
          <w:rtl/>
        </w:rPr>
        <w:t>3</w:t>
      </w:r>
      <w:r w:rsidR="008A01C2">
        <w:rPr>
          <w:rFonts w:hint="cs"/>
          <w:rtl/>
        </w:rPr>
        <w:t xml:space="preserve"> - </w:t>
      </w:r>
      <w:r w:rsidRPr="003A59EA">
        <w:rPr>
          <w:rtl/>
        </w:rPr>
        <w:t>الاعتداد بعدم الاستثناء من كتاب نوادر الحكمة في مجال التوثيق كما في [1887]</w:t>
      </w:r>
      <w:r w:rsidR="008A01C2">
        <w:rPr>
          <w:rtl/>
        </w:rPr>
        <w:t>،</w:t>
      </w:r>
      <w:r w:rsidRPr="003A59EA">
        <w:rPr>
          <w:rtl/>
        </w:rPr>
        <w:t xml:space="preserve"> والرد على الاستثناء الحاصل لبعض الرواة كما في [1670]</w:t>
      </w:r>
      <w:r>
        <w:rPr>
          <w:rtl/>
        </w:rPr>
        <w:t>.</w:t>
      </w:r>
      <w:r w:rsidRPr="003A59EA">
        <w:rPr>
          <w:rtl/>
        </w:rPr>
        <w:t xml:space="preserve"> وهذا ما يشكل اضطرابا في منهج التوثيق.</w:t>
      </w:r>
    </w:p>
    <w:p w:rsidR="00094C06" w:rsidRPr="003A59EA" w:rsidRDefault="00094C06" w:rsidP="00094C06">
      <w:pPr>
        <w:pStyle w:val="libNormal"/>
        <w:rPr>
          <w:rtl/>
        </w:rPr>
      </w:pPr>
      <w:r w:rsidRPr="003A59EA">
        <w:rPr>
          <w:rtl/>
        </w:rPr>
        <w:t>4</w:t>
      </w:r>
      <w:r w:rsidR="008A01C2">
        <w:rPr>
          <w:rtl/>
        </w:rPr>
        <w:t xml:space="preserve"> - </w:t>
      </w:r>
      <w:r w:rsidRPr="003A59EA">
        <w:rPr>
          <w:rtl/>
        </w:rPr>
        <w:t>الاستدراك بمن لم يذكر له في ترجمته أمارة على التوثيق</w:t>
      </w:r>
      <w:r w:rsidR="008A01C2">
        <w:rPr>
          <w:rtl/>
        </w:rPr>
        <w:t>،</w:t>
      </w:r>
      <w:r w:rsidRPr="003A59EA">
        <w:rPr>
          <w:rtl/>
        </w:rPr>
        <w:t xml:space="preserve"> سوى أنه روى عنه فلان أو فلان</w:t>
      </w:r>
      <w:r w:rsidR="008A01C2">
        <w:rPr>
          <w:rtl/>
        </w:rPr>
        <w:t>،</w:t>
      </w:r>
      <w:r w:rsidRPr="003A59EA">
        <w:rPr>
          <w:rtl/>
        </w:rPr>
        <w:t xml:space="preserve"> وعند تتبعنا لمثل هذه الموارد وجدنا أن الراوي عنه أيضا غير منصوص على وثاقته</w:t>
      </w:r>
      <w:r w:rsidR="008A01C2">
        <w:rPr>
          <w:rtl/>
        </w:rPr>
        <w:t>،</w:t>
      </w:r>
      <w:r w:rsidRPr="003A59EA">
        <w:rPr>
          <w:rtl/>
        </w:rPr>
        <w:t xml:space="preserve"> وهي موارد قليلة كما في [1970] وغيره.</w:t>
      </w:r>
    </w:p>
    <w:p w:rsidR="00094C06" w:rsidRPr="003A59EA" w:rsidRDefault="00094C06" w:rsidP="00094C06">
      <w:pPr>
        <w:pStyle w:val="libNormal"/>
        <w:rPr>
          <w:rtl/>
        </w:rPr>
      </w:pPr>
      <w:r w:rsidRPr="003A59EA">
        <w:rPr>
          <w:rtl/>
        </w:rPr>
        <w:t>5</w:t>
      </w:r>
      <w:r w:rsidR="008A01C2">
        <w:rPr>
          <w:rtl/>
        </w:rPr>
        <w:t xml:space="preserve"> - </w:t>
      </w:r>
      <w:r w:rsidRPr="003A59EA">
        <w:rPr>
          <w:rtl/>
        </w:rPr>
        <w:t>اعتماده على أمارات غير متفق عليها في التوثيق</w:t>
      </w:r>
      <w:r w:rsidR="008A01C2">
        <w:rPr>
          <w:rtl/>
        </w:rPr>
        <w:t>،</w:t>
      </w:r>
      <w:r w:rsidRPr="003A59EA">
        <w:rPr>
          <w:rtl/>
        </w:rPr>
        <w:t xml:space="preserve"> والأكثر على خلافها.</w:t>
      </w:r>
    </w:p>
    <w:p w:rsidR="00094C06" w:rsidRPr="003A59EA" w:rsidRDefault="00094C06" w:rsidP="00094C06">
      <w:pPr>
        <w:pStyle w:val="libNormal"/>
        <w:rPr>
          <w:rtl/>
        </w:rPr>
      </w:pPr>
      <w:r w:rsidRPr="003A59EA">
        <w:rPr>
          <w:rtl/>
        </w:rPr>
        <w:t>6</w:t>
      </w:r>
      <w:r w:rsidR="008A01C2">
        <w:rPr>
          <w:rtl/>
        </w:rPr>
        <w:t xml:space="preserve"> - </w:t>
      </w:r>
      <w:r w:rsidRPr="003A59EA">
        <w:rPr>
          <w:rtl/>
        </w:rPr>
        <w:t>الخروج عن منهجه في الاختصار كما نص عليه في أول الفائدة</w:t>
      </w:r>
      <w:r w:rsidR="008A01C2">
        <w:rPr>
          <w:rtl/>
        </w:rPr>
        <w:t>،</w:t>
      </w:r>
      <w:r w:rsidRPr="003A59EA">
        <w:rPr>
          <w:rtl/>
        </w:rPr>
        <w:t xml:space="preserve"> حيث أطال في تراجم كثيرة كما هو الحال في [13] و [39] و [55] و [61] و [62] و [66] و [91] و [95] و [96] و [120] وكثير غيرها.</w:t>
      </w:r>
    </w:p>
    <w:p w:rsidR="00094C06" w:rsidRPr="003A59EA" w:rsidRDefault="00094C06" w:rsidP="00094C06">
      <w:pPr>
        <w:pStyle w:val="libNormal"/>
        <w:rPr>
          <w:rtl/>
        </w:rPr>
      </w:pPr>
      <w:r w:rsidRPr="003A59EA">
        <w:rPr>
          <w:rtl/>
        </w:rPr>
        <w:t>7</w:t>
      </w:r>
      <w:r w:rsidR="008A01C2">
        <w:rPr>
          <w:rFonts w:hint="cs"/>
          <w:rtl/>
        </w:rPr>
        <w:t xml:space="preserve"> - </w:t>
      </w:r>
      <w:r w:rsidRPr="003A59EA">
        <w:rPr>
          <w:rtl/>
        </w:rPr>
        <w:t>توثيقه لمن لم يوثق قط كمقاتل بن سليمان</w:t>
      </w:r>
      <w:r w:rsidR="008A01C2">
        <w:rPr>
          <w:rtl/>
        </w:rPr>
        <w:t>،</w:t>
      </w:r>
      <w:r w:rsidRPr="003A59EA">
        <w:rPr>
          <w:rtl/>
        </w:rPr>
        <w:t xml:space="preserve"> ومنخل بن جميل</w:t>
      </w:r>
      <w:r w:rsidR="008A01C2">
        <w:rPr>
          <w:rtl/>
        </w:rPr>
        <w:t>،</w:t>
      </w:r>
      <w:r w:rsidRPr="003A59EA">
        <w:rPr>
          <w:rtl/>
        </w:rPr>
        <w:t xml:space="preserve"> ويونس بن ظبيان كما أشرنا إليهم فيما تقدم.</w:t>
      </w:r>
    </w:p>
    <w:p w:rsidR="00094C06" w:rsidRPr="003A59EA" w:rsidRDefault="00094C06" w:rsidP="00094C06">
      <w:pPr>
        <w:pStyle w:val="libNormal"/>
        <w:rPr>
          <w:rtl/>
        </w:rPr>
      </w:pPr>
      <w:r w:rsidRPr="003A59EA">
        <w:rPr>
          <w:rtl/>
        </w:rPr>
        <w:t>8</w:t>
      </w:r>
      <w:r w:rsidR="008A01C2">
        <w:rPr>
          <w:rtl/>
        </w:rPr>
        <w:t xml:space="preserve"> - </w:t>
      </w:r>
      <w:r w:rsidRPr="003A59EA">
        <w:rPr>
          <w:rtl/>
        </w:rPr>
        <w:t>الاستدراك بأهل السنة كمالك بن أنس</w:t>
      </w:r>
      <w:r w:rsidR="008A01C2">
        <w:rPr>
          <w:rtl/>
        </w:rPr>
        <w:t>،</w:t>
      </w:r>
      <w:r w:rsidRPr="003A59EA">
        <w:rPr>
          <w:rtl/>
        </w:rPr>
        <w:t xml:space="preserve"> والزهري وقد تقدمت</w:t>
      </w:r>
    </w:p>
    <w:p w:rsidR="00094C06" w:rsidRDefault="00094C06" w:rsidP="00094C06">
      <w:pPr>
        <w:pStyle w:val="libNormal"/>
        <w:rPr>
          <w:rtl/>
        </w:rPr>
      </w:pPr>
      <w:r>
        <w:rPr>
          <w:rtl/>
        </w:rPr>
        <w:br w:type="page"/>
      </w:r>
    </w:p>
    <w:p w:rsidR="00094C06" w:rsidRPr="003A59EA" w:rsidRDefault="00094C06" w:rsidP="00094C06">
      <w:pPr>
        <w:pStyle w:val="libNormal0"/>
        <w:rPr>
          <w:rtl/>
        </w:rPr>
      </w:pPr>
      <w:r w:rsidRPr="003A59EA">
        <w:rPr>
          <w:rtl/>
        </w:rPr>
        <w:lastRenderedPageBreak/>
        <w:t>الإشارة إلى ذلك أيضا.</w:t>
      </w:r>
    </w:p>
    <w:p w:rsidR="00094C06" w:rsidRPr="003A59EA" w:rsidRDefault="00094C06" w:rsidP="00094C06">
      <w:pPr>
        <w:pStyle w:val="libNormal"/>
        <w:rPr>
          <w:rtl/>
        </w:rPr>
      </w:pPr>
      <w:r w:rsidRPr="003A59EA">
        <w:rPr>
          <w:rtl/>
        </w:rPr>
        <w:t>إلى غير ذلك من الهنات الطفيفة الأخرى التي لا تقلل</w:t>
      </w:r>
      <w:r w:rsidR="008A01C2">
        <w:rPr>
          <w:rtl/>
        </w:rPr>
        <w:t xml:space="preserve"> - </w:t>
      </w:r>
      <w:r w:rsidRPr="003A59EA">
        <w:rPr>
          <w:rtl/>
        </w:rPr>
        <w:t>بنظرنا</w:t>
      </w:r>
      <w:r w:rsidR="008A01C2">
        <w:rPr>
          <w:rtl/>
        </w:rPr>
        <w:t xml:space="preserve"> - </w:t>
      </w:r>
      <w:r w:rsidRPr="003A59EA">
        <w:rPr>
          <w:rtl/>
        </w:rPr>
        <w:t>من أهمية هذه الفائدة لما فيها من الايجابيات الكثيرة التي نتركها للقارئ العزيز نفسه.</w:t>
      </w:r>
    </w:p>
    <w:p w:rsidR="00094C06" w:rsidRDefault="00094C06" w:rsidP="00094C06">
      <w:pPr>
        <w:pStyle w:val="libNormal"/>
        <w:rPr>
          <w:rtl/>
        </w:rPr>
      </w:pPr>
      <w:r>
        <w:rPr>
          <w:rtl/>
        </w:rPr>
        <w:br w:type="page"/>
      </w:r>
    </w:p>
    <w:p w:rsidR="00094C06" w:rsidRDefault="00094C06" w:rsidP="00094C06">
      <w:pPr>
        <w:pStyle w:val="libCenterBold1"/>
        <w:rPr>
          <w:rtl/>
        </w:rPr>
      </w:pPr>
      <w:r w:rsidRPr="003A59EA">
        <w:rPr>
          <w:rtl/>
        </w:rPr>
        <w:lastRenderedPageBreak/>
        <w:t>الفائدة الحادية عشرة</w:t>
      </w:r>
    </w:p>
    <w:p w:rsidR="00094C06" w:rsidRDefault="00094C06" w:rsidP="00094C06">
      <w:pPr>
        <w:pStyle w:val="libCenterBold1"/>
        <w:rPr>
          <w:rtl/>
        </w:rPr>
      </w:pPr>
      <w:r w:rsidRPr="003A59EA">
        <w:rPr>
          <w:rtl/>
        </w:rPr>
        <w:t>حول موقف الأخباريين من حجية القطع</w:t>
      </w:r>
    </w:p>
    <w:p w:rsidR="00094C06" w:rsidRPr="003A59EA" w:rsidRDefault="00094C06" w:rsidP="00094C06">
      <w:pPr>
        <w:pStyle w:val="libNormal"/>
        <w:rPr>
          <w:rtl/>
        </w:rPr>
      </w:pPr>
      <w:r w:rsidRPr="003A59EA">
        <w:rPr>
          <w:rtl/>
        </w:rPr>
        <w:t>لحجية القطع أكثر من معنى إلاّ أن المراد منها في المباحث الأصولية هو التنجيز والتعذير.</w:t>
      </w:r>
    </w:p>
    <w:p w:rsidR="00094C06" w:rsidRPr="003A59EA" w:rsidRDefault="00094C06" w:rsidP="00094C06">
      <w:pPr>
        <w:pStyle w:val="libNormal"/>
        <w:rPr>
          <w:rtl/>
        </w:rPr>
      </w:pPr>
      <w:r w:rsidRPr="003A59EA">
        <w:rPr>
          <w:rtl/>
        </w:rPr>
        <w:t>ولما كان ثبوت القطع لدى القاطع أمرا وجدانيا لا يمكن إنكاره</w:t>
      </w:r>
      <w:r w:rsidR="008A01C2">
        <w:rPr>
          <w:rtl/>
        </w:rPr>
        <w:t>،</w:t>
      </w:r>
      <w:r w:rsidRPr="003A59EA">
        <w:rPr>
          <w:rtl/>
        </w:rPr>
        <w:t xml:space="preserve"> وان من يحصل لديه مثل هذا القطع يكون قطعه حجة ومنجّزا عليه عند سائر الأصوليين</w:t>
      </w:r>
      <w:r w:rsidR="008A01C2">
        <w:rPr>
          <w:rtl/>
        </w:rPr>
        <w:t>،</w:t>
      </w:r>
      <w:r w:rsidRPr="003A59EA">
        <w:rPr>
          <w:rtl/>
        </w:rPr>
        <w:t xml:space="preserve"> لذا احتدم نقاشهم مع الأخباريين الذين نسب إليهم</w:t>
      </w:r>
      <w:r w:rsidR="008A01C2">
        <w:rPr>
          <w:rtl/>
        </w:rPr>
        <w:t xml:space="preserve"> - </w:t>
      </w:r>
      <w:r w:rsidRPr="003A59EA">
        <w:rPr>
          <w:rtl/>
        </w:rPr>
        <w:t>كما في هذه الفائدة</w:t>
      </w:r>
      <w:r w:rsidR="008A01C2">
        <w:rPr>
          <w:rtl/>
        </w:rPr>
        <w:t xml:space="preserve"> - </w:t>
      </w:r>
      <w:r w:rsidRPr="003A59EA">
        <w:rPr>
          <w:rtl/>
        </w:rPr>
        <w:t>القول بعدم حجية القطع.</w:t>
      </w:r>
    </w:p>
    <w:p w:rsidR="00094C06" w:rsidRPr="003A59EA" w:rsidRDefault="00094C06" w:rsidP="00094C06">
      <w:pPr>
        <w:pStyle w:val="libNormal"/>
        <w:rPr>
          <w:rtl/>
        </w:rPr>
      </w:pPr>
      <w:r w:rsidRPr="003A59EA">
        <w:rPr>
          <w:rtl/>
        </w:rPr>
        <w:t>وقبل بيان موقف المصنف من هذه النسبة يحسن بنا التأكيد على ثلاثة أمور</w:t>
      </w:r>
      <w:r w:rsidR="008A01C2">
        <w:rPr>
          <w:rtl/>
        </w:rPr>
        <w:t>،</w:t>
      </w:r>
      <w:r w:rsidRPr="003A59EA">
        <w:rPr>
          <w:rtl/>
        </w:rPr>
        <w:t xml:space="preserve"> وهي</w:t>
      </w:r>
      <w:r w:rsidR="008A01C2">
        <w:rPr>
          <w:rtl/>
        </w:rPr>
        <w:t>:</w:t>
      </w:r>
    </w:p>
    <w:p w:rsidR="00094C06" w:rsidRPr="003A59EA" w:rsidRDefault="00094C06" w:rsidP="00094C06">
      <w:pPr>
        <w:pStyle w:val="libNormal"/>
        <w:rPr>
          <w:rtl/>
        </w:rPr>
      </w:pPr>
      <w:r w:rsidRPr="00094C06">
        <w:rPr>
          <w:rStyle w:val="libBold2Char"/>
          <w:rtl/>
        </w:rPr>
        <w:t>الأول</w:t>
      </w:r>
      <w:r w:rsidR="008A01C2">
        <w:rPr>
          <w:rtl/>
        </w:rPr>
        <w:t>:</w:t>
      </w:r>
      <w:r w:rsidRPr="003A59EA">
        <w:rPr>
          <w:rtl/>
        </w:rPr>
        <w:t xml:space="preserve"> اتفاق الشيعة الإمامية من الأصوليين والأخباريين على عدم حجية أدلة عقلية ظنية مثل القياس والاستحسان</w:t>
      </w:r>
      <w:r w:rsidR="008A01C2">
        <w:rPr>
          <w:rtl/>
        </w:rPr>
        <w:t>،</w:t>
      </w:r>
      <w:r w:rsidRPr="003A59EA">
        <w:rPr>
          <w:rtl/>
        </w:rPr>
        <w:t xml:space="preserve"> ونحوهما</w:t>
      </w:r>
      <w:r w:rsidR="008A01C2">
        <w:rPr>
          <w:rtl/>
        </w:rPr>
        <w:t>،</w:t>
      </w:r>
      <w:r w:rsidRPr="003A59EA">
        <w:rPr>
          <w:rtl/>
        </w:rPr>
        <w:t xml:space="preserve"> اقتداء بأهل البيت </w:t>
      </w:r>
      <w:r w:rsidRPr="00094C06">
        <w:rPr>
          <w:rStyle w:val="libAlaemChar"/>
          <w:rtl/>
        </w:rPr>
        <w:t>عليهم‌السلام</w:t>
      </w:r>
      <w:r w:rsidRPr="003A59EA">
        <w:rPr>
          <w:rtl/>
        </w:rPr>
        <w:t xml:space="preserve"> حيث تواتر عنهم </w:t>
      </w:r>
      <w:r w:rsidRPr="00094C06">
        <w:rPr>
          <w:rStyle w:val="libAlaemChar"/>
          <w:rtl/>
        </w:rPr>
        <w:t>عليهم‌السلام</w:t>
      </w:r>
      <w:r w:rsidRPr="003A59EA">
        <w:rPr>
          <w:rtl/>
        </w:rPr>
        <w:t xml:space="preserve"> النهي المطلق عن استعمال مثل هذه الأدلة في استنباط الأحكام الفقهية.</w:t>
      </w:r>
    </w:p>
    <w:p w:rsidR="00094C06" w:rsidRPr="003A59EA" w:rsidRDefault="00094C06" w:rsidP="00094C06">
      <w:pPr>
        <w:pStyle w:val="libNormal"/>
        <w:rPr>
          <w:rtl/>
        </w:rPr>
      </w:pPr>
      <w:r w:rsidRPr="00094C06">
        <w:rPr>
          <w:rStyle w:val="libBold2Char"/>
          <w:rtl/>
        </w:rPr>
        <w:t>الثاني</w:t>
      </w:r>
      <w:r w:rsidR="008A01C2">
        <w:rPr>
          <w:rtl/>
        </w:rPr>
        <w:t>:</w:t>
      </w:r>
      <w:r w:rsidRPr="003A59EA">
        <w:rPr>
          <w:rtl/>
        </w:rPr>
        <w:t xml:space="preserve"> اختلافهم في حجية الأدلة العقلية القطعية في مجال استنباط الأحكام الشرعية. حيث ذهب المشهور منهم إلى صحة ذلك</w:t>
      </w:r>
      <w:r w:rsidR="008A01C2">
        <w:rPr>
          <w:rtl/>
        </w:rPr>
        <w:t>،</w:t>
      </w:r>
      <w:r w:rsidRPr="003A59EA">
        <w:rPr>
          <w:rtl/>
        </w:rPr>
        <w:t xml:space="preserve"> ومنعه الأخباريون</w:t>
      </w:r>
      <w:r w:rsidR="008A01C2">
        <w:rPr>
          <w:rtl/>
        </w:rPr>
        <w:t>،</w:t>
      </w:r>
      <w:r w:rsidRPr="003A59EA">
        <w:rPr>
          <w:rtl/>
        </w:rPr>
        <w:t xml:space="preserve"> بمعنى عدم تحققه كما سيأتي في هذه الفائدة.</w:t>
      </w:r>
    </w:p>
    <w:p w:rsidR="00094C06" w:rsidRPr="003A59EA" w:rsidRDefault="00094C06" w:rsidP="00094C06">
      <w:pPr>
        <w:pStyle w:val="libNormal"/>
        <w:rPr>
          <w:rtl/>
        </w:rPr>
      </w:pPr>
      <w:r w:rsidRPr="00094C06">
        <w:rPr>
          <w:rStyle w:val="libBold2Char"/>
          <w:rtl/>
        </w:rPr>
        <w:t>الثالث</w:t>
      </w:r>
      <w:r w:rsidR="008A01C2">
        <w:rPr>
          <w:rtl/>
        </w:rPr>
        <w:t>:</w:t>
      </w:r>
      <w:r w:rsidRPr="003A59EA">
        <w:rPr>
          <w:rtl/>
        </w:rPr>
        <w:t xml:space="preserve"> المراد من حكم العقل هنا هو ما يصدره على نحو الجزم واليقين</w:t>
      </w:r>
      <w:r w:rsidR="008A01C2">
        <w:rPr>
          <w:rtl/>
        </w:rPr>
        <w:t>،</w:t>
      </w:r>
      <w:r w:rsidRPr="003A59EA">
        <w:rPr>
          <w:rtl/>
        </w:rPr>
        <w:t xml:space="preserve"> غير مستند بذلك إلى الكتاب والسنة بخصوص الأحكام الشرعية</w:t>
      </w:r>
      <w:r w:rsidR="008A01C2">
        <w:rPr>
          <w:rtl/>
        </w:rPr>
        <w:t>،</w:t>
      </w:r>
      <w:r w:rsidRPr="003A59EA">
        <w:rPr>
          <w:rtl/>
        </w:rPr>
        <w:t xml:space="preserve"> وليس المراد منه الحكم العقلي الواقع في مبادئ التصديق بالكتاب والسنة ولا الحكم الواقع في طولهما في مرحلة معلولات الأحكام الشرعية كحكم</w:t>
      </w:r>
    </w:p>
    <w:p w:rsidR="00094C06" w:rsidRDefault="00094C06" w:rsidP="00094C06">
      <w:pPr>
        <w:pStyle w:val="libNormal"/>
        <w:rPr>
          <w:rtl/>
        </w:rPr>
      </w:pPr>
      <w:r>
        <w:rPr>
          <w:rtl/>
        </w:rPr>
        <w:br w:type="page"/>
      </w:r>
    </w:p>
    <w:p w:rsidR="00094C06" w:rsidRPr="003A59EA" w:rsidRDefault="00094C06" w:rsidP="00094C06">
      <w:pPr>
        <w:pStyle w:val="libNormal0"/>
        <w:rPr>
          <w:rtl/>
        </w:rPr>
      </w:pPr>
      <w:r w:rsidRPr="003A59EA">
        <w:rPr>
          <w:rtl/>
        </w:rPr>
        <w:lastRenderedPageBreak/>
        <w:t>العقل بوجوب الامتثال فهذا لا إشكال في حجيته عند الجميع.</w:t>
      </w:r>
    </w:p>
    <w:p w:rsidR="00094C06" w:rsidRPr="003A59EA" w:rsidRDefault="00094C06" w:rsidP="00094C06">
      <w:pPr>
        <w:pStyle w:val="libNormal"/>
        <w:rPr>
          <w:rtl/>
        </w:rPr>
      </w:pPr>
      <w:r w:rsidRPr="003A59EA">
        <w:rPr>
          <w:rtl/>
        </w:rPr>
        <w:t>ثم ان الشيخ النوري</w:t>
      </w:r>
      <w:r w:rsidR="008A01C2">
        <w:rPr>
          <w:rtl/>
        </w:rPr>
        <w:t xml:space="preserve"> - </w:t>
      </w:r>
      <w:r w:rsidRPr="00094C06">
        <w:rPr>
          <w:rStyle w:val="libAlaemChar"/>
          <w:rtl/>
        </w:rPr>
        <w:t>رحمه‌الله</w:t>
      </w:r>
      <w:r w:rsidRPr="003A59EA">
        <w:rPr>
          <w:rtl/>
        </w:rPr>
        <w:t xml:space="preserve"> تعالى</w:t>
      </w:r>
      <w:r w:rsidR="008A01C2">
        <w:rPr>
          <w:rtl/>
        </w:rPr>
        <w:t xml:space="preserve"> - </w:t>
      </w:r>
      <w:r w:rsidRPr="003A59EA">
        <w:rPr>
          <w:rtl/>
        </w:rPr>
        <w:t>قد افتتح هذه الفائدة بإنكار هذه النسبة إلى الأخباريين</w:t>
      </w:r>
      <w:r w:rsidR="008A01C2">
        <w:rPr>
          <w:rtl/>
        </w:rPr>
        <w:t>،</w:t>
      </w:r>
      <w:r w:rsidRPr="003A59EA">
        <w:rPr>
          <w:rtl/>
        </w:rPr>
        <w:t xml:space="preserve"> مصرحا بأن ما يظهر من كلماتهم هو على خلاف ما نسب إليهم من إنكار حجية القطع الحاصل من العقل.</w:t>
      </w:r>
    </w:p>
    <w:p w:rsidR="00094C06" w:rsidRPr="003A59EA" w:rsidRDefault="00094C06" w:rsidP="00094C06">
      <w:pPr>
        <w:pStyle w:val="libNormal"/>
        <w:rPr>
          <w:rtl/>
        </w:rPr>
      </w:pPr>
      <w:r w:rsidRPr="003A59EA">
        <w:rPr>
          <w:rtl/>
        </w:rPr>
        <w:t>ثم بين أصل اشتهار هذه النسبة إليهم</w:t>
      </w:r>
      <w:r w:rsidR="008A01C2">
        <w:rPr>
          <w:rtl/>
        </w:rPr>
        <w:t>،</w:t>
      </w:r>
      <w:r w:rsidRPr="003A59EA">
        <w:rPr>
          <w:rtl/>
        </w:rPr>
        <w:t xml:space="preserve"> وهو كلام الشيخ الأنصاري</w:t>
      </w:r>
      <w:r w:rsidR="008A01C2">
        <w:rPr>
          <w:rtl/>
        </w:rPr>
        <w:t xml:space="preserve"> - </w:t>
      </w:r>
      <w:r w:rsidRPr="00094C06">
        <w:rPr>
          <w:rStyle w:val="libAlaemChar"/>
          <w:rtl/>
        </w:rPr>
        <w:t>قدس‌سره</w:t>
      </w:r>
      <w:r w:rsidRPr="003A59EA">
        <w:rPr>
          <w:rtl/>
        </w:rPr>
        <w:t xml:space="preserve"> الشريف</w:t>
      </w:r>
      <w:r w:rsidR="008A01C2">
        <w:rPr>
          <w:rtl/>
        </w:rPr>
        <w:t xml:space="preserve"> - </w:t>
      </w:r>
      <w:r w:rsidRPr="003A59EA">
        <w:rPr>
          <w:rtl/>
        </w:rPr>
        <w:t>في رسالته</w:t>
      </w:r>
      <w:r w:rsidR="008A01C2">
        <w:rPr>
          <w:rtl/>
        </w:rPr>
        <w:t>:</w:t>
      </w:r>
      <w:r w:rsidRPr="003A59EA">
        <w:rPr>
          <w:rtl/>
        </w:rPr>
        <w:t xml:space="preserve"> « حجية القطع »</w:t>
      </w:r>
      <w:r>
        <w:rPr>
          <w:rtl/>
        </w:rPr>
        <w:t>.</w:t>
      </w:r>
      <w:r w:rsidRPr="003A59EA">
        <w:rPr>
          <w:rtl/>
        </w:rPr>
        <w:t xml:space="preserve"> حيث نقل عنه ما حكاه عن المحدث الأسترآبادي</w:t>
      </w:r>
      <w:r w:rsidR="008A01C2">
        <w:rPr>
          <w:rtl/>
        </w:rPr>
        <w:t xml:space="preserve"> - </w:t>
      </w:r>
      <w:r w:rsidRPr="00094C06">
        <w:rPr>
          <w:rStyle w:val="libAlaemChar"/>
          <w:rtl/>
        </w:rPr>
        <w:t>رحمه‌الله</w:t>
      </w:r>
      <w:r w:rsidRPr="003A59EA">
        <w:rPr>
          <w:rtl/>
        </w:rPr>
        <w:t xml:space="preserve"> تعالى</w:t>
      </w:r>
      <w:r w:rsidR="008A01C2">
        <w:rPr>
          <w:rtl/>
        </w:rPr>
        <w:t xml:space="preserve"> - </w:t>
      </w:r>
      <w:r w:rsidRPr="003A59EA">
        <w:rPr>
          <w:rtl/>
        </w:rPr>
        <w:t>من تقسيمه العلوم إلى ما ينتهي إلى مادة قريبة من الإحساس</w:t>
      </w:r>
      <w:r w:rsidR="008A01C2">
        <w:rPr>
          <w:rtl/>
        </w:rPr>
        <w:t>،</w:t>
      </w:r>
      <w:r w:rsidRPr="003A59EA">
        <w:rPr>
          <w:rtl/>
        </w:rPr>
        <w:t xml:space="preserve"> وإلى أخرى بعيدة عنه مع وقوع الاختلاف في الثاني دون الأول على تفصيل بين في محله.</w:t>
      </w:r>
    </w:p>
    <w:p w:rsidR="00094C06" w:rsidRPr="003A59EA" w:rsidRDefault="00094C06" w:rsidP="00094C06">
      <w:pPr>
        <w:pStyle w:val="libNormal"/>
        <w:rPr>
          <w:rtl/>
        </w:rPr>
      </w:pPr>
      <w:r w:rsidRPr="003A59EA">
        <w:rPr>
          <w:rtl/>
        </w:rPr>
        <w:t>وقد استفاد الشيخ الأعظم</w:t>
      </w:r>
      <w:r w:rsidR="008A01C2">
        <w:rPr>
          <w:rtl/>
        </w:rPr>
        <w:t xml:space="preserve"> - </w:t>
      </w:r>
      <w:r w:rsidRPr="003A59EA">
        <w:rPr>
          <w:rtl/>
        </w:rPr>
        <w:t>طاب ثراه</w:t>
      </w:r>
      <w:r w:rsidR="008A01C2">
        <w:rPr>
          <w:rtl/>
        </w:rPr>
        <w:t xml:space="preserve"> - </w:t>
      </w:r>
      <w:r w:rsidRPr="003A59EA">
        <w:rPr>
          <w:rtl/>
        </w:rPr>
        <w:t>من كلام الأسترآبادي</w:t>
      </w:r>
      <w:r w:rsidR="008A01C2">
        <w:rPr>
          <w:rtl/>
        </w:rPr>
        <w:t xml:space="preserve"> - </w:t>
      </w:r>
      <w:r w:rsidRPr="00094C06">
        <w:rPr>
          <w:rStyle w:val="libAlaemChar"/>
          <w:rtl/>
        </w:rPr>
        <w:t>رحمه‌الله</w:t>
      </w:r>
      <w:r w:rsidRPr="003A59EA">
        <w:rPr>
          <w:rtl/>
        </w:rPr>
        <w:t xml:space="preserve"> تعالى</w:t>
      </w:r>
      <w:r w:rsidR="008A01C2">
        <w:rPr>
          <w:rtl/>
        </w:rPr>
        <w:t xml:space="preserve"> - </w:t>
      </w:r>
      <w:r w:rsidRPr="003A59EA">
        <w:rPr>
          <w:rtl/>
        </w:rPr>
        <w:t>عدم حجية إدراكات العقل</w:t>
      </w:r>
      <w:r w:rsidR="008A01C2">
        <w:rPr>
          <w:rtl/>
        </w:rPr>
        <w:t xml:space="preserve"> - </w:t>
      </w:r>
      <w:r w:rsidRPr="003A59EA">
        <w:rPr>
          <w:rtl/>
        </w:rPr>
        <w:t>عنده</w:t>
      </w:r>
      <w:r w:rsidR="008A01C2">
        <w:rPr>
          <w:rtl/>
        </w:rPr>
        <w:t xml:space="preserve"> - </w:t>
      </w:r>
      <w:r w:rsidRPr="003A59EA">
        <w:rPr>
          <w:rtl/>
        </w:rPr>
        <w:t>في غير المحسوسات</w:t>
      </w:r>
      <w:r w:rsidR="008A01C2">
        <w:rPr>
          <w:rtl/>
        </w:rPr>
        <w:t>،</w:t>
      </w:r>
      <w:r w:rsidRPr="003A59EA">
        <w:rPr>
          <w:rtl/>
        </w:rPr>
        <w:t xml:space="preserve"> مبينا من استحسن كلام الأسترآبادي من الأخباريين المتأخرين عنه كالمحدث الجزائري والبحراني</w:t>
      </w:r>
      <w:r w:rsidR="008A01C2">
        <w:rPr>
          <w:rtl/>
        </w:rPr>
        <w:t xml:space="preserve"> - </w:t>
      </w:r>
      <w:r w:rsidRPr="003A59EA">
        <w:rPr>
          <w:rtl/>
        </w:rPr>
        <w:t>رحمهما الله تعالى</w:t>
      </w:r>
      <w:r w:rsidR="008A01C2">
        <w:rPr>
          <w:rtl/>
        </w:rPr>
        <w:t xml:space="preserve"> - </w:t>
      </w:r>
      <w:r w:rsidRPr="003A59EA">
        <w:rPr>
          <w:rtl/>
        </w:rPr>
        <w:t>حيث ذهب الأول إلى القول بحكم العقل في البديهيات</w:t>
      </w:r>
      <w:r w:rsidR="008A01C2">
        <w:rPr>
          <w:rtl/>
        </w:rPr>
        <w:t>،</w:t>
      </w:r>
      <w:r w:rsidRPr="003A59EA">
        <w:rPr>
          <w:rtl/>
        </w:rPr>
        <w:t xml:space="preserve"> أما في النظريات فان وافقه النقل وحكم بحكمه فهما متّفقان</w:t>
      </w:r>
      <w:r w:rsidR="008A01C2">
        <w:rPr>
          <w:rtl/>
        </w:rPr>
        <w:t>،</w:t>
      </w:r>
      <w:r w:rsidRPr="003A59EA">
        <w:rPr>
          <w:rtl/>
        </w:rPr>
        <w:t xml:space="preserve"> وان تعارضا قدم النقل عليه.</w:t>
      </w:r>
    </w:p>
    <w:p w:rsidR="00094C06" w:rsidRPr="003A59EA" w:rsidRDefault="00094C06" w:rsidP="00094C06">
      <w:pPr>
        <w:pStyle w:val="libNormal"/>
        <w:rPr>
          <w:rtl/>
        </w:rPr>
      </w:pPr>
      <w:r w:rsidRPr="003A59EA">
        <w:rPr>
          <w:rtl/>
        </w:rPr>
        <w:t>أما الثاني فقد استحسن هذا الكلام وأيّده.</w:t>
      </w:r>
    </w:p>
    <w:p w:rsidR="00094C06" w:rsidRPr="003A59EA" w:rsidRDefault="00094C06" w:rsidP="00094C06">
      <w:pPr>
        <w:pStyle w:val="libNormal"/>
        <w:rPr>
          <w:rtl/>
        </w:rPr>
      </w:pPr>
      <w:r w:rsidRPr="003A59EA">
        <w:rPr>
          <w:rtl/>
        </w:rPr>
        <w:t>ويرى المحدث النوري ان ما استفاده أستاذه الشيخ الأنصاري من كلام الأسترآبادي غير تام</w:t>
      </w:r>
      <w:r w:rsidR="008A01C2">
        <w:rPr>
          <w:rtl/>
        </w:rPr>
        <w:t>،</w:t>
      </w:r>
      <w:r w:rsidRPr="003A59EA">
        <w:rPr>
          <w:rtl/>
        </w:rPr>
        <w:t xml:space="preserve"> وان الأسترآبادي لم يقصد حصر المعرفة البشرية بأدوات الحسّ والتجربة</w:t>
      </w:r>
      <w:r w:rsidR="008A01C2">
        <w:rPr>
          <w:rtl/>
        </w:rPr>
        <w:t>:</w:t>
      </w:r>
      <w:r w:rsidRPr="003A59EA">
        <w:rPr>
          <w:rtl/>
        </w:rPr>
        <w:t xml:space="preserve"> بل غرضه حصر المعرفة بالدليل الشرعي النقلي وإلغاء الدليل العقلي النظري في مجال استكشاف الحكم الشرعي</w:t>
      </w:r>
      <w:r w:rsidR="008A01C2">
        <w:rPr>
          <w:rtl/>
        </w:rPr>
        <w:t>،</w:t>
      </w:r>
      <w:r w:rsidRPr="003A59EA">
        <w:rPr>
          <w:rtl/>
        </w:rPr>
        <w:t xml:space="preserve"> وانه ليس في كلامه إشارة أو تصريح إلى عدم حجية حكم العقل القطعي. بل الظاهر منه نفي حجية الإدراك الظني والاستنباطات الظنية في نفس الأحكام الشرعية.</w:t>
      </w:r>
    </w:p>
    <w:p w:rsidR="00094C06" w:rsidRDefault="00094C06" w:rsidP="00094C06">
      <w:pPr>
        <w:pStyle w:val="libNormal"/>
        <w:rPr>
          <w:rtl/>
        </w:rPr>
      </w:pPr>
      <w:r>
        <w:rPr>
          <w:rtl/>
        </w:rPr>
        <w:br w:type="page"/>
      </w:r>
    </w:p>
    <w:p w:rsidR="00094C06" w:rsidRPr="003A59EA" w:rsidRDefault="00094C06" w:rsidP="00094C06">
      <w:pPr>
        <w:pStyle w:val="libNormal"/>
        <w:rPr>
          <w:rtl/>
        </w:rPr>
      </w:pPr>
      <w:r w:rsidRPr="003A59EA">
        <w:rPr>
          <w:rtl/>
        </w:rPr>
        <w:lastRenderedPageBreak/>
        <w:t>وقد استدل المحدّث النوري على ذلك بأمور كثيرة نذكر منها ما يأتي</w:t>
      </w:r>
      <w:r w:rsidR="008A01C2">
        <w:rPr>
          <w:rtl/>
        </w:rPr>
        <w:t>:</w:t>
      </w:r>
    </w:p>
    <w:p w:rsidR="00094C06" w:rsidRPr="003A59EA" w:rsidRDefault="00094C06" w:rsidP="00094C06">
      <w:pPr>
        <w:pStyle w:val="libNormal"/>
        <w:rPr>
          <w:rtl/>
        </w:rPr>
      </w:pPr>
      <w:r w:rsidRPr="00094C06">
        <w:rPr>
          <w:rStyle w:val="libBold2Char"/>
          <w:rtl/>
        </w:rPr>
        <w:t>أولا</w:t>
      </w:r>
      <w:r w:rsidR="008A01C2">
        <w:rPr>
          <w:rtl/>
        </w:rPr>
        <w:t>:</w:t>
      </w:r>
      <w:r w:rsidRPr="003A59EA">
        <w:rPr>
          <w:rtl/>
        </w:rPr>
        <w:t xml:space="preserve"> الاستدلال بالمواضع الساقطة من عبارة الأسترآبادي المنقولة</w:t>
      </w:r>
      <w:r w:rsidR="008A01C2">
        <w:rPr>
          <w:rtl/>
        </w:rPr>
        <w:t>،</w:t>
      </w:r>
      <w:r w:rsidRPr="003A59EA">
        <w:rPr>
          <w:rtl/>
        </w:rPr>
        <w:t xml:space="preserve"> والاستفادة من هذه المواضع بأن مقتضى ما أفاده الأسترآبادي هو عدم جواز الاعتماد على الدليل الظني في أحكامه تعالى سواء كان ظني الدلالة أو الطريق أو كليهما.</w:t>
      </w:r>
    </w:p>
    <w:p w:rsidR="00094C06" w:rsidRPr="003A59EA" w:rsidRDefault="00094C06" w:rsidP="00094C06">
      <w:pPr>
        <w:pStyle w:val="libNormal"/>
        <w:rPr>
          <w:rtl/>
        </w:rPr>
      </w:pPr>
      <w:r w:rsidRPr="003A59EA">
        <w:rPr>
          <w:rtl/>
        </w:rPr>
        <w:t>مبررا لأستاذه هذا السقط بأنه لم يكن عنده كتاب الفوائد المدنية للاسترآبادي وإنما نقل النص عن حاشية المعالم</w:t>
      </w:r>
      <w:r w:rsidR="008A01C2">
        <w:rPr>
          <w:rtl/>
        </w:rPr>
        <w:t>،</w:t>
      </w:r>
      <w:r w:rsidRPr="003A59EA">
        <w:rPr>
          <w:rtl/>
        </w:rPr>
        <w:t xml:space="preserve"> وكذلك الحال في نقله عن السيد الجزائري بالواسطة.</w:t>
      </w:r>
    </w:p>
    <w:p w:rsidR="00094C06" w:rsidRPr="003A59EA" w:rsidRDefault="00094C06" w:rsidP="00094C06">
      <w:pPr>
        <w:pStyle w:val="libNormal"/>
        <w:rPr>
          <w:rtl/>
        </w:rPr>
      </w:pPr>
      <w:r w:rsidRPr="00094C06">
        <w:rPr>
          <w:rStyle w:val="libBold2Char"/>
          <w:rtl/>
        </w:rPr>
        <w:t>ثانيا</w:t>
      </w:r>
      <w:r w:rsidR="008A01C2">
        <w:rPr>
          <w:rtl/>
        </w:rPr>
        <w:t>:</w:t>
      </w:r>
      <w:r w:rsidRPr="003A59EA">
        <w:rPr>
          <w:rtl/>
        </w:rPr>
        <w:t xml:space="preserve"> نقل عن الفوائد ما يفيد الإشارة إلى كون حكم العقل القطعي حجة عنده ونفي الاستنباطات الظنية</w:t>
      </w:r>
      <w:r w:rsidR="008A01C2">
        <w:rPr>
          <w:rtl/>
        </w:rPr>
        <w:t>،</w:t>
      </w:r>
      <w:r w:rsidRPr="003A59EA">
        <w:rPr>
          <w:rtl/>
        </w:rPr>
        <w:t xml:space="preserve"> كما نقل نصا آخر صريحا بإفادة هذا المعنى.</w:t>
      </w:r>
    </w:p>
    <w:p w:rsidR="00094C06" w:rsidRPr="003A59EA" w:rsidRDefault="00094C06" w:rsidP="00094C06">
      <w:pPr>
        <w:pStyle w:val="libNormal"/>
        <w:rPr>
          <w:rtl/>
        </w:rPr>
      </w:pPr>
      <w:r w:rsidRPr="00094C06">
        <w:rPr>
          <w:rStyle w:val="libBold2Char"/>
          <w:rtl/>
        </w:rPr>
        <w:t>ثالثا</w:t>
      </w:r>
      <w:r w:rsidR="008A01C2">
        <w:rPr>
          <w:rtl/>
        </w:rPr>
        <w:t>:</w:t>
      </w:r>
      <w:r w:rsidRPr="003A59EA">
        <w:rPr>
          <w:rtl/>
        </w:rPr>
        <w:t xml:space="preserve"> نقل نصا آخر يفيد عدم جواز العمل بالظن المتعلق بنفس أحكامه تعالى ثم كشف عن إبطال الأسترآبادي التمسك بالاستنباطات الظنية من الكتاب والسنة والاستصحاب والبراءة والقياس والإجماع في نفس أحكامه تعالى</w:t>
      </w:r>
      <w:r w:rsidR="008A01C2">
        <w:rPr>
          <w:rtl/>
        </w:rPr>
        <w:t>،</w:t>
      </w:r>
      <w:r w:rsidRPr="003A59EA">
        <w:rPr>
          <w:rtl/>
        </w:rPr>
        <w:t xml:space="preserve"> بما يفيد انه كان لا يرى للعقل إدراكا قطعيا في استنباط الأحكام الشرعية</w:t>
      </w:r>
      <w:r w:rsidR="008A01C2">
        <w:rPr>
          <w:rtl/>
        </w:rPr>
        <w:t>،</w:t>
      </w:r>
      <w:r w:rsidRPr="003A59EA">
        <w:rPr>
          <w:rtl/>
        </w:rPr>
        <w:t xml:space="preserve"> وإلا لعده من جملة هذه الأمور</w:t>
      </w:r>
      <w:r w:rsidR="008A01C2">
        <w:rPr>
          <w:rtl/>
        </w:rPr>
        <w:t>،</w:t>
      </w:r>
      <w:r w:rsidRPr="003A59EA">
        <w:rPr>
          <w:rtl/>
        </w:rPr>
        <w:t xml:space="preserve"> بل لقدمه على الاستصحاب وما يليه.</w:t>
      </w:r>
    </w:p>
    <w:p w:rsidR="00094C06" w:rsidRPr="003A59EA" w:rsidRDefault="00094C06" w:rsidP="00094C06">
      <w:pPr>
        <w:pStyle w:val="libNormal"/>
        <w:rPr>
          <w:rtl/>
        </w:rPr>
      </w:pPr>
      <w:r w:rsidRPr="00094C06">
        <w:rPr>
          <w:rStyle w:val="libBold2Char"/>
          <w:rtl/>
        </w:rPr>
        <w:t>رابعا</w:t>
      </w:r>
      <w:r w:rsidR="008A01C2">
        <w:rPr>
          <w:rtl/>
        </w:rPr>
        <w:t>:</w:t>
      </w:r>
      <w:r w:rsidRPr="003A59EA">
        <w:rPr>
          <w:rtl/>
        </w:rPr>
        <w:t xml:space="preserve"> نقل نصا من الفوائد يفيد وجوب أخذ أصول الدين وفروعه من أصحاب العصمة </w:t>
      </w:r>
      <w:r w:rsidRPr="00094C06">
        <w:rPr>
          <w:rStyle w:val="libAlaemChar"/>
          <w:rtl/>
        </w:rPr>
        <w:t>عليهم‌السلام</w:t>
      </w:r>
      <w:r w:rsidRPr="003A59EA">
        <w:rPr>
          <w:rtl/>
        </w:rPr>
        <w:t xml:space="preserve"> وان العقل لا يستقل بإثباتها</w:t>
      </w:r>
      <w:r w:rsidR="008A01C2">
        <w:rPr>
          <w:rtl/>
        </w:rPr>
        <w:t>،</w:t>
      </w:r>
      <w:r w:rsidRPr="003A59EA">
        <w:rPr>
          <w:rtl/>
        </w:rPr>
        <w:t xml:space="preserve"> خاصة الفروع.</w:t>
      </w:r>
    </w:p>
    <w:p w:rsidR="00094C06" w:rsidRPr="003A59EA" w:rsidRDefault="00094C06" w:rsidP="00094C06">
      <w:pPr>
        <w:pStyle w:val="libNormal"/>
        <w:rPr>
          <w:rtl/>
        </w:rPr>
      </w:pPr>
      <w:r w:rsidRPr="00094C06">
        <w:rPr>
          <w:rStyle w:val="libBold2Char"/>
          <w:rtl/>
        </w:rPr>
        <w:t>خامسا</w:t>
      </w:r>
      <w:r w:rsidR="008A01C2">
        <w:rPr>
          <w:rtl/>
        </w:rPr>
        <w:t>:</w:t>
      </w:r>
      <w:r w:rsidRPr="003A59EA">
        <w:rPr>
          <w:rtl/>
        </w:rPr>
        <w:t xml:space="preserve"> اهتم ببيان رأي الأسترآبادي في تقسيم الأخبار على نحوين.</w:t>
      </w:r>
    </w:p>
    <w:p w:rsidR="00094C06" w:rsidRPr="003A59EA" w:rsidRDefault="00094C06" w:rsidP="00094C06">
      <w:pPr>
        <w:pStyle w:val="libNormal"/>
        <w:rPr>
          <w:rtl/>
        </w:rPr>
      </w:pPr>
      <w:r w:rsidRPr="003A59EA">
        <w:rPr>
          <w:rtl/>
        </w:rPr>
        <w:t>أحدهما</w:t>
      </w:r>
      <w:r w:rsidR="008A01C2">
        <w:rPr>
          <w:rtl/>
        </w:rPr>
        <w:t>:</w:t>
      </w:r>
      <w:r w:rsidRPr="003A59EA">
        <w:rPr>
          <w:rtl/>
        </w:rPr>
        <w:t xml:space="preserve"> ان تكون صحة مضمون الخبر متواترة</w:t>
      </w:r>
      <w:r w:rsidR="008A01C2">
        <w:rPr>
          <w:rtl/>
        </w:rPr>
        <w:t>،</w:t>
      </w:r>
      <w:r w:rsidRPr="003A59EA">
        <w:rPr>
          <w:rtl/>
        </w:rPr>
        <w:t xml:space="preserve"> وهذا لا يجوز التناقض فيه.</w:t>
      </w:r>
    </w:p>
    <w:p w:rsidR="00094C06" w:rsidRPr="003A59EA" w:rsidRDefault="00094C06" w:rsidP="00094C06">
      <w:pPr>
        <w:pStyle w:val="libNormal"/>
        <w:rPr>
          <w:rtl/>
        </w:rPr>
      </w:pPr>
      <w:r w:rsidRPr="003A59EA">
        <w:rPr>
          <w:rtl/>
        </w:rPr>
        <w:t>الآخر</w:t>
      </w:r>
      <w:r w:rsidR="008A01C2">
        <w:rPr>
          <w:rtl/>
        </w:rPr>
        <w:t>:</w:t>
      </w:r>
      <w:r w:rsidRPr="003A59EA">
        <w:rPr>
          <w:rtl/>
        </w:rPr>
        <w:t xml:space="preserve"> وجود قرينة دالة على صحة مضمونه واعتباره</w:t>
      </w:r>
      <w:r w:rsidR="008A01C2">
        <w:rPr>
          <w:rtl/>
        </w:rPr>
        <w:t>،</w:t>
      </w:r>
      <w:r w:rsidRPr="003A59EA">
        <w:rPr>
          <w:rtl/>
        </w:rPr>
        <w:t xml:space="preserve"> ومن جملة هذه</w:t>
      </w:r>
    </w:p>
    <w:p w:rsidR="00094C06" w:rsidRDefault="00094C06" w:rsidP="00094C06">
      <w:pPr>
        <w:pStyle w:val="libNormal"/>
        <w:rPr>
          <w:rtl/>
        </w:rPr>
      </w:pPr>
      <w:r>
        <w:rPr>
          <w:rtl/>
        </w:rPr>
        <w:br w:type="page"/>
      </w:r>
    </w:p>
    <w:p w:rsidR="00094C06" w:rsidRPr="003A59EA" w:rsidRDefault="00094C06" w:rsidP="00094C06">
      <w:pPr>
        <w:pStyle w:val="libNormal0"/>
        <w:rPr>
          <w:rtl/>
        </w:rPr>
      </w:pPr>
      <w:r w:rsidRPr="003A59EA">
        <w:rPr>
          <w:rtl/>
        </w:rPr>
        <w:lastRenderedPageBreak/>
        <w:t>القرائن مطابقة المضمون للدليل العقلي القطعي.</w:t>
      </w:r>
    </w:p>
    <w:p w:rsidR="00094C06" w:rsidRPr="003A59EA" w:rsidRDefault="00094C06" w:rsidP="00094C06">
      <w:pPr>
        <w:pStyle w:val="libNormal"/>
        <w:rPr>
          <w:rtl/>
        </w:rPr>
      </w:pPr>
      <w:r w:rsidRPr="00094C06">
        <w:rPr>
          <w:rStyle w:val="libBold2Char"/>
          <w:rtl/>
        </w:rPr>
        <w:t>سادسا</w:t>
      </w:r>
      <w:r w:rsidR="008A01C2">
        <w:rPr>
          <w:rtl/>
        </w:rPr>
        <w:t>:</w:t>
      </w:r>
      <w:r w:rsidRPr="003A59EA">
        <w:rPr>
          <w:rtl/>
        </w:rPr>
        <w:t xml:space="preserve"> بين سبب ردّ الأسترآبادي</w:t>
      </w:r>
      <w:r w:rsidR="008A01C2">
        <w:rPr>
          <w:rtl/>
        </w:rPr>
        <w:t xml:space="preserve"> - </w:t>
      </w:r>
      <w:r w:rsidRPr="003A59EA">
        <w:rPr>
          <w:rtl/>
        </w:rPr>
        <w:t>بنص منه</w:t>
      </w:r>
      <w:r w:rsidR="008A01C2">
        <w:rPr>
          <w:rtl/>
        </w:rPr>
        <w:t xml:space="preserve"> - </w:t>
      </w:r>
      <w:r w:rsidRPr="003A59EA">
        <w:rPr>
          <w:rtl/>
        </w:rPr>
        <w:t>للترجيحات الاستحسانية بأمرين.</w:t>
      </w:r>
    </w:p>
    <w:p w:rsidR="00094C06" w:rsidRPr="003A59EA" w:rsidRDefault="00094C06" w:rsidP="00094C06">
      <w:pPr>
        <w:pStyle w:val="libNormal"/>
        <w:rPr>
          <w:rtl/>
        </w:rPr>
      </w:pPr>
      <w:r w:rsidRPr="003A59EA">
        <w:rPr>
          <w:rtl/>
        </w:rPr>
        <w:t>أحدهما</w:t>
      </w:r>
      <w:r w:rsidR="008A01C2">
        <w:rPr>
          <w:rtl/>
        </w:rPr>
        <w:t>:</w:t>
      </w:r>
      <w:r w:rsidRPr="003A59EA">
        <w:rPr>
          <w:rtl/>
        </w:rPr>
        <w:t xml:space="preserve"> لم يرد من الشارع إمضاء لها بل ورد النهي عنها.</w:t>
      </w:r>
    </w:p>
    <w:p w:rsidR="00094C06" w:rsidRPr="003A59EA" w:rsidRDefault="00094C06" w:rsidP="00094C06">
      <w:pPr>
        <w:pStyle w:val="libNormal"/>
        <w:rPr>
          <w:rtl/>
        </w:rPr>
      </w:pPr>
      <w:r w:rsidRPr="003A59EA">
        <w:rPr>
          <w:rtl/>
        </w:rPr>
        <w:t>الآخر</w:t>
      </w:r>
      <w:r w:rsidR="008A01C2">
        <w:rPr>
          <w:rtl/>
        </w:rPr>
        <w:t>:</w:t>
      </w:r>
      <w:r w:rsidRPr="003A59EA">
        <w:rPr>
          <w:rtl/>
        </w:rPr>
        <w:t xml:space="preserve"> عدم ظهور دلالة عقلية قطعية على حجيتها.</w:t>
      </w:r>
    </w:p>
    <w:p w:rsidR="00094C06" w:rsidRPr="003A59EA" w:rsidRDefault="00094C06" w:rsidP="00094C06">
      <w:pPr>
        <w:pStyle w:val="libNormal"/>
        <w:rPr>
          <w:rtl/>
        </w:rPr>
      </w:pPr>
      <w:r w:rsidRPr="003A59EA">
        <w:rPr>
          <w:rtl/>
        </w:rPr>
        <w:t>وهكذا نجد المصنف</w:t>
      </w:r>
      <w:r w:rsidR="008A01C2">
        <w:rPr>
          <w:rtl/>
        </w:rPr>
        <w:t xml:space="preserve"> - </w:t>
      </w:r>
      <w:r w:rsidRPr="00094C06">
        <w:rPr>
          <w:rStyle w:val="libAlaemChar"/>
          <w:rtl/>
        </w:rPr>
        <w:t>رحمه‌الله</w:t>
      </w:r>
      <w:r w:rsidRPr="003A59EA">
        <w:rPr>
          <w:rtl/>
        </w:rPr>
        <w:t xml:space="preserve"> تعالى</w:t>
      </w:r>
      <w:r w:rsidR="008A01C2">
        <w:rPr>
          <w:rtl/>
        </w:rPr>
        <w:t xml:space="preserve"> - </w:t>
      </w:r>
      <w:r w:rsidRPr="003A59EA">
        <w:rPr>
          <w:rtl/>
        </w:rPr>
        <w:t>ينقل ما هو صريح بحجية إدراك العقل إذا كان قطعيا.</w:t>
      </w:r>
    </w:p>
    <w:p w:rsidR="00094C06" w:rsidRPr="003A59EA" w:rsidRDefault="00094C06" w:rsidP="00094C06">
      <w:pPr>
        <w:pStyle w:val="libNormal"/>
        <w:rPr>
          <w:rtl/>
        </w:rPr>
      </w:pPr>
      <w:r w:rsidRPr="003A59EA">
        <w:rPr>
          <w:rtl/>
        </w:rPr>
        <w:t>وفي آخر ما اقتبسه من نصوص عن الفوائد لرد هذه النسبة نقل عنه كلاما مهما</w:t>
      </w:r>
      <w:r w:rsidR="008A01C2">
        <w:rPr>
          <w:rtl/>
        </w:rPr>
        <w:t xml:space="preserve"> - </w:t>
      </w:r>
      <w:r w:rsidRPr="003A59EA">
        <w:rPr>
          <w:rtl/>
        </w:rPr>
        <w:t>وهو عنده بخطه</w:t>
      </w:r>
      <w:r w:rsidR="008A01C2">
        <w:rPr>
          <w:rtl/>
        </w:rPr>
        <w:t xml:space="preserve"> - </w:t>
      </w:r>
      <w:r w:rsidRPr="003A59EA">
        <w:rPr>
          <w:rtl/>
        </w:rPr>
        <w:t>يؤيد فيه صراحة ما ذكره المصنف آنفا</w:t>
      </w:r>
      <w:r w:rsidR="008A01C2">
        <w:rPr>
          <w:rtl/>
        </w:rPr>
        <w:t>،</w:t>
      </w:r>
      <w:r w:rsidRPr="003A59EA">
        <w:rPr>
          <w:rtl/>
        </w:rPr>
        <w:t xml:space="preserve"> وانه على الرغم من حصره لإدراك الحكم الشرعي عن طريق الدليل النقلي وإلغاء ما سواه</w:t>
      </w:r>
      <w:r w:rsidR="008A01C2">
        <w:rPr>
          <w:rtl/>
        </w:rPr>
        <w:t>،</w:t>
      </w:r>
      <w:r w:rsidRPr="003A59EA">
        <w:rPr>
          <w:rtl/>
        </w:rPr>
        <w:t xml:space="preserve"> فإنه لو فرض وجود الإدراك العقلي القطعي لذلك لكان حجة عنده.</w:t>
      </w:r>
    </w:p>
    <w:p w:rsidR="00094C06" w:rsidRPr="003A59EA" w:rsidRDefault="00094C06" w:rsidP="00094C06">
      <w:pPr>
        <w:pStyle w:val="libNormal"/>
        <w:rPr>
          <w:rtl/>
        </w:rPr>
      </w:pPr>
      <w:r w:rsidRPr="003A59EA">
        <w:rPr>
          <w:rtl/>
        </w:rPr>
        <w:t>أما عن المحدث الجزائري فقد دافع عنه النوري أيضا مبينا انه تبع أقوال الأسترآبادي وعنون مطالب كتبه على غرار ما ورد في الفوائد ثم نقل عنه كما نقل عن الأسترآبادي أمورا تبين ان ما أسقطه من أدلة العقل إنما هو الأدلة الاستحسانية التي يعبر عنها بالاستنباط الظني وأورد تصريحه في وجوب تأويل الدليل النقلي إذا تعارض مع الدليل العقلي ذي المقدمات البديهية.</w:t>
      </w:r>
    </w:p>
    <w:p w:rsidR="00094C06" w:rsidRPr="003A59EA" w:rsidRDefault="00094C06" w:rsidP="00094C06">
      <w:pPr>
        <w:pStyle w:val="libNormal"/>
        <w:rPr>
          <w:rtl/>
        </w:rPr>
      </w:pPr>
      <w:r w:rsidRPr="003A59EA">
        <w:rPr>
          <w:rtl/>
        </w:rPr>
        <w:t>وأما عن بيان موقف الشيخ الحر من هذه المسألة فهو لا يحتاج إلى بيان لتصريح الشيخ الحر</w:t>
      </w:r>
      <w:r w:rsidR="008A01C2">
        <w:rPr>
          <w:rtl/>
        </w:rPr>
        <w:t xml:space="preserve"> - </w:t>
      </w:r>
      <w:r w:rsidRPr="00094C06">
        <w:rPr>
          <w:rStyle w:val="libAlaemChar"/>
          <w:rtl/>
        </w:rPr>
        <w:t>قدس‌سره</w:t>
      </w:r>
      <w:r w:rsidR="008A01C2">
        <w:rPr>
          <w:rtl/>
        </w:rPr>
        <w:t xml:space="preserve"> - </w:t>
      </w:r>
      <w:r w:rsidRPr="003A59EA">
        <w:rPr>
          <w:rtl/>
        </w:rPr>
        <w:t>بحجية حكم العقل القطعي إذ قال في الفائدة الثامنة في بيان القرائن المعتبرة على ثبوت الخبر</w:t>
      </w:r>
      <w:r w:rsidR="008A01C2">
        <w:rPr>
          <w:rtl/>
        </w:rPr>
        <w:t>:</w:t>
      </w:r>
      <w:r w:rsidRPr="003A59EA">
        <w:rPr>
          <w:rtl/>
        </w:rPr>
        <w:t xml:space="preserve"> « ومنها</w:t>
      </w:r>
      <w:r w:rsidR="008A01C2">
        <w:rPr>
          <w:rtl/>
        </w:rPr>
        <w:t>:</w:t>
      </w:r>
      <w:r w:rsidRPr="003A59EA">
        <w:rPr>
          <w:rtl/>
        </w:rPr>
        <w:t xml:space="preserve"> موافقته لدليل عقلي قطعي » </w:t>
      </w:r>
      <w:r w:rsidRPr="00094C06">
        <w:rPr>
          <w:rStyle w:val="libFootnotenumChar"/>
          <w:rtl/>
        </w:rPr>
        <w:t>(1)</w:t>
      </w:r>
      <w:r w:rsidR="008A01C2">
        <w:rPr>
          <w:rtl/>
        </w:rPr>
        <w:t>،</w:t>
      </w:r>
      <w:r w:rsidRPr="003A59EA">
        <w:rPr>
          <w:rtl/>
        </w:rPr>
        <w:t xml:space="preserve"> إلاّ أن المصنف لم يكتف بهذا التصريح بل تابع</w:t>
      </w:r>
      <w:r w:rsidR="008A01C2">
        <w:rPr>
          <w:rtl/>
        </w:rPr>
        <w:t xml:space="preserve"> - </w:t>
      </w:r>
      <w:r w:rsidRPr="00094C06">
        <w:rPr>
          <w:rStyle w:val="libAlaemChar"/>
          <w:rtl/>
        </w:rPr>
        <w:t>رحمه‌الله</w:t>
      </w:r>
      <w:r w:rsidRPr="003A59EA">
        <w:rPr>
          <w:rtl/>
        </w:rPr>
        <w:t xml:space="preserve"> تعالى</w:t>
      </w:r>
      <w:r w:rsidR="008A01C2">
        <w:rPr>
          <w:rtl/>
        </w:rPr>
        <w:t xml:space="preserve"> - </w:t>
      </w:r>
      <w:r w:rsidRPr="003A59EA">
        <w:rPr>
          <w:rtl/>
        </w:rPr>
        <w:t>أقوال الشيخ الحر وآراءه في كتبه الأخرى حول هذه</w:t>
      </w:r>
    </w:p>
    <w:p w:rsidR="00094C06" w:rsidRPr="003A59EA" w:rsidRDefault="00094C06" w:rsidP="00094C06">
      <w:pPr>
        <w:pStyle w:val="libLine"/>
        <w:rPr>
          <w:rtl/>
        </w:rPr>
      </w:pPr>
      <w:r w:rsidRPr="003A59EA">
        <w:rPr>
          <w:rtl/>
        </w:rPr>
        <w:t>__________________</w:t>
      </w:r>
    </w:p>
    <w:p w:rsidR="00094C06" w:rsidRPr="003A59EA" w:rsidRDefault="00094C06" w:rsidP="00094C06">
      <w:pPr>
        <w:pStyle w:val="libFootnote0"/>
        <w:rPr>
          <w:rtl/>
        </w:rPr>
      </w:pPr>
      <w:r w:rsidRPr="003A59EA">
        <w:rPr>
          <w:rtl/>
        </w:rPr>
        <w:t>(1) خاتمة الوسائل</w:t>
      </w:r>
      <w:r w:rsidR="008A01C2">
        <w:rPr>
          <w:rtl/>
        </w:rPr>
        <w:t xml:space="preserve"> - </w:t>
      </w:r>
      <w:r w:rsidRPr="003A59EA">
        <w:rPr>
          <w:rtl/>
        </w:rPr>
        <w:t>الفائدة الثامنة 30 / 247.</w:t>
      </w:r>
    </w:p>
    <w:p w:rsidR="00094C06" w:rsidRDefault="00094C06" w:rsidP="00094C06">
      <w:pPr>
        <w:pStyle w:val="libNormal"/>
        <w:rPr>
          <w:rtl/>
        </w:rPr>
      </w:pPr>
      <w:r>
        <w:rPr>
          <w:rtl/>
        </w:rPr>
        <w:br w:type="page"/>
      </w:r>
    </w:p>
    <w:p w:rsidR="00094C06" w:rsidRPr="003A59EA" w:rsidRDefault="00094C06" w:rsidP="00094C06">
      <w:pPr>
        <w:pStyle w:val="libNormal0"/>
        <w:rPr>
          <w:rtl/>
        </w:rPr>
      </w:pPr>
      <w:r w:rsidRPr="003A59EA">
        <w:rPr>
          <w:rtl/>
        </w:rPr>
        <w:lastRenderedPageBreak/>
        <w:t>المسألة بالذات</w:t>
      </w:r>
      <w:r w:rsidR="008A01C2">
        <w:rPr>
          <w:rtl/>
        </w:rPr>
        <w:t>،</w:t>
      </w:r>
      <w:r w:rsidRPr="003A59EA">
        <w:rPr>
          <w:rtl/>
        </w:rPr>
        <w:t xml:space="preserve"> وأطال في نقل كلماته بما حاصله عدم وجود دليل عقلي قطعي في شيء من مسائل الفروع ولو فرض وجوده فهو حجة.</w:t>
      </w:r>
    </w:p>
    <w:p w:rsidR="00094C06" w:rsidRPr="003A59EA" w:rsidRDefault="00094C06" w:rsidP="00094C06">
      <w:pPr>
        <w:pStyle w:val="libNormal"/>
        <w:rPr>
          <w:rtl/>
        </w:rPr>
      </w:pPr>
      <w:r w:rsidRPr="003A59EA">
        <w:rPr>
          <w:rtl/>
        </w:rPr>
        <w:t>اما عن كلام البحراني</w:t>
      </w:r>
      <w:r w:rsidR="008A01C2">
        <w:rPr>
          <w:rtl/>
        </w:rPr>
        <w:t xml:space="preserve"> - </w:t>
      </w:r>
      <w:r w:rsidRPr="00094C06">
        <w:rPr>
          <w:rStyle w:val="libAlaemChar"/>
          <w:rtl/>
        </w:rPr>
        <w:t>قدس‌سره</w:t>
      </w:r>
      <w:r w:rsidR="008A01C2">
        <w:rPr>
          <w:rtl/>
        </w:rPr>
        <w:t xml:space="preserve"> - </w:t>
      </w:r>
      <w:r w:rsidRPr="003A59EA">
        <w:rPr>
          <w:rtl/>
        </w:rPr>
        <w:t>في الحدائق</w:t>
      </w:r>
      <w:r w:rsidR="008A01C2">
        <w:rPr>
          <w:rtl/>
        </w:rPr>
        <w:t>،</w:t>
      </w:r>
      <w:r w:rsidRPr="003A59EA">
        <w:rPr>
          <w:rtl/>
        </w:rPr>
        <w:t xml:space="preserve"> والدرة النجفية</w:t>
      </w:r>
      <w:r w:rsidR="008A01C2">
        <w:rPr>
          <w:rtl/>
        </w:rPr>
        <w:t>،</w:t>
      </w:r>
      <w:r w:rsidRPr="003A59EA">
        <w:rPr>
          <w:rtl/>
        </w:rPr>
        <w:t xml:space="preserve"> فقد بين المصنف عدم اختلافه عن كلام الأسترآبادي ولا كلام الجزائري أو الشيخ الحر.</w:t>
      </w:r>
    </w:p>
    <w:p w:rsidR="00094C06" w:rsidRPr="003A59EA" w:rsidRDefault="00094C06" w:rsidP="00094C06">
      <w:pPr>
        <w:pStyle w:val="libNormal"/>
        <w:rPr>
          <w:rtl/>
        </w:rPr>
      </w:pPr>
      <w:r w:rsidRPr="003A59EA">
        <w:rPr>
          <w:rtl/>
        </w:rPr>
        <w:t>واستخلص رأيه بأنه يرى عدم استقلال العقل في معرفة الأحكام الشرعية بالقطع واليقين</w:t>
      </w:r>
      <w:r w:rsidR="008A01C2">
        <w:rPr>
          <w:rtl/>
        </w:rPr>
        <w:t>،</w:t>
      </w:r>
      <w:r w:rsidRPr="003A59EA">
        <w:rPr>
          <w:rtl/>
        </w:rPr>
        <w:t xml:space="preserve"> لا أنه يستقل ولا يكون</w:t>
      </w:r>
      <w:r w:rsidR="008A01C2">
        <w:rPr>
          <w:rtl/>
        </w:rPr>
        <w:t xml:space="preserve"> - </w:t>
      </w:r>
      <w:r w:rsidRPr="003A59EA">
        <w:rPr>
          <w:rtl/>
        </w:rPr>
        <w:t>مع ذلك</w:t>
      </w:r>
      <w:r w:rsidR="008A01C2">
        <w:rPr>
          <w:rtl/>
        </w:rPr>
        <w:t xml:space="preserve"> - </w:t>
      </w:r>
      <w:r w:rsidRPr="003A59EA">
        <w:rPr>
          <w:rtl/>
        </w:rPr>
        <w:t>حجة.</w:t>
      </w:r>
    </w:p>
    <w:p w:rsidR="00094C06" w:rsidRPr="003A59EA" w:rsidRDefault="00094C06" w:rsidP="00094C06">
      <w:pPr>
        <w:pStyle w:val="libNormal"/>
        <w:rPr>
          <w:rtl/>
        </w:rPr>
      </w:pPr>
      <w:r w:rsidRPr="003A59EA">
        <w:rPr>
          <w:rtl/>
        </w:rPr>
        <w:t>أما عن رأي المصنف في هذه المسألة بالذات والذي أفصح عنه في آخر هذه الفائدة فخلاصته</w:t>
      </w:r>
      <w:r w:rsidR="008A01C2">
        <w:rPr>
          <w:rtl/>
        </w:rPr>
        <w:t>:</w:t>
      </w:r>
      <w:r w:rsidRPr="003A59EA">
        <w:rPr>
          <w:rtl/>
        </w:rPr>
        <w:t xml:space="preserve"> عدم تحقق الصغرى في هذه المسألة</w:t>
      </w:r>
      <w:r w:rsidR="008A01C2">
        <w:rPr>
          <w:rtl/>
        </w:rPr>
        <w:t>،</w:t>
      </w:r>
      <w:r w:rsidRPr="003A59EA">
        <w:rPr>
          <w:rtl/>
        </w:rPr>
        <w:t xml:space="preserve"> أي</w:t>
      </w:r>
      <w:r w:rsidR="008A01C2">
        <w:rPr>
          <w:rtl/>
        </w:rPr>
        <w:t>:</w:t>
      </w:r>
      <w:r>
        <w:rPr>
          <w:rFonts w:hint="cs"/>
          <w:rtl/>
        </w:rPr>
        <w:t xml:space="preserve"> </w:t>
      </w:r>
      <w:r w:rsidRPr="003A59EA">
        <w:rPr>
          <w:rtl/>
        </w:rPr>
        <w:t>عدم تحقق استقلال العقل في مجال استنباط الأحكام الفرعية على نحو القطع واليقين.</w:t>
      </w:r>
    </w:p>
    <w:p w:rsidR="00094C06" w:rsidRDefault="00094C06" w:rsidP="00094C06">
      <w:pPr>
        <w:pStyle w:val="libNormal"/>
        <w:rPr>
          <w:rtl/>
        </w:rPr>
      </w:pPr>
      <w:r>
        <w:rPr>
          <w:rtl/>
        </w:rPr>
        <w:br w:type="page"/>
      </w:r>
    </w:p>
    <w:p w:rsidR="00094C06" w:rsidRDefault="00094C06" w:rsidP="00094C06">
      <w:pPr>
        <w:pStyle w:val="libCenterBold1"/>
        <w:rPr>
          <w:rtl/>
        </w:rPr>
      </w:pPr>
      <w:r w:rsidRPr="003A59EA">
        <w:rPr>
          <w:rtl/>
        </w:rPr>
        <w:lastRenderedPageBreak/>
        <w:t>الفائدة الثانية عشرة</w:t>
      </w:r>
    </w:p>
    <w:p w:rsidR="00094C06" w:rsidRDefault="00094C06" w:rsidP="00094C06">
      <w:pPr>
        <w:pStyle w:val="libCenterBold1"/>
        <w:rPr>
          <w:rtl/>
        </w:rPr>
      </w:pPr>
      <w:r w:rsidRPr="003A59EA">
        <w:rPr>
          <w:rtl/>
        </w:rPr>
        <w:t>في نبذ من فضيلة علم الحديث الشريف</w:t>
      </w:r>
    </w:p>
    <w:p w:rsidR="00094C06" w:rsidRPr="003A59EA" w:rsidRDefault="00094C06" w:rsidP="00094C06">
      <w:pPr>
        <w:pStyle w:val="libNormal"/>
        <w:rPr>
          <w:rtl/>
        </w:rPr>
      </w:pPr>
      <w:r w:rsidRPr="003A59EA">
        <w:rPr>
          <w:rtl/>
        </w:rPr>
        <w:t>في هذه الفائدة بيان لشرف علم الحديث</w:t>
      </w:r>
      <w:r w:rsidR="008A01C2">
        <w:rPr>
          <w:rtl/>
        </w:rPr>
        <w:t>،</w:t>
      </w:r>
      <w:r w:rsidRPr="003A59EA">
        <w:rPr>
          <w:rtl/>
        </w:rPr>
        <w:t xml:space="preserve"> وأهميته القصوى</w:t>
      </w:r>
      <w:r w:rsidR="008A01C2">
        <w:rPr>
          <w:rtl/>
        </w:rPr>
        <w:t>،</w:t>
      </w:r>
      <w:r w:rsidRPr="003A59EA">
        <w:rPr>
          <w:rtl/>
        </w:rPr>
        <w:t xml:space="preserve"> ودوره المتميز في حياة المسلم</w:t>
      </w:r>
      <w:r w:rsidR="008A01C2">
        <w:rPr>
          <w:rtl/>
        </w:rPr>
        <w:t>،</w:t>
      </w:r>
      <w:r w:rsidRPr="003A59EA">
        <w:rPr>
          <w:rtl/>
        </w:rPr>
        <w:t xml:space="preserve"> ومكانته العظمى من التشريع</w:t>
      </w:r>
      <w:r w:rsidR="008A01C2">
        <w:rPr>
          <w:rtl/>
        </w:rPr>
        <w:t>،</w:t>
      </w:r>
      <w:r w:rsidRPr="003A59EA">
        <w:rPr>
          <w:rtl/>
        </w:rPr>
        <w:t xml:space="preserve"> مع التأكيد على ضرورة الجدّ في دراسته وتدريسه.</w:t>
      </w:r>
    </w:p>
    <w:p w:rsidR="00094C06" w:rsidRPr="003A59EA" w:rsidRDefault="00094C06" w:rsidP="00094C06">
      <w:pPr>
        <w:pStyle w:val="libNormal"/>
        <w:rPr>
          <w:rtl/>
        </w:rPr>
      </w:pPr>
      <w:r w:rsidRPr="003A59EA">
        <w:rPr>
          <w:rtl/>
        </w:rPr>
        <w:t>لقد نقل المصنف</w:t>
      </w:r>
      <w:r w:rsidR="008A01C2">
        <w:rPr>
          <w:rtl/>
        </w:rPr>
        <w:t xml:space="preserve"> - </w:t>
      </w:r>
      <w:r w:rsidRPr="003A59EA">
        <w:rPr>
          <w:rtl/>
        </w:rPr>
        <w:t>طاب ثراه</w:t>
      </w:r>
      <w:r w:rsidR="008A01C2">
        <w:rPr>
          <w:rtl/>
        </w:rPr>
        <w:t xml:space="preserve"> - </w:t>
      </w:r>
      <w:r w:rsidRPr="003A59EA">
        <w:rPr>
          <w:rtl/>
        </w:rPr>
        <w:t>عن الشهيد الثاني</w:t>
      </w:r>
      <w:r w:rsidR="008A01C2">
        <w:rPr>
          <w:rtl/>
        </w:rPr>
        <w:t xml:space="preserve"> - </w:t>
      </w:r>
      <w:r w:rsidRPr="003A59EA">
        <w:rPr>
          <w:rtl/>
        </w:rPr>
        <w:t>رضي الله تعالى عنه</w:t>
      </w:r>
      <w:r w:rsidR="008A01C2">
        <w:rPr>
          <w:rtl/>
        </w:rPr>
        <w:t xml:space="preserve"> - </w:t>
      </w:r>
      <w:r w:rsidRPr="003A59EA">
        <w:rPr>
          <w:rtl/>
        </w:rPr>
        <w:t>كلاما ضافيا في جلالة هذا العلم ورتبته</w:t>
      </w:r>
      <w:r w:rsidR="008A01C2">
        <w:rPr>
          <w:rtl/>
        </w:rPr>
        <w:t>،</w:t>
      </w:r>
      <w:r w:rsidRPr="003A59EA">
        <w:rPr>
          <w:rtl/>
        </w:rPr>
        <w:t xml:space="preserve"> والمثوبة عليه مع تعريفه</w:t>
      </w:r>
      <w:r w:rsidR="008A01C2">
        <w:rPr>
          <w:rtl/>
        </w:rPr>
        <w:t>،</w:t>
      </w:r>
      <w:r w:rsidRPr="003A59EA">
        <w:rPr>
          <w:rtl/>
        </w:rPr>
        <w:t xml:space="preserve"> وما خصت به درايته من اهتمام بالغ</w:t>
      </w:r>
      <w:r w:rsidR="008A01C2">
        <w:rPr>
          <w:rtl/>
        </w:rPr>
        <w:t>،</w:t>
      </w:r>
      <w:r w:rsidRPr="003A59EA">
        <w:rPr>
          <w:rtl/>
        </w:rPr>
        <w:t xml:space="preserve"> وانها المراد بعلم الحديث عند الإطلاق.</w:t>
      </w:r>
    </w:p>
    <w:p w:rsidR="00094C06" w:rsidRPr="003A59EA" w:rsidRDefault="00094C06" w:rsidP="00094C06">
      <w:pPr>
        <w:pStyle w:val="libNormal"/>
        <w:rPr>
          <w:rtl/>
        </w:rPr>
      </w:pPr>
      <w:r w:rsidRPr="003A59EA">
        <w:rPr>
          <w:rtl/>
        </w:rPr>
        <w:t>كما أورد عنه</w:t>
      </w:r>
      <w:r w:rsidR="008A01C2">
        <w:rPr>
          <w:rtl/>
        </w:rPr>
        <w:t xml:space="preserve"> - </w:t>
      </w:r>
      <w:r w:rsidRPr="00094C06">
        <w:rPr>
          <w:rStyle w:val="libAlaemChar"/>
          <w:rtl/>
        </w:rPr>
        <w:t>قدس‌سرهما</w:t>
      </w:r>
      <w:r w:rsidR="008A01C2">
        <w:rPr>
          <w:rtl/>
        </w:rPr>
        <w:t xml:space="preserve"> - </w:t>
      </w:r>
      <w:r w:rsidRPr="003A59EA">
        <w:rPr>
          <w:rtl/>
        </w:rPr>
        <w:t>بعض الآثار والأخبار الواردة في فضل علم الحديث الشريف</w:t>
      </w:r>
      <w:r w:rsidR="008A01C2">
        <w:rPr>
          <w:rtl/>
        </w:rPr>
        <w:t>،</w:t>
      </w:r>
      <w:r w:rsidRPr="003A59EA">
        <w:rPr>
          <w:rtl/>
        </w:rPr>
        <w:t xml:space="preserve"> ثم ساق المصنف ما ورد من عظيم الأثر عن سيدة نساء العالمين فاطمة الزهراء سلام الله عليها بأن حديث المصطفى </w:t>
      </w:r>
      <w:r w:rsidRPr="00094C06">
        <w:rPr>
          <w:rStyle w:val="libAlaemChar"/>
          <w:rtl/>
        </w:rPr>
        <w:t>صلى‌الله‌عليه‌وآله‌وسلم</w:t>
      </w:r>
      <w:r w:rsidRPr="003A59EA">
        <w:rPr>
          <w:rtl/>
        </w:rPr>
        <w:t xml:space="preserve"> كان يعدل عندها سبطي هذه الأمة الحسن والحسين صلوات الله وسلامه عليهم.</w:t>
      </w:r>
    </w:p>
    <w:p w:rsidR="00094C06" w:rsidRPr="003A59EA" w:rsidRDefault="00094C06" w:rsidP="00094C06">
      <w:pPr>
        <w:pStyle w:val="libNormal"/>
        <w:rPr>
          <w:rtl/>
        </w:rPr>
      </w:pPr>
      <w:r w:rsidRPr="003A59EA">
        <w:rPr>
          <w:rtl/>
        </w:rPr>
        <w:t xml:space="preserve">وكفى به دلالة على شرفه وتفاني بضعة النبي </w:t>
      </w:r>
      <w:r w:rsidRPr="00094C06">
        <w:rPr>
          <w:rStyle w:val="libAlaemChar"/>
          <w:rtl/>
        </w:rPr>
        <w:t>صلى‌الله‌عليه‌وآله‌وسلم</w:t>
      </w:r>
      <w:r w:rsidRPr="003A59EA">
        <w:rPr>
          <w:rtl/>
        </w:rPr>
        <w:t xml:space="preserve"> من أجل الحفاظ على سلامته.</w:t>
      </w:r>
    </w:p>
    <w:p w:rsidR="00094C06" w:rsidRPr="003A59EA" w:rsidRDefault="00094C06" w:rsidP="00094C06">
      <w:pPr>
        <w:pStyle w:val="libNormal"/>
        <w:rPr>
          <w:rtl/>
        </w:rPr>
      </w:pPr>
      <w:r w:rsidRPr="003A59EA">
        <w:rPr>
          <w:rtl/>
        </w:rPr>
        <w:t>ثم نقل عن صاحب المعالم</w:t>
      </w:r>
      <w:r w:rsidR="008A01C2">
        <w:rPr>
          <w:rtl/>
        </w:rPr>
        <w:t xml:space="preserve"> - </w:t>
      </w:r>
      <w:r w:rsidRPr="00094C06">
        <w:rPr>
          <w:rStyle w:val="libAlaemChar"/>
          <w:rtl/>
        </w:rPr>
        <w:t>قدس‌سره</w:t>
      </w:r>
      <w:r w:rsidR="008A01C2">
        <w:rPr>
          <w:rtl/>
        </w:rPr>
        <w:t xml:space="preserve"> - </w:t>
      </w:r>
      <w:r w:rsidRPr="003A59EA">
        <w:rPr>
          <w:rtl/>
        </w:rPr>
        <w:t>ما يؤكد على إعطاء الحديث حقه رواية ودراية</w:t>
      </w:r>
      <w:r w:rsidR="008A01C2">
        <w:rPr>
          <w:rtl/>
        </w:rPr>
        <w:t>،</w:t>
      </w:r>
      <w:r w:rsidRPr="003A59EA">
        <w:rPr>
          <w:rtl/>
        </w:rPr>
        <w:t xml:space="preserve"> لأنه مدار أكثر الأحكام الشرعية. مع الثناء على السلف الصالح الذين بذلوا ما في وسعهم لأجل تحقيق الغاية من وجود الحديث الشريف.</w:t>
      </w:r>
    </w:p>
    <w:p w:rsidR="00094C06" w:rsidRPr="003A59EA" w:rsidRDefault="00094C06" w:rsidP="00094C06">
      <w:pPr>
        <w:pStyle w:val="libNormal"/>
        <w:rPr>
          <w:rtl/>
        </w:rPr>
      </w:pPr>
      <w:r w:rsidRPr="003A59EA">
        <w:rPr>
          <w:rtl/>
        </w:rPr>
        <w:t>ثم فصل المصنف دور العلماء في هذا الحقل</w:t>
      </w:r>
      <w:r w:rsidR="008A01C2">
        <w:rPr>
          <w:rtl/>
        </w:rPr>
        <w:t>،</w:t>
      </w:r>
      <w:r w:rsidRPr="003A59EA">
        <w:rPr>
          <w:rtl/>
        </w:rPr>
        <w:t xml:space="preserve"> وأورد عن كشف اللثام كلمة رائعة أوصى بها الفاضل الهندي</w:t>
      </w:r>
      <w:r w:rsidR="008A01C2">
        <w:rPr>
          <w:rtl/>
        </w:rPr>
        <w:t xml:space="preserve"> - </w:t>
      </w:r>
      <w:r w:rsidRPr="00094C06">
        <w:rPr>
          <w:rStyle w:val="libAlaemChar"/>
          <w:rtl/>
        </w:rPr>
        <w:t>رحمه‌الله</w:t>
      </w:r>
      <w:r w:rsidRPr="003A59EA">
        <w:rPr>
          <w:rtl/>
        </w:rPr>
        <w:t xml:space="preserve"> تعالى</w:t>
      </w:r>
      <w:r w:rsidR="008A01C2">
        <w:rPr>
          <w:rtl/>
        </w:rPr>
        <w:t xml:space="preserve"> - </w:t>
      </w:r>
      <w:r w:rsidRPr="003A59EA">
        <w:rPr>
          <w:rtl/>
        </w:rPr>
        <w:t>إخوانه العلماء والمجتهدين بهذا الخصوص.</w:t>
      </w:r>
    </w:p>
    <w:p w:rsidR="00094C06" w:rsidRDefault="00094C06" w:rsidP="00094C06">
      <w:pPr>
        <w:pStyle w:val="libNormal"/>
        <w:rPr>
          <w:rtl/>
        </w:rPr>
      </w:pPr>
      <w:r>
        <w:rPr>
          <w:rtl/>
        </w:rPr>
        <w:br w:type="page"/>
      </w:r>
    </w:p>
    <w:p w:rsidR="00094C06" w:rsidRPr="003A59EA" w:rsidRDefault="00094C06" w:rsidP="00094C06">
      <w:pPr>
        <w:pStyle w:val="libNormal"/>
        <w:rPr>
          <w:rtl/>
        </w:rPr>
      </w:pPr>
      <w:r w:rsidRPr="003A59EA">
        <w:rPr>
          <w:rtl/>
        </w:rPr>
        <w:lastRenderedPageBreak/>
        <w:t>كما أورد عن غيره من العلماء ما يشحذ الهمم للتصدي إلى استخراج الكنوز المودعة في الحديث الشريف.</w:t>
      </w:r>
    </w:p>
    <w:p w:rsidR="00094C06" w:rsidRPr="003A59EA" w:rsidRDefault="00094C06" w:rsidP="00094C06">
      <w:pPr>
        <w:pStyle w:val="libNormal"/>
        <w:rPr>
          <w:rtl/>
        </w:rPr>
      </w:pPr>
      <w:r w:rsidRPr="003A59EA">
        <w:rPr>
          <w:rtl/>
        </w:rPr>
        <w:t>ثم ختم المصنف الكلام عن شرف الحديث وأهميته ببث حزنه ولوعته على افتقاره من يذاكره في هذا العلم الجليل وكأني به يقول</w:t>
      </w:r>
      <w:r w:rsidR="008A01C2">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094C06" w:rsidRPr="003A59EA" w:rsidTr="00C67C04">
        <w:trPr>
          <w:tblCellSpacing w:w="15" w:type="dxa"/>
          <w:jc w:val="center"/>
        </w:trPr>
        <w:tc>
          <w:tcPr>
            <w:tcW w:w="2362" w:type="pct"/>
            <w:vAlign w:val="center"/>
          </w:tcPr>
          <w:p w:rsidR="00094C06" w:rsidRPr="003A59EA" w:rsidRDefault="00094C06" w:rsidP="00094C06">
            <w:pPr>
              <w:pStyle w:val="libPoem"/>
            </w:pPr>
            <w:r w:rsidRPr="003A59EA">
              <w:rPr>
                <w:rtl/>
              </w:rPr>
              <w:t>أين الوجوه أحبّها</w:t>
            </w:r>
            <w:r w:rsidRPr="00094C06">
              <w:rPr>
                <w:rStyle w:val="libPoemTiniChar0"/>
                <w:rtl/>
              </w:rPr>
              <w:br/>
              <w:t> </w:t>
            </w:r>
          </w:p>
        </w:tc>
        <w:tc>
          <w:tcPr>
            <w:tcW w:w="196" w:type="pct"/>
            <w:vAlign w:val="center"/>
          </w:tcPr>
          <w:p w:rsidR="00094C06" w:rsidRPr="003A59EA" w:rsidRDefault="00094C06" w:rsidP="00C67C04">
            <w:pPr>
              <w:rPr>
                <w:lang w:bidi="fa-IR"/>
              </w:rPr>
            </w:pPr>
          </w:p>
        </w:tc>
        <w:tc>
          <w:tcPr>
            <w:tcW w:w="2361" w:type="pct"/>
            <w:vAlign w:val="center"/>
          </w:tcPr>
          <w:p w:rsidR="00094C06" w:rsidRPr="003A59EA" w:rsidRDefault="00094C06" w:rsidP="00094C06">
            <w:pPr>
              <w:pStyle w:val="libPoem"/>
            </w:pPr>
            <w:r>
              <w:rPr>
                <w:rtl/>
              </w:rPr>
              <w:t>و</w:t>
            </w:r>
            <w:r w:rsidRPr="003A59EA">
              <w:rPr>
                <w:rtl/>
              </w:rPr>
              <w:t>أودّ لو أني فداها</w:t>
            </w:r>
            <w:r w:rsidRPr="00094C06">
              <w:rPr>
                <w:rStyle w:val="libPoemTiniChar0"/>
                <w:rtl/>
              </w:rPr>
              <w:br/>
              <w:t> </w:t>
            </w:r>
          </w:p>
        </w:tc>
      </w:tr>
      <w:tr w:rsidR="00094C06" w:rsidRPr="003A59EA" w:rsidTr="00C67C04">
        <w:trPr>
          <w:tblCellSpacing w:w="15" w:type="dxa"/>
          <w:jc w:val="center"/>
        </w:trPr>
        <w:tc>
          <w:tcPr>
            <w:tcW w:w="2362" w:type="pct"/>
            <w:vAlign w:val="center"/>
          </w:tcPr>
          <w:p w:rsidR="00094C06" w:rsidRPr="003A59EA" w:rsidRDefault="00094C06" w:rsidP="00094C06">
            <w:pPr>
              <w:pStyle w:val="libPoem"/>
            </w:pPr>
            <w:r w:rsidRPr="003A59EA">
              <w:rPr>
                <w:rtl/>
              </w:rPr>
              <w:t>أمسى لها متفقدا</w:t>
            </w:r>
            <w:r w:rsidRPr="00094C06">
              <w:rPr>
                <w:rStyle w:val="libPoemTiniChar0"/>
                <w:rtl/>
              </w:rPr>
              <w:br/>
              <w:t> </w:t>
            </w:r>
          </w:p>
        </w:tc>
        <w:tc>
          <w:tcPr>
            <w:tcW w:w="196" w:type="pct"/>
            <w:vAlign w:val="center"/>
          </w:tcPr>
          <w:p w:rsidR="00094C06" w:rsidRPr="003A59EA" w:rsidRDefault="00094C06" w:rsidP="00C67C04">
            <w:pPr>
              <w:rPr>
                <w:lang w:bidi="fa-IR"/>
              </w:rPr>
            </w:pPr>
          </w:p>
        </w:tc>
        <w:tc>
          <w:tcPr>
            <w:tcW w:w="2361" w:type="pct"/>
            <w:vAlign w:val="center"/>
          </w:tcPr>
          <w:p w:rsidR="00094C06" w:rsidRPr="003A59EA" w:rsidRDefault="00094C06" w:rsidP="00094C06">
            <w:pPr>
              <w:pStyle w:val="libPoem"/>
            </w:pPr>
            <w:r w:rsidRPr="003A59EA">
              <w:rPr>
                <w:rtl/>
              </w:rPr>
              <w:t>في العائدين ولا أراها</w:t>
            </w:r>
            <w:r w:rsidRPr="00094C06">
              <w:rPr>
                <w:rStyle w:val="libPoemTiniChar0"/>
                <w:rtl/>
              </w:rPr>
              <w:br/>
              <w:t> </w:t>
            </w:r>
          </w:p>
        </w:tc>
      </w:tr>
    </w:tbl>
    <w:p w:rsidR="00094C06" w:rsidRPr="003A59EA" w:rsidRDefault="00094C06" w:rsidP="00094C06">
      <w:pPr>
        <w:pStyle w:val="libNormal"/>
        <w:rPr>
          <w:rtl/>
        </w:rPr>
      </w:pPr>
      <w:r w:rsidRPr="003A59EA">
        <w:rPr>
          <w:rtl/>
        </w:rPr>
        <w:t>ثم عطف</w:t>
      </w:r>
      <w:r w:rsidR="008A01C2">
        <w:rPr>
          <w:rtl/>
        </w:rPr>
        <w:t xml:space="preserve"> - </w:t>
      </w:r>
      <w:r w:rsidRPr="00094C06">
        <w:rPr>
          <w:rStyle w:val="libAlaemChar"/>
          <w:rtl/>
        </w:rPr>
        <w:t>رحمه‌الله</w:t>
      </w:r>
      <w:r w:rsidRPr="003A59EA">
        <w:rPr>
          <w:rtl/>
        </w:rPr>
        <w:t xml:space="preserve"> تعالى</w:t>
      </w:r>
      <w:r w:rsidR="008A01C2">
        <w:rPr>
          <w:rtl/>
        </w:rPr>
        <w:t xml:space="preserve"> - </w:t>
      </w:r>
      <w:r w:rsidRPr="003A59EA">
        <w:rPr>
          <w:rtl/>
        </w:rPr>
        <w:t>إلى شرح حاله فترجم لنفسه ترجمة مجملة</w:t>
      </w:r>
      <w:r w:rsidR="008A01C2">
        <w:rPr>
          <w:rtl/>
        </w:rPr>
        <w:t>،</w:t>
      </w:r>
      <w:r w:rsidRPr="003A59EA">
        <w:rPr>
          <w:rtl/>
        </w:rPr>
        <w:t xml:space="preserve"> ذكر فيها تاريخ ولادته</w:t>
      </w:r>
      <w:r w:rsidR="008A01C2">
        <w:rPr>
          <w:rtl/>
        </w:rPr>
        <w:t>،</w:t>
      </w:r>
      <w:r w:rsidRPr="003A59EA">
        <w:rPr>
          <w:rtl/>
        </w:rPr>
        <w:t xml:space="preserve"> ودراسته ومشايخه ثم سفراته ورحلاته</w:t>
      </w:r>
      <w:r w:rsidR="008A01C2">
        <w:rPr>
          <w:rtl/>
        </w:rPr>
        <w:t>،</w:t>
      </w:r>
      <w:r w:rsidRPr="003A59EA">
        <w:rPr>
          <w:rtl/>
        </w:rPr>
        <w:t xml:space="preserve"> واختتم الكلام بتعداد مؤلفاته.</w:t>
      </w:r>
    </w:p>
    <w:p w:rsidR="00094C06" w:rsidRPr="003A59EA" w:rsidRDefault="00094C06" w:rsidP="00094C06">
      <w:pPr>
        <w:pStyle w:val="libNormal"/>
        <w:rPr>
          <w:rtl/>
        </w:rPr>
      </w:pPr>
      <w:r w:rsidRPr="003A59EA">
        <w:rPr>
          <w:rtl/>
        </w:rPr>
        <w:t>رحم الله تعالى شيخنا النوري</w:t>
      </w:r>
      <w:r w:rsidR="008A01C2">
        <w:rPr>
          <w:rtl/>
        </w:rPr>
        <w:t>،</w:t>
      </w:r>
      <w:r w:rsidRPr="003A59EA">
        <w:rPr>
          <w:rtl/>
        </w:rPr>
        <w:t xml:space="preserve"> فقد كان</w:t>
      </w:r>
      <w:r w:rsidR="008A01C2">
        <w:rPr>
          <w:rtl/>
        </w:rPr>
        <w:t xml:space="preserve"> - </w:t>
      </w:r>
      <w:r w:rsidRPr="003A59EA">
        <w:rPr>
          <w:rtl/>
        </w:rPr>
        <w:t>كما شهد تلامذته</w:t>
      </w:r>
      <w:r w:rsidR="008A01C2">
        <w:rPr>
          <w:rtl/>
        </w:rPr>
        <w:t xml:space="preserve"> - </w:t>
      </w:r>
      <w:r w:rsidRPr="003A59EA">
        <w:rPr>
          <w:rtl/>
        </w:rPr>
        <w:t>صواما قواما مخلصا لله في عمله</w:t>
      </w:r>
      <w:r w:rsidR="008A01C2">
        <w:rPr>
          <w:rtl/>
        </w:rPr>
        <w:t>،</w:t>
      </w:r>
      <w:r w:rsidRPr="003A59EA">
        <w:rPr>
          <w:rtl/>
        </w:rPr>
        <w:t xml:space="preserve"> مجدا في أداء فرائضه</w:t>
      </w:r>
      <w:r w:rsidR="008A01C2">
        <w:rPr>
          <w:rtl/>
        </w:rPr>
        <w:t>،</w:t>
      </w:r>
      <w:r w:rsidRPr="003A59EA">
        <w:rPr>
          <w:rtl/>
        </w:rPr>
        <w:t xml:space="preserve"> غزير الدمع من خشيته</w:t>
      </w:r>
      <w:r w:rsidR="008A01C2">
        <w:rPr>
          <w:rtl/>
        </w:rPr>
        <w:t>،</w:t>
      </w:r>
      <w:r w:rsidRPr="003A59EA">
        <w:rPr>
          <w:rtl/>
        </w:rPr>
        <w:t xml:space="preserve"> متشفعا بالنبي وآل بيته صلّى الله عليهم وسلّم.</w:t>
      </w:r>
    </w:p>
    <w:p w:rsidR="00094C06" w:rsidRPr="003A59EA" w:rsidRDefault="00094C06" w:rsidP="00094C06">
      <w:pPr>
        <w:pStyle w:val="libNormal"/>
        <w:rPr>
          <w:rtl/>
        </w:rPr>
      </w:pPr>
      <w:r w:rsidRPr="003A59EA">
        <w:rPr>
          <w:rtl/>
        </w:rPr>
        <w:t>هذا وقد وافق الفراغ من آخر كلمة في هذه الفائدة بقلمه الشريف اليوم العاشر من ربيع الآخر في السنة التاسعة عشرة بعد الألف والثلاثمائة من الهجرة الشريفة</w:t>
      </w:r>
      <w:r w:rsidR="008A01C2">
        <w:rPr>
          <w:rtl/>
        </w:rPr>
        <w:t>،</w:t>
      </w:r>
      <w:r w:rsidRPr="003A59EA">
        <w:rPr>
          <w:rtl/>
        </w:rPr>
        <w:t xml:space="preserve"> ولم يمض طويلا هذا القلم المعطاء</w:t>
      </w:r>
      <w:r w:rsidR="008A01C2">
        <w:rPr>
          <w:rtl/>
        </w:rPr>
        <w:t xml:space="preserve"> - </w:t>
      </w:r>
      <w:r w:rsidRPr="003A59EA">
        <w:rPr>
          <w:rtl/>
        </w:rPr>
        <w:t>بعد إكمال هذه الخاتمة</w:t>
      </w:r>
      <w:r w:rsidR="008A01C2">
        <w:rPr>
          <w:rtl/>
        </w:rPr>
        <w:t xml:space="preserve"> - </w:t>
      </w:r>
      <w:r w:rsidRPr="003A59EA">
        <w:rPr>
          <w:rtl/>
        </w:rPr>
        <w:t>إذ انتقل صاحبه إلى جوار الملك المنان في ليلة الأربعاء لثلاث بقين من جمادى الآخرة لسنة عشرين بعد الألف والثلاثمائة من الهجرة الشريفة.</w:t>
      </w:r>
    </w:p>
    <w:p w:rsidR="00094C06" w:rsidRPr="003A59EA" w:rsidRDefault="00094C06" w:rsidP="00094C06">
      <w:pPr>
        <w:pStyle w:val="libNormal"/>
        <w:rPr>
          <w:rtl/>
        </w:rPr>
      </w:pPr>
      <w:r w:rsidRPr="003A59EA">
        <w:rPr>
          <w:rtl/>
        </w:rPr>
        <w:t>تغمده الله بواسع رحمته وأسكنه فسيح جناته.</w:t>
      </w:r>
    </w:p>
    <w:p w:rsidR="00094C06" w:rsidRDefault="00094C06" w:rsidP="00094C06">
      <w:pPr>
        <w:pStyle w:val="libNormal"/>
        <w:rPr>
          <w:rtl/>
        </w:rPr>
      </w:pPr>
      <w:r>
        <w:rPr>
          <w:rtl/>
        </w:rPr>
        <w:br w:type="page"/>
      </w:r>
    </w:p>
    <w:p w:rsidR="00094C06" w:rsidRDefault="00094C06" w:rsidP="00094C06">
      <w:pPr>
        <w:pStyle w:val="libBold1"/>
        <w:rPr>
          <w:rtl/>
        </w:rPr>
      </w:pPr>
      <w:r w:rsidRPr="003A59EA">
        <w:rPr>
          <w:rtl/>
        </w:rPr>
        <w:lastRenderedPageBreak/>
        <w:t>منهجية التحقيق</w:t>
      </w:r>
      <w:r w:rsidR="008A01C2">
        <w:rPr>
          <w:rtl/>
        </w:rPr>
        <w:t>:</w:t>
      </w:r>
    </w:p>
    <w:p w:rsidR="00094C06" w:rsidRPr="003A59EA" w:rsidRDefault="00094C06" w:rsidP="00094C06">
      <w:pPr>
        <w:pStyle w:val="libNormal"/>
        <w:rPr>
          <w:rtl/>
        </w:rPr>
      </w:pPr>
      <w:r w:rsidRPr="003A59EA">
        <w:rPr>
          <w:rtl/>
        </w:rPr>
        <w:t>لله درّ من سمّى المحدث النوري ( قده ) بخاتمة المحدثين</w:t>
      </w:r>
      <w:r w:rsidR="008A01C2">
        <w:rPr>
          <w:rtl/>
        </w:rPr>
        <w:t>،</w:t>
      </w:r>
      <w:r w:rsidRPr="003A59EA">
        <w:rPr>
          <w:rtl/>
        </w:rPr>
        <w:t xml:space="preserve"> فان ما أجادت به يراعه المباركة لهي بحق تعدّ من أعظم ما سطرته يراع العظماء من أمثاله. ولذلك كان العمل على خاتمة المستدرك من الصعوبة بمكان وغير خجلين من الإقرار بذلك</w:t>
      </w:r>
      <w:r w:rsidR="008A01C2">
        <w:rPr>
          <w:rtl/>
        </w:rPr>
        <w:t>،</w:t>
      </w:r>
      <w:r w:rsidRPr="003A59EA">
        <w:rPr>
          <w:rtl/>
        </w:rPr>
        <w:t xml:space="preserve"> بالإضافة إلى نقص النسخ الخطية المتوفرة لدينا والتي تم العمل عليها.</w:t>
      </w:r>
    </w:p>
    <w:p w:rsidR="00094C06" w:rsidRPr="00BC754A" w:rsidRDefault="00094C06" w:rsidP="00094C06">
      <w:pPr>
        <w:pStyle w:val="libBold2"/>
        <w:rPr>
          <w:rtl/>
        </w:rPr>
      </w:pPr>
      <w:r w:rsidRPr="00BC754A">
        <w:rPr>
          <w:rtl/>
        </w:rPr>
        <w:t>وبعد</w:t>
      </w:r>
      <w:r w:rsidR="008A01C2">
        <w:rPr>
          <w:rtl/>
        </w:rPr>
        <w:t>:</w:t>
      </w:r>
    </w:p>
    <w:p w:rsidR="00094C06" w:rsidRPr="003A59EA" w:rsidRDefault="00094C06" w:rsidP="00094C06">
      <w:pPr>
        <w:pStyle w:val="libNormal"/>
        <w:rPr>
          <w:rtl/>
        </w:rPr>
      </w:pPr>
      <w:r w:rsidRPr="003A59EA">
        <w:rPr>
          <w:rtl/>
        </w:rPr>
        <w:t>فمن مميّزات مؤسّستنا منهجية العمل الجماعي</w:t>
      </w:r>
      <w:r w:rsidR="008A01C2">
        <w:rPr>
          <w:rtl/>
        </w:rPr>
        <w:t>،</w:t>
      </w:r>
      <w:r w:rsidRPr="003A59EA">
        <w:rPr>
          <w:rtl/>
        </w:rPr>
        <w:t xml:space="preserve"> ولقد كان هذا المنهج هو الأصل في عملنا مع ما للطاقات الفردية الضخمة المتوافرة من مساهمة فعالة في صياغة هذا العمل ليخرج بهذه الحلة الفريدة نظرا لضخامته وتنوعه.</w:t>
      </w:r>
    </w:p>
    <w:p w:rsidR="00094C06" w:rsidRPr="003A59EA" w:rsidRDefault="00094C06" w:rsidP="00094C06">
      <w:pPr>
        <w:pStyle w:val="libNormal"/>
        <w:rPr>
          <w:rtl/>
        </w:rPr>
      </w:pPr>
      <w:r w:rsidRPr="003A59EA">
        <w:rPr>
          <w:rtl/>
        </w:rPr>
        <w:t>فخاتمة المستدرك والتي تحتوي على (12) فائدة هي عبارة عن اثني عشر منهجا مختلفا وكل واحدة منها تحتاج الى جهد خاص وذوق متميز.</w:t>
      </w:r>
    </w:p>
    <w:p w:rsidR="00094C06" w:rsidRPr="003A59EA" w:rsidRDefault="00094C06" w:rsidP="00094C06">
      <w:pPr>
        <w:pStyle w:val="libNormal"/>
        <w:rPr>
          <w:rtl/>
        </w:rPr>
      </w:pPr>
      <w:r w:rsidRPr="003A59EA">
        <w:rPr>
          <w:rtl/>
        </w:rPr>
        <w:t>وقد تمت الإشارة الى بعض الجهد المبذول في مقدمة الفوائد وما تطلّبته من إمكانات في سبيل الوصول الى عرضها ونشرها بما يتناسب مع مالها من مقام شامخ في نفوس طلبة العلوم. ولذلك لا يسعنا القول بأن العمل الذي أنجز</w:t>
      </w:r>
      <w:r w:rsidR="008A01C2">
        <w:rPr>
          <w:rtl/>
        </w:rPr>
        <w:t>،</w:t>
      </w:r>
      <w:r w:rsidRPr="003A59EA">
        <w:rPr>
          <w:rtl/>
        </w:rPr>
        <w:t xml:space="preserve"> يمكن حصره في لجان معينة وافراد خاصين نتيجة تشعبه وضخامته</w:t>
      </w:r>
      <w:r w:rsidR="008A01C2">
        <w:rPr>
          <w:rtl/>
        </w:rPr>
        <w:t>،</w:t>
      </w:r>
      <w:r w:rsidRPr="003A59EA">
        <w:rPr>
          <w:rtl/>
        </w:rPr>
        <w:t xml:space="preserve"> وعليه فقد تمت الاستفادة من كافة الطاقات المتاحة والتي بذلت جهدا مشكورا في التعاون معنا لانجاز هذا العمل.</w:t>
      </w:r>
    </w:p>
    <w:p w:rsidR="00094C06" w:rsidRDefault="00094C06" w:rsidP="00094C06">
      <w:pPr>
        <w:pStyle w:val="libNormal"/>
        <w:rPr>
          <w:rtl/>
        </w:rPr>
      </w:pPr>
      <w:r>
        <w:rPr>
          <w:rtl/>
        </w:rPr>
        <w:br w:type="page"/>
      </w:r>
    </w:p>
    <w:p w:rsidR="00094C06" w:rsidRDefault="00094C06" w:rsidP="00094C06">
      <w:pPr>
        <w:pStyle w:val="libBold1"/>
        <w:rPr>
          <w:rtl/>
        </w:rPr>
      </w:pPr>
      <w:r w:rsidRPr="003A59EA">
        <w:rPr>
          <w:rtl/>
        </w:rPr>
        <w:lastRenderedPageBreak/>
        <w:t>النسخ المعتمدة في تحقيق الكتاب</w:t>
      </w:r>
      <w:r w:rsidR="008A01C2">
        <w:rPr>
          <w:rtl/>
        </w:rPr>
        <w:t>:</w:t>
      </w:r>
    </w:p>
    <w:p w:rsidR="00094C06" w:rsidRPr="003A59EA" w:rsidRDefault="00094C06" w:rsidP="00094C06">
      <w:pPr>
        <w:pStyle w:val="libNormal"/>
        <w:rPr>
          <w:rtl/>
        </w:rPr>
      </w:pPr>
      <w:r w:rsidRPr="003A59EA">
        <w:rPr>
          <w:rtl/>
        </w:rPr>
        <w:t>1</w:t>
      </w:r>
      <w:r w:rsidR="008A01C2">
        <w:rPr>
          <w:rtl/>
        </w:rPr>
        <w:t xml:space="preserve"> - </w:t>
      </w:r>
      <w:r w:rsidRPr="003A59EA">
        <w:rPr>
          <w:rtl/>
        </w:rPr>
        <w:t>النسخة المحفوظة في مكتبة نصيري بطهران</w:t>
      </w:r>
      <w:r w:rsidR="008A01C2">
        <w:rPr>
          <w:rtl/>
        </w:rPr>
        <w:t>،</w:t>
      </w:r>
      <w:r w:rsidRPr="003A59EA">
        <w:rPr>
          <w:rtl/>
        </w:rPr>
        <w:t xml:space="preserve"> وهي تشتمل على الفوائد الأولى والثانية والثالثة فقط</w:t>
      </w:r>
      <w:r w:rsidR="008A01C2">
        <w:rPr>
          <w:rtl/>
        </w:rPr>
        <w:t>،</w:t>
      </w:r>
      <w:r w:rsidRPr="003A59EA">
        <w:rPr>
          <w:rtl/>
        </w:rPr>
        <w:t xml:space="preserve"> جاء في آخرها</w:t>
      </w:r>
      <w:r w:rsidR="008A01C2">
        <w:rPr>
          <w:rtl/>
        </w:rPr>
        <w:t>:</w:t>
      </w:r>
      <w:r w:rsidRPr="003A59EA">
        <w:rPr>
          <w:rtl/>
        </w:rPr>
        <w:t xml:space="preserve"> كتبه الحقير مهدي بن أبو القاسم الحسيني الكاشاني</w:t>
      </w:r>
      <w:r w:rsidR="008A01C2">
        <w:rPr>
          <w:rtl/>
        </w:rPr>
        <w:t>،</w:t>
      </w:r>
      <w:r w:rsidRPr="003A59EA">
        <w:rPr>
          <w:rtl/>
        </w:rPr>
        <w:t xml:space="preserve"> هذا وعلى هذه النسخة حاشية لصدر الأفاضل ( دانش ) نصيري اميني</w:t>
      </w:r>
      <w:r w:rsidR="008A01C2">
        <w:rPr>
          <w:rtl/>
        </w:rPr>
        <w:t>،</w:t>
      </w:r>
      <w:r w:rsidRPr="003A59EA">
        <w:rPr>
          <w:rtl/>
        </w:rPr>
        <w:t xml:space="preserve"> هكذا ذكر ذلك في أولها حفيده فخر الدين نصيري اميني</w:t>
      </w:r>
      <w:r w:rsidR="008A01C2">
        <w:rPr>
          <w:rtl/>
        </w:rPr>
        <w:t>،</w:t>
      </w:r>
      <w:r w:rsidRPr="003A59EA">
        <w:rPr>
          <w:rtl/>
        </w:rPr>
        <w:t xml:space="preserve"> وكذلك حاشية اخرى ليحيى بن محمّد شفيع الأصفهاني</w:t>
      </w:r>
      <w:r w:rsidR="008A01C2">
        <w:rPr>
          <w:rtl/>
        </w:rPr>
        <w:t>،</w:t>
      </w:r>
      <w:r w:rsidRPr="003A59EA">
        <w:rPr>
          <w:rtl/>
        </w:rPr>
        <w:t xml:space="preserve"> وتقع هذه النسخة في 698 صحيفة من الحجم الوزيري.</w:t>
      </w:r>
    </w:p>
    <w:p w:rsidR="00094C06" w:rsidRPr="003A59EA" w:rsidRDefault="00094C06" w:rsidP="00094C06">
      <w:pPr>
        <w:pStyle w:val="libNormal"/>
        <w:rPr>
          <w:rtl/>
        </w:rPr>
      </w:pPr>
      <w:r w:rsidRPr="003A59EA">
        <w:rPr>
          <w:rtl/>
        </w:rPr>
        <w:t>2</w:t>
      </w:r>
      <w:r w:rsidR="008A01C2">
        <w:rPr>
          <w:rtl/>
        </w:rPr>
        <w:t xml:space="preserve"> - </w:t>
      </w:r>
      <w:r w:rsidRPr="003A59EA">
        <w:rPr>
          <w:rtl/>
        </w:rPr>
        <w:t xml:space="preserve">مخطوطة في مكتبة الإمام الرضا </w:t>
      </w:r>
      <w:r w:rsidRPr="00094C06">
        <w:rPr>
          <w:rStyle w:val="libAlaemChar"/>
          <w:rtl/>
        </w:rPr>
        <w:t>عليه‌السلام</w:t>
      </w:r>
      <w:r w:rsidR="008A01C2">
        <w:rPr>
          <w:rtl/>
        </w:rPr>
        <w:t>،</w:t>
      </w:r>
      <w:r w:rsidRPr="003A59EA">
        <w:rPr>
          <w:rtl/>
        </w:rPr>
        <w:t xml:space="preserve"> وهي تحتوي على الفوائد السادسة إلى الثانية عشرة</w:t>
      </w:r>
      <w:r w:rsidR="008A01C2">
        <w:rPr>
          <w:rtl/>
        </w:rPr>
        <w:t>،</w:t>
      </w:r>
      <w:r w:rsidRPr="003A59EA">
        <w:rPr>
          <w:rtl/>
        </w:rPr>
        <w:t xml:space="preserve"> وهي بخط المصنف </w:t>
      </w:r>
      <w:r w:rsidRPr="00094C06">
        <w:rPr>
          <w:rStyle w:val="libAlaemChar"/>
          <w:rtl/>
        </w:rPr>
        <w:t>قدس‌سره</w:t>
      </w:r>
      <w:r w:rsidR="008A01C2">
        <w:rPr>
          <w:rtl/>
        </w:rPr>
        <w:t>،</w:t>
      </w:r>
      <w:r w:rsidRPr="003A59EA">
        <w:rPr>
          <w:rtl/>
        </w:rPr>
        <w:t xml:space="preserve"> وقد جاء في أولها</w:t>
      </w:r>
      <w:r w:rsidR="008A01C2">
        <w:rPr>
          <w:rtl/>
        </w:rPr>
        <w:t>:</w:t>
      </w:r>
    </w:p>
    <w:p w:rsidR="00094C06" w:rsidRPr="003A59EA" w:rsidRDefault="00094C06" w:rsidP="00094C06">
      <w:pPr>
        <w:pStyle w:val="libNormal"/>
        <w:rPr>
          <w:rtl/>
        </w:rPr>
      </w:pPr>
      <w:r w:rsidRPr="003A59EA">
        <w:rPr>
          <w:rtl/>
        </w:rPr>
        <w:t>بسم الله الرحمن الرحيم الحمد لله وصلّى الله على محمّد وآله آل الله الفائدة السادسة.</w:t>
      </w:r>
    </w:p>
    <w:p w:rsidR="00094C06" w:rsidRPr="003A59EA" w:rsidRDefault="00094C06" w:rsidP="00094C06">
      <w:pPr>
        <w:pStyle w:val="libNormal"/>
        <w:rPr>
          <w:rtl/>
        </w:rPr>
      </w:pPr>
      <w:r w:rsidRPr="003A59EA">
        <w:rPr>
          <w:rtl/>
        </w:rPr>
        <w:t>وفي آخرها</w:t>
      </w:r>
      <w:r w:rsidR="008A01C2">
        <w:rPr>
          <w:rtl/>
        </w:rPr>
        <w:t>:</w:t>
      </w:r>
    </w:p>
    <w:p w:rsidR="00094C06" w:rsidRPr="003A59EA" w:rsidRDefault="00094C06" w:rsidP="00094C06">
      <w:pPr>
        <w:pStyle w:val="libNormal"/>
        <w:rPr>
          <w:rtl/>
        </w:rPr>
      </w:pPr>
      <w:r w:rsidRPr="003A59EA">
        <w:rPr>
          <w:rtl/>
        </w:rPr>
        <w:t>ووافق الفراغ من هذا المجلد أيضا يوم العاشر من ربيع الآخر يوم ولادة سيدنا الإمام الزكي أبي محمّد الحسن بن علي الهادي صلوات الله عليهما في السنة المباركة التي أخبر أهل الحساب بتوافق الأضحى والجمعة والنيروز فيها السنة التاسعة عشرة بعد الألف وثلاثمائة بيد العبد المذنب المسيء حسين ابن محمّد تقي النوري الطبرسي حامدا مصليا مستغفرا.</w:t>
      </w:r>
    </w:p>
    <w:p w:rsidR="00094C06" w:rsidRPr="003A59EA" w:rsidRDefault="00094C06" w:rsidP="00094C06">
      <w:pPr>
        <w:pStyle w:val="libNormal"/>
        <w:rPr>
          <w:rtl/>
        </w:rPr>
      </w:pPr>
      <w:r w:rsidRPr="003A59EA">
        <w:rPr>
          <w:rtl/>
        </w:rPr>
        <w:t>أي قبل سنة واحدة من وفاته كما وانه جاء في الورقة الأولى عبارة هي</w:t>
      </w:r>
      <w:r w:rsidR="008A01C2">
        <w:rPr>
          <w:rtl/>
        </w:rPr>
        <w:t>:</w:t>
      </w:r>
    </w:p>
    <w:p w:rsidR="00094C06" w:rsidRPr="003A59EA" w:rsidRDefault="00094C06" w:rsidP="00094C06">
      <w:pPr>
        <w:pStyle w:val="libNormal"/>
        <w:rPr>
          <w:rtl/>
        </w:rPr>
      </w:pPr>
      <w:r w:rsidRPr="003A59EA">
        <w:rPr>
          <w:rtl/>
        </w:rPr>
        <w:t>بسم الله الرحمن الرحيم الحمد لله الذي شرفني بزيارة هذه النسخة النفيسة التي هي آخر أجزاء مستدرك الوسائل من تصنيف شيخنا العلامة النوري طاب ثراه وهي بخط يده الشريفة في آخر عمره</w:t>
      </w:r>
      <w:r w:rsidR="008A01C2">
        <w:rPr>
          <w:rtl/>
        </w:rPr>
        <w:t>،</w:t>
      </w:r>
      <w:r w:rsidRPr="003A59EA">
        <w:rPr>
          <w:rtl/>
        </w:rPr>
        <w:t xml:space="preserve"> فإنه توفي سنة 1320</w:t>
      </w:r>
      <w:r w:rsidR="008A01C2">
        <w:rPr>
          <w:rtl/>
        </w:rPr>
        <w:t>،</w:t>
      </w:r>
      <w:r w:rsidRPr="003A59EA">
        <w:rPr>
          <w:rtl/>
        </w:rPr>
        <w:t xml:space="preserve"> حرره</w:t>
      </w:r>
    </w:p>
    <w:p w:rsidR="00094C06" w:rsidRDefault="00094C06" w:rsidP="00094C06">
      <w:pPr>
        <w:pStyle w:val="libNormal"/>
        <w:rPr>
          <w:rtl/>
        </w:rPr>
      </w:pPr>
      <w:r>
        <w:rPr>
          <w:rtl/>
        </w:rPr>
        <w:br w:type="page"/>
      </w:r>
    </w:p>
    <w:p w:rsidR="00094C06" w:rsidRPr="003A59EA" w:rsidRDefault="00094C06" w:rsidP="00094C06">
      <w:pPr>
        <w:pStyle w:val="libNormal0"/>
        <w:rPr>
          <w:rtl/>
        </w:rPr>
      </w:pPr>
      <w:r w:rsidRPr="003A59EA">
        <w:rPr>
          <w:rtl/>
        </w:rPr>
        <w:lastRenderedPageBreak/>
        <w:t>خادمه المجاز منه العبد الفاني الشهير بآقا بزرك الطهراني في ( 20</w:t>
      </w:r>
      <w:r w:rsidR="008A01C2">
        <w:rPr>
          <w:rtl/>
        </w:rPr>
        <w:t xml:space="preserve"> - </w:t>
      </w:r>
      <w:r w:rsidRPr="003A59EA">
        <w:rPr>
          <w:rtl/>
        </w:rPr>
        <w:t>ع 2</w:t>
      </w:r>
      <w:r w:rsidR="008A01C2">
        <w:rPr>
          <w:rtl/>
        </w:rPr>
        <w:t xml:space="preserve"> - </w:t>
      </w:r>
      <w:r w:rsidRPr="003A59EA">
        <w:rPr>
          <w:rtl/>
        </w:rPr>
        <w:t>1380 )</w:t>
      </w:r>
      <w:r>
        <w:rPr>
          <w:rtl/>
        </w:rPr>
        <w:t>.</w:t>
      </w:r>
    </w:p>
    <w:p w:rsidR="00094C06" w:rsidRPr="003A59EA" w:rsidRDefault="00094C06" w:rsidP="00094C06">
      <w:pPr>
        <w:pStyle w:val="libNormal"/>
        <w:rPr>
          <w:rtl/>
        </w:rPr>
      </w:pPr>
      <w:r w:rsidRPr="003A59EA">
        <w:rPr>
          <w:rtl/>
        </w:rPr>
        <w:t>3</w:t>
      </w:r>
      <w:r w:rsidR="008A01C2">
        <w:rPr>
          <w:rtl/>
        </w:rPr>
        <w:t xml:space="preserve"> - </w:t>
      </w:r>
      <w:r w:rsidRPr="003A59EA">
        <w:rPr>
          <w:rtl/>
        </w:rPr>
        <w:t>المطبوعة الحجرية</w:t>
      </w:r>
      <w:r w:rsidR="008A01C2">
        <w:rPr>
          <w:rtl/>
        </w:rPr>
        <w:t>:</w:t>
      </w:r>
      <w:r w:rsidRPr="003A59EA">
        <w:rPr>
          <w:rtl/>
        </w:rPr>
        <w:t xml:space="preserve"> وهي نسخة محفوظة في مكتبة العلامة الحجة السيد عبد العزيز الطباطبائي نقل فيها جميع ما سبق لاستاذه الشيخ آقا بزرك الطهراني إثباته من حواش وتعليقات على نسخته من خاتمة مستدرك الوسائل</w:t>
      </w:r>
      <w:r w:rsidR="008A01C2">
        <w:rPr>
          <w:rtl/>
        </w:rPr>
        <w:t>،</w:t>
      </w:r>
      <w:r w:rsidRPr="003A59EA">
        <w:rPr>
          <w:rtl/>
        </w:rPr>
        <w:t xml:space="preserve"> وحيث كان الطهراني</w:t>
      </w:r>
      <w:r w:rsidR="008A01C2">
        <w:rPr>
          <w:rtl/>
        </w:rPr>
        <w:t xml:space="preserve"> - </w:t>
      </w:r>
      <w:r w:rsidRPr="003A59EA">
        <w:rPr>
          <w:rtl/>
        </w:rPr>
        <w:t>كما هو معروف</w:t>
      </w:r>
      <w:r w:rsidR="008A01C2">
        <w:rPr>
          <w:rtl/>
        </w:rPr>
        <w:t xml:space="preserve"> - </w:t>
      </w:r>
      <w:r w:rsidRPr="003A59EA">
        <w:rPr>
          <w:rtl/>
        </w:rPr>
        <w:t xml:space="preserve">من التلامذة المختصين بالمحدث النوري </w:t>
      </w:r>
      <w:r w:rsidRPr="00094C06">
        <w:rPr>
          <w:rStyle w:val="libAlaemChar"/>
          <w:rtl/>
        </w:rPr>
        <w:t>قدس‌سره</w:t>
      </w:r>
      <w:r w:rsidRPr="003A59EA">
        <w:rPr>
          <w:rtl/>
        </w:rPr>
        <w:t xml:space="preserve"> والذي يعد من كبار الأساتذة المختصين والبارعين في هذا المضمار</w:t>
      </w:r>
      <w:r w:rsidR="008A01C2">
        <w:rPr>
          <w:rtl/>
        </w:rPr>
        <w:t>،</w:t>
      </w:r>
      <w:r w:rsidRPr="003A59EA">
        <w:rPr>
          <w:rtl/>
        </w:rPr>
        <w:t xml:space="preserve"> فأضفى على هذه النسخة أهمية متميزة عن غيرها من النسخ الحجرية الأخرى</w:t>
      </w:r>
      <w:r w:rsidR="008A01C2">
        <w:rPr>
          <w:rtl/>
        </w:rPr>
        <w:t xml:space="preserve"> - </w:t>
      </w:r>
      <w:r w:rsidRPr="003A59EA">
        <w:rPr>
          <w:rtl/>
        </w:rPr>
        <w:t>وقيمة أكبر لا تخفى على ذوي الاختصاص.</w:t>
      </w:r>
    </w:p>
    <w:p w:rsidR="00094C06" w:rsidRPr="003A59EA" w:rsidRDefault="00094C06" w:rsidP="00094C06">
      <w:pPr>
        <w:pStyle w:val="libNormal"/>
        <w:rPr>
          <w:rtl/>
        </w:rPr>
      </w:pPr>
      <w:r w:rsidRPr="003A59EA">
        <w:rPr>
          <w:rtl/>
        </w:rPr>
        <w:t>هذا ما توفر لدينا من نسخ لنخوض بها غمار العمل على خاتمة المستدرك</w:t>
      </w:r>
      <w:r w:rsidR="008A01C2">
        <w:rPr>
          <w:rtl/>
        </w:rPr>
        <w:t>،</w:t>
      </w:r>
      <w:r w:rsidRPr="003A59EA">
        <w:rPr>
          <w:rtl/>
        </w:rPr>
        <w:t xml:space="preserve"> وقد اعتمدنا صيغة تلفيقية في عملنا مع ما توفر بين أيدينا من مصادر تعدّ قليلة بالنسبة إلى الكم الهائل الذي استفاد منه المصنف ( قده ) في تأليفه لهذا السفر القيم</w:t>
      </w:r>
      <w:r w:rsidR="008A01C2">
        <w:rPr>
          <w:rtl/>
        </w:rPr>
        <w:t>،</w:t>
      </w:r>
      <w:r w:rsidRPr="003A59EA">
        <w:rPr>
          <w:rtl/>
        </w:rPr>
        <w:t xml:space="preserve"> وإن كنّا لم نأل جهدا في سبيل تهيئة كل ما أمكن تهيئته من مصادر له.</w:t>
      </w:r>
    </w:p>
    <w:p w:rsidR="00094C06" w:rsidRPr="003A59EA" w:rsidRDefault="00094C06" w:rsidP="00094C06">
      <w:pPr>
        <w:pStyle w:val="libNormal"/>
        <w:rPr>
          <w:rtl/>
        </w:rPr>
      </w:pPr>
      <w:r w:rsidRPr="003A59EA">
        <w:rPr>
          <w:rtl/>
        </w:rPr>
        <w:t xml:space="preserve">وأخيرا نشكر كافة أصحاب السماحة والاخوة الأفاضل الذين عاضدونا في إصدار هذا السفر العظيم وبهذه الحلة الجديدة والتي هي بحق مصداق من مصاديق عمل خاتمة المحدثين </w:t>
      </w:r>
      <w:r w:rsidRPr="00094C06">
        <w:rPr>
          <w:rStyle w:val="libAlaemChar"/>
          <w:rtl/>
        </w:rPr>
        <w:t>قدس‌سره</w:t>
      </w:r>
      <w:r w:rsidRPr="003A59EA">
        <w:rPr>
          <w:rtl/>
        </w:rPr>
        <w:t>.</w:t>
      </w:r>
    </w:p>
    <w:p w:rsidR="00094C06" w:rsidRPr="003A59EA" w:rsidRDefault="00094C06" w:rsidP="00094C06">
      <w:pPr>
        <w:pStyle w:val="libNormal"/>
        <w:rPr>
          <w:rtl/>
        </w:rPr>
      </w:pPr>
      <w:r w:rsidRPr="003A59EA">
        <w:rPr>
          <w:rtl/>
        </w:rPr>
        <w:t>هذا وآخر دعوانا ان الحمد لله رب العالمين.</w:t>
      </w:r>
    </w:p>
    <w:p w:rsidR="00094C06" w:rsidRDefault="00094C06" w:rsidP="00094C06">
      <w:pPr>
        <w:pStyle w:val="libLeftBold"/>
        <w:rPr>
          <w:rtl/>
        </w:rPr>
      </w:pPr>
      <w:r w:rsidRPr="003A59EA">
        <w:rPr>
          <w:rtl/>
        </w:rPr>
        <w:t xml:space="preserve">مؤسّسة آل البيت </w:t>
      </w:r>
      <w:r w:rsidRPr="00094C06">
        <w:rPr>
          <w:rStyle w:val="libAlaemChar"/>
          <w:rtl/>
        </w:rPr>
        <w:t>عليهم‌السلام</w:t>
      </w:r>
      <w:r w:rsidRPr="003A59EA">
        <w:rPr>
          <w:rtl/>
        </w:rPr>
        <w:t xml:space="preserve"> لإحياء التّراث</w:t>
      </w:r>
    </w:p>
    <w:p w:rsidR="00094C06" w:rsidRDefault="00094C06" w:rsidP="00094C06">
      <w:pPr>
        <w:pStyle w:val="libNormal"/>
        <w:rPr>
          <w:rtl/>
        </w:rPr>
      </w:pPr>
      <w:r>
        <w:rPr>
          <w:rtl/>
        </w:rPr>
        <w:br w:type="page"/>
      </w:r>
    </w:p>
    <w:p w:rsidR="00094C06" w:rsidRDefault="00094C06" w:rsidP="00094C06">
      <w:pPr>
        <w:pStyle w:val="libCenter"/>
        <w:rPr>
          <w:rFonts w:hint="cs"/>
          <w:rtl/>
          <w:lang w:bidi="fa-IR"/>
        </w:rPr>
      </w:pPr>
      <w:r>
        <w:rPr>
          <w:noProof/>
        </w:rPr>
        <w:lastRenderedPageBreak/>
        <w:drawing>
          <wp:inline distT="0" distB="0" distL="0" distR="0">
            <wp:extent cx="4676775" cy="7400925"/>
            <wp:effectExtent l="19050" t="0" r="9525" b="0"/>
            <wp:docPr id="4" name="Picture 4" descr="Untitled-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titled-4"/>
                    <pic:cNvPicPr>
                      <a:picLocks noChangeAspect="1" noChangeArrowheads="1"/>
                    </pic:cNvPicPr>
                  </pic:nvPicPr>
                  <pic:blipFill>
                    <a:blip r:embed="rId10" cstate="print"/>
                    <a:srcRect/>
                    <a:stretch>
                      <a:fillRect/>
                    </a:stretch>
                  </pic:blipFill>
                  <pic:spPr bwMode="auto">
                    <a:xfrm>
                      <a:off x="0" y="0"/>
                      <a:ext cx="4676775" cy="7400925"/>
                    </a:xfrm>
                    <a:prstGeom prst="rect">
                      <a:avLst/>
                    </a:prstGeom>
                    <a:noFill/>
                    <a:ln w="9525">
                      <a:noFill/>
                      <a:miter lim="800000"/>
                      <a:headEnd/>
                      <a:tailEnd/>
                    </a:ln>
                  </pic:spPr>
                </pic:pic>
              </a:graphicData>
            </a:graphic>
          </wp:inline>
        </w:drawing>
      </w:r>
    </w:p>
    <w:p w:rsidR="00094C06" w:rsidRDefault="00094C06" w:rsidP="00094C06">
      <w:pPr>
        <w:pStyle w:val="libNormal"/>
        <w:rPr>
          <w:rtl/>
        </w:rPr>
      </w:pPr>
      <w:r>
        <w:rPr>
          <w:rtl/>
        </w:rPr>
        <w:br w:type="page"/>
      </w:r>
    </w:p>
    <w:p w:rsidR="00094C06" w:rsidRDefault="00094C06" w:rsidP="00094C06">
      <w:pPr>
        <w:pStyle w:val="libCenter"/>
        <w:rPr>
          <w:rFonts w:hint="cs"/>
          <w:rtl/>
          <w:lang w:bidi="fa-IR"/>
        </w:rPr>
      </w:pPr>
      <w:r>
        <w:rPr>
          <w:noProof/>
        </w:rPr>
        <w:lastRenderedPageBreak/>
        <w:drawing>
          <wp:inline distT="0" distB="0" distL="0" distR="0">
            <wp:extent cx="4676775" cy="7400925"/>
            <wp:effectExtent l="19050" t="0" r="9525" b="0"/>
            <wp:docPr id="5" name="Picture 5" descr="Untitled-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titled-5"/>
                    <pic:cNvPicPr>
                      <a:picLocks noChangeAspect="1" noChangeArrowheads="1"/>
                    </pic:cNvPicPr>
                  </pic:nvPicPr>
                  <pic:blipFill>
                    <a:blip r:embed="rId11" cstate="print"/>
                    <a:srcRect/>
                    <a:stretch>
                      <a:fillRect/>
                    </a:stretch>
                  </pic:blipFill>
                  <pic:spPr bwMode="auto">
                    <a:xfrm>
                      <a:off x="0" y="0"/>
                      <a:ext cx="4676775" cy="7400925"/>
                    </a:xfrm>
                    <a:prstGeom prst="rect">
                      <a:avLst/>
                    </a:prstGeom>
                    <a:noFill/>
                    <a:ln w="9525">
                      <a:noFill/>
                      <a:miter lim="800000"/>
                      <a:headEnd/>
                      <a:tailEnd/>
                    </a:ln>
                  </pic:spPr>
                </pic:pic>
              </a:graphicData>
            </a:graphic>
          </wp:inline>
        </w:drawing>
      </w:r>
    </w:p>
    <w:p w:rsidR="00094C06" w:rsidRDefault="00094C06" w:rsidP="00094C06">
      <w:pPr>
        <w:pStyle w:val="libNormal"/>
        <w:rPr>
          <w:rtl/>
        </w:rPr>
      </w:pPr>
      <w:r>
        <w:rPr>
          <w:rtl/>
        </w:rPr>
        <w:br w:type="page"/>
      </w:r>
    </w:p>
    <w:p w:rsidR="00094C06" w:rsidRDefault="00094C06" w:rsidP="00094C06">
      <w:pPr>
        <w:pStyle w:val="libCenter"/>
        <w:rPr>
          <w:rFonts w:hint="cs"/>
          <w:rtl/>
          <w:lang w:bidi="fa-IR"/>
        </w:rPr>
      </w:pPr>
      <w:r>
        <w:rPr>
          <w:noProof/>
        </w:rPr>
        <w:lastRenderedPageBreak/>
        <w:drawing>
          <wp:inline distT="0" distB="0" distL="0" distR="0">
            <wp:extent cx="4676775" cy="7400925"/>
            <wp:effectExtent l="19050" t="0" r="9525" b="0"/>
            <wp:docPr id="6" name="Picture 6" descr="Untitled-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ntitled-6"/>
                    <pic:cNvPicPr>
                      <a:picLocks noChangeAspect="1" noChangeArrowheads="1"/>
                    </pic:cNvPicPr>
                  </pic:nvPicPr>
                  <pic:blipFill>
                    <a:blip r:embed="rId12" cstate="print"/>
                    <a:srcRect/>
                    <a:stretch>
                      <a:fillRect/>
                    </a:stretch>
                  </pic:blipFill>
                  <pic:spPr bwMode="auto">
                    <a:xfrm>
                      <a:off x="0" y="0"/>
                      <a:ext cx="4676775" cy="7400925"/>
                    </a:xfrm>
                    <a:prstGeom prst="rect">
                      <a:avLst/>
                    </a:prstGeom>
                    <a:noFill/>
                    <a:ln w="9525">
                      <a:noFill/>
                      <a:miter lim="800000"/>
                      <a:headEnd/>
                      <a:tailEnd/>
                    </a:ln>
                  </pic:spPr>
                </pic:pic>
              </a:graphicData>
            </a:graphic>
          </wp:inline>
        </w:drawing>
      </w:r>
    </w:p>
    <w:p w:rsidR="00094C06" w:rsidRDefault="00094C06" w:rsidP="00094C06">
      <w:pPr>
        <w:pStyle w:val="libNormal"/>
        <w:rPr>
          <w:rtl/>
        </w:rPr>
      </w:pPr>
      <w:r>
        <w:rPr>
          <w:rtl/>
        </w:rPr>
        <w:br w:type="page"/>
      </w:r>
    </w:p>
    <w:p w:rsidR="00094C06" w:rsidRDefault="00094C06" w:rsidP="00094C06">
      <w:pPr>
        <w:pStyle w:val="libCenter"/>
        <w:rPr>
          <w:rtl/>
          <w:lang w:bidi="fa-IR"/>
        </w:rPr>
      </w:pPr>
      <w:r>
        <w:rPr>
          <w:rFonts w:hint="cs"/>
          <w:noProof/>
        </w:rPr>
        <w:lastRenderedPageBreak/>
        <w:drawing>
          <wp:inline distT="0" distB="0" distL="0" distR="0">
            <wp:extent cx="4676775" cy="7400925"/>
            <wp:effectExtent l="19050" t="0" r="9525" b="0"/>
            <wp:docPr id="7" name="Picture 7" descr="Untitled-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titled-9"/>
                    <pic:cNvPicPr>
                      <a:picLocks noChangeAspect="1" noChangeArrowheads="1"/>
                    </pic:cNvPicPr>
                  </pic:nvPicPr>
                  <pic:blipFill>
                    <a:blip r:embed="rId13" cstate="print"/>
                    <a:srcRect/>
                    <a:stretch>
                      <a:fillRect/>
                    </a:stretch>
                  </pic:blipFill>
                  <pic:spPr bwMode="auto">
                    <a:xfrm>
                      <a:off x="0" y="0"/>
                      <a:ext cx="4676775" cy="7400925"/>
                    </a:xfrm>
                    <a:prstGeom prst="rect">
                      <a:avLst/>
                    </a:prstGeom>
                    <a:noFill/>
                    <a:ln w="9525">
                      <a:noFill/>
                      <a:miter lim="800000"/>
                      <a:headEnd/>
                      <a:tailEnd/>
                    </a:ln>
                  </pic:spPr>
                </pic:pic>
              </a:graphicData>
            </a:graphic>
          </wp:inline>
        </w:drawing>
      </w:r>
    </w:p>
    <w:p w:rsidR="00094C06" w:rsidRDefault="00094C06" w:rsidP="00094C06">
      <w:pPr>
        <w:pStyle w:val="libNormal"/>
        <w:rPr>
          <w:rtl/>
        </w:rPr>
      </w:pPr>
      <w:r>
        <w:rPr>
          <w:rtl/>
        </w:rPr>
        <w:br w:type="page"/>
      </w:r>
    </w:p>
    <w:p w:rsidR="00094C06" w:rsidRDefault="00094C06" w:rsidP="00094C06">
      <w:pPr>
        <w:pStyle w:val="libCenter"/>
        <w:rPr>
          <w:rFonts w:hint="cs"/>
          <w:rtl/>
          <w:lang w:bidi="fa-IR"/>
        </w:rPr>
      </w:pPr>
      <w:r>
        <w:rPr>
          <w:noProof/>
        </w:rPr>
        <w:lastRenderedPageBreak/>
        <w:drawing>
          <wp:inline distT="0" distB="0" distL="0" distR="0">
            <wp:extent cx="4676775" cy="7400925"/>
            <wp:effectExtent l="19050" t="0" r="9525" b="0"/>
            <wp:docPr id="8" name="Picture 8" descr="Untitled-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ntitled-7"/>
                    <pic:cNvPicPr>
                      <a:picLocks noChangeAspect="1" noChangeArrowheads="1"/>
                    </pic:cNvPicPr>
                  </pic:nvPicPr>
                  <pic:blipFill>
                    <a:blip r:embed="rId14" cstate="print"/>
                    <a:srcRect/>
                    <a:stretch>
                      <a:fillRect/>
                    </a:stretch>
                  </pic:blipFill>
                  <pic:spPr bwMode="auto">
                    <a:xfrm>
                      <a:off x="0" y="0"/>
                      <a:ext cx="4676775" cy="7400925"/>
                    </a:xfrm>
                    <a:prstGeom prst="rect">
                      <a:avLst/>
                    </a:prstGeom>
                    <a:noFill/>
                    <a:ln w="9525">
                      <a:noFill/>
                      <a:miter lim="800000"/>
                      <a:headEnd/>
                      <a:tailEnd/>
                    </a:ln>
                  </pic:spPr>
                </pic:pic>
              </a:graphicData>
            </a:graphic>
          </wp:inline>
        </w:drawing>
      </w:r>
    </w:p>
    <w:p w:rsidR="00B171D4" w:rsidRPr="00276F64" w:rsidRDefault="00B171D4" w:rsidP="00094C06">
      <w:pPr>
        <w:pStyle w:val="libNormal"/>
        <w:rPr>
          <w:rFonts w:hint="cs"/>
          <w:rtl/>
        </w:rPr>
      </w:pPr>
    </w:p>
    <w:sectPr w:rsidR="00B171D4" w:rsidRPr="00276F64" w:rsidSect="007148AF">
      <w:footerReference w:type="even" r:id="rId15"/>
      <w:footerReference w:type="default" r:id="rId16"/>
      <w:footerReference w:type="first" r:id="rId17"/>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4C06" w:rsidRDefault="00094C06">
      <w:r>
        <w:separator/>
      </w:r>
    </w:p>
  </w:endnote>
  <w:endnote w:type="continuationSeparator" w:id="0">
    <w:p w:rsidR="00094C06" w:rsidRDefault="00094C0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AF7363"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8A01C2">
      <w:rPr>
        <w:rFonts w:ascii="Traditional Arabic" w:hAnsi="Traditional Arabic"/>
        <w:noProof/>
        <w:sz w:val="28"/>
        <w:szCs w:val="28"/>
        <w:rtl/>
      </w:rPr>
      <w:t>80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AF7363"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8A01C2">
      <w:rPr>
        <w:rFonts w:ascii="Traditional Arabic" w:hAnsi="Traditional Arabic"/>
        <w:noProof/>
        <w:sz w:val="28"/>
        <w:szCs w:val="28"/>
        <w:rtl/>
      </w:rPr>
      <w:t>79</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AF7363"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8A01C2">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4C06" w:rsidRDefault="00094C06">
      <w:r>
        <w:separator/>
      </w:r>
    </w:p>
  </w:footnote>
  <w:footnote w:type="continuationSeparator" w:id="0">
    <w:p w:rsidR="00094C06" w:rsidRDefault="00094C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8A01C2"/>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4C06"/>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01C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AF7363"/>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4C06"/>
    <w:pPr>
      <w:bidi/>
      <w:ind w:firstLine="567"/>
    </w:pPr>
    <w:rPr>
      <w:rFonts w:cs="Traditional Arabic"/>
      <w:color w:val="000000"/>
      <w:sz w:val="24"/>
      <w:szCs w:val="32"/>
      <w:lang w:bidi="ar-IQ"/>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H:\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AC9F36-8963-4942-8E7D-206EC4492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6</TotalTime>
  <Pages>98</Pages>
  <Words>19044</Words>
  <Characters>84364</Characters>
  <Application>Microsoft Office Word</Application>
  <DocSecurity>0</DocSecurity>
  <Lines>703</Lines>
  <Paragraphs>206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103202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2</cp:revision>
  <cp:lastPrinted>2014-01-25T18:18:00Z</cp:lastPrinted>
  <dcterms:created xsi:type="dcterms:W3CDTF">2014-07-08T08:00:00Z</dcterms:created>
  <dcterms:modified xsi:type="dcterms:W3CDTF">2014-07-08T08:06:00Z</dcterms:modified>
</cp:coreProperties>
</file>