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755" w:rsidRDefault="00D45E0E" w:rsidP="00AC7755">
      <w:pPr>
        <w:pStyle w:val="libCenter"/>
        <w:rPr>
          <w:rtl/>
        </w:rPr>
      </w:pPr>
      <w:r>
        <w:rPr>
          <w:rFonts w:hint="cs"/>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C7755" w:rsidRDefault="00AC7755" w:rsidP="00AC7755">
      <w:pPr>
        <w:pStyle w:val="libNormal"/>
        <w:rPr>
          <w:rtl/>
        </w:rPr>
      </w:pPr>
      <w:r>
        <w:rPr>
          <w:rtl/>
        </w:rPr>
        <w:br w:type="page"/>
      </w:r>
    </w:p>
    <w:p w:rsidR="00AC7755" w:rsidRDefault="00D45E0E" w:rsidP="00AC7755">
      <w:pPr>
        <w:pStyle w:val="libCenterBold1"/>
        <w:rPr>
          <w:rtl/>
        </w:rPr>
      </w:pPr>
      <w:r w:rsidRPr="007D70B8">
        <w:rPr>
          <w:rtl/>
        </w:rPr>
        <w:lastRenderedPageBreak/>
        <w:t>بسم الله الرحمن الرحيم</w:t>
      </w:r>
    </w:p>
    <w:p w:rsidR="00AC7755" w:rsidRDefault="00D45E0E" w:rsidP="00CA44E1">
      <w:pPr>
        <w:pStyle w:val="Heading1Center"/>
        <w:rPr>
          <w:rtl/>
        </w:rPr>
      </w:pPr>
      <w:bookmarkStart w:id="0" w:name="_Toc394318264"/>
      <w:r w:rsidRPr="007D70B8">
        <w:rPr>
          <w:rtl/>
        </w:rPr>
        <w:t>كتاب الحدود</w:t>
      </w:r>
      <w:bookmarkEnd w:id="0"/>
    </w:p>
    <w:p w:rsidR="00AC7755" w:rsidRDefault="00D45E0E" w:rsidP="00CA44E1">
      <w:pPr>
        <w:pStyle w:val="Heading2Center"/>
        <w:rPr>
          <w:rtl/>
        </w:rPr>
      </w:pPr>
      <w:bookmarkStart w:id="1" w:name="_Toc394318265"/>
      <w:r w:rsidRPr="007D70B8">
        <w:rPr>
          <w:rtl/>
        </w:rPr>
        <w:t>1</w:t>
      </w:r>
      <w:r w:rsidR="00CC15EB">
        <w:rPr>
          <w:rtl/>
        </w:rPr>
        <w:t xml:space="preserve"> - </w:t>
      </w:r>
      <w:r w:rsidRPr="007D70B8">
        <w:rPr>
          <w:rtl/>
        </w:rPr>
        <w:t>باب حدود الزنى</w:t>
      </w:r>
      <w:bookmarkEnd w:id="1"/>
    </w:p>
    <w:p w:rsidR="00AC7755" w:rsidRDefault="00D45E0E" w:rsidP="00AC7755">
      <w:pPr>
        <w:pStyle w:val="libNormal"/>
        <w:rPr>
          <w:rtl/>
        </w:rPr>
      </w:pPr>
      <w:r w:rsidRPr="00FD7B9B">
        <w:rPr>
          <w:rtl/>
        </w:rPr>
        <w:t xml:space="preserve">(1) </w:t>
      </w:r>
      <w:r w:rsidRPr="00F11CF2">
        <w:rPr>
          <w:rtl/>
        </w:rPr>
        <w:t>1</w:t>
      </w:r>
      <w:r w:rsidR="00CC15EB">
        <w:rPr>
          <w:rtl/>
        </w:rPr>
        <w:t xml:space="preserve"> - </w:t>
      </w:r>
      <w:r w:rsidRPr="00F11CF2">
        <w:rPr>
          <w:rtl/>
        </w:rPr>
        <w:t>يونس بن عبد الرحمان عن سماعة عن ابي بصير قال</w:t>
      </w:r>
      <w:r w:rsidR="00CC15EB">
        <w:rPr>
          <w:rtl/>
        </w:rPr>
        <w:t>:</w:t>
      </w:r>
      <w:r>
        <w:rPr>
          <w:rtl/>
        </w:rPr>
        <w:t xml:space="preserve"> </w:t>
      </w:r>
      <w:r w:rsidRPr="00F11CF2">
        <w:rPr>
          <w:rtl/>
        </w:rPr>
        <w:t xml:space="preserve">قال أبو عبد الله </w:t>
      </w:r>
      <w:r w:rsidR="00AC7755" w:rsidRPr="00AC7755">
        <w:rPr>
          <w:rStyle w:val="libAlaemChar"/>
          <w:rtl/>
        </w:rPr>
        <w:t>عليه‌السلام</w:t>
      </w:r>
      <w:r w:rsidRPr="00F11CF2">
        <w:rPr>
          <w:rtl/>
        </w:rPr>
        <w:t xml:space="preserve"> لا يرجم الرجل والمرأة حتى يشهد عليهما اربعة شهدا على الجماع والايلاج والادخال كالميل في المكحلة.</w:t>
      </w:r>
    </w:p>
    <w:p w:rsidR="00AC7755" w:rsidRDefault="00D45E0E" w:rsidP="00AC7755">
      <w:pPr>
        <w:pStyle w:val="libNormal"/>
        <w:rPr>
          <w:rtl/>
        </w:rPr>
      </w:pPr>
      <w:r w:rsidRPr="00F11CF2">
        <w:rPr>
          <w:rtl/>
        </w:rPr>
        <w:t>(2) 2</w:t>
      </w:r>
      <w:r w:rsidR="00CC15EB">
        <w:rPr>
          <w:rtl/>
        </w:rPr>
        <w:t xml:space="preserve"> - </w:t>
      </w:r>
      <w:r w:rsidRPr="00F11CF2">
        <w:rPr>
          <w:rtl/>
        </w:rPr>
        <w:t xml:space="preserve">أحمد بن محمد عن علي بن الحكم عن علي بن ابى حمزة عن ابى بصير عن ابي عبد الله </w:t>
      </w:r>
      <w:r w:rsidR="00AC7755" w:rsidRPr="00AC7755">
        <w:rPr>
          <w:rStyle w:val="libAlaemChar"/>
          <w:rtl/>
        </w:rPr>
        <w:t>عليه‌السلام</w:t>
      </w:r>
      <w:r w:rsidRPr="00F11CF2">
        <w:rPr>
          <w:rtl/>
        </w:rPr>
        <w:t xml:space="preserve"> قال</w:t>
      </w:r>
      <w:r w:rsidR="00CC15EB">
        <w:rPr>
          <w:rtl/>
        </w:rPr>
        <w:t>:</w:t>
      </w:r>
      <w:r>
        <w:rPr>
          <w:rtl/>
        </w:rPr>
        <w:t xml:space="preserve"> </w:t>
      </w:r>
      <w:r w:rsidRPr="00F11CF2">
        <w:rPr>
          <w:rtl/>
        </w:rPr>
        <w:t>لا يجب الرجم حتى تقوم البينة الاربعة شهود انهم قد رأوه يجامعها.</w:t>
      </w:r>
    </w:p>
    <w:p w:rsidR="00AC7755" w:rsidRDefault="00D45E0E" w:rsidP="00AC7755">
      <w:pPr>
        <w:pStyle w:val="libNormal"/>
        <w:rPr>
          <w:rtl/>
        </w:rPr>
      </w:pPr>
      <w:r w:rsidRPr="00F11CF2">
        <w:rPr>
          <w:rtl/>
        </w:rPr>
        <w:t>(3) 3</w:t>
      </w:r>
      <w:r w:rsidR="00CC15EB">
        <w:rPr>
          <w:rtl/>
        </w:rPr>
        <w:t xml:space="preserve"> - </w:t>
      </w:r>
      <w:r w:rsidRPr="00F11CF2">
        <w:rPr>
          <w:rtl/>
        </w:rPr>
        <w:t xml:space="preserve">أحمد بن محمد عن ابن ابى نجران عن عاصم بن حميد عن محمد بن قيس عن ابى جعفر </w:t>
      </w:r>
      <w:r w:rsidR="00AC7755" w:rsidRPr="00AC7755">
        <w:rPr>
          <w:rStyle w:val="libAlaemChar"/>
          <w:rtl/>
        </w:rPr>
        <w:t>عليه‌السلام</w:t>
      </w:r>
      <w:r w:rsidRPr="00F11CF2">
        <w:rPr>
          <w:rtl/>
        </w:rPr>
        <w:t xml:space="preserve"> قال</w:t>
      </w:r>
      <w:r w:rsidR="00CC15EB">
        <w:rPr>
          <w:rtl/>
        </w:rPr>
        <w:t>:</w:t>
      </w:r>
      <w:r>
        <w:rPr>
          <w:rtl/>
        </w:rPr>
        <w:t xml:space="preserve"> </w:t>
      </w:r>
      <w:r w:rsidRPr="00F11CF2">
        <w:rPr>
          <w:rtl/>
        </w:rPr>
        <w:t xml:space="preserve">قال امير المؤمنين </w:t>
      </w:r>
      <w:r w:rsidR="00AC7755" w:rsidRPr="00AC7755">
        <w:rPr>
          <w:rStyle w:val="libAlaemChar"/>
          <w:rtl/>
        </w:rPr>
        <w:t>عليه‌السلام</w:t>
      </w:r>
      <w:r w:rsidR="00CC15EB">
        <w:rPr>
          <w:rtl/>
        </w:rPr>
        <w:t>:</w:t>
      </w:r>
      <w:r>
        <w:rPr>
          <w:rtl/>
        </w:rPr>
        <w:t xml:space="preserve"> </w:t>
      </w:r>
      <w:r w:rsidRPr="00F11CF2">
        <w:rPr>
          <w:rtl/>
        </w:rPr>
        <w:t>لا يرجم رجل ولا امرأة حتى يشهد عليه اربعة شهود على الايلاج والاخراج.</w:t>
      </w:r>
    </w:p>
    <w:p w:rsidR="00AC7755" w:rsidRDefault="00D45E0E" w:rsidP="00AC7755">
      <w:pPr>
        <w:pStyle w:val="libNormal"/>
        <w:rPr>
          <w:rtl/>
        </w:rPr>
      </w:pPr>
      <w:r w:rsidRPr="00F11CF2">
        <w:rPr>
          <w:rtl/>
        </w:rPr>
        <w:t>(4) 4</w:t>
      </w:r>
      <w:r w:rsidR="00CC15EB">
        <w:rPr>
          <w:rtl/>
        </w:rPr>
        <w:t xml:space="preserve"> - </w:t>
      </w:r>
      <w:r w:rsidRPr="00F11CF2">
        <w:rPr>
          <w:rtl/>
        </w:rPr>
        <w:t>عنه عن ابن ابى عمير عن حماد عن الحلبي عن ابى عبد الله</w:t>
      </w:r>
    </w:p>
    <w:p w:rsidR="00AC7755" w:rsidRDefault="00D45E0E" w:rsidP="00AC7755">
      <w:pPr>
        <w:pStyle w:val="libLine"/>
        <w:rPr>
          <w:rtl/>
        </w:rPr>
      </w:pPr>
      <w:r>
        <w:rPr>
          <w:rtl/>
        </w:rPr>
        <w:t>__________________</w:t>
      </w:r>
    </w:p>
    <w:p w:rsidR="00CC15EB" w:rsidRDefault="00D45E0E" w:rsidP="00AC7755">
      <w:pPr>
        <w:pStyle w:val="libFootnote0"/>
        <w:rPr>
          <w:rtl/>
        </w:rPr>
      </w:pPr>
      <w:r w:rsidRPr="007277FF">
        <w:rPr>
          <w:rtl/>
        </w:rPr>
        <w:t>بسم الله الرحمن الرحيم وبه نستعين وله الحمد 1</w:t>
      </w:r>
    </w:p>
    <w:p w:rsidR="00AC7755" w:rsidRDefault="00CC15EB" w:rsidP="00AC7755">
      <w:pPr>
        <w:pStyle w:val="libFootnote0"/>
        <w:rPr>
          <w:rtl/>
        </w:rPr>
      </w:pPr>
      <w:r>
        <w:rPr>
          <w:rtl/>
        </w:rPr>
        <w:t>-</w:t>
      </w:r>
      <w:r w:rsidR="00D45E0E" w:rsidRPr="00C4593F">
        <w:rPr>
          <w:rtl/>
        </w:rPr>
        <w:t xml:space="preserve"> 2</w:t>
      </w:r>
      <w:r>
        <w:rPr>
          <w:rtl/>
        </w:rPr>
        <w:t xml:space="preserve"> - </w:t>
      </w:r>
      <w:r w:rsidR="00D45E0E" w:rsidRPr="00C4593F">
        <w:rPr>
          <w:rtl/>
        </w:rPr>
        <w:t>3</w:t>
      </w:r>
      <w:r>
        <w:rPr>
          <w:rFonts w:hint="cs"/>
          <w:rtl/>
        </w:rPr>
        <w:t xml:space="preserve"> - </w:t>
      </w:r>
      <w:r w:rsidR="00D45E0E" w:rsidRPr="00C4593F">
        <w:rPr>
          <w:rtl/>
        </w:rPr>
        <w:t>4</w:t>
      </w:r>
      <w:r>
        <w:rPr>
          <w:rtl/>
        </w:rPr>
        <w:t xml:space="preserve"> - </w:t>
      </w:r>
      <w:r w:rsidR="00D45E0E" w:rsidRPr="00C4593F">
        <w:rPr>
          <w:rtl/>
        </w:rPr>
        <w:t>الاستبصار ج 4 ص 217 الكافي ج 2 ص 288 واخرج الثالث الصدوق في الفقيه ج 4 ص 15 بزيادة في آخره</w:t>
      </w:r>
    </w:p>
    <w:p w:rsidR="00AC7755" w:rsidRDefault="00AC7755" w:rsidP="00AC7755">
      <w:pPr>
        <w:pStyle w:val="libNormal"/>
        <w:rPr>
          <w:rtl/>
        </w:rPr>
      </w:pPr>
      <w:r>
        <w:rPr>
          <w:rFonts w:hint="cs"/>
          <w:rtl/>
        </w:rPr>
        <w:br w:type="page"/>
      </w:r>
    </w:p>
    <w:p w:rsidR="00AC7755" w:rsidRDefault="00AC7755" w:rsidP="00AC7755">
      <w:pPr>
        <w:pStyle w:val="libNormal0"/>
        <w:rPr>
          <w:rtl/>
        </w:rPr>
      </w:pPr>
      <w:r w:rsidRPr="00AC7755">
        <w:rPr>
          <w:rStyle w:val="libAlaemChar"/>
          <w:rtl/>
        </w:rPr>
        <w:lastRenderedPageBreak/>
        <w:t>عليه‌السلام</w:t>
      </w:r>
      <w:r w:rsidR="00D45E0E" w:rsidRPr="007277FF">
        <w:rPr>
          <w:rtl/>
        </w:rPr>
        <w:t xml:space="preserve"> قال</w:t>
      </w:r>
      <w:r w:rsidR="00CC15EB">
        <w:rPr>
          <w:rtl/>
        </w:rPr>
        <w:t>:</w:t>
      </w:r>
      <w:r w:rsidR="00D45E0E">
        <w:rPr>
          <w:rtl/>
        </w:rPr>
        <w:t xml:space="preserve"> </w:t>
      </w:r>
      <w:r w:rsidR="00D45E0E" w:rsidRPr="007277FF">
        <w:rPr>
          <w:rtl/>
        </w:rPr>
        <w:t>حد الرجم أن يشهد أربعة انهم رأوه يدخل ويخرج</w:t>
      </w:r>
    </w:p>
    <w:p w:rsidR="00AC7755" w:rsidRDefault="00D45E0E" w:rsidP="00AC7755">
      <w:pPr>
        <w:pStyle w:val="libNormal"/>
        <w:rPr>
          <w:rtl/>
        </w:rPr>
      </w:pPr>
      <w:r w:rsidRPr="001D7ED3">
        <w:rPr>
          <w:rtl/>
        </w:rPr>
        <w:t>(5) 5</w:t>
      </w:r>
      <w:r w:rsidR="00CC15EB">
        <w:rPr>
          <w:rtl/>
        </w:rPr>
        <w:t xml:space="preserve"> - </w:t>
      </w:r>
      <w:r w:rsidRPr="001D7ED3">
        <w:rPr>
          <w:rtl/>
        </w:rPr>
        <w:t>الحسين بن سعيد عن فضالة بن ايوب عن داود بن فرقد قال</w:t>
      </w:r>
      <w:r w:rsidR="00CC15EB">
        <w:rPr>
          <w:rtl/>
        </w:rPr>
        <w:t>:</w:t>
      </w:r>
      <w:r>
        <w:rPr>
          <w:rtl/>
        </w:rPr>
        <w:t xml:space="preserve"> </w:t>
      </w:r>
      <w:r w:rsidRPr="001D7ED3">
        <w:rPr>
          <w:rtl/>
        </w:rPr>
        <w:t xml:space="preserve">سمعت أبا عبد الله </w:t>
      </w:r>
      <w:r w:rsidR="00AC7755" w:rsidRPr="00AC7755">
        <w:rPr>
          <w:rStyle w:val="libAlaemChar"/>
          <w:rtl/>
        </w:rPr>
        <w:t>عليه‌السلام</w:t>
      </w:r>
      <w:r w:rsidRPr="001D7ED3">
        <w:rPr>
          <w:rtl/>
        </w:rPr>
        <w:t xml:space="preserve"> يقول</w:t>
      </w:r>
      <w:r w:rsidR="00CC15EB">
        <w:rPr>
          <w:rtl/>
        </w:rPr>
        <w:t>:</w:t>
      </w:r>
      <w:r>
        <w:rPr>
          <w:rtl/>
        </w:rPr>
        <w:t xml:space="preserve"> </w:t>
      </w:r>
      <w:r w:rsidRPr="001D7ED3">
        <w:rPr>
          <w:rtl/>
        </w:rPr>
        <w:t xml:space="preserve">ان اصحاب النبي </w:t>
      </w:r>
      <w:r w:rsidR="00AC7755" w:rsidRPr="00AC7755">
        <w:rPr>
          <w:rStyle w:val="libAlaemChar"/>
          <w:rtl/>
        </w:rPr>
        <w:t>صلى‌الله‌عليه‌وآله‌وسلم</w:t>
      </w:r>
      <w:r w:rsidRPr="001D7ED3">
        <w:rPr>
          <w:rtl/>
        </w:rPr>
        <w:t xml:space="preserve"> قالوا لسعد بن عبادة</w:t>
      </w:r>
      <w:r w:rsidR="00CC15EB">
        <w:rPr>
          <w:rtl/>
        </w:rPr>
        <w:t>:</w:t>
      </w:r>
      <w:r>
        <w:rPr>
          <w:rtl/>
        </w:rPr>
        <w:t xml:space="preserve"> </w:t>
      </w:r>
      <w:r w:rsidRPr="001D7ED3">
        <w:rPr>
          <w:rtl/>
        </w:rPr>
        <w:t>أرأيت لو وجدت على بطن امرأتك رجلا ما كنت صانعا</w:t>
      </w:r>
      <w:r>
        <w:rPr>
          <w:rtl/>
        </w:rPr>
        <w:t>؟</w:t>
      </w:r>
      <w:r w:rsidRPr="001D7ED3">
        <w:rPr>
          <w:rtl/>
        </w:rPr>
        <w:t xml:space="preserve"> قال</w:t>
      </w:r>
      <w:r w:rsidR="00CC15EB">
        <w:rPr>
          <w:rtl/>
        </w:rPr>
        <w:t>:</w:t>
      </w:r>
      <w:r>
        <w:rPr>
          <w:rtl/>
        </w:rPr>
        <w:t xml:space="preserve"> </w:t>
      </w:r>
      <w:r w:rsidRPr="001D7ED3">
        <w:rPr>
          <w:rtl/>
        </w:rPr>
        <w:t>كنت اضربه بالسيف</w:t>
      </w:r>
      <w:r w:rsidR="00CC15EB">
        <w:rPr>
          <w:rtl/>
        </w:rPr>
        <w:t>،</w:t>
      </w:r>
      <w:r>
        <w:rPr>
          <w:rtl/>
        </w:rPr>
        <w:t xml:space="preserve"> </w:t>
      </w:r>
      <w:r w:rsidRPr="001D7ED3">
        <w:rPr>
          <w:rtl/>
        </w:rPr>
        <w:t>قال</w:t>
      </w:r>
      <w:r w:rsidR="00CC15EB">
        <w:rPr>
          <w:rtl/>
        </w:rPr>
        <w:t>:</w:t>
      </w:r>
      <w:r>
        <w:rPr>
          <w:rtl/>
        </w:rPr>
        <w:t xml:space="preserve"> </w:t>
      </w:r>
      <w:r w:rsidRPr="001D7ED3">
        <w:rPr>
          <w:rtl/>
        </w:rPr>
        <w:t xml:space="preserve">فخرج رسول الله </w:t>
      </w:r>
      <w:r w:rsidR="00AC7755" w:rsidRPr="00AC7755">
        <w:rPr>
          <w:rStyle w:val="libAlaemChar"/>
          <w:rtl/>
        </w:rPr>
        <w:t>صلى‌الله‌عليه‌وآله‌وسلم</w:t>
      </w:r>
      <w:r w:rsidRPr="001D7ED3">
        <w:rPr>
          <w:rtl/>
        </w:rPr>
        <w:t xml:space="preserve"> فقال</w:t>
      </w:r>
      <w:r w:rsidR="00CC15EB">
        <w:rPr>
          <w:rtl/>
        </w:rPr>
        <w:t>:</w:t>
      </w:r>
      <w:r>
        <w:rPr>
          <w:rtl/>
        </w:rPr>
        <w:t xml:space="preserve"> </w:t>
      </w:r>
      <w:r w:rsidRPr="001D7ED3">
        <w:rPr>
          <w:rtl/>
        </w:rPr>
        <w:t>ماذا يا سعد قال سعد</w:t>
      </w:r>
      <w:r w:rsidR="00CC15EB">
        <w:rPr>
          <w:rtl/>
        </w:rPr>
        <w:t>:</w:t>
      </w:r>
      <w:r>
        <w:rPr>
          <w:rtl/>
        </w:rPr>
        <w:t xml:space="preserve"> </w:t>
      </w:r>
      <w:r w:rsidRPr="001D7ED3">
        <w:rPr>
          <w:rtl/>
        </w:rPr>
        <w:t>قالوا</w:t>
      </w:r>
      <w:r w:rsidR="00CC15EB">
        <w:rPr>
          <w:rtl/>
        </w:rPr>
        <w:t>:</w:t>
      </w:r>
      <w:r>
        <w:rPr>
          <w:rtl/>
        </w:rPr>
        <w:t xml:space="preserve"> </w:t>
      </w:r>
      <w:r w:rsidRPr="001D7ED3">
        <w:rPr>
          <w:rtl/>
        </w:rPr>
        <w:t>لو وجدت على بطن امرأتك رجلا ما كنت تصنع به</w:t>
      </w:r>
      <w:r>
        <w:rPr>
          <w:rtl/>
        </w:rPr>
        <w:t>؟</w:t>
      </w:r>
      <w:r w:rsidRPr="001D7ED3">
        <w:rPr>
          <w:rtl/>
        </w:rPr>
        <w:t xml:space="preserve"> فقلت اضربه بالسيف فقال</w:t>
      </w:r>
      <w:r w:rsidR="00CC15EB">
        <w:rPr>
          <w:rtl/>
        </w:rPr>
        <w:t>:</w:t>
      </w:r>
      <w:r>
        <w:rPr>
          <w:rtl/>
        </w:rPr>
        <w:t xml:space="preserve"> </w:t>
      </w:r>
      <w:r w:rsidRPr="001D7ED3">
        <w:rPr>
          <w:rtl/>
        </w:rPr>
        <w:t>يا سعد فكيف بالاربعة الشهود</w:t>
      </w:r>
      <w:r>
        <w:rPr>
          <w:rtl/>
        </w:rPr>
        <w:t>؟</w:t>
      </w:r>
      <w:r w:rsidRPr="001D7ED3">
        <w:rPr>
          <w:rtl/>
        </w:rPr>
        <w:t xml:space="preserve"> فقال</w:t>
      </w:r>
      <w:r w:rsidR="00CC15EB">
        <w:rPr>
          <w:rtl/>
        </w:rPr>
        <w:t>:</w:t>
      </w:r>
      <w:r>
        <w:rPr>
          <w:rtl/>
        </w:rPr>
        <w:t xml:space="preserve"> </w:t>
      </w:r>
      <w:r w:rsidRPr="001D7ED3">
        <w:rPr>
          <w:rtl/>
        </w:rPr>
        <w:t>يا رسول الله بعد رأي عيني وعلم الله ان قد فعل فقال</w:t>
      </w:r>
      <w:r w:rsidR="00CC15EB">
        <w:rPr>
          <w:rtl/>
        </w:rPr>
        <w:t>:</w:t>
      </w:r>
      <w:r>
        <w:rPr>
          <w:rtl/>
        </w:rPr>
        <w:t xml:space="preserve"> </w:t>
      </w:r>
      <w:r w:rsidRPr="001D7ED3">
        <w:rPr>
          <w:rtl/>
        </w:rPr>
        <w:t>إي والله بعد رأي عينك وعلم الله ان قد فعل لأن الله تعالى قد جعل لكل شئ حدا وجعل لكل من يتعدى ذلك حدا.</w:t>
      </w:r>
    </w:p>
    <w:p w:rsidR="00AC7755" w:rsidRDefault="00D45E0E" w:rsidP="00AC7755">
      <w:pPr>
        <w:pStyle w:val="libNormal"/>
        <w:rPr>
          <w:rtl/>
        </w:rPr>
      </w:pPr>
      <w:r w:rsidRPr="001D7ED3">
        <w:rPr>
          <w:rtl/>
        </w:rPr>
        <w:t>(6) 6</w:t>
      </w:r>
      <w:r w:rsidR="00CC15EB">
        <w:rPr>
          <w:rtl/>
        </w:rPr>
        <w:t xml:space="preserve"> - </w:t>
      </w:r>
      <w:r w:rsidRPr="001D7ED3">
        <w:rPr>
          <w:rtl/>
        </w:rPr>
        <w:t xml:space="preserve">يونس بن عبد الرحمان عن سماعة عن ابى عبد الله </w:t>
      </w:r>
      <w:r w:rsidR="00AC7755" w:rsidRPr="00AC7755">
        <w:rPr>
          <w:rStyle w:val="libAlaemChar"/>
          <w:rtl/>
        </w:rPr>
        <w:t>عليه‌السلام</w:t>
      </w:r>
      <w:r w:rsidRPr="001D7ED3">
        <w:rPr>
          <w:rtl/>
        </w:rPr>
        <w:t xml:space="preserve"> قال</w:t>
      </w:r>
      <w:r w:rsidR="00CC15EB">
        <w:rPr>
          <w:rtl/>
        </w:rPr>
        <w:t>:</w:t>
      </w:r>
      <w:r>
        <w:rPr>
          <w:rtl/>
        </w:rPr>
        <w:t xml:space="preserve"> </w:t>
      </w:r>
      <w:r w:rsidRPr="001D7ED3">
        <w:rPr>
          <w:rtl/>
        </w:rPr>
        <w:t>الحر والحرة إذا زنيا جلد كل واحد منهما مائة جلدة فاما المحصن والمحصنة فعليهما الرجم.</w:t>
      </w:r>
    </w:p>
    <w:p w:rsidR="00AC7755" w:rsidRDefault="00D45E0E" w:rsidP="00AC7755">
      <w:pPr>
        <w:pStyle w:val="libNormal"/>
        <w:rPr>
          <w:rtl/>
        </w:rPr>
      </w:pPr>
      <w:r w:rsidRPr="001D7ED3">
        <w:rPr>
          <w:rtl/>
        </w:rPr>
        <w:t>(7) 7</w:t>
      </w:r>
      <w:r w:rsidR="00CC15EB">
        <w:rPr>
          <w:rtl/>
        </w:rPr>
        <w:t xml:space="preserve"> - </w:t>
      </w:r>
      <w:r w:rsidRPr="001D7ED3">
        <w:rPr>
          <w:rtl/>
        </w:rPr>
        <w:t>عنه عن عبد الله بن سنان قال</w:t>
      </w:r>
      <w:r w:rsidR="00CC15EB">
        <w:rPr>
          <w:rtl/>
        </w:rPr>
        <w:t>:</w:t>
      </w:r>
      <w:r>
        <w:rPr>
          <w:rtl/>
        </w:rPr>
        <w:t xml:space="preserve"> </w:t>
      </w:r>
      <w:r w:rsidRPr="001D7ED3">
        <w:rPr>
          <w:rtl/>
        </w:rPr>
        <w:t xml:space="preserve">قال أبو عبد الله </w:t>
      </w:r>
      <w:r w:rsidR="00AC7755" w:rsidRPr="00AC7755">
        <w:rPr>
          <w:rStyle w:val="libAlaemChar"/>
          <w:rtl/>
        </w:rPr>
        <w:t>عليه‌السلام</w:t>
      </w:r>
      <w:r w:rsidRPr="001D7ED3">
        <w:rPr>
          <w:rtl/>
        </w:rPr>
        <w:t xml:space="preserve"> الرجم في القرآن قوله تعالى إذا زنى الشيخ والشيخة فارجموهما البتة فانهما قضيا الشهوة.</w:t>
      </w:r>
    </w:p>
    <w:p w:rsidR="00AC7755" w:rsidRDefault="00D45E0E" w:rsidP="00AC7755">
      <w:pPr>
        <w:pStyle w:val="libNormal"/>
        <w:rPr>
          <w:rtl/>
        </w:rPr>
      </w:pPr>
      <w:r w:rsidRPr="001D7ED3">
        <w:rPr>
          <w:rtl/>
        </w:rPr>
        <w:t>(8) 8</w:t>
      </w:r>
      <w:r w:rsidR="00CC15EB">
        <w:rPr>
          <w:rtl/>
        </w:rPr>
        <w:t xml:space="preserve"> - </w:t>
      </w:r>
      <w:r w:rsidRPr="001D7ED3">
        <w:rPr>
          <w:rtl/>
        </w:rPr>
        <w:t xml:space="preserve">عنه عن زرارة عن ابى جعفر </w:t>
      </w:r>
      <w:r w:rsidR="00AC7755" w:rsidRPr="00AC7755">
        <w:rPr>
          <w:rStyle w:val="libAlaemChar"/>
          <w:rtl/>
        </w:rPr>
        <w:t>عليه‌السلام</w:t>
      </w:r>
      <w:r w:rsidRPr="001D7ED3">
        <w:rPr>
          <w:rtl/>
        </w:rPr>
        <w:t xml:space="preserve"> قال</w:t>
      </w:r>
      <w:r w:rsidR="00CC15EB">
        <w:rPr>
          <w:rtl/>
        </w:rPr>
        <w:t>:</w:t>
      </w:r>
      <w:r>
        <w:rPr>
          <w:rtl/>
        </w:rPr>
        <w:t xml:space="preserve"> </w:t>
      </w:r>
      <w:r w:rsidRPr="001D7ED3">
        <w:rPr>
          <w:rtl/>
        </w:rPr>
        <w:t>المحصن يرجم والذى قد أملك ولم يدخل بها يجلد مائة ونفي سنة.</w:t>
      </w:r>
    </w:p>
    <w:p w:rsidR="00AC7755" w:rsidRDefault="00D45E0E" w:rsidP="00AC7755">
      <w:pPr>
        <w:pStyle w:val="libNormal"/>
        <w:rPr>
          <w:rtl/>
        </w:rPr>
      </w:pPr>
      <w:r w:rsidRPr="001D7ED3">
        <w:rPr>
          <w:rtl/>
        </w:rPr>
        <w:t>(9) 9</w:t>
      </w:r>
      <w:r w:rsidR="00CC15EB">
        <w:rPr>
          <w:rtl/>
        </w:rPr>
        <w:t xml:space="preserve"> - </w:t>
      </w:r>
      <w:r w:rsidRPr="001D7ED3">
        <w:rPr>
          <w:rtl/>
        </w:rPr>
        <w:t>علي بن ابراهيم عن ابيه عن ابن ابي نجران عن عاصم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Pr>
          <w:rtl/>
        </w:rPr>
        <w:t xml:space="preserve"> 5</w:t>
      </w:r>
      <w:r>
        <w:rPr>
          <w:rFonts w:hint="cs"/>
          <w:rtl/>
        </w:rPr>
        <w:t xml:space="preserve"> - </w:t>
      </w:r>
      <w:r w:rsidR="00D45E0E" w:rsidRPr="007277FF">
        <w:rPr>
          <w:rtl/>
        </w:rPr>
        <w:t>6</w:t>
      </w:r>
      <w:r>
        <w:rPr>
          <w:rtl/>
        </w:rPr>
        <w:t xml:space="preserve"> - </w:t>
      </w:r>
      <w:r w:rsidR="00D45E0E" w:rsidRPr="007277FF">
        <w:rPr>
          <w:rtl/>
        </w:rPr>
        <w:t>الكافي ج 2 ص 286 واخرج الاول الصدوق في الفقيه ج 4 ص 16</w:t>
      </w:r>
    </w:p>
    <w:p w:rsidR="00CC15EB" w:rsidRDefault="00CC15EB" w:rsidP="00AC7755">
      <w:pPr>
        <w:pStyle w:val="libFootnote0"/>
        <w:rPr>
          <w:rtl/>
        </w:rPr>
      </w:pPr>
      <w:r>
        <w:rPr>
          <w:rtl/>
        </w:rPr>
        <w:t>-</w:t>
      </w:r>
      <w:r w:rsidR="00D45E0E" w:rsidRPr="007277FF">
        <w:rPr>
          <w:rtl/>
        </w:rPr>
        <w:t xml:space="preserve"> 7</w:t>
      </w:r>
      <w:r>
        <w:rPr>
          <w:rtl/>
        </w:rPr>
        <w:t xml:space="preserve"> - </w:t>
      </w:r>
      <w:r w:rsidR="00D45E0E" w:rsidRPr="007277FF">
        <w:rPr>
          <w:rtl/>
        </w:rPr>
        <w:t>8</w:t>
      </w:r>
      <w:r>
        <w:rPr>
          <w:rtl/>
        </w:rPr>
        <w:t xml:space="preserve"> - </w:t>
      </w:r>
      <w:r w:rsidR="00D45E0E" w:rsidRPr="007277FF">
        <w:rPr>
          <w:rtl/>
        </w:rPr>
        <w:t>الكافي ج 2 ص 286 واخرج الاول الصدوق في الفقيه ج 4 ص 17</w:t>
      </w:r>
    </w:p>
    <w:p w:rsidR="00AC7755" w:rsidRDefault="00CC15EB" w:rsidP="00AC7755">
      <w:pPr>
        <w:pStyle w:val="libFootnote0"/>
        <w:rPr>
          <w:rtl/>
        </w:rPr>
      </w:pPr>
      <w:r>
        <w:rPr>
          <w:rtl/>
        </w:rPr>
        <w:t>-</w:t>
      </w:r>
      <w:r w:rsidR="00D45E0E" w:rsidRPr="00DA0376">
        <w:rPr>
          <w:rtl/>
        </w:rPr>
        <w:t xml:space="preserve"> 9</w:t>
      </w:r>
      <w:r>
        <w:rPr>
          <w:rtl/>
        </w:rPr>
        <w:t xml:space="preserve"> - </w:t>
      </w:r>
      <w:r w:rsidR="00D45E0E" w:rsidRPr="00DA0376">
        <w:rPr>
          <w:rtl/>
        </w:rPr>
        <w:t>الاستبصار ج 4 ص 202 الكافي ج 2 ص 286</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 xml:space="preserve">ابن حميد عن محمد بن قيس عن ابي جعفر </w:t>
      </w:r>
      <w:r w:rsidR="00AC7755" w:rsidRPr="00AC7755">
        <w:rPr>
          <w:rStyle w:val="libAlaemChar"/>
          <w:rtl/>
        </w:rPr>
        <w:t>عليه‌السلام</w:t>
      </w:r>
      <w:r w:rsidRPr="007277FF">
        <w:rPr>
          <w:rtl/>
        </w:rPr>
        <w:t xml:space="preserve"> قال قضى امير المؤمنين </w:t>
      </w:r>
      <w:r w:rsidR="00AC7755" w:rsidRPr="00AC7755">
        <w:rPr>
          <w:rStyle w:val="libAlaemChar"/>
          <w:rtl/>
        </w:rPr>
        <w:t>عليه‌السلام</w:t>
      </w:r>
      <w:r w:rsidRPr="007277FF">
        <w:rPr>
          <w:rtl/>
        </w:rPr>
        <w:t xml:space="preserve"> في الشيخ والشيخة ان يجلدا مائة وقضى للمحصن الرجم</w:t>
      </w:r>
      <w:r w:rsidR="00CC15EB">
        <w:rPr>
          <w:rtl/>
        </w:rPr>
        <w:t>،</w:t>
      </w:r>
      <w:r>
        <w:rPr>
          <w:rtl/>
        </w:rPr>
        <w:t xml:space="preserve"> </w:t>
      </w:r>
      <w:r w:rsidRPr="007277FF">
        <w:rPr>
          <w:rtl/>
        </w:rPr>
        <w:t>وقضى في البكر والبكرة إذا زنيا جلد مائة ونفى سنة في غير مصرهما وهما اللذان قد املكا ولم يدخل بها.</w:t>
      </w:r>
    </w:p>
    <w:p w:rsidR="00AC7755" w:rsidRDefault="00D45E0E" w:rsidP="00AC7755">
      <w:pPr>
        <w:pStyle w:val="libNormal"/>
        <w:rPr>
          <w:rtl/>
        </w:rPr>
      </w:pPr>
      <w:r w:rsidRPr="00D95A45">
        <w:rPr>
          <w:rtl/>
        </w:rPr>
        <w:t>(10) 10</w:t>
      </w:r>
      <w:r w:rsidR="00CC15EB">
        <w:rPr>
          <w:rtl/>
        </w:rPr>
        <w:t xml:space="preserve"> - </w:t>
      </w:r>
      <w:r w:rsidRPr="00D95A45">
        <w:rPr>
          <w:rtl/>
        </w:rPr>
        <w:t xml:space="preserve">محمد بن أحمد بن يحيى عن ابراهيم بن صالح بن سعيد عن محمد بن حفص عن عبد الله بن طلحة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زنى الشيخ والعجوز جلدا ثم رجما عقوبة لهما</w:t>
      </w:r>
      <w:r w:rsidR="00CC15EB">
        <w:rPr>
          <w:rtl/>
        </w:rPr>
        <w:t>،</w:t>
      </w:r>
      <w:r>
        <w:rPr>
          <w:rtl/>
        </w:rPr>
        <w:t xml:space="preserve"> </w:t>
      </w:r>
      <w:r w:rsidRPr="00D95A45">
        <w:rPr>
          <w:rtl/>
        </w:rPr>
        <w:t>وإذا زنى النصف</w:t>
      </w:r>
      <w:r w:rsidRPr="00AC7755">
        <w:rPr>
          <w:rStyle w:val="libFootnotenumChar"/>
          <w:rtl/>
        </w:rPr>
        <w:t xml:space="preserve"> (1) </w:t>
      </w:r>
      <w:r w:rsidRPr="00D95A45">
        <w:rPr>
          <w:rtl/>
        </w:rPr>
        <w:t>من الرجال رجم ولم يجلد إذا كان قد أحصن</w:t>
      </w:r>
      <w:r w:rsidR="00CC15EB">
        <w:rPr>
          <w:rtl/>
        </w:rPr>
        <w:t>،</w:t>
      </w:r>
      <w:r>
        <w:rPr>
          <w:rtl/>
        </w:rPr>
        <w:t xml:space="preserve"> </w:t>
      </w:r>
      <w:r w:rsidRPr="00D95A45">
        <w:rPr>
          <w:rtl/>
        </w:rPr>
        <w:t>وإذا زنى الشاب الحدث السن جلد ونفى سنة من مصره.</w:t>
      </w:r>
    </w:p>
    <w:p w:rsidR="00AC7755" w:rsidRDefault="00D45E0E" w:rsidP="00AC7755">
      <w:pPr>
        <w:pStyle w:val="libNormal"/>
        <w:rPr>
          <w:rtl/>
        </w:rPr>
      </w:pPr>
      <w:r w:rsidRPr="00D95A45">
        <w:rPr>
          <w:rtl/>
        </w:rPr>
        <w:t>(11) 11</w:t>
      </w:r>
      <w:r w:rsidR="00CC15EB">
        <w:rPr>
          <w:rtl/>
        </w:rPr>
        <w:t xml:space="preserve"> - </w:t>
      </w:r>
      <w:r w:rsidRPr="00D95A45">
        <w:rPr>
          <w:rtl/>
        </w:rPr>
        <w:t xml:space="preserve">محمد بن الحسن الصفار عن الحسن بن الحسين اللؤلؤي عن صفوان بن يحيى عن عبد الرحمان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كان علي </w:t>
      </w:r>
      <w:r w:rsidR="00AC7755" w:rsidRPr="00AC7755">
        <w:rPr>
          <w:rStyle w:val="libAlaemChar"/>
          <w:rtl/>
        </w:rPr>
        <w:t>عليه‌السلام</w:t>
      </w:r>
      <w:r w:rsidRPr="00D95A45">
        <w:rPr>
          <w:rtl/>
        </w:rPr>
        <w:t xml:space="preserve"> يضرب الشيخ والشيخة مائة ويرجمهما ويرجم المحصن والمحصنة ويجلد البكر والبكرة وينفيهما سنة.</w:t>
      </w:r>
    </w:p>
    <w:p w:rsidR="00AC7755" w:rsidRDefault="00D45E0E" w:rsidP="00AC7755">
      <w:pPr>
        <w:pStyle w:val="libNormal"/>
        <w:rPr>
          <w:rtl/>
        </w:rPr>
      </w:pPr>
      <w:r w:rsidRPr="00D95A45">
        <w:rPr>
          <w:rtl/>
        </w:rPr>
        <w:t>(12) 12</w:t>
      </w:r>
      <w:r w:rsidR="00CC15EB">
        <w:rPr>
          <w:rtl/>
        </w:rPr>
        <w:t xml:space="preserve"> - </w:t>
      </w:r>
      <w:r w:rsidRPr="00D95A45">
        <w:rPr>
          <w:rtl/>
        </w:rPr>
        <w:t xml:space="preserve">الحسين بن سعيد عن فضالة عن موسى بن بكر عن زرارة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المحصن يجلد مائة ويرجم</w:t>
      </w:r>
      <w:r w:rsidR="00CC15EB">
        <w:rPr>
          <w:rtl/>
        </w:rPr>
        <w:t>،</w:t>
      </w:r>
      <w:r>
        <w:rPr>
          <w:rtl/>
        </w:rPr>
        <w:t xml:space="preserve"> </w:t>
      </w:r>
      <w:r w:rsidRPr="00D95A45">
        <w:rPr>
          <w:rtl/>
        </w:rPr>
        <w:t>ومن لم يحصن يجلد مائة ولا ينفى</w:t>
      </w:r>
      <w:r w:rsidR="00CC15EB">
        <w:rPr>
          <w:rtl/>
        </w:rPr>
        <w:t>،</w:t>
      </w:r>
      <w:r>
        <w:rPr>
          <w:rtl/>
        </w:rPr>
        <w:t xml:space="preserve"> </w:t>
      </w:r>
      <w:r w:rsidRPr="00D95A45">
        <w:rPr>
          <w:rtl/>
        </w:rPr>
        <w:t>والتي قد املكت ولم يدخل بها تجلد مائة وتنفى.</w:t>
      </w:r>
    </w:p>
    <w:p w:rsidR="00AC7755" w:rsidRDefault="00D45E0E" w:rsidP="00AC7755">
      <w:pPr>
        <w:pStyle w:val="libNormal"/>
        <w:rPr>
          <w:rtl/>
        </w:rPr>
      </w:pPr>
      <w:r w:rsidRPr="00D95A45">
        <w:rPr>
          <w:rtl/>
        </w:rPr>
        <w:t>(13) 13</w:t>
      </w:r>
      <w:r w:rsidR="00CC15EB">
        <w:rPr>
          <w:rtl/>
        </w:rPr>
        <w:t xml:space="preserve"> - </w:t>
      </w:r>
      <w:r w:rsidRPr="00D95A45">
        <w:rPr>
          <w:rtl/>
        </w:rPr>
        <w:t xml:space="preserve">عنه عن ابن محبوب عن ابي ايوب عن العلا عن محمد ابن مسلم عن أبى جعفر </w:t>
      </w:r>
      <w:r w:rsidR="00AC7755" w:rsidRPr="00AC7755">
        <w:rPr>
          <w:rStyle w:val="libAlaemChar"/>
          <w:rtl/>
        </w:rPr>
        <w:t>عليه‌السلام</w:t>
      </w:r>
      <w:r w:rsidRPr="00D95A45">
        <w:rPr>
          <w:rtl/>
        </w:rPr>
        <w:t xml:space="preserve"> في المحصن والمحصنة جلد مائة ثم الرجم.</w:t>
      </w:r>
    </w:p>
    <w:p w:rsidR="00AC7755" w:rsidRDefault="00D45E0E" w:rsidP="00AC7755">
      <w:pPr>
        <w:pStyle w:val="libNormal"/>
        <w:rPr>
          <w:rtl/>
        </w:rPr>
      </w:pPr>
      <w:r w:rsidRPr="00D95A45">
        <w:rPr>
          <w:rtl/>
        </w:rPr>
        <w:t>(14) 14</w:t>
      </w:r>
      <w:r w:rsidR="00CC15EB">
        <w:rPr>
          <w:rtl/>
        </w:rPr>
        <w:t xml:space="preserve"> - </w:t>
      </w:r>
      <w:r w:rsidRPr="00D95A45">
        <w:rPr>
          <w:rtl/>
        </w:rPr>
        <w:t>عنه عن ابن أبي عمير عن عبد الرحمان بن حماد عن الحلبي</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النصف</w:t>
      </w:r>
      <w:r w:rsidR="00CC15EB">
        <w:rPr>
          <w:rtl/>
        </w:rPr>
        <w:t xml:space="preserve">: - </w:t>
      </w:r>
      <w:r w:rsidRPr="00D95A45">
        <w:rPr>
          <w:rtl/>
        </w:rPr>
        <w:t>بالتحريك</w:t>
      </w:r>
      <w:r w:rsidR="00CC15EB">
        <w:rPr>
          <w:rtl/>
        </w:rPr>
        <w:t xml:space="preserve"> - </w:t>
      </w:r>
      <w:r w:rsidRPr="00D95A45">
        <w:rPr>
          <w:rtl/>
        </w:rPr>
        <w:t>من الرجال من كان متوسط العمر</w:t>
      </w:r>
      <w:r w:rsidR="00CC15EB">
        <w:rPr>
          <w:rtl/>
        </w:rPr>
        <w:t>،</w:t>
      </w:r>
      <w:r>
        <w:rPr>
          <w:rtl/>
        </w:rPr>
        <w:t xml:space="preserve"> </w:t>
      </w:r>
      <w:r w:rsidRPr="00D95A45">
        <w:rPr>
          <w:rtl/>
        </w:rPr>
        <w:t>ورجل نصف من اواسط الناس عمرا</w:t>
      </w:r>
    </w:p>
    <w:p w:rsidR="00CC15EB" w:rsidRDefault="00CC15EB" w:rsidP="00AC7755">
      <w:pPr>
        <w:pStyle w:val="libFootnote0"/>
        <w:rPr>
          <w:rtl/>
        </w:rPr>
      </w:pPr>
      <w:r>
        <w:rPr>
          <w:rtl/>
        </w:rPr>
        <w:t>-</w:t>
      </w:r>
      <w:r w:rsidR="00D45E0E" w:rsidRPr="007277FF">
        <w:rPr>
          <w:rtl/>
        </w:rPr>
        <w:t xml:space="preserve"> 10</w:t>
      </w:r>
      <w:r>
        <w:rPr>
          <w:rtl/>
        </w:rPr>
        <w:t xml:space="preserve"> - </w:t>
      </w:r>
      <w:r w:rsidR="00D45E0E" w:rsidRPr="007277FF">
        <w:rPr>
          <w:rtl/>
        </w:rPr>
        <w:t>11</w:t>
      </w:r>
      <w:r>
        <w:rPr>
          <w:rFonts w:hint="cs"/>
          <w:rtl/>
        </w:rPr>
        <w:t xml:space="preserve"> - </w:t>
      </w:r>
      <w:r w:rsidR="00D45E0E" w:rsidRPr="007277FF">
        <w:rPr>
          <w:rtl/>
        </w:rPr>
        <w:t>12</w:t>
      </w:r>
      <w:r>
        <w:rPr>
          <w:rtl/>
        </w:rPr>
        <w:t xml:space="preserve"> - </w:t>
      </w:r>
      <w:r w:rsidR="00D45E0E" w:rsidRPr="007277FF">
        <w:rPr>
          <w:rtl/>
        </w:rPr>
        <w:t>الاستبصار ج 4 ص 200 واخرج الثالث الكليني في الكافي ج 2 ص 286</w:t>
      </w:r>
    </w:p>
    <w:p w:rsidR="00AC7755" w:rsidRDefault="00CC15EB" w:rsidP="00AC7755">
      <w:pPr>
        <w:pStyle w:val="libFootnote0"/>
        <w:rPr>
          <w:rtl/>
        </w:rPr>
      </w:pPr>
      <w:r>
        <w:rPr>
          <w:rtl/>
        </w:rPr>
        <w:t>-</w:t>
      </w:r>
      <w:r w:rsidR="00D45E0E" w:rsidRPr="005D0A37">
        <w:rPr>
          <w:rtl/>
        </w:rPr>
        <w:t xml:space="preserve"> 13</w:t>
      </w:r>
      <w:r>
        <w:rPr>
          <w:rtl/>
        </w:rPr>
        <w:t xml:space="preserve"> - </w:t>
      </w:r>
      <w:r w:rsidR="00D45E0E" w:rsidRPr="005D0A37">
        <w:rPr>
          <w:rtl/>
        </w:rPr>
        <w:t>14</w:t>
      </w:r>
      <w:r>
        <w:rPr>
          <w:rtl/>
        </w:rPr>
        <w:t xml:space="preserve"> - </w:t>
      </w:r>
      <w:r w:rsidR="00D45E0E" w:rsidRPr="005D0A37">
        <w:rPr>
          <w:rtl/>
        </w:rPr>
        <w:t>الاستبصار ج 4 ص 201 واخرج الثاني الصدوق في الفقيه ج 4 ص 17</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 xml:space="preserve">عن أبي عبد الله </w:t>
      </w:r>
      <w:r w:rsidR="00AC7755" w:rsidRPr="00AC7755">
        <w:rPr>
          <w:rStyle w:val="libAlaemChar"/>
          <w:rtl/>
        </w:rPr>
        <w:t>عليه‌السلام</w:t>
      </w:r>
      <w:r w:rsidRPr="007277FF">
        <w:rPr>
          <w:rtl/>
        </w:rPr>
        <w:t xml:space="preserve"> قال</w:t>
      </w:r>
      <w:r w:rsidR="00CC15EB">
        <w:rPr>
          <w:rtl/>
        </w:rPr>
        <w:t>:</w:t>
      </w:r>
      <w:r>
        <w:rPr>
          <w:rtl/>
        </w:rPr>
        <w:t xml:space="preserve"> </w:t>
      </w:r>
      <w:r w:rsidRPr="007277FF">
        <w:rPr>
          <w:rtl/>
        </w:rPr>
        <w:t>الشيخ والشيخة جلد مائة والرجم والبكر والبكرة جلد مائة ونفى سنة.</w:t>
      </w:r>
    </w:p>
    <w:p w:rsidR="00AC7755" w:rsidRDefault="00D45E0E" w:rsidP="00AC7755">
      <w:pPr>
        <w:pStyle w:val="libNormal"/>
        <w:rPr>
          <w:rtl/>
        </w:rPr>
      </w:pPr>
      <w:r w:rsidRPr="00D95A45">
        <w:rPr>
          <w:rtl/>
        </w:rPr>
        <w:t>(15) 15</w:t>
      </w:r>
      <w:r w:rsidR="00CC15EB">
        <w:rPr>
          <w:rtl/>
        </w:rPr>
        <w:t xml:space="preserve"> - </w:t>
      </w:r>
      <w:r w:rsidRPr="00D95A45">
        <w:rPr>
          <w:rtl/>
        </w:rPr>
        <w:t xml:space="preserve">أحمد بن محمد عن العباس عن ابن بكير عن حمران عن زرارة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علي </w:t>
      </w:r>
      <w:r w:rsidR="00AC7755" w:rsidRPr="00AC7755">
        <w:rPr>
          <w:rStyle w:val="libAlaemChar"/>
          <w:rtl/>
        </w:rPr>
        <w:t>عليه‌السلام</w:t>
      </w:r>
      <w:r w:rsidRPr="00D95A45">
        <w:rPr>
          <w:rtl/>
        </w:rPr>
        <w:t xml:space="preserve"> في امرأة زنت فحبلت فقتلت ولدها سرا فامر بها فجلدها مائة جلدة ثم رجمت وكان أول من رجمها.</w:t>
      </w:r>
    </w:p>
    <w:p w:rsidR="00AC7755" w:rsidRDefault="00D45E0E" w:rsidP="00AC7755">
      <w:pPr>
        <w:pStyle w:val="libNormal"/>
        <w:rPr>
          <w:rtl/>
        </w:rPr>
      </w:pPr>
      <w:r w:rsidRPr="00D95A45">
        <w:rPr>
          <w:rtl/>
        </w:rPr>
        <w:t>(16) 16</w:t>
      </w:r>
      <w:r w:rsidR="00CC15EB">
        <w:rPr>
          <w:rtl/>
        </w:rPr>
        <w:t xml:space="preserve"> - </w:t>
      </w:r>
      <w:r w:rsidRPr="00D95A45">
        <w:rPr>
          <w:rtl/>
        </w:rPr>
        <w:t xml:space="preserve">محمد بن علي بن محبوب عن محمد بن الحسين عن الحسن بن محبوب عن علي بن رئاب عن زرارة عن ابي جعفر </w:t>
      </w:r>
      <w:r w:rsidR="00AC7755" w:rsidRPr="00AC7755">
        <w:rPr>
          <w:rStyle w:val="libAlaemChar"/>
          <w:rtl/>
        </w:rPr>
        <w:t>عليه‌السلام</w:t>
      </w:r>
      <w:r w:rsidRPr="00D95A45">
        <w:rPr>
          <w:rtl/>
        </w:rPr>
        <w:t xml:space="preserve"> في المحصن والمحصنة جلد مائة ثم الرجم.</w:t>
      </w:r>
    </w:p>
    <w:p w:rsidR="00AC7755" w:rsidRDefault="00D45E0E" w:rsidP="00AC7755">
      <w:pPr>
        <w:pStyle w:val="libNormal"/>
        <w:rPr>
          <w:rtl/>
        </w:rPr>
      </w:pPr>
      <w:r w:rsidRPr="00D95A45">
        <w:rPr>
          <w:rtl/>
        </w:rPr>
        <w:t>(17) 17</w:t>
      </w:r>
      <w:r w:rsidR="00CC15EB">
        <w:rPr>
          <w:rtl/>
        </w:rPr>
        <w:t xml:space="preserve"> - </w:t>
      </w:r>
      <w:r w:rsidRPr="00D95A45">
        <w:rPr>
          <w:rtl/>
        </w:rPr>
        <w:t xml:space="preserve">وروى ابراهيم بن هاشم عن محمد بن جعفر عن عبد الله بن سنان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زنى الشيخ والعجوز جلدا ثم رجما عقوبة لهما</w:t>
      </w:r>
      <w:r w:rsidR="00CC15EB">
        <w:rPr>
          <w:rtl/>
        </w:rPr>
        <w:t>،</w:t>
      </w:r>
      <w:r>
        <w:rPr>
          <w:rtl/>
        </w:rPr>
        <w:t xml:space="preserve"> </w:t>
      </w:r>
      <w:r w:rsidRPr="00D95A45">
        <w:rPr>
          <w:rtl/>
        </w:rPr>
        <w:t>وإذا زنى النصف من الرجال رجم ولم يجلد إذا كان قد أحصن</w:t>
      </w:r>
      <w:r w:rsidR="00CC15EB">
        <w:rPr>
          <w:rtl/>
        </w:rPr>
        <w:t>،</w:t>
      </w:r>
      <w:r>
        <w:rPr>
          <w:rtl/>
        </w:rPr>
        <w:t xml:space="preserve"> </w:t>
      </w:r>
      <w:r w:rsidRPr="00D95A45">
        <w:rPr>
          <w:rtl/>
        </w:rPr>
        <w:t>وإذا زنى الشاب الحدث جلد ونفى سنة من مصره.</w:t>
      </w:r>
    </w:p>
    <w:p w:rsidR="00AC7755" w:rsidRDefault="00D45E0E" w:rsidP="00AC7755">
      <w:pPr>
        <w:pStyle w:val="libNormal"/>
        <w:rPr>
          <w:rtl/>
        </w:rPr>
      </w:pPr>
      <w:r w:rsidRPr="00D95A45">
        <w:rPr>
          <w:rtl/>
        </w:rPr>
        <w:t xml:space="preserve"> واما ما رواه</w:t>
      </w:r>
      <w:r w:rsidR="00CC15EB">
        <w:rPr>
          <w:rtl/>
        </w:rPr>
        <w:t>:</w:t>
      </w:r>
      <w:r>
        <w:rPr>
          <w:rtl/>
        </w:rPr>
        <w:t xml:space="preserve"> </w:t>
      </w:r>
    </w:p>
    <w:p w:rsidR="00AC7755" w:rsidRDefault="00D45E0E" w:rsidP="00AC7755">
      <w:pPr>
        <w:pStyle w:val="libNormal"/>
        <w:rPr>
          <w:rtl/>
        </w:rPr>
      </w:pPr>
      <w:r w:rsidRPr="00D95A45">
        <w:rPr>
          <w:rtl/>
        </w:rPr>
        <w:t>(18) 18</w:t>
      </w:r>
      <w:r w:rsidR="00CC15EB">
        <w:rPr>
          <w:rtl/>
        </w:rPr>
        <w:t xml:space="preserve"> - </w:t>
      </w:r>
      <w:r w:rsidRPr="00D95A45">
        <w:rPr>
          <w:rtl/>
        </w:rPr>
        <w:t xml:space="preserve">الحسين بن سعيد عن النضر بن سويد عن عاصم ابن حميد عن ابي بصير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الرجم حد الله الاكبر</w:t>
      </w:r>
      <w:r w:rsidR="00CC15EB">
        <w:rPr>
          <w:rtl/>
        </w:rPr>
        <w:t>،</w:t>
      </w:r>
      <w:r>
        <w:rPr>
          <w:rtl/>
        </w:rPr>
        <w:t xml:space="preserve"> </w:t>
      </w:r>
      <w:r w:rsidRPr="00D95A45">
        <w:rPr>
          <w:rtl/>
        </w:rPr>
        <w:t>والجلد حد الله الاصغر فإذا زنى الرجل المحصن رجم ولم يجلد.</w:t>
      </w:r>
    </w:p>
    <w:p w:rsidR="00AC7755" w:rsidRDefault="00D45E0E" w:rsidP="00AC7755">
      <w:pPr>
        <w:pStyle w:val="libNormal"/>
        <w:rPr>
          <w:rtl/>
        </w:rPr>
      </w:pPr>
      <w:r w:rsidRPr="00D95A45">
        <w:rPr>
          <w:rtl/>
        </w:rPr>
        <w:t xml:space="preserve"> فلا ينافي ما قدمناه من الاخبار من وجوب الجمع بين الرجم والجلد</w:t>
      </w:r>
      <w:r w:rsidR="00CC15EB">
        <w:rPr>
          <w:rtl/>
        </w:rPr>
        <w:t>،</w:t>
      </w:r>
      <w:r>
        <w:rPr>
          <w:rtl/>
        </w:rPr>
        <w:t xml:space="preserve"> </w:t>
      </w:r>
      <w:r w:rsidRPr="00D95A45">
        <w:rPr>
          <w:rtl/>
        </w:rPr>
        <w:t>لانه يحتمل شيئين احدهما</w:t>
      </w:r>
      <w:r w:rsidR="00CC15EB">
        <w:rPr>
          <w:rtl/>
        </w:rPr>
        <w:t>:</w:t>
      </w:r>
      <w:r>
        <w:rPr>
          <w:rtl/>
        </w:rPr>
        <w:t xml:space="preserve"> </w:t>
      </w:r>
      <w:r w:rsidRPr="00D95A45">
        <w:rPr>
          <w:rtl/>
        </w:rPr>
        <w:t>انه خرج مخرج التقية لأن هذا الحكم لا يوافقنا عليه أحد</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15</w:t>
      </w:r>
      <w:r>
        <w:rPr>
          <w:rFonts w:hint="cs"/>
          <w:rtl/>
        </w:rPr>
        <w:t xml:space="preserve"> - </w:t>
      </w:r>
      <w:r w:rsidR="00D45E0E" w:rsidRPr="007277FF">
        <w:rPr>
          <w:rtl/>
        </w:rPr>
        <w:t>16</w:t>
      </w:r>
      <w:r>
        <w:rPr>
          <w:rtl/>
        </w:rPr>
        <w:t xml:space="preserve"> - </w:t>
      </w:r>
      <w:r w:rsidR="00D45E0E" w:rsidRPr="007277FF">
        <w:rPr>
          <w:rtl/>
        </w:rPr>
        <w:t>الاستبصار ج 4 ص 201</w:t>
      </w:r>
    </w:p>
    <w:p w:rsidR="00AC7755" w:rsidRDefault="00CC15EB" w:rsidP="00AC7755">
      <w:pPr>
        <w:pStyle w:val="libFootnote0"/>
        <w:rPr>
          <w:rtl/>
        </w:rPr>
      </w:pPr>
      <w:r>
        <w:rPr>
          <w:rtl/>
        </w:rPr>
        <w:t>-</w:t>
      </w:r>
      <w:r w:rsidR="00D45E0E" w:rsidRPr="00C4593F">
        <w:rPr>
          <w:rtl/>
        </w:rPr>
        <w:t xml:space="preserve"> 17</w:t>
      </w:r>
      <w:r>
        <w:rPr>
          <w:rtl/>
        </w:rPr>
        <w:t xml:space="preserve"> - </w:t>
      </w:r>
      <w:r w:rsidR="00D45E0E" w:rsidRPr="00C4593F">
        <w:rPr>
          <w:rtl/>
        </w:rPr>
        <w:t>الاستبصار ج 4 ص 201 الفقيه ج 4 ص 27 وسبق آنفا برقم 10 من الباب 18</w:t>
      </w:r>
      <w:r>
        <w:rPr>
          <w:rtl/>
        </w:rPr>
        <w:t xml:space="preserve"> - </w:t>
      </w:r>
      <w:r w:rsidR="00D45E0E" w:rsidRPr="00C4593F">
        <w:rPr>
          <w:rtl/>
        </w:rPr>
        <w:t>الاستبصار ج 4 ص 201 الكافي ج 2 ص 286</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من العامة وما هذا حكمه يجوز التقية فيه</w:t>
      </w:r>
      <w:r w:rsidR="00CC15EB">
        <w:rPr>
          <w:rtl/>
        </w:rPr>
        <w:t>،</w:t>
      </w:r>
      <w:r>
        <w:rPr>
          <w:rtl/>
        </w:rPr>
        <w:t xml:space="preserve"> </w:t>
      </w:r>
      <w:r w:rsidRPr="007277FF">
        <w:rPr>
          <w:rtl/>
        </w:rPr>
        <w:t>والوجه الثاني</w:t>
      </w:r>
      <w:r w:rsidR="00CC15EB">
        <w:rPr>
          <w:rtl/>
        </w:rPr>
        <w:t>:</w:t>
      </w:r>
      <w:r>
        <w:rPr>
          <w:rtl/>
        </w:rPr>
        <w:t xml:space="preserve"> </w:t>
      </w:r>
      <w:r w:rsidRPr="007277FF">
        <w:rPr>
          <w:rtl/>
        </w:rPr>
        <w:t>أن يكون المراد به من لم يكن شيخا بل يكون حدثا لأن الذى يوجب عليه الرجم والجلد إذا كان شيخا محصنا</w:t>
      </w:r>
      <w:r w:rsidR="00CC15EB">
        <w:rPr>
          <w:rtl/>
        </w:rPr>
        <w:t>،</w:t>
      </w:r>
      <w:r>
        <w:rPr>
          <w:rtl/>
        </w:rPr>
        <w:t xml:space="preserve"> </w:t>
      </w:r>
      <w:r w:rsidRPr="007277FF">
        <w:rPr>
          <w:rtl/>
        </w:rPr>
        <w:t xml:space="preserve">وقد فصل ذلك </w:t>
      </w:r>
      <w:r w:rsidR="00AC7755" w:rsidRPr="00AC7755">
        <w:rPr>
          <w:rStyle w:val="libAlaemChar"/>
          <w:rtl/>
        </w:rPr>
        <w:t>عليه‌السلام</w:t>
      </w:r>
      <w:r w:rsidRPr="007277FF">
        <w:rPr>
          <w:rtl/>
        </w:rPr>
        <w:t xml:space="preserve"> في رواية عبد الله بن طلحة وعبد الرحمان ابن الحجاج والحلبي وزرارة وعبد الله بن سنان التي قدمناها</w:t>
      </w:r>
      <w:r w:rsidR="00CC15EB">
        <w:rPr>
          <w:rtl/>
        </w:rPr>
        <w:t>،</w:t>
      </w:r>
      <w:r>
        <w:rPr>
          <w:rtl/>
        </w:rPr>
        <w:t xml:space="preserve"> </w:t>
      </w:r>
      <w:r w:rsidRPr="007277FF">
        <w:rPr>
          <w:rtl/>
        </w:rPr>
        <w:t>ولا ينافي ذلك ما رواه محمد بن قيس في الرواية التي قدمناها من قوله الشيخ والشيخة يجلدان مائة ولم يذكر الرجم لأنه ليس يمتنع أنه لم يذكر الرجم لأنه مما لا خلاف في وجوبه على المحصن</w:t>
      </w:r>
      <w:r w:rsidR="00CC15EB">
        <w:rPr>
          <w:rtl/>
        </w:rPr>
        <w:t>،</w:t>
      </w:r>
      <w:r>
        <w:rPr>
          <w:rtl/>
        </w:rPr>
        <w:t xml:space="preserve"> </w:t>
      </w:r>
      <w:r w:rsidRPr="007277FF">
        <w:rPr>
          <w:rtl/>
        </w:rPr>
        <w:t>وذكر الجلد الذي يختص بايجابه عليه مع الرجم</w:t>
      </w:r>
      <w:r w:rsidR="00CC15EB">
        <w:rPr>
          <w:rtl/>
        </w:rPr>
        <w:t>،</w:t>
      </w:r>
      <w:r>
        <w:rPr>
          <w:rtl/>
        </w:rPr>
        <w:t xml:space="preserve"> </w:t>
      </w:r>
      <w:r w:rsidRPr="007277FF">
        <w:rPr>
          <w:rtl/>
        </w:rPr>
        <w:t>فاقتصر على ذلك لعلم المخاطب بوجوب الجمع بينهما على انه يحتمل أن يكون الرواية مقصورة على انهما إذا كانا غير محصنين</w:t>
      </w:r>
      <w:r w:rsidR="00CC15EB">
        <w:rPr>
          <w:rtl/>
        </w:rPr>
        <w:t>،</w:t>
      </w:r>
      <w:r>
        <w:rPr>
          <w:rtl/>
        </w:rPr>
        <w:t xml:space="preserve"> </w:t>
      </w:r>
      <w:r w:rsidRPr="007277FF">
        <w:rPr>
          <w:rtl/>
        </w:rPr>
        <w:t>الا ترى انه قال بعد ذلك</w:t>
      </w:r>
      <w:r w:rsidR="00CC15EB">
        <w:rPr>
          <w:rtl/>
        </w:rPr>
        <w:t>:</w:t>
      </w:r>
      <w:r>
        <w:rPr>
          <w:rtl/>
        </w:rPr>
        <w:t xml:space="preserve"> </w:t>
      </w:r>
      <w:r w:rsidRPr="007277FF">
        <w:rPr>
          <w:rtl/>
        </w:rPr>
        <w:t>وقضى في المحصنين الرجم</w:t>
      </w:r>
      <w:r w:rsidR="00CC15EB">
        <w:rPr>
          <w:rtl/>
        </w:rPr>
        <w:t>،</w:t>
      </w:r>
      <w:r>
        <w:rPr>
          <w:rtl/>
        </w:rPr>
        <w:t xml:space="preserve"> </w:t>
      </w:r>
      <w:r w:rsidRPr="007277FF">
        <w:rPr>
          <w:rtl/>
        </w:rPr>
        <w:t>مع ان وجوب الرجم للمحصنين مجمع عليه سواء كان شيخا أو شابا.</w:t>
      </w:r>
    </w:p>
    <w:p w:rsidR="00AC7755" w:rsidRDefault="00D45E0E" w:rsidP="00AC7755">
      <w:pPr>
        <w:pStyle w:val="libNormal"/>
        <w:rPr>
          <w:rtl/>
        </w:rPr>
      </w:pPr>
      <w:r w:rsidRPr="00D95A45">
        <w:rPr>
          <w:rtl/>
        </w:rPr>
        <w:t>(19) 19</w:t>
      </w:r>
      <w:r w:rsidR="00CC15EB">
        <w:rPr>
          <w:rtl/>
        </w:rPr>
        <w:t xml:space="preserve"> - </w:t>
      </w:r>
      <w:r w:rsidRPr="00D95A45">
        <w:rPr>
          <w:rtl/>
        </w:rPr>
        <w:t xml:space="preserve">وأما ما رواه يونس بن عبد الرحمان عن ابان عن أبى العباس عن أبي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رجم رسول الله </w:t>
      </w:r>
      <w:r w:rsidR="00AC7755" w:rsidRPr="00AC7755">
        <w:rPr>
          <w:rStyle w:val="libAlaemChar"/>
          <w:rtl/>
        </w:rPr>
        <w:t>صلى‌الله‌عليه‌وآله‌وسلم</w:t>
      </w:r>
      <w:r w:rsidRPr="00D95A45">
        <w:rPr>
          <w:rtl/>
        </w:rPr>
        <w:t xml:space="preserve"> ولم يجلد</w:t>
      </w:r>
      <w:r w:rsidR="00CC15EB">
        <w:rPr>
          <w:rtl/>
        </w:rPr>
        <w:t>،</w:t>
      </w:r>
      <w:r>
        <w:rPr>
          <w:rtl/>
        </w:rPr>
        <w:t xml:space="preserve"> </w:t>
      </w:r>
      <w:r w:rsidRPr="00D95A45">
        <w:rPr>
          <w:rtl/>
        </w:rPr>
        <w:t xml:space="preserve">وذكروا ان عليا </w:t>
      </w:r>
      <w:r w:rsidR="00AC7755" w:rsidRPr="00AC7755">
        <w:rPr>
          <w:rStyle w:val="libAlaemChar"/>
          <w:rtl/>
        </w:rPr>
        <w:t>عليه‌السلام</w:t>
      </w:r>
      <w:r w:rsidRPr="00D95A45">
        <w:rPr>
          <w:rtl/>
        </w:rPr>
        <w:t xml:space="preserve"> رجم بالكوفة وجلد فانكر ذلك أبو عبد الله </w:t>
      </w:r>
      <w:r w:rsidR="00AC7755" w:rsidRPr="00AC7755">
        <w:rPr>
          <w:rStyle w:val="libAlaemChar"/>
          <w:rtl/>
        </w:rPr>
        <w:t>عليه‌السلام</w:t>
      </w:r>
      <w:r w:rsidRPr="00D95A45">
        <w:rPr>
          <w:rtl/>
        </w:rPr>
        <w:t xml:space="preserve"> وقال</w:t>
      </w:r>
      <w:r w:rsidR="00CC15EB">
        <w:rPr>
          <w:rtl/>
        </w:rPr>
        <w:t>:</w:t>
      </w:r>
      <w:r>
        <w:rPr>
          <w:rtl/>
        </w:rPr>
        <w:t xml:space="preserve"> </w:t>
      </w:r>
      <w:r w:rsidRPr="00D95A45">
        <w:rPr>
          <w:rtl/>
        </w:rPr>
        <w:t>ما نعرف هذا قال يونس</w:t>
      </w:r>
      <w:r w:rsidR="00CC15EB">
        <w:rPr>
          <w:rtl/>
        </w:rPr>
        <w:t>:</w:t>
      </w:r>
      <w:r>
        <w:rPr>
          <w:rtl/>
        </w:rPr>
        <w:t xml:space="preserve"> </w:t>
      </w:r>
      <w:r w:rsidRPr="00D95A45">
        <w:rPr>
          <w:rtl/>
        </w:rPr>
        <w:t>اي لم نحد رجلا حدين في ذنب واحد.</w:t>
      </w:r>
    </w:p>
    <w:p w:rsidR="00AC7755" w:rsidRDefault="00D45E0E" w:rsidP="00AC7755">
      <w:pPr>
        <w:pStyle w:val="libNormal"/>
        <w:rPr>
          <w:rtl/>
        </w:rPr>
      </w:pPr>
      <w:r w:rsidRPr="00D95A45">
        <w:rPr>
          <w:rtl/>
        </w:rPr>
        <w:t>قال محمد بن الحسن</w:t>
      </w:r>
      <w:r w:rsidR="00CC15EB">
        <w:rPr>
          <w:rtl/>
        </w:rPr>
        <w:t>:</w:t>
      </w:r>
      <w:r>
        <w:rPr>
          <w:rtl/>
        </w:rPr>
        <w:t xml:space="preserve"> </w:t>
      </w:r>
      <w:r w:rsidRPr="00D95A45">
        <w:rPr>
          <w:rtl/>
        </w:rPr>
        <w:t>الذي ذكره يونس ليس في ظاهر الخبر ولا فيه ما يدل عليه</w:t>
      </w:r>
      <w:r w:rsidR="00CC15EB">
        <w:rPr>
          <w:rtl/>
        </w:rPr>
        <w:t>،</w:t>
      </w:r>
      <w:r>
        <w:rPr>
          <w:rtl/>
        </w:rPr>
        <w:t xml:space="preserve"> </w:t>
      </w:r>
      <w:r w:rsidRPr="00D95A45">
        <w:rPr>
          <w:rtl/>
        </w:rPr>
        <w:t>بل الذي فيه انه قال</w:t>
      </w:r>
      <w:r w:rsidR="00CC15EB">
        <w:rPr>
          <w:rtl/>
        </w:rPr>
        <w:t>:</w:t>
      </w:r>
      <w:r>
        <w:rPr>
          <w:rtl/>
        </w:rPr>
        <w:t xml:space="preserve"> </w:t>
      </w:r>
      <w:r w:rsidRPr="00D95A45">
        <w:rPr>
          <w:rtl/>
        </w:rPr>
        <w:t>ما نعرف هذا</w:t>
      </w:r>
      <w:r w:rsidR="00CC15EB">
        <w:rPr>
          <w:rtl/>
        </w:rPr>
        <w:t>،</w:t>
      </w:r>
      <w:r>
        <w:rPr>
          <w:rtl/>
        </w:rPr>
        <w:t xml:space="preserve"> </w:t>
      </w:r>
      <w:r w:rsidRPr="00D95A45">
        <w:rPr>
          <w:rtl/>
        </w:rPr>
        <w:t xml:space="preserve">ويحتمل ذلك ان يكون انما أراد ما نعرف أن رسول الله </w:t>
      </w:r>
      <w:r w:rsidR="00AC7755" w:rsidRPr="00AC7755">
        <w:rPr>
          <w:rStyle w:val="libAlaemChar"/>
          <w:rtl/>
        </w:rPr>
        <w:t>صلى‌الله‌عليه‌وآله‌وسلم</w:t>
      </w:r>
      <w:r w:rsidRPr="00D95A45">
        <w:rPr>
          <w:rtl/>
        </w:rPr>
        <w:t xml:space="preserve"> رجم ولم يجلد</w:t>
      </w:r>
      <w:r w:rsidR="00CC15EB">
        <w:rPr>
          <w:rtl/>
        </w:rPr>
        <w:t>،</w:t>
      </w:r>
      <w:r>
        <w:rPr>
          <w:rtl/>
        </w:rPr>
        <w:t xml:space="preserve"> </w:t>
      </w:r>
      <w:r w:rsidRPr="00D95A45">
        <w:rPr>
          <w:rtl/>
        </w:rPr>
        <w:t xml:space="preserve">لأنه قد تقدم ذكر حكمين من السائل احدهما عن رسول الله </w:t>
      </w:r>
      <w:r w:rsidR="00AC7755" w:rsidRPr="00AC7755">
        <w:rPr>
          <w:rStyle w:val="libAlaemChar"/>
          <w:rtl/>
        </w:rPr>
        <w:t>صلى‌الله‌عليه‌وآله‌وسلم</w:t>
      </w:r>
      <w:r w:rsidRPr="00D95A45">
        <w:rPr>
          <w:rtl/>
        </w:rPr>
        <w:t xml:space="preserve"> والآخر عن أمير المؤمنين </w:t>
      </w:r>
      <w:r w:rsidR="00AC7755" w:rsidRPr="00AC7755">
        <w:rPr>
          <w:rStyle w:val="libAlaemChar"/>
          <w:rtl/>
        </w:rPr>
        <w:t>عليه‌السلام</w:t>
      </w:r>
      <w:r w:rsidR="00CC15EB">
        <w:rPr>
          <w:rtl/>
        </w:rPr>
        <w:t>،</w:t>
      </w:r>
      <w:r>
        <w:rPr>
          <w:rtl/>
        </w:rPr>
        <w:t xml:space="preserve"> </w:t>
      </w:r>
      <w:r w:rsidRPr="00D95A45">
        <w:rPr>
          <w:rtl/>
        </w:rPr>
        <w:t>وليس بان نصرف قوله ما نعرف هذا الى احدهما</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19</w:t>
      </w:r>
      <w:r>
        <w:rPr>
          <w:rtl/>
        </w:rPr>
        <w:t xml:space="preserve"> - </w:t>
      </w:r>
      <w:r w:rsidR="00D45E0E" w:rsidRPr="00D95A45">
        <w:rPr>
          <w:rtl/>
        </w:rPr>
        <w:t>الاستبصار ج 4 ص 202 ص 286 بتفاوت فيه</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بأولى من أن نصرفه الى الآخر</w:t>
      </w:r>
      <w:r w:rsidR="00CC15EB">
        <w:rPr>
          <w:rtl/>
        </w:rPr>
        <w:t>،</w:t>
      </w:r>
      <w:r>
        <w:rPr>
          <w:rtl/>
        </w:rPr>
        <w:t xml:space="preserve"> </w:t>
      </w:r>
      <w:r w:rsidRPr="00D95A45">
        <w:rPr>
          <w:rtl/>
        </w:rPr>
        <w:t>وإذا احتمل ذلك لم يناف ما قدمناه من الاخبار ثم لو كان صريحا بانه قال</w:t>
      </w:r>
      <w:r w:rsidR="00CC15EB">
        <w:rPr>
          <w:rtl/>
        </w:rPr>
        <w:t>:</w:t>
      </w:r>
      <w:r>
        <w:rPr>
          <w:rtl/>
        </w:rPr>
        <w:t xml:space="preserve"> </w:t>
      </w:r>
      <w:r w:rsidRPr="00D95A45">
        <w:rPr>
          <w:rtl/>
        </w:rPr>
        <w:t xml:space="preserve">ما نعرف هذا من افعال امير المؤمنين </w:t>
      </w:r>
      <w:r w:rsidR="00AC7755" w:rsidRPr="00AC7755">
        <w:rPr>
          <w:rStyle w:val="libAlaemChar"/>
          <w:rtl/>
        </w:rPr>
        <w:t>عليه‌السلام</w:t>
      </w:r>
      <w:r w:rsidR="00CC15EB">
        <w:rPr>
          <w:rtl/>
        </w:rPr>
        <w:t>،</w:t>
      </w:r>
      <w:r>
        <w:rPr>
          <w:rtl/>
        </w:rPr>
        <w:t xml:space="preserve"> </w:t>
      </w:r>
      <w:r w:rsidRPr="00D95A45">
        <w:rPr>
          <w:rtl/>
        </w:rPr>
        <w:t>لم يناف ما ذكرناه</w:t>
      </w:r>
      <w:r w:rsidR="00CC15EB">
        <w:rPr>
          <w:rtl/>
        </w:rPr>
        <w:t>،</w:t>
      </w:r>
      <w:r>
        <w:rPr>
          <w:rtl/>
        </w:rPr>
        <w:t xml:space="preserve"> </w:t>
      </w:r>
      <w:r w:rsidRPr="00D95A45">
        <w:rPr>
          <w:rtl/>
        </w:rPr>
        <w:t xml:space="preserve">لانه يجوز أن يكون امير المؤمنين </w:t>
      </w:r>
      <w:r w:rsidR="00AC7755" w:rsidRPr="00AC7755">
        <w:rPr>
          <w:rStyle w:val="libAlaemChar"/>
          <w:rtl/>
        </w:rPr>
        <w:t>عليه‌السلام</w:t>
      </w:r>
      <w:r w:rsidRPr="00D95A45">
        <w:rPr>
          <w:rtl/>
        </w:rPr>
        <w:t xml:space="preserve"> ما فعل ذلك لانه لم يتفق في زمانه من وجب عليه الجلد والرجم معا على التفصيل الذي قدمناه</w:t>
      </w:r>
      <w:r w:rsidR="00CC15EB">
        <w:rPr>
          <w:rtl/>
        </w:rPr>
        <w:t>،</w:t>
      </w:r>
      <w:r>
        <w:rPr>
          <w:rtl/>
        </w:rPr>
        <w:t xml:space="preserve"> </w:t>
      </w:r>
      <w:r w:rsidRPr="00D95A45">
        <w:rPr>
          <w:rtl/>
        </w:rPr>
        <w:t>والذى يؤكد ما ذكرناه من وجوب الجمع بين الحدين.</w:t>
      </w:r>
    </w:p>
    <w:p w:rsidR="00AC7755" w:rsidRDefault="00D45E0E" w:rsidP="00AC7755">
      <w:pPr>
        <w:pStyle w:val="libNormal"/>
        <w:rPr>
          <w:rtl/>
        </w:rPr>
      </w:pPr>
      <w:r w:rsidRPr="00D95A45">
        <w:rPr>
          <w:rtl/>
        </w:rPr>
        <w:t>(20) 20</w:t>
      </w:r>
      <w:r w:rsidR="00CC15EB">
        <w:rPr>
          <w:rtl/>
        </w:rPr>
        <w:t xml:space="preserve"> - </w:t>
      </w:r>
      <w:r w:rsidRPr="00D95A45">
        <w:rPr>
          <w:rtl/>
        </w:rPr>
        <w:t>ما رواه الحسن بن محبوب عن ابي ايوب عن الفضيل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من أقر على نفسه عند الامام بحق حد من حدود الله مرة واحدة حرا كان أو عبدا أو حرة كانت أو امة</w:t>
      </w:r>
      <w:r w:rsidR="00CC15EB">
        <w:rPr>
          <w:rtl/>
        </w:rPr>
        <w:t>،</w:t>
      </w:r>
      <w:r>
        <w:rPr>
          <w:rtl/>
        </w:rPr>
        <w:t xml:space="preserve"> </w:t>
      </w:r>
      <w:r w:rsidRPr="00D95A45">
        <w:rPr>
          <w:rtl/>
        </w:rPr>
        <w:t>فعلى الامام أن يقيم الحد عليه للذي أقر به على نفسه كائنا من كان</w:t>
      </w:r>
      <w:r w:rsidR="00CC15EB">
        <w:rPr>
          <w:rtl/>
        </w:rPr>
        <w:t>،</w:t>
      </w:r>
      <w:r>
        <w:rPr>
          <w:rtl/>
        </w:rPr>
        <w:t xml:space="preserve"> </w:t>
      </w:r>
      <w:r w:rsidRPr="00D95A45">
        <w:rPr>
          <w:rtl/>
        </w:rPr>
        <w:t>إلا الزاني المحصن فانه لا يرجمه حتى يشهد عليه اربعة شهداء</w:t>
      </w:r>
      <w:r w:rsidR="00CC15EB">
        <w:rPr>
          <w:rtl/>
        </w:rPr>
        <w:t>،</w:t>
      </w:r>
      <w:r>
        <w:rPr>
          <w:rtl/>
        </w:rPr>
        <w:t xml:space="preserve"> </w:t>
      </w:r>
      <w:r w:rsidRPr="00D95A45">
        <w:rPr>
          <w:rtl/>
        </w:rPr>
        <w:t>فإذا شهدوا ضربه الحد مائة جلدة ثم يرجمه</w:t>
      </w:r>
      <w:r w:rsidR="00CC15EB">
        <w:rPr>
          <w:rtl/>
        </w:rPr>
        <w:t>،</w:t>
      </w:r>
      <w:r>
        <w:rPr>
          <w:rtl/>
        </w:rPr>
        <w:t xml:space="preserve"> </w:t>
      </w:r>
      <w:r w:rsidRPr="00D95A45">
        <w:rPr>
          <w:rtl/>
        </w:rPr>
        <w:t>قال</w:t>
      </w:r>
      <w:r w:rsidR="00CC15EB">
        <w:rPr>
          <w:rtl/>
        </w:rPr>
        <w:t>:</w:t>
      </w:r>
      <w:r>
        <w:rPr>
          <w:rtl/>
        </w:rPr>
        <w:t xml:space="preserve"> </w:t>
      </w:r>
      <w:r w:rsidRPr="00D95A45">
        <w:rPr>
          <w:rtl/>
        </w:rPr>
        <w:t xml:space="preserve">وقال أبو عبد الله </w:t>
      </w:r>
      <w:r w:rsidR="00AC7755" w:rsidRPr="00AC7755">
        <w:rPr>
          <w:rStyle w:val="libAlaemChar"/>
          <w:rtl/>
        </w:rPr>
        <w:t>عليه‌السلام</w:t>
      </w:r>
      <w:r w:rsidR="00CC15EB">
        <w:rPr>
          <w:rtl/>
        </w:rPr>
        <w:t>:</w:t>
      </w:r>
      <w:r>
        <w:rPr>
          <w:rtl/>
        </w:rPr>
        <w:t xml:space="preserve"> </w:t>
      </w:r>
      <w:r w:rsidRPr="00D95A45">
        <w:rPr>
          <w:rtl/>
        </w:rPr>
        <w:t>ومن أقر على نفسه عند الامام بحق حد من حدود الله في حقوق المسلمين فليس على الامام أن يقيم عليه الحد الذي أقر به عنده حتى يحضر صاحب الحق أو وليه فيطالبه بحقه</w:t>
      </w:r>
      <w:r w:rsidR="00CC15EB">
        <w:rPr>
          <w:rtl/>
        </w:rPr>
        <w:t>،</w:t>
      </w:r>
      <w:r>
        <w:rPr>
          <w:rtl/>
        </w:rPr>
        <w:t xml:space="preserve"> </w:t>
      </w:r>
      <w:r w:rsidRPr="00D95A45">
        <w:rPr>
          <w:rtl/>
        </w:rPr>
        <w:t>قال</w:t>
      </w:r>
      <w:r w:rsidR="00CC15EB">
        <w:rPr>
          <w:rtl/>
        </w:rPr>
        <w:t>:</w:t>
      </w:r>
      <w:r>
        <w:rPr>
          <w:rtl/>
        </w:rPr>
        <w:t xml:space="preserve"> </w:t>
      </w:r>
      <w:r w:rsidRPr="00D95A45">
        <w:rPr>
          <w:rtl/>
        </w:rPr>
        <w:t>فقال له بعض اصحابنا</w:t>
      </w:r>
      <w:r w:rsidR="00CC15EB">
        <w:rPr>
          <w:rtl/>
        </w:rPr>
        <w:t>:</w:t>
      </w:r>
      <w:r>
        <w:rPr>
          <w:rtl/>
        </w:rPr>
        <w:t xml:space="preserve"> </w:t>
      </w:r>
      <w:r w:rsidRPr="00D95A45">
        <w:rPr>
          <w:rtl/>
        </w:rPr>
        <w:t>يا ابا عبد الله فما هذه الحدود التي إذا أقر بها عند الامام مرة واحدة على نفسه اقيم عليه الحد فيها</w:t>
      </w:r>
      <w:r>
        <w:rPr>
          <w:rtl/>
        </w:rPr>
        <w:t>؟</w:t>
      </w:r>
      <w:r w:rsidRPr="00D95A45">
        <w:rPr>
          <w:rtl/>
        </w:rPr>
        <w:t xml:space="preserve"> فقال</w:t>
      </w:r>
      <w:r w:rsidR="00CC15EB">
        <w:rPr>
          <w:rtl/>
        </w:rPr>
        <w:t>:</w:t>
      </w:r>
      <w:r>
        <w:rPr>
          <w:rtl/>
        </w:rPr>
        <w:t xml:space="preserve"> </w:t>
      </w:r>
      <w:r w:rsidRPr="00D95A45">
        <w:rPr>
          <w:rtl/>
        </w:rPr>
        <w:t>إذا أقر على نفسه عند الامام بسرقة قطعه فهذا من حقوق الله</w:t>
      </w:r>
      <w:r w:rsidR="00CC15EB">
        <w:rPr>
          <w:rtl/>
        </w:rPr>
        <w:t>،</w:t>
      </w:r>
      <w:r>
        <w:rPr>
          <w:rtl/>
        </w:rPr>
        <w:t xml:space="preserve"> </w:t>
      </w:r>
      <w:r w:rsidRPr="00D95A45">
        <w:rPr>
          <w:rtl/>
        </w:rPr>
        <w:t>وإذا أقر على نفسه انه شرب خمرا حده فهذا من حقوق الله</w:t>
      </w:r>
      <w:r w:rsidR="00CC15EB">
        <w:rPr>
          <w:rtl/>
        </w:rPr>
        <w:t>،</w:t>
      </w:r>
      <w:r>
        <w:rPr>
          <w:rtl/>
        </w:rPr>
        <w:t xml:space="preserve"> </w:t>
      </w:r>
      <w:r w:rsidRPr="00D95A45">
        <w:rPr>
          <w:rtl/>
        </w:rPr>
        <w:t>وإذا أقر على نفسه بالزنى وهو غير محصن فهذا من حقوق الله قال</w:t>
      </w:r>
      <w:r w:rsidR="00CC15EB">
        <w:rPr>
          <w:rtl/>
        </w:rPr>
        <w:t>:</w:t>
      </w:r>
      <w:r>
        <w:rPr>
          <w:rtl/>
        </w:rPr>
        <w:t xml:space="preserve"> </w:t>
      </w:r>
      <w:r w:rsidRPr="00D95A45">
        <w:rPr>
          <w:rtl/>
        </w:rPr>
        <w:t>وأما حقوق المسلمين فإذا أقر على نفسه عند الامام بفرية لم يحده حتى يحضر صاحب الفرية أو وليه</w:t>
      </w:r>
      <w:r w:rsidR="00CC15EB">
        <w:rPr>
          <w:rtl/>
        </w:rPr>
        <w:t>،</w:t>
      </w:r>
      <w:r>
        <w:rPr>
          <w:rtl/>
        </w:rPr>
        <w:t xml:space="preserve"> </w:t>
      </w:r>
      <w:r w:rsidRPr="00D95A45">
        <w:rPr>
          <w:rtl/>
        </w:rPr>
        <w:t>وإذا أقر بقتل رجل لم يقتله حتى يحضر اولياء المقتول</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20</w:t>
      </w:r>
      <w:r>
        <w:rPr>
          <w:rtl/>
        </w:rPr>
        <w:t xml:space="preserve"> - </w:t>
      </w:r>
      <w:r w:rsidR="00D45E0E" w:rsidRPr="00D95A45">
        <w:rPr>
          <w:rtl/>
        </w:rPr>
        <w:t>الاستبصار ج 4 ص 203 وفيه صدر الحديث الكافي ج 2 ص 299 وفيه جزء من الحديث</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فيطالبوا بدم صاحبهم.</w:t>
      </w:r>
    </w:p>
    <w:p w:rsidR="00AC7755" w:rsidRDefault="00D45E0E" w:rsidP="00AC7755">
      <w:pPr>
        <w:pStyle w:val="libNormal"/>
        <w:rPr>
          <w:rtl/>
        </w:rPr>
      </w:pPr>
      <w:r w:rsidRPr="00D95A45">
        <w:rPr>
          <w:rtl/>
        </w:rPr>
        <w:t>قال محمد بن الحسن</w:t>
      </w:r>
      <w:r w:rsidR="00CC15EB">
        <w:rPr>
          <w:rtl/>
        </w:rPr>
        <w:t>:</w:t>
      </w:r>
      <w:r>
        <w:rPr>
          <w:rtl/>
        </w:rPr>
        <w:t xml:space="preserve"> </w:t>
      </w:r>
      <w:r w:rsidRPr="00D95A45">
        <w:rPr>
          <w:rtl/>
        </w:rPr>
        <w:t>ما تضمن أول هذا الخبر من أنه يقبل اقرار الانسان على نفسه في كل حد من الحدود إلا الزنى فالوجه في استثناء الزنى من بين سائر الحدود انه يراعى في الزنى الاقرار أربع مرات وليس ذلك في شئ من الحدود الاخر</w:t>
      </w:r>
      <w:r w:rsidR="00CC15EB">
        <w:rPr>
          <w:rtl/>
        </w:rPr>
        <w:t>،</w:t>
      </w:r>
      <w:r>
        <w:rPr>
          <w:rtl/>
        </w:rPr>
        <w:t xml:space="preserve"> </w:t>
      </w:r>
      <w:r w:rsidRPr="00D95A45">
        <w:rPr>
          <w:rtl/>
        </w:rPr>
        <w:t>وليس فيه انه لا يقبل اقراره بالزنى وإن أقر اربع مرات.</w:t>
      </w:r>
    </w:p>
    <w:p w:rsidR="00AC7755" w:rsidRDefault="00D45E0E" w:rsidP="00AC7755">
      <w:pPr>
        <w:pStyle w:val="libNormal"/>
        <w:rPr>
          <w:rtl/>
        </w:rPr>
      </w:pPr>
      <w:r w:rsidRPr="00D95A45">
        <w:rPr>
          <w:rtl/>
        </w:rPr>
        <w:t>والذي يدل على أن اقرار الانسان يقبل على نفسه في الزنى ويجب به الحد والرجم.</w:t>
      </w:r>
    </w:p>
    <w:p w:rsidR="00AC7755" w:rsidRDefault="00D45E0E" w:rsidP="00AC7755">
      <w:pPr>
        <w:pStyle w:val="libNormal"/>
        <w:rPr>
          <w:rtl/>
        </w:rPr>
      </w:pPr>
      <w:r w:rsidRPr="00D95A45">
        <w:rPr>
          <w:rtl/>
        </w:rPr>
        <w:t>(21) 21</w:t>
      </w:r>
      <w:r w:rsidR="00CC15EB">
        <w:rPr>
          <w:rtl/>
        </w:rPr>
        <w:t xml:space="preserve"> - </w:t>
      </w:r>
      <w:r w:rsidRPr="00D95A45">
        <w:rPr>
          <w:rtl/>
        </w:rPr>
        <w:t xml:space="preserve">ما رواه محمد بن علي بن محبوب عن علي بن السندي عن ابن أبي عمير عن جميل عن أبي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يقطع السارق حتى يقر بالسرقة مرتين</w:t>
      </w:r>
      <w:r w:rsidR="00CC15EB">
        <w:rPr>
          <w:rtl/>
        </w:rPr>
        <w:t>،</w:t>
      </w:r>
      <w:r>
        <w:rPr>
          <w:rtl/>
        </w:rPr>
        <w:t xml:space="preserve"> </w:t>
      </w:r>
      <w:r w:rsidRPr="00D95A45">
        <w:rPr>
          <w:rtl/>
        </w:rPr>
        <w:t>ولا يرجم الزاني حتى يقر اربع مرات.</w:t>
      </w:r>
    </w:p>
    <w:p w:rsidR="00AC7755" w:rsidRDefault="00D45E0E" w:rsidP="00AC7755">
      <w:pPr>
        <w:pStyle w:val="libNormal"/>
        <w:rPr>
          <w:rtl/>
        </w:rPr>
      </w:pPr>
      <w:r w:rsidRPr="00D95A45">
        <w:rPr>
          <w:rtl/>
        </w:rPr>
        <w:t>(22) 22</w:t>
      </w:r>
      <w:r w:rsidR="00CC15EB">
        <w:rPr>
          <w:rtl/>
        </w:rPr>
        <w:t xml:space="preserve"> - </w:t>
      </w:r>
      <w:r w:rsidRPr="00D95A45">
        <w:rPr>
          <w:rtl/>
        </w:rPr>
        <w:t>وأيضا فما رواه علي بن ابراهيم عن محمد بن عيسى. عن يونس عن ابان عن أبي العباس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 xml:space="preserve">أتى النبي </w:t>
      </w:r>
      <w:r w:rsidR="00AC7755" w:rsidRPr="00AC7755">
        <w:rPr>
          <w:rStyle w:val="libAlaemChar"/>
          <w:rtl/>
        </w:rPr>
        <w:t>صلى‌الله‌عليه‌وآله‌وسلم</w:t>
      </w:r>
      <w:r w:rsidRPr="00D95A45">
        <w:rPr>
          <w:rtl/>
        </w:rPr>
        <w:t xml:space="preserve"> رجل فقال</w:t>
      </w:r>
      <w:r w:rsidR="00CC15EB">
        <w:rPr>
          <w:rtl/>
        </w:rPr>
        <w:t>:</w:t>
      </w:r>
      <w:r>
        <w:rPr>
          <w:rtl/>
        </w:rPr>
        <w:t xml:space="preserve"> </w:t>
      </w:r>
      <w:r w:rsidRPr="00D95A45">
        <w:rPr>
          <w:rtl/>
        </w:rPr>
        <w:t xml:space="preserve">اني زنيت فصرف النبي </w:t>
      </w:r>
      <w:r w:rsidR="00AC7755" w:rsidRPr="00AC7755">
        <w:rPr>
          <w:rStyle w:val="libAlaemChar"/>
          <w:rtl/>
        </w:rPr>
        <w:t>صلى‌الله‌عليه‌وآله‌وسلم</w:t>
      </w:r>
      <w:r w:rsidRPr="00D95A45">
        <w:rPr>
          <w:rtl/>
        </w:rPr>
        <w:t xml:space="preserve"> وجهه عنه</w:t>
      </w:r>
      <w:r w:rsidR="00CC15EB">
        <w:rPr>
          <w:rtl/>
        </w:rPr>
        <w:t>،</w:t>
      </w:r>
      <w:r>
        <w:rPr>
          <w:rtl/>
        </w:rPr>
        <w:t xml:space="preserve"> </w:t>
      </w:r>
      <w:r w:rsidRPr="00D95A45">
        <w:rPr>
          <w:rtl/>
        </w:rPr>
        <w:t>فأتاه من جانبه الآخر ثم قال مثل ما قال فصرف وجهه عنه</w:t>
      </w:r>
      <w:r w:rsidR="00CC15EB">
        <w:rPr>
          <w:rtl/>
        </w:rPr>
        <w:t>،</w:t>
      </w:r>
      <w:r>
        <w:rPr>
          <w:rtl/>
        </w:rPr>
        <w:t xml:space="preserve"> </w:t>
      </w:r>
      <w:r w:rsidRPr="00D95A45">
        <w:rPr>
          <w:rtl/>
        </w:rPr>
        <w:t>ثم جاء إليه الثالثة فقال</w:t>
      </w:r>
      <w:r w:rsidR="00CC15EB">
        <w:rPr>
          <w:rtl/>
        </w:rPr>
        <w:t>:</w:t>
      </w:r>
      <w:r>
        <w:rPr>
          <w:rtl/>
        </w:rPr>
        <w:t xml:space="preserve"> </w:t>
      </w:r>
      <w:r w:rsidRPr="00D95A45">
        <w:rPr>
          <w:rtl/>
        </w:rPr>
        <w:t xml:space="preserve">يا رسول الله اني زنيت وعذاب الدنيا أهون علي من عذاب الآخرة فقال رسول الله </w:t>
      </w:r>
      <w:r w:rsidR="00AC7755" w:rsidRPr="00AC7755">
        <w:rPr>
          <w:rStyle w:val="libAlaemChar"/>
          <w:rtl/>
        </w:rPr>
        <w:t>صلى‌الله‌عليه‌وآله‌وسلم</w:t>
      </w:r>
      <w:r w:rsidR="00CC15EB">
        <w:rPr>
          <w:rtl/>
        </w:rPr>
        <w:t>:</w:t>
      </w:r>
      <w:r>
        <w:rPr>
          <w:rtl/>
        </w:rPr>
        <w:t xml:space="preserve"> </w:t>
      </w:r>
      <w:r w:rsidRPr="00D95A45">
        <w:rPr>
          <w:rtl/>
        </w:rPr>
        <w:t>أبصاحبكم بأس</w:t>
      </w:r>
      <w:r>
        <w:rPr>
          <w:rtl/>
        </w:rPr>
        <w:t>؟</w:t>
      </w:r>
      <w:r w:rsidRPr="00D95A45">
        <w:rPr>
          <w:rtl/>
        </w:rPr>
        <w:t xml:space="preserve"> يعني جنة قالوا</w:t>
      </w:r>
      <w:r w:rsidR="00CC15EB">
        <w:rPr>
          <w:rtl/>
        </w:rPr>
        <w:t>:</w:t>
      </w:r>
      <w:r>
        <w:rPr>
          <w:rtl/>
        </w:rPr>
        <w:t xml:space="preserve"> </w:t>
      </w:r>
      <w:r w:rsidRPr="00D95A45">
        <w:rPr>
          <w:rtl/>
        </w:rPr>
        <w:t>لا</w:t>
      </w:r>
      <w:r w:rsidR="00CC15EB">
        <w:rPr>
          <w:rtl/>
        </w:rPr>
        <w:t>،</w:t>
      </w:r>
      <w:r>
        <w:rPr>
          <w:rtl/>
        </w:rPr>
        <w:t xml:space="preserve"> </w:t>
      </w:r>
      <w:r w:rsidRPr="00D95A45">
        <w:rPr>
          <w:rtl/>
        </w:rPr>
        <w:t xml:space="preserve">فأقر على نفسه الرابعة فأمر رسول الله </w:t>
      </w:r>
      <w:r w:rsidR="00AC7755" w:rsidRPr="00AC7755">
        <w:rPr>
          <w:rStyle w:val="libAlaemChar"/>
          <w:rtl/>
        </w:rPr>
        <w:t>صلى‌الله‌عليه‌وآله‌وسلم</w:t>
      </w:r>
      <w:r w:rsidRPr="00D95A45">
        <w:rPr>
          <w:rtl/>
        </w:rPr>
        <w:t xml:space="preserve"> أن يرجم</w:t>
      </w:r>
      <w:r w:rsidR="00CC15EB">
        <w:rPr>
          <w:rtl/>
        </w:rPr>
        <w:t>،</w:t>
      </w:r>
      <w:r>
        <w:rPr>
          <w:rtl/>
        </w:rPr>
        <w:t xml:space="preserve"> </w:t>
      </w:r>
      <w:r w:rsidRPr="00D95A45">
        <w:rPr>
          <w:rtl/>
        </w:rPr>
        <w:t>فحفروا له حفيرة فلما أن وجد مس الحجارة خرج يشتد</w:t>
      </w:r>
      <w:r w:rsidR="00CC15EB">
        <w:rPr>
          <w:rtl/>
        </w:rPr>
        <w:t>،</w:t>
      </w:r>
      <w:r>
        <w:rPr>
          <w:rtl/>
        </w:rPr>
        <w:t xml:space="preserve"> </w:t>
      </w:r>
      <w:r w:rsidRPr="00D95A45">
        <w:rPr>
          <w:rtl/>
        </w:rPr>
        <w:t xml:space="preserve">فلقيه الزبير فرماه بساق بعير فعقله فأدركه الناس فقتلوه فاخبروا النبي </w:t>
      </w:r>
      <w:r w:rsidR="00AC7755" w:rsidRPr="00AC7755">
        <w:rPr>
          <w:rStyle w:val="libAlaemChar"/>
          <w:rtl/>
        </w:rPr>
        <w:t>صلى‌الله‌عليه‌وآله‌وسلم</w:t>
      </w:r>
      <w:r w:rsidRPr="00D95A45">
        <w:rPr>
          <w:rtl/>
        </w:rPr>
        <w:t xml:space="preserve"> بذلك فقال</w:t>
      </w:r>
      <w:r w:rsidR="00CC15EB">
        <w:rPr>
          <w:rtl/>
        </w:rPr>
        <w:t>:</w:t>
      </w:r>
      <w:r>
        <w:rPr>
          <w:rtl/>
        </w:rPr>
        <w:t xml:space="preserve"> </w:t>
      </w:r>
      <w:r w:rsidRPr="00D95A45">
        <w:rPr>
          <w:rtl/>
        </w:rPr>
        <w:t>هلا تركتموه</w:t>
      </w:r>
      <w:r>
        <w:rPr>
          <w:rtl/>
        </w:rPr>
        <w:t>!؟</w:t>
      </w:r>
      <w:r w:rsidRPr="00D95A45">
        <w:rPr>
          <w:rtl/>
        </w:rPr>
        <w:t xml:space="preserve"> ثم قال</w:t>
      </w:r>
      <w:r w:rsidR="00CC15EB">
        <w:rPr>
          <w:rtl/>
        </w:rPr>
        <w:t>:</w:t>
      </w:r>
      <w:r>
        <w:rPr>
          <w:rtl/>
        </w:rPr>
        <w:t xml:space="preserve"> </w:t>
      </w:r>
      <w:r w:rsidRPr="00D95A45">
        <w:rPr>
          <w:rtl/>
        </w:rPr>
        <w:t>لو استتر ثم تاب كان خيرا له.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21</w:t>
      </w:r>
      <w:r>
        <w:rPr>
          <w:rtl/>
        </w:rPr>
        <w:t xml:space="preserve"> - </w:t>
      </w:r>
      <w:r w:rsidR="00D45E0E" w:rsidRPr="00D95A45">
        <w:rPr>
          <w:rtl/>
        </w:rPr>
        <w:t>الاستبصار ج 4 ص 204</w:t>
      </w:r>
    </w:p>
    <w:p w:rsidR="00AC7755" w:rsidRDefault="00CC15EB" w:rsidP="00AC7755">
      <w:pPr>
        <w:pStyle w:val="libFootnote0"/>
        <w:rPr>
          <w:rtl/>
        </w:rPr>
      </w:pPr>
      <w:r>
        <w:rPr>
          <w:rtl/>
        </w:rPr>
        <w:t>-</w:t>
      </w:r>
      <w:r w:rsidR="00D45E0E" w:rsidRPr="007277FF">
        <w:rPr>
          <w:rtl/>
        </w:rPr>
        <w:t xml:space="preserve"> 22</w:t>
      </w:r>
      <w:r>
        <w:rPr>
          <w:rtl/>
        </w:rPr>
        <w:t xml:space="preserve"> - </w:t>
      </w:r>
      <w:r w:rsidR="00D45E0E" w:rsidRPr="007277FF">
        <w:rPr>
          <w:rtl/>
        </w:rPr>
        <w:t>الكافي ج 2 ص 288</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(23) 23</w:t>
      </w:r>
      <w:r w:rsidR="00CC15EB">
        <w:rPr>
          <w:rtl/>
        </w:rPr>
        <w:t xml:space="preserve"> - </w:t>
      </w:r>
      <w:r w:rsidRPr="00D95A45">
        <w:rPr>
          <w:rtl/>
        </w:rPr>
        <w:t>الحسن بن محبوب عن علي بن أبي حمزة عن أبى بصير عن عمران بن ميثم أو صالح بن ميثم عن أبيه قال</w:t>
      </w:r>
      <w:r w:rsidR="00CC15EB">
        <w:rPr>
          <w:rtl/>
        </w:rPr>
        <w:t>:</w:t>
      </w:r>
      <w:r>
        <w:rPr>
          <w:rtl/>
        </w:rPr>
        <w:t xml:space="preserve"> </w:t>
      </w:r>
      <w:r w:rsidRPr="00D95A45">
        <w:rPr>
          <w:rtl/>
        </w:rPr>
        <w:t>أتت امرأة محج</w:t>
      </w:r>
      <w:r w:rsidRPr="00AC7755">
        <w:rPr>
          <w:rStyle w:val="libFootnotenumChar"/>
          <w:rtl/>
        </w:rPr>
        <w:t xml:space="preserve"> (1) </w:t>
      </w:r>
      <w:r w:rsidRPr="00D95A45">
        <w:rPr>
          <w:rtl/>
        </w:rPr>
        <w:t xml:space="preserve">امير المؤمنين </w:t>
      </w:r>
      <w:r w:rsidR="00AC7755" w:rsidRPr="00AC7755">
        <w:rPr>
          <w:rStyle w:val="libAlaemChar"/>
          <w:rtl/>
        </w:rPr>
        <w:t>عليه‌السلام</w:t>
      </w:r>
      <w:r w:rsidRPr="00D95A45">
        <w:rPr>
          <w:rtl/>
        </w:rPr>
        <w:t xml:space="preserve"> فقالت</w:t>
      </w:r>
      <w:r w:rsidR="00CC15EB">
        <w:rPr>
          <w:rtl/>
        </w:rPr>
        <w:t>:</w:t>
      </w:r>
      <w:r>
        <w:rPr>
          <w:rtl/>
        </w:rPr>
        <w:t xml:space="preserve"> </w:t>
      </w:r>
      <w:r w:rsidRPr="00D95A45">
        <w:rPr>
          <w:rtl/>
        </w:rPr>
        <w:t>يا أمير المؤمنين اني زنيت فطهرني طهرك الله</w:t>
      </w:r>
      <w:r w:rsidR="00CC15EB">
        <w:rPr>
          <w:rtl/>
        </w:rPr>
        <w:t>،</w:t>
      </w:r>
      <w:r>
        <w:rPr>
          <w:rtl/>
        </w:rPr>
        <w:t xml:space="preserve"> </w:t>
      </w:r>
      <w:r w:rsidRPr="00D95A45">
        <w:rPr>
          <w:rtl/>
        </w:rPr>
        <w:t>فان عذاب الدنيا ايسر من عذاب الآخرة الذي لا ينقطع</w:t>
      </w:r>
      <w:r w:rsidR="00CC15EB">
        <w:rPr>
          <w:rtl/>
        </w:rPr>
        <w:t>،</w:t>
      </w:r>
      <w:r>
        <w:rPr>
          <w:rtl/>
        </w:rPr>
        <w:t xml:space="preserve"> </w:t>
      </w:r>
      <w:r w:rsidRPr="00D95A45">
        <w:rPr>
          <w:rtl/>
        </w:rPr>
        <w:t>فقال لها</w:t>
      </w:r>
      <w:r w:rsidR="00CC15EB">
        <w:rPr>
          <w:rtl/>
        </w:rPr>
        <w:t>:</w:t>
      </w:r>
      <w:r>
        <w:rPr>
          <w:rtl/>
        </w:rPr>
        <w:t xml:space="preserve"> </w:t>
      </w:r>
      <w:r w:rsidRPr="00D95A45">
        <w:rPr>
          <w:rtl/>
        </w:rPr>
        <w:t>مما اطهرك</w:t>
      </w:r>
      <w:r>
        <w:rPr>
          <w:rtl/>
        </w:rPr>
        <w:t>؟</w:t>
      </w:r>
      <w:r w:rsidRPr="00D95A45">
        <w:rPr>
          <w:rtl/>
        </w:rPr>
        <w:t xml:space="preserve"> فقالت إني زنيت</w:t>
      </w:r>
      <w:r w:rsidR="00CC15EB">
        <w:rPr>
          <w:rtl/>
        </w:rPr>
        <w:t>،</w:t>
      </w:r>
      <w:r>
        <w:rPr>
          <w:rtl/>
        </w:rPr>
        <w:t xml:space="preserve"> </w:t>
      </w:r>
      <w:r w:rsidRPr="00D95A45">
        <w:rPr>
          <w:rtl/>
        </w:rPr>
        <w:t>فقال لها</w:t>
      </w:r>
      <w:r w:rsidR="00CC15EB">
        <w:rPr>
          <w:rtl/>
        </w:rPr>
        <w:t>:</w:t>
      </w:r>
      <w:r>
        <w:rPr>
          <w:rtl/>
        </w:rPr>
        <w:t xml:space="preserve"> </w:t>
      </w:r>
      <w:r w:rsidRPr="00D95A45">
        <w:rPr>
          <w:rtl/>
        </w:rPr>
        <w:t>وذات بعل أنت أم غير ذلك</w:t>
      </w:r>
      <w:r>
        <w:rPr>
          <w:rtl/>
        </w:rPr>
        <w:t>؟</w:t>
      </w:r>
      <w:r w:rsidRPr="00D95A45">
        <w:rPr>
          <w:rtl/>
        </w:rPr>
        <w:t xml:space="preserve"> فقالت</w:t>
      </w:r>
      <w:r w:rsidR="00CC15EB">
        <w:rPr>
          <w:rtl/>
        </w:rPr>
        <w:t>:</w:t>
      </w:r>
      <w:r>
        <w:rPr>
          <w:rtl/>
        </w:rPr>
        <w:t xml:space="preserve"> </w:t>
      </w:r>
      <w:r w:rsidRPr="00D95A45">
        <w:rPr>
          <w:rtl/>
        </w:rPr>
        <w:t>بل ذات بعل</w:t>
      </w:r>
      <w:r w:rsidR="00CC15EB">
        <w:rPr>
          <w:rtl/>
        </w:rPr>
        <w:t>،</w:t>
      </w:r>
      <w:r>
        <w:rPr>
          <w:rtl/>
        </w:rPr>
        <w:t xml:space="preserve"> </w:t>
      </w:r>
      <w:r w:rsidRPr="00D95A45">
        <w:rPr>
          <w:rtl/>
        </w:rPr>
        <w:t>فقال لها</w:t>
      </w:r>
      <w:r w:rsidR="00CC15EB">
        <w:rPr>
          <w:rtl/>
        </w:rPr>
        <w:t>:</w:t>
      </w:r>
      <w:r>
        <w:rPr>
          <w:rtl/>
        </w:rPr>
        <w:t xml:space="preserve"> </w:t>
      </w:r>
      <w:r w:rsidRPr="00D95A45">
        <w:rPr>
          <w:rtl/>
        </w:rPr>
        <w:t>أفحاضر كان بعلك إذ فعلت ما فعلت</w:t>
      </w:r>
      <w:r>
        <w:rPr>
          <w:rtl/>
        </w:rPr>
        <w:t>؟</w:t>
      </w:r>
      <w:r w:rsidRPr="00D95A45">
        <w:rPr>
          <w:rtl/>
        </w:rPr>
        <w:t xml:space="preserve"> أم غائب كان عنك</w:t>
      </w:r>
      <w:r>
        <w:rPr>
          <w:rtl/>
        </w:rPr>
        <w:t>؟</w:t>
      </w:r>
      <w:r w:rsidRPr="00D95A45">
        <w:rPr>
          <w:rtl/>
        </w:rPr>
        <w:t xml:space="preserve"> قالت</w:t>
      </w:r>
      <w:r w:rsidR="00CC15EB">
        <w:rPr>
          <w:rtl/>
        </w:rPr>
        <w:t>:</w:t>
      </w:r>
      <w:r>
        <w:rPr>
          <w:rtl/>
        </w:rPr>
        <w:t xml:space="preserve"> </w:t>
      </w:r>
      <w:r w:rsidRPr="00D95A45">
        <w:rPr>
          <w:rtl/>
        </w:rPr>
        <w:t>بل حاضر</w:t>
      </w:r>
      <w:r w:rsidR="00CC15EB">
        <w:rPr>
          <w:rtl/>
        </w:rPr>
        <w:t>،</w:t>
      </w:r>
      <w:r>
        <w:rPr>
          <w:rtl/>
        </w:rPr>
        <w:t xml:space="preserve"> </w:t>
      </w:r>
      <w:r w:rsidRPr="00D95A45">
        <w:rPr>
          <w:rtl/>
        </w:rPr>
        <w:t>فقال</w:t>
      </w:r>
      <w:r w:rsidR="00CC15EB">
        <w:rPr>
          <w:rtl/>
        </w:rPr>
        <w:t>:</w:t>
      </w:r>
      <w:r>
        <w:rPr>
          <w:rtl/>
        </w:rPr>
        <w:t xml:space="preserve"> </w:t>
      </w:r>
      <w:r w:rsidRPr="00D95A45">
        <w:rPr>
          <w:rtl/>
        </w:rPr>
        <w:t>لها انطلقي فضعي ما في بطنك ثم إيتنى اطهرك</w:t>
      </w:r>
      <w:r w:rsidR="00CC15EB">
        <w:rPr>
          <w:rtl/>
        </w:rPr>
        <w:t>،</w:t>
      </w:r>
      <w:r>
        <w:rPr>
          <w:rtl/>
        </w:rPr>
        <w:t xml:space="preserve"> </w:t>
      </w:r>
      <w:r w:rsidRPr="00D95A45">
        <w:rPr>
          <w:rtl/>
        </w:rPr>
        <w:t>فلما ولت عنه المرأة فصارت حيث لا تسمع كلامه قال</w:t>
      </w:r>
      <w:r w:rsidR="00CC15EB">
        <w:rPr>
          <w:rtl/>
        </w:rPr>
        <w:t>:</w:t>
      </w:r>
      <w:r>
        <w:rPr>
          <w:rtl/>
        </w:rPr>
        <w:t xml:space="preserve"> </w:t>
      </w:r>
      <w:r w:rsidRPr="00D95A45">
        <w:rPr>
          <w:rtl/>
        </w:rPr>
        <w:t>اللهم انها شهادة</w:t>
      </w:r>
      <w:r w:rsidR="00CC15EB">
        <w:rPr>
          <w:rtl/>
        </w:rPr>
        <w:t>،</w:t>
      </w:r>
      <w:r>
        <w:rPr>
          <w:rtl/>
        </w:rPr>
        <w:t xml:space="preserve"> </w:t>
      </w:r>
      <w:r w:rsidRPr="00D95A45">
        <w:rPr>
          <w:rtl/>
        </w:rPr>
        <w:t>فلم تلبث ان أتت فقالت</w:t>
      </w:r>
      <w:r w:rsidR="00CC15EB">
        <w:rPr>
          <w:rtl/>
        </w:rPr>
        <w:t>:</w:t>
      </w:r>
      <w:r>
        <w:rPr>
          <w:rtl/>
        </w:rPr>
        <w:t xml:space="preserve"> </w:t>
      </w:r>
      <w:r w:rsidRPr="00D95A45">
        <w:rPr>
          <w:rtl/>
        </w:rPr>
        <w:t>قد وضعت فطهرني قال</w:t>
      </w:r>
      <w:r w:rsidR="00CC15EB">
        <w:rPr>
          <w:rtl/>
        </w:rPr>
        <w:t>:</w:t>
      </w:r>
      <w:r>
        <w:rPr>
          <w:rtl/>
        </w:rPr>
        <w:t xml:space="preserve"> </w:t>
      </w:r>
      <w:r w:rsidRPr="00D95A45">
        <w:rPr>
          <w:rtl/>
        </w:rPr>
        <w:t>فتجاهل عليها فقال</w:t>
      </w:r>
      <w:r w:rsidR="00CC15EB">
        <w:rPr>
          <w:rtl/>
        </w:rPr>
        <w:t>:</w:t>
      </w:r>
      <w:r>
        <w:rPr>
          <w:rtl/>
        </w:rPr>
        <w:t xml:space="preserve"> </w:t>
      </w:r>
      <w:r w:rsidRPr="00D95A45">
        <w:rPr>
          <w:rtl/>
        </w:rPr>
        <w:t>يا امة الله مماذا</w:t>
      </w:r>
      <w:r>
        <w:rPr>
          <w:rtl/>
        </w:rPr>
        <w:t>؟</w:t>
      </w:r>
      <w:r w:rsidRPr="00D95A45">
        <w:rPr>
          <w:rtl/>
        </w:rPr>
        <w:t xml:space="preserve"> فقالت</w:t>
      </w:r>
      <w:r w:rsidR="00CC15EB">
        <w:rPr>
          <w:rtl/>
        </w:rPr>
        <w:t>:</w:t>
      </w:r>
      <w:r>
        <w:rPr>
          <w:rtl/>
        </w:rPr>
        <w:t xml:space="preserve"> </w:t>
      </w:r>
      <w:r w:rsidRPr="00D95A45">
        <w:rPr>
          <w:rtl/>
        </w:rPr>
        <w:t>اني زنيت فطهرني</w:t>
      </w:r>
      <w:r w:rsidR="00CC15EB">
        <w:rPr>
          <w:rtl/>
        </w:rPr>
        <w:t>،</w:t>
      </w:r>
      <w:r>
        <w:rPr>
          <w:rtl/>
        </w:rPr>
        <w:t xml:space="preserve"> </w:t>
      </w:r>
      <w:r w:rsidRPr="00D95A45">
        <w:rPr>
          <w:rtl/>
        </w:rPr>
        <w:t>فقال</w:t>
      </w:r>
      <w:r w:rsidR="00CC15EB">
        <w:rPr>
          <w:rtl/>
        </w:rPr>
        <w:t>:</w:t>
      </w:r>
      <w:r>
        <w:rPr>
          <w:rtl/>
        </w:rPr>
        <w:t xml:space="preserve"> </w:t>
      </w:r>
      <w:r w:rsidRPr="00D95A45">
        <w:rPr>
          <w:rtl/>
        </w:rPr>
        <w:t>وذات بعل انت إذ فعلت ما فعلت</w:t>
      </w:r>
      <w:r>
        <w:rPr>
          <w:rtl/>
        </w:rPr>
        <w:t>؟</w:t>
      </w:r>
      <w:r w:rsidRPr="00D95A45">
        <w:rPr>
          <w:rtl/>
        </w:rPr>
        <w:t xml:space="preserve"> قالت</w:t>
      </w:r>
      <w:r w:rsidR="00CC15EB">
        <w:rPr>
          <w:rtl/>
        </w:rPr>
        <w:t>:</w:t>
      </w:r>
      <w:r>
        <w:rPr>
          <w:rtl/>
        </w:rPr>
        <w:t xml:space="preserve"> </w:t>
      </w:r>
      <w:r w:rsidRPr="00D95A45">
        <w:rPr>
          <w:rtl/>
        </w:rPr>
        <w:t>نعم</w:t>
      </w:r>
      <w:r w:rsidR="00CC15EB">
        <w:rPr>
          <w:rtl/>
        </w:rPr>
        <w:t>،</w:t>
      </w:r>
      <w:r>
        <w:rPr>
          <w:rtl/>
        </w:rPr>
        <w:t xml:space="preserve"> </w:t>
      </w:r>
      <w:r w:rsidRPr="00D95A45">
        <w:rPr>
          <w:rtl/>
        </w:rPr>
        <w:t>قال</w:t>
      </w:r>
      <w:r w:rsidR="00CC15EB">
        <w:rPr>
          <w:rtl/>
        </w:rPr>
        <w:t>:</w:t>
      </w:r>
      <w:r>
        <w:rPr>
          <w:rtl/>
        </w:rPr>
        <w:t xml:space="preserve"> </w:t>
      </w:r>
      <w:r w:rsidRPr="00D95A45">
        <w:rPr>
          <w:rtl/>
        </w:rPr>
        <w:t>فكان زوجك حاضرا أم غائبا</w:t>
      </w:r>
      <w:r>
        <w:rPr>
          <w:rtl/>
        </w:rPr>
        <w:t>؟</w:t>
      </w:r>
      <w:r w:rsidRPr="00D95A45">
        <w:rPr>
          <w:rtl/>
        </w:rPr>
        <w:t xml:space="preserve"> قالت بل حاضرا</w:t>
      </w:r>
      <w:r w:rsidR="00CC15EB">
        <w:rPr>
          <w:rtl/>
        </w:rPr>
        <w:t>،</w:t>
      </w:r>
      <w:r>
        <w:rPr>
          <w:rtl/>
        </w:rPr>
        <w:t xml:space="preserve"> </w:t>
      </w:r>
      <w:r w:rsidRPr="00D95A45">
        <w:rPr>
          <w:rtl/>
        </w:rPr>
        <w:t>قال</w:t>
      </w:r>
      <w:r w:rsidR="00CC15EB">
        <w:rPr>
          <w:rtl/>
        </w:rPr>
        <w:t>:</w:t>
      </w:r>
      <w:r>
        <w:rPr>
          <w:rtl/>
        </w:rPr>
        <w:t xml:space="preserve"> </w:t>
      </w:r>
      <w:r w:rsidRPr="00D95A45">
        <w:rPr>
          <w:rtl/>
        </w:rPr>
        <w:t>انطلقي فارضعيه حولين كاملين كما أمرك الله قال</w:t>
      </w:r>
      <w:r w:rsidR="00CC15EB">
        <w:rPr>
          <w:rtl/>
        </w:rPr>
        <w:t>:</w:t>
      </w:r>
      <w:r>
        <w:rPr>
          <w:rtl/>
        </w:rPr>
        <w:t xml:space="preserve"> </w:t>
      </w:r>
      <w:r w:rsidRPr="00D95A45">
        <w:rPr>
          <w:rtl/>
        </w:rPr>
        <w:t>فانصرفت المرأة فلما صارت منه حيث لا تسمع كلامه قال</w:t>
      </w:r>
      <w:r w:rsidR="00CC15EB">
        <w:rPr>
          <w:rtl/>
        </w:rPr>
        <w:t>:</w:t>
      </w:r>
      <w:r>
        <w:rPr>
          <w:rtl/>
        </w:rPr>
        <w:t xml:space="preserve"> </w:t>
      </w:r>
      <w:r w:rsidRPr="00D95A45">
        <w:rPr>
          <w:rtl/>
        </w:rPr>
        <w:t>اللهم انهما شهادتان</w:t>
      </w:r>
      <w:r w:rsidR="00CC15EB">
        <w:rPr>
          <w:rtl/>
        </w:rPr>
        <w:t>،</w:t>
      </w:r>
      <w:r>
        <w:rPr>
          <w:rtl/>
        </w:rPr>
        <w:t xml:space="preserve"> </w:t>
      </w:r>
      <w:r w:rsidRPr="00D95A45">
        <w:rPr>
          <w:rtl/>
        </w:rPr>
        <w:t>قال</w:t>
      </w:r>
      <w:r w:rsidR="00CC15EB">
        <w:rPr>
          <w:rtl/>
        </w:rPr>
        <w:t>:</w:t>
      </w:r>
      <w:r>
        <w:rPr>
          <w:rtl/>
        </w:rPr>
        <w:t xml:space="preserve"> </w:t>
      </w:r>
      <w:r w:rsidRPr="00D95A45">
        <w:rPr>
          <w:rtl/>
        </w:rPr>
        <w:t>فلما مضى حولان أتت المرأة فقالت</w:t>
      </w:r>
      <w:r w:rsidR="00CC15EB">
        <w:rPr>
          <w:rtl/>
        </w:rPr>
        <w:t>:</w:t>
      </w:r>
      <w:r>
        <w:rPr>
          <w:rtl/>
        </w:rPr>
        <w:t xml:space="preserve"> </w:t>
      </w:r>
      <w:r w:rsidRPr="00D95A45">
        <w:rPr>
          <w:rtl/>
        </w:rPr>
        <w:t>قد ارضعته حولين فطهرني يا أمير المؤمنين فتجاهل عليها قال</w:t>
      </w:r>
      <w:r w:rsidR="00CC15EB">
        <w:rPr>
          <w:rtl/>
        </w:rPr>
        <w:t>:</w:t>
      </w:r>
      <w:r>
        <w:rPr>
          <w:rtl/>
        </w:rPr>
        <w:t xml:space="preserve"> </w:t>
      </w:r>
      <w:r w:rsidRPr="00D95A45">
        <w:rPr>
          <w:rtl/>
        </w:rPr>
        <w:t>أطهرك مماذا</w:t>
      </w:r>
      <w:r>
        <w:rPr>
          <w:rtl/>
        </w:rPr>
        <w:t>؟</w:t>
      </w:r>
      <w:r w:rsidRPr="00D95A45">
        <w:rPr>
          <w:rtl/>
        </w:rPr>
        <w:t xml:space="preserve"> فقالت إني زنيت فطهرني فقال</w:t>
      </w:r>
      <w:r w:rsidR="00CC15EB">
        <w:rPr>
          <w:rtl/>
        </w:rPr>
        <w:t>:</w:t>
      </w:r>
      <w:r>
        <w:rPr>
          <w:rtl/>
        </w:rPr>
        <w:t xml:space="preserve"> </w:t>
      </w:r>
      <w:r w:rsidRPr="00D95A45">
        <w:rPr>
          <w:rtl/>
        </w:rPr>
        <w:t>وذات بعل كنت إذ فعلت ما فعلت</w:t>
      </w:r>
      <w:r>
        <w:rPr>
          <w:rtl/>
        </w:rPr>
        <w:t>؟</w:t>
      </w:r>
      <w:r w:rsidRPr="00D95A45">
        <w:rPr>
          <w:rtl/>
        </w:rPr>
        <w:t xml:space="preserve"> فقالت</w:t>
      </w:r>
      <w:r w:rsidR="00CC15EB">
        <w:rPr>
          <w:rtl/>
        </w:rPr>
        <w:t>:</w:t>
      </w:r>
      <w:r>
        <w:rPr>
          <w:rtl/>
        </w:rPr>
        <w:t xml:space="preserve"> </w:t>
      </w:r>
      <w:r w:rsidRPr="00D95A45">
        <w:rPr>
          <w:rtl/>
        </w:rPr>
        <w:t>نعم</w:t>
      </w:r>
      <w:r w:rsidR="00CC15EB">
        <w:rPr>
          <w:rtl/>
        </w:rPr>
        <w:t>،</w:t>
      </w:r>
      <w:r>
        <w:rPr>
          <w:rtl/>
        </w:rPr>
        <w:t xml:space="preserve"> </w:t>
      </w:r>
      <w:r w:rsidRPr="00D95A45">
        <w:rPr>
          <w:rtl/>
        </w:rPr>
        <w:t>فقال</w:t>
      </w:r>
      <w:r w:rsidR="00CC15EB">
        <w:rPr>
          <w:rtl/>
        </w:rPr>
        <w:t>:</w:t>
      </w:r>
      <w:r>
        <w:rPr>
          <w:rtl/>
        </w:rPr>
        <w:t xml:space="preserve"> </w:t>
      </w:r>
      <w:r w:rsidRPr="00D95A45">
        <w:rPr>
          <w:rtl/>
        </w:rPr>
        <w:t>وبعلك غائب إذ فعلت ما فعلت أم حاضر</w:t>
      </w:r>
      <w:r>
        <w:rPr>
          <w:rtl/>
        </w:rPr>
        <w:t>؟</w:t>
      </w:r>
      <w:r w:rsidRPr="00D95A45">
        <w:rPr>
          <w:rtl/>
        </w:rPr>
        <w:t xml:space="preserve"> قالت</w:t>
      </w:r>
      <w:r w:rsidR="00CC15EB">
        <w:rPr>
          <w:rtl/>
        </w:rPr>
        <w:t>:</w:t>
      </w:r>
      <w:r>
        <w:rPr>
          <w:rtl/>
        </w:rPr>
        <w:t xml:space="preserve"> </w:t>
      </w:r>
      <w:r w:rsidRPr="00D95A45">
        <w:rPr>
          <w:rtl/>
        </w:rPr>
        <w:t>بل حاضر</w:t>
      </w:r>
      <w:r w:rsidR="00CC15EB">
        <w:rPr>
          <w:rtl/>
        </w:rPr>
        <w:t>،</w:t>
      </w:r>
      <w:r>
        <w:rPr>
          <w:rtl/>
        </w:rPr>
        <w:t xml:space="preserve"> </w:t>
      </w:r>
      <w:r w:rsidRPr="00D95A45">
        <w:rPr>
          <w:rtl/>
        </w:rPr>
        <w:t>فقال</w:t>
      </w:r>
      <w:r w:rsidR="00CC15EB">
        <w:rPr>
          <w:rtl/>
        </w:rPr>
        <w:t>:</w:t>
      </w:r>
      <w:r>
        <w:rPr>
          <w:rtl/>
        </w:rPr>
        <w:t xml:space="preserve"> </w:t>
      </w:r>
      <w:r w:rsidRPr="00D95A45">
        <w:rPr>
          <w:rtl/>
        </w:rPr>
        <w:t>انطلقي فاكفليه حتى يعقل أن يأكل ويشرب ولا يتردى من سطح ولا يتهور في بئر قال</w:t>
      </w:r>
      <w:r w:rsidR="00CC15EB">
        <w:rPr>
          <w:rtl/>
        </w:rPr>
        <w:t>:</w:t>
      </w:r>
      <w:r>
        <w:rPr>
          <w:rtl/>
        </w:rPr>
        <w:t xml:space="preserve"> </w:t>
      </w:r>
      <w:r w:rsidRPr="00D95A45">
        <w:rPr>
          <w:rtl/>
        </w:rPr>
        <w:t>فانصرفت وهي تبكى</w:t>
      </w:r>
      <w:r w:rsidR="00CC15EB">
        <w:rPr>
          <w:rtl/>
        </w:rPr>
        <w:t>،</w:t>
      </w:r>
      <w:r>
        <w:rPr>
          <w:rtl/>
        </w:rPr>
        <w:t xml:space="preserve"> </w:t>
      </w:r>
      <w:r w:rsidRPr="00D95A45">
        <w:rPr>
          <w:rtl/>
        </w:rPr>
        <w:t>فلما ولت حيث لا تسمع كلامه قال</w:t>
      </w:r>
      <w:r w:rsidR="00CC15EB">
        <w:rPr>
          <w:rtl/>
        </w:rPr>
        <w:t>:</w:t>
      </w:r>
      <w:r>
        <w:rPr>
          <w:rtl/>
        </w:rPr>
        <w:t xml:space="preserve"> </w:t>
      </w:r>
      <w:r w:rsidRPr="00D95A45">
        <w:rPr>
          <w:rtl/>
        </w:rPr>
        <w:t>اللهم انها ثلاث شهادات فاستقبلها عمرو بن حريث المخزومي فقال</w:t>
      </w:r>
      <w:r w:rsidR="00CC15EB">
        <w:rPr>
          <w:rtl/>
        </w:rPr>
        <w:t>:</w:t>
      </w:r>
      <w:r>
        <w:rPr>
          <w:rtl/>
        </w:rPr>
        <w:t xml:space="preserve"> </w:t>
      </w:r>
      <w:r w:rsidRPr="00D95A45">
        <w:rPr>
          <w:rtl/>
        </w:rPr>
        <w:t>ما يبكيك يا امة</w:t>
      </w:r>
    </w:p>
    <w:p w:rsidR="00AC7755" w:rsidRDefault="00D45E0E" w:rsidP="00AC7755">
      <w:pPr>
        <w:pStyle w:val="libLine"/>
        <w:rPr>
          <w:rtl/>
        </w:rPr>
      </w:pPr>
      <w:r>
        <w:rPr>
          <w:rtl/>
        </w:rPr>
        <w:t>__________________</w:t>
      </w:r>
    </w:p>
    <w:p w:rsidR="00AC7755" w:rsidRDefault="00D45E0E" w:rsidP="00AC7755">
      <w:pPr>
        <w:pStyle w:val="libFootnote0"/>
        <w:rPr>
          <w:rtl/>
        </w:rPr>
      </w:pPr>
      <w:r w:rsidRPr="00D95A45">
        <w:rPr>
          <w:rtl/>
        </w:rPr>
        <w:t>(1) امرأة محج التي حملت وقرب وضعها فهى مقرب 23</w:t>
      </w:r>
      <w:r w:rsidR="00CC15EB">
        <w:rPr>
          <w:rtl/>
        </w:rPr>
        <w:t xml:space="preserve"> - </w:t>
      </w:r>
      <w:r w:rsidRPr="00D95A45">
        <w:rPr>
          <w:rtl/>
        </w:rPr>
        <w:t>الكافي ج 2 ص 289 الفقيه ج 4 ص 22.</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 xml:space="preserve">الله وقد رأيتك تختلفين إلى علي </w:t>
      </w:r>
      <w:r w:rsidR="00AC7755" w:rsidRPr="00AC7755">
        <w:rPr>
          <w:rStyle w:val="libAlaemChar"/>
          <w:rtl/>
        </w:rPr>
        <w:t>عليه‌السلام</w:t>
      </w:r>
      <w:r w:rsidRPr="00D95A45">
        <w:rPr>
          <w:rtl/>
        </w:rPr>
        <w:t xml:space="preserve"> تسألينه أن يطهرك</w:t>
      </w:r>
      <w:r>
        <w:rPr>
          <w:rtl/>
        </w:rPr>
        <w:t>؟</w:t>
      </w:r>
      <w:r w:rsidRPr="00D95A45">
        <w:rPr>
          <w:rtl/>
        </w:rPr>
        <w:t xml:space="preserve"> فقالت</w:t>
      </w:r>
      <w:r w:rsidR="00CC15EB">
        <w:rPr>
          <w:rtl/>
        </w:rPr>
        <w:t>:</w:t>
      </w:r>
      <w:r>
        <w:rPr>
          <w:rtl/>
        </w:rPr>
        <w:t xml:space="preserve"> </w:t>
      </w:r>
      <w:r w:rsidRPr="00D95A45">
        <w:rPr>
          <w:rtl/>
        </w:rPr>
        <w:t xml:space="preserve">اني أتيت أمير المؤمنين </w:t>
      </w:r>
      <w:r w:rsidR="00AC7755" w:rsidRPr="00AC7755">
        <w:rPr>
          <w:rStyle w:val="libAlaemChar"/>
          <w:rtl/>
        </w:rPr>
        <w:t>عليه‌السلام</w:t>
      </w:r>
      <w:r w:rsidRPr="00D95A45">
        <w:rPr>
          <w:rtl/>
        </w:rPr>
        <w:t xml:space="preserve"> فسألته أن يطهرني فقال</w:t>
      </w:r>
      <w:r w:rsidR="00CC15EB">
        <w:rPr>
          <w:rtl/>
        </w:rPr>
        <w:t>:</w:t>
      </w:r>
      <w:r>
        <w:rPr>
          <w:rtl/>
        </w:rPr>
        <w:t xml:space="preserve"> </w:t>
      </w:r>
      <w:r w:rsidRPr="00D95A45">
        <w:rPr>
          <w:rtl/>
        </w:rPr>
        <w:t>اكفلي ولدك حتى يعقل ان يأكل ويشرب ولا يتردى من سطح ولا يتهور في بئر ولقد خفت أن يأتي علي الموت ولم يطهرني</w:t>
      </w:r>
      <w:r w:rsidR="00CC15EB">
        <w:rPr>
          <w:rtl/>
        </w:rPr>
        <w:t>،</w:t>
      </w:r>
      <w:r>
        <w:rPr>
          <w:rtl/>
        </w:rPr>
        <w:t xml:space="preserve"> </w:t>
      </w:r>
      <w:r w:rsidRPr="00D95A45">
        <w:rPr>
          <w:rtl/>
        </w:rPr>
        <w:t>فقال لها عمرو بن حريث</w:t>
      </w:r>
      <w:r w:rsidR="00CC15EB">
        <w:rPr>
          <w:rtl/>
        </w:rPr>
        <w:t>:</w:t>
      </w:r>
      <w:r>
        <w:rPr>
          <w:rtl/>
        </w:rPr>
        <w:t xml:space="preserve"> </w:t>
      </w:r>
      <w:r w:rsidRPr="00D95A45">
        <w:rPr>
          <w:rtl/>
        </w:rPr>
        <w:t xml:space="preserve">ارجعي إليه فأنا اكفله فرجعت فأخبرت امير المؤمنين </w:t>
      </w:r>
      <w:r w:rsidR="00AC7755" w:rsidRPr="00AC7755">
        <w:rPr>
          <w:rStyle w:val="libAlaemChar"/>
          <w:rtl/>
        </w:rPr>
        <w:t>عليه‌السلام</w:t>
      </w:r>
      <w:r w:rsidRPr="00D95A45">
        <w:rPr>
          <w:rtl/>
        </w:rPr>
        <w:t xml:space="preserve"> بقول عمرو فقال لها امير المؤمنين </w:t>
      </w:r>
      <w:r w:rsidR="00AC7755" w:rsidRPr="00AC7755">
        <w:rPr>
          <w:rStyle w:val="libAlaemChar"/>
          <w:rtl/>
        </w:rPr>
        <w:t>عليه‌السلام</w:t>
      </w:r>
      <w:r w:rsidRPr="00D95A45">
        <w:rPr>
          <w:rtl/>
        </w:rPr>
        <w:t xml:space="preserve"> وهو يتجاهل عليها</w:t>
      </w:r>
      <w:r w:rsidR="00CC15EB">
        <w:rPr>
          <w:rtl/>
        </w:rPr>
        <w:t>:</w:t>
      </w:r>
      <w:r>
        <w:rPr>
          <w:rtl/>
        </w:rPr>
        <w:t xml:space="preserve"> </w:t>
      </w:r>
      <w:r w:rsidRPr="00D95A45">
        <w:rPr>
          <w:rtl/>
        </w:rPr>
        <w:t>ولم يكفل عمرو بن حريث ولدك</w:t>
      </w:r>
      <w:r>
        <w:rPr>
          <w:rtl/>
        </w:rPr>
        <w:t>؟</w:t>
      </w:r>
      <w:r w:rsidRPr="00D95A45">
        <w:rPr>
          <w:rtl/>
        </w:rPr>
        <w:t xml:space="preserve"> فقالت</w:t>
      </w:r>
      <w:r w:rsidR="00CC15EB">
        <w:rPr>
          <w:rtl/>
        </w:rPr>
        <w:t>:</w:t>
      </w:r>
      <w:r>
        <w:rPr>
          <w:rtl/>
        </w:rPr>
        <w:t xml:space="preserve"> </w:t>
      </w:r>
      <w:r w:rsidRPr="00D95A45">
        <w:rPr>
          <w:rtl/>
        </w:rPr>
        <w:t>يا امير المؤمنين إني زنيت فطهرني فقال</w:t>
      </w:r>
      <w:r w:rsidR="00CC15EB">
        <w:rPr>
          <w:rtl/>
        </w:rPr>
        <w:t>:</w:t>
      </w:r>
      <w:r>
        <w:rPr>
          <w:rtl/>
        </w:rPr>
        <w:t xml:space="preserve"> </w:t>
      </w:r>
      <w:r w:rsidRPr="00D95A45">
        <w:rPr>
          <w:rtl/>
        </w:rPr>
        <w:t>وذات بعل كنت إذ فعلت ما فعلت</w:t>
      </w:r>
      <w:r>
        <w:rPr>
          <w:rtl/>
        </w:rPr>
        <w:t>؟</w:t>
      </w:r>
      <w:r w:rsidRPr="00D95A45">
        <w:rPr>
          <w:rtl/>
        </w:rPr>
        <w:t xml:space="preserve"> قالت</w:t>
      </w:r>
      <w:r w:rsidR="00CC15EB">
        <w:rPr>
          <w:rtl/>
        </w:rPr>
        <w:t>:</w:t>
      </w:r>
      <w:r>
        <w:rPr>
          <w:rtl/>
        </w:rPr>
        <w:t xml:space="preserve"> </w:t>
      </w:r>
      <w:r w:rsidRPr="00D95A45">
        <w:rPr>
          <w:rtl/>
        </w:rPr>
        <w:t>نعم قال</w:t>
      </w:r>
      <w:r w:rsidR="00CC15EB">
        <w:rPr>
          <w:rtl/>
        </w:rPr>
        <w:t>:</w:t>
      </w:r>
      <w:r>
        <w:rPr>
          <w:rtl/>
        </w:rPr>
        <w:t xml:space="preserve"> </w:t>
      </w:r>
      <w:r w:rsidRPr="00D95A45">
        <w:rPr>
          <w:rtl/>
        </w:rPr>
        <w:t>أفغائب كان بعلك إذ فعلت ما فعلت أم حاضر</w:t>
      </w:r>
      <w:r w:rsidR="00CC15EB">
        <w:rPr>
          <w:rtl/>
        </w:rPr>
        <w:t>،</w:t>
      </w:r>
      <w:r>
        <w:rPr>
          <w:rtl/>
        </w:rPr>
        <w:t xml:space="preserve"> </w:t>
      </w:r>
      <w:r w:rsidRPr="00D95A45">
        <w:rPr>
          <w:rtl/>
        </w:rPr>
        <w:t>قالت</w:t>
      </w:r>
      <w:r w:rsidR="00CC15EB">
        <w:rPr>
          <w:rtl/>
        </w:rPr>
        <w:t>:</w:t>
      </w:r>
      <w:r>
        <w:rPr>
          <w:rtl/>
        </w:rPr>
        <w:t xml:space="preserve"> </w:t>
      </w:r>
      <w:r w:rsidRPr="00D95A45">
        <w:rPr>
          <w:rtl/>
        </w:rPr>
        <w:t>بل حاضر قال</w:t>
      </w:r>
      <w:r w:rsidR="00CC15EB">
        <w:rPr>
          <w:rtl/>
        </w:rPr>
        <w:t>:</w:t>
      </w:r>
      <w:r>
        <w:rPr>
          <w:rtl/>
        </w:rPr>
        <w:t xml:space="preserve"> </w:t>
      </w:r>
      <w:r w:rsidRPr="00D95A45">
        <w:rPr>
          <w:rtl/>
        </w:rPr>
        <w:t>فرفع رأسه الى السماء وقال</w:t>
      </w:r>
      <w:r w:rsidR="00CC15EB">
        <w:rPr>
          <w:rtl/>
        </w:rPr>
        <w:t>:</w:t>
      </w:r>
      <w:r>
        <w:rPr>
          <w:rtl/>
        </w:rPr>
        <w:t xml:space="preserve"> </w:t>
      </w:r>
      <w:r w:rsidRPr="00D95A45">
        <w:rPr>
          <w:rtl/>
        </w:rPr>
        <w:t xml:space="preserve">(اللهم انه قد ثبت لك عليها اربع شهادات وانك قد قلت لنبيك </w:t>
      </w:r>
      <w:r w:rsidR="00AC7755" w:rsidRPr="00AC7755">
        <w:rPr>
          <w:rStyle w:val="libAlaemChar"/>
          <w:rtl/>
        </w:rPr>
        <w:t>صلى‌الله‌عليه‌وآله‌وسلم</w:t>
      </w:r>
      <w:r w:rsidRPr="00D95A45">
        <w:rPr>
          <w:rtl/>
        </w:rPr>
        <w:t xml:space="preserve"> فيما اخبرته من دينك يا محمد من عطل حدا من حدودي فقد عاندني وطلب بذلك مضادتي</w:t>
      </w:r>
      <w:r w:rsidR="00CC15EB">
        <w:rPr>
          <w:rtl/>
        </w:rPr>
        <w:t>،</w:t>
      </w:r>
      <w:r>
        <w:rPr>
          <w:rtl/>
        </w:rPr>
        <w:t xml:space="preserve"> </w:t>
      </w:r>
      <w:r w:rsidRPr="00D95A45">
        <w:rPr>
          <w:rtl/>
        </w:rPr>
        <w:t>اللهم واني غير معطل حدودك ولا طالب مضادتك ولا مضيع لاحكامك بل مطيع لك ومتبع سنة نبيك) قال</w:t>
      </w:r>
      <w:r w:rsidR="00CC15EB">
        <w:rPr>
          <w:rtl/>
        </w:rPr>
        <w:t>:</w:t>
      </w:r>
      <w:r>
        <w:rPr>
          <w:rtl/>
        </w:rPr>
        <w:t xml:space="preserve"> </w:t>
      </w:r>
      <w:r w:rsidRPr="00D95A45">
        <w:rPr>
          <w:rtl/>
        </w:rPr>
        <w:t>فنظر إليه عمرو بن حريث وكانما الرمان يفقأ في وجهه فلما رأى ذلك عمرو قال</w:t>
      </w:r>
      <w:r w:rsidR="00CC15EB">
        <w:rPr>
          <w:rtl/>
        </w:rPr>
        <w:t>:</w:t>
      </w:r>
      <w:r>
        <w:rPr>
          <w:rtl/>
        </w:rPr>
        <w:t xml:space="preserve"> </w:t>
      </w:r>
      <w:r w:rsidRPr="00D95A45">
        <w:rPr>
          <w:rtl/>
        </w:rPr>
        <w:t>يا امير المؤمنين اني انما أردت ان أكفله إذ ظننت انك تحب ذلك</w:t>
      </w:r>
      <w:r w:rsidR="00CC15EB">
        <w:rPr>
          <w:rtl/>
        </w:rPr>
        <w:t>،</w:t>
      </w:r>
      <w:r>
        <w:rPr>
          <w:rtl/>
        </w:rPr>
        <w:t xml:space="preserve"> </w:t>
      </w:r>
      <w:r w:rsidRPr="00D95A45">
        <w:rPr>
          <w:rtl/>
        </w:rPr>
        <w:t>فاما إذ كرهته فاني لست أفعل</w:t>
      </w:r>
      <w:r w:rsidR="00CC15EB">
        <w:rPr>
          <w:rtl/>
        </w:rPr>
        <w:t>،</w:t>
      </w:r>
      <w:r>
        <w:rPr>
          <w:rtl/>
        </w:rPr>
        <w:t xml:space="preserve"> </w:t>
      </w:r>
      <w:r w:rsidRPr="00D95A45">
        <w:rPr>
          <w:rtl/>
        </w:rPr>
        <w:t xml:space="preserve">فقال امير المؤمنين </w:t>
      </w:r>
      <w:r w:rsidR="00AC7755" w:rsidRPr="00AC7755">
        <w:rPr>
          <w:rStyle w:val="libAlaemChar"/>
          <w:rtl/>
        </w:rPr>
        <w:t>عليه‌السلام</w:t>
      </w:r>
      <w:r w:rsidR="00CC15EB">
        <w:rPr>
          <w:rtl/>
        </w:rPr>
        <w:t>:</w:t>
      </w:r>
      <w:r>
        <w:rPr>
          <w:rtl/>
        </w:rPr>
        <w:t xml:space="preserve"> </w:t>
      </w:r>
      <w:r w:rsidRPr="00D95A45">
        <w:rPr>
          <w:rtl/>
        </w:rPr>
        <w:t>ابعد اربع شهادات بالله</w:t>
      </w:r>
      <w:r>
        <w:rPr>
          <w:rtl/>
        </w:rPr>
        <w:t>؟!!</w:t>
      </w:r>
      <w:r w:rsidRPr="00D95A45">
        <w:rPr>
          <w:rtl/>
        </w:rPr>
        <w:t xml:space="preserve"> لتكفلنه وأنت صاغر</w:t>
      </w:r>
      <w:r w:rsidR="00CC15EB">
        <w:rPr>
          <w:rtl/>
        </w:rPr>
        <w:t>،</w:t>
      </w:r>
      <w:r>
        <w:rPr>
          <w:rtl/>
        </w:rPr>
        <w:t xml:space="preserve"> </w:t>
      </w:r>
      <w:r w:rsidRPr="00D95A45">
        <w:rPr>
          <w:rtl/>
        </w:rPr>
        <w:t xml:space="preserve">فصعد امير المؤمنين </w:t>
      </w:r>
      <w:r w:rsidR="00AC7755" w:rsidRPr="00AC7755">
        <w:rPr>
          <w:rStyle w:val="libAlaemChar"/>
          <w:rtl/>
        </w:rPr>
        <w:t>عليه‌السلام</w:t>
      </w:r>
      <w:r w:rsidRPr="00D95A45">
        <w:rPr>
          <w:rtl/>
        </w:rPr>
        <w:t xml:space="preserve"> المنبر فقال</w:t>
      </w:r>
      <w:r w:rsidR="00CC15EB">
        <w:rPr>
          <w:rtl/>
        </w:rPr>
        <w:t>:</w:t>
      </w:r>
      <w:r>
        <w:rPr>
          <w:rtl/>
        </w:rPr>
        <w:t xml:space="preserve"> </w:t>
      </w:r>
      <w:r w:rsidRPr="00D95A45">
        <w:rPr>
          <w:rtl/>
        </w:rPr>
        <w:t>يا قنبر ناد في الناس الصلاة جامعة</w:t>
      </w:r>
      <w:r w:rsidR="00CC15EB">
        <w:rPr>
          <w:rtl/>
        </w:rPr>
        <w:t>،</w:t>
      </w:r>
      <w:r>
        <w:rPr>
          <w:rtl/>
        </w:rPr>
        <w:t xml:space="preserve"> </w:t>
      </w:r>
      <w:r w:rsidRPr="00D95A45">
        <w:rPr>
          <w:rtl/>
        </w:rPr>
        <w:t xml:space="preserve">فنادى قنبر في الناس واجتمعوا حتى غص المسجد باهله وقام امير المؤمنين </w:t>
      </w:r>
      <w:r w:rsidR="00AC7755" w:rsidRPr="00AC7755">
        <w:rPr>
          <w:rStyle w:val="libAlaemChar"/>
          <w:rtl/>
        </w:rPr>
        <w:t>عليه‌السلام</w:t>
      </w:r>
      <w:r w:rsidRPr="00D95A45">
        <w:rPr>
          <w:rtl/>
        </w:rPr>
        <w:t xml:space="preserve"> فحمد الله واثنى عليه ثم قال</w:t>
      </w:r>
      <w:r w:rsidR="00CC15EB">
        <w:rPr>
          <w:rtl/>
        </w:rPr>
        <w:t>:</w:t>
      </w:r>
      <w:r>
        <w:rPr>
          <w:rtl/>
        </w:rPr>
        <w:t xml:space="preserve"> </w:t>
      </w:r>
      <w:r w:rsidRPr="00D95A45">
        <w:rPr>
          <w:rtl/>
        </w:rPr>
        <w:t>يا ايها الناس ان امامكم خارج بهذه المرأة إلى هذا الظهر ليقيم عليها الحد إن شاء الله فعزم عليكم امير المؤمنين الا خرجتم وانتم متنكرون ومعكم اصحابكم لا يتعرف منكم احد إلى احد حتى تنصرفوا إلى منازلكم ان شاء الله قال</w:t>
      </w:r>
      <w:r w:rsidR="00CC15EB">
        <w:rPr>
          <w:rtl/>
        </w:rPr>
        <w:t>:</w:t>
      </w:r>
      <w:r>
        <w:rPr>
          <w:rtl/>
        </w:rPr>
        <w:t xml:space="preserve"> </w:t>
      </w:r>
      <w:r w:rsidRPr="00D95A45">
        <w:rPr>
          <w:rtl/>
        </w:rPr>
        <w:t>ثم نزل</w:t>
      </w:r>
      <w:r w:rsidR="00CC15EB">
        <w:rPr>
          <w:rtl/>
        </w:rPr>
        <w:t>،</w:t>
      </w:r>
      <w:r>
        <w:rPr>
          <w:rtl/>
        </w:rPr>
        <w:t xml:space="preserve"> </w:t>
      </w:r>
      <w:r w:rsidRPr="00D95A45">
        <w:rPr>
          <w:rtl/>
        </w:rPr>
        <w:t>فلما اصبح الناس بكرة خرج بالمرأة وخرج</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الناس متنكرين متلثمين بعمائمهم وبارديتهم والحجارة في ارديتهم وفي اكمامهم حتى انتهى بها والناس معه الى ظهر الكوفة فامر ان يحفر لها حفيرة ثم دفنها فيها ثم ركب بغلته واثبت رجله في غرز الركاب ثم وضع اصبعيه السبابتين في اذنيه ثم نادى باعلى صوته</w:t>
      </w:r>
      <w:r w:rsidR="00CC15EB">
        <w:rPr>
          <w:rtl/>
        </w:rPr>
        <w:t>:</w:t>
      </w:r>
      <w:r>
        <w:rPr>
          <w:rtl/>
        </w:rPr>
        <w:t xml:space="preserve"> </w:t>
      </w:r>
      <w:r w:rsidRPr="00D95A45">
        <w:rPr>
          <w:rtl/>
        </w:rPr>
        <w:t xml:space="preserve">يا ايها الناس ان الله تعالى عهد الى رسوله </w:t>
      </w:r>
      <w:r w:rsidR="00AC7755" w:rsidRPr="00AC7755">
        <w:rPr>
          <w:rStyle w:val="libAlaemChar"/>
          <w:rtl/>
        </w:rPr>
        <w:t>صلى‌الله‌عليه‌وآله‌وسلم</w:t>
      </w:r>
      <w:r w:rsidRPr="00D95A45">
        <w:rPr>
          <w:rtl/>
        </w:rPr>
        <w:t xml:space="preserve"> عهدا عهده محمد </w:t>
      </w:r>
      <w:r w:rsidR="00AC7755" w:rsidRPr="00AC7755">
        <w:rPr>
          <w:rStyle w:val="libAlaemChar"/>
          <w:rtl/>
        </w:rPr>
        <w:t>صلى‌الله‌عليه‌وآله‌وسلم</w:t>
      </w:r>
      <w:r w:rsidRPr="00D95A45">
        <w:rPr>
          <w:rtl/>
        </w:rPr>
        <w:t xml:space="preserve"> إلي بانه لا يقيم الحد من لله عليه حد</w:t>
      </w:r>
      <w:r w:rsidR="00CC15EB">
        <w:rPr>
          <w:rtl/>
        </w:rPr>
        <w:t>،</w:t>
      </w:r>
      <w:r>
        <w:rPr>
          <w:rtl/>
        </w:rPr>
        <w:t xml:space="preserve"> </w:t>
      </w:r>
      <w:r w:rsidRPr="00D95A45">
        <w:rPr>
          <w:rtl/>
        </w:rPr>
        <w:t>فمن كان لله عليه حد مثل ماله عليها فلا يقيم عليها الحد</w:t>
      </w:r>
      <w:r w:rsidR="00CC15EB">
        <w:rPr>
          <w:rtl/>
        </w:rPr>
        <w:t>،</w:t>
      </w:r>
      <w:r>
        <w:rPr>
          <w:rtl/>
        </w:rPr>
        <w:t xml:space="preserve"> </w:t>
      </w:r>
      <w:r w:rsidRPr="00D95A45">
        <w:rPr>
          <w:rtl/>
        </w:rPr>
        <w:t>فال</w:t>
      </w:r>
      <w:r w:rsidR="00CC15EB">
        <w:rPr>
          <w:rtl/>
        </w:rPr>
        <w:t>:</w:t>
      </w:r>
      <w:r>
        <w:rPr>
          <w:rtl/>
        </w:rPr>
        <w:t xml:space="preserve"> </w:t>
      </w:r>
      <w:r w:rsidRPr="00D95A45">
        <w:rPr>
          <w:rtl/>
        </w:rPr>
        <w:t xml:space="preserve">فانصرف الناس يومئذ كلهم ما خلا امير المؤمنين والحسن والحسين </w:t>
      </w:r>
      <w:r w:rsidR="00AC7755" w:rsidRPr="00AC7755">
        <w:rPr>
          <w:rStyle w:val="libAlaemChar"/>
          <w:rtl/>
        </w:rPr>
        <w:t>عليهم‌السلام</w:t>
      </w:r>
      <w:r w:rsidRPr="00D95A45">
        <w:rPr>
          <w:rtl/>
        </w:rPr>
        <w:t xml:space="preserve"> فاقام هؤلاء الثلاثة عليها الحد يومئذ ومعهم غيرهم قال</w:t>
      </w:r>
      <w:r w:rsidR="00CC15EB">
        <w:rPr>
          <w:rtl/>
        </w:rPr>
        <w:t>:</w:t>
      </w:r>
      <w:r>
        <w:rPr>
          <w:rtl/>
        </w:rPr>
        <w:t xml:space="preserve"> </w:t>
      </w:r>
      <w:r w:rsidRPr="00D95A45">
        <w:rPr>
          <w:rtl/>
        </w:rPr>
        <w:t xml:space="preserve">وانصرف يومئذ فيمن انصرف محمد بن امير المؤمنين </w:t>
      </w:r>
      <w:r w:rsidRPr="00AC7755">
        <w:rPr>
          <w:rStyle w:val="libFootnotenumChar"/>
          <w:rtl/>
        </w:rPr>
        <w:t>(1)</w:t>
      </w:r>
      <w:r w:rsidRPr="00D95A45">
        <w:rPr>
          <w:rtl/>
        </w:rPr>
        <w:t>.</w:t>
      </w:r>
    </w:p>
    <w:p w:rsidR="00AC7755" w:rsidRDefault="00D45E0E" w:rsidP="00AC7755">
      <w:pPr>
        <w:pStyle w:val="libNormal"/>
        <w:rPr>
          <w:rtl/>
        </w:rPr>
      </w:pPr>
      <w:r w:rsidRPr="00D95A45">
        <w:rPr>
          <w:rtl/>
        </w:rPr>
        <w:t>(24) 24</w:t>
      </w:r>
      <w:r w:rsidR="00CC15EB">
        <w:rPr>
          <w:rtl/>
        </w:rPr>
        <w:t xml:space="preserve"> - </w:t>
      </w:r>
      <w:r w:rsidRPr="00D95A45">
        <w:rPr>
          <w:rtl/>
        </w:rPr>
        <w:t xml:space="preserve">احمد بن محمد عن محمد بن خالد عن خالد بن حماد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جاءت امرأة حامل الى امير المؤمنين </w:t>
      </w:r>
      <w:r w:rsidR="00AC7755" w:rsidRPr="00AC7755">
        <w:rPr>
          <w:rStyle w:val="libAlaemChar"/>
          <w:rtl/>
        </w:rPr>
        <w:t>عليه‌السلام</w:t>
      </w:r>
      <w:r w:rsidRPr="00D95A45">
        <w:rPr>
          <w:rtl/>
        </w:rPr>
        <w:t xml:space="preserve"> فقالت اني فعلت فطهرني وذكر نحوه.</w:t>
      </w:r>
    </w:p>
    <w:p w:rsidR="00AC7755" w:rsidRDefault="00D45E0E" w:rsidP="00AC7755">
      <w:pPr>
        <w:pStyle w:val="libNormal"/>
        <w:rPr>
          <w:rtl/>
        </w:rPr>
      </w:pPr>
      <w:r w:rsidRPr="00D95A45">
        <w:rPr>
          <w:rtl/>
        </w:rPr>
        <w:t>(25) 25</w:t>
      </w:r>
      <w:r w:rsidR="00CC15EB">
        <w:rPr>
          <w:rtl/>
        </w:rPr>
        <w:t xml:space="preserve"> - </w:t>
      </w:r>
      <w:r w:rsidRPr="00D95A45">
        <w:rPr>
          <w:rtl/>
        </w:rPr>
        <w:t xml:space="preserve">علي بن ابراهيم عن ابيه عن ابن ابى عمير عمن رواه عن ابى جعفر </w:t>
      </w:r>
      <w:r w:rsidR="00AC7755" w:rsidRPr="00AC7755">
        <w:rPr>
          <w:rStyle w:val="libAlaemChar"/>
          <w:rtl/>
        </w:rPr>
        <w:t>عليه‌السلام</w:t>
      </w:r>
      <w:r w:rsidRPr="00D95A45">
        <w:rPr>
          <w:rtl/>
        </w:rPr>
        <w:t xml:space="preserve"> أو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اتي امير المؤمنين </w:t>
      </w:r>
      <w:r w:rsidR="00AC7755" w:rsidRPr="00AC7755">
        <w:rPr>
          <w:rStyle w:val="libAlaemChar"/>
          <w:rtl/>
        </w:rPr>
        <w:t>عليه‌السلام</w:t>
      </w:r>
      <w:r w:rsidRPr="00D95A45">
        <w:rPr>
          <w:rtl/>
        </w:rPr>
        <w:t xml:space="preserve"> برجل قد اقر على نفسه بالفجور فقال امير المؤمنين </w:t>
      </w:r>
      <w:r w:rsidR="00AC7755" w:rsidRPr="00AC7755">
        <w:rPr>
          <w:rStyle w:val="libAlaemChar"/>
          <w:rtl/>
        </w:rPr>
        <w:t>عليه‌السلام</w:t>
      </w:r>
      <w:r w:rsidRPr="00D95A45">
        <w:rPr>
          <w:rtl/>
        </w:rPr>
        <w:t xml:space="preserve"> لاصحابه</w:t>
      </w:r>
      <w:r w:rsidR="00CC15EB">
        <w:rPr>
          <w:rtl/>
        </w:rPr>
        <w:t>:</w:t>
      </w:r>
      <w:r>
        <w:rPr>
          <w:rtl/>
        </w:rPr>
        <w:t xml:space="preserve"> </w:t>
      </w:r>
      <w:r w:rsidRPr="00D95A45">
        <w:rPr>
          <w:rtl/>
        </w:rPr>
        <w:t>اغدوا علي غدا متلثمين</w:t>
      </w:r>
      <w:r w:rsidR="00CC15EB">
        <w:rPr>
          <w:rtl/>
        </w:rPr>
        <w:t>،</w:t>
      </w:r>
      <w:r>
        <w:rPr>
          <w:rtl/>
        </w:rPr>
        <w:t xml:space="preserve"> </w:t>
      </w:r>
      <w:r w:rsidRPr="00D95A45">
        <w:rPr>
          <w:rtl/>
        </w:rPr>
        <w:t>فغدوا عليه متلثمين فقال</w:t>
      </w:r>
      <w:r w:rsidR="00CC15EB">
        <w:rPr>
          <w:rtl/>
        </w:rPr>
        <w:t>:</w:t>
      </w:r>
      <w:r>
        <w:rPr>
          <w:rtl/>
        </w:rPr>
        <w:t xml:space="preserve"> </w:t>
      </w:r>
      <w:r w:rsidRPr="00D95A45">
        <w:rPr>
          <w:rtl/>
        </w:rPr>
        <w:t>من فعل مثل ما فعله فلا يرجمه ولينصرف</w:t>
      </w:r>
      <w:r w:rsidR="00CC15EB">
        <w:rPr>
          <w:rtl/>
        </w:rPr>
        <w:t>،</w:t>
      </w:r>
      <w:r>
        <w:rPr>
          <w:rtl/>
        </w:rPr>
        <w:t xml:space="preserve"> </w:t>
      </w:r>
      <w:r w:rsidRPr="00D95A45">
        <w:rPr>
          <w:rtl/>
        </w:rPr>
        <w:t>قال</w:t>
      </w:r>
      <w:r w:rsidR="00CC15EB">
        <w:rPr>
          <w:rtl/>
        </w:rPr>
        <w:t>:</w:t>
      </w:r>
      <w:r>
        <w:rPr>
          <w:rtl/>
        </w:rPr>
        <w:t xml:space="preserve"> </w:t>
      </w:r>
      <w:r w:rsidRPr="00D95A45">
        <w:rPr>
          <w:rtl/>
        </w:rPr>
        <w:t>فانصرف بعضهم وبقي بعض فرجمه من بقي منهم.</w:t>
      </w:r>
    </w:p>
    <w:p w:rsidR="00AC7755" w:rsidRDefault="00D45E0E" w:rsidP="00AC7755">
      <w:pPr>
        <w:pStyle w:val="libNormal"/>
        <w:rPr>
          <w:rtl/>
        </w:rPr>
      </w:pPr>
      <w:r w:rsidRPr="00D95A45">
        <w:rPr>
          <w:rtl/>
        </w:rPr>
        <w:t>(26) 26</w:t>
      </w:r>
      <w:r w:rsidR="00CC15EB">
        <w:rPr>
          <w:rtl/>
        </w:rPr>
        <w:t xml:space="preserve"> - </w:t>
      </w:r>
      <w:r w:rsidRPr="00D95A45">
        <w:rPr>
          <w:rtl/>
        </w:rPr>
        <w:t>أبو علي الاشعري عن محمد بن عبد الجبار عن صفوان ابن يحيى عن اسحاق بن عمار قال</w:t>
      </w:r>
      <w:r w:rsidR="00CC15EB">
        <w:rPr>
          <w:rtl/>
        </w:rPr>
        <w:t>:</w:t>
      </w:r>
      <w:r>
        <w:rPr>
          <w:rtl/>
        </w:rPr>
        <w:t xml:space="preserve"> </w:t>
      </w:r>
      <w:r w:rsidRPr="00D95A45">
        <w:rPr>
          <w:rtl/>
        </w:rPr>
        <w:t xml:space="preserve">سألت ابا ابراهيم </w:t>
      </w:r>
      <w:r w:rsidR="00AC7755" w:rsidRPr="00AC7755">
        <w:rPr>
          <w:rStyle w:val="libAlaemChar"/>
          <w:rtl/>
        </w:rPr>
        <w:t>عليه‌السلام</w:t>
      </w:r>
      <w:r w:rsidRPr="00D95A45">
        <w:rPr>
          <w:rtl/>
        </w:rPr>
        <w:t xml:space="preserve"> عن الرجل إذا</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 xml:space="preserve">(1) ذكر محمد بن امير المؤمنين </w:t>
      </w:r>
      <w:r w:rsidR="00AC7755" w:rsidRPr="00AC7755">
        <w:rPr>
          <w:rStyle w:val="libAlaemChar"/>
          <w:rtl/>
        </w:rPr>
        <w:t>عليه‌السلام</w:t>
      </w:r>
      <w:r w:rsidRPr="00D95A45">
        <w:rPr>
          <w:rtl/>
        </w:rPr>
        <w:t xml:space="preserve"> فيمن انصرف بعيد غايته خاصة وقد امر امير المؤمنين </w:t>
      </w:r>
      <w:r w:rsidR="00AC7755" w:rsidRPr="00AC7755">
        <w:rPr>
          <w:rStyle w:val="libAlaemChar"/>
          <w:rtl/>
        </w:rPr>
        <w:t>عليه‌السلام</w:t>
      </w:r>
      <w:r w:rsidRPr="00D95A45">
        <w:rPr>
          <w:rtl/>
        </w:rPr>
        <w:t xml:space="preserve"> الناس بالتلثم حتى لا يعرف احد احدا مضافا إلى ما ورد في الكشي في حديث تأبى المحامدة ان يعصى الله تعالى.</w:t>
      </w:r>
    </w:p>
    <w:p w:rsidR="00CC15EB" w:rsidRDefault="00CC15EB" w:rsidP="00AC7755">
      <w:pPr>
        <w:pStyle w:val="libFootnote0"/>
        <w:rPr>
          <w:rtl/>
        </w:rPr>
      </w:pPr>
      <w:r>
        <w:rPr>
          <w:rtl/>
        </w:rPr>
        <w:t>-</w:t>
      </w:r>
      <w:r w:rsidR="00D45E0E" w:rsidRPr="007277FF">
        <w:rPr>
          <w:rtl/>
        </w:rPr>
        <w:t xml:space="preserve"> 24</w:t>
      </w:r>
      <w:r>
        <w:rPr>
          <w:rtl/>
        </w:rPr>
        <w:t xml:space="preserve"> - </w:t>
      </w:r>
      <w:r w:rsidR="00D45E0E" w:rsidRPr="007277FF">
        <w:rPr>
          <w:rtl/>
        </w:rPr>
        <w:t>25</w:t>
      </w:r>
      <w:r>
        <w:rPr>
          <w:rtl/>
        </w:rPr>
        <w:t xml:space="preserve"> - </w:t>
      </w:r>
      <w:r w:rsidR="00D45E0E" w:rsidRPr="007277FF">
        <w:rPr>
          <w:rtl/>
        </w:rPr>
        <w:t>الكافي ج 2 ص 289</w:t>
      </w:r>
    </w:p>
    <w:p w:rsidR="00AC7755" w:rsidRDefault="00CC15EB" w:rsidP="00AC7755">
      <w:pPr>
        <w:pStyle w:val="libFootnote0"/>
        <w:rPr>
          <w:rtl/>
        </w:rPr>
      </w:pPr>
      <w:r>
        <w:rPr>
          <w:rtl/>
        </w:rPr>
        <w:t>-</w:t>
      </w:r>
      <w:r w:rsidR="00D45E0E" w:rsidRPr="00DA0376">
        <w:rPr>
          <w:rtl/>
        </w:rPr>
        <w:t xml:space="preserve"> 26</w:t>
      </w:r>
      <w:r>
        <w:rPr>
          <w:rtl/>
        </w:rPr>
        <w:t xml:space="preserve"> - </w:t>
      </w:r>
      <w:r w:rsidR="00D45E0E" w:rsidRPr="00DA0376">
        <w:rPr>
          <w:rtl/>
        </w:rPr>
        <w:t>الاستبصار ج 4 ص 204 الكافي ج 2 ص 286</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هو زنى وعنده السرية أو الامة يطأها تحصنه الامة تكون عنده</w:t>
      </w:r>
      <w:r>
        <w:rPr>
          <w:rtl/>
        </w:rPr>
        <w:t>؟</w:t>
      </w:r>
      <w:r w:rsidRPr="007277FF">
        <w:rPr>
          <w:rtl/>
        </w:rPr>
        <w:t xml:space="preserve"> قال</w:t>
      </w:r>
      <w:r w:rsidR="00CC15EB">
        <w:rPr>
          <w:rtl/>
        </w:rPr>
        <w:t>:</w:t>
      </w:r>
      <w:r>
        <w:rPr>
          <w:rtl/>
        </w:rPr>
        <w:t xml:space="preserve"> </w:t>
      </w:r>
      <w:r w:rsidRPr="007277FF">
        <w:rPr>
          <w:rtl/>
        </w:rPr>
        <w:t>نعم انما ذلك لأن عنده ما يغنيه عن الزنى</w:t>
      </w:r>
      <w:r w:rsidR="00CC15EB">
        <w:rPr>
          <w:rtl/>
        </w:rPr>
        <w:t>،</w:t>
      </w:r>
      <w:r>
        <w:rPr>
          <w:rtl/>
        </w:rPr>
        <w:t xml:space="preserve"> </w:t>
      </w:r>
      <w:r w:rsidRPr="007277FF">
        <w:rPr>
          <w:rtl/>
        </w:rPr>
        <w:t>قلت</w:t>
      </w:r>
      <w:r w:rsidR="00CC15EB">
        <w:rPr>
          <w:rtl/>
        </w:rPr>
        <w:t>:</w:t>
      </w:r>
      <w:r>
        <w:rPr>
          <w:rtl/>
        </w:rPr>
        <w:t xml:space="preserve"> </w:t>
      </w:r>
      <w:r w:rsidRPr="007277FF">
        <w:rPr>
          <w:rtl/>
        </w:rPr>
        <w:t>فان كانت عنده امة زعم انه لا يطأها</w:t>
      </w:r>
      <w:r>
        <w:rPr>
          <w:rtl/>
        </w:rPr>
        <w:t>؟</w:t>
      </w:r>
      <w:r w:rsidRPr="007277FF">
        <w:rPr>
          <w:rtl/>
        </w:rPr>
        <w:t xml:space="preserve"> فقال</w:t>
      </w:r>
      <w:r w:rsidR="00CC15EB">
        <w:rPr>
          <w:rtl/>
        </w:rPr>
        <w:t>:</w:t>
      </w:r>
      <w:r>
        <w:rPr>
          <w:rtl/>
        </w:rPr>
        <w:t xml:space="preserve"> </w:t>
      </w:r>
      <w:r w:rsidRPr="007277FF">
        <w:rPr>
          <w:rtl/>
        </w:rPr>
        <w:t>لا يصدق</w:t>
      </w:r>
      <w:r w:rsidR="00CC15EB">
        <w:rPr>
          <w:rtl/>
        </w:rPr>
        <w:t>،</w:t>
      </w:r>
      <w:r>
        <w:rPr>
          <w:rtl/>
        </w:rPr>
        <w:t xml:space="preserve"> </w:t>
      </w:r>
      <w:r w:rsidRPr="007277FF">
        <w:rPr>
          <w:rtl/>
        </w:rPr>
        <w:t>قلت</w:t>
      </w:r>
      <w:r w:rsidR="00CC15EB">
        <w:rPr>
          <w:rtl/>
        </w:rPr>
        <w:t>:</w:t>
      </w:r>
      <w:r>
        <w:rPr>
          <w:rtl/>
        </w:rPr>
        <w:t xml:space="preserve"> </w:t>
      </w:r>
      <w:r w:rsidRPr="007277FF">
        <w:rPr>
          <w:rtl/>
        </w:rPr>
        <w:t>فان كانت عنده امراة متعة تحصنه</w:t>
      </w:r>
      <w:r>
        <w:rPr>
          <w:rtl/>
        </w:rPr>
        <w:t>؟</w:t>
      </w:r>
      <w:r w:rsidRPr="007277FF">
        <w:rPr>
          <w:rtl/>
        </w:rPr>
        <w:t xml:space="preserve"> قال</w:t>
      </w:r>
      <w:r w:rsidR="00CC15EB">
        <w:rPr>
          <w:rtl/>
        </w:rPr>
        <w:t>:</w:t>
      </w:r>
      <w:r>
        <w:rPr>
          <w:rtl/>
        </w:rPr>
        <w:t xml:space="preserve"> </w:t>
      </w:r>
      <w:r w:rsidRPr="007277FF">
        <w:rPr>
          <w:rtl/>
        </w:rPr>
        <w:t>لا انما هو على الشئ الدائم عنده.</w:t>
      </w:r>
    </w:p>
    <w:p w:rsidR="00AC7755" w:rsidRDefault="00D45E0E" w:rsidP="00AC7755">
      <w:pPr>
        <w:pStyle w:val="libNormal"/>
        <w:rPr>
          <w:rtl/>
        </w:rPr>
      </w:pPr>
      <w:r w:rsidRPr="00D95A45">
        <w:rPr>
          <w:rtl/>
        </w:rPr>
        <w:t>(27) 27</w:t>
      </w:r>
      <w:r w:rsidR="00CC15EB">
        <w:rPr>
          <w:rtl/>
        </w:rPr>
        <w:t xml:space="preserve"> - </w:t>
      </w:r>
      <w:r w:rsidRPr="00D95A45">
        <w:rPr>
          <w:rtl/>
        </w:rPr>
        <w:t>يونس بن عبد الرحمان عن حريز قال</w:t>
      </w:r>
      <w:r w:rsidR="00CC15EB">
        <w:rPr>
          <w:rtl/>
        </w:rPr>
        <w:t>:</w:t>
      </w:r>
      <w:r>
        <w:rPr>
          <w:rtl/>
        </w:rPr>
        <w:t xml:space="preserve"> </w:t>
      </w:r>
      <w:r w:rsidRPr="00D95A45">
        <w:rPr>
          <w:rtl/>
        </w:rPr>
        <w:t xml:space="preserve">سألت أبا عبد الله </w:t>
      </w:r>
      <w:r w:rsidR="00AC7755" w:rsidRPr="00AC7755">
        <w:rPr>
          <w:rStyle w:val="libAlaemChar"/>
          <w:rtl/>
        </w:rPr>
        <w:t>عليه‌السلام</w:t>
      </w:r>
      <w:r w:rsidRPr="00D95A45">
        <w:rPr>
          <w:rtl/>
        </w:rPr>
        <w:t xml:space="preserve"> عن المحصن قال. فقال</w:t>
      </w:r>
      <w:r w:rsidR="00CC15EB">
        <w:rPr>
          <w:rtl/>
        </w:rPr>
        <w:t>:</w:t>
      </w:r>
      <w:r>
        <w:rPr>
          <w:rtl/>
        </w:rPr>
        <w:t xml:space="preserve"> </w:t>
      </w:r>
      <w:r w:rsidRPr="00D95A45">
        <w:rPr>
          <w:rtl/>
        </w:rPr>
        <w:t>الذي يزني وعنده ما يغنيه.</w:t>
      </w:r>
    </w:p>
    <w:p w:rsidR="00AC7755" w:rsidRDefault="00D45E0E" w:rsidP="00AC7755">
      <w:pPr>
        <w:pStyle w:val="libNormal"/>
        <w:rPr>
          <w:rtl/>
        </w:rPr>
      </w:pPr>
      <w:r w:rsidRPr="00D95A45">
        <w:rPr>
          <w:rtl/>
        </w:rPr>
        <w:t>(28) 28</w:t>
      </w:r>
      <w:r w:rsidR="00CC15EB">
        <w:rPr>
          <w:rtl/>
        </w:rPr>
        <w:t xml:space="preserve"> - </w:t>
      </w:r>
      <w:r w:rsidRPr="00D95A45">
        <w:rPr>
          <w:rtl/>
        </w:rPr>
        <w:t xml:space="preserve">أبو علي الاشعري عن محمد عن ابن سنان عن اسماعيل بن جابر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 له</w:t>
      </w:r>
      <w:r w:rsidR="00CC15EB">
        <w:rPr>
          <w:rtl/>
        </w:rPr>
        <w:t>:</w:t>
      </w:r>
      <w:r>
        <w:rPr>
          <w:rtl/>
        </w:rPr>
        <w:t xml:space="preserve"> </w:t>
      </w:r>
      <w:r w:rsidRPr="00D95A45">
        <w:rPr>
          <w:rtl/>
        </w:rPr>
        <w:t>ما المحصن رحمك الله</w:t>
      </w:r>
      <w:r>
        <w:rPr>
          <w:rtl/>
        </w:rPr>
        <w:t>؟</w:t>
      </w:r>
      <w:r w:rsidRPr="00D95A45">
        <w:rPr>
          <w:rtl/>
        </w:rPr>
        <w:t xml:space="preserve"> قال</w:t>
      </w:r>
      <w:r w:rsidR="00CC15EB">
        <w:rPr>
          <w:rtl/>
        </w:rPr>
        <w:t>:</w:t>
      </w:r>
      <w:r>
        <w:rPr>
          <w:rtl/>
        </w:rPr>
        <w:t xml:space="preserve"> </w:t>
      </w:r>
      <w:r w:rsidRPr="00D95A45">
        <w:rPr>
          <w:rtl/>
        </w:rPr>
        <w:t>من كان له فرج يغدو عليه ويروح.</w:t>
      </w:r>
    </w:p>
    <w:p w:rsidR="00AC7755" w:rsidRDefault="00D45E0E" w:rsidP="00AC7755">
      <w:pPr>
        <w:pStyle w:val="libNormal"/>
        <w:rPr>
          <w:rtl/>
        </w:rPr>
      </w:pPr>
      <w:r w:rsidRPr="00D95A45">
        <w:rPr>
          <w:rtl/>
        </w:rPr>
        <w:t>(29) 29</w:t>
      </w:r>
      <w:r w:rsidR="00CC15EB">
        <w:rPr>
          <w:rtl/>
        </w:rPr>
        <w:t xml:space="preserve"> - </w:t>
      </w:r>
      <w:r w:rsidRPr="00D95A45">
        <w:rPr>
          <w:rtl/>
        </w:rPr>
        <w:t>يونس عن ابى ايوب عن ابى بصير قال</w:t>
      </w:r>
      <w:r w:rsidR="00CC15EB">
        <w:rPr>
          <w:rtl/>
        </w:rPr>
        <w:t>:</w:t>
      </w:r>
      <w:r>
        <w:rPr>
          <w:rtl/>
        </w:rPr>
        <w:t xml:space="preserve"> </w:t>
      </w:r>
      <w:r w:rsidRPr="00D95A45">
        <w:rPr>
          <w:rtl/>
        </w:rPr>
        <w:t>لا يكون محصنا إلا أن يكون عنده امرأة يغلق عليها بابه.</w:t>
      </w:r>
    </w:p>
    <w:p w:rsidR="00AC7755" w:rsidRDefault="00D45E0E" w:rsidP="00AC7755">
      <w:pPr>
        <w:pStyle w:val="libNormal"/>
        <w:rPr>
          <w:rtl/>
        </w:rPr>
      </w:pPr>
      <w:r w:rsidRPr="00D95A45">
        <w:rPr>
          <w:rtl/>
        </w:rPr>
        <w:t>(30) 30</w:t>
      </w:r>
      <w:r w:rsidR="00CC15EB">
        <w:rPr>
          <w:rtl/>
        </w:rPr>
        <w:t xml:space="preserve"> - </w:t>
      </w:r>
      <w:r w:rsidRPr="00D95A45">
        <w:rPr>
          <w:rtl/>
        </w:rPr>
        <w:t>فاما ما رواه الحسين بن سعيد عن ابن ابي عمير عن حماد عن الحلبي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لا يحصن الحر المملوكة ولا المملوك الحرة. فلا ينافي هذا الخبر ما قدمناه من الاخبار من أن الأمة تحصن</w:t>
      </w:r>
      <w:r>
        <w:rPr>
          <w:rtl/>
        </w:rPr>
        <w:t>؟</w:t>
      </w:r>
      <w:r w:rsidRPr="00D95A45">
        <w:rPr>
          <w:rtl/>
        </w:rPr>
        <w:t xml:space="preserve"> لأن الوجه في هذا الخبر ان الحر لا يحصنها حتى إذا زنت لوجب عليه الرجم كما لو كانت تحته حرة فزنت فكان يجب عليها الرجم لأن حد المملوك والمملوكة إذا زنيا نصف حد الحر وهو خمسون جلدة ولا يرجمان على وجه</w:t>
      </w:r>
      <w:r w:rsidR="00CC15EB">
        <w:rPr>
          <w:rtl/>
        </w:rPr>
        <w:t>،</w:t>
      </w:r>
      <w:r>
        <w:rPr>
          <w:rtl/>
        </w:rPr>
        <w:t xml:space="preserve"> </w:t>
      </w:r>
      <w:r w:rsidRPr="00D95A45">
        <w:rPr>
          <w:rtl/>
        </w:rPr>
        <w:t>وكذلك قوله ولا المملوك الحرة يعني ان الحرة لا تحصنه حتى يجب عليه الرجم وعلى هذا التأويل لا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27</w:t>
      </w:r>
      <w:r>
        <w:rPr>
          <w:rFonts w:hint="cs"/>
          <w:rtl/>
        </w:rPr>
        <w:t xml:space="preserve"> - </w:t>
      </w:r>
      <w:r w:rsidR="00D45E0E" w:rsidRPr="007277FF">
        <w:rPr>
          <w:rtl/>
        </w:rPr>
        <w:t>28</w:t>
      </w:r>
      <w:r>
        <w:rPr>
          <w:rtl/>
        </w:rPr>
        <w:t xml:space="preserve"> - </w:t>
      </w:r>
      <w:r w:rsidR="00D45E0E" w:rsidRPr="007277FF">
        <w:rPr>
          <w:rtl/>
        </w:rPr>
        <w:t>29</w:t>
      </w:r>
      <w:r>
        <w:rPr>
          <w:rtl/>
        </w:rPr>
        <w:t xml:space="preserve"> - </w:t>
      </w:r>
      <w:r w:rsidR="00D45E0E" w:rsidRPr="007277FF">
        <w:rPr>
          <w:rtl/>
        </w:rPr>
        <w:t>الاستبصار ج 4 ص 204 الكافي ج 2 ص 287 واخرج الثاني الصدوق في الفقيه ج 4 ص 25</w:t>
      </w:r>
    </w:p>
    <w:p w:rsidR="00AC7755" w:rsidRDefault="00CC15EB" w:rsidP="00AC7755">
      <w:pPr>
        <w:pStyle w:val="libFootnote0"/>
        <w:rPr>
          <w:rtl/>
        </w:rPr>
      </w:pPr>
      <w:r>
        <w:rPr>
          <w:rtl/>
        </w:rPr>
        <w:t>-</w:t>
      </w:r>
      <w:r w:rsidR="00D45E0E" w:rsidRPr="00DA0376">
        <w:rPr>
          <w:rtl/>
        </w:rPr>
        <w:t xml:space="preserve"> 30</w:t>
      </w:r>
      <w:r>
        <w:rPr>
          <w:rtl/>
        </w:rPr>
        <w:t xml:space="preserve"> - </w:t>
      </w:r>
      <w:r w:rsidR="00D45E0E" w:rsidRPr="00DA0376">
        <w:rPr>
          <w:rtl/>
        </w:rPr>
        <w:t>الاستبصار ج 4 ص 205</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تنافي بين الاخبار.</w:t>
      </w:r>
    </w:p>
    <w:p w:rsidR="00AC7755" w:rsidRDefault="00D45E0E" w:rsidP="00AC7755">
      <w:pPr>
        <w:pStyle w:val="libNormal"/>
        <w:rPr>
          <w:rtl/>
        </w:rPr>
      </w:pPr>
      <w:r w:rsidRPr="00D95A45">
        <w:rPr>
          <w:rtl/>
        </w:rPr>
        <w:t>(31) 31</w:t>
      </w:r>
      <w:r w:rsidR="00CC15EB">
        <w:rPr>
          <w:rtl/>
        </w:rPr>
        <w:t xml:space="preserve"> - </w:t>
      </w:r>
      <w:r w:rsidRPr="00D95A45">
        <w:rPr>
          <w:rtl/>
        </w:rPr>
        <w:t xml:space="preserve">فاما ما رواه محمد بن أحمد بن يحيى عن أحمد بن محمد عن الحسن بن محبوب عن العلا عن محمد بن مسلم عن ابى جعفر </w:t>
      </w:r>
      <w:r w:rsidR="00AC7755" w:rsidRPr="00AC7755">
        <w:rPr>
          <w:rStyle w:val="libAlaemChar"/>
          <w:rtl/>
        </w:rPr>
        <w:t>عليه‌السلام</w:t>
      </w:r>
      <w:r w:rsidRPr="00D95A45">
        <w:rPr>
          <w:rtl/>
        </w:rPr>
        <w:t xml:space="preserve"> في الذي يأتي وليدة امرأته بغير اذنها عليه مثل ما على الزاني يجلد مائة جلدة قال</w:t>
      </w:r>
      <w:r w:rsidR="00CC15EB">
        <w:rPr>
          <w:rtl/>
        </w:rPr>
        <w:t>:</w:t>
      </w:r>
      <w:r>
        <w:rPr>
          <w:rtl/>
        </w:rPr>
        <w:t xml:space="preserve"> </w:t>
      </w:r>
      <w:r w:rsidRPr="00D95A45">
        <w:rPr>
          <w:rtl/>
        </w:rPr>
        <w:t>ولا يرجم ان زنى بيهودية أو نصرانية أو امة فان فجر بامرأه حرة وله امرأة حرة فان عليه الرجم</w:t>
      </w:r>
      <w:r w:rsidR="00CC15EB">
        <w:rPr>
          <w:rtl/>
        </w:rPr>
        <w:t>،</w:t>
      </w:r>
      <w:r>
        <w:rPr>
          <w:rtl/>
        </w:rPr>
        <w:t xml:space="preserve"> </w:t>
      </w:r>
      <w:r w:rsidRPr="00D95A45">
        <w:rPr>
          <w:rtl/>
        </w:rPr>
        <w:t>وقال</w:t>
      </w:r>
      <w:r w:rsidR="00CC15EB">
        <w:rPr>
          <w:rtl/>
        </w:rPr>
        <w:t>:</w:t>
      </w:r>
      <w:r>
        <w:rPr>
          <w:rtl/>
        </w:rPr>
        <w:t xml:space="preserve"> </w:t>
      </w:r>
      <w:r w:rsidRPr="00D95A45">
        <w:rPr>
          <w:rtl/>
        </w:rPr>
        <w:t>وكما لا تحصنه الامة والنصرانية واليهودية ان زنى بحرة فكذلك لا يكون عليه حد المحصن ان زنى بيهودية أو نصرانية أو امة وتحته حرة</w:t>
      </w:r>
      <w:r w:rsidR="00CC15EB">
        <w:rPr>
          <w:rtl/>
        </w:rPr>
        <w:t>،</w:t>
      </w:r>
      <w:r>
        <w:rPr>
          <w:rtl/>
        </w:rPr>
        <w:t xml:space="preserve"> </w:t>
      </w:r>
    </w:p>
    <w:p w:rsidR="00AC7755" w:rsidRDefault="00D45E0E" w:rsidP="00AC7755">
      <w:pPr>
        <w:pStyle w:val="libNormal"/>
        <w:rPr>
          <w:rtl/>
        </w:rPr>
      </w:pPr>
      <w:r w:rsidRPr="00D95A45">
        <w:rPr>
          <w:rtl/>
        </w:rPr>
        <w:t>قال محمد بن الحسن</w:t>
      </w:r>
      <w:r w:rsidR="00CC15EB">
        <w:rPr>
          <w:rtl/>
        </w:rPr>
        <w:t>:</w:t>
      </w:r>
      <w:r>
        <w:rPr>
          <w:rtl/>
        </w:rPr>
        <w:t xml:space="preserve"> </w:t>
      </w:r>
      <w:r w:rsidRPr="00D95A45">
        <w:rPr>
          <w:rtl/>
        </w:rPr>
        <w:t xml:space="preserve">قوله </w:t>
      </w:r>
      <w:r w:rsidR="00AC7755" w:rsidRPr="00AC7755">
        <w:rPr>
          <w:rStyle w:val="libAlaemChar"/>
          <w:rtl/>
        </w:rPr>
        <w:t>عليه‌السلام</w:t>
      </w:r>
      <w:r w:rsidRPr="00D95A45">
        <w:rPr>
          <w:rtl/>
        </w:rPr>
        <w:t xml:space="preserve"> كما لا تحصنه الامة واليهودية ان زنى بحرة فكذلك لا يكون عليه حد المحصن ان زنى</w:t>
      </w:r>
      <w:r w:rsidR="00CC15EB">
        <w:rPr>
          <w:rtl/>
        </w:rPr>
        <w:t>،</w:t>
      </w:r>
      <w:r>
        <w:rPr>
          <w:rtl/>
        </w:rPr>
        <w:t xml:space="preserve"> </w:t>
      </w:r>
      <w:r w:rsidRPr="00D95A45">
        <w:rPr>
          <w:rtl/>
        </w:rPr>
        <w:t>يحتمل أن يكون المراد به أن هؤلاء لا يحصنه أذا كن عنده على جهة المتعة دون عقد الدوام والملك لان المتعة لا تحصن عندنا</w:t>
      </w:r>
      <w:r w:rsidR="00CC15EB">
        <w:rPr>
          <w:rtl/>
        </w:rPr>
        <w:t>،</w:t>
      </w:r>
      <w:r>
        <w:rPr>
          <w:rtl/>
        </w:rPr>
        <w:t xml:space="preserve"> </w:t>
      </w:r>
      <w:r w:rsidRPr="00D95A45">
        <w:rPr>
          <w:rtl/>
        </w:rPr>
        <w:t>والذي يدل على ذلك ما رواه اسحاق بن عمار في الخبر الذي قدمنا ذكره وايضا فقد روى.</w:t>
      </w:r>
    </w:p>
    <w:p w:rsidR="00AC7755" w:rsidRDefault="00D45E0E" w:rsidP="00AC7755">
      <w:pPr>
        <w:pStyle w:val="libNormal"/>
        <w:rPr>
          <w:rtl/>
        </w:rPr>
      </w:pPr>
      <w:r w:rsidRPr="00D95A45">
        <w:rPr>
          <w:rtl/>
        </w:rPr>
        <w:t>(32) 32</w:t>
      </w:r>
      <w:r w:rsidR="00CC15EB">
        <w:rPr>
          <w:rtl/>
        </w:rPr>
        <w:t xml:space="preserve"> - </w:t>
      </w:r>
      <w:r w:rsidRPr="00D95A45">
        <w:rPr>
          <w:rtl/>
        </w:rPr>
        <w:t>علي بن ابراهيم عن ابيه عن عبد الرحمان بن حماد عن عمر بن يزيد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Pr="00D95A45">
        <w:rPr>
          <w:rtl/>
        </w:rPr>
        <w:t xml:space="preserve"> اخبرني عن الغائب عن أهله يزني هل يرجم إذا كانت له زوجة وهو غائب عنها</w:t>
      </w:r>
      <w:r>
        <w:rPr>
          <w:rtl/>
        </w:rPr>
        <w:t>؟</w:t>
      </w:r>
      <w:r w:rsidRPr="00D95A45">
        <w:rPr>
          <w:rtl/>
        </w:rPr>
        <w:t xml:space="preserve"> قال</w:t>
      </w:r>
      <w:r w:rsidR="00CC15EB">
        <w:rPr>
          <w:rtl/>
        </w:rPr>
        <w:t>:</w:t>
      </w:r>
      <w:r>
        <w:rPr>
          <w:rtl/>
        </w:rPr>
        <w:t xml:space="preserve"> </w:t>
      </w:r>
      <w:r w:rsidRPr="00D95A45">
        <w:rPr>
          <w:rtl/>
        </w:rPr>
        <w:t>لا يرجم الغائب عن اهله ولا المملك الذي لم يبن باهله ولا صاحب المتعة</w:t>
      </w:r>
      <w:r w:rsidR="00CC15EB">
        <w:rPr>
          <w:rtl/>
        </w:rPr>
        <w:t>،</w:t>
      </w:r>
      <w:r>
        <w:rPr>
          <w:rtl/>
        </w:rPr>
        <w:t xml:space="preserve"> </w:t>
      </w:r>
      <w:r w:rsidRPr="00D95A45">
        <w:rPr>
          <w:rtl/>
        </w:rPr>
        <w:t>قلت</w:t>
      </w:r>
      <w:r w:rsidR="00CC15EB">
        <w:rPr>
          <w:rtl/>
        </w:rPr>
        <w:t>:</w:t>
      </w:r>
      <w:r>
        <w:rPr>
          <w:rtl/>
        </w:rPr>
        <w:t xml:space="preserve"> </w:t>
      </w:r>
      <w:r w:rsidRPr="00D95A45">
        <w:rPr>
          <w:rtl/>
        </w:rPr>
        <w:t>ففي أي حد سفره لا يكون محصنا</w:t>
      </w:r>
      <w:r>
        <w:rPr>
          <w:rtl/>
        </w:rPr>
        <w:t>؟</w:t>
      </w:r>
      <w:r w:rsidRPr="00D95A45">
        <w:rPr>
          <w:rtl/>
        </w:rPr>
        <w:t xml:space="preserve"> قال</w:t>
      </w:r>
      <w:r w:rsidR="00CC15EB">
        <w:rPr>
          <w:rtl/>
        </w:rPr>
        <w:t>:</w:t>
      </w:r>
      <w:r>
        <w:rPr>
          <w:rtl/>
        </w:rPr>
        <w:t xml:space="preserve"> </w:t>
      </w:r>
      <w:r w:rsidRPr="00D95A45">
        <w:rPr>
          <w:rtl/>
        </w:rPr>
        <w:t>إذا</w:t>
      </w:r>
      <w:r w:rsidR="00CC15EB">
        <w:rPr>
          <w:rtl/>
        </w:rPr>
        <w:t>:</w:t>
      </w:r>
      <w:r>
        <w:rPr>
          <w:rtl/>
        </w:rPr>
        <w:t xml:space="preserve"> </w:t>
      </w:r>
      <w:r w:rsidRPr="00D95A45">
        <w:rPr>
          <w:rtl/>
        </w:rPr>
        <w:t>قصر وأفطر فليس بمحصن.</w:t>
      </w:r>
    </w:p>
    <w:p w:rsidR="00AC7755" w:rsidRDefault="00D45E0E" w:rsidP="00AC7755">
      <w:pPr>
        <w:pStyle w:val="libNormal"/>
        <w:rPr>
          <w:rtl/>
        </w:rPr>
      </w:pPr>
      <w:r w:rsidRPr="00D95A45">
        <w:rPr>
          <w:rtl/>
        </w:rPr>
        <w:t>(33) 33</w:t>
      </w:r>
      <w:r w:rsidR="00CC15EB">
        <w:rPr>
          <w:rtl/>
        </w:rPr>
        <w:t xml:space="preserve"> - </w:t>
      </w:r>
      <w:r w:rsidRPr="00D95A45">
        <w:rPr>
          <w:rtl/>
        </w:rPr>
        <w:t>علي بن ابراهيم عن ابيه عن ابن ابي عمير عن هشام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31 الاستبصار ج 4 ص 205 الفقيه ج 4 ص 25</w:t>
      </w:r>
    </w:p>
    <w:p w:rsidR="00CC15EB" w:rsidRDefault="00CC15EB" w:rsidP="00AC7755">
      <w:pPr>
        <w:pStyle w:val="libFootnote0"/>
        <w:rPr>
          <w:rtl/>
        </w:rPr>
      </w:pPr>
      <w:r>
        <w:rPr>
          <w:rtl/>
        </w:rPr>
        <w:t>-</w:t>
      </w:r>
      <w:r w:rsidR="00D45E0E" w:rsidRPr="007277FF">
        <w:rPr>
          <w:rtl/>
        </w:rPr>
        <w:t xml:space="preserve"> 32</w:t>
      </w:r>
      <w:r>
        <w:rPr>
          <w:rtl/>
        </w:rPr>
        <w:t xml:space="preserve"> - </w:t>
      </w:r>
      <w:r w:rsidR="00D45E0E" w:rsidRPr="007277FF">
        <w:rPr>
          <w:rtl/>
        </w:rPr>
        <w:t>الاستبصار ج 4 ص 205 الكافي ج 2 ص 287</w:t>
      </w:r>
    </w:p>
    <w:p w:rsidR="00AC7755" w:rsidRDefault="00CC15EB" w:rsidP="00AC7755">
      <w:pPr>
        <w:pStyle w:val="libFootnote0"/>
        <w:rPr>
          <w:rtl/>
        </w:rPr>
      </w:pPr>
      <w:r>
        <w:rPr>
          <w:rtl/>
        </w:rPr>
        <w:t>-</w:t>
      </w:r>
      <w:r w:rsidR="00D45E0E" w:rsidRPr="007277FF">
        <w:rPr>
          <w:rtl/>
        </w:rPr>
        <w:t xml:space="preserve"> 33</w:t>
      </w:r>
      <w:r>
        <w:rPr>
          <w:rtl/>
        </w:rPr>
        <w:t xml:space="preserve"> - </w:t>
      </w:r>
      <w:r w:rsidR="00D45E0E" w:rsidRPr="007277FF">
        <w:rPr>
          <w:rtl/>
        </w:rPr>
        <w:t>الاستبصار ج 4 ص 206 الكافي ج 2 ص 286</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 xml:space="preserve">وحفص بن البختري عمن ذكره عن ابي عبد الله </w:t>
      </w:r>
      <w:r w:rsidR="00AC7755" w:rsidRPr="00AC7755">
        <w:rPr>
          <w:rStyle w:val="libAlaemChar"/>
          <w:rtl/>
        </w:rPr>
        <w:t>عليه‌السلام</w:t>
      </w:r>
      <w:r w:rsidRPr="007277FF">
        <w:rPr>
          <w:rtl/>
        </w:rPr>
        <w:t xml:space="preserve"> في الرجل يتزوج المتعة أتحصنه</w:t>
      </w:r>
      <w:r>
        <w:rPr>
          <w:rtl/>
        </w:rPr>
        <w:t>؟</w:t>
      </w:r>
      <w:r w:rsidRPr="007277FF">
        <w:rPr>
          <w:rtl/>
        </w:rPr>
        <w:t xml:space="preserve"> قال</w:t>
      </w:r>
      <w:r w:rsidR="00CC15EB">
        <w:rPr>
          <w:rtl/>
        </w:rPr>
        <w:t>:</w:t>
      </w:r>
      <w:r>
        <w:rPr>
          <w:rtl/>
        </w:rPr>
        <w:t xml:space="preserve"> </w:t>
      </w:r>
      <w:r w:rsidRPr="007277FF">
        <w:rPr>
          <w:rtl/>
        </w:rPr>
        <w:t>لا انما ذلك على الشئ الدائم.</w:t>
      </w:r>
    </w:p>
    <w:p w:rsidR="00AC7755" w:rsidRDefault="00D45E0E" w:rsidP="00AC7755">
      <w:pPr>
        <w:pStyle w:val="libNormal"/>
        <w:rPr>
          <w:rtl/>
        </w:rPr>
      </w:pPr>
      <w:r w:rsidRPr="007277FF">
        <w:rPr>
          <w:rtl/>
        </w:rPr>
        <w:t>فاما ما تضمن الخبر من أنه إذا زنى بأمة امرأته بغير اذنها عليه مثل ما على الزاني يجلد مائة</w:t>
      </w:r>
      <w:r w:rsidR="00CC15EB">
        <w:rPr>
          <w:rtl/>
        </w:rPr>
        <w:t>،</w:t>
      </w:r>
      <w:r>
        <w:rPr>
          <w:rtl/>
        </w:rPr>
        <w:t xml:space="preserve"> </w:t>
      </w:r>
      <w:r w:rsidRPr="007277FF">
        <w:rPr>
          <w:rtl/>
        </w:rPr>
        <w:t>قوله يجلد مائة لا ينافي ان يجب معه ايضا عليه الرجم</w:t>
      </w:r>
      <w:r w:rsidR="00CC15EB">
        <w:rPr>
          <w:rtl/>
        </w:rPr>
        <w:t>،</w:t>
      </w:r>
      <w:r>
        <w:rPr>
          <w:rtl/>
        </w:rPr>
        <w:t xml:space="preserve"> </w:t>
      </w:r>
      <w:r w:rsidRPr="007277FF">
        <w:rPr>
          <w:rtl/>
        </w:rPr>
        <w:t>لأنا قد بينا ان المحصن يجب عليه ان يجمع بين الشيئين عليه إذا كان بالصفة التي ذكرناها وليس فيه انه لا يجب عليه الرجم</w:t>
      </w:r>
      <w:r w:rsidR="00CC15EB">
        <w:rPr>
          <w:rtl/>
        </w:rPr>
        <w:t>،</w:t>
      </w:r>
      <w:r>
        <w:rPr>
          <w:rtl/>
        </w:rPr>
        <w:t xml:space="preserve"> </w:t>
      </w:r>
      <w:r w:rsidRPr="007277FF">
        <w:rPr>
          <w:rtl/>
        </w:rPr>
        <w:t>والذي يدل على انه يجب عليه الرجم ما قد ثبت انه زان</w:t>
      </w:r>
      <w:r w:rsidR="00CC15EB">
        <w:rPr>
          <w:rtl/>
        </w:rPr>
        <w:t>،</w:t>
      </w:r>
      <w:r>
        <w:rPr>
          <w:rtl/>
        </w:rPr>
        <w:t xml:space="preserve"> </w:t>
      </w:r>
      <w:r w:rsidRPr="007277FF">
        <w:rPr>
          <w:rtl/>
        </w:rPr>
        <w:t xml:space="preserve">وكلما دل على أن الزاني يجب عليه الرجم يدل على وجوبه عليه وقوله </w:t>
      </w:r>
      <w:r w:rsidR="00AC7755" w:rsidRPr="00AC7755">
        <w:rPr>
          <w:rStyle w:val="libAlaemChar"/>
          <w:rtl/>
        </w:rPr>
        <w:t>عليه‌السلام</w:t>
      </w:r>
      <w:r w:rsidR="00CC15EB">
        <w:rPr>
          <w:rtl/>
        </w:rPr>
        <w:t>:</w:t>
      </w:r>
      <w:r>
        <w:rPr>
          <w:rtl/>
        </w:rPr>
        <w:t xml:space="preserve"> </w:t>
      </w:r>
      <w:r w:rsidRPr="007277FF">
        <w:rPr>
          <w:rtl/>
        </w:rPr>
        <w:t>عليه مثل ما على الزاني أيضا يؤكد ذلك ويزيد ما ذكرناه بيانا ما رواه</w:t>
      </w:r>
      <w:r w:rsidR="00CC15EB">
        <w:rPr>
          <w:rtl/>
        </w:rPr>
        <w:t>:</w:t>
      </w:r>
      <w:r>
        <w:rPr>
          <w:rtl/>
        </w:rPr>
        <w:t xml:space="preserve"> </w:t>
      </w:r>
    </w:p>
    <w:p w:rsidR="00AC7755" w:rsidRDefault="00D45E0E" w:rsidP="00AC7755">
      <w:pPr>
        <w:pStyle w:val="libNormal"/>
        <w:rPr>
          <w:rtl/>
        </w:rPr>
      </w:pPr>
      <w:r w:rsidRPr="00D95A45">
        <w:rPr>
          <w:rtl/>
        </w:rPr>
        <w:t>(34) 34</w:t>
      </w:r>
      <w:r w:rsidR="00CC15EB">
        <w:rPr>
          <w:rtl/>
        </w:rPr>
        <w:t xml:space="preserve"> - </w:t>
      </w:r>
      <w:r w:rsidRPr="00D95A45">
        <w:rPr>
          <w:rtl/>
        </w:rPr>
        <w:t>أحمد بن محمد بن عيسى عن محمد بن سهل عن زكريا ابن آدم قال</w:t>
      </w:r>
      <w:r w:rsidR="00CC15EB">
        <w:rPr>
          <w:rtl/>
        </w:rPr>
        <w:t>:</w:t>
      </w:r>
      <w:r>
        <w:rPr>
          <w:rtl/>
        </w:rPr>
        <w:t xml:space="preserve"> </w:t>
      </w:r>
      <w:r w:rsidRPr="00D95A45">
        <w:rPr>
          <w:rtl/>
        </w:rPr>
        <w:t xml:space="preserve">سألت الرضا </w:t>
      </w:r>
      <w:r w:rsidR="00AC7755" w:rsidRPr="00AC7755">
        <w:rPr>
          <w:rStyle w:val="libAlaemChar"/>
          <w:rtl/>
        </w:rPr>
        <w:t>عليه‌السلام</w:t>
      </w:r>
      <w:r w:rsidRPr="00D95A45">
        <w:rPr>
          <w:rtl/>
        </w:rPr>
        <w:t xml:space="preserve"> عن رجل وطئ جارية امرأته ولم تهبها له قال</w:t>
      </w:r>
      <w:r w:rsidR="00CC15EB">
        <w:rPr>
          <w:rtl/>
        </w:rPr>
        <w:t>:</w:t>
      </w:r>
      <w:r>
        <w:rPr>
          <w:rtl/>
        </w:rPr>
        <w:t xml:space="preserve"> </w:t>
      </w:r>
      <w:r w:rsidRPr="00D95A45">
        <w:rPr>
          <w:rtl/>
        </w:rPr>
        <w:t>هو زان عليه الرجم.</w:t>
      </w:r>
    </w:p>
    <w:p w:rsidR="00AC7755" w:rsidRDefault="00D45E0E" w:rsidP="00AC7755">
      <w:pPr>
        <w:pStyle w:val="libNormal"/>
        <w:rPr>
          <w:rtl/>
        </w:rPr>
      </w:pPr>
      <w:r w:rsidRPr="00D95A45">
        <w:rPr>
          <w:rtl/>
        </w:rPr>
        <w:t>(35) 35</w:t>
      </w:r>
      <w:r w:rsidR="00CC15EB">
        <w:rPr>
          <w:rtl/>
        </w:rPr>
        <w:t xml:space="preserve"> - </w:t>
      </w:r>
      <w:r w:rsidRPr="00D95A45">
        <w:rPr>
          <w:rtl/>
        </w:rPr>
        <w:t xml:space="preserve">محمد بن أحمد بن يحيى عن ابي جعفر عن ابيه عن وهب عن جعفر عن ابيه </w:t>
      </w:r>
      <w:r w:rsidR="00AC7755" w:rsidRPr="00AC7755">
        <w:rPr>
          <w:rStyle w:val="libAlaemChar"/>
          <w:rtl/>
        </w:rPr>
        <w:t>عليه‌السلام</w:t>
      </w:r>
      <w:r w:rsidRPr="00D95A45">
        <w:rPr>
          <w:rtl/>
        </w:rPr>
        <w:t xml:space="preserve"> أن عليا </w:t>
      </w:r>
      <w:r w:rsidR="00AC7755" w:rsidRPr="00AC7755">
        <w:rPr>
          <w:rStyle w:val="libAlaemChar"/>
          <w:rtl/>
        </w:rPr>
        <w:t>عليه‌السلام</w:t>
      </w:r>
      <w:r w:rsidRPr="00D95A45">
        <w:rPr>
          <w:rtl/>
        </w:rPr>
        <w:t xml:space="preserve"> اتي برجل وقع على جارية امرأته فحملت وقال الرجل</w:t>
      </w:r>
      <w:r w:rsidR="00CC15EB">
        <w:rPr>
          <w:rtl/>
        </w:rPr>
        <w:t>:</w:t>
      </w:r>
      <w:r>
        <w:rPr>
          <w:rtl/>
        </w:rPr>
        <w:t xml:space="preserve"> </w:t>
      </w:r>
      <w:r w:rsidRPr="00D95A45">
        <w:rPr>
          <w:rtl/>
        </w:rPr>
        <w:t>وهبتها لي وانكرت المرأة فقال</w:t>
      </w:r>
      <w:r w:rsidR="00CC15EB">
        <w:rPr>
          <w:rtl/>
        </w:rPr>
        <w:t>:</w:t>
      </w:r>
      <w:r>
        <w:rPr>
          <w:rtl/>
        </w:rPr>
        <w:t xml:space="preserve"> </w:t>
      </w:r>
      <w:r w:rsidRPr="00D95A45">
        <w:rPr>
          <w:rtl/>
        </w:rPr>
        <w:t xml:space="preserve">لتاتيني بالشهود على ذلك أو لأرجمنك بالحجارة فلما رأت المرأة ذلك اعترفت فجلدها علي </w:t>
      </w:r>
      <w:r w:rsidR="00AC7755" w:rsidRPr="00AC7755">
        <w:rPr>
          <w:rStyle w:val="libAlaemChar"/>
          <w:rtl/>
        </w:rPr>
        <w:t>عليه‌السلام</w:t>
      </w:r>
      <w:r w:rsidRPr="00D95A45">
        <w:rPr>
          <w:rtl/>
        </w:rPr>
        <w:t xml:space="preserve"> الحد.</w:t>
      </w:r>
    </w:p>
    <w:p w:rsidR="00AC7755" w:rsidRDefault="00D45E0E" w:rsidP="00AC7755">
      <w:pPr>
        <w:pStyle w:val="libNormal"/>
        <w:rPr>
          <w:rtl/>
        </w:rPr>
      </w:pPr>
      <w:r w:rsidRPr="00D95A45">
        <w:rPr>
          <w:rtl/>
        </w:rPr>
        <w:t>وأما ما تضمن الخبر من قوله</w:t>
      </w:r>
      <w:r w:rsidR="00CC15EB">
        <w:rPr>
          <w:rtl/>
        </w:rPr>
        <w:t>:</w:t>
      </w:r>
      <w:r>
        <w:rPr>
          <w:rtl/>
        </w:rPr>
        <w:t xml:space="preserve"> </w:t>
      </w:r>
      <w:r w:rsidRPr="00D95A45">
        <w:rPr>
          <w:rtl/>
        </w:rPr>
        <w:t>ولا يرجم ان زنى بيهودية أو نصرانية أو أمة. يحتمل أن يكون إذا لم يكن محصنا</w:t>
      </w:r>
      <w:r w:rsidR="00CC15EB">
        <w:rPr>
          <w:rtl/>
        </w:rPr>
        <w:t>،</w:t>
      </w:r>
      <w:r>
        <w:rPr>
          <w:rtl/>
        </w:rPr>
        <w:t xml:space="preserve"> </w:t>
      </w:r>
      <w:r w:rsidRPr="00D95A45">
        <w:rPr>
          <w:rtl/>
        </w:rPr>
        <w:t>لأن مع ثبوت الاحصان لا فرق بين أن يكون زناه بيهودية أو نصرانية أو حرة أو أمة على اي وجه كان</w:t>
      </w:r>
      <w:r w:rsidR="00CC15EB">
        <w:rPr>
          <w:rtl/>
        </w:rPr>
        <w:t>،</w:t>
      </w:r>
      <w:r>
        <w:rPr>
          <w:rtl/>
        </w:rPr>
        <w:t xml:space="preserve"> </w:t>
      </w:r>
      <w:r w:rsidRPr="00D95A45">
        <w:rPr>
          <w:rtl/>
        </w:rPr>
        <w:t>يدل على ذلك ظاهر</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34</w:t>
      </w:r>
      <w:r>
        <w:rPr>
          <w:rtl/>
        </w:rPr>
        <w:t xml:space="preserve"> - </w:t>
      </w:r>
      <w:r w:rsidR="00D45E0E" w:rsidRPr="00D95A45">
        <w:rPr>
          <w:rtl/>
        </w:rPr>
        <w:t>الاستبصار ج 4 ص 206</w:t>
      </w:r>
    </w:p>
    <w:p w:rsidR="00AC7755" w:rsidRDefault="00CC15EB" w:rsidP="00AC7755">
      <w:pPr>
        <w:pStyle w:val="libFootnote0"/>
        <w:rPr>
          <w:rtl/>
        </w:rPr>
      </w:pPr>
      <w:r>
        <w:rPr>
          <w:rtl/>
        </w:rPr>
        <w:t>-</w:t>
      </w:r>
      <w:r w:rsidR="00D45E0E" w:rsidRPr="00DA0376">
        <w:rPr>
          <w:rtl/>
        </w:rPr>
        <w:t xml:space="preserve"> 35</w:t>
      </w:r>
      <w:r>
        <w:rPr>
          <w:rtl/>
        </w:rPr>
        <w:t xml:space="preserve"> - </w:t>
      </w:r>
      <w:r w:rsidR="00D45E0E" w:rsidRPr="00DA0376">
        <w:rPr>
          <w:rtl/>
        </w:rPr>
        <w:t>الاستبصار ج 4 ص 206 الفقيه ج 4 ص 25</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القرآن الذى ذكرناه والاخبار من تناول الاسم له بانه زان</w:t>
      </w:r>
      <w:r w:rsidR="00CC15EB">
        <w:rPr>
          <w:rtl/>
        </w:rPr>
        <w:t>،</w:t>
      </w:r>
      <w:r>
        <w:rPr>
          <w:rtl/>
        </w:rPr>
        <w:t xml:space="preserve"> </w:t>
      </w:r>
      <w:r w:rsidRPr="007277FF">
        <w:rPr>
          <w:rtl/>
        </w:rPr>
        <w:t>وما يدل على وجوب الرجم في موضع يدل عليه في هذا الموضع.</w:t>
      </w:r>
    </w:p>
    <w:p w:rsidR="00AC7755" w:rsidRDefault="00D45E0E" w:rsidP="00AC7755">
      <w:pPr>
        <w:pStyle w:val="libNormal"/>
        <w:rPr>
          <w:rtl/>
        </w:rPr>
      </w:pPr>
      <w:r w:rsidRPr="007277FF">
        <w:rPr>
          <w:rtl/>
        </w:rPr>
        <w:t>ويؤ كد ذلك ايضا ما رواه</w:t>
      </w:r>
      <w:r w:rsidR="00CC15EB">
        <w:rPr>
          <w:rtl/>
        </w:rPr>
        <w:t>:</w:t>
      </w:r>
      <w:r>
        <w:rPr>
          <w:rtl/>
        </w:rPr>
        <w:t xml:space="preserve"> </w:t>
      </w:r>
    </w:p>
    <w:p w:rsidR="00AC7755" w:rsidRDefault="00D45E0E" w:rsidP="00AC7755">
      <w:pPr>
        <w:pStyle w:val="libNormal"/>
        <w:rPr>
          <w:rtl/>
        </w:rPr>
      </w:pPr>
      <w:r w:rsidRPr="00D95A45">
        <w:rPr>
          <w:rtl/>
        </w:rPr>
        <w:t>(36) 36</w:t>
      </w:r>
      <w:r w:rsidR="00CC15EB">
        <w:rPr>
          <w:rtl/>
        </w:rPr>
        <w:t xml:space="preserve"> - </w:t>
      </w:r>
      <w:r w:rsidRPr="00D95A45">
        <w:rPr>
          <w:rtl/>
        </w:rPr>
        <w:t xml:space="preserve">أحمد بن محمد بن عيسى عن محمد بن عيسى عن عبد الله ابن المغيرة عن اسماعيل بن ابي زياد عن جعفر عن ابيه عن آبائه </w:t>
      </w:r>
      <w:r w:rsidR="00AC7755" w:rsidRPr="00AC7755">
        <w:rPr>
          <w:rStyle w:val="libAlaemChar"/>
          <w:rtl/>
        </w:rPr>
        <w:t>عليهم‌السلام</w:t>
      </w:r>
      <w:r w:rsidRPr="00D95A45">
        <w:rPr>
          <w:rtl/>
        </w:rPr>
        <w:t xml:space="preserve"> أن محمد بن ابي بكر كتب إلى علي </w:t>
      </w:r>
      <w:r w:rsidR="00AC7755" w:rsidRPr="00AC7755">
        <w:rPr>
          <w:rStyle w:val="libAlaemChar"/>
          <w:rtl/>
        </w:rPr>
        <w:t>عليه‌السلام</w:t>
      </w:r>
      <w:r w:rsidRPr="00D95A45">
        <w:rPr>
          <w:rtl/>
        </w:rPr>
        <w:t xml:space="preserve"> يسأله عن الرجل يزنى بالمرأة اليهودية والنصرانية فكتب </w:t>
      </w:r>
      <w:r w:rsidR="00AC7755" w:rsidRPr="00AC7755">
        <w:rPr>
          <w:rStyle w:val="libAlaemChar"/>
          <w:rtl/>
        </w:rPr>
        <w:t>عليه‌السلام</w:t>
      </w:r>
      <w:r w:rsidRPr="00D95A45">
        <w:rPr>
          <w:rtl/>
        </w:rPr>
        <w:t xml:space="preserve"> إليه</w:t>
      </w:r>
      <w:r w:rsidR="00CC15EB">
        <w:rPr>
          <w:rtl/>
        </w:rPr>
        <w:t>:</w:t>
      </w:r>
      <w:r>
        <w:rPr>
          <w:rtl/>
        </w:rPr>
        <w:t xml:space="preserve"> </w:t>
      </w:r>
      <w:r w:rsidRPr="00D95A45">
        <w:rPr>
          <w:rtl/>
        </w:rPr>
        <w:t>إن كان محصنا فارجمه وإن كان بكرا فاجلده مائة جلدة ثم انفه</w:t>
      </w:r>
      <w:r w:rsidR="00CC15EB">
        <w:rPr>
          <w:rtl/>
        </w:rPr>
        <w:t>،</w:t>
      </w:r>
      <w:r>
        <w:rPr>
          <w:rtl/>
        </w:rPr>
        <w:t xml:space="preserve"> </w:t>
      </w:r>
      <w:r w:rsidRPr="00D95A45">
        <w:rPr>
          <w:rtl/>
        </w:rPr>
        <w:t>وأما اليهودية فابعث بها الى أهل ملتها فليقضوا فيها ما احبوا.</w:t>
      </w:r>
    </w:p>
    <w:p w:rsidR="00AC7755" w:rsidRDefault="00D45E0E" w:rsidP="00AC7755">
      <w:pPr>
        <w:pStyle w:val="libNormal"/>
        <w:rPr>
          <w:rtl/>
        </w:rPr>
      </w:pPr>
      <w:r w:rsidRPr="00D95A45">
        <w:rPr>
          <w:rtl/>
        </w:rPr>
        <w:t>(37) 37</w:t>
      </w:r>
      <w:r w:rsidR="00CC15EB">
        <w:rPr>
          <w:rtl/>
        </w:rPr>
        <w:t xml:space="preserve"> - </w:t>
      </w:r>
      <w:r w:rsidRPr="00D95A45">
        <w:rPr>
          <w:rtl/>
        </w:rPr>
        <w:t>أحمد بن محمد بن عيسى عن ابن محبوب عن ربيع الاصم عن الحارث بن المغيرة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له امرأة بالعراق فاصاب فجورا وهو بالحجاز فقال</w:t>
      </w:r>
      <w:r w:rsidR="00CC15EB">
        <w:rPr>
          <w:rtl/>
        </w:rPr>
        <w:t>:</w:t>
      </w:r>
      <w:r>
        <w:rPr>
          <w:rtl/>
        </w:rPr>
        <w:t xml:space="preserve"> </w:t>
      </w:r>
      <w:r w:rsidRPr="00D95A45">
        <w:rPr>
          <w:rtl/>
        </w:rPr>
        <w:t>يضرب حد الزاني مائة جلدة ولا يرجم</w:t>
      </w:r>
      <w:r w:rsidR="00CC15EB">
        <w:rPr>
          <w:rtl/>
        </w:rPr>
        <w:t>،</w:t>
      </w:r>
      <w:r>
        <w:rPr>
          <w:rtl/>
        </w:rPr>
        <w:t xml:space="preserve"> </w:t>
      </w:r>
      <w:r w:rsidRPr="00D95A45">
        <w:rPr>
          <w:rtl/>
        </w:rPr>
        <w:t>قلت</w:t>
      </w:r>
      <w:r w:rsidR="00CC15EB">
        <w:rPr>
          <w:rtl/>
        </w:rPr>
        <w:t>:</w:t>
      </w:r>
      <w:r>
        <w:rPr>
          <w:rtl/>
        </w:rPr>
        <w:t xml:space="preserve"> </w:t>
      </w:r>
      <w:r w:rsidRPr="00D95A45">
        <w:rPr>
          <w:rtl/>
        </w:rPr>
        <w:t>فان كان معها في بلدة واحدة وهو محبوس في سجن لا يقدر أن يخرج إليها ولا تدخل هي عليه ارأيت إن زنى في السجن</w:t>
      </w:r>
      <w:r>
        <w:rPr>
          <w:rtl/>
        </w:rPr>
        <w:t>؟</w:t>
      </w:r>
      <w:r w:rsidRPr="00D95A45">
        <w:rPr>
          <w:rtl/>
        </w:rPr>
        <w:t xml:space="preserve"> قال</w:t>
      </w:r>
      <w:r w:rsidR="00CC15EB">
        <w:rPr>
          <w:rtl/>
        </w:rPr>
        <w:t>:</w:t>
      </w:r>
      <w:r>
        <w:rPr>
          <w:rtl/>
        </w:rPr>
        <w:t xml:space="preserve"> </w:t>
      </w:r>
      <w:r w:rsidRPr="00D95A45">
        <w:rPr>
          <w:rtl/>
        </w:rPr>
        <w:t>هو بمنزلة الغائب عنه اهله يجلد مائة جلدة</w:t>
      </w:r>
      <w:r w:rsidR="00CC15EB">
        <w:rPr>
          <w:rtl/>
        </w:rPr>
        <w:t>،</w:t>
      </w:r>
      <w:r>
        <w:rPr>
          <w:rtl/>
        </w:rPr>
        <w:t xml:space="preserve"> </w:t>
      </w:r>
    </w:p>
    <w:p w:rsidR="00AC7755" w:rsidRDefault="00D45E0E" w:rsidP="00AC7755">
      <w:pPr>
        <w:pStyle w:val="libNormal"/>
        <w:rPr>
          <w:rtl/>
        </w:rPr>
      </w:pPr>
      <w:r w:rsidRPr="00D95A45">
        <w:rPr>
          <w:rtl/>
        </w:rPr>
        <w:t>(38) 38</w:t>
      </w:r>
      <w:r w:rsidR="00CC15EB">
        <w:rPr>
          <w:rtl/>
        </w:rPr>
        <w:t xml:space="preserve"> - </w:t>
      </w:r>
      <w:r w:rsidRPr="00D95A45">
        <w:rPr>
          <w:rtl/>
        </w:rPr>
        <w:t>علي بن ابراهيم عن ابيه عن ابن ابي عمير عن ابي ايوب الخزاز عن محمد بن مسلم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المغيب والمغيبة ليس عليهما رجم الا أن يكون الرجل مع المرأة والمرأة مع الرجل.</w:t>
      </w:r>
    </w:p>
    <w:p w:rsidR="00AC7755" w:rsidRDefault="00D45E0E" w:rsidP="00AC7755">
      <w:pPr>
        <w:pStyle w:val="libNormal"/>
        <w:rPr>
          <w:rtl/>
        </w:rPr>
      </w:pPr>
      <w:r w:rsidRPr="00D95A45">
        <w:rPr>
          <w:rtl/>
        </w:rPr>
        <w:t>(39) 39</w:t>
      </w:r>
      <w:r w:rsidR="00CC15EB">
        <w:rPr>
          <w:rtl/>
        </w:rPr>
        <w:t xml:space="preserve"> - </w:t>
      </w:r>
      <w:r w:rsidRPr="00D95A45">
        <w:rPr>
          <w:rtl/>
        </w:rPr>
        <w:t>علي عن ابيه عن ابن محبوب عن ابي ايوب عن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36</w:t>
      </w:r>
      <w:r>
        <w:rPr>
          <w:rtl/>
        </w:rPr>
        <w:t xml:space="preserve"> - </w:t>
      </w:r>
      <w:r w:rsidR="00D45E0E" w:rsidRPr="00D95A45">
        <w:rPr>
          <w:rtl/>
        </w:rPr>
        <w:t>الاستبصار ج 4 ص 207</w:t>
      </w:r>
    </w:p>
    <w:p w:rsidR="00CC15EB" w:rsidRDefault="00CC15EB" w:rsidP="00AC7755">
      <w:pPr>
        <w:pStyle w:val="libFootnote0"/>
        <w:rPr>
          <w:rtl/>
        </w:rPr>
      </w:pPr>
      <w:r>
        <w:rPr>
          <w:rtl/>
        </w:rPr>
        <w:t>-</w:t>
      </w:r>
      <w:r w:rsidR="00D45E0E" w:rsidRPr="007277FF">
        <w:rPr>
          <w:rtl/>
        </w:rPr>
        <w:t xml:space="preserve"> 37</w:t>
      </w:r>
      <w:r>
        <w:rPr>
          <w:rtl/>
        </w:rPr>
        <w:t xml:space="preserve"> - </w:t>
      </w:r>
      <w:r w:rsidR="00D45E0E" w:rsidRPr="007277FF">
        <w:rPr>
          <w:rtl/>
        </w:rPr>
        <w:t>الكافي ج 2 ص 286 الفقيه ج 4 ص 28</w:t>
      </w:r>
    </w:p>
    <w:p w:rsidR="00AC7755" w:rsidRDefault="00CC15EB" w:rsidP="00AC7755">
      <w:pPr>
        <w:pStyle w:val="libFootnote0"/>
        <w:rPr>
          <w:rtl/>
        </w:rPr>
      </w:pPr>
      <w:r>
        <w:rPr>
          <w:rtl/>
        </w:rPr>
        <w:t>-</w:t>
      </w:r>
      <w:r w:rsidR="00D45E0E" w:rsidRPr="00DA0376">
        <w:rPr>
          <w:rtl/>
        </w:rPr>
        <w:t xml:space="preserve"> 38</w:t>
      </w:r>
      <w:r>
        <w:rPr>
          <w:rtl/>
        </w:rPr>
        <w:t xml:space="preserve"> - </w:t>
      </w:r>
      <w:r w:rsidR="00D45E0E" w:rsidRPr="00DA0376">
        <w:rPr>
          <w:rtl/>
        </w:rPr>
        <w:t>39</w:t>
      </w:r>
      <w:r>
        <w:rPr>
          <w:rtl/>
        </w:rPr>
        <w:t xml:space="preserve"> - </w:t>
      </w:r>
      <w:r w:rsidR="00D45E0E" w:rsidRPr="00DA0376">
        <w:rPr>
          <w:rtl/>
        </w:rPr>
        <w:t>الكافي ج 2 ص 287</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 xml:space="preserve">ابي عبيدة عن ابى جعفر </w:t>
      </w:r>
      <w:r w:rsidR="00AC7755" w:rsidRPr="00AC7755">
        <w:rPr>
          <w:rStyle w:val="libAlaemChar"/>
          <w:rtl/>
        </w:rPr>
        <w:t>عليه‌السلام</w:t>
      </w:r>
      <w:r w:rsidRPr="007277FF">
        <w:rPr>
          <w:rtl/>
        </w:rPr>
        <w:t xml:space="preserve"> قال</w:t>
      </w:r>
      <w:r w:rsidR="00CC15EB">
        <w:rPr>
          <w:rtl/>
        </w:rPr>
        <w:t>:</w:t>
      </w:r>
      <w:r>
        <w:rPr>
          <w:rtl/>
        </w:rPr>
        <w:t xml:space="preserve"> </w:t>
      </w:r>
      <w:r w:rsidRPr="007277FF">
        <w:rPr>
          <w:rtl/>
        </w:rPr>
        <w:t xml:space="preserve">قضى امير المؤمنين </w:t>
      </w:r>
      <w:r w:rsidR="00AC7755" w:rsidRPr="00AC7755">
        <w:rPr>
          <w:rStyle w:val="libAlaemChar"/>
          <w:rtl/>
        </w:rPr>
        <w:t>عليه‌السلام</w:t>
      </w:r>
      <w:r w:rsidRPr="007277FF">
        <w:rPr>
          <w:rtl/>
        </w:rPr>
        <w:t xml:space="preserve"> في الرجل الذي له امرأة بالبصرة ففجر بالكوفة ان يدرأ عنه الرجم ويضرب حد الزاني وقال</w:t>
      </w:r>
      <w:r w:rsidR="00CC15EB">
        <w:rPr>
          <w:rtl/>
        </w:rPr>
        <w:t>:</w:t>
      </w:r>
      <w:r>
        <w:rPr>
          <w:rtl/>
        </w:rPr>
        <w:t xml:space="preserve"> </w:t>
      </w:r>
      <w:r w:rsidRPr="007277FF">
        <w:rPr>
          <w:rtl/>
        </w:rPr>
        <w:t>قضى في محبوس في السجن وله امرأة في بيته في المصر وهو لا يصل إليها فزنى وهو في السجن قال</w:t>
      </w:r>
      <w:r w:rsidR="00CC15EB">
        <w:rPr>
          <w:rtl/>
        </w:rPr>
        <w:t>:</w:t>
      </w:r>
      <w:r>
        <w:rPr>
          <w:rtl/>
        </w:rPr>
        <w:t xml:space="preserve"> </w:t>
      </w:r>
      <w:r w:rsidRPr="007277FF">
        <w:rPr>
          <w:rtl/>
        </w:rPr>
        <w:t>يجلد المجلد ويدرأ عنه الرجم.</w:t>
      </w:r>
    </w:p>
    <w:p w:rsidR="00AC7755" w:rsidRDefault="00D45E0E" w:rsidP="00AC7755">
      <w:pPr>
        <w:pStyle w:val="libNormal"/>
        <w:rPr>
          <w:rtl/>
        </w:rPr>
      </w:pPr>
      <w:r w:rsidRPr="00D95A45">
        <w:rPr>
          <w:rtl/>
        </w:rPr>
        <w:t>(40) 40</w:t>
      </w:r>
      <w:r w:rsidR="00CC15EB">
        <w:rPr>
          <w:rtl/>
        </w:rPr>
        <w:t xml:space="preserve"> - </w:t>
      </w:r>
      <w:r w:rsidRPr="00D95A45">
        <w:rPr>
          <w:rtl/>
        </w:rPr>
        <w:t xml:space="preserve">احمد بن محمد عن ابن محبوب عن علي بن رئاب عن ابي بصير عن ابي عبد الله </w:t>
      </w:r>
      <w:r w:rsidR="00AC7755" w:rsidRPr="00AC7755">
        <w:rPr>
          <w:rStyle w:val="libAlaemChar"/>
          <w:rtl/>
        </w:rPr>
        <w:t>عليه‌السلام</w:t>
      </w:r>
      <w:r w:rsidRPr="00D95A45">
        <w:rPr>
          <w:rtl/>
        </w:rPr>
        <w:t xml:space="preserve"> في العبد يتزوج الحرة ثم يعتق فيصيب فاحشة قال</w:t>
      </w:r>
      <w:r w:rsidR="00CC15EB">
        <w:rPr>
          <w:rtl/>
        </w:rPr>
        <w:t>:</w:t>
      </w:r>
      <w:r>
        <w:rPr>
          <w:rtl/>
        </w:rPr>
        <w:t xml:space="preserve"> </w:t>
      </w:r>
      <w:r w:rsidRPr="00D95A45">
        <w:rPr>
          <w:rtl/>
        </w:rPr>
        <w:t>فقال</w:t>
      </w:r>
      <w:r w:rsidR="00CC15EB">
        <w:rPr>
          <w:rtl/>
        </w:rPr>
        <w:t>:</w:t>
      </w:r>
      <w:r>
        <w:rPr>
          <w:rtl/>
        </w:rPr>
        <w:t xml:space="preserve"> </w:t>
      </w:r>
      <w:r w:rsidRPr="00D95A45">
        <w:rPr>
          <w:rtl/>
        </w:rPr>
        <w:t>لا رجم عليه حتى يواقع الحرة بعد ما يعتق قلت</w:t>
      </w:r>
      <w:r w:rsidR="00CC15EB">
        <w:rPr>
          <w:rtl/>
        </w:rPr>
        <w:t>:</w:t>
      </w:r>
      <w:r>
        <w:rPr>
          <w:rtl/>
        </w:rPr>
        <w:t xml:space="preserve"> </w:t>
      </w:r>
      <w:r w:rsidRPr="00D95A45">
        <w:rPr>
          <w:rtl/>
        </w:rPr>
        <w:t>فالحرة عليه خيار إذا اعتق</w:t>
      </w:r>
      <w:r>
        <w:rPr>
          <w:rtl/>
        </w:rPr>
        <w:t>؟</w:t>
      </w:r>
      <w:r w:rsidRPr="00D95A45">
        <w:rPr>
          <w:rtl/>
        </w:rPr>
        <w:t xml:space="preserve"> قال</w:t>
      </w:r>
      <w:r w:rsidR="00CC15EB">
        <w:rPr>
          <w:rtl/>
        </w:rPr>
        <w:t>:</w:t>
      </w:r>
      <w:r>
        <w:rPr>
          <w:rtl/>
        </w:rPr>
        <w:t xml:space="preserve"> </w:t>
      </w:r>
      <w:r w:rsidRPr="00D95A45">
        <w:rPr>
          <w:rtl/>
        </w:rPr>
        <w:t>لا</w:t>
      </w:r>
      <w:r w:rsidR="00CC15EB">
        <w:rPr>
          <w:rtl/>
        </w:rPr>
        <w:t>،</w:t>
      </w:r>
      <w:r>
        <w:rPr>
          <w:rtl/>
        </w:rPr>
        <w:t xml:space="preserve"> </w:t>
      </w:r>
      <w:r w:rsidRPr="00D95A45">
        <w:rPr>
          <w:rtl/>
        </w:rPr>
        <w:t>رضيت به وهو مملوك فهو على نكاحه الاول.</w:t>
      </w:r>
    </w:p>
    <w:p w:rsidR="00AC7755" w:rsidRDefault="00D45E0E" w:rsidP="00AC7755">
      <w:pPr>
        <w:pStyle w:val="libNormal"/>
        <w:rPr>
          <w:rtl/>
        </w:rPr>
      </w:pPr>
      <w:r w:rsidRPr="00D95A45">
        <w:rPr>
          <w:rtl/>
        </w:rPr>
        <w:t>(41) 41</w:t>
      </w:r>
      <w:r w:rsidR="00CC15EB">
        <w:rPr>
          <w:rtl/>
        </w:rPr>
        <w:t xml:space="preserve"> - </w:t>
      </w:r>
      <w:r w:rsidRPr="00D95A45">
        <w:rPr>
          <w:rtl/>
        </w:rPr>
        <w:t>الحسين بن سعيد عن فضالة بن ايوب عن رفاعة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الرجل يزني قبل ان يدخل باهله أيرجم</w:t>
      </w:r>
      <w:r>
        <w:rPr>
          <w:rtl/>
        </w:rPr>
        <w:t>؟</w:t>
      </w:r>
      <w:r w:rsidRPr="00D95A45">
        <w:rPr>
          <w:rtl/>
        </w:rPr>
        <w:t xml:space="preserve"> قال</w:t>
      </w:r>
      <w:r w:rsidR="00CC15EB">
        <w:rPr>
          <w:rtl/>
        </w:rPr>
        <w:t>:</w:t>
      </w:r>
      <w:r>
        <w:rPr>
          <w:rtl/>
        </w:rPr>
        <w:t xml:space="preserve"> </w:t>
      </w:r>
      <w:r w:rsidRPr="00D95A45">
        <w:rPr>
          <w:rtl/>
        </w:rPr>
        <w:t>لا.</w:t>
      </w:r>
    </w:p>
    <w:p w:rsidR="00AC7755" w:rsidRDefault="00D45E0E" w:rsidP="00AC7755">
      <w:pPr>
        <w:pStyle w:val="libNormal"/>
        <w:rPr>
          <w:rtl/>
        </w:rPr>
      </w:pPr>
      <w:r w:rsidRPr="00D95A45">
        <w:rPr>
          <w:rtl/>
        </w:rPr>
        <w:t>(42) 42</w:t>
      </w:r>
      <w:r w:rsidR="00CC15EB">
        <w:rPr>
          <w:rtl/>
        </w:rPr>
        <w:t xml:space="preserve"> - </w:t>
      </w:r>
      <w:r w:rsidRPr="00D95A45">
        <w:rPr>
          <w:rtl/>
        </w:rPr>
        <w:t>عنه عن النضر عن محمد بن مسلم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الرجل يزني ولم يدخل باهله أيحصن</w:t>
      </w:r>
      <w:r>
        <w:rPr>
          <w:rtl/>
        </w:rPr>
        <w:t>؟</w:t>
      </w:r>
      <w:r w:rsidRPr="00D95A45">
        <w:rPr>
          <w:rtl/>
        </w:rPr>
        <w:t xml:space="preserve"> قال</w:t>
      </w:r>
      <w:r w:rsidR="00CC15EB">
        <w:rPr>
          <w:rtl/>
        </w:rPr>
        <w:t>:</w:t>
      </w:r>
      <w:r>
        <w:rPr>
          <w:rtl/>
        </w:rPr>
        <w:t xml:space="preserve"> </w:t>
      </w:r>
      <w:r w:rsidRPr="00D95A45">
        <w:rPr>
          <w:rtl/>
        </w:rPr>
        <w:t>لا ولا بالامة.</w:t>
      </w:r>
    </w:p>
    <w:p w:rsidR="00AC7755" w:rsidRDefault="00D45E0E" w:rsidP="00AC7755">
      <w:pPr>
        <w:pStyle w:val="libNormal"/>
        <w:rPr>
          <w:rtl/>
        </w:rPr>
      </w:pPr>
      <w:r w:rsidRPr="00D95A45">
        <w:rPr>
          <w:rtl/>
        </w:rPr>
        <w:t>(43) 43</w:t>
      </w:r>
      <w:r w:rsidR="00CC15EB">
        <w:rPr>
          <w:rtl/>
        </w:rPr>
        <w:t xml:space="preserve"> - </w:t>
      </w:r>
      <w:r w:rsidRPr="00D95A45">
        <w:rPr>
          <w:rtl/>
        </w:rPr>
        <w:t xml:space="preserve">يونس عن ابى بصير عن ابى عبد الله </w:t>
      </w:r>
      <w:r w:rsidR="00AC7755" w:rsidRPr="00AC7755">
        <w:rPr>
          <w:rStyle w:val="libAlaemChar"/>
          <w:rtl/>
        </w:rPr>
        <w:t>عليه‌السلام</w:t>
      </w:r>
      <w:r w:rsidRPr="00D95A45">
        <w:rPr>
          <w:rtl/>
        </w:rPr>
        <w:t xml:space="preserve"> في قوله تعالى </w:t>
      </w:r>
      <w:r w:rsidR="00AC7755" w:rsidRPr="00AC7755">
        <w:rPr>
          <w:rStyle w:val="libAlaemChar"/>
          <w:rtl/>
        </w:rPr>
        <w:t>(</w:t>
      </w:r>
      <w:r w:rsidRPr="00AC7755">
        <w:rPr>
          <w:rStyle w:val="libAieChar"/>
          <w:rtl/>
        </w:rPr>
        <w:t>فإذا احصن</w:t>
      </w:r>
      <w:r w:rsidRPr="00AC7755">
        <w:rPr>
          <w:rStyle w:val="libAlaemChar"/>
          <w:rtl/>
        </w:rPr>
        <w:t>)</w:t>
      </w:r>
      <w:r w:rsidRPr="00D95A45">
        <w:rPr>
          <w:rtl/>
        </w:rPr>
        <w:t xml:space="preserve"> قال</w:t>
      </w:r>
      <w:r w:rsidR="00CC15EB">
        <w:rPr>
          <w:rtl/>
        </w:rPr>
        <w:t>:</w:t>
      </w:r>
      <w:r>
        <w:rPr>
          <w:rtl/>
        </w:rPr>
        <w:t xml:space="preserve"> </w:t>
      </w:r>
      <w:r w:rsidRPr="00D95A45">
        <w:rPr>
          <w:rtl/>
        </w:rPr>
        <w:t>احصانهن إذا دخل بهن قال</w:t>
      </w:r>
      <w:r w:rsidR="00CC15EB">
        <w:rPr>
          <w:rtl/>
        </w:rPr>
        <w:t>:</w:t>
      </w:r>
      <w:r>
        <w:rPr>
          <w:rtl/>
        </w:rPr>
        <w:t xml:space="preserve"> </w:t>
      </w:r>
      <w:r w:rsidRPr="00D95A45">
        <w:rPr>
          <w:rtl/>
        </w:rPr>
        <w:t>قلت</w:t>
      </w:r>
      <w:r w:rsidR="00CC15EB">
        <w:rPr>
          <w:rtl/>
        </w:rPr>
        <w:t>:</w:t>
      </w:r>
      <w:r>
        <w:rPr>
          <w:rtl/>
        </w:rPr>
        <w:t xml:space="preserve"> </w:t>
      </w:r>
      <w:r w:rsidRPr="00D95A45">
        <w:rPr>
          <w:rtl/>
        </w:rPr>
        <w:t>أرايت إن لم يدخل بهن واحدثن ما عليهن من حد</w:t>
      </w:r>
      <w:r>
        <w:rPr>
          <w:rtl/>
        </w:rPr>
        <w:t>؟</w:t>
      </w:r>
      <w:r w:rsidRPr="00D95A45">
        <w:rPr>
          <w:rtl/>
        </w:rPr>
        <w:t xml:space="preserve"> قال</w:t>
      </w:r>
      <w:r w:rsidR="00CC15EB">
        <w:rPr>
          <w:rtl/>
        </w:rPr>
        <w:t>:</w:t>
      </w:r>
      <w:r>
        <w:rPr>
          <w:rtl/>
        </w:rPr>
        <w:t xml:space="preserve"> </w:t>
      </w:r>
      <w:r w:rsidRPr="00D95A45">
        <w:rPr>
          <w:rtl/>
        </w:rPr>
        <w:t>بلى.</w:t>
      </w:r>
    </w:p>
    <w:p w:rsidR="00AC7755" w:rsidRDefault="00D45E0E" w:rsidP="00AC7755">
      <w:pPr>
        <w:pStyle w:val="libNormal"/>
        <w:rPr>
          <w:rtl/>
        </w:rPr>
      </w:pPr>
      <w:r w:rsidRPr="00D95A45">
        <w:rPr>
          <w:rtl/>
        </w:rPr>
        <w:t>(44) 44</w:t>
      </w:r>
      <w:r w:rsidR="00CC15EB">
        <w:rPr>
          <w:rtl/>
        </w:rPr>
        <w:t xml:space="preserve"> - </w:t>
      </w:r>
      <w:r w:rsidRPr="00D95A45">
        <w:rPr>
          <w:rtl/>
        </w:rPr>
        <w:t>احمد بن محمد عن ابن محبوب عن ابى ايوب الخزاز عن سليمان بن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40 الكافي ج 2 ص 287 الفقيه ج 4 ص 27</w:t>
      </w:r>
    </w:p>
    <w:p w:rsidR="00CC15EB" w:rsidRDefault="00CC15EB" w:rsidP="00AC7755">
      <w:pPr>
        <w:pStyle w:val="libFootnote0"/>
        <w:rPr>
          <w:rtl/>
        </w:rPr>
      </w:pPr>
      <w:r>
        <w:rPr>
          <w:rtl/>
        </w:rPr>
        <w:t>-</w:t>
      </w:r>
      <w:r w:rsidR="00D45E0E" w:rsidRPr="007277FF">
        <w:rPr>
          <w:rtl/>
        </w:rPr>
        <w:t xml:space="preserve"> 41</w:t>
      </w:r>
      <w:r>
        <w:rPr>
          <w:rtl/>
        </w:rPr>
        <w:t xml:space="preserve"> - </w:t>
      </w:r>
      <w:r w:rsidR="00D45E0E" w:rsidRPr="007277FF">
        <w:rPr>
          <w:rtl/>
        </w:rPr>
        <w:t>42</w:t>
      </w:r>
      <w:r>
        <w:rPr>
          <w:rtl/>
        </w:rPr>
        <w:t xml:space="preserve"> - </w:t>
      </w:r>
      <w:r w:rsidR="00D45E0E" w:rsidRPr="007277FF">
        <w:rPr>
          <w:rtl/>
        </w:rPr>
        <w:t>الكافي ج 2 ص 287 الفقيه ج 4 ص 29</w:t>
      </w:r>
    </w:p>
    <w:p w:rsidR="00CC15EB" w:rsidRDefault="00CC15EB" w:rsidP="00AC7755">
      <w:pPr>
        <w:pStyle w:val="libFootnote0"/>
        <w:rPr>
          <w:rtl/>
        </w:rPr>
      </w:pPr>
      <w:r>
        <w:rPr>
          <w:rtl/>
        </w:rPr>
        <w:t>-</w:t>
      </w:r>
      <w:r w:rsidR="00D45E0E" w:rsidRPr="007277FF">
        <w:rPr>
          <w:rtl/>
        </w:rPr>
        <w:t xml:space="preserve"> 43</w:t>
      </w:r>
      <w:r>
        <w:rPr>
          <w:rtl/>
        </w:rPr>
        <w:t xml:space="preserve"> - </w:t>
      </w:r>
      <w:r w:rsidR="00D45E0E" w:rsidRPr="007277FF">
        <w:rPr>
          <w:rtl/>
        </w:rPr>
        <w:t>الكافي ج 2 ص 303 بتفاوت في السند</w:t>
      </w:r>
    </w:p>
    <w:p w:rsidR="00AC7755" w:rsidRDefault="00CC15EB" w:rsidP="00AC7755">
      <w:pPr>
        <w:pStyle w:val="libFootnote0"/>
        <w:rPr>
          <w:rtl/>
        </w:rPr>
      </w:pPr>
      <w:r>
        <w:rPr>
          <w:rtl/>
        </w:rPr>
        <w:t>-</w:t>
      </w:r>
      <w:r w:rsidR="00D45E0E" w:rsidRPr="00DA0376">
        <w:rPr>
          <w:rtl/>
        </w:rPr>
        <w:t xml:space="preserve"> 44</w:t>
      </w:r>
      <w:r>
        <w:rPr>
          <w:rtl/>
        </w:rPr>
        <w:t xml:space="preserve"> - </w:t>
      </w:r>
      <w:r w:rsidR="00D45E0E" w:rsidRPr="00DA0376">
        <w:rPr>
          <w:rtl/>
        </w:rPr>
        <w:t>الكافي ج 2 ص 287 الفقيه ج 4 ص 18</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 xml:space="preserve">خالد عن ابى بصير عن ابى عبد الله </w:t>
      </w:r>
      <w:r w:rsidR="00AC7755" w:rsidRPr="00AC7755">
        <w:rPr>
          <w:rStyle w:val="libAlaemChar"/>
          <w:rtl/>
        </w:rPr>
        <w:t>عليه‌السلام</w:t>
      </w:r>
      <w:r w:rsidRPr="007277FF">
        <w:rPr>
          <w:rtl/>
        </w:rPr>
        <w:t xml:space="preserve"> في غلام صغير لم يدرك ابن عشر سنين زنى بامرأة قال</w:t>
      </w:r>
      <w:r w:rsidR="00CC15EB">
        <w:rPr>
          <w:rtl/>
        </w:rPr>
        <w:t>:</w:t>
      </w:r>
      <w:r>
        <w:rPr>
          <w:rtl/>
        </w:rPr>
        <w:t xml:space="preserve"> </w:t>
      </w:r>
      <w:r w:rsidRPr="007277FF">
        <w:rPr>
          <w:rtl/>
        </w:rPr>
        <w:t>يجلد الغلام دون الحد وتجلد المرأة الحد كاملا قيل له</w:t>
      </w:r>
      <w:r w:rsidR="00CC15EB">
        <w:rPr>
          <w:rtl/>
        </w:rPr>
        <w:t>:</w:t>
      </w:r>
      <w:r>
        <w:rPr>
          <w:rtl/>
        </w:rPr>
        <w:t xml:space="preserve"> </w:t>
      </w:r>
      <w:r w:rsidRPr="007277FF">
        <w:rPr>
          <w:rtl/>
        </w:rPr>
        <w:t>فان كانت محصنة</w:t>
      </w:r>
      <w:r>
        <w:rPr>
          <w:rtl/>
        </w:rPr>
        <w:t>؟</w:t>
      </w:r>
      <w:r w:rsidRPr="007277FF">
        <w:rPr>
          <w:rtl/>
        </w:rPr>
        <w:t xml:space="preserve"> قال</w:t>
      </w:r>
      <w:r w:rsidR="00CC15EB">
        <w:rPr>
          <w:rtl/>
        </w:rPr>
        <w:t>:</w:t>
      </w:r>
      <w:r>
        <w:rPr>
          <w:rtl/>
        </w:rPr>
        <w:t xml:space="preserve"> </w:t>
      </w:r>
      <w:r w:rsidRPr="007277FF">
        <w:rPr>
          <w:rtl/>
        </w:rPr>
        <w:t>لا ترجم لأن الذي نكحها ليس بمدرك ولو كان مدركا رجمت.</w:t>
      </w:r>
    </w:p>
    <w:p w:rsidR="00AC7755" w:rsidRDefault="00D45E0E" w:rsidP="00AC7755">
      <w:pPr>
        <w:pStyle w:val="libNormal"/>
        <w:rPr>
          <w:rtl/>
        </w:rPr>
      </w:pPr>
      <w:r w:rsidRPr="00D95A45">
        <w:rPr>
          <w:rtl/>
        </w:rPr>
        <w:t>(45) 45</w:t>
      </w:r>
      <w:r w:rsidR="00CC15EB">
        <w:rPr>
          <w:rtl/>
        </w:rPr>
        <w:t xml:space="preserve"> - </w:t>
      </w:r>
      <w:r w:rsidRPr="00D95A45">
        <w:rPr>
          <w:rtl/>
        </w:rPr>
        <w:t>احمد بن محمد عن ابن فضال عن ابن بكير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في آخر ما لقيته عن غلام لم يبلغ الحلم وقع على امرأة أو فجر بامرأة أي شئ يصنع بهما</w:t>
      </w:r>
      <w:r>
        <w:rPr>
          <w:rtl/>
        </w:rPr>
        <w:t>؟</w:t>
      </w:r>
      <w:r w:rsidRPr="00D95A45">
        <w:rPr>
          <w:rtl/>
        </w:rPr>
        <w:t xml:space="preserve"> قال</w:t>
      </w:r>
      <w:r w:rsidR="00CC15EB">
        <w:rPr>
          <w:rtl/>
        </w:rPr>
        <w:t>:</w:t>
      </w:r>
      <w:r>
        <w:rPr>
          <w:rtl/>
        </w:rPr>
        <w:t xml:space="preserve"> </w:t>
      </w:r>
      <w:r w:rsidRPr="00D95A45">
        <w:rPr>
          <w:rtl/>
        </w:rPr>
        <w:t>يضرب الغلام دون الحد ويقام على المرأة الحد</w:t>
      </w:r>
      <w:r w:rsidR="00CC15EB">
        <w:rPr>
          <w:rtl/>
        </w:rPr>
        <w:t>،</w:t>
      </w:r>
      <w:r>
        <w:rPr>
          <w:rtl/>
        </w:rPr>
        <w:t xml:space="preserve"> </w:t>
      </w:r>
      <w:r w:rsidRPr="00D95A45">
        <w:rPr>
          <w:rtl/>
        </w:rPr>
        <w:t>قلت</w:t>
      </w:r>
      <w:r w:rsidR="00CC15EB">
        <w:rPr>
          <w:rtl/>
        </w:rPr>
        <w:t>:</w:t>
      </w:r>
      <w:r>
        <w:rPr>
          <w:rtl/>
        </w:rPr>
        <w:t xml:space="preserve"> </w:t>
      </w:r>
      <w:r w:rsidRPr="00D95A45">
        <w:rPr>
          <w:rtl/>
        </w:rPr>
        <w:t>جارية لم تبلغ وجدت مع رجل يفجر بها</w:t>
      </w:r>
      <w:r>
        <w:rPr>
          <w:rtl/>
        </w:rPr>
        <w:t>؟</w:t>
      </w:r>
      <w:r w:rsidRPr="00D95A45">
        <w:rPr>
          <w:rtl/>
        </w:rPr>
        <w:t xml:space="preserve"> قال</w:t>
      </w:r>
      <w:r w:rsidR="00CC15EB">
        <w:rPr>
          <w:rtl/>
        </w:rPr>
        <w:t>:</w:t>
      </w:r>
      <w:r>
        <w:rPr>
          <w:rtl/>
        </w:rPr>
        <w:t xml:space="preserve"> </w:t>
      </w:r>
      <w:r w:rsidRPr="00D95A45">
        <w:rPr>
          <w:rtl/>
        </w:rPr>
        <w:t>تضرب الجارية دون الحد ويقام على الرجل الحد.</w:t>
      </w:r>
    </w:p>
    <w:p w:rsidR="00AC7755" w:rsidRDefault="00D45E0E" w:rsidP="00AC7755">
      <w:pPr>
        <w:pStyle w:val="libNormal"/>
        <w:rPr>
          <w:rtl/>
        </w:rPr>
      </w:pPr>
      <w:r w:rsidRPr="00D95A45">
        <w:rPr>
          <w:rtl/>
        </w:rPr>
        <w:t>(46) 46</w:t>
      </w:r>
      <w:r w:rsidR="00CC15EB">
        <w:rPr>
          <w:rtl/>
        </w:rPr>
        <w:t xml:space="preserve"> - </w:t>
      </w:r>
      <w:r w:rsidRPr="00D95A45">
        <w:rPr>
          <w:rtl/>
        </w:rPr>
        <w:t xml:space="preserve">محمد بن يعقوب عن الحسين بن محمد عن معلى بن محمد عن الحسن بن علي عن ابان عن ابي العباس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يحد الصبي إذا وقع على المرأة ويحد الرجل إذا وقع على الصبية.</w:t>
      </w:r>
    </w:p>
    <w:p w:rsidR="00AC7755" w:rsidRDefault="00D45E0E" w:rsidP="00AC7755">
      <w:pPr>
        <w:pStyle w:val="libNormal"/>
        <w:rPr>
          <w:rtl/>
        </w:rPr>
      </w:pPr>
      <w:r w:rsidRPr="00D95A45">
        <w:rPr>
          <w:rtl/>
        </w:rPr>
        <w:t>(47) 47</w:t>
      </w:r>
      <w:r w:rsidR="00CC15EB">
        <w:rPr>
          <w:rtl/>
        </w:rPr>
        <w:t xml:space="preserve"> - </w:t>
      </w:r>
      <w:r w:rsidRPr="00D95A45">
        <w:rPr>
          <w:rtl/>
        </w:rPr>
        <w:t>احمد بن محمد عن ابن محبوب عن ابي ايوب عن بريد العجلى قال</w:t>
      </w:r>
      <w:r w:rsidR="00CC15EB">
        <w:rPr>
          <w:rtl/>
        </w:rPr>
        <w:t>:</w:t>
      </w:r>
      <w:r>
        <w:rPr>
          <w:rtl/>
        </w:rPr>
        <w:t xml:space="preserve"> </w:t>
      </w:r>
      <w:r w:rsidRPr="00D95A45">
        <w:rPr>
          <w:rtl/>
        </w:rPr>
        <w:t xml:space="preserve">سئل أبو جعفر </w:t>
      </w:r>
      <w:r w:rsidR="00AC7755" w:rsidRPr="00AC7755">
        <w:rPr>
          <w:rStyle w:val="libAlaemChar"/>
          <w:rtl/>
        </w:rPr>
        <w:t>عليه‌السلام</w:t>
      </w:r>
      <w:r w:rsidRPr="00D95A45">
        <w:rPr>
          <w:rtl/>
        </w:rPr>
        <w:t xml:space="preserve"> عن رجل اغتصب امرأة فرجها قال</w:t>
      </w:r>
      <w:r w:rsidR="00CC15EB">
        <w:rPr>
          <w:rtl/>
        </w:rPr>
        <w:t>:</w:t>
      </w:r>
      <w:r>
        <w:rPr>
          <w:rtl/>
        </w:rPr>
        <w:t xml:space="preserve"> </w:t>
      </w:r>
      <w:r w:rsidRPr="00D95A45">
        <w:rPr>
          <w:rtl/>
        </w:rPr>
        <w:t>يقتل محصنا كان أو غيره محصن.</w:t>
      </w:r>
    </w:p>
    <w:p w:rsidR="00AC7755" w:rsidRDefault="00D45E0E" w:rsidP="00AC7755">
      <w:pPr>
        <w:pStyle w:val="libNormal"/>
        <w:rPr>
          <w:rtl/>
        </w:rPr>
      </w:pPr>
      <w:r w:rsidRPr="00D95A45">
        <w:rPr>
          <w:rtl/>
        </w:rPr>
        <w:t>(48) 48</w:t>
      </w:r>
      <w:r w:rsidR="00CC15EB">
        <w:rPr>
          <w:rtl/>
        </w:rPr>
        <w:t xml:space="preserve"> - </w:t>
      </w:r>
      <w:r w:rsidRPr="00D95A45">
        <w:rPr>
          <w:rtl/>
        </w:rPr>
        <w:t xml:space="preserve">علي بن ابراهيم عن ابيه عن ابن ابي عمير عن جميل عن زرارة عن احدهما </w:t>
      </w:r>
      <w:r w:rsidR="00AC7755" w:rsidRPr="00AC7755">
        <w:rPr>
          <w:rStyle w:val="libAlaemChar"/>
          <w:rtl/>
        </w:rPr>
        <w:t>عليه‌السلام</w:t>
      </w:r>
      <w:r w:rsidRPr="00D95A45">
        <w:rPr>
          <w:rtl/>
        </w:rPr>
        <w:t xml:space="preserve"> في رجل غصب امرأة نفسها قال</w:t>
      </w:r>
      <w:r w:rsidR="00CC15EB">
        <w:rPr>
          <w:rtl/>
        </w:rPr>
        <w:t>:</w:t>
      </w:r>
      <w:r>
        <w:rPr>
          <w:rtl/>
        </w:rPr>
        <w:t xml:space="preserve"> </w:t>
      </w:r>
      <w:r w:rsidRPr="00D95A45">
        <w:rPr>
          <w:rtl/>
        </w:rPr>
        <w:t>يقتل.</w:t>
      </w:r>
    </w:p>
    <w:p w:rsidR="00AC7755" w:rsidRDefault="00D45E0E" w:rsidP="00AC7755">
      <w:pPr>
        <w:pStyle w:val="libNormal"/>
        <w:rPr>
          <w:rtl/>
        </w:rPr>
      </w:pPr>
      <w:r w:rsidRPr="00D95A45">
        <w:rPr>
          <w:rtl/>
        </w:rPr>
        <w:t>(49) 49</w:t>
      </w:r>
      <w:r w:rsidR="00CC15EB">
        <w:rPr>
          <w:rtl/>
        </w:rPr>
        <w:t xml:space="preserve"> - </w:t>
      </w:r>
      <w:r w:rsidRPr="00D95A45">
        <w:rPr>
          <w:rtl/>
        </w:rPr>
        <w:t xml:space="preserve">يونس عن ابي بصير عن ابى عبد الله </w:t>
      </w:r>
      <w:r w:rsidR="00AC7755" w:rsidRPr="00AC7755">
        <w:rPr>
          <w:rStyle w:val="libAlaemChar"/>
          <w:rtl/>
        </w:rPr>
        <w:t>عليه‌السلام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7277FF">
        <w:rPr>
          <w:rtl/>
        </w:rPr>
        <w:t xml:space="preserve"> 45</w:t>
      </w:r>
      <w:r>
        <w:rPr>
          <w:rtl/>
        </w:rPr>
        <w:t xml:space="preserve"> - </w:t>
      </w:r>
      <w:r w:rsidR="00D45E0E" w:rsidRPr="007277FF">
        <w:rPr>
          <w:rtl/>
        </w:rPr>
        <w:t>46 الكافي ج 2 ص 287 واخرج الاول الصدوق في الفقيه ج 4 ص 18</w:t>
      </w:r>
    </w:p>
    <w:p w:rsidR="00CC15EB" w:rsidRDefault="00CC15EB" w:rsidP="00AC7755">
      <w:pPr>
        <w:pStyle w:val="libFootnote0"/>
        <w:rPr>
          <w:rtl/>
        </w:rPr>
      </w:pPr>
      <w:r>
        <w:rPr>
          <w:rtl/>
        </w:rPr>
        <w:t>-</w:t>
      </w:r>
      <w:r w:rsidR="00D45E0E" w:rsidRPr="007277FF">
        <w:rPr>
          <w:rtl/>
        </w:rPr>
        <w:t xml:space="preserve"> 47</w:t>
      </w:r>
      <w:r>
        <w:rPr>
          <w:rtl/>
        </w:rPr>
        <w:t xml:space="preserve"> - </w:t>
      </w:r>
      <w:r w:rsidR="00D45E0E" w:rsidRPr="007277FF">
        <w:rPr>
          <w:rtl/>
        </w:rPr>
        <w:t>الكافي ج ص 290 الفقيه ج 4 ص 30</w:t>
      </w:r>
    </w:p>
    <w:p w:rsidR="00AC7755" w:rsidRDefault="00CC15EB" w:rsidP="00AC7755">
      <w:pPr>
        <w:pStyle w:val="libFootnote0"/>
        <w:rPr>
          <w:rtl/>
        </w:rPr>
      </w:pPr>
      <w:r>
        <w:rPr>
          <w:rtl/>
        </w:rPr>
        <w:t>-</w:t>
      </w:r>
      <w:r w:rsidR="00D45E0E" w:rsidRPr="00DA0376">
        <w:rPr>
          <w:rtl/>
        </w:rPr>
        <w:t xml:space="preserve"> 48</w:t>
      </w:r>
      <w:r>
        <w:rPr>
          <w:rtl/>
        </w:rPr>
        <w:t xml:space="preserve"> - </w:t>
      </w:r>
      <w:r w:rsidR="00D45E0E" w:rsidRPr="00DA0376">
        <w:rPr>
          <w:rtl/>
        </w:rPr>
        <w:t>49</w:t>
      </w:r>
      <w:r>
        <w:rPr>
          <w:rtl/>
        </w:rPr>
        <w:t xml:space="preserve"> - </w:t>
      </w:r>
      <w:r w:rsidR="00D45E0E" w:rsidRPr="00DA0376">
        <w:rPr>
          <w:rtl/>
        </w:rPr>
        <w:t>الكافي ج 2 ص 290 واخرج الاول الصدوق في الفقيه ج 4 ص 29</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قال</w:t>
      </w:r>
      <w:r w:rsidR="00CC15EB">
        <w:rPr>
          <w:rtl/>
        </w:rPr>
        <w:t>:</w:t>
      </w:r>
      <w:r>
        <w:rPr>
          <w:rtl/>
        </w:rPr>
        <w:t xml:space="preserve"> </w:t>
      </w:r>
      <w:r w:rsidRPr="007277FF">
        <w:rPr>
          <w:rtl/>
        </w:rPr>
        <w:t>إذا كابر الرجل المرأة على نفسها ضرب ضربة بالسيف مات منها أو عاش.</w:t>
      </w:r>
    </w:p>
    <w:p w:rsidR="00AC7755" w:rsidRDefault="00D45E0E" w:rsidP="00AC7755">
      <w:pPr>
        <w:pStyle w:val="libNormal"/>
        <w:rPr>
          <w:rtl/>
        </w:rPr>
      </w:pPr>
      <w:r w:rsidRPr="00D95A45">
        <w:rPr>
          <w:rtl/>
        </w:rPr>
        <w:t>(50) 50</w:t>
      </w:r>
      <w:r w:rsidR="00CC15EB">
        <w:rPr>
          <w:rtl/>
        </w:rPr>
        <w:t xml:space="preserve"> - </w:t>
      </w:r>
      <w:r w:rsidRPr="00D95A45">
        <w:rPr>
          <w:rtl/>
        </w:rPr>
        <w:t xml:space="preserve">أبو علي الاشعري عن محمد بن عبد الجبار عن علي بن حديد عن جميل عن زرارة عن ابي جعفر </w:t>
      </w:r>
      <w:r w:rsidR="00AC7755" w:rsidRPr="00AC7755">
        <w:rPr>
          <w:rStyle w:val="libAlaemChar"/>
          <w:rtl/>
        </w:rPr>
        <w:t>عليه‌السلام</w:t>
      </w:r>
      <w:r w:rsidRPr="00D95A45">
        <w:rPr>
          <w:rtl/>
        </w:rPr>
        <w:t xml:space="preserve"> في رجل غصب امرأة نفسها قال</w:t>
      </w:r>
      <w:r w:rsidR="00CC15EB">
        <w:rPr>
          <w:rtl/>
        </w:rPr>
        <w:t>:</w:t>
      </w:r>
      <w:r>
        <w:rPr>
          <w:rtl/>
        </w:rPr>
        <w:t xml:space="preserve"> </w:t>
      </w:r>
      <w:r w:rsidRPr="00D95A45">
        <w:rPr>
          <w:rtl/>
        </w:rPr>
        <w:t>قال</w:t>
      </w:r>
      <w:r w:rsidR="00CC15EB">
        <w:rPr>
          <w:rtl/>
        </w:rPr>
        <w:t>:</w:t>
      </w:r>
      <w:r>
        <w:rPr>
          <w:rtl/>
        </w:rPr>
        <w:t xml:space="preserve"> </w:t>
      </w:r>
      <w:r w:rsidRPr="00D95A45">
        <w:rPr>
          <w:rtl/>
        </w:rPr>
        <w:t>يضرب ضربة بالسيف بالغة منه ما بلغت.</w:t>
      </w:r>
    </w:p>
    <w:p w:rsidR="00AC7755" w:rsidRDefault="00D45E0E" w:rsidP="00AC7755">
      <w:pPr>
        <w:pStyle w:val="libNormal"/>
        <w:rPr>
          <w:rtl/>
        </w:rPr>
      </w:pPr>
      <w:r w:rsidRPr="00D95A45">
        <w:rPr>
          <w:rtl/>
        </w:rPr>
        <w:t>(51) 51</w:t>
      </w:r>
      <w:r w:rsidR="00CC15EB">
        <w:rPr>
          <w:rtl/>
        </w:rPr>
        <w:t xml:space="preserve"> - </w:t>
      </w:r>
      <w:r w:rsidRPr="00D95A45">
        <w:rPr>
          <w:rtl/>
        </w:rPr>
        <w:t xml:space="preserve">أحمد بن محمد عن ابن محبوب عن ابي ايوب عن ابي عبيدة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ان عليا </w:t>
      </w:r>
      <w:r w:rsidR="00AC7755" w:rsidRPr="00AC7755">
        <w:rPr>
          <w:rStyle w:val="libAlaemChar"/>
          <w:rtl/>
        </w:rPr>
        <w:t>عليه‌السلام</w:t>
      </w:r>
      <w:r w:rsidRPr="00D95A45">
        <w:rPr>
          <w:rtl/>
        </w:rPr>
        <w:t xml:space="preserve"> اتي بامرأة مع رجل فجر بها فقالت</w:t>
      </w:r>
      <w:r w:rsidR="00CC15EB">
        <w:rPr>
          <w:rtl/>
        </w:rPr>
        <w:t>:</w:t>
      </w:r>
      <w:r>
        <w:rPr>
          <w:rtl/>
        </w:rPr>
        <w:t xml:space="preserve"> </w:t>
      </w:r>
      <w:r w:rsidRPr="00D95A45">
        <w:rPr>
          <w:rtl/>
        </w:rPr>
        <w:t>استكرهني والله يا امير المؤمنين</w:t>
      </w:r>
      <w:r w:rsidR="00CC15EB">
        <w:rPr>
          <w:rtl/>
        </w:rPr>
        <w:t>،</w:t>
      </w:r>
      <w:r>
        <w:rPr>
          <w:rtl/>
        </w:rPr>
        <w:t xml:space="preserve"> </w:t>
      </w:r>
      <w:r w:rsidRPr="00D95A45">
        <w:rPr>
          <w:rtl/>
        </w:rPr>
        <w:t>فدرأ عنها الحد</w:t>
      </w:r>
      <w:r w:rsidR="00CC15EB">
        <w:rPr>
          <w:rtl/>
        </w:rPr>
        <w:t>،</w:t>
      </w:r>
      <w:r>
        <w:rPr>
          <w:rtl/>
        </w:rPr>
        <w:t xml:space="preserve"> </w:t>
      </w:r>
      <w:r w:rsidRPr="00D95A45">
        <w:rPr>
          <w:rtl/>
        </w:rPr>
        <w:t xml:space="preserve">ولو سئل هؤلاء عن ذلك لقالوا لا تصدق وقد والله فعله امير المؤمنين </w:t>
      </w:r>
      <w:r w:rsidR="00AC7755" w:rsidRPr="00AC7755">
        <w:rPr>
          <w:rStyle w:val="libAlaemChar"/>
          <w:rtl/>
        </w:rPr>
        <w:t>عليه‌السلام</w:t>
      </w:r>
      <w:r w:rsidRPr="00D95A45">
        <w:rPr>
          <w:rtl/>
        </w:rPr>
        <w:t>.</w:t>
      </w:r>
    </w:p>
    <w:p w:rsidR="00AC7755" w:rsidRDefault="00D45E0E" w:rsidP="00AC7755">
      <w:pPr>
        <w:pStyle w:val="libNormal"/>
        <w:rPr>
          <w:rtl/>
        </w:rPr>
      </w:pPr>
      <w:r w:rsidRPr="00D95A45">
        <w:rPr>
          <w:rtl/>
        </w:rPr>
        <w:t>(52) 52</w:t>
      </w:r>
      <w:r w:rsidR="00CC15EB">
        <w:rPr>
          <w:rtl/>
        </w:rPr>
        <w:t xml:space="preserve"> - </w:t>
      </w:r>
      <w:r w:rsidRPr="00D95A45">
        <w:rPr>
          <w:rtl/>
        </w:rPr>
        <w:t xml:space="preserve">محمد بن علي بن محبوب عن الحسن بن محبوب عن الحسن بن علي عن محمد بن يحيى عن طلحة بن زيد عن جعفر عن ابيه عن علي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ليس على زان عقر</w:t>
      </w:r>
      <w:r w:rsidRPr="00AC7755">
        <w:rPr>
          <w:rStyle w:val="libFootnotenumChar"/>
          <w:rtl/>
        </w:rPr>
        <w:t xml:space="preserve"> (1) </w:t>
      </w:r>
      <w:r w:rsidRPr="00D95A45">
        <w:rPr>
          <w:rtl/>
        </w:rPr>
        <w:t>ولا على مستكرهة حد.</w:t>
      </w:r>
    </w:p>
    <w:p w:rsidR="00AC7755" w:rsidRDefault="00D45E0E" w:rsidP="00AC7755">
      <w:pPr>
        <w:pStyle w:val="libNormal"/>
        <w:rPr>
          <w:rtl/>
        </w:rPr>
      </w:pPr>
      <w:r w:rsidRPr="00D95A45">
        <w:rPr>
          <w:rtl/>
        </w:rPr>
        <w:t>(53) 53</w:t>
      </w:r>
      <w:r w:rsidR="00CC15EB">
        <w:rPr>
          <w:rtl/>
        </w:rPr>
        <w:t xml:space="preserve"> - </w:t>
      </w:r>
      <w:r w:rsidRPr="00D95A45">
        <w:rPr>
          <w:rtl/>
        </w:rPr>
        <w:t>عنه عن ايوب بن نوح عن محمد بن الفضيل عن موسى بن بكر قال</w:t>
      </w:r>
      <w:r w:rsidR="00CC15EB">
        <w:rPr>
          <w:rtl/>
        </w:rPr>
        <w:t>:</w:t>
      </w:r>
      <w:r>
        <w:rPr>
          <w:rtl/>
        </w:rPr>
        <w:t xml:space="preserve"> </w:t>
      </w:r>
      <w:r w:rsidRPr="00D95A45">
        <w:rPr>
          <w:rtl/>
        </w:rPr>
        <w:t>سمعته وهو يقول</w:t>
      </w:r>
      <w:r w:rsidR="00CC15EB">
        <w:rPr>
          <w:rtl/>
        </w:rPr>
        <w:t>:</w:t>
      </w:r>
      <w:r>
        <w:rPr>
          <w:rtl/>
        </w:rPr>
        <w:t xml:space="preserve"> </w:t>
      </w:r>
      <w:r w:rsidRPr="00D95A45">
        <w:rPr>
          <w:rtl/>
        </w:rPr>
        <w:t>ليس على مستكرهة حد إذا قالت انما استكرهت.</w:t>
      </w:r>
    </w:p>
    <w:p w:rsidR="00AC7755" w:rsidRDefault="00D45E0E" w:rsidP="00AC7755">
      <w:pPr>
        <w:pStyle w:val="libNormal"/>
        <w:rPr>
          <w:rtl/>
        </w:rPr>
      </w:pPr>
      <w:r w:rsidRPr="00D95A45">
        <w:rPr>
          <w:rtl/>
        </w:rPr>
        <w:t>(54) 54</w:t>
      </w:r>
      <w:r w:rsidR="00CC15EB">
        <w:rPr>
          <w:rtl/>
        </w:rPr>
        <w:t xml:space="preserve"> - </w:t>
      </w:r>
      <w:r w:rsidRPr="00D95A45">
        <w:rPr>
          <w:rtl/>
        </w:rPr>
        <w:t xml:space="preserve">الحسين بن سعيد عن فضالة عن العلا عن محمد عن احدهما </w:t>
      </w:r>
      <w:r w:rsidR="00AC7755" w:rsidRPr="00AC7755">
        <w:rPr>
          <w:rStyle w:val="libAlaemChar"/>
          <w:rtl/>
        </w:rPr>
        <w:t>عليه‌السلام</w:t>
      </w:r>
      <w:r w:rsidRPr="00D95A45">
        <w:rPr>
          <w:rtl/>
        </w:rPr>
        <w:t xml:space="preserve"> في امرأة زنت وهي مجنونة قال</w:t>
      </w:r>
      <w:r w:rsidR="00CC15EB">
        <w:rPr>
          <w:rtl/>
        </w:rPr>
        <w:t>:</w:t>
      </w:r>
      <w:r>
        <w:rPr>
          <w:rtl/>
        </w:rPr>
        <w:t xml:space="preserve"> </w:t>
      </w:r>
      <w:r w:rsidRPr="00D95A45">
        <w:rPr>
          <w:rtl/>
        </w:rPr>
        <w:t>انها لا تملك أمرها وليس عليها رجم ولا نفى</w:t>
      </w:r>
      <w:r w:rsidR="00CC15EB">
        <w:rPr>
          <w:rtl/>
        </w:rPr>
        <w:t>،</w:t>
      </w:r>
      <w:r>
        <w:rPr>
          <w:rtl/>
        </w:rPr>
        <w:t xml:space="preserve"> </w:t>
      </w:r>
      <w:r w:rsidRPr="00D95A45">
        <w:rPr>
          <w:rtl/>
        </w:rPr>
        <w:t>وقال في امرأة اقرت على نفسها انه استكرهها رجل على نفسها قال</w:t>
      </w:r>
      <w:r w:rsidR="00CC15EB">
        <w:rPr>
          <w:rtl/>
        </w:rPr>
        <w:t>:</w:t>
      </w:r>
      <w:r>
        <w:rPr>
          <w:rtl/>
        </w:rPr>
        <w:t xml:space="preserve"> </w:t>
      </w:r>
      <w:r w:rsidRPr="00D95A45">
        <w:rPr>
          <w:rtl/>
        </w:rPr>
        <w:t>هي مثل السائبة لا تملك نفسها فلو شاء قتلها ليس عليها جلد ولا نفي ولا رجم.</w:t>
      </w:r>
    </w:p>
    <w:p w:rsidR="00AC7755" w:rsidRDefault="00D45E0E" w:rsidP="00AC7755">
      <w:pPr>
        <w:pStyle w:val="libNormal"/>
        <w:rPr>
          <w:rtl/>
        </w:rPr>
      </w:pPr>
      <w:r w:rsidRPr="00D95A45">
        <w:rPr>
          <w:rtl/>
        </w:rPr>
        <w:t>(55) 55</w:t>
      </w:r>
      <w:r w:rsidR="00CC15EB">
        <w:rPr>
          <w:rtl/>
        </w:rPr>
        <w:t xml:space="preserve"> - </w:t>
      </w:r>
      <w:r w:rsidRPr="00D95A45">
        <w:rPr>
          <w:rtl/>
        </w:rPr>
        <w:t>علي بن ابراهيم عن ابيه عن ابن ابي نجران عن عاصم</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العقر</w:t>
      </w:r>
      <w:r w:rsidR="00CC15EB">
        <w:rPr>
          <w:rtl/>
        </w:rPr>
        <w:t>:</w:t>
      </w:r>
      <w:r>
        <w:rPr>
          <w:rtl/>
        </w:rPr>
        <w:t xml:space="preserve"> </w:t>
      </w:r>
      <w:r w:rsidRPr="00D95A45">
        <w:rPr>
          <w:rtl/>
        </w:rPr>
        <w:t>بالضم دية الفرج المغصوب ثم استعمل في صداق المرأة.</w:t>
      </w:r>
    </w:p>
    <w:p w:rsidR="00CC15EB" w:rsidRDefault="00CC15EB" w:rsidP="00AC7755">
      <w:pPr>
        <w:pStyle w:val="libFootnote0"/>
        <w:rPr>
          <w:rtl/>
        </w:rPr>
      </w:pPr>
      <w:r>
        <w:rPr>
          <w:rtl/>
        </w:rPr>
        <w:t>-</w:t>
      </w:r>
      <w:r w:rsidR="00D45E0E" w:rsidRPr="007277FF">
        <w:rPr>
          <w:rtl/>
        </w:rPr>
        <w:t xml:space="preserve"> 50</w:t>
      </w:r>
      <w:r>
        <w:rPr>
          <w:rtl/>
        </w:rPr>
        <w:t xml:space="preserve"> - </w:t>
      </w:r>
      <w:r w:rsidR="00D45E0E" w:rsidRPr="007277FF">
        <w:rPr>
          <w:rtl/>
        </w:rPr>
        <w:t>الكافي ج 2 ص 290</w:t>
      </w:r>
    </w:p>
    <w:p w:rsidR="00CC15EB" w:rsidRDefault="00CC15EB" w:rsidP="00AC7755">
      <w:pPr>
        <w:pStyle w:val="libFootnote0"/>
        <w:rPr>
          <w:rtl/>
        </w:rPr>
      </w:pPr>
      <w:r>
        <w:rPr>
          <w:rtl/>
        </w:rPr>
        <w:t>-</w:t>
      </w:r>
      <w:r w:rsidR="00D45E0E" w:rsidRPr="007277FF">
        <w:rPr>
          <w:rtl/>
        </w:rPr>
        <w:t xml:space="preserve"> 51</w:t>
      </w:r>
      <w:r>
        <w:rPr>
          <w:rtl/>
        </w:rPr>
        <w:t xml:space="preserve"> - </w:t>
      </w:r>
      <w:r w:rsidR="00D45E0E" w:rsidRPr="007277FF">
        <w:rPr>
          <w:rtl/>
        </w:rPr>
        <w:t>الكافي ج 2 ص 292</w:t>
      </w:r>
    </w:p>
    <w:p w:rsidR="00CC15EB" w:rsidRDefault="00CC15EB" w:rsidP="00AC7755">
      <w:pPr>
        <w:pStyle w:val="libFootnote0"/>
        <w:rPr>
          <w:rtl/>
        </w:rPr>
      </w:pPr>
      <w:r>
        <w:rPr>
          <w:rtl/>
        </w:rPr>
        <w:t>-</w:t>
      </w:r>
      <w:r w:rsidR="00D45E0E" w:rsidRPr="007277FF">
        <w:rPr>
          <w:rtl/>
        </w:rPr>
        <w:t xml:space="preserve"> 52</w:t>
      </w:r>
      <w:r>
        <w:rPr>
          <w:rtl/>
        </w:rPr>
        <w:t xml:space="preserve"> - </w:t>
      </w:r>
      <w:r w:rsidR="00D45E0E" w:rsidRPr="007277FF">
        <w:rPr>
          <w:rtl/>
        </w:rPr>
        <w:t>الفقيه ج 4 ص 29</w:t>
      </w:r>
    </w:p>
    <w:p w:rsidR="00AC7755" w:rsidRDefault="00CC15EB" w:rsidP="00AC7755">
      <w:pPr>
        <w:pStyle w:val="libFootnote0"/>
        <w:rPr>
          <w:rtl/>
        </w:rPr>
      </w:pPr>
      <w:r>
        <w:rPr>
          <w:rtl/>
        </w:rPr>
        <w:t>-</w:t>
      </w:r>
      <w:r w:rsidR="00D45E0E" w:rsidRPr="00DA0376">
        <w:rPr>
          <w:rtl/>
        </w:rPr>
        <w:t xml:space="preserve"> 54</w:t>
      </w:r>
      <w:r>
        <w:rPr>
          <w:rtl/>
        </w:rPr>
        <w:t xml:space="preserve"> - </w:t>
      </w:r>
      <w:r w:rsidR="00D45E0E" w:rsidRPr="00DA0376">
        <w:rPr>
          <w:rtl/>
        </w:rPr>
        <w:t>55</w:t>
      </w:r>
      <w:r>
        <w:rPr>
          <w:rtl/>
        </w:rPr>
        <w:t xml:space="preserve"> - </w:t>
      </w:r>
      <w:r w:rsidR="00D45E0E" w:rsidRPr="00DA0376">
        <w:rPr>
          <w:rtl/>
        </w:rPr>
        <w:t>الكافي ج 2 ص 290 وفيه من الاول صدر الحديث</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 xml:space="preserve">ابن حميد عن محمد بن قيس عن ابى جعفر </w:t>
      </w:r>
      <w:r w:rsidR="00AC7755" w:rsidRPr="00AC7755">
        <w:rPr>
          <w:rStyle w:val="libAlaemChar"/>
          <w:rtl/>
        </w:rPr>
        <w:t>عليه‌السلام</w:t>
      </w:r>
      <w:r w:rsidRPr="007277FF">
        <w:rPr>
          <w:rtl/>
        </w:rPr>
        <w:t xml:space="preserve"> قال</w:t>
      </w:r>
      <w:r w:rsidR="00CC15EB">
        <w:rPr>
          <w:rtl/>
        </w:rPr>
        <w:t>:</w:t>
      </w:r>
      <w:r>
        <w:rPr>
          <w:rtl/>
        </w:rPr>
        <w:t xml:space="preserve"> </w:t>
      </w:r>
      <w:r w:rsidRPr="007277FF">
        <w:rPr>
          <w:rtl/>
        </w:rPr>
        <w:t xml:space="preserve">قال امير المؤمنين </w:t>
      </w:r>
      <w:r w:rsidR="00AC7755" w:rsidRPr="00AC7755">
        <w:rPr>
          <w:rStyle w:val="libAlaemChar"/>
          <w:rtl/>
        </w:rPr>
        <w:t>عليه‌السلام</w:t>
      </w:r>
      <w:r w:rsidRPr="007277FF">
        <w:rPr>
          <w:rtl/>
        </w:rPr>
        <w:t xml:space="preserve"> في امرأة مجنونة زنت فحبلت قال</w:t>
      </w:r>
      <w:r w:rsidR="00CC15EB">
        <w:rPr>
          <w:rtl/>
        </w:rPr>
        <w:t>:</w:t>
      </w:r>
      <w:r>
        <w:rPr>
          <w:rtl/>
        </w:rPr>
        <w:t xml:space="preserve"> </w:t>
      </w:r>
      <w:r w:rsidRPr="007277FF">
        <w:rPr>
          <w:rtl/>
        </w:rPr>
        <w:t>مثل السائبة لا تملك امرها وليس عليها رجم ولا جلد ولا نفى</w:t>
      </w:r>
      <w:r w:rsidR="00CC15EB">
        <w:rPr>
          <w:rtl/>
        </w:rPr>
        <w:t>،</w:t>
      </w:r>
      <w:r>
        <w:rPr>
          <w:rtl/>
        </w:rPr>
        <w:t xml:space="preserve"> </w:t>
      </w:r>
      <w:r w:rsidRPr="007277FF">
        <w:rPr>
          <w:rtl/>
        </w:rPr>
        <w:t>وقال في امرأة اقرت على نفسها انه استكرهها رجل على نفسها قال</w:t>
      </w:r>
      <w:r w:rsidR="00CC15EB">
        <w:rPr>
          <w:rtl/>
        </w:rPr>
        <w:t>:</w:t>
      </w:r>
      <w:r>
        <w:rPr>
          <w:rtl/>
        </w:rPr>
        <w:t xml:space="preserve"> </w:t>
      </w:r>
      <w:r w:rsidRPr="007277FF">
        <w:rPr>
          <w:rtl/>
        </w:rPr>
        <w:t>هي مثل السائبة لا تملك نفسها فلو شاء قتلها فليس عليها جلد ولا نفى ولا رجم.</w:t>
      </w:r>
    </w:p>
    <w:p w:rsidR="00AC7755" w:rsidRDefault="00D45E0E" w:rsidP="00AC7755">
      <w:pPr>
        <w:pStyle w:val="libNormal"/>
        <w:rPr>
          <w:rtl/>
        </w:rPr>
      </w:pPr>
      <w:r w:rsidRPr="00D95A45">
        <w:rPr>
          <w:rtl/>
        </w:rPr>
        <w:t>(56) 56</w:t>
      </w:r>
      <w:r w:rsidR="00CC15EB">
        <w:rPr>
          <w:rtl/>
        </w:rPr>
        <w:t xml:space="preserve"> - </w:t>
      </w:r>
      <w:r w:rsidRPr="00D95A45">
        <w:rPr>
          <w:rtl/>
        </w:rPr>
        <w:t>علي بن ابراهيم عن ابيه عن عمرو بن عثمان عن ابراهيم بن الفضل عن ابان بن تغلب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Pr="00D95A45">
        <w:rPr>
          <w:rtl/>
        </w:rPr>
        <w:t xml:space="preserve"> إذا زنى المجنون أو المعتوه جلد الحد وان كان محصنا رجم</w:t>
      </w:r>
      <w:r w:rsidR="00CC15EB">
        <w:rPr>
          <w:rtl/>
        </w:rPr>
        <w:t>،</w:t>
      </w:r>
      <w:r>
        <w:rPr>
          <w:rtl/>
        </w:rPr>
        <w:t xml:space="preserve"> </w:t>
      </w:r>
      <w:r w:rsidRPr="00D95A45">
        <w:rPr>
          <w:rtl/>
        </w:rPr>
        <w:t>قلت</w:t>
      </w:r>
      <w:r w:rsidR="00CC15EB">
        <w:rPr>
          <w:rtl/>
        </w:rPr>
        <w:t>:</w:t>
      </w:r>
      <w:r>
        <w:rPr>
          <w:rtl/>
        </w:rPr>
        <w:t xml:space="preserve"> </w:t>
      </w:r>
      <w:r w:rsidRPr="00D95A45">
        <w:rPr>
          <w:rtl/>
        </w:rPr>
        <w:t>وما الفرق بين المجنون والمجنونة والمعتوه والمعتوهة</w:t>
      </w:r>
      <w:r>
        <w:rPr>
          <w:rtl/>
        </w:rPr>
        <w:t>؟</w:t>
      </w:r>
      <w:r w:rsidRPr="00D95A45">
        <w:rPr>
          <w:rtl/>
        </w:rPr>
        <w:t xml:space="preserve"> فقال</w:t>
      </w:r>
      <w:r w:rsidR="00CC15EB">
        <w:rPr>
          <w:rtl/>
        </w:rPr>
        <w:t>:</w:t>
      </w:r>
      <w:r>
        <w:rPr>
          <w:rtl/>
        </w:rPr>
        <w:t xml:space="preserve"> </w:t>
      </w:r>
      <w:r w:rsidRPr="00D95A45">
        <w:rPr>
          <w:rtl/>
        </w:rPr>
        <w:t>المرأة انما تؤتى والرجل يأتي</w:t>
      </w:r>
      <w:r w:rsidR="00CC15EB">
        <w:rPr>
          <w:rtl/>
        </w:rPr>
        <w:t>،</w:t>
      </w:r>
      <w:r>
        <w:rPr>
          <w:rtl/>
        </w:rPr>
        <w:t xml:space="preserve"> </w:t>
      </w:r>
      <w:r w:rsidRPr="00D95A45">
        <w:rPr>
          <w:rtl/>
        </w:rPr>
        <w:t>وانما يأتي إذا عقل كيف يأتي اللذة</w:t>
      </w:r>
      <w:r w:rsidR="00CC15EB">
        <w:rPr>
          <w:rtl/>
        </w:rPr>
        <w:t>،</w:t>
      </w:r>
      <w:r>
        <w:rPr>
          <w:rtl/>
        </w:rPr>
        <w:t xml:space="preserve"> </w:t>
      </w:r>
      <w:r w:rsidRPr="00D95A45">
        <w:rPr>
          <w:rtl/>
        </w:rPr>
        <w:t>وإن المرأة انما تستكره ويفعل بها وهي لا تعقل ما يفعل بها.</w:t>
      </w:r>
    </w:p>
    <w:p w:rsidR="00AC7755" w:rsidRDefault="00D45E0E" w:rsidP="00AC7755">
      <w:pPr>
        <w:pStyle w:val="libNormal"/>
        <w:rPr>
          <w:rtl/>
        </w:rPr>
      </w:pPr>
      <w:r w:rsidRPr="00D95A45">
        <w:rPr>
          <w:rtl/>
        </w:rPr>
        <w:t>(57) 57</w:t>
      </w:r>
      <w:r w:rsidR="00CC15EB">
        <w:rPr>
          <w:rtl/>
        </w:rPr>
        <w:t xml:space="preserve"> - </w:t>
      </w:r>
      <w:r w:rsidRPr="00D95A45">
        <w:rPr>
          <w:rtl/>
        </w:rPr>
        <w:t xml:space="preserve">الحسين بن سعيد عن فضالة عن اسماعيل بن ابي زياد عن ابى عبد الله عن ابيه عن علي </w:t>
      </w:r>
      <w:r w:rsidR="00AC7755" w:rsidRPr="00AC7755">
        <w:rPr>
          <w:rStyle w:val="libAlaemChar"/>
          <w:rtl/>
        </w:rPr>
        <w:t>عليه‌السلام</w:t>
      </w:r>
      <w:r w:rsidRPr="00D95A45">
        <w:rPr>
          <w:rtl/>
        </w:rPr>
        <w:t xml:space="preserve"> انه اتي بامرأة بكر زعموا أنها زنت فامر النساء فنظرن إليها فقلن هي عذراء فقال علي </w:t>
      </w:r>
      <w:r w:rsidR="00AC7755" w:rsidRPr="00AC7755">
        <w:rPr>
          <w:rStyle w:val="libAlaemChar"/>
          <w:rtl/>
        </w:rPr>
        <w:t>عليه‌السلام</w:t>
      </w:r>
      <w:r w:rsidR="00CC15EB">
        <w:rPr>
          <w:rtl/>
        </w:rPr>
        <w:t>:</w:t>
      </w:r>
      <w:r>
        <w:rPr>
          <w:rtl/>
        </w:rPr>
        <w:t xml:space="preserve"> </w:t>
      </w:r>
      <w:r w:rsidRPr="00D95A45">
        <w:rPr>
          <w:rtl/>
        </w:rPr>
        <w:t>ما كنت لاضرب من عليها خاتم من الله</w:t>
      </w:r>
      <w:r w:rsidR="00CC15EB">
        <w:rPr>
          <w:rtl/>
        </w:rPr>
        <w:t>،</w:t>
      </w:r>
      <w:r>
        <w:rPr>
          <w:rtl/>
        </w:rPr>
        <w:t xml:space="preserve"> </w:t>
      </w:r>
      <w:r w:rsidRPr="00D95A45">
        <w:rPr>
          <w:rtl/>
        </w:rPr>
        <w:t>وكان يجيز شهادة النساء في مثل هذا.</w:t>
      </w:r>
    </w:p>
    <w:p w:rsidR="00AC7755" w:rsidRDefault="00D45E0E" w:rsidP="00AC7755">
      <w:pPr>
        <w:pStyle w:val="libNormal"/>
        <w:rPr>
          <w:rtl/>
        </w:rPr>
      </w:pPr>
      <w:r w:rsidRPr="00D95A45">
        <w:rPr>
          <w:rtl/>
        </w:rPr>
        <w:t>(58) 58</w:t>
      </w:r>
      <w:r w:rsidR="00CC15EB">
        <w:rPr>
          <w:rtl/>
        </w:rPr>
        <w:t xml:space="preserve"> - </w:t>
      </w:r>
      <w:r w:rsidRPr="00D95A45">
        <w:rPr>
          <w:rtl/>
        </w:rPr>
        <w:t xml:space="preserve">عنه عن الحسن بن محبوب عن علي بن رئاب عن ابي عبيدة عن أبي جعفر </w:t>
      </w:r>
      <w:r w:rsidR="00AC7755" w:rsidRPr="00AC7755">
        <w:rPr>
          <w:rStyle w:val="libAlaemChar"/>
          <w:rtl/>
        </w:rPr>
        <w:t>عليه‌السلام</w:t>
      </w:r>
      <w:r w:rsidRPr="00D95A45">
        <w:rPr>
          <w:rtl/>
        </w:rPr>
        <w:t xml:space="preserve"> في رجل وجب عليه حد فلم يضرب حتى خولط فقال</w:t>
      </w:r>
      <w:r w:rsidR="00CC15EB">
        <w:rPr>
          <w:rtl/>
        </w:rPr>
        <w:t>:</w:t>
      </w:r>
      <w:r>
        <w:rPr>
          <w:rtl/>
        </w:rPr>
        <w:t xml:space="preserve"> </w:t>
      </w:r>
      <w:r w:rsidRPr="00D95A45">
        <w:rPr>
          <w:rtl/>
        </w:rPr>
        <w:t>ان كان أوجب على نفسه الحد وهو صحيح لا علة به من ذهاب عقله اقيم عليه الحد كائنا ما كان.</w:t>
      </w:r>
    </w:p>
    <w:p w:rsidR="00AC7755" w:rsidRDefault="00D45E0E" w:rsidP="00AC7755">
      <w:pPr>
        <w:pStyle w:val="libNormal"/>
        <w:rPr>
          <w:rtl/>
        </w:rPr>
      </w:pPr>
      <w:r w:rsidRPr="00D95A45">
        <w:rPr>
          <w:rtl/>
        </w:rPr>
        <w:t>(59) 59</w:t>
      </w:r>
      <w:r w:rsidR="00CC15EB">
        <w:rPr>
          <w:rtl/>
        </w:rPr>
        <w:t xml:space="preserve"> - </w:t>
      </w:r>
      <w:r w:rsidRPr="00D95A45">
        <w:rPr>
          <w:rtl/>
        </w:rPr>
        <w:t xml:space="preserve">عنه عن الحسن بن محبوب عن ابي ايوب عن الفضيل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حد لمن لا حد عليه.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56</w:t>
      </w:r>
      <w:r>
        <w:rPr>
          <w:rtl/>
        </w:rPr>
        <w:t xml:space="preserve"> - </w:t>
      </w:r>
      <w:r w:rsidR="00D45E0E" w:rsidRPr="00D95A45">
        <w:rPr>
          <w:rtl/>
        </w:rPr>
        <w:t>الكافي ج 2 ص 290</w:t>
      </w:r>
    </w:p>
    <w:p w:rsidR="00CC15EB" w:rsidRDefault="00CC15EB" w:rsidP="00AC7755">
      <w:pPr>
        <w:pStyle w:val="libFootnote0"/>
        <w:rPr>
          <w:rtl/>
        </w:rPr>
      </w:pPr>
      <w:r>
        <w:rPr>
          <w:rtl/>
        </w:rPr>
        <w:t>-</w:t>
      </w:r>
      <w:r w:rsidR="00D45E0E" w:rsidRPr="007277FF">
        <w:rPr>
          <w:rtl/>
        </w:rPr>
        <w:t xml:space="preserve"> 57</w:t>
      </w:r>
      <w:r>
        <w:rPr>
          <w:rtl/>
        </w:rPr>
        <w:t xml:space="preserve"> - </w:t>
      </w:r>
      <w:r w:rsidR="00D45E0E" w:rsidRPr="007277FF">
        <w:rPr>
          <w:rtl/>
        </w:rPr>
        <w:t>الكافي ج 2 ص 356</w:t>
      </w:r>
    </w:p>
    <w:p w:rsidR="00AC7755" w:rsidRDefault="00CC15EB" w:rsidP="00AC7755">
      <w:pPr>
        <w:pStyle w:val="libFootnote0"/>
        <w:rPr>
          <w:rtl/>
        </w:rPr>
      </w:pPr>
      <w:r>
        <w:rPr>
          <w:rtl/>
        </w:rPr>
        <w:t>-</w:t>
      </w:r>
      <w:r w:rsidR="00D45E0E" w:rsidRPr="00DA0376">
        <w:rPr>
          <w:rtl/>
        </w:rPr>
        <w:t xml:space="preserve"> 58</w:t>
      </w:r>
      <w:r>
        <w:rPr>
          <w:rtl/>
        </w:rPr>
        <w:t xml:space="preserve"> - </w:t>
      </w:r>
      <w:r w:rsidR="00D45E0E" w:rsidRPr="00DA0376">
        <w:rPr>
          <w:rtl/>
        </w:rPr>
        <w:t>الفقيه ج 4 ص 30</w:t>
      </w:r>
    </w:p>
    <w:p w:rsidR="00AC7755" w:rsidRDefault="00AC7755" w:rsidP="00AC7755">
      <w:pPr>
        <w:pStyle w:val="libNormal"/>
        <w:rPr>
          <w:rtl/>
        </w:rPr>
      </w:pPr>
      <w:r>
        <w:rPr>
          <w:rtl/>
        </w:rPr>
        <w:br w:type="page"/>
      </w:r>
    </w:p>
    <w:p w:rsidR="00AC7755" w:rsidRDefault="00D45E0E" w:rsidP="00AC7755">
      <w:pPr>
        <w:pStyle w:val="libNormal"/>
        <w:rPr>
          <w:rtl/>
        </w:rPr>
      </w:pPr>
      <w:r w:rsidRPr="007277FF">
        <w:rPr>
          <w:rtl/>
        </w:rPr>
        <w:lastRenderedPageBreak/>
        <w:t>قال محمد بن الحسن</w:t>
      </w:r>
      <w:r w:rsidR="00CC15EB">
        <w:rPr>
          <w:rtl/>
        </w:rPr>
        <w:t>:</w:t>
      </w:r>
      <w:r>
        <w:rPr>
          <w:rtl/>
        </w:rPr>
        <w:t xml:space="preserve"> </w:t>
      </w:r>
      <w:r w:rsidRPr="007277FF">
        <w:rPr>
          <w:rtl/>
        </w:rPr>
        <w:t>معنى هذا الخبر ان الانسان لو قذف مجنونا أو مجنونة لم يجب عليه الحد</w:t>
      </w:r>
      <w:r w:rsidR="00CC15EB">
        <w:rPr>
          <w:rtl/>
        </w:rPr>
        <w:t>،</w:t>
      </w:r>
      <w:r>
        <w:rPr>
          <w:rtl/>
        </w:rPr>
        <w:t xml:space="preserve"> </w:t>
      </w:r>
      <w:r w:rsidRPr="007277FF">
        <w:rPr>
          <w:rtl/>
        </w:rPr>
        <w:t>لأنه لو قذفه المجنون لما كان عليه الحد</w:t>
      </w:r>
      <w:r w:rsidR="00CC15EB">
        <w:rPr>
          <w:rtl/>
        </w:rPr>
        <w:t>،</w:t>
      </w:r>
      <w:r>
        <w:rPr>
          <w:rtl/>
        </w:rPr>
        <w:t xml:space="preserve"> </w:t>
      </w:r>
      <w:r w:rsidRPr="007277FF">
        <w:rPr>
          <w:rtl/>
        </w:rPr>
        <w:t>وسنبين ذلك فيما بعد في باب القذف ان شاء الله.</w:t>
      </w:r>
    </w:p>
    <w:p w:rsidR="00AC7755" w:rsidRDefault="00D45E0E" w:rsidP="00AC7755">
      <w:pPr>
        <w:pStyle w:val="libNormal"/>
        <w:rPr>
          <w:rtl/>
        </w:rPr>
      </w:pPr>
      <w:r w:rsidRPr="00D95A45">
        <w:rPr>
          <w:rtl/>
        </w:rPr>
        <w:t>(60) 60</w:t>
      </w:r>
      <w:r w:rsidR="00CC15EB">
        <w:rPr>
          <w:rtl/>
        </w:rPr>
        <w:t xml:space="preserve"> - </w:t>
      </w:r>
      <w:r w:rsidRPr="00D95A45">
        <w:rPr>
          <w:rtl/>
        </w:rPr>
        <w:t xml:space="preserve">أحمد بن محمد بن عيسى عن الحسن بن محبوب عن جميل بن صالح عن ابى عبيدة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امرأة تزوجت رجلا ولها زوج قال فقال</w:t>
      </w:r>
      <w:r w:rsidR="00CC15EB">
        <w:rPr>
          <w:rtl/>
        </w:rPr>
        <w:t>:</w:t>
      </w:r>
      <w:r>
        <w:rPr>
          <w:rtl/>
        </w:rPr>
        <w:t xml:space="preserve"> </w:t>
      </w:r>
      <w:r w:rsidRPr="00D95A45">
        <w:rPr>
          <w:rtl/>
        </w:rPr>
        <w:t>ان كان زوجها الأول مقيما معها في المصر التي هي فيه تصل إليه أو يصل إليها فان عليها ما على الزاني المحصن الرجم</w:t>
      </w:r>
      <w:r w:rsidR="00CC15EB">
        <w:rPr>
          <w:rtl/>
        </w:rPr>
        <w:t>،</w:t>
      </w:r>
      <w:r>
        <w:rPr>
          <w:rtl/>
        </w:rPr>
        <w:t xml:space="preserve"> </w:t>
      </w:r>
      <w:r w:rsidRPr="00D95A45">
        <w:rPr>
          <w:rtl/>
        </w:rPr>
        <w:t>وان كان زوجها الاول غائبا عنها أو كان مقيما معها في المصر لا يصل إليها ولا تصل إليه فان عليها ما على الزانية غير المحصنة ولا لعان بينهما</w:t>
      </w:r>
      <w:r w:rsidR="00CC15EB">
        <w:rPr>
          <w:rtl/>
        </w:rPr>
        <w:t>،</w:t>
      </w:r>
      <w:r>
        <w:rPr>
          <w:rtl/>
        </w:rPr>
        <w:t xml:space="preserve"> </w:t>
      </w:r>
      <w:r w:rsidRPr="00D95A45">
        <w:rPr>
          <w:rtl/>
        </w:rPr>
        <w:t>قلت</w:t>
      </w:r>
      <w:r w:rsidR="00CC15EB">
        <w:rPr>
          <w:rtl/>
        </w:rPr>
        <w:t>:</w:t>
      </w:r>
      <w:r>
        <w:rPr>
          <w:rtl/>
        </w:rPr>
        <w:t xml:space="preserve"> </w:t>
      </w:r>
      <w:r w:rsidRPr="00D95A45">
        <w:rPr>
          <w:rtl/>
        </w:rPr>
        <w:t>من يرجمها ويضربها الحد وزوجها لا يقدمها إلى الامام ولا يريد ذلك منها</w:t>
      </w:r>
      <w:r>
        <w:rPr>
          <w:rtl/>
        </w:rPr>
        <w:t>؟</w:t>
      </w:r>
      <w:r w:rsidRPr="00D95A45">
        <w:rPr>
          <w:rtl/>
        </w:rPr>
        <w:t xml:space="preserve"> فقال</w:t>
      </w:r>
      <w:r w:rsidR="00CC15EB">
        <w:rPr>
          <w:rtl/>
        </w:rPr>
        <w:t>:</w:t>
      </w:r>
      <w:r>
        <w:rPr>
          <w:rtl/>
        </w:rPr>
        <w:t xml:space="preserve"> </w:t>
      </w:r>
      <w:r w:rsidRPr="00D95A45">
        <w:rPr>
          <w:rtl/>
        </w:rPr>
        <w:t>ان الحد لا يزال لله في بدنها حتى يقوم به من قام وتلقى الله وهو عليها</w:t>
      </w:r>
      <w:r w:rsidR="00CC15EB">
        <w:rPr>
          <w:rtl/>
        </w:rPr>
        <w:t>،</w:t>
      </w:r>
      <w:r>
        <w:rPr>
          <w:rtl/>
        </w:rPr>
        <w:t xml:space="preserve"> </w:t>
      </w:r>
      <w:r w:rsidRPr="00D95A45">
        <w:rPr>
          <w:rtl/>
        </w:rPr>
        <w:t>قلت</w:t>
      </w:r>
      <w:r w:rsidR="00CC15EB">
        <w:rPr>
          <w:rtl/>
        </w:rPr>
        <w:t>:</w:t>
      </w:r>
      <w:r>
        <w:rPr>
          <w:rtl/>
        </w:rPr>
        <w:t xml:space="preserve"> </w:t>
      </w:r>
      <w:r w:rsidRPr="00D95A45">
        <w:rPr>
          <w:rtl/>
        </w:rPr>
        <w:t>فإن كانت جاهلة بما صنعت</w:t>
      </w:r>
      <w:r>
        <w:rPr>
          <w:rtl/>
        </w:rPr>
        <w:t>؟</w:t>
      </w:r>
      <w:r w:rsidRPr="00D95A45">
        <w:rPr>
          <w:rtl/>
        </w:rPr>
        <w:t xml:space="preserve"> قال فقال</w:t>
      </w:r>
      <w:r w:rsidR="00CC15EB">
        <w:rPr>
          <w:rtl/>
        </w:rPr>
        <w:t>:</w:t>
      </w:r>
      <w:r>
        <w:rPr>
          <w:rtl/>
        </w:rPr>
        <w:t xml:space="preserve"> </w:t>
      </w:r>
      <w:r w:rsidRPr="00D95A45">
        <w:rPr>
          <w:rtl/>
        </w:rPr>
        <w:t>أليس هي في دار الهجرة</w:t>
      </w:r>
      <w:r>
        <w:rPr>
          <w:rtl/>
        </w:rPr>
        <w:t>؟</w:t>
      </w:r>
      <w:r w:rsidRPr="00D95A45">
        <w:rPr>
          <w:rtl/>
        </w:rPr>
        <w:t xml:space="preserve"> قلت</w:t>
      </w:r>
      <w:r w:rsidR="00CC15EB">
        <w:rPr>
          <w:rtl/>
        </w:rPr>
        <w:t>:</w:t>
      </w:r>
      <w:r>
        <w:rPr>
          <w:rtl/>
        </w:rPr>
        <w:t xml:space="preserve"> </w:t>
      </w:r>
      <w:r w:rsidRPr="00D95A45">
        <w:rPr>
          <w:rtl/>
        </w:rPr>
        <w:t>بلى قال</w:t>
      </w:r>
      <w:r w:rsidR="00CC15EB">
        <w:rPr>
          <w:rtl/>
        </w:rPr>
        <w:t>:</w:t>
      </w:r>
      <w:r>
        <w:rPr>
          <w:rtl/>
        </w:rPr>
        <w:t xml:space="preserve"> </w:t>
      </w:r>
      <w:r w:rsidRPr="00D95A45">
        <w:rPr>
          <w:rtl/>
        </w:rPr>
        <w:t>فما من امرأة اليوم من نساء المسلمين الا وهي تعلم ان المرأة المسلمة لا يحل لها أن تتزوج زوجين</w:t>
      </w:r>
      <w:r w:rsidR="00CC15EB">
        <w:rPr>
          <w:rtl/>
        </w:rPr>
        <w:t>،</w:t>
      </w:r>
      <w:r>
        <w:rPr>
          <w:rtl/>
        </w:rPr>
        <w:t xml:space="preserve"> </w:t>
      </w:r>
      <w:r w:rsidRPr="00D95A45">
        <w:rPr>
          <w:rtl/>
        </w:rPr>
        <w:t>قال</w:t>
      </w:r>
      <w:r w:rsidR="00CC15EB">
        <w:rPr>
          <w:rtl/>
        </w:rPr>
        <w:t>:</w:t>
      </w:r>
      <w:r>
        <w:rPr>
          <w:rtl/>
        </w:rPr>
        <w:t xml:space="preserve"> </w:t>
      </w:r>
      <w:r w:rsidRPr="00D95A45">
        <w:rPr>
          <w:rtl/>
        </w:rPr>
        <w:t>ولو ان المرأة إذا فجرت قالت لم ادر أو جهلت ان الذي فعلت حرام ولم يقم عليها الحد إذا لتعطلت الحدود.</w:t>
      </w:r>
    </w:p>
    <w:p w:rsidR="00AC7755" w:rsidRDefault="00D45E0E" w:rsidP="00AC7755">
      <w:pPr>
        <w:pStyle w:val="libNormal"/>
        <w:rPr>
          <w:rtl/>
        </w:rPr>
      </w:pPr>
      <w:r w:rsidRPr="00D95A45">
        <w:rPr>
          <w:rtl/>
        </w:rPr>
        <w:t>(61) 61</w:t>
      </w:r>
      <w:r w:rsidR="00CC15EB">
        <w:rPr>
          <w:rtl/>
        </w:rPr>
        <w:t xml:space="preserve"> - </w:t>
      </w:r>
      <w:r w:rsidRPr="00D95A45">
        <w:rPr>
          <w:rtl/>
        </w:rPr>
        <w:t>علي بن ابراهيم عن ابيه عن الحسن بن محبوب عن ابي ايوب عن يزيد الكناسي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امرأة تزوجت في عدتها قال</w:t>
      </w:r>
      <w:r w:rsidR="00CC15EB">
        <w:rPr>
          <w:rtl/>
        </w:rPr>
        <w:t>:</w:t>
      </w:r>
      <w:r>
        <w:rPr>
          <w:rtl/>
        </w:rPr>
        <w:t xml:space="preserve"> </w:t>
      </w:r>
      <w:r w:rsidRPr="00D95A45">
        <w:rPr>
          <w:rtl/>
        </w:rPr>
        <w:t>ان كانت تزوجت في عدة طلاق لزوجها عليها الرجعة فإن عليها الرجم</w:t>
      </w:r>
      <w:r w:rsidR="00CC15EB">
        <w:rPr>
          <w:rtl/>
        </w:rPr>
        <w:t>،</w:t>
      </w:r>
      <w:r>
        <w:rPr>
          <w:rtl/>
        </w:rPr>
        <w:t xml:space="preserve"> </w:t>
      </w:r>
      <w:r w:rsidRPr="00D95A45">
        <w:rPr>
          <w:rtl/>
        </w:rPr>
        <w:t>وان كانت تزوجت في عدة ليس لزوجها عليها الرجعة فان عليها حد الزاني غير المحصن</w:t>
      </w:r>
      <w:r w:rsidR="00CC15EB">
        <w:rPr>
          <w:rtl/>
        </w:rPr>
        <w:t>،</w:t>
      </w:r>
      <w:r>
        <w:rPr>
          <w:rtl/>
        </w:rPr>
        <w:t xml:space="preserve"> </w:t>
      </w:r>
      <w:r w:rsidRPr="00D95A45">
        <w:rPr>
          <w:rtl/>
        </w:rPr>
        <w:t>وان كانت تزوجت في عدة بعد موت زوجها من قبل انقضاء الاربعة اشهر والعشرة ايام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60</w:t>
      </w:r>
      <w:r>
        <w:rPr>
          <w:rtl/>
        </w:rPr>
        <w:t xml:space="preserve"> - </w:t>
      </w:r>
      <w:r w:rsidR="00D45E0E" w:rsidRPr="00D95A45">
        <w:rPr>
          <w:rtl/>
        </w:rPr>
        <w:t>الكافي ج 2 ص 291</w:t>
      </w:r>
    </w:p>
    <w:p w:rsidR="00AC7755" w:rsidRDefault="00CC15EB" w:rsidP="00AC7755">
      <w:pPr>
        <w:pStyle w:val="libFootnote0"/>
        <w:rPr>
          <w:rtl/>
        </w:rPr>
      </w:pPr>
      <w:r>
        <w:rPr>
          <w:rtl/>
        </w:rPr>
        <w:t>-</w:t>
      </w:r>
      <w:r w:rsidR="00D45E0E" w:rsidRPr="00DA0376">
        <w:rPr>
          <w:rtl/>
        </w:rPr>
        <w:t xml:space="preserve"> 61</w:t>
      </w:r>
      <w:r>
        <w:rPr>
          <w:rtl/>
        </w:rPr>
        <w:t xml:space="preserve"> - </w:t>
      </w:r>
      <w:r w:rsidR="00D45E0E" w:rsidRPr="00DA0376">
        <w:rPr>
          <w:rtl/>
        </w:rPr>
        <w:t>الكافي ج 2 ص 291 الفقيه ج 4 ص 26 بدون الذيل</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فلا رجم عليها وعليها ضرب مائة جلدة قلت</w:t>
      </w:r>
      <w:r w:rsidR="00CC15EB">
        <w:rPr>
          <w:rtl/>
        </w:rPr>
        <w:t>:</w:t>
      </w:r>
      <w:r>
        <w:rPr>
          <w:rtl/>
        </w:rPr>
        <w:t xml:space="preserve"> </w:t>
      </w:r>
      <w:r w:rsidRPr="007277FF">
        <w:rPr>
          <w:rtl/>
        </w:rPr>
        <w:t>ارأيت ان كان ذلك منها بجهالة قال فقال</w:t>
      </w:r>
      <w:r w:rsidR="00CC15EB">
        <w:rPr>
          <w:rtl/>
        </w:rPr>
        <w:t>:</w:t>
      </w:r>
      <w:r>
        <w:rPr>
          <w:rtl/>
        </w:rPr>
        <w:t xml:space="preserve"> </w:t>
      </w:r>
      <w:r w:rsidRPr="007277FF">
        <w:rPr>
          <w:rtl/>
        </w:rPr>
        <w:t>ما من امرأة اليوم من نساء المسلمين الا وهي تعلم أن عليها عدة في طلاق أو موت ولقد كن نساء الجاهلية يعرفن ذلك</w:t>
      </w:r>
      <w:r w:rsidR="00CC15EB">
        <w:rPr>
          <w:rtl/>
        </w:rPr>
        <w:t>،</w:t>
      </w:r>
      <w:r>
        <w:rPr>
          <w:rtl/>
        </w:rPr>
        <w:t xml:space="preserve"> </w:t>
      </w:r>
      <w:r w:rsidRPr="007277FF">
        <w:rPr>
          <w:rtl/>
        </w:rPr>
        <w:t>قلت</w:t>
      </w:r>
      <w:r w:rsidR="00CC15EB">
        <w:rPr>
          <w:rtl/>
        </w:rPr>
        <w:t>:</w:t>
      </w:r>
      <w:r>
        <w:rPr>
          <w:rtl/>
        </w:rPr>
        <w:t xml:space="preserve"> </w:t>
      </w:r>
      <w:r w:rsidRPr="007277FF">
        <w:rPr>
          <w:rtl/>
        </w:rPr>
        <w:t>فان كانت تعلم أن عليها عدة ولا تدري كم هي</w:t>
      </w:r>
      <w:r>
        <w:rPr>
          <w:rtl/>
        </w:rPr>
        <w:t>؟</w:t>
      </w:r>
      <w:r w:rsidRPr="007277FF">
        <w:rPr>
          <w:rtl/>
        </w:rPr>
        <w:t xml:space="preserve"> فقال</w:t>
      </w:r>
      <w:r w:rsidR="00CC15EB">
        <w:rPr>
          <w:rtl/>
        </w:rPr>
        <w:t>:</w:t>
      </w:r>
      <w:r>
        <w:rPr>
          <w:rtl/>
        </w:rPr>
        <w:t xml:space="preserve"> </w:t>
      </w:r>
      <w:r w:rsidRPr="007277FF">
        <w:rPr>
          <w:rtl/>
        </w:rPr>
        <w:t>إذا علمت ان عليها العدة لزمتها الحجة فتسأل حتى تعلم</w:t>
      </w:r>
      <w:r w:rsidR="00CC15EB">
        <w:rPr>
          <w:rtl/>
        </w:rPr>
        <w:t>،</w:t>
      </w:r>
      <w:r>
        <w:rPr>
          <w:rtl/>
        </w:rPr>
        <w:t xml:space="preserve"> </w:t>
      </w:r>
    </w:p>
    <w:p w:rsidR="00AC7755" w:rsidRDefault="00D45E0E" w:rsidP="00AC7755">
      <w:pPr>
        <w:pStyle w:val="libNormal"/>
        <w:rPr>
          <w:rtl/>
        </w:rPr>
      </w:pPr>
      <w:r w:rsidRPr="00D95A45">
        <w:rPr>
          <w:rtl/>
        </w:rPr>
        <w:t>(62) 62</w:t>
      </w:r>
      <w:r w:rsidR="00CC15EB">
        <w:rPr>
          <w:rtl/>
        </w:rPr>
        <w:t xml:space="preserve"> - </w:t>
      </w:r>
      <w:r w:rsidRPr="00D95A45">
        <w:rPr>
          <w:rtl/>
        </w:rPr>
        <w:t xml:space="preserve">علي بن ابراهيم عن ابيه عن اسماعيل بن مرار عن يونس عن ابي بصير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امرأة تزوجها رجل فوجد لها زوجا قال</w:t>
      </w:r>
      <w:r w:rsidR="00CC15EB">
        <w:rPr>
          <w:rtl/>
        </w:rPr>
        <w:t>:</w:t>
      </w:r>
      <w:r>
        <w:rPr>
          <w:rtl/>
        </w:rPr>
        <w:t xml:space="preserve"> </w:t>
      </w:r>
      <w:r w:rsidRPr="00D95A45">
        <w:rPr>
          <w:rtl/>
        </w:rPr>
        <w:t>عليه الجلد وعليها الرجم لأنه قد تقدم بعلم</w:t>
      </w:r>
      <w:r w:rsidRPr="00AC7755">
        <w:rPr>
          <w:rStyle w:val="libFootnotenumChar"/>
          <w:rtl/>
        </w:rPr>
        <w:t xml:space="preserve"> (1) </w:t>
      </w:r>
      <w:r w:rsidRPr="00D95A45">
        <w:rPr>
          <w:rtl/>
        </w:rPr>
        <w:t>وتقدمت هي بعلم وكفارته ان لم يقدم إلى الامام ان يتصدق بخمسة أصوع دقيقا.</w:t>
      </w:r>
    </w:p>
    <w:p w:rsidR="00AC7755" w:rsidRDefault="00D45E0E" w:rsidP="00AC7755">
      <w:pPr>
        <w:pStyle w:val="libNormal"/>
        <w:rPr>
          <w:rtl/>
        </w:rPr>
      </w:pPr>
      <w:r w:rsidRPr="00D95A45">
        <w:rPr>
          <w:rtl/>
        </w:rPr>
        <w:t>(63) 63</w:t>
      </w:r>
      <w:r w:rsidR="00CC15EB">
        <w:rPr>
          <w:rtl/>
        </w:rPr>
        <w:t xml:space="preserve"> - </w:t>
      </w:r>
      <w:r w:rsidRPr="00D95A45">
        <w:rPr>
          <w:rtl/>
        </w:rPr>
        <w:t xml:space="preserve">احمد بن محمد عن ابن محبوب عن يونس بن يعقوب عن ابى بصير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سئل عن امرأة كان لها زوج غائبا عنها فتزوجت زوجا آخر فقال</w:t>
      </w:r>
      <w:r w:rsidR="00CC15EB">
        <w:rPr>
          <w:rtl/>
        </w:rPr>
        <w:t>:</w:t>
      </w:r>
      <w:r>
        <w:rPr>
          <w:rtl/>
        </w:rPr>
        <w:t xml:space="preserve"> </w:t>
      </w:r>
      <w:r w:rsidRPr="00D95A45">
        <w:rPr>
          <w:rtl/>
        </w:rPr>
        <w:t>أن رفعت إلى الامام ثم شهد عليها شهود ان لها زوجا غائبا وان مادته وخبره يأتيها منه وانها تزوجت زوجا آخر كان على الامام ان يحدها ويفرق بينها وبين الذي تزوجها</w:t>
      </w:r>
      <w:r w:rsidR="00CC15EB">
        <w:rPr>
          <w:rtl/>
        </w:rPr>
        <w:t>،</w:t>
      </w:r>
      <w:r>
        <w:rPr>
          <w:rtl/>
        </w:rPr>
        <w:t xml:space="preserve"> </w:t>
      </w:r>
      <w:r w:rsidRPr="00D95A45">
        <w:rPr>
          <w:rtl/>
        </w:rPr>
        <w:t>قلت</w:t>
      </w:r>
      <w:r w:rsidR="00CC15EB">
        <w:rPr>
          <w:rtl/>
        </w:rPr>
        <w:t>:</w:t>
      </w:r>
      <w:r>
        <w:rPr>
          <w:rtl/>
        </w:rPr>
        <w:t xml:space="preserve"> </w:t>
      </w:r>
      <w:r w:rsidRPr="00D95A45">
        <w:rPr>
          <w:rtl/>
        </w:rPr>
        <w:t>فالمهر الذي اخذت منه كيف يصنع به</w:t>
      </w:r>
      <w:r>
        <w:rPr>
          <w:rtl/>
        </w:rPr>
        <w:t>؟</w:t>
      </w:r>
      <w:r w:rsidRPr="00D95A45">
        <w:rPr>
          <w:rtl/>
        </w:rPr>
        <w:t xml:space="preserve"> قال</w:t>
      </w:r>
      <w:r w:rsidR="00CC15EB">
        <w:rPr>
          <w:rtl/>
        </w:rPr>
        <w:t>:</w:t>
      </w:r>
      <w:r>
        <w:rPr>
          <w:rtl/>
        </w:rPr>
        <w:t xml:space="preserve"> </w:t>
      </w:r>
      <w:r w:rsidRPr="00D95A45">
        <w:rPr>
          <w:rtl/>
        </w:rPr>
        <w:t>ان اصاب منها شيئا فلتأخذه وان لم يصب منها شيئا فان كل ما أخذت منه حرام عليها مثل اجر الفاجرة.</w:t>
      </w:r>
    </w:p>
    <w:p w:rsidR="00AC7755" w:rsidRDefault="00D45E0E" w:rsidP="00AC7755">
      <w:pPr>
        <w:pStyle w:val="libNormal"/>
        <w:rPr>
          <w:rtl/>
        </w:rPr>
      </w:pPr>
      <w:r w:rsidRPr="00D95A45">
        <w:rPr>
          <w:rtl/>
        </w:rPr>
        <w:t>(64) 64</w:t>
      </w:r>
      <w:r w:rsidR="00CC15EB">
        <w:rPr>
          <w:rtl/>
        </w:rPr>
        <w:t xml:space="preserve"> - </w:t>
      </w:r>
      <w:r w:rsidRPr="00D95A45">
        <w:rPr>
          <w:rtl/>
        </w:rPr>
        <w:t xml:space="preserve">علي بن ابراهيم عن ابيه عن ابن ابى عمير عن حماد عن الحلبي عن ابي عبد الله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ضرب رجلا تزوج امرأة في نفاسها قبل ان تطهر الحد.</w:t>
      </w:r>
    </w:p>
    <w:p w:rsidR="00AC7755" w:rsidRDefault="00D45E0E" w:rsidP="00AC7755">
      <w:pPr>
        <w:pStyle w:val="libNormal"/>
        <w:rPr>
          <w:rtl/>
        </w:rPr>
      </w:pPr>
      <w:r w:rsidRPr="00D95A45">
        <w:rPr>
          <w:rtl/>
        </w:rPr>
        <w:t>قال محمد بن الحسن</w:t>
      </w:r>
      <w:r w:rsidR="00CC15EB">
        <w:rPr>
          <w:rtl/>
        </w:rPr>
        <w:t>:</w:t>
      </w:r>
      <w:r>
        <w:rPr>
          <w:rtl/>
        </w:rPr>
        <w:t xml:space="preserve"> </w:t>
      </w:r>
      <w:r w:rsidRPr="00D95A45">
        <w:rPr>
          <w:rtl/>
        </w:rPr>
        <w:t xml:space="preserve">كان أبو جعفر محمد بن علي بن الحسين بن بابويه </w:t>
      </w:r>
      <w:r w:rsidR="00AC7755" w:rsidRPr="00AC7755">
        <w:rPr>
          <w:rStyle w:val="libAlaemChar"/>
          <w:rtl/>
        </w:rPr>
        <w:t>رحمه‌الله</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في الكافي (بغير علم) وعليه يشكل توجه الحكم على الجاهل.</w:t>
      </w:r>
    </w:p>
    <w:p w:rsidR="00CC15EB" w:rsidRDefault="00CC15EB" w:rsidP="00AC7755">
      <w:pPr>
        <w:pStyle w:val="libFootnote0"/>
        <w:rPr>
          <w:rtl/>
        </w:rPr>
      </w:pPr>
      <w:r>
        <w:rPr>
          <w:rtl/>
        </w:rPr>
        <w:t>-</w:t>
      </w:r>
      <w:r w:rsidR="00D45E0E" w:rsidRPr="007277FF">
        <w:rPr>
          <w:rtl/>
        </w:rPr>
        <w:t xml:space="preserve"> 62</w:t>
      </w:r>
      <w:r>
        <w:rPr>
          <w:rtl/>
        </w:rPr>
        <w:t xml:space="preserve"> - </w:t>
      </w:r>
      <w:r w:rsidR="00D45E0E" w:rsidRPr="007277FF">
        <w:rPr>
          <w:rtl/>
        </w:rPr>
        <w:t>الاستبصار ج 4 ص 209 الكافي ج 2 ص 291 63</w:t>
      </w:r>
    </w:p>
    <w:p w:rsidR="00AC7755" w:rsidRDefault="00CC15EB" w:rsidP="00AC7755">
      <w:pPr>
        <w:pStyle w:val="libFootnote0"/>
        <w:rPr>
          <w:rtl/>
        </w:rPr>
      </w:pPr>
      <w:r>
        <w:rPr>
          <w:rtl/>
        </w:rPr>
        <w:t>-</w:t>
      </w:r>
      <w:r w:rsidR="00D45E0E" w:rsidRPr="00DA0376">
        <w:rPr>
          <w:rtl/>
        </w:rPr>
        <w:t xml:space="preserve"> 64</w:t>
      </w:r>
      <w:r>
        <w:rPr>
          <w:rtl/>
        </w:rPr>
        <w:t xml:space="preserve"> - </w:t>
      </w:r>
      <w:r w:rsidR="00D45E0E" w:rsidRPr="00DA0376">
        <w:rPr>
          <w:rtl/>
        </w:rPr>
        <w:t>الكافي ج 2 ص 291 واخرج الثاني الصدوق في الفقيه ج 4 ص 19</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يقول في هذا الحديث انه انما ضربه الحد لأنه كان وطئها لأنه لو لم يكن وطئها لما وجب عليها الحد لأنها قد خرجت من العدة بوضعها ما في بطنها. وهذا الذي ذكره </w:t>
      </w:r>
      <w:r w:rsidR="00AC7755" w:rsidRPr="00AC7755">
        <w:rPr>
          <w:rStyle w:val="libAlaemChar"/>
          <w:rtl/>
        </w:rPr>
        <w:t>رحمه‌الله</w:t>
      </w:r>
      <w:r w:rsidRPr="00DA0376">
        <w:rPr>
          <w:rtl/>
        </w:rPr>
        <w:t xml:space="preserve"> يحتمل إذا كانت المرأة مطلقة فاما إذا قدرنا انها كانت متوفى عنها زوجها فوضعها الحمل لا يخرجها عن العدة بل تحتاج ان تستوفي العدة اربعة اشهر وعشرة ايام وقد بينا ذلك في كتاب النكاح</w:t>
      </w:r>
      <w:r w:rsidR="00CC15EB">
        <w:rPr>
          <w:rtl/>
        </w:rPr>
        <w:t>،</w:t>
      </w:r>
      <w:r>
        <w:rPr>
          <w:rtl/>
        </w:rPr>
        <w:t xml:space="preserve"> </w:t>
      </w:r>
      <w:r w:rsidRPr="00DA0376">
        <w:rPr>
          <w:rtl/>
        </w:rPr>
        <w:t xml:space="preserve">وإذا كان الامر على ما ذكرناه فامير المؤمنين </w:t>
      </w:r>
      <w:r w:rsidR="00AC7755" w:rsidRPr="00AC7755">
        <w:rPr>
          <w:rStyle w:val="libAlaemChar"/>
          <w:rtl/>
        </w:rPr>
        <w:t>عليه‌السلام</w:t>
      </w:r>
      <w:r w:rsidRPr="00DA0376">
        <w:rPr>
          <w:rtl/>
        </w:rPr>
        <w:t xml:space="preserve"> انما ضربه لانها لم تخرج بعد من العدة التي هي عدة المتوفى عنها زوجها</w:t>
      </w:r>
      <w:r w:rsidR="00CC15EB">
        <w:rPr>
          <w:rtl/>
        </w:rPr>
        <w:t>،</w:t>
      </w:r>
      <w:r>
        <w:rPr>
          <w:rtl/>
        </w:rPr>
        <w:t xml:space="preserve"> </w:t>
      </w:r>
      <w:r w:rsidRPr="00DA0376">
        <w:rPr>
          <w:rtl/>
        </w:rPr>
        <w:t>والوجهان جميعا محتملان.</w:t>
      </w:r>
    </w:p>
    <w:p w:rsidR="00AC7755" w:rsidRDefault="00D45E0E" w:rsidP="00AC7755">
      <w:pPr>
        <w:pStyle w:val="libNormal"/>
        <w:rPr>
          <w:rtl/>
        </w:rPr>
      </w:pPr>
      <w:r w:rsidRPr="00D95A45">
        <w:rPr>
          <w:rtl/>
        </w:rPr>
        <w:t>(65) 65</w:t>
      </w:r>
      <w:r w:rsidR="00CC15EB">
        <w:rPr>
          <w:rtl/>
        </w:rPr>
        <w:t xml:space="preserve"> - </w:t>
      </w:r>
      <w:r w:rsidRPr="00D95A45">
        <w:rPr>
          <w:rtl/>
        </w:rPr>
        <w:t xml:space="preserve">فاما ما رواه محد بن احمد يحيى عن احمد بن الحسن ابن علي بن فضال عن عمرو بن سعيد عن مصدق بن صدقة عن عمار بن موسى الساباطي عن ابي عبد الله </w:t>
      </w:r>
      <w:r w:rsidR="00AC7755" w:rsidRPr="00AC7755">
        <w:rPr>
          <w:rStyle w:val="libAlaemChar"/>
          <w:rtl/>
        </w:rPr>
        <w:t>عليه‌السلام</w:t>
      </w:r>
      <w:r w:rsidRPr="00D95A45">
        <w:rPr>
          <w:rtl/>
        </w:rPr>
        <w:t xml:space="preserve"> عن رجل كانت له امرأة فطلقها أو ماتت فزنى قال</w:t>
      </w:r>
      <w:r w:rsidR="00CC15EB">
        <w:rPr>
          <w:rtl/>
        </w:rPr>
        <w:t>:</w:t>
      </w:r>
      <w:r>
        <w:rPr>
          <w:rtl/>
        </w:rPr>
        <w:t xml:space="preserve"> </w:t>
      </w:r>
      <w:r w:rsidRPr="00D95A45">
        <w:rPr>
          <w:rtl/>
        </w:rPr>
        <w:t>عليه الرجم وعن امرأة كان لها زوج فطلقها أو مات ثم زنت عليها الرجم</w:t>
      </w:r>
      <w:r>
        <w:rPr>
          <w:rtl/>
        </w:rPr>
        <w:t>؟</w:t>
      </w:r>
      <w:r w:rsidRPr="00D95A45">
        <w:rPr>
          <w:rtl/>
        </w:rPr>
        <w:t xml:space="preserve"> قال</w:t>
      </w:r>
      <w:r w:rsidR="00CC15EB">
        <w:rPr>
          <w:rtl/>
        </w:rPr>
        <w:t>:</w:t>
      </w:r>
      <w:r>
        <w:rPr>
          <w:rtl/>
        </w:rPr>
        <w:t xml:space="preserve"> </w:t>
      </w:r>
      <w:r w:rsidRPr="00D95A45">
        <w:rPr>
          <w:rtl/>
        </w:rPr>
        <w:t>نعم. قال محمد بن الحسن</w:t>
      </w:r>
      <w:r w:rsidR="00CC15EB">
        <w:rPr>
          <w:rtl/>
        </w:rPr>
        <w:t>:</w:t>
      </w:r>
      <w:r>
        <w:rPr>
          <w:rtl/>
        </w:rPr>
        <w:t xml:space="preserve"> </w:t>
      </w:r>
      <w:r w:rsidRPr="00D95A45">
        <w:rPr>
          <w:rtl/>
        </w:rPr>
        <w:t>ما يتضمن هذا الخبر من حكم الرجل انه إذا طلق امرأته أو ماتت فزنى ان عليه الرجم لا ينافي ما قدمناه من الاخبار لان كونه مطلقا يحتمل ان يكون انما كان طلاقا يملك فيه الرجعة فهو محصن لأنه متمكن من وطئها بالمراجعة. وان كانت بائنة أو ماتت هي فلا يمتنع ان يكون انما أوجب عليها الرجم إذا كان عنده امرأة اخرى تحصنه</w:t>
      </w:r>
      <w:r w:rsidR="00CC15EB">
        <w:rPr>
          <w:rtl/>
        </w:rPr>
        <w:t>،</w:t>
      </w:r>
      <w:r>
        <w:rPr>
          <w:rtl/>
        </w:rPr>
        <w:t xml:space="preserve"> </w:t>
      </w:r>
      <w:r w:rsidRPr="00D95A45">
        <w:rPr>
          <w:rtl/>
        </w:rPr>
        <w:t>واما حكم المرأة إذا طلقها زوجها انما يجب عليه الرجم إذا كان الطلاق رجعيا حسب ما قدمناه في الرجل</w:t>
      </w:r>
      <w:r w:rsidR="00CC15EB">
        <w:rPr>
          <w:rtl/>
        </w:rPr>
        <w:t>،</w:t>
      </w:r>
      <w:r>
        <w:rPr>
          <w:rtl/>
        </w:rPr>
        <w:t xml:space="preserve"> </w:t>
      </w:r>
      <w:r w:rsidRPr="00D95A45">
        <w:rPr>
          <w:rtl/>
        </w:rPr>
        <w:t>واما موت الرجل فلا يحصنها بعد ذلك فإذا زنت في العدة فليس عليها غير الجلد</w:t>
      </w:r>
      <w:r w:rsidR="00CC15EB">
        <w:rPr>
          <w:rtl/>
        </w:rPr>
        <w:t>،</w:t>
      </w:r>
      <w:r>
        <w:rPr>
          <w:rtl/>
        </w:rPr>
        <w:t xml:space="preserve"> </w:t>
      </w:r>
      <w:r w:rsidRPr="00D95A45">
        <w:rPr>
          <w:rtl/>
        </w:rPr>
        <w:t>ويحتمل ان يكون ذلك وهما من الراوي.</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65</w:t>
      </w:r>
      <w:r>
        <w:rPr>
          <w:rtl/>
        </w:rPr>
        <w:t xml:space="preserve"> - </w:t>
      </w:r>
      <w:r w:rsidR="00D45E0E" w:rsidRPr="00D95A45">
        <w:rPr>
          <w:rtl/>
        </w:rPr>
        <w:t>الاستبصار ج 4 ص 207</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(66) 66</w:t>
      </w:r>
      <w:r w:rsidR="00CC15EB">
        <w:rPr>
          <w:rtl/>
        </w:rPr>
        <w:t xml:space="preserve"> - </w:t>
      </w:r>
      <w:r w:rsidRPr="00D95A45">
        <w:rPr>
          <w:rtl/>
        </w:rPr>
        <w:t>سهل بن زياد عن عبد الله بن بكير عن ابيه قال</w:t>
      </w:r>
      <w:r w:rsidR="00CC15EB">
        <w:rPr>
          <w:rtl/>
        </w:rPr>
        <w:t>:</w:t>
      </w:r>
      <w:r>
        <w:rPr>
          <w:rtl/>
        </w:rPr>
        <w:t xml:space="preserve"> </w:t>
      </w:r>
      <w:r w:rsidRPr="00D95A45">
        <w:rPr>
          <w:rtl/>
        </w:rPr>
        <w:t>قال</w:t>
      </w:r>
      <w:r w:rsidR="00CC15EB">
        <w:rPr>
          <w:rtl/>
        </w:rPr>
        <w:t>:</w:t>
      </w:r>
      <w:r>
        <w:rPr>
          <w:rtl/>
        </w:rPr>
        <w:t xml:space="preserve"> </w:t>
      </w:r>
      <w:r w:rsidRPr="00D95A45">
        <w:rPr>
          <w:rtl/>
        </w:rPr>
        <w:t xml:space="preserve">أبو عبد الله </w:t>
      </w:r>
      <w:r w:rsidR="00AC7755" w:rsidRPr="00AC7755">
        <w:rPr>
          <w:rStyle w:val="libAlaemChar"/>
          <w:rtl/>
        </w:rPr>
        <w:t>عليه‌السلام</w:t>
      </w:r>
      <w:r w:rsidRPr="00D95A45">
        <w:rPr>
          <w:rtl/>
        </w:rPr>
        <w:t xml:space="preserve"> من اتى ذات محرم ضرب ضربة بالسيف اخذت منه ما اخذت.</w:t>
      </w:r>
    </w:p>
    <w:p w:rsidR="00AC7755" w:rsidRDefault="00D45E0E" w:rsidP="00AC7755">
      <w:pPr>
        <w:pStyle w:val="libNormal"/>
        <w:rPr>
          <w:rtl/>
        </w:rPr>
      </w:pPr>
      <w:r w:rsidRPr="00D95A45">
        <w:rPr>
          <w:rtl/>
        </w:rPr>
        <w:t>(67) 67</w:t>
      </w:r>
      <w:r w:rsidR="00CC15EB">
        <w:rPr>
          <w:rtl/>
        </w:rPr>
        <w:t xml:space="preserve"> - </w:t>
      </w:r>
      <w:r w:rsidRPr="00D95A45">
        <w:rPr>
          <w:rtl/>
        </w:rPr>
        <w:t>احمد بن محمد بن خالد عن ابيه عن ابن بكير عن رجل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Pr="00D95A45">
        <w:rPr>
          <w:rtl/>
        </w:rPr>
        <w:t xml:space="preserve"> الرجل يأتي ذات محرم قال</w:t>
      </w:r>
      <w:r w:rsidR="00CC15EB">
        <w:rPr>
          <w:rtl/>
        </w:rPr>
        <w:t>:</w:t>
      </w:r>
      <w:r>
        <w:rPr>
          <w:rtl/>
        </w:rPr>
        <w:t xml:space="preserve"> </w:t>
      </w:r>
      <w:r w:rsidRPr="00D95A45">
        <w:rPr>
          <w:rtl/>
        </w:rPr>
        <w:t>يضرب ضربة بالسيف قال ابن بكير</w:t>
      </w:r>
      <w:r w:rsidR="00CC15EB">
        <w:rPr>
          <w:rtl/>
        </w:rPr>
        <w:t>:</w:t>
      </w:r>
      <w:r>
        <w:rPr>
          <w:rtl/>
        </w:rPr>
        <w:t xml:space="preserve"> </w:t>
      </w:r>
      <w:r w:rsidRPr="00D95A45">
        <w:rPr>
          <w:rtl/>
        </w:rPr>
        <w:t>حدثني حريز عن بكير بذلك.</w:t>
      </w:r>
    </w:p>
    <w:p w:rsidR="00AC7755" w:rsidRDefault="00D45E0E" w:rsidP="00AC7755">
      <w:pPr>
        <w:pStyle w:val="libNormal"/>
        <w:rPr>
          <w:rtl/>
        </w:rPr>
      </w:pPr>
      <w:r w:rsidRPr="00D95A45">
        <w:rPr>
          <w:rtl/>
        </w:rPr>
        <w:t>(68) 68</w:t>
      </w:r>
      <w:r w:rsidR="00CC15EB">
        <w:rPr>
          <w:rtl/>
        </w:rPr>
        <w:t xml:space="preserve"> - </w:t>
      </w:r>
      <w:r w:rsidRPr="00D95A45">
        <w:rPr>
          <w:rtl/>
        </w:rPr>
        <w:t>الحسن بن محبوب عن ابي ايوب قال</w:t>
      </w:r>
      <w:r w:rsidR="00CC15EB">
        <w:rPr>
          <w:rtl/>
        </w:rPr>
        <w:t>:</w:t>
      </w:r>
      <w:r>
        <w:rPr>
          <w:rtl/>
        </w:rPr>
        <w:t xml:space="preserve"> </w:t>
      </w:r>
      <w:r w:rsidRPr="00D95A45">
        <w:rPr>
          <w:rtl/>
        </w:rPr>
        <w:t xml:space="preserve">سمعت بكير بن اعين يروى عن احدهما </w:t>
      </w:r>
      <w:r w:rsidR="00AC7755" w:rsidRPr="00AC7755">
        <w:rPr>
          <w:rStyle w:val="libAlaemChar"/>
          <w:rtl/>
        </w:rPr>
        <w:t>عليهما‌السلام</w:t>
      </w:r>
      <w:r w:rsidRPr="00D95A45">
        <w:rPr>
          <w:rtl/>
        </w:rPr>
        <w:t xml:space="preserve"> قال</w:t>
      </w:r>
      <w:r w:rsidR="00CC15EB">
        <w:rPr>
          <w:rtl/>
        </w:rPr>
        <w:t>:</w:t>
      </w:r>
      <w:r>
        <w:rPr>
          <w:rtl/>
        </w:rPr>
        <w:t xml:space="preserve"> </w:t>
      </w:r>
      <w:r w:rsidRPr="00D95A45">
        <w:rPr>
          <w:rtl/>
        </w:rPr>
        <w:t>من زنى بذات محرم حتى يواقعها ضرب ضربة بالسيف اخذت منه ما اخذت</w:t>
      </w:r>
      <w:r w:rsidR="00CC15EB">
        <w:rPr>
          <w:rtl/>
        </w:rPr>
        <w:t>،</w:t>
      </w:r>
      <w:r>
        <w:rPr>
          <w:rtl/>
        </w:rPr>
        <w:t xml:space="preserve"> </w:t>
      </w:r>
      <w:r w:rsidRPr="00D95A45">
        <w:rPr>
          <w:rtl/>
        </w:rPr>
        <w:t>وان كانت تابعته ضربت ضربة بالسيف اخذت منها ما اخذت</w:t>
      </w:r>
      <w:r w:rsidR="00CC15EB">
        <w:rPr>
          <w:rtl/>
        </w:rPr>
        <w:t>،</w:t>
      </w:r>
      <w:r>
        <w:rPr>
          <w:rtl/>
        </w:rPr>
        <w:t xml:space="preserve"> </w:t>
      </w:r>
      <w:r w:rsidRPr="00D95A45">
        <w:rPr>
          <w:rtl/>
        </w:rPr>
        <w:t>قيل له</w:t>
      </w:r>
      <w:r w:rsidR="00CC15EB">
        <w:rPr>
          <w:rtl/>
        </w:rPr>
        <w:t>:</w:t>
      </w:r>
      <w:r>
        <w:rPr>
          <w:rtl/>
        </w:rPr>
        <w:t xml:space="preserve"> </w:t>
      </w:r>
      <w:r w:rsidRPr="00D95A45">
        <w:rPr>
          <w:rtl/>
        </w:rPr>
        <w:t>فمن يضربهما وليس لهما خصم</w:t>
      </w:r>
      <w:r>
        <w:rPr>
          <w:rtl/>
        </w:rPr>
        <w:t>؟</w:t>
      </w:r>
      <w:r w:rsidRPr="00D95A45">
        <w:rPr>
          <w:rtl/>
        </w:rPr>
        <w:t xml:space="preserve"> قال</w:t>
      </w:r>
      <w:r w:rsidR="00CC15EB">
        <w:rPr>
          <w:rtl/>
        </w:rPr>
        <w:t>:</w:t>
      </w:r>
      <w:r>
        <w:rPr>
          <w:rtl/>
        </w:rPr>
        <w:t xml:space="preserve"> </w:t>
      </w:r>
      <w:r w:rsidRPr="00D95A45">
        <w:rPr>
          <w:rtl/>
        </w:rPr>
        <w:t>ذاك على الامام إذا رفعا إليه.</w:t>
      </w:r>
    </w:p>
    <w:p w:rsidR="00AC7755" w:rsidRDefault="00D45E0E" w:rsidP="00AC7755">
      <w:pPr>
        <w:pStyle w:val="libNormal"/>
        <w:rPr>
          <w:rtl/>
        </w:rPr>
      </w:pPr>
      <w:r w:rsidRPr="00D95A45">
        <w:rPr>
          <w:rtl/>
        </w:rPr>
        <w:t>(69) 69</w:t>
      </w:r>
      <w:r w:rsidR="00CC15EB">
        <w:rPr>
          <w:rtl/>
        </w:rPr>
        <w:t xml:space="preserve"> - </w:t>
      </w:r>
      <w:r w:rsidRPr="00D95A45">
        <w:rPr>
          <w:rtl/>
        </w:rPr>
        <w:t>سهل بن زياد عن علي بن اسباط عن الحكم بن (مسكين) عن جميل بن دراج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Pr="00D95A45">
        <w:rPr>
          <w:rtl/>
        </w:rPr>
        <w:t xml:space="preserve"> اين يضرب هذه الضربة يعني من اتى ذات محرم</w:t>
      </w:r>
      <w:r>
        <w:rPr>
          <w:rtl/>
        </w:rPr>
        <w:t>؟</w:t>
      </w:r>
      <w:r w:rsidRPr="00D95A45">
        <w:rPr>
          <w:rtl/>
        </w:rPr>
        <w:t xml:space="preserve"> قال</w:t>
      </w:r>
      <w:r w:rsidR="00CC15EB">
        <w:rPr>
          <w:rtl/>
        </w:rPr>
        <w:t>:</w:t>
      </w:r>
      <w:r>
        <w:rPr>
          <w:rtl/>
        </w:rPr>
        <w:t xml:space="preserve"> </w:t>
      </w:r>
      <w:r w:rsidRPr="00D95A45">
        <w:rPr>
          <w:rtl/>
        </w:rPr>
        <w:t>يضرب عنقه أو قال رقبتة.</w:t>
      </w:r>
    </w:p>
    <w:p w:rsidR="00AC7755" w:rsidRDefault="00D45E0E" w:rsidP="00AC7755">
      <w:pPr>
        <w:pStyle w:val="libNormal"/>
        <w:rPr>
          <w:rtl/>
        </w:rPr>
      </w:pPr>
      <w:r w:rsidRPr="00D95A45">
        <w:rPr>
          <w:rtl/>
        </w:rPr>
        <w:t>(70) 70</w:t>
      </w:r>
      <w:r w:rsidR="00CC15EB">
        <w:rPr>
          <w:rtl/>
        </w:rPr>
        <w:t xml:space="preserve"> - </w:t>
      </w:r>
      <w:r w:rsidRPr="00D95A45">
        <w:rPr>
          <w:rtl/>
        </w:rPr>
        <w:t xml:space="preserve">محمد بن احمد بن يحيى عن بعض اصحابه عن محمد بن عبد الله بن مهران عمن ذكره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وقع على اخته قال</w:t>
      </w:r>
      <w:r w:rsidR="00CC15EB">
        <w:rPr>
          <w:rtl/>
        </w:rPr>
        <w:t>:</w:t>
      </w:r>
      <w:r>
        <w:rPr>
          <w:rtl/>
        </w:rPr>
        <w:t xml:space="preserve"> </w:t>
      </w:r>
      <w:r w:rsidRPr="00D95A45">
        <w:rPr>
          <w:rtl/>
        </w:rPr>
        <w:t>يضرب ضربة بالسيف</w:t>
      </w:r>
      <w:r w:rsidR="00CC15EB">
        <w:rPr>
          <w:rtl/>
        </w:rPr>
        <w:t>،</w:t>
      </w:r>
      <w:r>
        <w:rPr>
          <w:rtl/>
        </w:rPr>
        <w:t xml:space="preserve"> </w:t>
      </w:r>
      <w:r w:rsidRPr="00D95A45">
        <w:rPr>
          <w:rtl/>
        </w:rPr>
        <w:t>قلت</w:t>
      </w:r>
      <w:r w:rsidR="00CC15EB">
        <w:rPr>
          <w:rtl/>
        </w:rPr>
        <w:t>:</w:t>
      </w:r>
      <w:r>
        <w:rPr>
          <w:rtl/>
        </w:rPr>
        <w:t xml:space="preserve"> </w:t>
      </w:r>
      <w:r w:rsidRPr="00D95A45">
        <w:rPr>
          <w:rtl/>
        </w:rPr>
        <w:t>فانه يخلص</w:t>
      </w:r>
      <w:r>
        <w:rPr>
          <w:rtl/>
        </w:rPr>
        <w:t>؟</w:t>
      </w:r>
      <w:r w:rsidRPr="00D95A45">
        <w:rPr>
          <w:rtl/>
        </w:rPr>
        <w:t xml:space="preserve"> قال</w:t>
      </w:r>
      <w:r w:rsidR="00CC15EB">
        <w:rPr>
          <w:rtl/>
        </w:rPr>
        <w:t>:</w:t>
      </w:r>
      <w:r>
        <w:rPr>
          <w:rtl/>
        </w:rPr>
        <w:t xml:space="preserve"> </w:t>
      </w:r>
      <w:r w:rsidRPr="00D95A45">
        <w:rPr>
          <w:rtl/>
        </w:rPr>
        <w:t>يحبس ابدا حتى يموت</w:t>
      </w:r>
      <w:r w:rsidR="00CC15EB">
        <w:rPr>
          <w:rtl/>
        </w:rPr>
        <w:t>،</w:t>
      </w:r>
      <w:r>
        <w:rPr>
          <w:rtl/>
        </w:rPr>
        <w:t xml:space="preserve"> </w:t>
      </w:r>
    </w:p>
    <w:p w:rsidR="00AC7755" w:rsidRDefault="00D45E0E" w:rsidP="00AC7755">
      <w:pPr>
        <w:pStyle w:val="libNormal"/>
        <w:rPr>
          <w:rtl/>
        </w:rPr>
      </w:pPr>
      <w:r w:rsidRPr="00D95A45">
        <w:rPr>
          <w:rtl/>
        </w:rPr>
        <w:t>(71) 71</w:t>
      </w:r>
      <w:r w:rsidR="00CC15EB">
        <w:rPr>
          <w:rtl/>
        </w:rPr>
        <w:t xml:space="preserve"> - </w:t>
      </w:r>
      <w:r w:rsidRPr="00D95A45">
        <w:rPr>
          <w:rtl/>
        </w:rPr>
        <w:t xml:space="preserve">فاما ما رواه محمد بن علي بن محبوب عن احمد عن الحسين عن صفوان بن يحيى عن اسحاق بن عمار عن ابى بصير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66</w:t>
      </w:r>
      <w:r>
        <w:rPr>
          <w:rtl/>
        </w:rPr>
        <w:t xml:space="preserve"> - </w:t>
      </w:r>
      <w:r w:rsidR="00D45E0E" w:rsidRPr="00D95A45">
        <w:rPr>
          <w:rtl/>
        </w:rPr>
        <w:t>الاستبصار ج 4 ص 208 وفيه عن ابن ابى نصر عن عبد الله بن بكير</w:t>
      </w:r>
      <w:r>
        <w:rPr>
          <w:rtl/>
        </w:rPr>
        <w:t>،</w:t>
      </w:r>
      <w:r w:rsidR="00D45E0E">
        <w:rPr>
          <w:rtl/>
        </w:rPr>
        <w:t xml:space="preserve"> </w:t>
      </w:r>
      <w:r w:rsidR="00D45E0E" w:rsidRPr="00D95A45">
        <w:rPr>
          <w:rtl/>
        </w:rPr>
        <w:t>الكافي ج 4 ص 290 67</w:t>
      </w:r>
    </w:p>
    <w:p w:rsidR="00CC15EB" w:rsidRDefault="00CC15EB" w:rsidP="00AC7755">
      <w:pPr>
        <w:pStyle w:val="libFootnote0"/>
        <w:rPr>
          <w:rtl/>
        </w:rPr>
      </w:pPr>
      <w:r>
        <w:rPr>
          <w:rtl/>
        </w:rPr>
        <w:t>-</w:t>
      </w:r>
      <w:r w:rsidR="00D45E0E" w:rsidRPr="007277FF">
        <w:rPr>
          <w:rtl/>
        </w:rPr>
        <w:t xml:space="preserve"> 68</w:t>
      </w:r>
      <w:r>
        <w:rPr>
          <w:rtl/>
        </w:rPr>
        <w:t xml:space="preserve"> - </w:t>
      </w:r>
      <w:r w:rsidR="00D45E0E" w:rsidRPr="007277FF">
        <w:rPr>
          <w:rtl/>
        </w:rPr>
        <w:t>69</w:t>
      </w:r>
      <w:r>
        <w:rPr>
          <w:rFonts w:hint="cs"/>
          <w:rtl/>
        </w:rPr>
        <w:t xml:space="preserve"> - </w:t>
      </w:r>
      <w:r w:rsidR="00D45E0E" w:rsidRPr="007277FF">
        <w:rPr>
          <w:rtl/>
        </w:rPr>
        <w:t>70</w:t>
      </w:r>
      <w:r>
        <w:rPr>
          <w:rtl/>
        </w:rPr>
        <w:t xml:space="preserve"> - </w:t>
      </w:r>
      <w:r w:rsidR="00D45E0E" w:rsidRPr="007277FF">
        <w:rPr>
          <w:rtl/>
        </w:rPr>
        <w:t>الاستبصار ج 4 ص 208 الكافي ج 2 ص 290 واخرج الثالث والرابع الصدوق في الفقيه ج 4 ص 30</w:t>
      </w:r>
    </w:p>
    <w:p w:rsidR="00AC7755" w:rsidRDefault="00CC15EB" w:rsidP="00AC7755">
      <w:pPr>
        <w:pStyle w:val="libFootnote0"/>
        <w:rPr>
          <w:rtl/>
        </w:rPr>
      </w:pPr>
      <w:r>
        <w:rPr>
          <w:rtl/>
        </w:rPr>
        <w:t>-</w:t>
      </w:r>
      <w:r w:rsidR="00D45E0E" w:rsidRPr="00DA0376">
        <w:rPr>
          <w:rtl/>
        </w:rPr>
        <w:t xml:space="preserve"> 71</w:t>
      </w:r>
      <w:r>
        <w:rPr>
          <w:rtl/>
        </w:rPr>
        <w:t xml:space="preserve"> - </w:t>
      </w:r>
      <w:r w:rsidR="00D45E0E" w:rsidRPr="00DA0376">
        <w:rPr>
          <w:rtl/>
        </w:rPr>
        <w:t>الاستبصار ج 4 ص 208</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إذا زنى الرجل بذات محرم حد حد الزاني الا انه اعظم ذنبا.</w:t>
      </w:r>
    </w:p>
    <w:p w:rsidR="00AC7755" w:rsidRDefault="00D45E0E" w:rsidP="00AC7755">
      <w:pPr>
        <w:pStyle w:val="libNormal"/>
        <w:rPr>
          <w:rtl/>
        </w:rPr>
      </w:pPr>
      <w:r w:rsidRPr="007277FF">
        <w:rPr>
          <w:rtl/>
        </w:rPr>
        <w:t>فلا ينافي ما قدمناه من الأخبار من انه يجب عليه ضربة بالسيف لأنه إذا كان الغرض بالضربة قتله وفيما يجب على الزاني الرجم وهو يأتي على النفس فالامام مخير بين ان يضربه ضربة بالسيف أو يرجمه.</w:t>
      </w:r>
    </w:p>
    <w:p w:rsidR="00AC7755" w:rsidRDefault="00D45E0E" w:rsidP="00AC7755">
      <w:pPr>
        <w:pStyle w:val="libNormal"/>
        <w:rPr>
          <w:rtl/>
        </w:rPr>
      </w:pPr>
      <w:r w:rsidRPr="00D95A45">
        <w:rPr>
          <w:rtl/>
        </w:rPr>
        <w:t>(72) 72</w:t>
      </w:r>
      <w:r w:rsidR="00CC15EB">
        <w:rPr>
          <w:rtl/>
        </w:rPr>
        <w:t xml:space="preserve"> - </w:t>
      </w:r>
      <w:r w:rsidRPr="00D95A45">
        <w:rPr>
          <w:rtl/>
        </w:rPr>
        <w:t>محمد بن علي بن محبوب عن محمد بن عيسى العبيدي عن عبد الله بن محمد عن ابى هاشم البزاز عن حنان عن معاوية عن طريف بن سنان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Pr="00D95A45">
        <w:rPr>
          <w:rtl/>
        </w:rPr>
        <w:t xml:space="preserve"> اخبرني عن رجل باع امرأته قال</w:t>
      </w:r>
      <w:r w:rsidR="00CC15EB">
        <w:rPr>
          <w:rtl/>
        </w:rPr>
        <w:t>:</w:t>
      </w:r>
      <w:r>
        <w:rPr>
          <w:rtl/>
        </w:rPr>
        <w:t xml:space="preserve"> </w:t>
      </w:r>
      <w:r w:rsidRPr="00D95A45">
        <w:rPr>
          <w:rtl/>
        </w:rPr>
        <w:t>على الرجل أن تقطع يده وترجم المرأة وعلى الذي اشتراها ان وطئها ان كان محصنا ان يرجم ان علم وان لم يكن محصنا ان يجلد مائة جلدة وترجم المرأة ان كان الذي اشتراها وطئها.</w:t>
      </w:r>
    </w:p>
    <w:p w:rsidR="00AC7755" w:rsidRDefault="00D45E0E" w:rsidP="00AC7755">
      <w:pPr>
        <w:pStyle w:val="libNormal"/>
        <w:rPr>
          <w:rtl/>
        </w:rPr>
      </w:pPr>
      <w:r w:rsidRPr="00D95A45">
        <w:rPr>
          <w:rtl/>
        </w:rPr>
        <w:t>(73) 73</w:t>
      </w:r>
      <w:r w:rsidR="00CC15EB">
        <w:rPr>
          <w:rtl/>
        </w:rPr>
        <w:t xml:space="preserve"> - </w:t>
      </w:r>
      <w:r w:rsidRPr="00D95A45">
        <w:rPr>
          <w:rtl/>
        </w:rPr>
        <w:t xml:space="preserve">محمد بن احمد بن يحيى عن العباس بن موسى البغدادي عن يونس بن عبد الرحمن عن سنان بن طريف قال سألت ابا عبد الله </w:t>
      </w:r>
      <w:r w:rsidR="00AC7755" w:rsidRPr="00AC7755">
        <w:rPr>
          <w:rStyle w:val="libAlaemChar"/>
          <w:rtl/>
        </w:rPr>
        <w:t>عليه‌السلام</w:t>
      </w:r>
      <w:r w:rsidRPr="00D95A45">
        <w:rPr>
          <w:rtl/>
        </w:rPr>
        <w:t xml:space="preserve"> وذكر مثل معناه بالفاظه مقدمة ومؤخرة. قال محمد بن الحسن</w:t>
      </w:r>
      <w:r w:rsidR="00CC15EB">
        <w:rPr>
          <w:rtl/>
        </w:rPr>
        <w:t>:</w:t>
      </w:r>
      <w:r>
        <w:rPr>
          <w:rtl/>
        </w:rPr>
        <w:t xml:space="preserve"> </w:t>
      </w:r>
      <w:r w:rsidRPr="00D95A45">
        <w:rPr>
          <w:rtl/>
        </w:rPr>
        <w:t>ما يتضمن هذا الخبر من انه تقطع يده ليس يجب من حيث كان سارقا لان السرقة لا تكون الا فيما يصح ملكه إذا سرق من موضع مخصوص وكان قدرا مخصوصا على ما نبينه فيما بعد</w:t>
      </w:r>
      <w:r w:rsidR="00CC15EB">
        <w:rPr>
          <w:rtl/>
        </w:rPr>
        <w:t>،</w:t>
      </w:r>
      <w:r>
        <w:rPr>
          <w:rtl/>
        </w:rPr>
        <w:t xml:space="preserve"> </w:t>
      </w:r>
      <w:r w:rsidRPr="00D95A45">
        <w:rPr>
          <w:rtl/>
        </w:rPr>
        <w:t>والحرة لا يصح ان تملك على وجه وإذا لم يصح الملك فلم يجب على من باعها القطع من حيث كان سارقا</w:t>
      </w:r>
      <w:r w:rsidR="00CC15EB">
        <w:rPr>
          <w:rtl/>
        </w:rPr>
        <w:t>،</w:t>
      </w:r>
      <w:r>
        <w:rPr>
          <w:rtl/>
        </w:rPr>
        <w:t xml:space="preserve"> </w:t>
      </w:r>
      <w:r w:rsidRPr="00D95A45">
        <w:rPr>
          <w:rtl/>
        </w:rPr>
        <w:t>ويجوز ان يكون انما وجب عليه ذلك من حيث كان مفسدا في الارض</w:t>
      </w:r>
      <w:r w:rsidR="00CC15EB">
        <w:rPr>
          <w:rtl/>
        </w:rPr>
        <w:t>،</w:t>
      </w:r>
      <w:r>
        <w:rPr>
          <w:rtl/>
        </w:rPr>
        <w:t xml:space="preserve"> </w:t>
      </w:r>
      <w:r w:rsidRPr="00D95A45">
        <w:rPr>
          <w:rtl/>
        </w:rPr>
        <w:t xml:space="preserve">ومن كان كذلك فالامام مخير فيه بين أن يقطع يده ورجله أو يصلبه أو ينفيه من الارض حسب ما ذكره الله تعالى في قول </w:t>
      </w:r>
      <w:r w:rsidR="00AC7755" w:rsidRPr="00AC7755">
        <w:rPr>
          <w:rStyle w:val="libAlaemChar"/>
          <w:rtl/>
        </w:rPr>
        <w:t>(</w:t>
      </w:r>
      <w:r w:rsidRPr="00AC7755">
        <w:rPr>
          <w:rStyle w:val="libAieChar"/>
          <w:rtl/>
        </w:rPr>
        <w:t>انما جزاء الذين يحاربون الله ورسوله ويسعون في الارض فسادا</w:t>
      </w:r>
      <w:r w:rsidRPr="00AC7755">
        <w:rPr>
          <w:rStyle w:val="libAlaemChar"/>
          <w:rtl/>
        </w:rPr>
        <w:t>)</w:t>
      </w:r>
      <w:r w:rsidRPr="00D95A45">
        <w:rPr>
          <w:rtl/>
        </w:rPr>
        <w:t xml:space="preserve"> الآية </w:t>
      </w:r>
      <w:r w:rsidRPr="00AC7755">
        <w:rPr>
          <w:rStyle w:val="libFootnotenumChar"/>
          <w:rtl/>
        </w:rPr>
        <w:t>(1)</w:t>
      </w:r>
      <w:r w:rsidRPr="00D95A45">
        <w:rPr>
          <w:rtl/>
        </w:rPr>
        <w:t>.</w:t>
      </w:r>
    </w:p>
    <w:p w:rsidR="00AC7755" w:rsidRDefault="00D45E0E" w:rsidP="00AC7755">
      <w:pPr>
        <w:pStyle w:val="libLine"/>
        <w:rPr>
          <w:rtl/>
        </w:rPr>
      </w:pPr>
      <w:r>
        <w:rPr>
          <w:rtl/>
        </w:rPr>
        <w:t>__________________</w:t>
      </w:r>
    </w:p>
    <w:p w:rsidR="00AC7755" w:rsidRDefault="00D45E0E" w:rsidP="00AC7755">
      <w:pPr>
        <w:pStyle w:val="libFootnote0"/>
        <w:rPr>
          <w:rtl/>
        </w:rPr>
      </w:pPr>
      <w:r w:rsidRPr="00D95A45">
        <w:rPr>
          <w:rtl/>
        </w:rPr>
        <w:t>(1) سورة المائدة الآية</w:t>
      </w:r>
      <w:r w:rsidR="00CC15EB">
        <w:rPr>
          <w:rtl/>
        </w:rPr>
        <w:t xml:space="preserve"> - </w:t>
      </w:r>
      <w:r w:rsidRPr="00D95A45">
        <w:rPr>
          <w:rtl/>
        </w:rPr>
        <w:t>33</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(74) 74</w:t>
      </w:r>
      <w:r w:rsidR="00CC15EB">
        <w:rPr>
          <w:rtl/>
        </w:rPr>
        <w:t xml:space="preserve"> - </w:t>
      </w:r>
      <w:r w:rsidRPr="00D95A45">
        <w:rPr>
          <w:rtl/>
        </w:rPr>
        <w:t>الحسن بن محبوب عن محمد بن القاسم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من غشي امرأته بعد انقضاء العدة جلد الحد وان غشيها قبل انقضاء العدة كان غشيانه اياها رجعة.</w:t>
      </w:r>
    </w:p>
    <w:p w:rsidR="00AC7755" w:rsidRDefault="00D45E0E" w:rsidP="00AC7755">
      <w:pPr>
        <w:pStyle w:val="libNormal"/>
        <w:rPr>
          <w:rtl/>
        </w:rPr>
      </w:pPr>
      <w:r w:rsidRPr="00D95A45">
        <w:rPr>
          <w:rtl/>
        </w:rPr>
        <w:t>(75) 75</w:t>
      </w:r>
      <w:r w:rsidR="00CC15EB">
        <w:rPr>
          <w:rtl/>
        </w:rPr>
        <w:t xml:space="preserve"> - </w:t>
      </w:r>
      <w:r w:rsidRPr="00D95A45">
        <w:rPr>
          <w:rtl/>
        </w:rPr>
        <w:t>محمد بن علي بن محبوب عن احمد بن الحسن عن عمرو ابن سعيد عن مصدق بن صدقة عن عمار الساباطي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يشهد عليه ثلاثة رجال انه قد زنى بفلانة ويشهد الرابع انه لا يدرى بمن زنى قال</w:t>
      </w:r>
      <w:r w:rsidR="00CC15EB">
        <w:rPr>
          <w:rtl/>
        </w:rPr>
        <w:t>:</w:t>
      </w:r>
      <w:r>
        <w:rPr>
          <w:rtl/>
        </w:rPr>
        <w:t xml:space="preserve"> </w:t>
      </w:r>
      <w:r w:rsidRPr="00D95A45">
        <w:rPr>
          <w:rtl/>
        </w:rPr>
        <w:t>لا يحد ولا يرجم.</w:t>
      </w:r>
    </w:p>
    <w:p w:rsidR="00AC7755" w:rsidRDefault="00D45E0E" w:rsidP="00AC7755">
      <w:pPr>
        <w:pStyle w:val="libNormal"/>
        <w:rPr>
          <w:rtl/>
        </w:rPr>
      </w:pPr>
      <w:r w:rsidRPr="00D95A45">
        <w:rPr>
          <w:rtl/>
        </w:rPr>
        <w:t>(76) 76</w:t>
      </w:r>
      <w:r w:rsidR="00CC15EB">
        <w:rPr>
          <w:rtl/>
        </w:rPr>
        <w:t xml:space="preserve"> - </w:t>
      </w:r>
      <w:r w:rsidRPr="00D95A45">
        <w:rPr>
          <w:rtl/>
        </w:rPr>
        <w:t>احمد بن محمد عن ابن ابي عمير عن شعيب قال</w:t>
      </w:r>
      <w:r w:rsidR="00CC15EB">
        <w:rPr>
          <w:rtl/>
        </w:rPr>
        <w:t>:</w:t>
      </w:r>
      <w:r>
        <w:rPr>
          <w:rtl/>
        </w:rPr>
        <w:t xml:space="preserve"> </w:t>
      </w:r>
      <w:r w:rsidRPr="00D95A45">
        <w:rPr>
          <w:rtl/>
        </w:rPr>
        <w:t xml:space="preserve">سألت ابا الحسن </w:t>
      </w:r>
      <w:r w:rsidR="00AC7755" w:rsidRPr="00AC7755">
        <w:rPr>
          <w:rStyle w:val="libAlaemChar"/>
          <w:rtl/>
        </w:rPr>
        <w:t>عليه‌السلام</w:t>
      </w:r>
      <w:r w:rsidRPr="00D95A45">
        <w:rPr>
          <w:rtl/>
        </w:rPr>
        <w:t xml:space="preserve"> عن رجل تزوج امرأة لها زوج قال</w:t>
      </w:r>
      <w:r w:rsidR="00CC15EB">
        <w:rPr>
          <w:rtl/>
        </w:rPr>
        <w:t>:</w:t>
      </w:r>
      <w:r>
        <w:rPr>
          <w:rtl/>
        </w:rPr>
        <w:t xml:space="preserve"> </w:t>
      </w:r>
      <w:r w:rsidRPr="00D95A45">
        <w:rPr>
          <w:rtl/>
        </w:rPr>
        <w:t>يفرق بينهما قلت</w:t>
      </w:r>
      <w:r w:rsidR="00CC15EB">
        <w:rPr>
          <w:rtl/>
        </w:rPr>
        <w:t>:</w:t>
      </w:r>
      <w:r>
        <w:rPr>
          <w:rtl/>
        </w:rPr>
        <w:t xml:space="preserve"> </w:t>
      </w:r>
      <w:r w:rsidRPr="00D95A45">
        <w:rPr>
          <w:rtl/>
        </w:rPr>
        <w:t>فعليه ضرب</w:t>
      </w:r>
      <w:r>
        <w:rPr>
          <w:rtl/>
        </w:rPr>
        <w:t>؟</w:t>
      </w:r>
      <w:r w:rsidRPr="00D95A45">
        <w:rPr>
          <w:rtl/>
        </w:rPr>
        <w:t xml:space="preserve"> قال</w:t>
      </w:r>
      <w:r w:rsidR="00CC15EB">
        <w:rPr>
          <w:rtl/>
        </w:rPr>
        <w:t>:</w:t>
      </w:r>
      <w:r>
        <w:rPr>
          <w:rtl/>
        </w:rPr>
        <w:t xml:space="preserve"> </w:t>
      </w:r>
      <w:r w:rsidRPr="00D95A45">
        <w:rPr>
          <w:rtl/>
        </w:rPr>
        <w:t>لا ماله يضرب</w:t>
      </w:r>
      <w:r>
        <w:rPr>
          <w:rtl/>
        </w:rPr>
        <w:t>؟!</w:t>
      </w:r>
      <w:r w:rsidRPr="00D95A45">
        <w:rPr>
          <w:rtl/>
        </w:rPr>
        <w:t xml:space="preserve"> فخرجت من عنده وابو بصير بحيال الميزاب فاخبرته بالمسألة والجواب فقال لي</w:t>
      </w:r>
      <w:r w:rsidR="00CC15EB">
        <w:rPr>
          <w:rtl/>
        </w:rPr>
        <w:t>:</w:t>
      </w:r>
      <w:r>
        <w:rPr>
          <w:rtl/>
        </w:rPr>
        <w:t xml:space="preserve"> </w:t>
      </w:r>
      <w:r w:rsidRPr="00D95A45">
        <w:rPr>
          <w:rtl/>
        </w:rPr>
        <w:t>اين انا</w:t>
      </w:r>
      <w:r>
        <w:rPr>
          <w:rtl/>
        </w:rPr>
        <w:t>؟</w:t>
      </w:r>
      <w:r w:rsidRPr="00D95A45">
        <w:rPr>
          <w:rtl/>
        </w:rPr>
        <w:t xml:space="preserve"> قلت</w:t>
      </w:r>
      <w:r w:rsidR="00CC15EB">
        <w:rPr>
          <w:rtl/>
        </w:rPr>
        <w:t>:</w:t>
      </w:r>
      <w:r>
        <w:rPr>
          <w:rtl/>
        </w:rPr>
        <w:t xml:space="preserve"> </w:t>
      </w:r>
      <w:r w:rsidRPr="00D95A45">
        <w:rPr>
          <w:rtl/>
        </w:rPr>
        <w:t>بحيال الميزاب قال</w:t>
      </w:r>
      <w:r w:rsidR="00CC15EB">
        <w:rPr>
          <w:rtl/>
        </w:rPr>
        <w:t>:</w:t>
      </w:r>
      <w:r>
        <w:rPr>
          <w:rtl/>
        </w:rPr>
        <w:t xml:space="preserve"> </w:t>
      </w:r>
      <w:r w:rsidRPr="00D95A45">
        <w:rPr>
          <w:rtl/>
        </w:rPr>
        <w:t>فرفع يده فقال</w:t>
      </w:r>
      <w:r w:rsidR="00CC15EB">
        <w:rPr>
          <w:rtl/>
        </w:rPr>
        <w:t>:</w:t>
      </w:r>
      <w:r>
        <w:rPr>
          <w:rtl/>
        </w:rPr>
        <w:t xml:space="preserve"> </w:t>
      </w:r>
      <w:r w:rsidRPr="00D95A45">
        <w:rPr>
          <w:rtl/>
        </w:rPr>
        <w:t>ورب هذا البيت أو ورب هذه الكعبة لسمعت جعفرا يقول</w:t>
      </w:r>
      <w:r w:rsidR="00CC15EB">
        <w:rPr>
          <w:rtl/>
        </w:rPr>
        <w:t>:</w:t>
      </w:r>
      <w:r>
        <w:rPr>
          <w:rtl/>
        </w:rPr>
        <w:t xml:space="preserve"> </w:t>
      </w:r>
      <w:r w:rsidRPr="00D95A45">
        <w:rPr>
          <w:rtl/>
        </w:rPr>
        <w:t xml:space="preserve">ان عليا </w:t>
      </w:r>
      <w:r w:rsidR="00AC7755" w:rsidRPr="00AC7755">
        <w:rPr>
          <w:rStyle w:val="libAlaemChar"/>
          <w:rtl/>
        </w:rPr>
        <w:t>عليه‌السلام</w:t>
      </w:r>
      <w:r w:rsidRPr="00D95A45">
        <w:rPr>
          <w:rtl/>
        </w:rPr>
        <w:t xml:space="preserve"> قضى في الرجل تزوج امرأة لها زوج فرجم المرأة وضرب الرجل الحد ثم قال</w:t>
      </w:r>
      <w:r w:rsidR="00CC15EB">
        <w:rPr>
          <w:rtl/>
        </w:rPr>
        <w:t>:</w:t>
      </w:r>
      <w:r>
        <w:rPr>
          <w:rtl/>
        </w:rPr>
        <w:t xml:space="preserve"> </w:t>
      </w:r>
      <w:r w:rsidRPr="00D95A45">
        <w:rPr>
          <w:rtl/>
        </w:rPr>
        <w:t>لو علمت انك علمت لفضخت رأسك بالحجارة ثم قال</w:t>
      </w:r>
      <w:r w:rsidR="00CC15EB">
        <w:rPr>
          <w:rtl/>
        </w:rPr>
        <w:t>:</w:t>
      </w:r>
      <w:r>
        <w:rPr>
          <w:rtl/>
        </w:rPr>
        <w:t xml:space="preserve"> </w:t>
      </w:r>
      <w:r w:rsidRPr="00D95A45">
        <w:rPr>
          <w:rtl/>
        </w:rPr>
        <w:t>ما اخوفني ان لا يكون اوتي علمه.</w:t>
      </w:r>
    </w:p>
    <w:p w:rsidR="00AC7755" w:rsidRDefault="00D45E0E" w:rsidP="00AC7755">
      <w:pPr>
        <w:pStyle w:val="libNormal"/>
        <w:rPr>
          <w:rtl/>
        </w:rPr>
      </w:pPr>
      <w:r w:rsidRPr="00D95A45">
        <w:rPr>
          <w:rtl/>
        </w:rPr>
        <w:t>قال محمد بن الحسن</w:t>
      </w:r>
      <w:r w:rsidR="00CC15EB">
        <w:rPr>
          <w:rtl/>
        </w:rPr>
        <w:t>:</w:t>
      </w:r>
      <w:r>
        <w:rPr>
          <w:rtl/>
        </w:rPr>
        <w:t xml:space="preserve"> </w:t>
      </w:r>
      <w:r w:rsidRPr="00D95A45">
        <w:rPr>
          <w:rtl/>
        </w:rPr>
        <w:t xml:space="preserve">الذي سمع أبو بصير عن ابي عبد الله </w:t>
      </w:r>
      <w:r w:rsidR="00AC7755" w:rsidRPr="00AC7755">
        <w:rPr>
          <w:rStyle w:val="libAlaemChar"/>
          <w:rtl/>
        </w:rPr>
        <w:t>عليه‌السلام</w:t>
      </w:r>
      <w:r w:rsidRPr="00D95A45">
        <w:rPr>
          <w:rtl/>
        </w:rPr>
        <w:t xml:space="preserve"> لا ينافي ما افتى به أبو الحسن </w:t>
      </w:r>
      <w:r w:rsidR="00AC7755" w:rsidRPr="00AC7755">
        <w:rPr>
          <w:rStyle w:val="libAlaemChar"/>
          <w:rtl/>
        </w:rPr>
        <w:t>عليه‌السلام</w:t>
      </w:r>
      <w:r w:rsidRPr="00D95A45">
        <w:rPr>
          <w:rtl/>
        </w:rPr>
        <w:t xml:space="preserve"> لأنه </w:t>
      </w:r>
      <w:r w:rsidR="00AC7755" w:rsidRPr="00AC7755">
        <w:rPr>
          <w:rStyle w:val="libAlaemChar"/>
          <w:rtl/>
        </w:rPr>
        <w:t>عليه‌السلام</w:t>
      </w:r>
      <w:r w:rsidRPr="00D95A45">
        <w:rPr>
          <w:rtl/>
        </w:rPr>
        <w:t xml:space="preserve"> انما نفى عنه الحد لأنه لم يعلم ان لها زوجا والذي ضربه امير المؤمنين </w:t>
      </w:r>
      <w:r w:rsidR="00AC7755" w:rsidRPr="00AC7755">
        <w:rPr>
          <w:rStyle w:val="libAlaemChar"/>
          <w:rtl/>
        </w:rPr>
        <w:t>عليه‌السلام</w:t>
      </w:r>
      <w:r w:rsidRPr="00D95A45">
        <w:rPr>
          <w:rtl/>
        </w:rPr>
        <w:t xml:space="preserve"> يحتمل شيئين احدهما</w:t>
      </w:r>
      <w:r w:rsidR="00CC15EB">
        <w:rPr>
          <w:rtl/>
        </w:rPr>
        <w:t>:</w:t>
      </w:r>
      <w:r>
        <w:rPr>
          <w:rtl/>
        </w:rPr>
        <w:t xml:space="preserve"> </w:t>
      </w:r>
      <w:r w:rsidRPr="00D95A45">
        <w:rPr>
          <w:rtl/>
        </w:rPr>
        <w:t>أن يكون ضربه لعلمه بان لها زوجا وقد روى ذلك أبو بصير فيما رواه يونس عنه وقد قدمنا ذكره</w:t>
      </w:r>
      <w:r w:rsidR="00CC15EB">
        <w:rPr>
          <w:rtl/>
        </w:rPr>
        <w:t>،</w:t>
      </w:r>
      <w:r>
        <w:rPr>
          <w:rtl/>
        </w:rPr>
        <w:t xml:space="preserve"> </w:t>
      </w:r>
      <w:r w:rsidRPr="00D95A45">
        <w:rPr>
          <w:rtl/>
        </w:rPr>
        <w:t>والثاني</w:t>
      </w:r>
      <w:r w:rsidR="00CC15EB">
        <w:rPr>
          <w:rtl/>
        </w:rPr>
        <w:t>:</w:t>
      </w:r>
      <w:r>
        <w:rPr>
          <w:rtl/>
        </w:rPr>
        <w:t xml:space="preserve"> </w:t>
      </w:r>
      <w:r w:rsidRPr="00D95A45">
        <w:rPr>
          <w:rtl/>
        </w:rPr>
        <w:t>لغلبة ظنه ان لها زوجا ففرط في التفتيش عن حالها فضربه تعزيرا</w:t>
      </w:r>
      <w:r w:rsidR="00CC15EB">
        <w:rPr>
          <w:rtl/>
        </w:rPr>
        <w:t>،</w:t>
      </w:r>
      <w:r>
        <w:rPr>
          <w:rtl/>
        </w:rPr>
        <w:t xml:space="preserve"> </w:t>
      </w:r>
      <w:r w:rsidRPr="00D95A45">
        <w:rPr>
          <w:rtl/>
        </w:rPr>
        <w:t>وليس في الخبر انه ضربه الحد</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75</w:t>
      </w:r>
      <w:r w:rsidR="00CC15EB">
        <w:rPr>
          <w:rtl/>
        </w:rPr>
        <w:t xml:space="preserve"> - </w:t>
      </w:r>
      <w:r w:rsidRPr="00D95A45">
        <w:rPr>
          <w:rtl/>
        </w:rPr>
        <w:t>الاستبصار ج 4 ص 218 الكافي ج 2 ص 296 الفقيه ج 4 ص 28</w:t>
      </w:r>
    </w:p>
    <w:p w:rsidR="00AC7755" w:rsidRDefault="00CC15EB" w:rsidP="00AC7755">
      <w:pPr>
        <w:pStyle w:val="libFootnote0"/>
        <w:rPr>
          <w:rtl/>
        </w:rPr>
      </w:pPr>
      <w:r>
        <w:rPr>
          <w:rtl/>
        </w:rPr>
        <w:t>-</w:t>
      </w:r>
      <w:r w:rsidR="00D45E0E" w:rsidRPr="00DA0376">
        <w:rPr>
          <w:rtl/>
        </w:rPr>
        <w:t xml:space="preserve"> 76</w:t>
      </w:r>
      <w:r>
        <w:rPr>
          <w:rtl/>
        </w:rPr>
        <w:t xml:space="preserve"> - </w:t>
      </w:r>
      <w:r w:rsidR="00D45E0E" w:rsidRPr="00DA0376">
        <w:rPr>
          <w:rtl/>
        </w:rPr>
        <w:t>الاستبصار ج 4 ص 209 الفقيه ج 4 ص 16 وصدر فيه الحديث</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تاما ويكون قوله </w:t>
      </w:r>
      <w:r w:rsidR="00AC7755" w:rsidRPr="00AC7755">
        <w:rPr>
          <w:rStyle w:val="libAlaemChar"/>
          <w:rtl/>
        </w:rPr>
        <w:t>عليه‌السلام</w:t>
      </w:r>
      <w:r w:rsidRPr="00DA0376">
        <w:rPr>
          <w:rtl/>
        </w:rPr>
        <w:t xml:space="preserve"> لو علمت انك علمت لفضخت رأسك بالحجارة. المراد به انك لو علمت علم يقين ان لها زوجا لفعلت ذلك بك.</w:t>
      </w:r>
    </w:p>
    <w:p w:rsidR="00AC7755" w:rsidRDefault="00D45E0E" w:rsidP="00AC7755">
      <w:pPr>
        <w:pStyle w:val="libNormal"/>
        <w:rPr>
          <w:rtl/>
        </w:rPr>
      </w:pPr>
      <w:r w:rsidRPr="00DA0376">
        <w:rPr>
          <w:rtl/>
        </w:rPr>
        <w:t>ويحتمل ان يكون المراد به ان الرجل كان متهما في انه عقد عليها ولم يكن قد عقد ولم تكن له بينة بالتزويج فحينئذ أقيم عليه الحد لمكان التهمة.</w:t>
      </w:r>
    </w:p>
    <w:p w:rsidR="00AC7755" w:rsidRDefault="00D45E0E" w:rsidP="00AC7755">
      <w:pPr>
        <w:pStyle w:val="libNormal"/>
        <w:rPr>
          <w:rtl/>
        </w:rPr>
      </w:pPr>
      <w:r w:rsidRPr="00D95A45">
        <w:rPr>
          <w:rtl/>
        </w:rPr>
        <w:t>(77) 77</w:t>
      </w:r>
      <w:r w:rsidR="00CC15EB">
        <w:rPr>
          <w:rtl/>
        </w:rPr>
        <w:t xml:space="preserve"> - </w:t>
      </w:r>
      <w:r w:rsidRPr="00D95A45">
        <w:rPr>
          <w:rtl/>
        </w:rPr>
        <w:t xml:space="preserve">يدل على ذلك ما رواه الحسين بن سعيد عن ابن ابي عمير عن حماد عن الحلبي عن ابي عبد الله </w:t>
      </w:r>
      <w:r w:rsidR="00AC7755" w:rsidRPr="00AC7755">
        <w:rPr>
          <w:rStyle w:val="libAlaemChar"/>
          <w:rtl/>
        </w:rPr>
        <w:t>عليه‌السلام</w:t>
      </w:r>
      <w:r w:rsidRPr="00D95A45">
        <w:rPr>
          <w:rtl/>
        </w:rPr>
        <w:t xml:space="preserve"> في امرأة تزوجت ولها زوج فقال</w:t>
      </w:r>
      <w:r w:rsidR="00CC15EB">
        <w:rPr>
          <w:rtl/>
        </w:rPr>
        <w:t>:</w:t>
      </w:r>
      <w:r>
        <w:rPr>
          <w:rtl/>
        </w:rPr>
        <w:t xml:space="preserve"> </w:t>
      </w:r>
      <w:r w:rsidRPr="00D95A45">
        <w:rPr>
          <w:rtl/>
        </w:rPr>
        <w:t>ترجم المرأة</w:t>
      </w:r>
      <w:r w:rsidRPr="00AC7755">
        <w:rPr>
          <w:rStyle w:val="libFootnotenumChar"/>
          <w:rtl/>
        </w:rPr>
        <w:t xml:space="preserve"> (1) </w:t>
      </w:r>
      <w:r w:rsidRPr="00D95A45">
        <w:rPr>
          <w:rtl/>
        </w:rPr>
        <w:t>وان كان للذي تزوجها بينة على تزويجها والا ضرب الحد.</w:t>
      </w:r>
    </w:p>
    <w:p w:rsidR="00AC7755" w:rsidRDefault="00D45E0E" w:rsidP="00AC7755">
      <w:pPr>
        <w:pStyle w:val="libNormal"/>
        <w:rPr>
          <w:rtl/>
        </w:rPr>
      </w:pPr>
      <w:r w:rsidRPr="00D95A45">
        <w:rPr>
          <w:rtl/>
        </w:rPr>
        <w:t>(78) 78</w:t>
      </w:r>
      <w:r w:rsidR="00CC15EB">
        <w:rPr>
          <w:rtl/>
        </w:rPr>
        <w:t xml:space="preserve"> - </w:t>
      </w:r>
      <w:r w:rsidRPr="00D95A45">
        <w:rPr>
          <w:rtl/>
        </w:rPr>
        <w:t xml:space="preserve">الحسين بن سعيد عن فضالة عن ابان عن زرارة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 قال الشاهد انه قد جلس منها مجلس الرجل من امرأته اقيم عليه الحد. (79 79</w:t>
      </w:r>
      <w:r w:rsidR="00CC15EB">
        <w:rPr>
          <w:rtl/>
        </w:rPr>
        <w:t xml:space="preserve"> - </w:t>
      </w:r>
      <w:r w:rsidRPr="00D95A45">
        <w:rPr>
          <w:rtl/>
        </w:rPr>
        <w:t xml:space="preserve">عنه عن ابن ابي عمير عن حماد عن الحلبي عن ابى عبد الله </w:t>
      </w:r>
      <w:r w:rsidR="00AC7755" w:rsidRPr="00AC7755">
        <w:rPr>
          <w:rStyle w:val="libAlaemChar"/>
          <w:rtl/>
        </w:rPr>
        <w:t>عليه‌السلام</w:t>
      </w:r>
      <w:r w:rsidRPr="00D95A45">
        <w:rPr>
          <w:rtl/>
        </w:rPr>
        <w:t xml:space="preserve"> في رجل زوج امته رجلا ثم وقع عليها قال</w:t>
      </w:r>
      <w:r w:rsidR="00CC15EB">
        <w:rPr>
          <w:rtl/>
        </w:rPr>
        <w:t>:</w:t>
      </w:r>
      <w:r>
        <w:rPr>
          <w:rtl/>
        </w:rPr>
        <w:t xml:space="preserve"> </w:t>
      </w:r>
      <w:r w:rsidRPr="00D95A45">
        <w:rPr>
          <w:rtl/>
        </w:rPr>
        <w:t>يضرب الحد.</w:t>
      </w:r>
    </w:p>
    <w:p w:rsidR="00AC7755" w:rsidRDefault="00D45E0E" w:rsidP="00AC7755">
      <w:pPr>
        <w:pStyle w:val="libNormal"/>
        <w:rPr>
          <w:rtl/>
        </w:rPr>
      </w:pPr>
      <w:r w:rsidRPr="00D95A45">
        <w:rPr>
          <w:rtl/>
        </w:rPr>
        <w:t>(80) 80</w:t>
      </w:r>
      <w:r w:rsidR="00CC15EB">
        <w:rPr>
          <w:rtl/>
        </w:rPr>
        <w:t xml:space="preserve"> - </w:t>
      </w:r>
      <w:r w:rsidRPr="00D95A45">
        <w:rPr>
          <w:rtl/>
        </w:rPr>
        <w:t xml:space="preserve">عنه عن ابن محبوب عن ابان عن الحلبي عن ابي عبد الله </w:t>
      </w:r>
      <w:r w:rsidR="00AC7755" w:rsidRPr="00AC7755">
        <w:rPr>
          <w:rStyle w:val="libAlaemChar"/>
          <w:rtl/>
        </w:rPr>
        <w:t>عليه‌السلام</w:t>
      </w:r>
      <w:r w:rsidRPr="00D95A45">
        <w:rPr>
          <w:rtl/>
        </w:rPr>
        <w:t xml:space="preserve"> انه سئل عن رجل محصن فجر بامرأة فشهد عليه ثلاثة رجال وامرأتان قال</w:t>
      </w:r>
      <w:r w:rsidR="00CC15EB">
        <w:rPr>
          <w:rtl/>
        </w:rPr>
        <w:t>:</w:t>
      </w:r>
      <w:r>
        <w:rPr>
          <w:rtl/>
        </w:rPr>
        <w:t xml:space="preserve"> </w:t>
      </w:r>
      <w:r w:rsidRPr="00D95A45">
        <w:rPr>
          <w:rtl/>
        </w:rPr>
        <w:t>فقال</w:t>
      </w:r>
      <w:r w:rsidR="00CC15EB">
        <w:rPr>
          <w:rtl/>
        </w:rPr>
        <w:t>:</w:t>
      </w:r>
      <w:r>
        <w:rPr>
          <w:rtl/>
        </w:rPr>
        <w:t xml:space="preserve"> </w:t>
      </w:r>
      <w:r w:rsidRPr="00D95A45">
        <w:rPr>
          <w:rtl/>
        </w:rPr>
        <w:t>إذا شهد عليه ثلاثة رجال وامرأتان وجب عليه الرجم وان شهد عليه رجلان واربع نسوة فلا يجوز شهادتهم ولا يرجم ولكن يضرب حد الزانى.</w:t>
      </w:r>
    </w:p>
    <w:p w:rsidR="00AC7755" w:rsidRDefault="00D45E0E" w:rsidP="00AC7755">
      <w:pPr>
        <w:pStyle w:val="libNormal"/>
        <w:rPr>
          <w:rtl/>
        </w:rPr>
      </w:pPr>
      <w:r w:rsidRPr="00D95A45">
        <w:rPr>
          <w:rtl/>
        </w:rPr>
        <w:t>(81) 81</w:t>
      </w:r>
      <w:r w:rsidR="00CC15EB">
        <w:rPr>
          <w:rtl/>
        </w:rPr>
        <w:t xml:space="preserve"> - </w:t>
      </w:r>
      <w:r w:rsidRPr="00D95A45">
        <w:rPr>
          <w:rtl/>
        </w:rPr>
        <w:t>احمد بن محمد بن عيسى عن محمد بن اسماعيل عن علي ابن النعمان عن عبد الله بن مسكان عن عنبسة بن مصعب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Pr="00D95A45">
        <w:rPr>
          <w:rtl/>
        </w:rPr>
        <w:t xml:space="preserve"> جارية لي زنت أحدها</w:t>
      </w:r>
      <w:r>
        <w:rPr>
          <w:rtl/>
        </w:rPr>
        <w:t>؟</w:t>
      </w:r>
      <w:r w:rsidRPr="00D95A45">
        <w:rPr>
          <w:rtl/>
        </w:rPr>
        <w:t xml:space="preserve"> قال</w:t>
      </w:r>
      <w:r w:rsidR="00CC15EB">
        <w:rPr>
          <w:rtl/>
        </w:rPr>
        <w:t>:</w:t>
      </w:r>
      <w:r>
        <w:rPr>
          <w:rtl/>
        </w:rPr>
        <w:t xml:space="preserve"> </w:t>
      </w:r>
      <w:r w:rsidRPr="00D95A45">
        <w:rPr>
          <w:rtl/>
        </w:rPr>
        <w:t>نعم قال</w:t>
      </w:r>
      <w:r w:rsidR="00CC15EB">
        <w:rPr>
          <w:rtl/>
        </w:rPr>
        <w:t>:</w:t>
      </w:r>
      <w:r>
        <w:rPr>
          <w:rtl/>
        </w:rPr>
        <w:t xml:space="preserve"> </w:t>
      </w:r>
      <w:r w:rsidRPr="00D95A45">
        <w:rPr>
          <w:rtl/>
        </w:rPr>
        <w:t>قلت أبيع ولدها</w:t>
      </w:r>
      <w:r>
        <w:rPr>
          <w:rtl/>
        </w:rPr>
        <w:t>؟</w:t>
      </w:r>
      <w:r w:rsidRPr="00D95A45">
        <w:rPr>
          <w:rtl/>
        </w:rPr>
        <w:t xml:space="preserve"> قال</w:t>
      </w:r>
      <w:r w:rsidR="00CC15EB">
        <w:rPr>
          <w:rtl/>
        </w:rPr>
        <w:t>:</w:t>
      </w:r>
      <w:r>
        <w:rPr>
          <w:rtl/>
        </w:rPr>
        <w:t xml:space="preserve"> </w:t>
      </w:r>
      <w:r w:rsidRPr="00D95A45">
        <w:rPr>
          <w:rtl/>
        </w:rPr>
        <w:t>نعم قلت</w:t>
      </w:r>
      <w:r w:rsidR="00CC15EB">
        <w:rPr>
          <w:rtl/>
        </w:rPr>
        <w:t>:</w:t>
      </w:r>
      <w:r>
        <w:rPr>
          <w:rtl/>
        </w:rPr>
        <w:t xml:space="preserve"> </w:t>
      </w:r>
      <w:r w:rsidRPr="00D95A45">
        <w:rPr>
          <w:rtl/>
        </w:rPr>
        <w:t>احج بثمنه</w:t>
      </w:r>
      <w:r>
        <w:rPr>
          <w:rtl/>
        </w:rPr>
        <w:t>؟</w:t>
      </w:r>
      <w:r w:rsidRPr="00D95A45">
        <w:rPr>
          <w:rtl/>
        </w:rPr>
        <w:t xml:space="preserve"> قال</w:t>
      </w:r>
      <w:r w:rsidR="00CC15EB">
        <w:rPr>
          <w:rtl/>
        </w:rPr>
        <w:t>:</w:t>
      </w:r>
      <w:r>
        <w:rPr>
          <w:rtl/>
        </w:rPr>
        <w:t xml:space="preserve"> </w:t>
      </w:r>
      <w:r w:rsidRPr="00D95A45">
        <w:rPr>
          <w:rtl/>
        </w:rPr>
        <w:t>نعم</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هذه الواو لم تكن في بعض النسخ ولعله الصواب</w:t>
      </w:r>
    </w:p>
    <w:p w:rsidR="00CC15EB" w:rsidRDefault="00CC15EB" w:rsidP="00AC7755">
      <w:pPr>
        <w:pStyle w:val="libFootnote0"/>
        <w:rPr>
          <w:rtl/>
        </w:rPr>
      </w:pPr>
      <w:r>
        <w:rPr>
          <w:rtl/>
        </w:rPr>
        <w:t>-</w:t>
      </w:r>
      <w:r w:rsidR="00D45E0E" w:rsidRPr="007277FF">
        <w:rPr>
          <w:rtl/>
        </w:rPr>
        <w:t xml:space="preserve"> 77</w:t>
      </w:r>
      <w:r>
        <w:rPr>
          <w:rtl/>
        </w:rPr>
        <w:t xml:space="preserve"> - </w:t>
      </w:r>
      <w:r w:rsidR="00D45E0E" w:rsidRPr="007277FF">
        <w:rPr>
          <w:rtl/>
        </w:rPr>
        <w:t>الاستبصار ج 4 ص 210</w:t>
      </w:r>
    </w:p>
    <w:p w:rsidR="00CC15EB" w:rsidRDefault="00CC15EB" w:rsidP="00AC7755">
      <w:pPr>
        <w:pStyle w:val="libFootnote0"/>
        <w:rPr>
          <w:rtl/>
        </w:rPr>
      </w:pPr>
      <w:r>
        <w:rPr>
          <w:rtl/>
        </w:rPr>
        <w:t>-</w:t>
      </w:r>
      <w:r w:rsidR="00D45E0E" w:rsidRPr="007277FF">
        <w:rPr>
          <w:rtl/>
        </w:rPr>
        <w:t xml:space="preserve"> 79</w:t>
      </w:r>
      <w:r>
        <w:rPr>
          <w:rtl/>
        </w:rPr>
        <w:t xml:space="preserve"> - </w:t>
      </w:r>
      <w:r w:rsidR="00D45E0E" w:rsidRPr="007277FF">
        <w:rPr>
          <w:rtl/>
        </w:rPr>
        <w:t>الكافي ج 2 ص 292 الفقيه ج 4 ص 17</w:t>
      </w:r>
    </w:p>
    <w:p w:rsidR="00CC15EB" w:rsidRDefault="00CC15EB" w:rsidP="00AC7755">
      <w:pPr>
        <w:pStyle w:val="libFootnote0"/>
        <w:rPr>
          <w:rtl/>
        </w:rPr>
      </w:pPr>
      <w:r>
        <w:rPr>
          <w:rtl/>
        </w:rPr>
        <w:t>-</w:t>
      </w:r>
      <w:r w:rsidR="00D45E0E" w:rsidRPr="007277FF">
        <w:rPr>
          <w:rtl/>
        </w:rPr>
        <w:t xml:space="preserve"> 80</w:t>
      </w:r>
      <w:r>
        <w:rPr>
          <w:rtl/>
        </w:rPr>
        <w:t xml:space="preserve"> - </w:t>
      </w:r>
      <w:r w:rsidR="00D45E0E" w:rsidRPr="007277FF">
        <w:rPr>
          <w:rtl/>
        </w:rPr>
        <w:t>الفقيه ج 4 ص 16</w:t>
      </w:r>
    </w:p>
    <w:p w:rsidR="00AC7755" w:rsidRDefault="00CC15EB" w:rsidP="00AC7755">
      <w:pPr>
        <w:pStyle w:val="libFootnote0"/>
        <w:rPr>
          <w:rtl/>
        </w:rPr>
      </w:pPr>
      <w:r>
        <w:rPr>
          <w:rtl/>
        </w:rPr>
        <w:t>-</w:t>
      </w:r>
      <w:r w:rsidR="00D45E0E" w:rsidRPr="00DA0376">
        <w:rPr>
          <w:rtl/>
        </w:rPr>
        <w:t xml:space="preserve"> 81</w:t>
      </w:r>
      <w:r>
        <w:rPr>
          <w:rtl/>
        </w:rPr>
        <w:t xml:space="preserve"> - </w:t>
      </w:r>
      <w:r w:rsidR="00D45E0E" w:rsidRPr="00DA0376">
        <w:rPr>
          <w:rtl/>
        </w:rPr>
        <w:t>الكافي ج 2 ص 303 الفقيه ج 4 ص 32 بتفاوت فيهما فيه</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(82) 82</w:t>
      </w:r>
      <w:r w:rsidR="00CC15EB">
        <w:rPr>
          <w:rtl/>
        </w:rPr>
        <w:t xml:space="preserve"> - </w:t>
      </w:r>
      <w:r w:rsidRPr="00D95A45">
        <w:rPr>
          <w:rtl/>
        </w:rPr>
        <w:t xml:space="preserve">عنه عن الحسن بن محبوب عن الحارث الاحول عن بريد العجلي عن ابى جعفر </w:t>
      </w:r>
      <w:r w:rsidR="00AC7755" w:rsidRPr="00AC7755">
        <w:rPr>
          <w:rStyle w:val="libAlaemChar"/>
          <w:rtl/>
        </w:rPr>
        <w:t>عليه‌السلام</w:t>
      </w:r>
      <w:r w:rsidRPr="00D95A45">
        <w:rPr>
          <w:rtl/>
        </w:rPr>
        <w:t xml:space="preserve"> في الامة تزني قال</w:t>
      </w:r>
      <w:r w:rsidR="00CC15EB">
        <w:rPr>
          <w:rtl/>
        </w:rPr>
        <w:t>:</w:t>
      </w:r>
      <w:r>
        <w:rPr>
          <w:rtl/>
        </w:rPr>
        <w:t xml:space="preserve"> </w:t>
      </w:r>
      <w:r w:rsidRPr="00D95A45">
        <w:rPr>
          <w:rtl/>
        </w:rPr>
        <w:t>تجلد نصف الحد كان لها زوجا أو لم يكن لها زوج.</w:t>
      </w:r>
    </w:p>
    <w:p w:rsidR="00AC7755" w:rsidRDefault="00D45E0E" w:rsidP="00AC7755">
      <w:pPr>
        <w:pStyle w:val="libNormal"/>
        <w:rPr>
          <w:rtl/>
        </w:rPr>
      </w:pPr>
      <w:r w:rsidRPr="00D95A45">
        <w:rPr>
          <w:rtl/>
        </w:rPr>
        <w:t>(83) 83</w:t>
      </w:r>
      <w:r w:rsidR="00CC15EB">
        <w:rPr>
          <w:rtl/>
        </w:rPr>
        <w:t xml:space="preserve"> - </w:t>
      </w:r>
      <w:r w:rsidRPr="00D95A45">
        <w:rPr>
          <w:rtl/>
        </w:rPr>
        <w:t xml:space="preserve">عنه عن البرقي عن زرارة عن الحسن بن السرى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زنى العبد والأمة وهما محصنان فليس عليهما الرجم انما عليهما الضرب خمسين نصف الحد.</w:t>
      </w:r>
    </w:p>
    <w:p w:rsidR="00AC7755" w:rsidRDefault="00D45E0E" w:rsidP="00AC7755">
      <w:pPr>
        <w:pStyle w:val="libNormal"/>
        <w:rPr>
          <w:rtl/>
        </w:rPr>
      </w:pPr>
      <w:r w:rsidRPr="00D95A45">
        <w:rPr>
          <w:rtl/>
        </w:rPr>
        <w:t>(84) 84</w:t>
      </w:r>
      <w:r w:rsidR="00CC15EB">
        <w:rPr>
          <w:rtl/>
        </w:rPr>
        <w:t xml:space="preserve"> - </w:t>
      </w:r>
      <w:r w:rsidRPr="00D95A45">
        <w:rPr>
          <w:rtl/>
        </w:rPr>
        <w:t xml:space="preserve">عنه عن محمد بن يحيى عن طلحة بن زيد عن جعفر عن ابيه عن علي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اضرب خادمك في معصية الله عز وجل واعف عنه فيما يأتي اليك.</w:t>
      </w:r>
    </w:p>
    <w:p w:rsidR="00AC7755" w:rsidRDefault="00D45E0E" w:rsidP="00AC7755">
      <w:pPr>
        <w:pStyle w:val="libNormal"/>
        <w:rPr>
          <w:rtl/>
        </w:rPr>
      </w:pPr>
      <w:r w:rsidRPr="00D95A45">
        <w:rPr>
          <w:rtl/>
        </w:rPr>
        <w:t>(85) 85</w:t>
      </w:r>
      <w:r w:rsidR="00CC15EB">
        <w:rPr>
          <w:rtl/>
        </w:rPr>
        <w:t xml:space="preserve"> - </w:t>
      </w:r>
      <w:r w:rsidRPr="00D95A45">
        <w:rPr>
          <w:rtl/>
        </w:rPr>
        <w:t xml:space="preserve">الحسن بن محبوب عن هشام بن سالم عن ابي بصير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من ضرب مملوكا له بحد من الحدود من غير حد وجب لله على المملوك لم يكن لضاربه كفارة الا عتقه.</w:t>
      </w:r>
    </w:p>
    <w:p w:rsidR="00AC7755" w:rsidRDefault="00D45E0E" w:rsidP="00AC7755">
      <w:pPr>
        <w:pStyle w:val="libNormal"/>
        <w:rPr>
          <w:rtl/>
        </w:rPr>
      </w:pPr>
      <w:r w:rsidRPr="00D95A45">
        <w:rPr>
          <w:rtl/>
        </w:rPr>
        <w:t>(86) 86</w:t>
      </w:r>
      <w:r w:rsidR="00CC15EB">
        <w:rPr>
          <w:rtl/>
        </w:rPr>
        <w:t xml:space="preserve"> - </w:t>
      </w:r>
      <w:r w:rsidRPr="00D95A45">
        <w:rPr>
          <w:rtl/>
        </w:rPr>
        <w:t>علي بن ابراهيم عن ابيه عن الاصبغ بن الاصبغ عن محمد ابن سليمان عن مروان بن مسلم عن عبيد بن زرارة أو بريد العجلي الشك من محمد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Pr="00D95A45">
        <w:rPr>
          <w:rtl/>
        </w:rPr>
        <w:t xml:space="preserve"> أمة زنت قال</w:t>
      </w:r>
      <w:r w:rsidR="00CC15EB">
        <w:rPr>
          <w:rtl/>
        </w:rPr>
        <w:t>:</w:t>
      </w:r>
      <w:r>
        <w:rPr>
          <w:rtl/>
        </w:rPr>
        <w:t xml:space="preserve"> </w:t>
      </w:r>
      <w:r w:rsidRPr="00D95A45">
        <w:rPr>
          <w:rtl/>
        </w:rPr>
        <w:t>تجلد خمسين جلدة قلت</w:t>
      </w:r>
      <w:r w:rsidR="00CC15EB">
        <w:rPr>
          <w:rtl/>
        </w:rPr>
        <w:t>:</w:t>
      </w:r>
      <w:r>
        <w:rPr>
          <w:rtl/>
        </w:rPr>
        <w:t xml:space="preserve"> </w:t>
      </w:r>
      <w:r w:rsidRPr="00D95A45">
        <w:rPr>
          <w:rtl/>
        </w:rPr>
        <w:t>فانها عادت قال</w:t>
      </w:r>
      <w:r w:rsidR="00CC15EB">
        <w:rPr>
          <w:rtl/>
        </w:rPr>
        <w:t>:</w:t>
      </w:r>
      <w:r>
        <w:rPr>
          <w:rtl/>
        </w:rPr>
        <w:t xml:space="preserve"> </w:t>
      </w:r>
      <w:r w:rsidRPr="00D95A45">
        <w:rPr>
          <w:rtl/>
        </w:rPr>
        <w:t>تجلد خمسين قلت</w:t>
      </w:r>
      <w:r w:rsidR="00CC15EB">
        <w:rPr>
          <w:rtl/>
        </w:rPr>
        <w:t>:</w:t>
      </w:r>
      <w:r>
        <w:rPr>
          <w:rtl/>
        </w:rPr>
        <w:t xml:space="preserve"> </w:t>
      </w:r>
      <w:r w:rsidRPr="00D95A45">
        <w:rPr>
          <w:rtl/>
        </w:rPr>
        <w:t>عليها الرجم في شئ من الحالات</w:t>
      </w:r>
      <w:r>
        <w:rPr>
          <w:rtl/>
        </w:rPr>
        <w:t>؟</w:t>
      </w:r>
      <w:r w:rsidRPr="00D95A45">
        <w:rPr>
          <w:rtl/>
        </w:rPr>
        <w:t xml:space="preserve"> قال</w:t>
      </w:r>
      <w:r w:rsidR="00CC15EB">
        <w:rPr>
          <w:rtl/>
        </w:rPr>
        <w:t>:</w:t>
      </w:r>
      <w:r>
        <w:rPr>
          <w:rtl/>
        </w:rPr>
        <w:t xml:space="preserve"> </w:t>
      </w:r>
      <w:r w:rsidRPr="00D95A45">
        <w:rPr>
          <w:rtl/>
        </w:rPr>
        <w:t>إذا زنت ثماني مرات يجب عليها الرجم</w:t>
      </w:r>
      <w:r w:rsidR="00CC15EB">
        <w:rPr>
          <w:rtl/>
        </w:rPr>
        <w:t>،</w:t>
      </w:r>
      <w:r>
        <w:rPr>
          <w:rtl/>
        </w:rPr>
        <w:t xml:space="preserve"> </w:t>
      </w:r>
      <w:r w:rsidRPr="00D95A45">
        <w:rPr>
          <w:rtl/>
        </w:rPr>
        <w:t>قلت</w:t>
      </w:r>
      <w:r w:rsidR="00CC15EB">
        <w:rPr>
          <w:rtl/>
        </w:rPr>
        <w:t>:</w:t>
      </w:r>
      <w:r>
        <w:rPr>
          <w:rtl/>
        </w:rPr>
        <w:t xml:space="preserve"> </w:t>
      </w:r>
      <w:r w:rsidRPr="00D95A45">
        <w:rPr>
          <w:rtl/>
        </w:rPr>
        <w:t>كيف صار في ثماني مرات</w:t>
      </w:r>
      <w:r>
        <w:rPr>
          <w:rtl/>
        </w:rPr>
        <w:t>؟</w:t>
      </w:r>
      <w:r w:rsidRPr="00D95A45">
        <w:rPr>
          <w:rtl/>
        </w:rPr>
        <w:t xml:space="preserve"> فقال</w:t>
      </w:r>
      <w:r w:rsidR="00CC15EB">
        <w:rPr>
          <w:rtl/>
        </w:rPr>
        <w:t>:</w:t>
      </w:r>
      <w:r>
        <w:rPr>
          <w:rtl/>
        </w:rPr>
        <w:t xml:space="preserve"> </w:t>
      </w:r>
      <w:r w:rsidRPr="00D95A45">
        <w:rPr>
          <w:rtl/>
        </w:rPr>
        <w:t>لان الحر إذا زنى اربع مرات وأقيم عليه الحد قتل</w:t>
      </w:r>
      <w:r w:rsidR="00CC15EB">
        <w:rPr>
          <w:rtl/>
        </w:rPr>
        <w:t>،</w:t>
      </w:r>
      <w:r>
        <w:rPr>
          <w:rtl/>
        </w:rPr>
        <w:t xml:space="preserve"> </w:t>
      </w:r>
      <w:r w:rsidRPr="00D95A45">
        <w:rPr>
          <w:rtl/>
        </w:rPr>
        <w:t>فإذا زنت الامة ثمانية مرات رجمت في التاسعة</w:t>
      </w:r>
      <w:r w:rsidR="00CC15EB">
        <w:rPr>
          <w:rtl/>
        </w:rPr>
        <w:t>،</w:t>
      </w:r>
      <w:r>
        <w:rPr>
          <w:rtl/>
        </w:rPr>
        <w:t xml:space="preserve"> </w:t>
      </w:r>
      <w:r w:rsidRPr="00D95A45">
        <w:rPr>
          <w:rtl/>
        </w:rPr>
        <w:t>قلت</w:t>
      </w:r>
      <w:r w:rsidR="00CC15EB">
        <w:rPr>
          <w:rtl/>
        </w:rPr>
        <w:t>:</w:t>
      </w:r>
      <w:r>
        <w:rPr>
          <w:rtl/>
        </w:rPr>
        <w:t xml:space="preserve"> </w:t>
      </w:r>
      <w:r w:rsidRPr="00D95A45">
        <w:rPr>
          <w:rtl/>
        </w:rPr>
        <w:t>وما العلة في ذلك</w:t>
      </w:r>
      <w:r>
        <w:rPr>
          <w:rtl/>
        </w:rPr>
        <w:t>؟</w:t>
      </w:r>
      <w:r w:rsidRPr="00D95A45">
        <w:rPr>
          <w:rtl/>
        </w:rPr>
        <w:t xml:space="preserve"> فقال</w:t>
      </w:r>
      <w:r w:rsidR="00CC15EB">
        <w:rPr>
          <w:rtl/>
        </w:rPr>
        <w:t>:</w:t>
      </w:r>
      <w:r>
        <w:rPr>
          <w:rtl/>
        </w:rPr>
        <w:t xml:space="preserve"> </w:t>
      </w:r>
      <w:r w:rsidRPr="00D95A45">
        <w:rPr>
          <w:rtl/>
        </w:rPr>
        <w:t>لأن الله عز وجل رحمها أن يجمع عليها ربق الرق وحد الحر قال</w:t>
      </w:r>
      <w:r w:rsidR="00CC15EB">
        <w:rPr>
          <w:rtl/>
        </w:rPr>
        <w:t>:</w:t>
      </w:r>
      <w:r>
        <w:rPr>
          <w:rtl/>
        </w:rPr>
        <w:t xml:space="preserve"> </w:t>
      </w:r>
      <w:r w:rsidRPr="00D95A45">
        <w:rPr>
          <w:rtl/>
        </w:rPr>
        <w:t>ثم قال</w:t>
      </w:r>
      <w:r w:rsidR="00CC15EB">
        <w:rPr>
          <w:rtl/>
        </w:rPr>
        <w:t>:</w:t>
      </w:r>
      <w:r>
        <w:rPr>
          <w:rtl/>
        </w:rPr>
        <w:t xml:space="preserve"> </w:t>
      </w:r>
      <w:r w:rsidRPr="00D95A45">
        <w:rPr>
          <w:rtl/>
        </w:rPr>
        <w:t>وعلى امام المسلمين ان يدفع ثمنها إلى مواليها من سهم الرقاب.</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82</w:t>
      </w:r>
      <w:r>
        <w:rPr>
          <w:rtl/>
        </w:rPr>
        <w:t xml:space="preserve"> - </w:t>
      </w:r>
      <w:r w:rsidR="00D45E0E" w:rsidRPr="00D95A45">
        <w:rPr>
          <w:rtl/>
        </w:rPr>
        <w:t>الكافي ج 2 ص 302 الفقيه ج 4 ص 32</w:t>
      </w:r>
    </w:p>
    <w:p w:rsidR="00AC7755" w:rsidRDefault="00CC15EB" w:rsidP="00AC7755">
      <w:pPr>
        <w:pStyle w:val="libFootnote0"/>
        <w:rPr>
          <w:rtl/>
        </w:rPr>
      </w:pPr>
      <w:r>
        <w:rPr>
          <w:rtl/>
        </w:rPr>
        <w:t>-</w:t>
      </w:r>
      <w:r w:rsidR="00D45E0E" w:rsidRPr="00DA0376">
        <w:rPr>
          <w:rtl/>
        </w:rPr>
        <w:t xml:space="preserve"> 86</w:t>
      </w:r>
      <w:r>
        <w:rPr>
          <w:rtl/>
        </w:rPr>
        <w:t xml:space="preserve"> - </w:t>
      </w:r>
      <w:r w:rsidR="00D45E0E" w:rsidRPr="00DA0376">
        <w:rPr>
          <w:rtl/>
        </w:rPr>
        <w:t>الكافي ج 2 ص 303 الفقيه ج 4 ص 31</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(87) 87</w:t>
      </w:r>
      <w:r w:rsidR="00CC15EB">
        <w:rPr>
          <w:rtl/>
        </w:rPr>
        <w:t xml:space="preserve"> - </w:t>
      </w:r>
      <w:r w:rsidRPr="00D95A45">
        <w:rPr>
          <w:rtl/>
        </w:rPr>
        <w:t xml:space="preserve">علي بن ابراهيم عن ابيه عن ابن ابي نصر عن جميل عن بريد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زنى العبد ضرب خمسين فان عاد ضرب خمسين فان عاد ضرب خمسين إلى ثماني مرات فان زنى ثماني مرات قتل وادى الامام قيمته إلى مواليه من بيت المال.</w:t>
      </w:r>
    </w:p>
    <w:p w:rsidR="00AC7755" w:rsidRDefault="00D45E0E" w:rsidP="00AC7755">
      <w:pPr>
        <w:pStyle w:val="libNormal"/>
        <w:rPr>
          <w:rtl/>
        </w:rPr>
      </w:pPr>
      <w:r w:rsidRPr="00D95A45">
        <w:rPr>
          <w:rtl/>
        </w:rPr>
        <w:t>(88) 88</w:t>
      </w:r>
      <w:r w:rsidR="00CC15EB">
        <w:rPr>
          <w:rtl/>
        </w:rPr>
        <w:t xml:space="preserve"> - </w:t>
      </w:r>
      <w:r w:rsidRPr="00D95A45">
        <w:rPr>
          <w:rtl/>
        </w:rPr>
        <w:t xml:space="preserve">عنه عن ابيه عن ابن ابى نجران عن عاصم بن حميد عمن ذكره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مملوك طلق امرأته تطليقتين ثم جامعها بعد فامر رجلا يضربهما ويفرق بينهما يجلد كل واحد منهما خمسين جلدة.</w:t>
      </w:r>
    </w:p>
    <w:p w:rsidR="00AC7755" w:rsidRDefault="00D45E0E" w:rsidP="00AC7755">
      <w:pPr>
        <w:pStyle w:val="libNormal"/>
        <w:rPr>
          <w:rtl/>
        </w:rPr>
      </w:pPr>
      <w:r w:rsidRPr="00D95A45">
        <w:rPr>
          <w:rtl/>
        </w:rPr>
        <w:t>(89) 89</w:t>
      </w:r>
      <w:r w:rsidR="00CC15EB">
        <w:rPr>
          <w:rtl/>
        </w:rPr>
        <w:t xml:space="preserve"> - </w:t>
      </w:r>
      <w:r w:rsidRPr="00D95A45">
        <w:rPr>
          <w:rtl/>
        </w:rPr>
        <w:t xml:space="preserve">علي بن ابراهيم عن ابيه عن ابن ابي نجران عن عاصم ابن حميد عن محمد بن قيس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العبيد إذا زنى احدهم أن يجلد خمسين جلدة وإن كان مسلما أو كافرا أو نصرانيا ولا يرجم ولا ينفى.</w:t>
      </w:r>
    </w:p>
    <w:p w:rsidR="00AC7755" w:rsidRDefault="00D45E0E" w:rsidP="00AC7755">
      <w:pPr>
        <w:pStyle w:val="libNormal"/>
        <w:rPr>
          <w:rtl/>
        </w:rPr>
      </w:pPr>
      <w:r w:rsidRPr="00D95A45">
        <w:rPr>
          <w:rtl/>
        </w:rPr>
        <w:t>(90) 90</w:t>
      </w:r>
      <w:r w:rsidR="00CC15EB">
        <w:rPr>
          <w:rtl/>
        </w:rPr>
        <w:t xml:space="preserve"> - </w:t>
      </w:r>
      <w:r w:rsidRPr="00D95A45">
        <w:rPr>
          <w:rtl/>
        </w:rPr>
        <w:t xml:space="preserve">علي بن ابراهيم عن ابيه عن ابن ابي عمير عن حمادا عن الحلبي عن ابي عبد الله </w:t>
      </w:r>
      <w:r w:rsidR="00AC7755" w:rsidRPr="00AC7755">
        <w:rPr>
          <w:rStyle w:val="libAlaemChar"/>
          <w:rtl/>
        </w:rPr>
        <w:t>عليه‌السلام</w:t>
      </w:r>
      <w:r w:rsidRPr="00D95A45">
        <w:rPr>
          <w:rtl/>
        </w:rPr>
        <w:t xml:space="preserve"> في المكاتب قال</w:t>
      </w:r>
      <w:r w:rsidR="00CC15EB">
        <w:rPr>
          <w:rtl/>
        </w:rPr>
        <w:t>:</w:t>
      </w:r>
      <w:r>
        <w:rPr>
          <w:rtl/>
        </w:rPr>
        <w:t xml:space="preserve"> </w:t>
      </w:r>
      <w:r w:rsidRPr="00D95A45">
        <w:rPr>
          <w:rtl/>
        </w:rPr>
        <w:t>يجلد في الحد بقدر ما اعتق منه.</w:t>
      </w:r>
    </w:p>
    <w:p w:rsidR="00AC7755" w:rsidRDefault="00D45E0E" w:rsidP="00AC7755">
      <w:pPr>
        <w:pStyle w:val="libNormal"/>
        <w:rPr>
          <w:rtl/>
        </w:rPr>
      </w:pPr>
      <w:r w:rsidRPr="00D95A45">
        <w:rPr>
          <w:rtl/>
        </w:rPr>
        <w:t>(91) 91</w:t>
      </w:r>
      <w:r w:rsidR="00CC15EB">
        <w:rPr>
          <w:rtl/>
        </w:rPr>
        <w:t xml:space="preserve"> - </w:t>
      </w:r>
      <w:r w:rsidRPr="00D95A45">
        <w:rPr>
          <w:rtl/>
        </w:rPr>
        <w:t xml:space="preserve">عنه عن ابيه عن حماد بن عيسى عن حريز عن محمد ابن مسلم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يجلد المكاتب على قدر ما اعتق منه</w:t>
      </w:r>
      <w:r w:rsidR="00CC15EB">
        <w:rPr>
          <w:rtl/>
        </w:rPr>
        <w:t>،</w:t>
      </w:r>
      <w:r>
        <w:rPr>
          <w:rtl/>
        </w:rPr>
        <w:t xml:space="preserve"> </w:t>
      </w:r>
      <w:r w:rsidRPr="00D95A45">
        <w:rPr>
          <w:rtl/>
        </w:rPr>
        <w:t>وذكر أنه يجلد ببعض السوط ولا يجلد به كله.</w:t>
      </w:r>
    </w:p>
    <w:p w:rsidR="00AC7755" w:rsidRDefault="00D45E0E" w:rsidP="00AC7755">
      <w:pPr>
        <w:pStyle w:val="libNormal"/>
        <w:rPr>
          <w:rtl/>
        </w:rPr>
      </w:pPr>
      <w:r w:rsidRPr="00D95A45">
        <w:rPr>
          <w:rtl/>
        </w:rPr>
        <w:t>(92) 92</w:t>
      </w:r>
      <w:r w:rsidR="00CC15EB">
        <w:rPr>
          <w:rtl/>
        </w:rPr>
        <w:t xml:space="preserve"> - </w:t>
      </w:r>
      <w:r w:rsidRPr="00D95A45">
        <w:rPr>
          <w:rtl/>
        </w:rPr>
        <w:t xml:space="preserve">احمد بن محمد عن محمد بن عيسى عن يوسف بن عقيل عن محمد بن قيس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مكاتبة زنت</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87</w:t>
      </w:r>
      <w:r>
        <w:rPr>
          <w:rFonts w:hint="cs"/>
          <w:rtl/>
        </w:rPr>
        <w:t xml:space="preserve"> - </w:t>
      </w:r>
      <w:r w:rsidR="00D45E0E" w:rsidRPr="007277FF">
        <w:rPr>
          <w:rtl/>
        </w:rPr>
        <w:t>88</w:t>
      </w:r>
      <w:r>
        <w:rPr>
          <w:rtl/>
        </w:rPr>
        <w:t xml:space="preserve"> - </w:t>
      </w:r>
      <w:r w:rsidR="00D45E0E" w:rsidRPr="007277FF">
        <w:rPr>
          <w:rtl/>
        </w:rPr>
        <w:t>الكافي ج 2 ص 304</w:t>
      </w:r>
    </w:p>
    <w:p w:rsidR="00AC7755" w:rsidRDefault="00CC15EB" w:rsidP="00AC7755">
      <w:pPr>
        <w:pStyle w:val="libFootnote0"/>
        <w:rPr>
          <w:rtl/>
        </w:rPr>
      </w:pPr>
      <w:r>
        <w:rPr>
          <w:rtl/>
        </w:rPr>
        <w:t>-</w:t>
      </w:r>
      <w:r w:rsidR="00D45E0E" w:rsidRPr="007277FF">
        <w:rPr>
          <w:rtl/>
        </w:rPr>
        <w:t xml:space="preserve"> 90</w:t>
      </w:r>
      <w:r>
        <w:rPr>
          <w:rtl/>
        </w:rPr>
        <w:t xml:space="preserve"> - </w:t>
      </w:r>
      <w:r w:rsidR="00D45E0E" w:rsidRPr="007277FF">
        <w:rPr>
          <w:rtl/>
        </w:rPr>
        <w:t>91</w:t>
      </w:r>
      <w:r>
        <w:rPr>
          <w:rFonts w:hint="cs"/>
          <w:rtl/>
        </w:rPr>
        <w:t xml:space="preserve"> - </w:t>
      </w:r>
      <w:r w:rsidR="00D45E0E" w:rsidRPr="00DA0376">
        <w:rPr>
          <w:rtl/>
        </w:rPr>
        <w:t>92</w:t>
      </w:r>
      <w:r>
        <w:rPr>
          <w:rtl/>
        </w:rPr>
        <w:t xml:space="preserve"> - </w:t>
      </w:r>
      <w:r w:rsidR="00D45E0E" w:rsidRPr="00DA0376">
        <w:rPr>
          <w:rtl/>
        </w:rPr>
        <w:t>الكافي ج 2 ص 304</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قال</w:t>
      </w:r>
      <w:r w:rsidR="00CC15EB">
        <w:rPr>
          <w:rtl/>
        </w:rPr>
        <w:t>:</w:t>
      </w:r>
      <w:r>
        <w:rPr>
          <w:rtl/>
        </w:rPr>
        <w:t xml:space="preserve"> </w:t>
      </w:r>
      <w:r w:rsidRPr="00DA0376">
        <w:rPr>
          <w:rtl/>
        </w:rPr>
        <w:t>ينظر ما أدت من مكاتبتها فيكون فيها حد الحرة وما لم تقض فيكون فيه حد الامة</w:t>
      </w:r>
      <w:r w:rsidR="00CC15EB">
        <w:rPr>
          <w:rtl/>
        </w:rPr>
        <w:t>،</w:t>
      </w:r>
      <w:r>
        <w:rPr>
          <w:rtl/>
        </w:rPr>
        <w:t xml:space="preserve"> </w:t>
      </w:r>
      <w:r w:rsidRPr="00DA0376">
        <w:rPr>
          <w:rtl/>
        </w:rPr>
        <w:t>وقال</w:t>
      </w:r>
      <w:r w:rsidR="00CC15EB">
        <w:rPr>
          <w:rtl/>
        </w:rPr>
        <w:t>:</w:t>
      </w:r>
      <w:r>
        <w:rPr>
          <w:rtl/>
        </w:rPr>
        <w:t xml:space="preserve"> </w:t>
      </w:r>
      <w:r w:rsidRPr="00DA0376">
        <w:rPr>
          <w:rtl/>
        </w:rPr>
        <w:t>في مكاتبة زنت وقد اعتق منها ثلاثة ارباع وبقي ربع فجلدت ثلاثة ارباع الحد حساب الحرة على مائة فذلك خمسة وسبعون جلدة</w:t>
      </w:r>
      <w:r w:rsidR="00CC15EB">
        <w:rPr>
          <w:rtl/>
        </w:rPr>
        <w:t>،</w:t>
      </w:r>
      <w:r>
        <w:rPr>
          <w:rtl/>
        </w:rPr>
        <w:t xml:space="preserve"> </w:t>
      </w:r>
      <w:r w:rsidRPr="00DA0376">
        <w:rPr>
          <w:rtl/>
        </w:rPr>
        <w:t>وربعها حساب خمسين من الأمة اثنا عشر سوطا ونصف فذلك سبعة وثمانون جلدة ونصف وابى ان يرجمها وان ينفيها قبل ان يتبين عتقها.</w:t>
      </w:r>
    </w:p>
    <w:p w:rsidR="00AC7755" w:rsidRDefault="00D45E0E" w:rsidP="00AC7755">
      <w:pPr>
        <w:pStyle w:val="libNormal"/>
        <w:rPr>
          <w:rtl/>
        </w:rPr>
      </w:pPr>
      <w:r w:rsidRPr="00D95A45">
        <w:rPr>
          <w:rtl/>
        </w:rPr>
        <w:t>(93) 93</w:t>
      </w:r>
      <w:r w:rsidR="00CC15EB">
        <w:rPr>
          <w:rtl/>
        </w:rPr>
        <w:t xml:space="preserve"> - </w:t>
      </w:r>
      <w:r w:rsidRPr="00D95A45">
        <w:rPr>
          <w:rtl/>
        </w:rPr>
        <w:t xml:space="preserve">يونس بن عبد الرحمن عن عاصم عن محمد بن قيس عن ابي جعفر </w:t>
      </w:r>
      <w:r w:rsidR="00AC7755" w:rsidRPr="00AC7755">
        <w:rPr>
          <w:rStyle w:val="libAlaemChar"/>
          <w:rtl/>
        </w:rPr>
        <w:t>عليه‌السلام</w:t>
      </w:r>
      <w:r w:rsidRPr="00D95A45">
        <w:rPr>
          <w:rtl/>
        </w:rPr>
        <w:t xml:space="preserve"> مثله الا انه قال</w:t>
      </w:r>
      <w:r w:rsidR="00CC15EB">
        <w:rPr>
          <w:rtl/>
        </w:rPr>
        <w:t>:</w:t>
      </w:r>
      <w:r>
        <w:rPr>
          <w:rtl/>
        </w:rPr>
        <w:t xml:space="preserve"> </w:t>
      </w:r>
      <w:r w:rsidRPr="00D95A45">
        <w:rPr>
          <w:rtl/>
        </w:rPr>
        <w:t>يؤخذ السوط من نصفه فيضرب به وكذلك الاقل والاكثر.</w:t>
      </w:r>
    </w:p>
    <w:p w:rsidR="00AC7755" w:rsidRDefault="00D45E0E" w:rsidP="00AC7755">
      <w:pPr>
        <w:pStyle w:val="libNormal"/>
        <w:rPr>
          <w:rtl/>
        </w:rPr>
      </w:pPr>
      <w:r w:rsidRPr="00D95A45">
        <w:rPr>
          <w:rtl/>
        </w:rPr>
        <w:t>(94) 94</w:t>
      </w:r>
      <w:r w:rsidR="00CC15EB">
        <w:rPr>
          <w:rtl/>
        </w:rPr>
        <w:t xml:space="preserve"> - </w:t>
      </w:r>
      <w:r w:rsidRPr="00D95A45">
        <w:rPr>
          <w:rtl/>
        </w:rPr>
        <w:t xml:space="preserve">علي بن ابراهيم عن ابيه عن صالح بن سعيد عن الحسين ابن خالد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سئل عن رجل كانت له أمة فكاتبها فقالت الامة</w:t>
      </w:r>
      <w:r w:rsidR="00CC15EB">
        <w:rPr>
          <w:rtl/>
        </w:rPr>
        <w:t>:</w:t>
      </w:r>
      <w:r>
        <w:rPr>
          <w:rtl/>
        </w:rPr>
        <w:t xml:space="preserve"> </w:t>
      </w:r>
      <w:r w:rsidRPr="00D95A45">
        <w:rPr>
          <w:rtl/>
        </w:rPr>
        <w:t>ما أديت من مكاتبتي فانا به حرة على حساب ذلك فقال لها</w:t>
      </w:r>
      <w:r w:rsidR="00CC15EB">
        <w:rPr>
          <w:rtl/>
        </w:rPr>
        <w:t>:</w:t>
      </w:r>
      <w:r>
        <w:rPr>
          <w:rtl/>
        </w:rPr>
        <w:t xml:space="preserve"> </w:t>
      </w:r>
      <w:r w:rsidRPr="00D95A45">
        <w:rPr>
          <w:rtl/>
        </w:rPr>
        <w:t>نعم</w:t>
      </w:r>
      <w:r w:rsidR="00CC15EB">
        <w:rPr>
          <w:rtl/>
        </w:rPr>
        <w:t>،</w:t>
      </w:r>
      <w:r>
        <w:rPr>
          <w:rtl/>
        </w:rPr>
        <w:t xml:space="preserve"> </w:t>
      </w:r>
      <w:r w:rsidRPr="00D95A45">
        <w:rPr>
          <w:rtl/>
        </w:rPr>
        <w:t>فادت بعض مكاتبتها وجامعها مولاها بعد ذلك فقال</w:t>
      </w:r>
      <w:r w:rsidR="00CC15EB">
        <w:rPr>
          <w:rtl/>
        </w:rPr>
        <w:t>:</w:t>
      </w:r>
      <w:r>
        <w:rPr>
          <w:rtl/>
        </w:rPr>
        <w:t xml:space="preserve"> </w:t>
      </w:r>
      <w:r w:rsidRPr="00D95A45">
        <w:rPr>
          <w:rtl/>
        </w:rPr>
        <w:t>ان كان استكرهها على ذلك ضرب من الحد بقدر ما أدت له من مكاتبتها وادرئ عنه الحد بقدر ما بقي له من مكاتبتها</w:t>
      </w:r>
      <w:r w:rsidR="00CC15EB">
        <w:rPr>
          <w:rtl/>
        </w:rPr>
        <w:t>،</w:t>
      </w:r>
      <w:r>
        <w:rPr>
          <w:rtl/>
        </w:rPr>
        <w:t xml:space="preserve"> </w:t>
      </w:r>
      <w:r w:rsidRPr="00D95A45">
        <w:rPr>
          <w:rtl/>
        </w:rPr>
        <w:t>وان كانت تابعته كانت شريكته في الحد ضربت مثل ما يضرب.</w:t>
      </w:r>
    </w:p>
    <w:p w:rsidR="00AC7755" w:rsidRDefault="00D45E0E" w:rsidP="00AC7755">
      <w:pPr>
        <w:pStyle w:val="libNormal"/>
        <w:rPr>
          <w:rtl/>
        </w:rPr>
      </w:pPr>
      <w:r w:rsidRPr="00D95A45">
        <w:rPr>
          <w:rtl/>
        </w:rPr>
        <w:t>(95) 95</w:t>
      </w:r>
      <w:r w:rsidR="00CC15EB">
        <w:rPr>
          <w:rtl/>
        </w:rPr>
        <w:t xml:space="preserve"> - </w:t>
      </w:r>
      <w:r w:rsidRPr="00D95A45">
        <w:rPr>
          <w:rtl/>
        </w:rPr>
        <w:t>يونس بن عبد الرحمن عن الحلبي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وقع على مكاتبته قال</w:t>
      </w:r>
      <w:r w:rsidR="00CC15EB">
        <w:rPr>
          <w:rtl/>
        </w:rPr>
        <w:t>:</w:t>
      </w:r>
      <w:r>
        <w:rPr>
          <w:rtl/>
        </w:rPr>
        <w:t xml:space="preserve"> </w:t>
      </w:r>
      <w:r w:rsidRPr="00D95A45">
        <w:rPr>
          <w:rtl/>
        </w:rPr>
        <w:t>ان كانت ادت الربع جلد وإن كان محصنا رجم وان لم تكن أدت شيئا فليس عليه شئ.</w:t>
      </w:r>
    </w:p>
    <w:p w:rsidR="00AC7755" w:rsidRDefault="00D45E0E" w:rsidP="00AC7755">
      <w:pPr>
        <w:pStyle w:val="libNormal"/>
        <w:rPr>
          <w:rtl/>
        </w:rPr>
      </w:pPr>
      <w:r w:rsidRPr="00D95A45">
        <w:rPr>
          <w:rtl/>
        </w:rPr>
        <w:t>(96) 96</w:t>
      </w:r>
      <w:r w:rsidR="00CC15EB">
        <w:rPr>
          <w:rtl/>
        </w:rPr>
        <w:t xml:space="preserve"> - </w:t>
      </w:r>
      <w:r w:rsidRPr="00D95A45">
        <w:rPr>
          <w:rtl/>
        </w:rPr>
        <w:t>يونس عن عبد الله بن سنان قال</w:t>
      </w:r>
      <w:r w:rsidR="00CC15EB">
        <w:rPr>
          <w:rtl/>
        </w:rPr>
        <w:t>:</w:t>
      </w:r>
      <w:r>
        <w:rPr>
          <w:rtl/>
        </w:rPr>
        <w:t xml:space="preserve"> </w:t>
      </w:r>
      <w:r w:rsidRPr="00D95A45">
        <w:rPr>
          <w:rtl/>
        </w:rPr>
        <w:t>قلت لابي عبد الله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93</w:t>
      </w:r>
      <w:r>
        <w:rPr>
          <w:rFonts w:hint="cs"/>
          <w:rtl/>
        </w:rPr>
        <w:t xml:space="preserve"> - </w:t>
      </w:r>
      <w:r w:rsidR="00D45E0E" w:rsidRPr="007277FF">
        <w:rPr>
          <w:rtl/>
        </w:rPr>
        <w:t>94</w:t>
      </w:r>
      <w:r>
        <w:rPr>
          <w:rtl/>
        </w:rPr>
        <w:t xml:space="preserve"> - </w:t>
      </w:r>
      <w:r w:rsidR="00D45E0E" w:rsidRPr="007277FF">
        <w:rPr>
          <w:rtl/>
        </w:rPr>
        <w:t>الكافي ج ص 304 واخرج الثاني الشيخ في الاستبصار ج 4 ص 210 والصدوق في الفقيه ج 4 ص 32 بسنده عن الرضا (ع).</w:t>
      </w:r>
    </w:p>
    <w:p w:rsidR="00CC15EB" w:rsidRDefault="00CC15EB" w:rsidP="00AC7755">
      <w:pPr>
        <w:pStyle w:val="libFootnote0"/>
        <w:rPr>
          <w:rtl/>
        </w:rPr>
      </w:pPr>
      <w:r>
        <w:rPr>
          <w:rtl/>
        </w:rPr>
        <w:t>-</w:t>
      </w:r>
      <w:r w:rsidR="00D45E0E" w:rsidRPr="007277FF">
        <w:rPr>
          <w:rtl/>
        </w:rPr>
        <w:t xml:space="preserve"> 95</w:t>
      </w:r>
      <w:r>
        <w:rPr>
          <w:rtl/>
        </w:rPr>
        <w:t xml:space="preserve"> - </w:t>
      </w:r>
      <w:r w:rsidR="00D45E0E" w:rsidRPr="007277FF">
        <w:rPr>
          <w:rtl/>
        </w:rPr>
        <w:t>الاستبصار ج 4 ص 210 الكافي ج 2 ص 291 الفقيه ج 4 ص 18</w:t>
      </w:r>
    </w:p>
    <w:p w:rsidR="00AC7755" w:rsidRDefault="00CC15EB" w:rsidP="00AC7755">
      <w:pPr>
        <w:pStyle w:val="libFootnote0"/>
        <w:rPr>
          <w:rtl/>
        </w:rPr>
      </w:pPr>
      <w:r>
        <w:rPr>
          <w:rtl/>
        </w:rPr>
        <w:t>-</w:t>
      </w:r>
      <w:r w:rsidR="00D45E0E" w:rsidRPr="00DA0376">
        <w:rPr>
          <w:rtl/>
        </w:rPr>
        <w:t xml:space="preserve"> 96</w:t>
      </w:r>
      <w:r>
        <w:rPr>
          <w:rtl/>
        </w:rPr>
        <w:t xml:space="preserve"> - </w:t>
      </w:r>
      <w:r w:rsidR="00D45E0E" w:rsidRPr="00DA0376">
        <w:rPr>
          <w:rtl/>
        </w:rPr>
        <w:t>الكافي ج 2 ص 291</w:t>
      </w:r>
    </w:p>
    <w:p w:rsidR="00AC7755" w:rsidRDefault="00AC7755" w:rsidP="00AC7755">
      <w:pPr>
        <w:pStyle w:val="libNormal"/>
        <w:rPr>
          <w:rtl/>
        </w:rPr>
      </w:pPr>
      <w:r>
        <w:rPr>
          <w:rtl/>
        </w:rPr>
        <w:br w:type="page"/>
      </w:r>
    </w:p>
    <w:p w:rsidR="00AC7755" w:rsidRDefault="00AC7755" w:rsidP="00AC7755">
      <w:pPr>
        <w:pStyle w:val="libNormal0"/>
        <w:rPr>
          <w:rtl/>
        </w:rPr>
      </w:pPr>
      <w:r w:rsidRPr="00AC7755">
        <w:rPr>
          <w:rStyle w:val="libAlaemChar"/>
          <w:rtl/>
        </w:rPr>
        <w:lastRenderedPageBreak/>
        <w:t>عليه‌السلام</w:t>
      </w:r>
      <w:r w:rsidR="00D45E0E" w:rsidRPr="00DA0376">
        <w:rPr>
          <w:rtl/>
        </w:rPr>
        <w:t xml:space="preserve"> قوم اشتركوا في شراء جارية فاتمنوا بعضهم وجعلوا الجارية عنده فوطئها قال</w:t>
      </w:r>
      <w:r w:rsidR="00CC15EB">
        <w:rPr>
          <w:rtl/>
        </w:rPr>
        <w:t>:</w:t>
      </w:r>
      <w:r w:rsidR="00D45E0E">
        <w:rPr>
          <w:rtl/>
        </w:rPr>
        <w:t xml:space="preserve"> </w:t>
      </w:r>
      <w:r w:rsidR="00D45E0E" w:rsidRPr="00DA0376">
        <w:rPr>
          <w:rtl/>
        </w:rPr>
        <w:t>يجلد الحد ويدرأ عنه بقدر ما له فيها وتقوم الجارية ويغرم ثمنها للشركاء فان كانت القيمة في اليوم الذي وطئ اقل مما اشتريت به فانه يلزم اكثر الثمن لأنه قد افسد على شركائه</w:t>
      </w:r>
      <w:r w:rsidR="00CC15EB">
        <w:rPr>
          <w:rtl/>
        </w:rPr>
        <w:t>،</w:t>
      </w:r>
      <w:r w:rsidR="00D45E0E">
        <w:rPr>
          <w:rtl/>
        </w:rPr>
        <w:t xml:space="preserve"> </w:t>
      </w:r>
      <w:r w:rsidR="00D45E0E" w:rsidRPr="00DA0376">
        <w:rPr>
          <w:rtl/>
        </w:rPr>
        <w:t>وان كانت القيمة في اليوم الذي وطئ اكثر مما اشتريت به يلزم الاكثر لاستفسادها.</w:t>
      </w:r>
    </w:p>
    <w:p w:rsidR="00AC7755" w:rsidRDefault="00D45E0E" w:rsidP="00AC7755">
      <w:pPr>
        <w:pStyle w:val="libNormal"/>
        <w:rPr>
          <w:rtl/>
        </w:rPr>
      </w:pPr>
      <w:r w:rsidRPr="00D95A45">
        <w:rPr>
          <w:rtl/>
        </w:rPr>
        <w:t>(97) 97</w:t>
      </w:r>
      <w:r w:rsidR="00CC15EB">
        <w:rPr>
          <w:rtl/>
        </w:rPr>
        <w:t xml:space="preserve"> - </w:t>
      </w:r>
      <w:r w:rsidRPr="00D95A45">
        <w:rPr>
          <w:rtl/>
        </w:rPr>
        <w:t xml:space="preserve">محمد بن يعقوب عن احمد بن محمد الكوفي عن محمد بن احمد النهدي عن محمد بن الوليد عن ابان بن عثمان عن اسماعيل بن عبد الرحمن الجعفي عن ابى جعفر </w:t>
      </w:r>
      <w:r w:rsidR="00AC7755" w:rsidRPr="00AC7755">
        <w:rPr>
          <w:rStyle w:val="libAlaemChar"/>
          <w:rtl/>
        </w:rPr>
        <w:t>عليه‌السلام</w:t>
      </w:r>
      <w:r w:rsidRPr="00D95A45">
        <w:rPr>
          <w:rtl/>
        </w:rPr>
        <w:t xml:space="preserve"> في جارية بين رجلين فوطئها احدهما دون الآخر فاحبلها قال</w:t>
      </w:r>
      <w:r w:rsidR="00CC15EB">
        <w:rPr>
          <w:rtl/>
        </w:rPr>
        <w:t>:</w:t>
      </w:r>
      <w:r>
        <w:rPr>
          <w:rtl/>
        </w:rPr>
        <w:t xml:space="preserve"> </w:t>
      </w:r>
      <w:r w:rsidRPr="00D95A45">
        <w:rPr>
          <w:rtl/>
        </w:rPr>
        <w:t>يضرب نصف الحد ويغرم نصف القيمة.</w:t>
      </w:r>
    </w:p>
    <w:p w:rsidR="00AC7755" w:rsidRDefault="00D45E0E" w:rsidP="00AC7755">
      <w:pPr>
        <w:pStyle w:val="libNormal"/>
        <w:rPr>
          <w:rtl/>
        </w:rPr>
      </w:pPr>
      <w:r w:rsidRPr="00D95A45">
        <w:rPr>
          <w:rtl/>
        </w:rPr>
        <w:t>(98) 98</w:t>
      </w:r>
      <w:r w:rsidR="00CC15EB">
        <w:rPr>
          <w:rtl/>
        </w:rPr>
        <w:t xml:space="preserve"> - </w:t>
      </w:r>
      <w:r w:rsidRPr="00D95A45">
        <w:rPr>
          <w:rtl/>
        </w:rPr>
        <w:t xml:space="preserve">الحسن بن محمد بن سماعة عن احمد بن الحسن الميثمي عن ابان عن اسماعيل الجعفي عن ابي جعفر </w:t>
      </w:r>
      <w:r w:rsidR="00AC7755" w:rsidRPr="00AC7755">
        <w:rPr>
          <w:rStyle w:val="libAlaemChar"/>
          <w:rtl/>
        </w:rPr>
        <w:t>عليه‌السلام</w:t>
      </w:r>
      <w:r w:rsidRPr="00D95A45">
        <w:rPr>
          <w:rtl/>
        </w:rPr>
        <w:t xml:space="preserve"> في رجلين اشتريا جارية فنكحها احدهما دون صاحبه قال</w:t>
      </w:r>
      <w:r w:rsidR="00CC15EB">
        <w:rPr>
          <w:rtl/>
        </w:rPr>
        <w:t>:</w:t>
      </w:r>
      <w:r>
        <w:rPr>
          <w:rtl/>
        </w:rPr>
        <w:t xml:space="preserve"> </w:t>
      </w:r>
      <w:r w:rsidRPr="00D95A45">
        <w:rPr>
          <w:rtl/>
        </w:rPr>
        <w:t>يضرب نصف الحد ويغرم نصف القيمة إذا أحبل.</w:t>
      </w:r>
    </w:p>
    <w:p w:rsidR="00AC7755" w:rsidRDefault="00D45E0E" w:rsidP="00AC7755">
      <w:pPr>
        <w:pStyle w:val="libNormal"/>
        <w:rPr>
          <w:rtl/>
        </w:rPr>
      </w:pPr>
      <w:r w:rsidRPr="00D95A45">
        <w:rPr>
          <w:rtl/>
        </w:rPr>
        <w:t>(99) 99</w:t>
      </w:r>
      <w:r w:rsidR="00CC15EB">
        <w:rPr>
          <w:rtl/>
        </w:rPr>
        <w:t xml:space="preserve"> - </w:t>
      </w:r>
      <w:r w:rsidRPr="00D95A45">
        <w:rPr>
          <w:rtl/>
        </w:rPr>
        <w:t>احمد بن محمد بن عيسى عن ابن محبوب عن ابي ولاد الحناط قال</w:t>
      </w:r>
      <w:r w:rsidR="00CC15EB">
        <w:rPr>
          <w:rtl/>
        </w:rPr>
        <w:t>:</w:t>
      </w:r>
      <w:r>
        <w:rPr>
          <w:rtl/>
        </w:rPr>
        <w:t xml:space="preserve"> </w:t>
      </w:r>
      <w:r w:rsidRPr="00D95A45">
        <w:rPr>
          <w:rtl/>
        </w:rPr>
        <w:t xml:space="preserve">سئل أبو عبد الله </w:t>
      </w:r>
      <w:r w:rsidR="00AC7755" w:rsidRPr="00AC7755">
        <w:rPr>
          <w:rStyle w:val="libAlaemChar"/>
          <w:rtl/>
        </w:rPr>
        <w:t>عليه‌السلام</w:t>
      </w:r>
      <w:r w:rsidRPr="00D95A45">
        <w:rPr>
          <w:rtl/>
        </w:rPr>
        <w:t xml:space="preserve"> عن جارية بين رجلين أعتق احدهما نصيبه فيها فلما رأى ذلك شريكه وثب على الجارية فوقع بها قال</w:t>
      </w:r>
      <w:r w:rsidR="00CC15EB">
        <w:rPr>
          <w:rtl/>
        </w:rPr>
        <w:t>:</w:t>
      </w:r>
      <w:r>
        <w:rPr>
          <w:rtl/>
        </w:rPr>
        <w:t xml:space="preserve"> </w:t>
      </w:r>
      <w:r w:rsidRPr="00D95A45">
        <w:rPr>
          <w:rtl/>
        </w:rPr>
        <w:t>فقال</w:t>
      </w:r>
      <w:r w:rsidR="00CC15EB">
        <w:rPr>
          <w:rtl/>
        </w:rPr>
        <w:t>:</w:t>
      </w:r>
      <w:r>
        <w:rPr>
          <w:rtl/>
        </w:rPr>
        <w:t xml:space="preserve"> </w:t>
      </w:r>
      <w:r w:rsidRPr="00D95A45">
        <w:rPr>
          <w:rtl/>
        </w:rPr>
        <w:t>يجلد الذي وقع عليها خمسين جلدة ويطرح عنه خمسين جلدة ويكون نصفها حرة ويطرح عنها من النصف الباقي</w:t>
      </w:r>
      <w:r w:rsidR="00CC15EB">
        <w:rPr>
          <w:rtl/>
        </w:rPr>
        <w:t>،</w:t>
      </w:r>
      <w:r>
        <w:rPr>
          <w:rtl/>
        </w:rPr>
        <w:t xml:space="preserve"> </w:t>
      </w:r>
      <w:r w:rsidRPr="00D95A45">
        <w:rPr>
          <w:rtl/>
        </w:rPr>
        <w:t>وعلى الذي لم يعتق ونكح عشر قيمتها ان كانت بكرا وان كانت غير بكر فنصف عشر قيمتها وتستسعى هي في الباقي.</w:t>
      </w:r>
    </w:p>
    <w:p w:rsidR="00AC7755" w:rsidRDefault="00D45E0E" w:rsidP="00AC7755">
      <w:pPr>
        <w:pStyle w:val="libNormal"/>
        <w:rPr>
          <w:rtl/>
        </w:rPr>
      </w:pPr>
      <w:r w:rsidRPr="00D95A45">
        <w:rPr>
          <w:rtl/>
        </w:rPr>
        <w:t>(100) 100</w:t>
      </w:r>
      <w:r w:rsidR="00CC15EB">
        <w:rPr>
          <w:rtl/>
        </w:rPr>
        <w:t xml:space="preserve"> - </w:t>
      </w:r>
      <w:r w:rsidRPr="00D95A45">
        <w:rPr>
          <w:rtl/>
        </w:rPr>
        <w:t>علي بن ابرهيم عن ابيه عن عمرو بن عثمان عن عدة</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97</w:t>
      </w:r>
      <w:r>
        <w:rPr>
          <w:rFonts w:hint="cs"/>
          <w:rtl/>
        </w:rPr>
        <w:t xml:space="preserve"> - </w:t>
      </w:r>
      <w:r w:rsidR="00D45E0E" w:rsidRPr="007277FF">
        <w:rPr>
          <w:rtl/>
        </w:rPr>
        <w:t>98</w:t>
      </w:r>
      <w:r>
        <w:rPr>
          <w:rtl/>
        </w:rPr>
        <w:t xml:space="preserve"> - </w:t>
      </w:r>
      <w:r w:rsidR="00D45E0E" w:rsidRPr="007277FF">
        <w:rPr>
          <w:rtl/>
        </w:rPr>
        <w:t>الكافي ج 2 ص 292</w:t>
      </w:r>
    </w:p>
    <w:p w:rsidR="00AC7755" w:rsidRDefault="00CC15EB" w:rsidP="00AC7755">
      <w:pPr>
        <w:pStyle w:val="libFootnote0"/>
        <w:rPr>
          <w:rtl/>
        </w:rPr>
      </w:pPr>
      <w:r>
        <w:rPr>
          <w:rtl/>
        </w:rPr>
        <w:t>-</w:t>
      </w:r>
      <w:r w:rsidR="00D45E0E" w:rsidRPr="00DA0376">
        <w:rPr>
          <w:rtl/>
        </w:rPr>
        <w:t xml:space="preserve"> 99</w:t>
      </w:r>
      <w:r>
        <w:rPr>
          <w:rtl/>
        </w:rPr>
        <w:t xml:space="preserve"> - </w:t>
      </w:r>
      <w:r w:rsidR="00D45E0E" w:rsidRPr="00DA0376">
        <w:rPr>
          <w:rtl/>
        </w:rPr>
        <w:t>100</w:t>
      </w:r>
      <w:r>
        <w:rPr>
          <w:rtl/>
        </w:rPr>
        <w:t xml:space="preserve"> - </w:t>
      </w:r>
      <w:r w:rsidR="00D45E0E" w:rsidRPr="00DA0376">
        <w:rPr>
          <w:rtl/>
        </w:rPr>
        <w:t>الكافي ج 2 ص 291 واخرج الثاني الصدوق في الفقيه ج 4 ص 33</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من اصحابنا عن ابي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سئل عن رجل أصاب جارية من الفئ فوطئها قبل ان يقسم قال</w:t>
      </w:r>
      <w:r w:rsidR="00CC15EB">
        <w:rPr>
          <w:rtl/>
        </w:rPr>
        <w:t>:</w:t>
      </w:r>
      <w:r>
        <w:rPr>
          <w:rtl/>
        </w:rPr>
        <w:t xml:space="preserve"> </w:t>
      </w:r>
      <w:r w:rsidRPr="00DA0376">
        <w:rPr>
          <w:rtl/>
        </w:rPr>
        <w:t>تقوم الجارية وتدفع إليه بالقيمة ويحط له منها ما يصيبه منها من الفئ ويجلد الحد ويدرأ عنه من الحد بقدر ما كان له فيها</w:t>
      </w:r>
      <w:r w:rsidR="00CC15EB">
        <w:rPr>
          <w:rtl/>
        </w:rPr>
        <w:t>،</w:t>
      </w:r>
      <w:r>
        <w:rPr>
          <w:rtl/>
        </w:rPr>
        <w:t xml:space="preserve"> </w:t>
      </w:r>
      <w:r w:rsidRPr="00DA0376">
        <w:rPr>
          <w:rtl/>
        </w:rPr>
        <w:t>فقلت</w:t>
      </w:r>
      <w:r w:rsidR="00CC15EB">
        <w:rPr>
          <w:rtl/>
        </w:rPr>
        <w:t>:</w:t>
      </w:r>
      <w:r>
        <w:rPr>
          <w:rtl/>
        </w:rPr>
        <w:t xml:space="preserve"> </w:t>
      </w:r>
      <w:r w:rsidRPr="00DA0376">
        <w:rPr>
          <w:rtl/>
        </w:rPr>
        <w:t>فكيف صارت الجارية تدفع إليه هو بالقيمة دون غيره</w:t>
      </w:r>
      <w:r>
        <w:rPr>
          <w:rtl/>
        </w:rPr>
        <w:t>؟</w:t>
      </w:r>
      <w:r w:rsidRPr="00DA0376">
        <w:rPr>
          <w:rtl/>
        </w:rPr>
        <w:t xml:space="preserve"> قال</w:t>
      </w:r>
      <w:r w:rsidR="00CC15EB">
        <w:rPr>
          <w:rtl/>
        </w:rPr>
        <w:t>:</w:t>
      </w:r>
      <w:r>
        <w:rPr>
          <w:rtl/>
        </w:rPr>
        <w:t xml:space="preserve"> </w:t>
      </w:r>
      <w:r w:rsidRPr="00DA0376">
        <w:rPr>
          <w:rtl/>
        </w:rPr>
        <w:t>لانه وطئها ولا يؤمن ان يكون ثم حبل.</w:t>
      </w:r>
    </w:p>
    <w:p w:rsidR="00AC7755" w:rsidRDefault="00D45E0E" w:rsidP="00AC7755">
      <w:pPr>
        <w:pStyle w:val="libNormal"/>
        <w:rPr>
          <w:rtl/>
        </w:rPr>
      </w:pPr>
      <w:r w:rsidRPr="00D95A45">
        <w:rPr>
          <w:rtl/>
        </w:rPr>
        <w:t>(101) 101</w:t>
      </w:r>
      <w:r w:rsidR="00CC15EB">
        <w:rPr>
          <w:rtl/>
        </w:rPr>
        <w:t xml:space="preserve"> - </w:t>
      </w:r>
      <w:r w:rsidRPr="00D95A45">
        <w:rPr>
          <w:rtl/>
        </w:rPr>
        <w:t xml:space="preserve">الحسن بن محبوب عن هشام بن سالم عن مالك بن اعين عن ابى عبد الله </w:t>
      </w:r>
      <w:r w:rsidR="00AC7755" w:rsidRPr="00AC7755">
        <w:rPr>
          <w:rStyle w:val="libAlaemChar"/>
          <w:rtl/>
        </w:rPr>
        <w:t>عليه‌السلام</w:t>
      </w:r>
      <w:r w:rsidRPr="00D95A45">
        <w:rPr>
          <w:rtl/>
        </w:rPr>
        <w:t xml:space="preserve"> في أمة بين رجلين اعتق احدهما نصيبه فلما سمع ذلك شريكه وثب على الامة فافتضها من يومه قال</w:t>
      </w:r>
      <w:r w:rsidR="00CC15EB">
        <w:rPr>
          <w:rtl/>
        </w:rPr>
        <w:t>:</w:t>
      </w:r>
      <w:r>
        <w:rPr>
          <w:rtl/>
        </w:rPr>
        <w:t xml:space="preserve"> </w:t>
      </w:r>
      <w:r w:rsidRPr="00D95A45">
        <w:rPr>
          <w:rtl/>
        </w:rPr>
        <w:t>يضرب الذي افتضها خمسون جلدة ويطرح عنه خمسون جلدة بحقه فيها ويغرم للامة عشر قيمتها لمواقعته اياها وتستسعى في الباقي.</w:t>
      </w:r>
    </w:p>
    <w:p w:rsidR="00AC7755" w:rsidRDefault="00D45E0E" w:rsidP="00AC7755">
      <w:pPr>
        <w:pStyle w:val="libNormal"/>
        <w:rPr>
          <w:rtl/>
        </w:rPr>
      </w:pPr>
      <w:r w:rsidRPr="00D95A45">
        <w:rPr>
          <w:rtl/>
        </w:rPr>
        <w:t>(102) 102</w:t>
      </w:r>
      <w:r w:rsidR="00CC15EB">
        <w:rPr>
          <w:rtl/>
        </w:rPr>
        <w:t xml:space="preserve"> - </w:t>
      </w:r>
      <w:r w:rsidRPr="00D95A45">
        <w:rPr>
          <w:rtl/>
        </w:rPr>
        <w:t>الحسين بن سعيد عن صفوان عن اسحاق بن عمار قال</w:t>
      </w:r>
      <w:r w:rsidR="00CC15EB">
        <w:rPr>
          <w:rtl/>
        </w:rPr>
        <w:t>:</w:t>
      </w:r>
      <w:r>
        <w:rPr>
          <w:rtl/>
        </w:rPr>
        <w:t xml:space="preserve"> </w:t>
      </w:r>
      <w:r w:rsidRPr="00D95A45">
        <w:rPr>
          <w:rtl/>
        </w:rPr>
        <w:t xml:space="preserve">سألت ابا ابراهيم </w:t>
      </w:r>
      <w:r w:rsidR="00AC7755" w:rsidRPr="00AC7755">
        <w:rPr>
          <w:rStyle w:val="libAlaemChar"/>
          <w:rtl/>
        </w:rPr>
        <w:t>عليه‌السلام</w:t>
      </w:r>
      <w:r w:rsidRPr="00D95A45">
        <w:rPr>
          <w:rtl/>
        </w:rPr>
        <w:t xml:space="preserve"> عن الزاني كيف يجلد</w:t>
      </w:r>
      <w:r>
        <w:rPr>
          <w:rtl/>
        </w:rPr>
        <w:t>؟</w:t>
      </w:r>
      <w:r w:rsidRPr="00D95A45">
        <w:rPr>
          <w:rtl/>
        </w:rPr>
        <w:t xml:space="preserve"> قال</w:t>
      </w:r>
      <w:r w:rsidR="00CC15EB">
        <w:rPr>
          <w:rtl/>
        </w:rPr>
        <w:t>:</w:t>
      </w:r>
      <w:r>
        <w:rPr>
          <w:rtl/>
        </w:rPr>
        <w:t xml:space="preserve"> </w:t>
      </w:r>
      <w:r w:rsidRPr="00D95A45">
        <w:rPr>
          <w:rtl/>
        </w:rPr>
        <w:t>اشد الجلد</w:t>
      </w:r>
      <w:r w:rsidR="00CC15EB">
        <w:rPr>
          <w:rtl/>
        </w:rPr>
        <w:t>،</w:t>
      </w:r>
      <w:r>
        <w:rPr>
          <w:rtl/>
        </w:rPr>
        <w:t xml:space="preserve"> </w:t>
      </w:r>
      <w:r w:rsidRPr="00D95A45">
        <w:rPr>
          <w:rtl/>
        </w:rPr>
        <w:t>قلت</w:t>
      </w:r>
      <w:r w:rsidR="00CC15EB">
        <w:rPr>
          <w:rtl/>
        </w:rPr>
        <w:t>:</w:t>
      </w:r>
      <w:r>
        <w:rPr>
          <w:rtl/>
        </w:rPr>
        <w:t xml:space="preserve"> </w:t>
      </w:r>
      <w:r w:rsidRPr="00D95A45">
        <w:rPr>
          <w:rtl/>
        </w:rPr>
        <w:t>من فوق الثياب</w:t>
      </w:r>
      <w:r>
        <w:rPr>
          <w:rtl/>
        </w:rPr>
        <w:t>؟</w:t>
      </w:r>
      <w:r w:rsidRPr="00D95A45">
        <w:rPr>
          <w:rtl/>
        </w:rPr>
        <w:t xml:space="preserve"> قال</w:t>
      </w:r>
      <w:r w:rsidR="00CC15EB">
        <w:rPr>
          <w:rtl/>
        </w:rPr>
        <w:t>:</w:t>
      </w:r>
      <w:r>
        <w:rPr>
          <w:rtl/>
        </w:rPr>
        <w:t xml:space="preserve"> </w:t>
      </w:r>
      <w:r w:rsidRPr="00D95A45">
        <w:rPr>
          <w:rtl/>
        </w:rPr>
        <w:t>لا بل يجرد.</w:t>
      </w:r>
    </w:p>
    <w:p w:rsidR="00AC7755" w:rsidRDefault="00D45E0E" w:rsidP="00AC7755">
      <w:pPr>
        <w:pStyle w:val="libNormal"/>
        <w:rPr>
          <w:rtl/>
        </w:rPr>
      </w:pPr>
      <w:r w:rsidRPr="00D95A45">
        <w:rPr>
          <w:rtl/>
        </w:rPr>
        <w:t>(103) 103</w:t>
      </w:r>
      <w:r w:rsidR="00CC15EB">
        <w:rPr>
          <w:rtl/>
        </w:rPr>
        <w:t xml:space="preserve"> - </w:t>
      </w:r>
      <w:r w:rsidRPr="00D95A45">
        <w:rPr>
          <w:rtl/>
        </w:rPr>
        <w:t xml:space="preserve">عنه عن الحسن عن زرعة عن سماعة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حد الزنى كأشد ما يكون من الحدود.</w:t>
      </w:r>
    </w:p>
    <w:p w:rsidR="00AC7755" w:rsidRDefault="00D45E0E" w:rsidP="00AC7755">
      <w:pPr>
        <w:pStyle w:val="libNormal"/>
        <w:rPr>
          <w:rtl/>
        </w:rPr>
      </w:pPr>
      <w:r w:rsidRPr="00D95A45">
        <w:rPr>
          <w:rtl/>
        </w:rPr>
        <w:t>(104) 104</w:t>
      </w:r>
      <w:r w:rsidR="00CC15EB">
        <w:rPr>
          <w:rtl/>
        </w:rPr>
        <w:t xml:space="preserve"> - </w:t>
      </w:r>
      <w:r w:rsidRPr="00D95A45">
        <w:rPr>
          <w:rtl/>
        </w:rPr>
        <w:t xml:space="preserve">عنه عن فضالة عن ابان عن زرارة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يضرب الرجل قائما والمرأة قاعدة ويضرب على عضو ويترك الوجه والمذاكير.</w:t>
      </w:r>
    </w:p>
    <w:p w:rsidR="00AC7755" w:rsidRDefault="00D45E0E" w:rsidP="00AC7755">
      <w:pPr>
        <w:pStyle w:val="libNormal"/>
        <w:rPr>
          <w:rtl/>
        </w:rPr>
      </w:pPr>
      <w:r w:rsidRPr="00D95A45">
        <w:rPr>
          <w:rtl/>
        </w:rPr>
        <w:t>(105) 105</w:t>
      </w:r>
      <w:r w:rsidR="00CC15EB">
        <w:rPr>
          <w:rtl/>
        </w:rPr>
        <w:t xml:space="preserve"> - </w:t>
      </w:r>
      <w:r w:rsidRPr="00D95A45">
        <w:rPr>
          <w:rtl/>
        </w:rPr>
        <w:t xml:space="preserve">عنه عن حماد عن حريز عمن اخبره عن ابي جعفر </w:t>
      </w:r>
      <w:r w:rsidR="00AC7755" w:rsidRPr="00AC7755">
        <w:rPr>
          <w:rStyle w:val="libAlaemChar"/>
          <w:rtl/>
        </w:rPr>
        <w:t>عليه‌السلام</w:t>
      </w:r>
      <w:r w:rsidRPr="00D95A45">
        <w:rPr>
          <w:rtl/>
        </w:rPr>
        <w:t xml:space="preserve"> أنه قال</w:t>
      </w:r>
      <w:r w:rsidR="00CC15EB">
        <w:rPr>
          <w:rtl/>
        </w:rPr>
        <w:t>:</w:t>
      </w:r>
      <w:r>
        <w:rPr>
          <w:rtl/>
        </w:rPr>
        <w:t xml:space="preserve"> </w:t>
      </w:r>
      <w:r w:rsidRPr="00D95A45">
        <w:rPr>
          <w:rtl/>
        </w:rPr>
        <w:t>يفرق الحد على الجسد كله ويتقى الفرج والوجه ويضرب بين الضربين.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101</w:t>
      </w:r>
      <w:r>
        <w:rPr>
          <w:rtl/>
        </w:rPr>
        <w:t xml:space="preserve"> - </w:t>
      </w:r>
      <w:r w:rsidR="00D45E0E" w:rsidRPr="00D95A45">
        <w:rPr>
          <w:rtl/>
        </w:rPr>
        <w:t>الكافي ج 2 ص 291</w:t>
      </w:r>
    </w:p>
    <w:p w:rsidR="00CC15EB" w:rsidRDefault="00CC15EB" w:rsidP="00AC7755">
      <w:pPr>
        <w:pStyle w:val="libFootnote0"/>
        <w:rPr>
          <w:rtl/>
        </w:rPr>
      </w:pPr>
      <w:r>
        <w:rPr>
          <w:rtl/>
        </w:rPr>
        <w:t>-</w:t>
      </w:r>
      <w:r w:rsidR="00D45E0E" w:rsidRPr="007277FF">
        <w:rPr>
          <w:rtl/>
        </w:rPr>
        <w:t xml:space="preserve"> 102</w:t>
      </w:r>
      <w:r>
        <w:rPr>
          <w:rtl/>
        </w:rPr>
        <w:t xml:space="preserve"> - </w:t>
      </w:r>
      <w:r w:rsidR="00D45E0E" w:rsidRPr="007277FF">
        <w:rPr>
          <w:rtl/>
        </w:rPr>
        <w:t>الكافي ج 2 ص 288</w:t>
      </w:r>
    </w:p>
    <w:p w:rsidR="00CC15EB" w:rsidRDefault="00CC15EB" w:rsidP="00AC7755">
      <w:pPr>
        <w:pStyle w:val="libFootnote0"/>
        <w:rPr>
          <w:rtl/>
        </w:rPr>
      </w:pPr>
      <w:r>
        <w:rPr>
          <w:rtl/>
        </w:rPr>
        <w:t>-</w:t>
      </w:r>
      <w:r w:rsidR="00D45E0E" w:rsidRPr="007277FF">
        <w:rPr>
          <w:rtl/>
        </w:rPr>
        <w:t xml:space="preserve"> 103</w:t>
      </w:r>
      <w:r>
        <w:rPr>
          <w:rtl/>
        </w:rPr>
        <w:t xml:space="preserve"> - </w:t>
      </w:r>
      <w:r w:rsidR="00D45E0E" w:rsidRPr="007277FF">
        <w:rPr>
          <w:rtl/>
        </w:rPr>
        <w:t>الفقيه ج 4 ص 20</w:t>
      </w:r>
    </w:p>
    <w:p w:rsidR="00AC7755" w:rsidRDefault="00CC15EB" w:rsidP="00AC7755">
      <w:pPr>
        <w:pStyle w:val="libFootnote0"/>
        <w:rPr>
          <w:rtl/>
        </w:rPr>
      </w:pPr>
      <w:r>
        <w:rPr>
          <w:rtl/>
        </w:rPr>
        <w:t>-</w:t>
      </w:r>
      <w:r w:rsidR="00D45E0E" w:rsidRPr="00DA0376">
        <w:rPr>
          <w:rtl/>
        </w:rPr>
        <w:t xml:space="preserve"> 104</w:t>
      </w:r>
      <w:r>
        <w:rPr>
          <w:rtl/>
        </w:rPr>
        <w:t xml:space="preserve"> - </w:t>
      </w:r>
      <w:r w:rsidR="00D45E0E" w:rsidRPr="00DA0376">
        <w:rPr>
          <w:rtl/>
        </w:rPr>
        <w:t>الكافي ج 2 ص 288 الفقيه ج 4 ص 20 بتفاوت في الاول</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(106) 106</w:t>
      </w:r>
      <w:r w:rsidR="00CC15EB">
        <w:rPr>
          <w:rtl/>
        </w:rPr>
        <w:t xml:space="preserve"> - </w:t>
      </w:r>
      <w:r w:rsidRPr="00D95A45">
        <w:rPr>
          <w:rtl/>
        </w:rPr>
        <w:t xml:space="preserve">عنه عن محمد بن يحيى عن طلحة بن زيد عن جعفر عن ابيه </w:t>
      </w:r>
      <w:r w:rsidR="00AC7755" w:rsidRPr="00AC7755">
        <w:rPr>
          <w:rStyle w:val="libAlaemChar"/>
          <w:rtl/>
        </w:rPr>
        <w:t>عليهما‌السلام</w:t>
      </w:r>
      <w:r w:rsidRPr="00D95A45">
        <w:rPr>
          <w:rtl/>
        </w:rPr>
        <w:t xml:space="preserve"> قال</w:t>
      </w:r>
      <w:r w:rsidR="00CC15EB">
        <w:rPr>
          <w:rtl/>
        </w:rPr>
        <w:t>:</w:t>
      </w:r>
      <w:r>
        <w:rPr>
          <w:rtl/>
        </w:rPr>
        <w:t xml:space="preserve"> </w:t>
      </w:r>
      <w:r w:rsidRPr="00D95A45">
        <w:rPr>
          <w:rtl/>
        </w:rPr>
        <w:t>لا يجرد في حد ولا يشنج</w:t>
      </w:r>
      <w:r w:rsidR="00CC15EB">
        <w:rPr>
          <w:rtl/>
        </w:rPr>
        <w:t xml:space="preserve"> - </w:t>
      </w:r>
      <w:r w:rsidRPr="00D95A45">
        <w:rPr>
          <w:rtl/>
        </w:rPr>
        <w:t>يعني يمد</w:t>
      </w:r>
      <w:r w:rsidR="00CC15EB">
        <w:rPr>
          <w:rtl/>
        </w:rPr>
        <w:t xml:space="preserve"> - </w:t>
      </w:r>
      <w:r w:rsidRPr="00D95A45">
        <w:rPr>
          <w:rtl/>
        </w:rPr>
        <w:t>وقال</w:t>
      </w:r>
      <w:r w:rsidR="00CC15EB">
        <w:rPr>
          <w:rtl/>
        </w:rPr>
        <w:t>:</w:t>
      </w:r>
      <w:r>
        <w:rPr>
          <w:rtl/>
        </w:rPr>
        <w:t xml:space="preserve"> </w:t>
      </w:r>
      <w:r w:rsidRPr="00D95A45">
        <w:rPr>
          <w:rtl/>
        </w:rPr>
        <w:t>يضرب الزاني على الحال التي يوجد عليها إن وجد عريانا ضرب عريانا وان وجد وعليه ثيابه ضرب وعليه ثيابه.</w:t>
      </w:r>
    </w:p>
    <w:p w:rsidR="00AC7755" w:rsidRDefault="00D45E0E" w:rsidP="00AC7755">
      <w:pPr>
        <w:pStyle w:val="libNormal"/>
        <w:rPr>
          <w:rtl/>
        </w:rPr>
      </w:pPr>
      <w:r w:rsidRPr="00D95A45">
        <w:rPr>
          <w:rtl/>
        </w:rPr>
        <w:t>(107) 107</w:t>
      </w:r>
      <w:r w:rsidR="00CC15EB">
        <w:rPr>
          <w:rtl/>
        </w:rPr>
        <w:t xml:space="preserve"> - </w:t>
      </w:r>
      <w:r w:rsidRPr="00D95A45">
        <w:rPr>
          <w:rtl/>
        </w:rPr>
        <w:t xml:space="preserve">عنه عن الحسن عن زرعة عن سماعة عن ابي عبد الله عن ابيه عن آبائه </w:t>
      </w:r>
      <w:r w:rsidR="00AC7755" w:rsidRPr="00AC7755">
        <w:rPr>
          <w:rStyle w:val="libAlaemChar"/>
          <w:rtl/>
        </w:rPr>
        <w:t>عليهم‌السلام</w:t>
      </w:r>
      <w:r w:rsidRPr="00D95A45">
        <w:rPr>
          <w:rtl/>
        </w:rPr>
        <w:t xml:space="preserve"> عن النبي </w:t>
      </w:r>
      <w:r w:rsidR="00AC7755" w:rsidRPr="00AC7755">
        <w:rPr>
          <w:rStyle w:val="libAlaemChar"/>
          <w:rtl/>
        </w:rPr>
        <w:t>صلى‌الله‌عليه‌وآله‌وسلم</w:t>
      </w:r>
      <w:r w:rsidRPr="00D95A45">
        <w:rPr>
          <w:rtl/>
        </w:rPr>
        <w:t xml:space="preserve"> انه اتي برجل كبير البطن قد اصاب محرما فدعا رسول الله </w:t>
      </w:r>
      <w:r w:rsidR="00AC7755" w:rsidRPr="00AC7755">
        <w:rPr>
          <w:rStyle w:val="libAlaemChar"/>
          <w:rtl/>
        </w:rPr>
        <w:t>صلى‌الله‌عليه‌وآله‌وسلم</w:t>
      </w:r>
      <w:r w:rsidRPr="00D95A45">
        <w:rPr>
          <w:rtl/>
        </w:rPr>
        <w:t xml:space="preserve"> بعرجون</w:t>
      </w:r>
      <w:r w:rsidRPr="00AC7755">
        <w:rPr>
          <w:rStyle w:val="libFootnotenumChar"/>
          <w:rtl/>
        </w:rPr>
        <w:t xml:space="preserve"> (1) </w:t>
      </w:r>
      <w:r w:rsidRPr="00D95A45">
        <w:rPr>
          <w:rtl/>
        </w:rPr>
        <w:t>فيه مائة شمراخ</w:t>
      </w:r>
      <w:r w:rsidRPr="00AC7755">
        <w:rPr>
          <w:rStyle w:val="libFootnotenumChar"/>
          <w:rtl/>
        </w:rPr>
        <w:t xml:space="preserve"> (2) </w:t>
      </w:r>
      <w:r w:rsidRPr="00D95A45">
        <w:rPr>
          <w:rtl/>
        </w:rPr>
        <w:t>فضربه مرة واحدة فكان الحد.</w:t>
      </w:r>
    </w:p>
    <w:p w:rsidR="00AC7755" w:rsidRDefault="00D45E0E" w:rsidP="00AC7755">
      <w:pPr>
        <w:pStyle w:val="libNormal"/>
        <w:rPr>
          <w:rtl/>
        </w:rPr>
      </w:pPr>
      <w:r w:rsidRPr="00D95A45">
        <w:rPr>
          <w:rtl/>
        </w:rPr>
        <w:t>(108) عنه عن الحسن بن محبوب عن حنان بن سدير ان عباد المكي قال</w:t>
      </w:r>
      <w:r w:rsidR="00CC15EB">
        <w:rPr>
          <w:rtl/>
        </w:rPr>
        <w:t>:</w:t>
      </w:r>
      <w:r>
        <w:rPr>
          <w:rtl/>
        </w:rPr>
        <w:t xml:space="preserve"> </w:t>
      </w:r>
      <w:r w:rsidRPr="00D95A45">
        <w:rPr>
          <w:rtl/>
        </w:rPr>
        <w:t>قال لي سفيان الثوري</w:t>
      </w:r>
      <w:r w:rsidR="00CC15EB">
        <w:rPr>
          <w:rtl/>
        </w:rPr>
        <w:t>:</w:t>
      </w:r>
      <w:r>
        <w:rPr>
          <w:rtl/>
        </w:rPr>
        <w:t xml:space="preserve"> </w:t>
      </w:r>
      <w:r w:rsidRPr="00D95A45">
        <w:rPr>
          <w:rtl/>
        </w:rPr>
        <w:t xml:space="preserve">أرى لك من ابى عبد الله </w:t>
      </w:r>
      <w:r w:rsidR="00AC7755" w:rsidRPr="00AC7755">
        <w:rPr>
          <w:rStyle w:val="libAlaemChar"/>
          <w:rtl/>
        </w:rPr>
        <w:t>عليه‌السلام</w:t>
      </w:r>
      <w:r w:rsidRPr="00D95A45">
        <w:rPr>
          <w:rtl/>
        </w:rPr>
        <w:t xml:space="preserve"> منزلة فاسأله عن رجل زنى وهو مريض فان اقيم عليه الحد خافوا ان يموت ما تقول فيه</w:t>
      </w:r>
      <w:r>
        <w:rPr>
          <w:rtl/>
        </w:rPr>
        <w:t>؟</w:t>
      </w:r>
      <w:r w:rsidRPr="00D95A45">
        <w:rPr>
          <w:rtl/>
        </w:rPr>
        <w:t xml:space="preserve"> قال فسألته فقال لي هذه المسألة من تلقاء نفسك أو أمرك انسان ان تسأل عنها</w:t>
      </w:r>
      <w:r>
        <w:rPr>
          <w:rtl/>
        </w:rPr>
        <w:t>؟</w:t>
      </w:r>
      <w:r w:rsidRPr="00D95A45">
        <w:rPr>
          <w:rtl/>
        </w:rPr>
        <w:t xml:space="preserve"> قال</w:t>
      </w:r>
      <w:r w:rsidR="00CC15EB">
        <w:rPr>
          <w:rtl/>
        </w:rPr>
        <w:t>:</w:t>
      </w:r>
      <w:r>
        <w:rPr>
          <w:rtl/>
        </w:rPr>
        <w:t xml:space="preserve"> </w:t>
      </w:r>
      <w:r w:rsidRPr="00D95A45">
        <w:rPr>
          <w:rtl/>
        </w:rPr>
        <w:t>قلت</w:t>
      </w:r>
      <w:r w:rsidR="00CC15EB">
        <w:rPr>
          <w:rtl/>
        </w:rPr>
        <w:t>:</w:t>
      </w:r>
      <w:r>
        <w:rPr>
          <w:rtl/>
        </w:rPr>
        <w:t xml:space="preserve"> </w:t>
      </w:r>
      <w:r w:rsidRPr="00D95A45">
        <w:rPr>
          <w:rtl/>
        </w:rPr>
        <w:t>ان سفيان الثوري امرني ان اسألك عنها قال</w:t>
      </w:r>
      <w:r w:rsidR="00CC15EB">
        <w:rPr>
          <w:rtl/>
        </w:rPr>
        <w:t>:</w:t>
      </w:r>
      <w:r>
        <w:rPr>
          <w:rtl/>
        </w:rPr>
        <w:t xml:space="preserve"> </w:t>
      </w:r>
      <w:r w:rsidRPr="00D95A45">
        <w:rPr>
          <w:rtl/>
        </w:rPr>
        <w:t>فقال</w:t>
      </w:r>
      <w:r w:rsidR="00CC15EB">
        <w:rPr>
          <w:rtl/>
        </w:rPr>
        <w:t>:</w:t>
      </w:r>
      <w:r>
        <w:rPr>
          <w:rtl/>
        </w:rPr>
        <w:t xml:space="preserve"> </w:t>
      </w:r>
      <w:r w:rsidRPr="00D95A45">
        <w:rPr>
          <w:rtl/>
        </w:rPr>
        <w:t xml:space="preserve">ان رسول الله </w:t>
      </w:r>
      <w:r w:rsidR="00AC7755" w:rsidRPr="00AC7755">
        <w:rPr>
          <w:rStyle w:val="libAlaemChar"/>
          <w:rtl/>
        </w:rPr>
        <w:t>صلى‌الله‌عليه‌وآله‌وسلم</w:t>
      </w:r>
      <w:r w:rsidRPr="00D95A45">
        <w:rPr>
          <w:rtl/>
        </w:rPr>
        <w:t xml:space="preserve"> اتي برجل كبير قد استسقى بطنه وبدت عروق فخذيه وقد زنى بامرأة مريضة فأمر رسول الله </w:t>
      </w:r>
      <w:r w:rsidR="00AC7755" w:rsidRPr="00AC7755">
        <w:rPr>
          <w:rStyle w:val="libAlaemChar"/>
          <w:rtl/>
        </w:rPr>
        <w:t>صلى‌الله‌عليه‌وآله‌وسلم</w:t>
      </w:r>
      <w:r w:rsidRPr="00D95A45">
        <w:rPr>
          <w:rtl/>
        </w:rPr>
        <w:t xml:space="preserve"> فاتي بعرجون فيه مائة شمراخ فضربه ضربة واحدة وضربها ضربة واحدة وخلى سبيلهما وذلك قوله عز وجل</w:t>
      </w:r>
      <w:r w:rsidR="00AC7755" w:rsidRPr="00AC7755">
        <w:rPr>
          <w:rStyle w:val="libAlaemChar"/>
          <w:rFonts w:hint="cs"/>
          <w:rtl/>
        </w:rPr>
        <w:t>(</w:t>
      </w:r>
      <w:r w:rsidRPr="00D95A45">
        <w:rPr>
          <w:rtl/>
        </w:rPr>
        <w:t xml:space="preserve"> </w:t>
      </w:r>
      <w:r w:rsidRPr="00AC7755">
        <w:rPr>
          <w:rStyle w:val="libAieChar"/>
          <w:rtl/>
        </w:rPr>
        <w:t>وخذ بيدك ضغثا فاضرب به ولا تحنث</w:t>
      </w:r>
      <w:r w:rsidRPr="00AC7755">
        <w:rPr>
          <w:rStyle w:val="libAlaemChar"/>
          <w:rFonts w:hint="cs"/>
          <w:rtl/>
        </w:rPr>
        <w:t>)</w:t>
      </w:r>
      <w:r w:rsidRPr="00AC7755">
        <w:rPr>
          <w:rStyle w:val="libFootnotenumChar"/>
          <w:rtl/>
        </w:rPr>
        <w:t>(3)</w:t>
      </w:r>
      <w:r w:rsidRPr="00D95A45">
        <w:rPr>
          <w:rtl/>
        </w:rPr>
        <w:t>.</w:t>
      </w:r>
    </w:p>
    <w:p w:rsidR="00AC7755" w:rsidRDefault="00D45E0E" w:rsidP="00AC7755">
      <w:pPr>
        <w:pStyle w:val="libNormal"/>
        <w:rPr>
          <w:rtl/>
        </w:rPr>
      </w:pPr>
      <w:r w:rsidRPr="00D95A45">
        <w:rPr>
          <w:rtl/>
        </w:rPr>
        <w:t>(109) 109</w:t>
      </w:r>
      <w:r w:rsidR="00CC15EB">
        <w:rPr>
          <w:rtl/>
        </w:rPr>
        <w:t xml:space="preserve"> - </w:t>
      </w:r>
      <w:r w:rsidRPr="00D95A45">
        <w:rPr>
          <w:rtl/>
        </w:rPr>
        <w:t xml:space="preserve">يونس بن عبد الرحمن عن ابان بن عثمان عن ابى العباس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قال</w:t>
      </w:r>
      <w:r w:rsidR="00CC15EB">
        <w:rPr>
          <w:rtl/>
        </w:rPr>
        <w:t>:</w:t>
      </w:r>
      <w:r>
        <w:rPr>
          <w:rtl/>
        </w:rPr>
        <w:t xml:space="preserve"> </w:t>
      </w:r>
      <w:r w:rsidRPr="00D95A45">
        <w:rPr>
          <w:rtl/>
        </w:rPr>
        <w:t xml:space="preserve">اتي رسول الله </w:t>
      </w:r>
      <w:r w:rsidR="00AC7755" w:rsidRPr="00AC7755">
        <w:rPr>
          <w:rStyle w:val="libAlaemChar"/>
          <w:rtl/>
        </w:rPr>
        <w:t>صلى‌الله‌عليه‌وآله‌وسلم</w:t>
      </w:r>
      <w:r w:rsidRPr="00D95A45">
        <w:rPr>
          <w:rtl/>
        </w:rPr>
        <w:t xml:space="preserve"> برجل دميم قصير قد</w:t>
      </w:r>
    </w:p>
    <w:p w:rsidR="00AC7755" w:rsidRDefault="00D45E0E" w:rsidP="00AC7755">
      <w:pPr>
        <w:pStyle w:val="libLine"/>
        <w:rPr>
          <w:rtl/>
        </w:rPr>
      </w:pPr>
      <w:r>
        <w:rPr>
          <w:rtl/>
        </w:rPr>
        <w:t>__________________</w:t>
      </w:r>
    </w:p>
    <w:p w:rsidR="00AC7755" w:rsidRDefault="00D45E0E" w:rsidP="00AC7755">
      <w:pPr>
        <w:pStyle w:val="libFootnote0"/>
        <w:rPr>
          <w:rtl/>
        </w:rPr>
      </w:pPr>
      <w:r w:rsidRPr="00D95A45">
        <w:rPr>
          <w:rtl/>
        </w:rPr>
        <w:t>(1) العرجون بالضم فالسكون عود اصفر فيه شماريخ وقيل هو اصل العذق.</w:t>
      </w:r>
    </w:p>
    <w:p w:rsidR="00AC7755" w:rsidRDefault="00D45E0E" w:rsidP="00AC7755">
      <w:pPr>
        <w:pStyle w:val="libFootnote0"/>
        <w:rPr>
          <w:rtl/>
        </w:rPr>
      </w:pPr>
      <w:r w:rsidRPr="00D95A45">
        <w:rPr>
          <w:rtl/>
        </w:rPr>
        <w:t>(2) الشمراخ</w:t>
      </w:r>
      <w:r w:rsidR="00CC15EB">
        <w:rPr>
          <w:rtl/>
        </w:rPr>
        <w:t>:</w:t>
      </w:r>
      <w:r>
        <w:rPr>
          <w:rtl/>
        </w:rPr>
        <w:t xml:space="preserve"> </w:t>
      </w:r>
      <w:r w:rsidRPr="00D95A45">
        <w:rPr>
          <w:rtl/>
        </w:rPr>
        <w:t>بالكسر والشمروخ بالضم العثكال وهو ما يكون فيه الرطب.</w:t>
      </w:r>
    </w:p>
    <w:p w:rsidR="00AC7755" w:rsidRDefault="00D45E0E" w:rsidP="00AC7755">
      <w:pPr>
        <w:pStyle w:val="libFootnote0"/>
        <w:rPr>
          <w:rtl/>
        </w:rPr>
      </w:pPr>
      <w:r w:rsidRPr="00D95A45">
        <w:rPr>
          <w:rtl/>
        </w:rPr>
        <w:t>(3) سورة ص الآية</w:t>
      </w:r>
      <w:r w:rsidR="00CC15EB">
        <w:rPr>
          <w:rtl/>
        </w:rPr>
        <w:t xml:space="preserve"> - </w:t>
      </w:r>
      <w:r w:rsidRPr="00D95A45">
        <w:rPr>
          <w:rtl/>
        </w:rPr>
        <w:t>44</w:t>
      </w:r>
    </w:p>
    <w:p w:rsidR="00CC15EB" w:rsidRDefault="00D45E0E" w:rsidP="00AC7755">
      <w:pPr>
        <w:pStyle w:val="libFootnote0"/>
        <w:rPr>
          <w:rtl/>
        </w:rPr>
      </w:pPr>
      <w:r w:rsidRPr="00D95A45">
        <w:rPr>
          <w:rtl/>
        </w:rPr>
        <w:t>(4) الدميم</w:t>
      </w:r>
      <w:r w:rsidR="00CC15EB">
        <w:rPr>
          <w:rtl/>
        </w:rPr>
        <w:t>:</w:t>
      </w:r>
      <w:r>
        <w:rPr>
          <w:rtl/>
        </w:rPr>
        <w:t xml:space="preserve"> </w:t>
      </w:r>
      <w:r w:rsidRPr="00D95A45">
        <w:rPr>
          <w:rtl/>
        </w:rPr>
        <w:t>القبيح المنظر والقصير الحقير.</w:t>
      </w:r>
    </w:p>
    <w:p w:rsidR="00CC15EB" w:rsidRDefault="00CC15EB" w:rsidP="00AC7755">
      <w:pPr>
        <w:pStyle w:val="libFootnote0"/>
        <w:rPr>
          <w:rtl/>
        </w:rPr>
      </w:pPr>
      <w:r>
        <w:rPr>
          <w:rtl/>
        </w:rPr>
        <w:t>-</w:t>
      </w:r>
      <w:r w:rsidR="00D45E0E" w:rsidRPr="007277FF">
        <w:rPr>
          <w:rtl/>
        </w:rPr>
        <w:t xml:space="preserve"> 106</w:t>
      </w:r>
      <w:r>
        <w:rPr>
          <w:rtl/>
        </w:rPr>
        <w:t xml:space="preserve"> - </w:t>
      </w:r>
      <w:r w:rsidR="00D45E0E" w:rsidRPr="007277FF">
        <w:rPr>
          <w:rtl/>
        </w:rPr>
        <w:t>الفقيه ج 4 ص 20</w:t>
      </w:r>
    </w:p>
    <w:p w:rsidR="00CC15EB" w:rsidRDefault="00CC15EB" w:rsidP="00AC7755">
      <w:pPr>
        <w:pStyle w:val="libFootnote0"/>
        <w:rPr>
          <w:rtl/>
        </w:rPr>
      </w:pPr>
      <w:r>
        <w:rPr>
          <w:rtl/>
        </w:rPr>
        <w:t>-</w:t>
      </w:r>
      <w:r w:rsidR="00D45E0E" w:rsidRPr="007277FF">
        <w:rPr>
          <w:rtl/>
        </w:rPr>
        <w:t xml:space="preserve"> 107</w:t>
      </w:r>
      <w:r>
        <w:rPr>
          <w:rtl/>
        </w:rPr>
        <w:t xml:space="preserve"> - </w:t>
      </w:r>
      <w:r w:rsidR="00D45E0E" w:rsidRPr="007277FF">
        <w:rPr>
          <w:rtl/>
        </w:rPr>
        <w:t>الاستبصار ج 4 ص 211</w:t>
      </w:r>
    </w:p>
    <w:p w:rsidR="00CC15EB" w:rsidRDefault="00CC15EB" w:rsidP="00AC7755">
      <w:pPr>
        <w:pStyle w:val="libFootnote0"/>
        <w:rPr>
          <w:rtl/>
        </w:rPr>
      </w:pPr>
      <w:r>
        <w:rPr>
          <w:rtl/>
        </w:rPr>
        <w:t>-</w:t>
      </w:r>
      <w:r w:rsidR="00D45E0E" w:rsidRPr="007277FF">
        <w:rPr>
          <w:rtl/>
        </w:rPr>
        <w:t xml:space="preserve"> 108</w:t>
      </w:r>
      <w:r>
        <w:rPr>
          <w:rtl/>
        </w:rPr>
        <w:t xml:space="preserve"> - </w:t>
      </w:r>
      <w:r w:rsidR="00D45E0E" w:rsidRPr="007277FF">
        <w:rPr>
          <w:rtl/>
        </w:rPr>
        <w:t>الكافي ج 2 ص 306 الفقيه ج 4 ص 19</w:t>
      </w:r>
    </w:p>
    <w:p w:rsidR="00AC7755" w:rsidRDefault="00CC15EB" w:rsidP="00AC7755">
      <w:pPr>
        <w:pStyle w:val="libFootnote0"/>
        <w:rPr>
          <w:rtl/>
        </w:rPr>
      </w:pPr>
      <w:r>
        <w:rPr>
          <w:rtl/>
        </w:rPr>
        <w:t>-</w:t>
      </w:r>
      <w:r w:rsidR="00D45E0E" w:rsidRPr="00DA0376">
        <w:rPr>
          <w:rtl/>
        </w:rPr>
        <w:t xml:space="preserve"> 109</w:t>
      </w:r>
      <w:r>
        <w:rPr>
          <w:rtl/>
        </w:rPr>
        <w:t xml:space="preserve"> - </w:t>
      </w:r>
      <w:r w:rsidR="00D45E0E" w:rsidRPr="00DA0376">
        <w:rPr>
          <w:rtl/>
        </w:rPr>
        <w:t>الاستبصار ج 4 ص 211 الكافي ج 2 ص 306</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 xml:space="preserve">سقى بطنه وقد در عروق بطنه قد فجر بامرأة فقالت المرأة ما علمت الا وقد دخل علي فقال له رسول الله </w:t>
      </w:r>
      <w:r w:rsidR="00AC7755" w:rsidRPr="00AC7755">
        <w:rPr>
          <w:rStyle w:val="libAlaemChar"/>
          <w:rtl/>
        </w:rPr>
        <w:t>صلى‌الله‌عليه‌وآله‌وسلم</w:t>
      </w:r>
      <w:r w:rsidR="00CC15EB">
        <w:rPr>
          <w:rtl/>
        </w:rPr>
        <w:t>:</w:t>
      </w:r>
      <w:r>
        <w:rPr>
          <w:rtl/>
        </w:rPr>
        <w:t xml:space="preserve"> </w:t>
      </w:r>
      <w:r w:rsidRPr="007277FF">
        <w:rPr>
          <w:rtl/>
        </w:rPr>
        <w:t>أزنيت</w:t>
      </w:r>
      <w:r>
        <w:rPr>
          <w:rtl/>
        </w:rPr>
        <w:t>؟</w:t>
      </w:r>
      <w:r w:rsidRPr="007277FF">
        <w:rPr>
          <w:rtl/>
        </w:rPr>
        <w:t xml:space="preserve"> قال</w:t>
      </w:r>
      <w:r w:rsidR="00CC15EB">
        <w:rPr>
          <w:rtl/>
        </w:rPr>
        <w:t>:</w:t>
      </w:r>
      <w:r>
        <w:rPr>
          <w:rtl/>
        </w:rPr>
        <w:t xml:space="preserve"> </w:t>
      </w:r>
      <w:r w:rsidRPr="007277FF">
        <w:rPr>
          <w:rtl/>
        </w:rPr>
        <w:t xml:space="preserve">نعم ولم يكن محصنا فصعد رسول الله </w:t>
      </w:r>
      <w:r w:rsidR="00AC7755" w:rsidRPr="00AC7755">
        <w:rPr>
          <w:rStyle w:val="libAlaemChar"/>
          <w:rtl/>
        </w:rPr>
        <w:t>صلى‌الله‌عليه‌وآله‌وسلم</w:t>
      </w:r>
      <w:r w:rsidRPr="007277FF">
        <w:rPr>
          <w:rtl/>
        </w:rPr>
        <w:t xml:space="preserve"> بصره وخفضه ثم دعا بعذق</w:t>
      </w:r>
      <w:r w:rsidRPr="00AC7755">
        <w:rPr>
          <w:rStyle w:val="libFootnotenumChar"/>
          <w:rtl/>
        </w:rPr>
        <w:t xml:space="preserve"> (1) </w:t>
      </w:r>
      <w:r w:rsidRPr="007277FF">
        <w:rPr>
          <w:rtl/>
        </w:rPr>
        <w:t>فعده مائة شمراخ ثم ضربه بشماريخه.</w:t>
      </w:r>
    </w:p>
    <w:p w:rsidR="00AC7755" w:rsidRDefault="00D45E0E" w:rsidP="00AC7755">
      <w:pPr>
        <w:pStyle w:val="libNormal"/>
        <w:rPr>
          <w:rtl/>
        </w:rPr>
      </w:pPr>
      <w:r w:rsidRPr="00D95A45">
        <w:rPr>
          <w:rtl/>
        </w:rPr>
        <w:t>(110) 110</w:t>
      </w:r>
      <w:r w:rsidR="00CC15EB">
        <w:rPr>
          <w:rtl/>
        </w:rPr>
        <w:t xml:space="preserve"> - </w:t>
      </w:r>
      <w:r w:rsidRPr="00D95A45">
        <w:rPr>
          <w:rtl/>
        </w:rPr>
        <w:t xml:space="preserve">احمد بن محمد عن ابي همام عن محمد بن سعيد عن السكوني عن ابي عبد الله </w:t>
      </w:r>
      <w:r w:rsidR="00AC7755" w:rsidRPr="00AC7755">
        <w:rPr>
          <w:rStyle w:val="libAlaemChar"/>
          <w:rtl/>
        </w:rPr>
        <w:t>عليه‌السلام</w:t>
      </w:r>
      <w:r w:rsidRPr="00D95A45">
        <w:rPr>
          <w:rtl/>
        </w:rPr>
        <w:t xml:space="preserve"> قال اتي امير المؤمنين </w:t>
      </w:r>
      <w:r w:rsidR="00AC7755" w:rsidRPr="00AC7755">
        <w:rPr>
          <w:rStyle w:val="libAlaemChar"/>
          <w:rtl/>
        </w:rPr>
        <w:t>عليه‌السلام</w:t>
      </w:r>
      <w:r w:rsidRPr="00D95A45">
        <w:rPr>
          <w:rtl/>
        </w:rPr>
        <w:t xml:space="preserve"> برجل اصاب حدا وبه قروح في جسده كثيرة فقال امير المؤمنين </w:t>
      </w:r>
      <w:r w:rsidR="00AC7755" w:rsidRPr="00AC7755">
        <w:rPr>
          <w:rStyle w:val="libAlaemChar"/>
          <w:rtl/>
        </w:rPr>
        <w:t>عليه‌السلام</w:t>
      </w:r>
      <w:r w:rsidR="00CC15EB">
        <w:rPr>
          <w:rtl/>
        </w:rPr>
        <w:t>:</w:t>
      </w:r>
      <w:r>
        <w:rPr>
          <w:rtl/>
        </w:rPr>
        <w:t xml:space="preserve"> </w:t>
      </w:r>
      <w:r w:rsidRPr="00D95A45">
        <w:rPr>
          <w:rtl/>
        </w:rPr>
        <w:t>اقروه حتى يبرأ لا تنكؤها عليه فتقتلوه.</w:t>
      </w:r>
    </w:p>
    <w:p w:rsidR="00AC7755" w:rsidRDefault="00D45E0E" w:rsidP="00AC7755">
      <w:pPr>
        <w:pStyle w:val="libNormal"/>
        <w:rPr>
          <w:rtl/>
        </w:rPr>
      </w:pPr>
      <w:r w:rsidRPr="00D95A45">
        <w:rPr>
          <w:rtl/>
        </w:rPr>
        <w:t>(111) 111</w:t>
      </w:r>
      <w:r w:rsidR="00CC15EB">
        <w:rPr>
          <w:rtl/>
        </w:rPr>
        <w:t xml:space="preserve"> - </w:t>
      </w:r>
      <w:r w:rsidRPr="00D95A45">
        <w:rPr>
          <w:rtl/>
        </w:rPr>
        <w:t xml:space="preserve">سهل بن زياد عن محمد بن الحسن بن شمون عن عبد الله بن عبد الرحمن الاصم عن مسمع بن عبد الملك عن ابي عبد الله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اتي برجل اصاب حدا وبه قروح ومرض واشباه ذلك فقال امير المؤمنين </w:t>
      </w:r>
      <w:r w:rsidR="00AC7755" w:rsidRPr="00AC7755">
        <w:rPr>
          <w:rStyle w:val="libAlaemChar"/>
          <w:rtl/>
        </w:rPr>
        <w:t>عليه‌السلام</w:t>
      </w:r>
      <w:r w:rsidR="00CC15EB">
        <w:rPr>
          <w:rtl/>
        </w:rPr>
        <w:t>:</w:t>
      </w:r>
      <w:r>
        <w:rPr>
          <w:rtl/>
        </w:rPr>
        <w:t xml:space="preserve"> </w:t>
      </w:r>
      <w:r w:rsidRPr="00D95A45">
        <w:rPr>
          <w:rtl/>
        </w:rPr>
        <w:t>أخروه حتى يبرأ لا تنكأ قروحه عليه فيموت ولكن إذا برئ حددناه.</w:t>
      </w:r>
    </w:p>
    <w:p w:rsidR="00AC7755" w:rsidRDefault="00D45E0E" w:rsidP="00AC7755">
      <w:pPr>
        <w:pStyle w:val="libNormal"/>
        <w:rPr>
          <w:rtl/>
        </w:rPr>
      </w:pPr>
      <w:r w:rsidRPr="00D95A45">
        <w:rPr>
          <w:rtl/>
        </w:rPr>
        <w:t>قال محمد بن الحسن</w:t>
      </w:r>
      <w:r w:rsidR="00CC15EB">
        <w:rPr>
          <w:rtl/>
        </w:rPr>
        <w:t>:</w:t>
      </w:r>
      <w:r>
        <w:rPr>
          <w:rtl/>
        </w:rPr>
        <w:t xml:space="preserve"> </w:t>
      </w:r>
      <w:r w:rsidRPr="00D95A45">
        <w:rPr>
          <w:rtl/>
        </w:rPr>
        <w:t xml:space="preserve">لا تنافي بين هذين الخبرين وبين ما قدمناه من الاخبار من ان النبي </w:t>
      </w:r>
      <w:r w:rsidR="00AC7755" w:rsidRPr="00AC7755">
        <w:rPr>
          <w:rStyle w:val="libAlaemChar"/>
          <w:rtl/>
        </w:rPr>
        <w:t>صلى‌الله‌عليه‌وآله‌وسلم</w:t>
      </w:r>
      <w:r w:rsidRPr="00D95A45">
        <w:rPr>
          <w:rtl/>
        </w:rPr>
        <w:t xml:space="preserve"> ضرب المريض بعذق فيه مائة شمراخ لأنه إذا كان اقامة الحد إلى الامام فهو يقيمها على حسب ما يراه</w:t>
      </w:r>
      <w:r w:rsidR="00CC15EB">
        <w:rPr>
          <w:rtl/>
        </w:rPr>
        <w:t>،</w:t>
      </w:r>
      <w:r>
        <w:rPr>
          <w:rtl/>
        </w:rPr>
        <w:t xml:space="preserve"> </w:t>
      </w:r>
      <w:r w:rsidRPr="00D95A45">
        <w:rPr>
          <w:rtl/>
        </w:rPr>
        <w:t xml:space="preserve">فان كانت المصلحة تقتضي اقامتها في الحال اقامها على وجه لا يؤدي إلى تلف نفسه كما فعل النبي </w:t>
      </w:r>
      <w:r w:rsidR="00AC7755" w:rsidRPr="00AC7755">
        <w:rPr>
          <w:rStyle w:val="libAlaemChar"/>
          <w:rtl/>
        </w:rPr>
        <w:t>صلى‌الله‌عليه‌وآله‌وسلم</w:t>
      </w:r>
      <w:r w:rsidR="00CC15EB">
        <w:rPr>
          <w:rtl/>
        </w:rPr>
        <w:t>،</w:t>
      </w:r>
      <w:r>
        <w:rPr>
          <w:rtl/>
        </w:rPr>
        <w:t xml:space="preserve"> </w:t>
      </w:r>
      <w:r w:rsidRPr="00D95A45">
        <w:rPr>
          <w:rtl/>
        </w:rPr>
        <w:t>وان اقتضت المصلحة تأخيرها اخرها إلى ان يبرأ ثم يقيم عليه الحد على الكمال.</w:t>
      </w:r>
    </w:p>
    <w:p w:rsidR="00AC7755" w:rsidRDefault="00D45E0E" w:rsidP="00AC7755">
      <w:pPr>
        <w:pStyle w:val="libNormal"/>
        <w:rPr>
          <w:rtl/>
        </w:rPr>
      </w:pPr>
      <w:r w:rsidRPr="00D95A45">
        <w:rPr>
          <w:rtl/>
        </w:rPr>
        <w:t>(112) 112</w:t>
      </w:r>
      <w:r w:rsidR="00CC15EB">
        <w:rPr>
          <w:rtl/>
        </w:rPr>
        <w:t xml:space="preserve"> - </w:t>
      </w:r>
      <w:r w:rsidRPr="00D95A45">
        <w:rPr>
          <w:rtl/>
        </w:rPr>
        <w:t>علي بن ابراهيم عن ابيه عن يحيى بن ابي عمران عن يونس عن اسحاق بن عمار قال</w:t>
      </w:r>
      <w:r w:rsidR="00CC15EB">
        <w:rPr>
          <w:rtl/>
        </w:rPr>
        <w:t>:</w:t>
      </w:r>
      <w:r>
        <w:rPr>
          <w:rtl/>
        </w:rPr>
        <w:t xml:space="preserve"> </w:t>
      </w:r>
      <w:r w:rsidRPr="00D95A45">
        <w:rPr>
          <w:rtl/>
        </w:rPr>
        <w:t xml:space="preserve">سألت احدهما </w:t>
      </w:r>
      <w:r w:rsidR="00AC7755" w:rsidRPr="00AC7755">
        <w:rPr>
          <w:rStyle w:val="libAlaemChar"/>
          <w:rtl/>
        </w:rPr>
        <w:t>عليه‌السلام</w:t>
      </w:r>
      <w:r w:rsidRPr="00D95A45">
        <w:rPr>
          <w:rtl/>
        </w:rPr>
        <w:t xml:space="preserve"> عن حد الاخرس والاصم والاعمى فقال</w:t>
      </w:r>
      <w:r w:rsidR="00CC15EB">
        <w:rPr>
          <w:rtl/>
        </w:rPr>
        <w:t>:</w:t>
      </w:r>
      <w:r>
        <w:rPr>
          <w:rtl/>
        </w:rPr>
        <w:t xml:space="preserve"> </w:t>
      </w:r>
      <w:r w:rsidRPr="00D95A45">
        <w:rPr>
          <w:rtl/>
        </w:rPr>
        <w:t>عليهم الحدود إذا كانوا يعقلون ما يأتون به.</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العذق</w:t>
      </w:r>
      <w:r w:rsidR="00CC15EB">
        <w:rPr>
          <w:rtl/>
        </w:rPr>
        <w:t>:</w:t>
      </w:r>
      <w:r>
        <w:rPr>
          <w:rtl/>
        </w:rPr>
        <w:t xml:space="preserve"> </w:t>
      </w:r>
      <w:r w:rsidRPr="00D95A45">
        <w:rPr>
          <w:rtl/>
        </w:rPr>
        <w:t>بالكسر عنقود التمر.</w:t>
      </w:r>
    </w:p>
    <w:p w:rsidR="00CC15EB" w:rsidRDefault="00CC15EB" w:rsidP="00AC7755">
      <w:pPr>
        <w:pStyle w:val="libFootnote0"/>
        <w:rPr>
          <w:rtl/>
        </w:rPr>
      </w:pPr>
      <w:r>
        <w:rPr>
          <w:rtl/>
        </w:rPr>
        <w:t>-</w:t>
      </w:r>
      <w:r w:rsidR="00D45E0E" w:rsidRPr="007277FF">
        <w:rPr>
          <w:rtl/>
        </w:rPr>
        <w:t xml:space="preserve"> 110</w:t>
      </w:r>
      <w:r>
        <w:rPr>
          <w:rtl/>
        </w:rPr>
        <w:t xml:space="preserve"> - </w:t>
      </w:r>
      <w:r w:rsidR="00D45E0E" w:rsidRPr="007277FF">
        <w:rPr>
          <w:rtl/>
        </w:rPr>
        <w:t>الاستبصار ج 4 ص 211 الكافي ج 2 ص 306 الفقيه ج 4 ص 27</w:t>
      </w:r>
    </w:p>
    <w:p w:rsidR="00CC15EB" w:rsidRDefault="00CC15EB" w:rsidP="00AC7755">
      <w:pPr>
        <w:pStyle w:val="libFootnote0"/>
        <w:rPr>
          <w:rtl/>
        </w:rPr>
      </w:pPr>
      <w:r>
        <w:rPr>
          <w:rtl/>
        </w:rPr>
        <w:t>-</w:t>
      </w:r>
      <w:r w:rsidR="00D45E0E" w:rsidRPr="007277FF">
        <w:rPr>
          <w:rtl/>
        </w:rPr>
        <w:t xml:space="preserve"> 111</w:t>
      </w:r>
      <w:r>
        <w:rPr>
          <w:rtl/>
        </w:rPr>
        <w:t xml:space="preserve"> - </w:t>
      </w:r>
      <w:r w:rsidR="00D45E0E" w:rsidRPr="007277FF">
        <w:rPr>
          <w:rtl/>
        </w:rPr>
        <w:t>الاستبصار ج 4 ص 212 الكافي ج 2 ص 306</w:t>
      </w:r>
    </w:p>
    <w:p w:rsidR="00AC7755" w:rsidRDefault="00CC15EB" w:rsidP="00AC7755">
      <w:pPr>
        <w:pStyle w:val="libFootnote0"/>
        <w:rPr>
          <w:rtl/>
        </w:rPr>
      </w:pPr>
      <w:r>
        <w:rPr>
          <w:rtl/>
        </w:rPr>
        <w:t>-</w:t>
      </w:r>
      <w:r w:rsidR="00D45E0E" w:rsidRPr="00DA0376">
        <w:rPr>
          <w:rtl/>
        </w:rPr>
        <w:t xml:space="preserve"> 112</w:t>
      </w:r>
      <w:r>
        <w:rPr>
          <w:rtl/>
        </w:rPr>
        <w:t xml:space="preserve"> - </w:t>
      </w:r>
      <w:r w:rsidR="00D45E0E" w:rsidRPr="00DA0376">
        <w:rPr>
          <w:rtl/>
        </w:rPr>
        <w:t>الكافي ج 2 ص 306 الفقيه ج 4 ص 50</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(113) 113</w:t>
      </w:r>
      <w:r w:rsidR="00CC15EB">
        <w:rPr>
          <w:rtl/>
        </w:rPr>
        <w:t xml:space="preserve"> - </w:t>
      </w:r>
      <w:r w:rsidRPr="00D95A45">
        <w:rPr>
          <w:rtl/>
        </w:rPr>
        <w:t xml:space="preserve">علي بن ابراهيم عن محمد بن عيسى عن يونس عن سماعة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تدفن المرأة إلى وسطها ثم يرمي الامام ويرمي الناس باحجار صغار</w:t>
      </w:r>
      <w:r w:rsidR="00CC15EB">
        <w:rPr>
          <w:rtl/>
        </w:rPr>
        <w:t>،</w:t>
      </w:r>
      <w:r>
        <w:rPr>
          <w:rtl/>
        </w:rPr>
        <w:t xml:space="preserve"> </w:t>
      </w:r>
      <w:r w:rsidRPr="00D95A45">
        <w:rPr>
          <w:rtl/>
        </w:rPr>
        <w:t>ولا يدفن الرجل إذا رجم الا إلى حقويه.</w:t>
      </w:r>
    </w:p>
    <w:p w:rsidR="00AC7755" w:rsidRDefault="00D45E0E" w:rsidP="00AC7755">
      <w:pPr>
        <w:pStyle w:val="libNormal"/>
        <w:rPr>
          <w:rtl/>
        </w:rPr>
      </w:pPr>
      <w:r w:rsidRPr="00D95A45">
        <w:rPr>
          <w:rtl/>
        </w:rPr>
        <w:t>(114) 114</w:t>
      </w:r>
      <w:r w:rsidR="00CC15EB">
        <w:rPr>
          <w:rtl/>
        </w:rPr>
        <w:t xml:space="preserve"> - </w:t>
      </w:r>
      <w:r w:rsidRPr="00D95A45">
        <w:rPr>
          <w:rtl/>
        </w:rPr>
        <w:t xml:space="preserve">احمد بن محمد عن ابن فضال عن صفوان عمن رواة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اقر الزاني المحصن كان أول من يرجمه الامام ثم الناس</w:t>
      </w:r>
      <w:r w:rsidR="00CC15EB">
        <w:rPr>
          <w:rtl/>
        </w:rPr>
        <w:t>،</w:t>
      </w:r>
      <w:r>
        <w:rPr>
          <w:rtl/>
        </w:rPr>
        <w:t xml:space="preserve"> </w:t>
      </w:r>
      <w:r w:rsidRPr="00D95A45">
        <w:rPr>
          <w:rtl/>
        </w:rPr>
        <w:t>فإذا قامت عليه البينة كان أول من ترجمه البينة ثم الامام ثم الناس.</w:t>
      </w:r>
    </w:p>
    <w:p w:rsidR="00AC7755" w:rsidRDefault="00D45E0E" w:rsidP="00AC7755">
      <w:pPr>
        <w:pStyle w:val="libNormal"/>
        <w:rPr>
          <w:rtl/>
        </w:rPr>
      </w:pPr>
      <w:r w:rsidRPr="00D95A45">
        <w:rPr>
          <w:rtl/>
        </w:rPr>
        <w:t>(115) 115</w:t>
      </w:r>
      <w:r w:rsidR="00CC15EB">
        <w:rPr>
          <w:rtl/>
        </w:rPr>
        <w:t xml:space="preserve"> - </w:t>
      </w:r>
      <w:r w:rsidRPr="00D95A45">
        <w:rPr>
          <w:rtl/>
        </w:rPr>
        <w:t xml:space="preserve">احمد بن محمد بن خالد عن عثمان بن عيسى عن سماعة ابن مهران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تدفن المرأة إلى وسطها ثم يرمي الامام ثم يرمي الناس باحجار صغار.</w:t>
      </w:r>
    </w:p>
    <w:p w:rsidR="00AC7755" w:rsidRDefault="00D45E0E" w:rsidP="00AC7755">
      <w:pPr>
        <w:pStyle w:val="libNormal"/>
        <w:rPr>
          <w:rtl/>
        </w:rPr>
      </w:pPr>
      <w:r w:rsidRPr="00D95A45">
        <w:rPr>
          <w:rtl/>
        </w:rPr>
        <w:t>(116) 116</w:t>
      </w:r>
      <w:r w:rsidR="00CC15EB">
        <w:rPr>
          <w:rtl/>
        </w:rPr>
        <w:t xml:space="preserve"> - </w:t>
      </w:r>
      <w:r w:rsidRPr="00D95A45">
        <w:rPr>
          <w:rtl/>
        </w:rPr>
        <w:t>علي عن محمد بن عيسى عن يونس عن اسحاق بن عمار عن ابى بصير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تدفن المرأة إلى وسطها إذا ارادوا ان يرجموها ويرمي الامام ثم يرمي الناس باحجار صغار.</w:t>
      </w:r>
    </w:p>
    <w:p w:rsidR="00AC7755" w:rsidRDefault="00D45E0E" w:rsidP="00AC7755">
      <w:pPr>
        <w:pStyle w:val="libNormal"/>
        <w:rPr>
          <w:rtl/>
        </w:rPr>
      </w:pPr>
      <w:r w:rsidRPr="00D95A45">
        <w:rPr>
          <w:rtl/>
        </w:rPr>
        <w:t>(117) 117</w:t>
      </w:r>
      <w:r w:rsidR="00CC15EB">
        <w:rPr>
          <w:rtl/>
        </w:rPr>
        <w:t xml:space="preserve"> - </w:t>
      </w:r>
      <w:r w:rsidRPr="00D95A45">
        <w:rPr>
          <w:rtl/>
        </w:rPr>
        <w:t>علي عن ابيه عن عمرو بن عثمان عن الحسين بن خالد قال</w:t>
      </w:r>
      <w:r w:rsidR="00CC15EB">
        <w:rPr>
          <w:rtl/>
        </w:rPr>
        <w:t>:</w:t>
      </w:r>
      <w:r>
        <w:rPr>
          <w:rtl/>
        </w:rPr>
        <w:t xml:space="preserve"> </w:t>
      </w:r>
      <w:r w:rsidRPr="00D95A45">
        <w:rPr>
          <w:rtl/>
        </w:rPr>
        <w:t xml:space="preserve">قلت لابي الحسن </w:t>
      </w:r>
      <w:r w:rsidR="00AC7755" w:rsidRPr="00AC7755">
        <w:rPr>
          <w:rStyle w:val="libAlaemChar"/>
          <w:rtl/>
        </w:rPr>
        <w:t>عليه‌السلام</w:t>
      </w:r>
      <w:r w:rsidR="00CC15EB">
        <w:rPr>
          <w:rtl/>
        </w:rPr>
        <w:t>:</w:t>
      </w:r>
      <w:r>
        <w:rPr>
          <w:rtl/>
        </w:rPr>
        <w:t xml:space="preserve"> </w:t>
      </w:r>
      <w:r w:rsidRPr="00D95A45">
        <w:rPr>
          <w:rtl/>
        </w:rPr>
        <w:t>اخبرني عن المحصن إذا هو هرب من الحفرة هل يرد حتى يقام عليه الحد</w:t>
      </w:r>
      <w:r>
        <w:rPr>
          <w:rtl/>
        </w:rPr>
        <w:t>؟</w:t>
      </w:r>
      <w:r w:rsidRPr="00D95A45">
        <w:rPr>
          <w:rtl/>
        </w:rPr>
        <w:t xml:space="preserve"> فقال</w:t>
      </w:r>
      <w:r w:rsidR="00CC15EB">
        <w:rPr>
          <w:rtl/>
        </w:rPr>
        <w:t>:</w:t>
      </w:r>
      <w:r>
        <w:rPr>
          <w:rtl/>
        </w:rPr>
        <w:t xml:space="preserve"> </w:t>
      </w:r>
      <w:r w:rsidRPr="00D95A45">
        <w:rPr>
          <w:rtl/>
        </w:rPr>
        <w:t>يرد ولا يرد</w:t>
      </w:r>
      <w:r w:rsidR="00CC15EB">
        <w:rPr>
          <w:rtl/>
        </w:rPr>
        <w:t>،</w:t>
      </w:r>
      <w:r>
        <w:rPr>
          <w:rtl/>
        </w:rPr>
        <w:t xml:space="preserve"> </w:t>
      </w:r>
      <w:r w:rsidRPr="00D95A45">
        <w:rPr>
          <w:rtl/>
        </w:rPr>
        <w:t>قلت فكيف ذاك</w:t>
      </w:r>
      <w:r>
        <w:rPr>
          <w:rtl/>
        </w:rPr>
        <w:t>؟</w:t>
      </w:r>
      <w:r w:rsidRPr="00D95A45">
        <w:rPr>
          <w:rtl/>
        </w:rPr>
        <w:t xml:space="preserve"> فقال</w:t>
      </w:r>
      <w:r w:rsidR="00CC15EB">
        <w:rPr>
          <w:rtl/>
        </w:rPr>
        <w:t>:</w:t>
      </w:r>
      <w:r>
        <w:rPr>
          <w:rtl/>
        </w:rPr>
        <w:t xml:space="preserve"> </w:t>
      </w:r>
      <w:r w:rsidRPr="00D95A45">
        <w:rPr>
          <w:rtl/>
        </w:rPr>
        <w:t>إذا كان هو المقر على نفسه ثم هرب من الحفرة بعد ما يصيبه شئ من الحجارة لم يرد</w:t>
      </w:r>
      <w:r w:rsidR="00CC15EB">
        <w:rPr>
          <w:rtl/>
        </w:rPr>
        <w:t>،</w:t>
      </w:r>
      <w:r>
        <w:rPr>
          <w:rtl/>
        </w:rPr>
        <w:t xml:space="preserve"> </w:t>
      </w:r>
      <w:r w:rsidRPr="00D95A45">
        <w:rPr>
          <w:rtl/>
        </w:rPr>
        <w:t>وان كان انما قامت عليه البينة وهو يجحد ثم هرب يرد وهو صاغر حتى يقام عليه الحد</w:t>
      </w:r>
      <w:r w:rsidR="00CC15EB">
        <w:rPr>
          <w:rtl/>
        </w:rPr>
        <w:t>،</w:t>
      </w:r>
      <w:r>
        <w:rPr>
          <w:rtl/>
        </w:rPr>
        <w:t xml:space="preserve"> </w:t>
      </w:r>
      <w:r w:rsidRPr="00D95A45">
        <w:rPr>
          <w:rtl/>
        </w:rPr>
        <w:t xml:space="preserve">وذلك ان ماعز بن مالك أقر عند رسول الله </w:t>
      </w:r>
      <w:r w:rsidR="00AC7755" w:rsidRPr="00AC7755">
        <w:rPr>
          <w:rStyle w:val="libAlaemChar"/>
          <w:rtl/>
        </w:rPr>
        <w:t>صلى‌الله‌عليه‌وآله‌وسلم</w:t>
      </w:r>
      <w:r w:rsidRPr="00D95A45">
        <w:rPr>
          <w:rtl/>
        </w:rPr>
        <w:t xml:space="preserve"> بالزنى فامر به ان يرجم فهرب من الحفرة فرماه الزبير بن العوام بساق بعير فعقله فسقط فلحقه الناس فقتلوه ثم اخبروا رسول الله </w:t>
      </w:r>
      <w:r w:rsidR="00AC7755" w:rsidRPr="00AC7755">
        <w:rPr>
          <w:rStyle w:val="libAlaemChar"/>
          <w:rtl/>
        </w:rPr>
        <w:t>صلى‌الله‌عليه‌وآله‌وسلم</w:t>
      </w:r>
      <w:r w:rsidRPr="00D95A45">
        <w:rPr>
          <w:rtl/>
        </w:rPr>
        <w:t xml:space="preserve"> بذلك فقال</w:t>
      </w:r>
      <w:r w:rsidR="00CC15EB">
        <w:rPr>
          <w:rtl/>
        </w:rPr>
        <w:t>:</w:t>
      </w:r>
      <w:r>
        <w:rPr>
          <w:rtl/>
        </w:rPr>
        <w:t xml:space="preserve"> </w:t>
      </w:r>
      <w:r w:rsidRPr="00D95A45">
        <w:rPr>
          <w:rtl/>
        </w:rPr>
        <w:t>هلا تركتموه إذ هرب يذهب</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113</w:t>
      </w:r>
      <w:r>
        <w:rPr>
          <w:rFonts w:hint="cs"/>
          <w:rtl/>
        </w:rPr>
        <w:t xml:space="preserve"> - </w:t>
      </w:r>
      <w:r w:rsidR="00D45E0E" w:rsidRPr="007277FF">
        <w:rPr>
          <w:rtl/>
        </w:rPr>
        <w:t>114</w:t>
      </w:r>
      <w:r>
        <w:rPr>
          <w:rtl/>
        </w:rPr>
        <w:t xml:space="preserve"> - </w:t>
      </w:r>
      <w:r w:rsidR="00D45E0E" w:rsidRPr="007277FF">
        <w:rPr>
          <w:rtl/>
        </w:rPr>
        <w:t>115</w:t>
      </w:r>
      <w:r>
        <w:rPr>
          <w:rFonts w:hint="cs"/>
          <w:rtl/>
        </w:rPr>
        <w:t xml:space="preserve"> - </w:t>
      </w:r>
      <w:r w:rsidR="00D45E0E" w:rsidRPr="00DA0376">
        <w:rPr>
          <w:rtl/>
        </w:rPr>
        <w:t>116</w:t>
      </w:r>
      <w:r>
        <w:rPr>
          <w:rtl/>
        </w:rPr>
        <w:t xml:space="preserve"> - </w:t>
      </w:r>
      <w:r w:rsidR="00D45E0E" w:rsidRPr="00DA0376">
        <w:rPr>
          <w:rtl/>
        </w:rPr>
        <w:t>117</w:t>
      </w:r>
      <w:r>
        <w:rPr>
          <w:rtl/>
        </w:rPr>
        <w:t xml:space="preserve"> - </w:t>
      </w:r>
      <w:r w:rsidR="00D45E0E" w:rsidRPr="00DA0376">
        <w:rPr>
          <w:rtl/>
        </w:rPr>
        <w:t>الكافي ج 2 ص 288 واخرج الثاني الصدوق في الفقيه ج 4 ص 26</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فانما هو الذي اقر على نفسه</w:t>
      </w:r>
      <w:r>
        <w:rPr>
          <w:rtl/>
        </w:rPr>
        <w:t>!؟</w:t>
      </w:r>
      <w:r w:rsidRPr="00DA0376">
        <w:rPr>
          <w:rtl/>
        </w:rPr>
        <w:t xml:space="preserve"> قال</w:t>
      </w:r>
      <w:r w:rsidR="00CC15EB">
        <w:rPr>
          <w:rtl/>
        </w:rPr>
        <w:t>:</w:t>
      </w:r>
      <w:r>
        <w:rPr>
          <w:rtl/>
        </w:rPr>
        <w:t xml:space="preserve"> </w:t>
      </w:r>
      <w:r w:rsidRPr="00DA0376">
        <w:rPr>
          <w:rtl/>
        </w:rPr>
        <w:t>وقال لهم اما لو كان علي حاضرا معكم لما ضللتم قال</w:t>
      </w:r>
      <w:r w:rsidR="00CC15EB">
        <w:rPr>
          <w:rtl/>
        </w:rPr>
        <w:t>:</w:t>
      </w:r>
      <w:r>
        <w:rPr>
          <w:rtl/>
        </w:rPr>
        <w:t xml:space="preserve"> </w:t>
      </w:r>
      <w:r w:rsidRPr="00DA0376">
        <w:rPr>
          <w:rtl/>
        </w:rPr>
        <w:t xml:space="preserve">ووداه رسول الله </w:t>
      </w:r>
      <w:r w:rsidR="00AC7755" w:rsidRPr="00AC7755">
        <w:rPr>
          <w:rStyle w:val="libAlaemChar"/>
          <w:rtl/>
        </w:rPr>
        <w:t>صلى‌الله‌عليه‌وآله‌وسلم</w:t>
      </w:r>
      <w:r w:rsidRPr="00DA0376">
        <w:rPr>
          <w:rtl/>
        </w:rPr>
        <w:t xml:space="preserve"> من بيت مال المسلمين</w:t>
      </w:r>
    </w:p>
    <w:p w:rsidR="00AC7755" w:rsidRDefault="00D45E0E" w:rsidP="00AC7755">
      <w:pPr>
        <w:pStyle w:val="libNormal"/>
        <w:rPr>
          <w:rtl/>
        </w:rPr>
      </w:pPr>
      <w:r w:rsidRPr="00D95A45">
        <w:rPr>
          <w:rtl/>
        </w:rPr>
        <w:t>(118) 118</w:t>
      </w:r>
      <w:r w:rsidR="00CC15EB">
        <w:rPr>
          <w:rtl/>
        </w:rPr>
        <w:t xml:space="preserve"> - </w:t>
      </w:r>
      <w:r w:rsidRPr="00D95A45">
        <w:rPr>
          <w:rtl/>
        </w:rPr>
        <w:t>محمد بن علي بن محبوب عن جعفر بن محمد عن عبد الله عن محمد بن عيسى بن عبد الله من ابيه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الزاني يجلد فيهرب بعد ان اصابه بعض الحد أيجب عليه أن يخلى عنه ولا يرد كما يجب للمحصن إذا رجم</w:t>
      </w:r>
      <w:r>
        <w:rPr>
          <w:rtl/>
        </w:rPr>
        <w:t>؟</w:t>
      </w:r>
      <w:r w:rsidRPr="00D95A45">
        <w:rPr>
          <w:rtl/>
        </w:rPr>
        <w:t xml:space="preserve"> قال</w:t>
      </w:r>
      <w:r w:rsidR="00CC15EB">
        <w:rPr>
          <w:rtl/>
        </w:rPr>
        <w:t>:</w:t>
      </w:r>
      <w:r>
        <w:rPr>
          <w:rtl/>
        </w:rPr>
        <w:t xml:space="preserve"> </w:t>
      </w:r>
      <w:r w:rsidRPr="00D95A45">
        <w:rPr>
          <w:rtl/>
        </w:rPr>
        <w:t>لا ولكن يرد حتى يضرب الحد كاملا</w:t>
      </w:r>
      <w:r w:rsidR="00CC15EB">
        <w:rPr>
          <w:rtl/>
        </w:rPr>
        <w:t>،</w:t>
      </w:r>
      <w:r>
        <w:rPr>
          <w:rtl/>
        </w:rPr>
        <w:t xml:space="preserve"> </w:t>
      </w:r>
      <w:r w:rsidRPr="00D95A45">
        <w:rPr>
          <w:rtl/>
        </w:rPr>
        <w:t>قلت</w:t>
      </w:r>
      <w:r w:rsidR="00CC15EB">
        <w:rPr>
          <w:rtl/>
        </w:rPr>
        <w:t>:</w:t>
      </w:r>
      <w:r>
        <w:rPr>
          <w:rtl/>
        </w:rPr>
        <w:t xml:space="preserve"> </w:t>
      </w:r>
      <w:r w:rsidRPr="00D95A45">
        <w:rPr>
          <w:rtl/>
        </w:rPr>
        <w:t>فما فرق بينه وبين المحصن وهو حد من حدود الله</w:t>
      </w:r>
      <w:r>
        <w:rPr>
          <w:rtl/>
        </w:rPr>
        <w:t>؟</w:t>
      </w:r>
      <w:r w:rsidRPr="00D95A45">
        <w:rPr>
          <w:rtl/>
        </w:rPr>
        <w:t xml:space="preserve"> قال</w:t>
      </w:r>
      <w:r w:rsidR="00CC15EB">
        <w:rPr>
          <w:rtl/>
        </w:rPr>
        <w:t>:</w:t>
      </w:r>
      <w:r>
        <w:rPr>
          <w:rtl/>
        </w:rPr>
        <w:t xml:space="preserve"> </w:t>
      </w:r>
      <w:r w:rsidRPr="00D95A45">
        <w:rPr>
          <w:rtl/>
        </w:rPr>
        <w:t>المحصن هرب من القتل ولم يهرب الا إلى التوبة لأنه عاين الموت بعينه</w:t>
      </w:r>
      <w:r w:rsidR="00CC15EB">
        <w:rPr>
          <w:rtl/>
        </w:rPr>
        <w:t>،</w:t>
      </w:r>
      <w:r>
        <w:rPr>
          <w:rtl/>
        </w:rPr>
        <w:t xml:space="preserve"> </w:t>
      </w:r>
      <w:r w:rsidRPr="00D95A45">
        <w:rPr>
          <w:rtl/>
        </w:rPr>
        <w:t>وهذا انما يجلد فلا بد من ان يوفى الحد لأنه لا يقتل.</w:t>
      </w:r>
    </w:p>
    <w:p w:rsidR="00AC7755" w:rsidRDefault="00D45E0E" w:rsidP="00AC7755">
      <w:pPr>
        <w:pStyle w:val="libNormal"/>
        <w:rPr>
          <w:rtl/>
        </w:rPr>
      </w:pPr>
      <w:r w:rsidRPr="00D95A45">
        <w:rPr>
          <w:rtl/>
        </w:rPr>
        <w:t>(119) 119</w:t>
      </w:r>
      <w:r w:rsidR="00CC15EB">
        <w:rPr>
          <w:rtl/>
        </w:rPr>
        <w:t xml:space="preserve"> - </w:t>
      </w:r>
      <w:r w:rsidRPr="00D95A45">
        <w:rPr>
          <w:rtl/>
        </w:rPr>
        <w:t>الحسين بن سعيد عن الحسن عن زرعة عن سماعة قال إذا زنى الرجل فجلد (ليس)</w:t>
      </w:r>
      <w:r w:rsidRPr="00AC7755">
        <w:rPr>
          <w:rStyle w:val="libFootnotenumChar"/>
          <w:rtl/>
        </w:rPr>
        <w:t xml:space="preserve"> (1) </w:t>
      </w:r>
      <w:r w:rsidRPr="00D95A45">
        <w:rPr>
          <w:rtl/>
        </w:rPr>
        <w:t>ينبغي للامام ان ينفيه من الارض التي جلد فيها إلى غيرها</w:t>
      </w:r>
      <w:r w:rsidR="00CC15EB">
        <w:rPr>
          <w:rtl/>
        </w:rPr>
        <w:t>،</w:t>
      </w:r>
      <w:r>
        <w:rPr>
          <w:rtl/>
        </w:rPr>
        <w:t xml:space="preserve"> </w:t>
      </w:r>
      <w:r w:rsidRPr="00D95A45">
        <w:rPr>
          <w:rtl/>
        </w:rPr>
        <w:t>وانما على الامام ان يخرجه من المصر الذي جلد فيه.</w:t>
      </w:r>
    </w:p>
    <w:p w:rsidR="00AC7755" w:rsidRDefault="00D45E0E" w:rsidP="00AC7755">
      <w:pPr>
        <w:pStyle w:val="libNormal"/>
        <w:rPr>
          <w:rtl/>
        </w:rPr>
      </w:pPr>
      <w:r w:rsidRPr="00D95A45">
        <w:rPr>
          <w:rtl/>
        </w:rPr>
        <w:t>(120) 120</w:t>
      </w:r>
      <w:r w:rsidR="00CC15EB">
        <w:rPr>
          <w:rtl/>
        </w:rPr>
        <w:t xml:space="preserve"> - </w:t>
      </w:r>
      <w:r w:rsidRPr="00D95A45">
        <w:rPr>
          <w:rtl/>
        </w:rPr>
        <w:t xml:space="preserve">علي بن ابراهيم عن ابيه عن ابن ابي عمير عن حماد عن الحلبي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النفي من بلدة إلى بلدة</w:t>
      </w:r>
      <w:r w:rsidR="00CC15EB">
        <w:rPr>
          <w:rtl/>
        </w:rPr>
        <w:t>،</w:t>
      </w:r>
      <w:r>
        <w:rPr>
          <w:rtl/>
        </w:rPr>
        <w:t xml:space="preserve"> </w:t>
      </w:r>
      <w:r w:rsidRPr="00D95A45">
        <w:rPr>
          <w:rtl/>
        </w:rPr>
        <w:t>وقال</w:t>
      </w:r>
      <w:r w:rsidR="00CC15EB">
        <w:rPr>
          <w:rtl/>
        </w:rPr>
        <w:t>:</w:t>
      </w:r>
      <w:r>
        <w:rPr>
          <w:rtl/>
        </w:rPr>
        <w:t xml:space="preserve"> </w:t>
      </w:r>
      <w:r w:rsidRPr="00D95A45">
        <w:rPr>
          <w:rtl/>
        </w:rPr>
        <w:t xml:space="preserve">قد نفى علي </w:t>
      </w:r>
      <w:r w:rsidR="00AC7755" w:rsidRPr="00AC7755">
        <w:rPr>
          <w:rStyle w:val="libAlaemChar"/>
          <w:rtl/>
        </w:rPr>
        <w:t>عليه‌السلام</w:t>
      </w:r>
      <w:r w:rsidRPr="00D95A45">
        <w:rPr>
          <w:rtl/>
        </w:rPr>
        <w:t xml:space="preserve"> رجلين من الكوفة إلى البصرة.</w:t>
      </w:r>
    </w:p>
    <w:p w:rsidR="00AC7755" w:rsidRDefault="00D45E0E" w:rsidP="00AC7755">
      <w:pPr>
        <w:pStyle w:val="libNormal"/>
        <w:rPr>
          <w:rtl/>
        </w:rPr>
      </w:pPr>
      <w:r w:rsidRPr="00D95A45">
        <w:rPr>
          <w:rtl/>
        </w:rPr>
        <w:t>(121) 121</w:t>
      </w:r>
      <w:r w:rsidR="00CC15EB">
        <w:rPr>
          <w:rtl/>
        </w:rPr>
        <w:t xml:space="preserve"> - </w:t>
      </w:r>
      <w:r w:rsidRPr="00D95A45">
        <w:rPr>
          <w:rtl/>
        </w:rPr>
        <w:t>يونس عن ابن مسكان عن ابي بصير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الزاني إذا زنى ينفى</w:t>
      </w:r>
      <w:r>
        <w:rPr>
          <w:rtl/>
        </w:rPr>
        <w:t>؟</w:t>
      </w:r>
      <w:r w:rsidRPr="00D95A45">
        <w:rPr>
          <w:rtl/>
        </w:rPr>
        <w:t xml:space="preserve"> قال</w:t>
      </w:r>
      <w:r w:rsidR="00CC15EB">
        <w:rPr>
          <w:rtl/>
        </w:rPr>
        <w:t>:</w:t>
      </w:r>
      <w:r>
        <w:rPr>
          <w:rtl/>
        </w:rPr>
        <w:t xml:space="preserve"> </w:t>
      </w:r>
      <w:r w:rsidRPr="00D95A45">
        <w:rPr>
          <w:rtl/>
        </w:rPr>
        <w:t>نعم من التي جلد فيها إلى غيرها.</w:t>
      </w:r>
    </w:p>
    <w:p w:rsidR="00AC7755" w:rsidRDefault="00D45E0E" w:rsidP="00AC7755">
      <w:pPr>
        <w:pStyle w:val="libNormal"/>
        <w:rPr>
          <w:rtl/>
        </w:rPr>
      </w:pPr>
      <w:r w:rsidRPr="00D95A45">
        <w:rPr>
          <w:rtl/>
        </w:rPr>
        <w:t>(122) 122</w:t>
      </w:r>
      <w:r w:rsidR="00CC15EB">
        <w:rPr>
          <w:rtl/>
        </w:rPr>
        <w:t xml:space="preserve"> - </w:t>
      </w:r>
      <w:r w:rsidRPr="00D95A45">
        <w:rPr>
          <w:rtl/>
        </w:rPr>
        <w:t>سهل بن زياد عن ابن ابي نجران عن مثنى الحناط</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لم يكن في الاصل (ليس) وكذا لم توجد في الكافي وانما اثبتناها تبعا للفقيه.</w:t>
      </w:r>
    </w:p>
    <w:p w:rsidR="00CC15EB" w:rsidRDefault="00CC15EB" w:rsidP="00AC7755">
      <w:pPr>
        <w:pStyle w:val="libFootnote0"/>
        <w:rPr>
          <w:rtl/>
        </w:rPr>
      </w:pPr>
      <w:r>
        <w:rPr>
          <w:rtl/>
        </w:rPr>
        <w:t>-</w:t>
      </w:r>
      <w:r w:rsidR="00D45E0E" w:rsidRPr="007277FF">
        <w:rPr>
          <w:rtl/>
        </w:rPr>
        <w:t xml:space="preserve"> 119</w:t>
      </w:r>
      <w:r>
        <w:rPr>
          <w:rtl/>
        </w:rPr>
        <w:t xml:space="preserve"> - </w:t>
      </w:r>
      <w:r w:rsidR="00D45E0E" w:rsidRPr="007277FF">
        <w:rPr>
          <w:rtl/>
        </w:rPr>
        <w:t>120</w:t>
      </w:r>
      <w:r>
        <w:rPr>
          <w:rtl/>
        </w:rPr>
        <w:t xml:space="preserve"> - </w:t>
      </w:r>
      <w:r w:rsidR="00D45E0E" w:rsidRPr="007277FF">
        <w:rPr>
          <w:rtl/>
        </w:rPr>
        <w:t>الكافي ج 2 ص 292 الفقيه ج 4 ص 17</w:t>
      </w:r>
    </w:p>
    <w:p w:rsidR="00AC7755" w:rsidRDefault="00CC15EB" w:rsidP="00AC7755">
      <w:pPr>
        <w:pStyle w:val="libFootnote0"/>
        <w:rPr>
          <w:rtl/>
        </w:rPr>
      </w:pPr>
      <w:r>
        <w:rPr>
          <w:rtl/>
        </w:rPr>
        <w:t>-</w:t>
      </w:r>
      <w:r w:rsidR="00D45E0E" w:rsidRPr="00DA0376">
        <w:rPr>
          <w:rtl/>
        </w:rPr>
        <w:t xml:space="preserve"> 121</w:t>
      </w:r>
      <w:r>
        <w:rPr>
          <w:rtl/>
        </w:rPr>
        <w:t xml:space="preserve"> - </w:t>
      </w:r>
      <w:r w:rsidR="00D45E0E" w:rsidRPr="00DA0376">
        <w:rPr>
          <w:rtl/>
        </w:rPr>
        <w:t>122</w:t>
      </w:r>
      <w:r>
        <w:rPr>
          <w:rtl/>
        </w:rPr>
        <w:t xml:space="preserve"> - </w:t>
      </w:r>
      <w:r w:rsidR="00D45E0E" w:rsidRPr="00DA0376">
        <w:rPr>
          <w:rtl/>
        </w:rPr>
        <w:t>الكافي ج 2 ص 292</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 xml:space="preserve">عن ابى عبد الله </w:t>
      </w:r>
      <w:r w:rsidR="00AC7755" w:rsidRPr="00AC7755">
        <w:rPr>
          <w:rStyle w:val="libAlaemChar"/>
          <w:rtl/>
        </w:rPr>
        <w:t>عليه‌السلام</w:t>
      </w:r>
      <w:r w:rsidRPr="007277FF">
        <w:rPr>
          <w:rtl/>
        </w:rPr>
        <w:t xml:space="preserve"> قال</w:t>
      </w:r>
      <w:r w:rsidR="00CC15EB">
        <w:rPr>
          <w:rtl/>
        </w:rPr>
        <w:t>:</w:t>
      </w:r>
      <w:r>
        <w:rPr>
          <w:rtl/>
        </w:rPr>
        <w:t xml:space="preserve"> </w:t>
      </w:r>
      <w:r w:rsidRPr="007277FF">
        <w:rPr>
          <w:rtl/>
        </w:rPr>
        <w:t>سألته عن الزاني إذا جلد الحد قال</w:t>
      </w:r>
      <w:r w:rsidR="00CC15EB">
        <w:rPr>
          <w:rtl/>
        </w:rPr>
        <w:t>:</w:t>
      </w:r>
      <w:r>
        <w:rPr>
          <w:rtl/>
        </w:rPr>
        <w:t xml:space="preserve"> </w:t>
      </w:r>
      <w:r w:rsidRPr="007277FF">
        <w:rPr>
          <w:rtl/>
        </w:rPr>
        <w:t>قال</w:t>
      </w:r>
      <w:r w:rsidR="00CC15EB">
        <w:rPr>
          <w:rtl/>
        </w:rPr>
        <w:t>:</w:t>
      </w:r>
      <w:r>
        <w:rPr>
          <w:rtl/>
        </w:rPr>
        <w:t xml:space="preserve"> </w:t>
      </w:r>
      <w:r w:rsidRPr="007277FF">
        <w:rPr>
          <w:rtl/>
        </w:rPr>
        <w:t>ينفى من الارض التي ياتيه</w:t>
      </w:r>
      <w:r w:rsidRPr="00AC7755">
        <w:rPr>
          <w:rStyle w:val="libFootnotenumChar"/>
          <w:rtl/>
        </w:rPr>
        <w:t xml:space="preserve"> (1) </w:t>
      </w:r>
      <w:r w:rsidRPr="007277FF">
        <w:rPr>
          <w:rtl/>
        </w:rPr>
        <w:t>إلى بلدة يكون فيها سنة.</w:t>
      </w:r>
    </w:p>
    <w:p w:rsidR="00AC7755" w:rsidRDefault="00D45E0E" w:rsidP="00AC7755">
      <w:pPr>
        <w:pStyle w:val="libNormal"/>
        <w:rPr>
          <w:rtl/>
        </w:rPr>
      </w:pPr>
      <w:r w:rsidRPr="00D95A45">
        <w:rPr>
          <w:rtl/>
        </w:rPr>
        <w:t>(123) 123</w:t>
      </w:r>
      <w:r w:rsidR="00CC15EB">
        <w:rPr>
          <w:rtl/>
        </w:rPr>
        <w:t xml:space="preserve"> - </w:t>
      </w:r>
      <w:r w:rsidRPr="00D95A45">
        <w:rPr>
          <w:rtl/>
        </w:rPr>
        <w:t xml:space="preserve">الحسين بن سعيد عن النضر بن سويد عن عاصم عن محمد بن قيس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الشيخ والشيخة أن يجلدا مائة جلدة</w:t>
      </w:r>
      <w:r w:rsidR="00CC15EB">
        <w:rPr>
          <w:rtl/>
        </w:rPr>
        <w:t>،</w:t>
      </w:r>
      <w:r>
        <w:rPr>
          <w:rtl/>
        </w:rPr>
        <w:t xml:space="preserve"> </w:t>
      </w:r>
      <w:r w:rsidRPr="00D95A45">
        <w:rPr>
          <w:rtl/>
        </w:rPr>
        <w:t>وقضى للمحصن الرجم</w:t>
      </w:r>
      <w:r w:rsidR="00CC15EB">
        <w:rPr>
          <w:rtl/>
        </w:rPr>
        <w:t>،</w:t>
      </w:r>
      <w:r>
        <w:rPr>
          <w:rtl/>
        </w:rPr>
        <w:t xml:space="preserve"> </w:t>
      </w:r>
      <w:r w:rsidRPr="00D95A45">
        <w:rPr>
          <w:rtl/>
        </w:rPr>
        <w:t>وقضى في البكر والبكرة إذا زنيا جلد مائة ونفي سنة إلى غير مصرهما.</w:t>
      </w:r>
    </w:p>
    <w:p w:rsidR="00AC7755" w:rsidRDefault="00D45E0E" w:rsidP="00AC7755">
      <w:pPr>
        <w:pStyle w:val="libNormal"/>
        <w:rPr>
          <w:rtl/>
        </w:rPr>
      </w:pPr>
      <w:r w:rsidRPr="00D95A45">
        <w:rPr>
          <w:rtl/>
        </w:rPr>
        <w:t>(124) 124</w:t>
      </w:r>
      <w:r w:rsidR="00CC15EB">
        <w:rPr>
          <w:rtl/>
        </w:rPr>
        <w:t xml:space="preserve"> - </w:t>
      </w:r>
      <w:r w:rsidRPr="00D95A45">
        <w:rPr>
          <w:rtl/>
        </w:rPr>
        <w:t>محمد بن علي بن محبوب عن احمد عن علي بن الحكم عن سيف بن عميرة عن حنان قال</w:t>
      </w:r>
      <w:r w:rsidR="00CC15EB">
        <w:rPr>
          <w:rtl/>
        </w:rPr>
        <w:t>:</w:t>
      </w:r>
      <w:r>
        <w:rPr>
          <w:rtl/>
        </w:rPr>
        <w:t xml:space="preserve"> </w:t>
      </w:r>
      <w:r w:rsidRPr="00D95A45">
        <w:rPr>
          <w:rtl/>
        </w:rPr>
        <w:t xml:space="preserve">سأل رجل ابا عبد الله </w:t>
      </w:r>
      <w:r w:rsidR="00AC7755" w:rsidRPr="00AC7755">
        <w:rPr>
          <w:rStyle w:val="libAlaemChar"/>
          <w:rtl/>
        </w:rPr>
        <w:t>عليه‌السلام</w:t>
      </w:r>
      <w:r w:rsidRPr="00D95A45">
        <w:rPr>
          <w:rtl/>
        </w:rPr>
        <w:t xml:space="preserve"> وانا اسمع عن البكر يفجر وقد تزوج ففجر قبل ان يدخل باهله قال</w:t>
      </w:r>
      <w:r w:rsidR="00CC15EB">
        <w:rPr>
          <w:rtl/>
        </w:rPr>
        <w:t>:</w:t>
      </w:r>
      <w:r>
        <w:rPr>
          <w:rtl/>
        </w:rPr>
        <w:t xml:space="preserve"> </w:t>
      </w:r>
      <w:r w:rsidRPr="00D95A45">
        <w:rPr>
          <w:rtl/>
        </w:rPr>
        <w:t>يضرب مائة ويجز شعره وينفى من المصر حولا ويفرق بينه وبين اهله.</w:t>
      </w:r>
    </w:p>
    <w:p w:rsidR="00AC7755" w:rsidRDefault="00D45E0E" w:rsidP="00AC7755">
      <w:pPr>
        <w:pStyle w:val="libNormal"/>
        <w:rPr>
          <w:rtl/>
        </w:rPr>
      </w:pPr>
      <w:r w:rsidRPr="00D95A45">
        <w:rPr>
          <w:rtl/>
        </w:rPr>
        <w:t>(125) 125</w:t>
      </w:r>
      <w:r w:rsidR="00CC15EB">
        <w:rPr>
          <w:rtl/>
        </w:rPr>
        <w:t xml:space="preserve"> - </w:t>
      </w:r>
      <w:r w:rsidRPr="00D95A45">
        <w:rPr>
          <w:rtl/>
        </w:rPr>
        <w:t xml:space="preserve">عنه عن بنان بن محمد عن موسى بن القاسم عن علي ابن جعفر عن اخيه موسى بن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تزوج امرأة ولم يدخل بها فزنى ما عليه</w:t>
      </w:r>
      <w:r>
        <w:rPr>
          <w:rtl/>
        </w:rPr>
        <w:t>؟</w:t>
      </w:r>
      <w:r w:rsidRPr="00D95A45">
        <w:rPr>
          <w:rtl/>
        </w:rPr>
        <w:t xml:space="preserve"> قال</w:t>
      </w:r>
      <w:r w:rsidR="00CC15EB">
        <w:rPr>
          <w:rtl/>
        </w:rPr>
        <w:t>:</w:t>
      </w:r>
      <w:r>
        <w:rPr>
          <w:rtl/>
        </w:rPr>
        <w:t xml:space="preserve"> </w:t>
      </w:r>
      <w:r w:rsidRPr="00D95A45">
        <w:rPr>
          <w:rtl/>
        </w:rPr>
        <w:t>يجلد الحد ويحلق رأسه ويفرق بينه وبين اهله وينفى سنة.</w:t>
      </w:r>
    </w:p>
    <w:p w:rsidR="00AC7755" w:rsidRDefault="00D45E0E" w:rsidP="00AC7755">
      <w:pPr>
        <w:pStyle w:val="libNormal"/>
        <w:rPr>
          <w:rtl/>
        </w:rPr>
      </w:pPr>
      <w:r w:rsidRPr="00D95A45">
        <w:rPr>
          <w:rtl/>
        </w:rPr>
        <w:t>(126) 126</w:t>
      </w:r>
      <w:r w:rsidR="00CC15EB">
        <w:rPr>
          <w:rtl/>
        </w:rPr>
        <w:t xml:space="preserve"> - </w:t>
      </w:r>
      <w:r w:rsidRPr="00D95A45">
        <w:rPr>
          <w:rtl/>
        </w:rPr>
        <w:t xml:space="preserve">احمد بن محمد عن البرقي عن عبد الله بن المغيرة عن السكوني عن جعفر عن ابيه عن آبائه </w:t>
      </w:r>
      <w:r w:rsidR="00AC7755" w:rsidRPr="00AC7755">
        <w:rPr>
          <w:rStyle w:val="libAlaemChar"/>
          <w:rtl/>
        </w:rPr>
        <w:t>عليهم‌السلام</w:t>
      </w:r>
      <w:r w:rsidRPr="00D95A45">
        <w:rPr>
          <w:rtl/>
        </w:rPr>
        <w:t xml:space="preserve"> قال في المرأة إذا زنت قبل ان يدخل بها قال يفرق بينهما ولا صداق لها لأن الحدث كان من قبلها.</w:t>
      </w:r>
    </w:p>
    <w:p w:rsidR="00AC7755" w:rsidRDefault="00D45E0E" w:rsidP="00AC7755">
      <w:pPr>
        <w:pStyle w:val="libNormal"/>
        <w:rPr>
          <w:rtl/>
        </w:rPr>
      </w:pPr>
      <w:r w:rsidRPr="00D95A45">
        <w:rPr>
          <w:rtl/>
        </w:rPr>
        <w:t>(127) 127</w:t>
      </w:r>
      <w:r w:rsidR="00CC15EB">
        <w:rPr>
          <w:rtl/>
        </w:rPr>
        <w:t xml:space="preserve"> - </w:t>
      </w:r>
      <w:r w:rsidRPr="00D95A45">
        <w:rPr>
          <w:rtl/>
        </w:rPr>
        <w:t xml:space="preserve">عنه عن خلف بن حماد عن موسى بن بكر عن بكير بن اعين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كان امير المؤمنين </w:t>
      </w:r>
      <w:r w:rsidR="00AC7755" w:rsidRPr="00AC7755">
        <w:rPr>
          <w:rStyle w:val="libAlaemChar"/>
          <w:rtl/>
        </w:rPr>
        <w:t>عليه‌السلام</w:t>
      </w:r>
      <w:r w:rsidRPr="00D95A45">
        <w:rPr>
          <w:rtl/>
        </w:rPr>
        <w:t xml:space="preserve"> إذا نفى احدا من اهل الاسلام نفاه إلى أقرب بلدة من اهل الشرك إلى الاسلام</w:t>
      </w:r>
      <w:r w:rsidR="00CC15EB">
        <w:rPr>
          <w:rtl/>
        </w:rPr>
        <w:t>،</w:t>
      </w:r>
      <w:r>
        <w:rPr>
          <w:rtl/>
        </w:rPr>
        <w:t xml:space="preserve"> </w:t>
      </w:r>
      <w:r w:rsidRPr="00D95A45">
        <w:rPr>
          <w:rtl/>
        </w:rPr>
        <w:t>فنظر في ذلك</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اي الزني.</w:t>
      </w:r>
    </w:p>
    <w:p w:rsidR="00AC7755" w:rsidRDefault="00CC15EB" w:rsidP="00AC7755">
      <w:pPr>
        <w:pStyle w:val="libFootnote0"/>
        <w:rPr>
          <w:rtl/>
        </w:rPr>
      </w:pPr>
      <w:r>
        <w:rPr>
          <w:rtl/>
        </w:rPr>
        <w:t>-</w:t>
      </w:r>
      <w:r w:rsidR="00D45E0E" w:rsidRPr="00DA0376">
        <w:rPr>
          <w:rtl/>
        </w:rPr>
        <w:t xml:space="preserve"> 123</w:t>
      </w:r>
      <w:r>
        <w:rPr>
          <w:rtl/>
        </w:rPr>
        <w:t xml:space="preserve"> - </w:t>
      </w:r>
      <w:r w:rsidR="00D45E0E" w:rsidRPr="00DA0376">
        <w:rPr>
          <w:rtl/>
        </w:rPr>
        <w:t>الاستبصار ج 4 ص 302 الكافي ج 2 ص 286 بتفاوت فيهما.</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فكانت الديلم اقرب اهل الشرك إلى الاسلام.</w:t>
      </w:r>
    </w:p>
    <w:p w:rsidR="00AC7755" w:rsidRDefault="00D45E0E" w:rsidP="00AC7755">
      <w:pPr>
        <w:pStyle w:val="libNormal"/>
        <w:rPr>
          <w:rtl/>
        </w:rPr>
      </w:pPr>
      <w:r w:rsidRPr="00D95A45">
        <w:rPr>
          <w:rtl/>
        </w:rPr>
        <w:t>(128) 128</w:t>
      </w:r>
      <w:r w:rsidR="00CC15EB">
        <w:rPr>
          <w:rtl/>
        </w:rPr>
        <w:t xml:space="preserve"> - </w:t>
      </w:r>
      <w:r w:rsidRPr="00D95A45">
        <w:rPr>
          <w:rtl/>
        </w:rPr>
        <w:t>احمد بن محمد عن الحسين بن سعيد عن الحسن عن زرعة عن سماعة عن ابى بصير قال</w:t>
      </w:r>
      <w:r w:rsidR="00CC15EB">
        <w:rPr>
          <w:rtl/>
        </w:rPr>
        <w:t>:</w:t>
      </w:r>
      <w:r>
        <w:rPr>
          <w:rtl/>
        </w:rPr>
        <w:t xml:space="preserve"> </w:t>
      </w:r>
      <w:r w:rsidRPr="00D95A45">
        <w:rPr>
          <w:rtl/>
        </w:rPr>
        <w:t>سألته عن الانفاء من الارض كيف هو</w:t>
      </w:r>
      <w:r>
        <w:rPr>
          <w:rtl/>
        </w:rPr>
        <w:t>؟</w:t>
      </w:r>
      <w:r w:rsidRPr="00D95A45">
        <w:rPr>
          <w:rtl/>
        </w:rPr>
        <w:t xml:space="preserve"> قال</w:t>
      </w:r>
      <w:r w:rsidR="00CC15EB">
        <w:rPr>
          <w:rtl/>
        </w:rPr>
        <w:t>:</w:t>
      </w:r>
      <w:r>
        <w:rPr>
          <w:rtl/>
        </w:rPr>
        <w:t xml:space="preserve"> </w:t>
      </w:r>
      <w:r w:rsidRPr="00D95A45">
        <w:rPr>
          <w:rtl/>
        </w:rPr>
        <w:t>ينفى من بلاد الاسلام كلها</w:t>
      </w:r>
      <w:r w:rsidR="00CC15EB">
        <w:rPr>
          <w:rtl/>
        </w:rPr>
        <w:t>،</w:t>
      </w:r>
      <w:r>
        <w:rPr>
          <w:rtl/>
        </w:rPr>
        <w:t xml:space="preserve"> </w:t>
      </w:r>
      <w:r w:rsidRPr="00D95A45">
        <w:rPr>
          <w:rtl/>
        </w:rPr>
        <w:t>فان قدر عليه في شئ من ارض الاسلام قتل ولا أمان له حتى يلحق بارض الشرك.</w:t>
      </w:r>
    </w:p>
    <w:p w:rsidR="00AC7755" w:rsidRDefault="00D45E0E" w:rsidP="00AC7755">
      <w:pPr>
        <w:pStyle w:val="libNormal"/>
        <w:rPr>
          <w:rtl/>
        </w:rPr>
      </w:pPr>
      <w:r w:rsidRPr="00D95A45">
        <w:rPr>
          <w:rtl/>
        </w:rPr>
        <w:t>(129) 129</w:t>
      </w:r>
      <w:r w:rsidR="00CC15EB">
        <w:rPr>
          <w:rtl/>
        </w:rPr>
        <w:t xml:space="preserve"> - </w:t>
      </w:r>
      <w:r w:rsidRPr="00D95A45">
        <w:rPr>
          <w:rtl/>
        </w:rPr>
        <w:t>يونس عن اسحاق بن عمار عن ابي بصير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الزاني إذا جلد ثلاثا يقتل في الرابعة يعني إذا جلد ثلاث مرات. ولا ينافى هذا الخبر ما رواه.</w:t>
      </w:r>
    </w:p>
    <w:p w:rsidR="00AC7755" w:rsidRDefault="00D45E0E" w:rsidP="00AC7755">
      <w:pPr>
        <w:pStyle w:val="libNormal"/>
        <w:rPr>
          <w:rtl/>
        </w:rPr>
      </w:pPr>
      <w:r w:rsidRPr="00D95A45">
        <w:rPr>
          <w:rtl/>
        </w:rPr>
        <w:t>(130) 130</w:t>
      </w:r>
      <w:r w:rsidR="00CC15EB">
        <w:rPr>
          <w:rtl/>
        </w:rPr>
        <w:t xml:space="preserve"> - </w:t>
      </w:r>
      <w:r w:rsidRPr="00D95A45">
        <w:rPr>
          <w:rtl/>
        </w:rPr>
        <w:t xml:space="preserve">يونس عن ابي الحسن الماضي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اصحاب الكبائر كلها إذا اقيم عليهم الحد مرتين قتلوا في الثالثة. لان هذا الخبر محمول على من عدا الزاني من شراب الخمور وغيرهم على ما نبينه في المستقبل</w:t>
      </w:r>
      <w:r w:rsidR="00CC15EB">
        <w:rPr>
          <w:rtl/>
        </w:rPr>
        <w:t>،</w:t>
      </w:r>
      <w:r>
        <w:rPr>
          <w:rtl/>
        </w:rPr>
        <w:t xml:space="preserve"> </w:t>
      </w:r>
    </w:p>
    <w:p w:rsidR="00AC7755" w:rsidRDefault="00D45E0E" w:rsidP="00AC7755">
      <w:pPr>
        <w:pStyle w:val="libNormal"/>
        <w:rPr>
          <w:rtl/>
        </w:rPr>
      </w:pPr>
      <w:r w:rsidRPr="00D95A45">
        <w:rPr>
          <w:rtl/>
        </w:rPr>
        <w:t>(131) 131</w:t>
      </w:r>
      <w:r w:rsidR="00CC15EB">
        <w:rPr>
          <w:rtl/>
        </w:rPr>
        <w:t xml:space="preserve"> - </w:t>
      </w:r>
      <w:r w:rsidRPr="00D95A45">
        <w:rPr>
          <w:rtl/>
        </w:rPr>
        <w:t xml:space="preserve">احمد بن محمد عن ابن محبوب عن علي بن ابى حمزة عن ابي بصير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الرجل يزني في اليوم الواحد مرارا كثيرة قال</w:t>
      </w:r>
      <w:r w:rsidR="00CC15EB">
        <w:rPr>
          <w:rtl/>
        </w:rPr>
        <w:t>:</w:t>
      </w:r>
      <w:r>
        <w:rPr>
          <w:rtl/>
        </w:rPr>
        <w:t xml:space="preserve"> </w:t>
      </w:r>
      <w:r w:rsidRPr="00D95A45">
        <w:rPr>
          <w:rtl/>
        </w:rPr>
        <w:t>فقال</w:t>
      </w:r>
      <w:r w:rsidR="00CC15EB">
        <w:rPr>
          <w:rtl/>
        </w:rPr>
        <w:t>:</w:t>
      </w:r>
      <w:r>
        <w:rPr>
          <w:rtl/>
        </w:rPr>
        <w:t xml:space="preserve"> </w:t>
      </w:r>
      <w:r w:rsidRPr="00D95A45">
        <w:rPr>
          <w:rtl/>
        </w:rPr>
        <w:t>إذا زنى بامرأة واحدة كذا وكذا مرة فانما عليه حد واحد</w:t>
      </w:r>
      <w:r w:rsidR="00CC15EB">
        <w:rPr>
          <w:rtl/>
        </w:rPr>
        <w:t>،</w:t>
      </w:r>
      <w:r>
        <w:rPr>
          <w:rtl/>
        </w:rPr>
        <w:t xml:space="preserve"> </w:t>
      </w:r>
      <w:r w:rsidRPr="00D95A45">
        <w:rPr>
          <w:rtl/>
        </w:rPr>
        <w:t>وان هو زنى بنسوة شتى في يوم واحد وفي ساعة واحدة فان عليه في كل امرأة فجر بها حدا.</w:t>
      </w:r>
    </w:p>
    <w:p w:rsidR="00AC7755" w:rsidRDefault="00D45E0E" w:rsidP="00AC7755">
      <w:pPr>
        <w:pStyle w:val="libNormal"/>
        <w:rPr>
          <w:rtl/>
        </w:rPr>
      </w:pPr>
      <w:r w:rsidRPr="00D95A45">
        <w:rPr>
          <w:rtl/>
        </w:rPr>
        <w:t>(132) 132</w:t>
      </w:r>
      <w:r w:rsidR="00CC15EB">
        <w:rPr>
          <w:rtl/>
        </w:rPr>
        <w:t xml:space="preserve"> - </w:t>
      </w:r>
      <w:r w:rsidRPr="00D95A45">
        <w:rPr>
          <w:rtl/>
        </w:rPr>
        <w:t>احمد بن محمد عن ابن محبوب عن عبد العزيز العبدي عن حمزة بن حمران عن حمران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قلت له</w:t>
      </w:r>
      <w:r w:rsidR="00CC15EB">
        <w:rPr>
          <w:rtl/>
        </w:rPr>
        <w:t>:</w:t>
      </w:r>
      <w:r>
        <w:rPr>
          <w:rtl/>
        </w:rPr>
        <w:t xml:space="preserve"> </w:t>
      </w:r>
      <w:r w:rsidRPr="00D95A45">
        <w:rPr>
          <w:rtl/>
        </w:rPr>
        <w:t>متى يجب</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129</w:t>
      </w:r>
      <w:r>
        <w:rPr>
          <w:rFonts w:hint="cs"/>
          <w:rtl/>
        </w:rPr>
        <w:t xml:space="preserve"> - </w:t>
      </w:r>
      <w:r w:rsidR="00D45E0E" w:rsidRPr="007277FF">
        <w:rPr>
          <w:rtl/>
        </w:rPr>
        <w:t>130</w:t>
      </w:r>
      <w:r>
        <w:rPr>
          <w:rtl/>
        </w:rPr>
        <w:t xml:space="preserve"> - </w:t>
      </w:r>
      <w:r w:rsidR="00D45E0E" w:rsidRPr="007277FF">
        <w:rPr>
          <w:rtl/>
        </w:rPr>
        <w:t>الاستبصار ج 4 ص 212 الكافي ج 2 ص 290 واخرج الثاني الصدوق في الفقيه ج 4 ص 51</w:t>
      </w:r>
    </w:p>
    <w:p w:rsidR="00AC7755" w:rsidRDefault="00CC15EB" w:rsidP="00AC7755">
      <w:pPr>
        <w:pStyle w:val="libFootnote0"/>
        <w:rPr>
          <w:rtl/>
        </w:rPr>
      </w:pPr>
      <w:r>
        <w:rPr>
          <w:rtl/>
        </w:rPr>
        <w:t>-</w:t>
      </w:r>
      <w:r w:rsidR="00D45E0E" w:rsidRPr="00DA0376">
        <w:rPr>
          <w:rtl/>
        </w:rPr>
        <w:t xml:space="preserve"> 131</w:t>
      </w:r>
      <w:r>
        <w:rPr>
          <w:rtl/>
        </w:rPr>
        <w:t xml:space="preserve"> - </w:t>
      </w:r>
      <w:r w:rsidR="00D45E0E" w:rsidRPr="00DA0376">
        <w:rPr>
          <w:rtl/>
        </w:rPr>
        <w:t>132</w:t>
      </w:r>
      <w:r>
        <w:rPr>
          <w:rtl/>
        </w:rPr>
        <w:t xml:space="preserve"> - </w:t>
      </w:r>
      <w:r w:rsidR="00D45E0E" w:rsidRPr="00DA0376">
        <w:rPr>
          <w:rtl/>
        </w:rPr>
        <w:t>الكافي ج 2 ص 292 واخرج الاول الصدوق في الفقيه ج 4 ص 20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على الغلام أن يؤخذ بالحدود التامة وتقام ويؤخذ بها</w:t>
      </w:r>
      <w:r>
        <w:rPr>
          <w:rtl/>
        </w:rPr>
        <w:t>؟</w:t>
      </w:r>
      <w:r w:rsidRPr="00DA0376">
        <w:rPr>
          <w:rtl/>
        </w:rPr>
        <w:t xml:space="preserve"> فقال</w:t>
      </w:r>
      <w:r w:rsidR="00CC15EB">
        <w:rPr>
          <w:rtl/>
        </w:rPr>
        <w:t>:</w:t>
      </w:r>
      <w:r>
        <w:rPr>
          <w:rtl/>
        </w:rPr>
        <w:t xml:space="preserve"> </w:t>
      </w:r>
      <w:r w:rsidRPr="00DA0376">
        <w:rPr>
          <w:rtl/>
        </w:rPr>
        <w:t>إذا خرج عنه اليتم وادرك قلت</w:t>
      </w:r>
      <w:r w:rsidR="00CC15EB">
        <w:rPr>
          <w:rtl/>
        </w:rPr>
        <w:t>:</w:t>
      </w:r>
      <w:r>
        <w:rPr>
          <w:rtl/>
        </w:rPr>
        <w:t xml:space="preserve"> </w:t>
      </w:r>
      <w:r w:rsidRPr="00DA0376">
        <w:rPr>
          <w:rtl/>
        </w:rPr>
        <w:t>فلذلك حد يعرف</w:t>
      </w:r>
      <w:r>
        <w:rPr>
          <w:rtl/>
        </w:rPr>
        <w:t>؟</w:t>
      </w:r>
      <w:r w:rsidRPr="00DA0376">
        <w:rPr>
          <w:rtl/>
        </w:rPr>
        <w:t xml:space="preserve"> فقال إذا احتلم أو بلغ خمس عشرة سنة أو اشعر أو انبت قبل ذلك اقيمت عليه الحدود التامة واخذ بها واخذت له</w:t>
      </w:r>
      <w:r w:rsidR="00CC15EB">
        <w:rPr>
          <w:rtl/>
        </w:rPr>
        <w:t>،</w:t>
      </w:r>
      <w:r>
        <w:rPr>
          <w:rtl/>
        </w:rPr>
        <w:t xml:space="preserve"> </w:t>
      </w:r>
      <w:r w:rsidRPr="00DA0376">
        <w:rPr>
          <w:rtl/>
        </w:rPr>
        <w:t>قلت</w:t>
      </w:r>
      <w:r w:rsidR="00CC15EB">
        <w:rPr>
          <w:rtl/>
        </w:rPr>
        <w:t>:</w:t>
      </w:r>
      <w:r>
        <w:rPr>
          <w:rtl/>
        </w:rPr>
        <w:t xml:space="preserve"> </w:t>
      </w:r>
      <w:r w:rsidRPr="00DA0376">
        <w:rPr>
          <w:rtl/>
        </w:rPr>
        <w:t>فالجارية متى يجب عليها الحدود التامة وأخذت بها واخذت لها قال</w:t>
      </w:r>
      <w:r w:rsidR="00CC15EB">
        <w:rPr>
          <w:rtl/>
        </w:rPr>
        <w:t>:</w:t>
      </w:r>
      <w:r>
        <w:rPr>
          <w:rtl/>
        </w:rPr>
        <w:t xml:space="preserve"> </w:t>
      </w:r>
      <w:r w:rsidRPr="00DA0376">
        <w:rPr>
          <w:rtl/>
        </w:rPr>
        <w:t>ان الجارية ليست مثل الغلام ان الجارية إذا تزوجت ودخل بها ولها تسع سنين ذهب عنها اليتم ودفع إليها مالها وجاز امرها في الشراء والبيع واقيمت عليها الحدود التامة وأخذ لها وبها قال</w:t>
      </w:r>
      <w:r w:rsidR="00CC15EB">
        <w:rPr>
          <w:rtl/>
        </w:rPr>
        <w:t>:</w:t>
      </w:r>
      <w:r>
        <w:rPr>
          <w:rtl/>
        </w:rPr>
        <w:t xml:space="preserve"> </w:t>
      </w:r>
      <w:r w:rsidRPr="00DA0376">
        <w:rPr>
          <w:rtl/>
        </w:rPr>
        <w:t>والغلام لا يجوز امره في الشراء والبيع ولا يخرج من اليتم حتى يبلغ خمس عشرة سنة أو يحتلم أو يشعر أو ينبت قبل ذلك.</w:t>
      </w:r>
    </w:p>
    <w:p w:rsidR="00AC7755" w:rsidRDefault="00D45E0E" w:rsidP="00AC7755">
      <w:pPr>
        <w:pStyle w:val="libNormal"/>
        <w:rPr>
          <w:rtl/>
        </w:rPr>
      </w:pPr>
      <w:r w:rsidRPr="00D95A45">
        <w:rPr>
          <w:rtl/>
        </w:rPr>
        <w:t>(133) 133</w:t>
      </w:r>
      <w:r w:rsidR="00CC15EB">
        <w:rPr>
          <w:rtl/>
        </w:rPr>
        <w:t xml:space="preserve"> - </w:t>
      </w:r>
      <w:r w:rsidRPr="00D95A45">
        <w:rPr>
          <w:rtl/>
        </w:rPr>
        <w:t xml:space="preserve">عنه عن ابن محبوب عن ابي ايوب عن يزيد الكناسي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الجارية إذا بلغت تسع سنين ذهب عنها اليتم وزوجت واقيم عليها الحدود التامة عليها ولها قال</w:t>
      </w:r>
      <w:r w:rsidR="00CC15EB">
        <w:rPr>
          <w:rtl/>
        </w:rPr>
        <w:t>:</w:t>
      </w:r>
      <w:r>
        <w:rPr>
          <w:rtl/>
        </w:rPr>
        <w:t xml:space="preserve"> </w:t>
      </w:r>
      <w:r w:rsidRPr="00D95A45">
        <w:rPr>
          <w:rtl/>
        </w:rPr>
        <w:t>قلت الغلام إذا زوجه ابوه ودخل باهله وهو غير مدرك أتقام عليه الحدود وهو في تلك الحال</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اما الحدود الكاملة التي تؤخذ بها الرجال فلا</w:t>
      </w:r>
      <w:r w:rsidR="00CC15EB">
        <w:rPr>
          <w:rtl/>
        </w:rPr>
        <w:t>،</w:t>
      </w:r>
      <w:r>
        <w:rPr>
          <w:rtl/>
        </w:rPr>
        <w:t xml:space="preserve"> </w:t>
      </w:r>
      <w:r w:rsidRPr="00D95A45">
        <w:rPr>
          <w:rtl/>
        </w:rPr>
        <w:t>ولكن يجلد في الحدود كلها على مبلغ سنه فيؤخذ بذلك ما بينه وبين خمس عشرة سنة ولا تبطل حدود الله في خلقه ولا تبطل حقوق المسلمين بينهم.</w:t>
      </w:r>
    </w:p>
    <w:p w:rsidR="00AC7755" w:rsidRDefault="00D45E0E" w:rsidP="00AC7755">
      <w:pPr>
        <w:pStyle w:val="libNormal"/>
        <w:rPr>
          <w:rtl/>
        </w:rPr>
      </w:pPr>
      <w:r w:rsidRPr="00D95A45">
        <w:rPr>
          <w:rtl/>
        </w:rPr>
        <w:t>(134) 134</w:t>
      </w:r>
      <w:r w:rsidR="00CC15EB">
        <w:rPr>
          <w:rtl/>
        </w:rPr>
        <w:t xml:space="preserve"> - </w:t>
      </w:r>
      <w:r w:rsidRPr="00D95A45">
        <w:rPr>
          <w:rtl/>
        </w:rPr>
        <w:t xml:space="preserve">محمد بن يحيى عن محمد بن الحسين عن حنان بن سدير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يهودي فجر بمسلمة قال</w:t>
      </w:r>
      <w:r w:rsidR="00CC15EB">
        <w:rPr>
          <w:rtl/>
        </w:rPr>
        <w:t>:</w:t>
      </w:r>
      <w:r>
        <w:rPr>
          <w:rtl/>
        </w:rPr>
        <w:t xml:space="preserve"> </w:t>
      </w:r>
      <w:r w:rsidRPr="00D95A45">
        <w:rPr>
          <w:rtl/>
        </w:rPr>
        <w:t>يقتل</w:t>
      </w:r>
      <w:r w:rsidR="00CC15EB">
        <w:rPr>
          <w:rtl/>
        </w:rPr>
        <w:t>،</w:t>
      </w:r>
      <w:r>
        <w:rPr>
          <w:rtl/>
        </w:rPr>
        <w:t xml:space="preserve"> </w:t>
      </w:r>
    </w:p>
    <w:p w:rsidR="00AC7755" w:rsidRDefault="00D45E0E" w:rsidP="00AC7755">
      <w:pPr>
        <w:pStyle w:val="libNormal"/>
        <w:rPr>
          <w:rtl/>
        </w:rPr>
      </w:pPr>
      <w:r w:rsidRPr="00D95A45">
        <w:rPr>
          <w:rtl/>
        </w:rPr>
        <w:t>(135) 135</w:t>
      </w:r>
      <w:r w:rsidR="00CC15EB">
        <w:rPr>
          <w:rtl/>
        </w:rPr>
        <w:t xml:space="preserve"> - </w:t>
      </w:r>
      <w:r w:rsidRPr="00D95A45">
        <w:rPr>
          <w:rtl/>
        </w:rPr>
        <w:t>محمد بن يحيى عن محمد بن احمد بن يحيى عن جعفر ابن رزق الله قال</w:t>
      </w:r>
      <w:r w:rsidR="00CC15EB">
        <w:rPr>
          <w:rtl/>
        </w:rPr>
        <w:t>:</w:t>
      </w:r>
      <w:r>
        <w:rPr>
          <w:rtl/>
        </w:rPr>
        <w:t xml:space="preserve"> </w:t>
      </w:r>
      <w:r w:rsidRPr="00D95A45">
        <w:rPr>
          <w:rtl/>
        </w:rPr>
        <w:t>قدم إلى المتوكل رجل نصراني فجر بامرأة مسلمة واراد ان يقيم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133</w:t>
      </w:r>
      <w:r>
        <w:rPr>
          <w:rtl/>
        </w:rPr>
        <w:t xml:space="preserve"> - </w:t>
      </w:r>
      <w:r w:rsidR="00D45E0E" w:rsidRPr="00D95A45">
        <w:rPr>
          <w:rtl/>
        </w:rPr>
        <w:t>الكافي ج 2 ص 292</w:t>
      </w:r>
    </w:p>
    <w:p w:rsidR="00CC15EB" w:rsidRDefault="00CC15EB" w:rsidP="00AC7755">
      <w:pPr>
        <w:pStyle w:val="libFootnote0"/>
        <w:rPr>
          <w:rtl/>
        </w:rPr>
      </w:pPr>
      <w:r>
        <w:rPr>
          <w:rtl/>
        </w:rPr>
        <w:t>-</w:t>
      </w:r>
      <w:r w:rsidR="00D45E0E" w:rsidRPr="007277FF">
        <w:rPr>
          <w:rtl/>
        </w:rPr>
        <w:t xml:space="preserve"> 134</w:t>
      </w:r>
      <w:r>
        <w:rPr>
          <w:rtl/>
        </w:rPr>
        <w:t xml:space="preserve"> - </w:t>
      </w:r>
      <w:r w:rsidR="00D45E0E" w:rsidRPr="007277FF">
        <w:rPr>
          <w:rtl/>
        </w:rPr>
        <w:t>الكافي ج 2 ص 305</w:t>
      </w:r>
    </w:p>
    <w:p w:rsidR="00AC7755" w:rsidRDefault="00CC15EB" w:rsidP="00AC7755">
      <w:pPr>
        <w:pStyle w:val="libFootnote0"/>
        <w:rPr>
          <w:rtl/>
        </w:rPr>
      </w:pPr>
      <w:r>
        <w:rPr>
          <w:rtl/>
        </w:rPr>
        <w:t>-</w:t>
      </w:r>
      <w:r w:rsidR="00D45E0E" w:rsidRPr="00DA0376">
        <w:rPr>
          <w:rtl/>
        </w:rPr>
        <w:t xml:space="preserve"> 135</w:t>
      </w:r>
      <w:r>
        <w:rPr>
          <w:rtl/>
        </w:rPr>
        <w:t xml:space="preserve"> - </w:t>
      </w:r>
      <w:r w:rsidR="00D45E0E" w:rsidRPr="00DA0376">
        <w:rPr>
          <w:rtl/>
        </w:rPr>
        <w:t>الكافي ج 2 ص 304 الفقيه ج 4 ص 27 مجملا</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عليه الحد فأسلم</w:t>
      </w:r>
      <w:r w:rsidR="00CC15EB">
        <w:rPr>
          <w:rtl/>
        </w:rPr>
        <w:t>،</w:t>
      </w:r>
      <w:r>
        <w:rPr>
          <w:rtl/>
        </w:rPr>
        <w:t xml:space="preserve"> </w:t>
      </w:r>
      <w:r w:rsidRPr="007277FF">
        <w:rPr>
          <w:rtl/>
        </w:rPr>
        <w:t>فقال يحيى بن اكثم</w:t>
      </w:r>
      <w:r w:rsidR="00CC15EB">
        <w:rPr>
          <w:rtl/>
        </w:rPr>
        <w:t>:</w:t>
      </w:r>
      <w:r>
        <w:rPr>
          <w:rtl/>
        </w:rPr>
        <w:t xml:space="preserve"> </w:t>
      </w:r>
      <w:r w:rsidRPr="007277FF">
        <w:rPr>
          <w:rtl/>
        </w:rPr>
        <w:t>قد هدم ايمانه شركه وفعله</w:t>
      </w:r>
      <w:r w:rsidR="00CC15EB">
        <w:rPr>
          <w:rtl/>
        </w:rPr>
        <w:t>،</w:t>
      </w:r>
      <w:r>
        <w:rPr>
          <w:rtl/>
        </w:rPr>
        <w:t xml:space="preserve"> </w:t>
      </w:r>
      <w:r w:rsidRPr="007277FF">
        <w:rPr>
          <w:rtl/>
        </w:rPr>
        <w:t>وقال بعضهم</w:t>
      </w:r>
      <w:r w:rsidR="00CC15EB">
        <w:rPr>
          <w:rtl/>
        </w:rPr>
        <w:t>:</w:t>
      </w:r>
      <w:r>
        <w:rPr>
          <w:rtl/>
        </w:rPr>
        <w:t xml:space="preserve"> </w:t>
      </w:r>
      <w:r w:rsidRPr="007277FF">
        <w:rPr>
          <w:rtl/>
        </w:rPr>
        <w:t>يضرب ثلاثة حدود</w:t>
      </w:r>
      <w:r w:rsidR="00CC15EB">
        <w:rPr>
          <w:rtl/>
        </w:rPr>
        <w:t>،</w:t>
      </w:r>
      <w:r>
        <w:rPr>
          <w:rtl/>
        </w:rPr>
        <w:t xml:space="preserve"> </w:t>
      </w:r>
      <w:r w:rsidRPr="007277FF">
        <w:rPr>
          <w:rtl/>
        </w:rPr>
        <w:t>وقال بعضهم</w:t>
      </w:r>
      <w:r w:rsidR="00CC15EB">
        <w:rPr>
          <w:rtl/>
        </w:rPr>
        <w:t>:</w:t>
      </w:r>
      <w:r>
        <w:rPr>
          <w:rtl/>
        </w:rPr>
        <w:t xml:space="preserve"> </w:t>
      </w:r>
      <w:r w:rsidRPr="007277FF">
        <w:rPr>
          <w:rtl/>
        </w:rPr>
        <w:t>يفعل به كذا وكذا</w:t>
      </w:r>
      <w:r w:rsidR="00CC15EB">
        <w:rPr>
          <w:rtl/>
        </w:rPr>
        <w:t>،</w:t>
      </w:r>
      <w:r>
        <w:rPr>
          <w:rtl/>
        </w:rPr>
        <w:t xml:space="preserve"> </w:t>
      </w:r>
      <w:r w:rsidRPr="007277FF">
        <w:rPr>
          <w:rtl/>
        </w:rPr>
        <w:t xml:space="preserve">فأمر المتوكل بالكتاب إلى ابى الحسن الثالث </w:t>
      </w:r>
      <w:r w:rsidR="00AC7755" w:rsidRPr="00AC7755">
        <w:rPr>
          <w:rStyle w:val="libAlaemChar"/>
          <w:rtl/>
        </w:rPr>
        <w:t>عليه‌السلام</w:t>
      </w:r>
      <w:r w:rsidRPr="007277FF">
        <w:rPr>
          <w:rtl/>
        </w:rPr>
        <w:t xml:space="preserve"> وسؤاله عن ذلك فلما قدم الكتاب كتب </w:t>
      </w:r>
      <w:r w:rsidR="00AC7755" w:rsidRPr="00AC7755">
        <w:rPr>
          <w:rStyle w:val="libAlaemChar"/>
          <w:rtl/>
        </w:rPr>
        <w:t>عليه‌السلام</w:t>
      </w:r>
      <w:r w:rsidR="00CC15EB">
        <w:rPr>
          <w:rtl/>
        </w:rPr>
        <w:t>:</w:t>
      </w:r>
      <w:r>
        <w:rPr>
          <w:rtl/>
        </w:rPr>
        <w:t xml:space="preserve"> </w:t>
      </w:r>
      <w:r w:rsidRPr="007277FF">
        <w:rPr>
          <w:rtl/>
        </w:rPr>
        <w:t>يضرب حتى يموت</w:t>
      </w:r>
      <w:r w:rsidR="00CC15EB">
        <w:rPr>
          <w:rtl/>
        </w:rPr>
        <w:t>،</w:t>
      </w:r>
      <w:r>
        <w:rPr>
          <w:rtl/>
        </w:rPr>
        <w:t xml:space="preserve"> </w:t>
      </w:r>
      <w:r w:rsidRPr="007277FF">
        <w:rPr>
          <w:rtl/>
        </w:rPr>
        <w:t>فانكر يحيى بن اكثم وانكر فقهاء العسكر ذلك وقالوا يا امير المؤمنين</w:t>
      </w:r>
      <w:r w:rsidR="00CC15EB">
        <w:rPr>
          <w:rtl/>
        </w:rPr>
        <w:t>:</w:t>
      </w:r>
      <w:r>
        <w:rPr>
          <w:rtl/>
        </w:rPr>
        <w:t xml:space="preserve"> </w:t>
      </w:r>
      <w:r w:rsidRPr="007277FF">
        <w:rPr>
          <w:rtl/>
        </w:rPr>
        <w:t>يسئل عن هذا فانه شئ لم ينطق به الكتاب ولم تجئ به سنة فكتب إليه</w:t>
      </w:r>
      <w:r w:rsidR="00CC15EB">
        <w:rPr>
          <w:rtl/>
        </w:rPr>
        <w:t>:</w:t>
      </w:r>
      <w:r>
        <w:rPr>
          <w:rtl/>
        </w:rPr>
        <w:t xml:space="preserve"> </w:t>
      </w:r>
      <w:r w:rsidRPr="007277FF">
        <w:rPr>
          <w:rtl/>
        </w:rPr>
        <w:t xml:space="preserve">ان فقهاء المسلمين قد انكروا هذا وقالوا لم تجئ به سنة ولم ينطق به كتاب فبين لنا بما اوجبت عليه الضرب حتى يموت فكتب </w:t>
      </w:r>
      <w:r w:rsidR="00AC7755" w:rsidRPr="00AC7755">
        <w:rPr>
          <w:rStyle w:val="libAlaemChar"/>
          <w:rtl/>
        </w:rPr>
        <w:t>عليه‌السلام</w:t>
      </w:r>
      <w:r w:rsidR="00CC15EB">
        <w:rPr>
          <w:rtl/>
        </w:rPr>
        <w:t>:</w:t>
      </w:r>
      <w:r>
        <w:rPr>
          <w:rtl/>
        </w:rPr>
        <w:t xml:space="preserve"> </w:t>
      </w:r>
    </w:p>
    <w:p w:rsidR="00AC7755" w:rsidRDefault="00D45E0E" w:rsidP="00AC7755">
      <w:pPr>
        <w:pStyle w:val="libNormal"/>
        <w:rPr>
          <w:rtl/>
        </w:rPr>
      </w:pPr>
      <w:r w:rsidRPr="007277FF">
        <w:rPr>
          <w:rtl/>
        </w:rPr>
        <w:t xml:space="preserve">بسم الله الرحمن الرحيم </w:t>
      </w:r>
      <w:r w:rsidR="00AC7755" w:rsidRPr="00AC7755">
        <w:rPr>
          <w:rStyle w:val="libAlaemChar"/>
          <w:rFonts w:hint="cs"/>
          <w:rtl/>
        </w:rPr>
        <w:t>(</w:t>
      </w:r>
      <w:r w:rsidRPr="00AC7755">
        <w:rPr>
          <w:rStyle w:val="libAieChar"/>
          <w:rtl/>
        </w:rPr>
        <w:t xml:space="preserve"> فلما رأوا بأسنا قالوا آمنا بالله وحده وكفرنا بما كنا به مشركين فلم يك ينفعهم ايمانهم لما رأوا بأسنا سنة الله التي قد خلت في عباده وخسر هنالك الكافرون </w:t>
      </w:r>
      <w:r w:rsidRPr="00AC7755">
        <w:rPr>
          <w:rStyle w:val="libAlaemChar"/>
          <w:rFonts w:hint="cs"/>
          <w:rtl/>
        </w:rPr>
        <w:t>)</w:t>
      </w:r>
      <w:r w:rsidRPr="00AC7755">
        <w:rPr>
          <w:rStyle w:val="libFootnotenumChar"/>
          <w:rtl/>
        </w:rPr>
        <w:t xml:space="preserve"> (1) </w:t>
      </w:r>
      <w:r w:rsidRPr="007277FF">
        <w:rPr>
          <w:rtl/>
        </w:rPr>
        <w:t>قال</w:t>
      </w:r>
      <w:r w:rsidR="00CC15EB">
        <w:rPr>
          <w:rtl/>
        </w:rPr>
        <w:t>:</w:t>
      </w:r>
      <w:r>
        <w:rPr>
          <w:rtl/>
        </w:rPr>
        <w:t xml:space="preserve"> </w:t>
      </w:r>
      <w:r w:rsidRPr="007277FF">
        <w:rPr>
          <w:rtl/>
        </w:rPr>
        <w:t>فامر به المتوكل فضرب حتى مات.</w:t>
      </w:r>
    </w:p>
    <w:p w:rsidR="00AC7755" w:rsidRDefault="00D45E0E" w:rsidP="00AC7755">
      <w:pPr>
        <w:pStyle w:val="libNormal"/>
        <w:rPr>
          <w:rtl/>
        </w:rPr>
      </w:pPr>
      <w:r w:rsidRPr="007277FF">
        <w:rPr>
          <w:rtl/>
        </w:rPr>
        <w:t>(136) 136</w:t>
      </w:r>
      <w:r w:rsidR="00CC15EB">
        <w:rPr>
          <w:rtl/>
        </w:rPr>
        <w:t xml:space="preserve"> - </w:t>
      </w:r>
      <w:r w:rsidRPr="007277FF">
        <w:rPr>
          <w:rtl/>
        </w:rPr>
        <w:t xml:space="preserve">علي عن ابيه عن صفوان عن الحسن بن عطية عن هشام بن احمر عن العبد الصالح </w:t>
      </w:r>
      <w:r w:rsidR="00AC7755" w:rsidRPr="00AC7755">
        <w:rPr>
          <w:rStyle w:val="libAlaemChar"/>
          <w:rtl/>
        </w:rPr>
        <w:t>عليه‌السلام</w:t>
      </w:r>
      <w:r w:rsidRPr="007277FF">
        <w:rPr>
          <w:rtl/>
        </w:rPr>
        <w:t xml:space="preserve"> قال</w:t>
      </w:r>
      <w:r w:rsidR="00CC15EB">
        <w:rPr>
          <w:rtl/>
        </w:rPr>
        <w:t>:</w:t>
      </w:r>
      <w:r>
        <w:rPr>
          <w:rtl/>
        </w:rPr>
        <w:t xml:space="preserve"> </w:t>
      </w:r>
      <w:r w:rsidRPr="007277FF">
        <w:rPr>
          <w:rtl/>
        </w:rPr>
        <w:t>كان جالسا في المسجد وانا معه فسمع صوت رجل يضرب صلاة الغداة في يوم شديد البرد فقال ما هذا</w:t>
      </w:r>
      <w:r>
        <w:rPr>
          <w:rtl/>
        </w:rPr>
        <w:t>؟</w:t>
      </w:r>
      <w:r w:rsidRPr="007277FF">
        <w:rPr>
          <w:rtl/>
        </w:rPr>
        <w:t xml:space="preserve"> قالوا</w:t>
      </w:r>
      <w:r w:rsidR="00CC15EB">
        <w:rPr>
          <w:rtl/>
        </w:rPr>
        <w:t>:</w:t>
      </w:r>
      <w:r>
        <w:rPr>
          <w:rtl/>
        </w:rPr>
        <w:t xml:space="preserve"> </w:t>
      </w:r>
      <w:r w:rsidRPr="007277FF">
        <w:rPr>
          <w:rtl/>
        </w:rPr>
        <w:t>رجل يضرب قال</w:t>
      </w:r>
      <w:r w:rsidR="00CC15EB">
        <w:rPr>
          <w:rtl/>
        </w:rPr>
        <w:t>:</w:t>
      </w:r>
      <w:r>
        <w:rPr>
          <w:rtl/>
        </w:rPr>
        <w:t xml:space="preserve"> </w:t>
      </w:r>
      <w:r w:rsidRPr="007277FF">
        <w:rPr>
          <w:rtl/>
        </w:rPr>
        <w:t>سبحان الله في هذة الساعة</w:t>
      </w:r>
      <w:r>
        <w:rPr>
          <w:rtl/>
        </w:rPr>
        <w:t>!</w:t>
      </w:r>
      <w:r w:rsidRPr="007277FF">
        <w:rPr>
          <w:rtl/>
        </w:rPr>
        <w:t xml:space="preserve"> انه لا يضرب أحد في شئ من الحدود في الشتاء الا في آخر ساعة من النهار ولا في الصيف الا في ابرد ما يكون من النهار.</w:t>
      </w:r>
    </w:p>
    <w:p w:rsidR="00AC7755" w:rsidRDefault="00D45E0E" w:rsidP="00AC7755">
      <w:pPr>
        <w:pStyle w:val="libNormal"/>
        <w:rPr>
          <w:rtl/>
        </w:rPr>
      </w:pPr>
      <w:r w:rsidRPr="00D95A45">
        <w:rPr>
          <w:rtl/>
        </w:rPr>
        <w:t>(137) 137</w:t>
      </w:r>
      <w:r w:rsidR="00CC15EB">
        <w:rPr>
          <w:rtl/>
        </w:rPr>
        <w:t xml:space="preserve"> - </w:t>
      </w:r>
      <w:r w:rsidRPr="00D95A45">
        <w:rPr>
          <w:rtl/>
        </w:rPr>
        <w:t>محمد بن يعقوب عن الحسين بن محمد عن معلى بن محمد عن ابي داود المسترق قال</w:t>
      </w:r>
      <w:r w:rsidR="00CC15EB">
        <w:rPr>
          <w:rtl/>
        </w:rPr>
        <w:t>:</w:t>
      </w:r>
      <w:r>
        <w:rPr>
          <w:rtl/>
        </w:rPr>
        <w:t xml:space="preserve"> </w:t>
      </w:r>
      <w:r w:rsidRPr="00D95A45">
        <w:rPr>
          <w:rtl/>
        </w:rPr>
        <w:t>حدثني بعض اصحابنا قال</w:t>
      </w:r>
      <w:r w:rsidR="00CC15EB">
        <w:rPr>
          <w:rtl/>
        </w:rPr>
        <w:t>:</w:t>
      </w:r>
      <w:r>
        <w:rPr>
          <w:rtl/>
        </w:rPr>
        <w:t xml:space="preserve"> </w:t>
      </w:r>
      <w:r w:rsidRPr="00D95A45">
        <w:rPr>
          <w:rtl/>
        </w:rPr>
        <w:t xml:space="preserve">مررت مع ابي عبد الله </w:t>
      </w:r>
      <w:r w:rsidR="00AC7755" w:rsidRPr="00AC7755">
        <w:rPr>
          <w:rStyle w:val="libAlaemChar"/>
          <w:rtl/>
        </w:rPr>
        <w:t>عليه‌السلام</w:t>
      </w:r>
      <w:r w:rsidRPr="00D95A45">
        <w:rPr>
          <w:rtl/>
        </w:rPr>
        <w:t xml:space="preserve"> بالمدينة في يوم بارد وإذا رجل يضرب بالسياط فقال أبو عبد الله </w:t>
      </w:r>
      <w:r w:rsidR="00AC7755" w:rsidRPr="00AC7755">
        <w:rPr>
          <w:rStyle w:val="libAlaemChar"/>
          <w:rtl/>
        </w:rPr>
        <w:t>عليه‌السلام</w:t>
      </w:r>
      <w:r w:rsidR="00CC15EB">
        <w:rPr>
          <w:rtl/>
        </w:rPr>
        <w:t>:</w:t>
      </w:r>
      <w:r>
        <w:rPr>
          <w:rtl/>
        </w:rPr>
        <w:t xml:space="preserve"> </w:t>
      </w:r>
      <w:r w:rsidRPr="00D95A45">
        <w:rPr>
          <w:rtl/>
        </w:rPr>
        <w:t>سبحان الله في مثل هذا الوقت يضرب</w:t>
      </w:r>
      <w:r>
        <w:rPr>
          <w:rtl/>
        </w:rPr>
        <w:t>!!</w:t>
      </w:r>
      <w:r w:rsidRPr="00D95A45">
        <w:rPr>
          <w:rtl/>
        </w:rPr>
        <w:t xml:space="preserve"> قلت له وللضرب حد</w:t>
      </w:r>
      <w:r>
        <w:rPr>
          <w:rtl/>
        </w:rPr>
        <w:t>؟</w:t>
      </w:r>
      <w:r w:rsidRPr="00D95A45">
        <w:rPr>
          <w:rtl/>
        </w:rPr>
        <w:t xml:space="preserve"> قال</w:t>
      </w:r>
      <w:r w:rsidR="00CC15EB">
        <w:rPr>
          <w:rtl/>
        </w:rPr>
        <w:t>:</w:t>
      </w:r>
      <w:r>
        <w:rPr>
          <w:rtl/>
        </w:rPr>
        <w:t xml:space="preserve"> </w:t>
      </w:r>
      <w:r w:rsidRPr="00D95A45">
        <w:rPr>
          <w:rtl/>
        </w:rPr>
        <w:t>نعم</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سوره غافر الآية</w:t>
      </w:r>
      <w:r w:rsidR="00CC15EB">
        <w:rPr>
          <w:rtl/>
        </w:rPr>
        <w:t xml:space="preserve"> - </w:t>
      </w:r>
      <w:r w:rsidRPr="00D95A45">
        <w:rPr>
          <w:rtl/>
        </w:rPr>
        <w:t>84 و 85</w:t>
      </w:r>
    </w:p>
    <w:p w:rsidR="00AC7755" w:rsidRDefault="00CC15EB" w:rsidP="00AC7755">
      <w:pPr>
        <w:pStyle w:val="libFootnote0"/>
        <w:rPr>
          <w:rtl/>
        </w:rPr>
      </w:pPr>
      <w:r>
        <w:rPr>
          <w:rtl/>
        </w:rPr>
        <w:t>-</w:t>
      </w:r>
      <w:r w:rsidR="00D45E0E" w:rsidRPr="00DA0376">
        <w:rPr>
          <w:rtl/>
        </w:rPr>
        <w:t xml:space="preserve"> 136</w:t>
      </w:r>
      <w:r>
        <w:rPr>
          <w:rtl/>
        </w:rPr>
        <w:t xml:space="preserve"> - </w:t>
      </w:r>
      <w:r w:rsidR="00D45E0E" w:rsidRPr="00DA0376">
        <w:rPr>
          <w:rtl/>
        </w:rPr>
        <w:t>137</w:t>
      </w:r>
      <w:r>
        <w:rPr>
          <w:rtl/>
        </w:rPr>
        <w:t xml:space="preserve"> - </w:t>
      </w:r>
      <w:r w:rsidR="00D45E0E" w:rsidRPr="00DA0376">
        <w:rPr>
          <w:rtl/>
        </w:rPr>
        <w:t>الكافي ج 2 ص 298</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إذا كان في البرد ضرب في حر النهار وإذا كان في الحر ضرب في برد النهار.</w:t>
      </w:r>
    </w:p>
    <w:p w:rsidR="00AC7755" w:rsidRDefault="00D45E0E" w:rsidP="00AC7755">
      <w:pPr>
        <w:pStyle w:val="libNormal"/>
        <w:rPr>
          <w:rtl/>
        </w:rPr>
      </w:pPr>
      <w:r w:rsidRPr="00D95A45">
        <w:rPr>
          <w:rtl/>
        </w:rPr>
        <w:t>(138) 138</w:t>
      </w:r>
      <w:r w:rsidR="00CC15EB">
        <w:rPr>
          <w:rtl/>
        </w:rPr>
        <w:t xml:space="preserve"> - </w:t>
      </w:r>
      <w:r w:rsidRPr="00D95A45">
        <w:rPr>
          <w:rtl/>
        </w:rPr>
        <w:t xml:space="preserve">علي بن ابراهيم عن ابيه عن ابى فضال عن يونس بن يعقوب عن ابى مريم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قال</w:t>
      </w:r>
      <w:r w:rsidR="00CC15EB">
        <w:rPr>
          <w:rtl/>
        </w:rPr>
        <w:t>:</w:t>
      </w:r>
      <w:r>
        <w:rPr>
          <w:rtl/>
        </w:rPr>
        <w:t xml:space="preserve"> </w:t>
      </w:r>
      <w:r w:rsidRPr="00D95A45">
        <w:rPr>
          <w:rtl/>
        </w:rPr>
        <w:t xml:space="preserve">امير المؤمنين </w:t>
      </w:r>
      <w:r w:rsidR="00AC7755" w:rsidRPr="00AC7755">
        <w:rPr>
          <w:rStyle w:val="libAlaemChar"/>
          <w:rtl/>
        </w:rPr>
        <w:t>عليه‌السلام</w:t>
      </w:r>
      <w:r w:rsidR="00CC15EB">
        <w:rPr>
          <w:rtl/>
        </w:rPr>
        <w:t>:</w:t>
      </w:r>
      <w:r>
        <w:rPr>
          <w:rtl/>
        </w:rPr>
        <w:t xml:space="preserve"> </w:t>
      </w:r>
      <w:r w:rsidRPr="00D95A45">
        <w:rPr>
          <w:rtl/>
        </w:rPr>
        <w:t>لا يقام على احد حد بارض العدو.</w:t>
      </w:r>
    </w:p>
    <w:p w:rsidR="00AC7755" w:rsidRDefault="00D45E0E" w:rsidP="00AC7755">
      <w:pPr>
        <w:pStyle w:val="libNormal"/>
        <w:rPr>
          <w:rtl/>
        </w:rPr>
      </w:pPr>
      <w:r w:rsidRPr="00D95A45">
        <w:rPr>
          <w:rtl/>
        </w:rPr>
        <w:t>(139) 139</w:t>
      </w:r>
      <w:r w:rsidR="00CC15EB">
        <w:rPr>
          <w:rtl/>
        </w:rPr>
        <w:t xml:space="preserve"> - </w:t>
      </w:r>
      <w:r w:rsidRPr="00D95A45">
        <w:rPr>
          <w:rtl/>
        </w:rPr>
        <w:t xml:space="preserve">الحسين بن سعيد عن محمد بن يحيى عن غياث بن ابراهيم عن جعفر عن ابيه عن علي </w:t>
      </w:r>
      <w:r w:rsidR="00AC7755" w:rsidRPr="00AC7755">
        <w:rPr>
          <w:rStyle w:val="libAlaemChar"/>
          <w:rtl/>
        </w:rPr>
        <w:t>عليه‌السلام</w:t>
      </w:r>
      <w:r w:rsidRPr="00D95A45">
        <w:rPr>
          <w:rtl/>
        </w:rPr>
        <w:t xml:space="preserve"> انه قال</w:t>
      </w:r>
      <w:r w:rsidR="00CC15EB">
        <w:rPr>
          <w:rtl/>
        </w:rPr>
        <w:t>:</w:t>
      </w:r>
      <w:r>
        <w:rPr>
          <w:rtl/>
        </w:rPr>
        <w:t xml:space="preserve"> </w:t>
      </w:r>
      <w:r w:rsidRPr="00D95A45">
        <w:rPr>
          <w:rtl/>
        </w:rPr>
        <w:t>لا أقيم على رجل حدا بارض العدو حتى يخرج منها مخافة ان تحمله الحمية فيلحق بالعدو.</w:t>
      </w:r>
    </w:p>
    <w:p w:rsidR="00AC7755" w:rsidRDefault="00D45E0E" w:rsidP="00AC7755">
      <w:pPr>
        <w:pStyle w:val="libNormal"/>
        <w:rPr>
          <w:rtl/>
        </w:rPr>
      </w:pPr>
      <w:r w:rsidRPr="00D95A45">
        <w:rPr>
          <w:rtl/>
        </w:rPr>
        <w:t>(140) 140</w:t>
      </w:r>
      <w:r w:rsidR="00CC15EB">
        <w:rPr>
          <w:rtl/>
        </w:rPr>
        <w:t xml:space="preserve"> - </w:t>
      </w:r>
      <w:r w:rsidRPr="00D95A45">
        <w:rPr>
          <w:rtl/>
        </w:rPr>
        <w:t>يونس بن عبد الرحمن عن منصور بن حازم عن ابى بصير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إذا التقى الختانان فقد وجب الجلد.</w:t>
      </w:r>
    </w:p>
    <w:p w:rsidR="00AC7755" w:rsidRDefault="00D45E0E" w:rsidP="00AC7755">
      <w:pPr>
        <w:pStyle w:val="libNormal"/>
        <w:rPr>
          <w:rtl/>
        </w:rPr>
      </w:pPr>
      <w:r w:rsidRPr="00D95A45">
        <w:rPr>
          <w:rtl/>
        </w:rPr>
        <w:t>(141) 141</w:t>
      </w:r>
      <w:r w:rsidR="00CC15EB">
        <w:rPr>
          <w:rtl/>
        </w:rPr>
        <w:t xml:space="preserve"> - </w:t>
      </w:r>
      <w:r w:rsidRPr="00D95A45">
        <w:rPr>
          <w:rtl/>
        </w:rPr>
        <w:t xml:space="preserve">يونس عن المفضل بن صالح عن زيد الشحام عن ابى عبد الله </w:t>
      </w:r>
      <w:r w:rsidR="00AC7755" w:rsidRPr="00AC7755">
        <w:rPr>
          <w:rStyle w:val="libAlaemChar"/>
          <w:rtl/>
        </w:rPr>
        <w:t>عليه‌السلام</w:t>
      </w:r>
      <w:r w:rsidRPr="00D95A45">
        <w:rPr>
          <w:rtl/>
        </w:rPr>
        <w:t xml:space="preserve"> وسماعة بن مهران عن ابى عبد الله </w:t>
      </w:r>
      <w:r w:rsidR="00AC7755" w:rsidRPr="00AC7755">
        <w:rPr>
          <w:rStyle w:val="libAlaemChar"/>
          <w:rtl/>
        </w:rPr>
        <w:t>عليه‌السلام</w:t>
      </w:r>
      <w:r w:rsidRPr="00D95A45">
        <w:rPr>
          <w:rtl/>
        </w:rPr>
        <w:t xml:space="preserve"> في الرجل والمرأة يوجدان في لحاف واحد قال</w:t>
      </w:r>
      <w:r w:rsidR="00CC15EB">
        <w:rPr>
          <w:rtl/>
        </w:rPr>
        <w:t>:</w:t>
      </w:r>
      <w:r>
        <w:rPr>
          <w:rtl/>
        </w:rPr>
        <w:t xml:space="preserve"> </w:t>
      </w:r>
      <w:r w:rsidRPr="00D95A45">
        <w:rPr>
          <w:rtl/>
        </w:rPr>
        <w:t>فقال يجلدان مائة غير سوط.</w:t>
      </w:r>
    </w:p>
    <w:p w:rsidR="00AC7755" w:rsidRDefault="00D45E0E" w:rsidP="00AC7755">
      <w:pPr>
        <w:pStyle w:val="libNormal"/>
        <w:rPr>
          <w:rtl/>
        </w:rPr>
      </w:pPr>
      <w:r w:rsidRPr="00D95A45">
        <w:rPr>
          <w:rtl/>
        </w:rPr>
        <w:t>(142) 142</w:t>
      </w:r>
      <w:r w:rsidR="00CC15EB">
        <w:rPr>
          <w:rtl/>
        </w:rPr>
        <w:t xml:space="preserve"> - </w:t>
      </w:r>
      <w:r w:rsidRPr="00D95A45">
        <w:rPr>
          <w:rtl/>
        </w:rPr>
        <w:t xml:space="preserve">يونس عن معاوية بن عمار قال قلت لابي عبد الله </w:t>
      </w:r>
      <w:r w:rsidR="00AC7755" w:rsidRPr="00AC7755">
        <w:rPr>
          <w:rStyle w:val="libAlaemChar"/>
          <w:rtl/>
        </w:rPr>
        <w:t>عليه‌السلام</w:t>
      </w:r>
      <w:r w:rsidR="00CC15EB">
        <w:rPr>
          <w:rtl/>
        </w:rPr>
        <w:t>:</w:t>
      </w:r>
      <w:r>
        <w:rPr>
          <w:rtl/>
        </w:rPr>
        <w:t xml:space="preserve"> </w:t>
      </w:r>
      <w:r w:rsidRPr="00D95A45">
        <w:rPr>
          <w:rtl/>
        </w:rPr>
        <w:t>المرأتان تنامان في ثوب واحد فقال</w:t>
      </w:r>
      <w:r w:rsidR="00CC15EB">
        <w:rPr>
          <w:rtl/>
        </w:rPr>
        <w:t>:</w:t>
      </w:r>
      <w:r>
        <w:rPr>
          <w:rtl/>
        </w:rPr>
        <w:t xml:space="preserve"> </w:t>
      </w:r>
      <w:r w:rsidRPr="00D95A45">
        <w:rPr>
          <w:rtl/>
        </w:rPr>
        <w:t>يضربان قال</w:t>
      </w:r>
      <w:r w:rsidR="00CC15EB">
        <w:rPr>
          <w:rtl/>
        </w:rPr>
        <w:t>:</w:t>
      </w:r>
      <w:r>
        <w:rPr>
          <w:rtl/>
        </w:rPr>
        <w:t xml:space="preserve"> </w:t>
      </w:r>
      <w:r w:rsidRPr="00D95A45">
        <w:rPr>
          <w:rtl/>
        </w:rPr>
        <w:t>قلت</w:t>
      </w:r>
      <w:r w:rsidR="00CC15EB">
        <w:rPr>
          <w:rtl/>
        </w:rPr>
        <w:t>:</w:t>
      </w:r>
      <w:r>
        <w:rPr>
          <w:rtl/>
        </w:rPr>
        <w:t xml:space="preserve"> </w:t>
      </w:r>
      <w:r w:rsidRPr="00D95A45">
        <w:rPr>
          <w:rtl/>
        </w:rPr>
        <w:t>حدا</w:t>
      </w:r>
      <w:r>
        <w:rPr>
          <w:rtl/>
        </w:rPr>
        <w:t>؟</w:t>
      </w:r>
      <w:r w:rsidRPr="00D95A45">
        <w:rPr>
          <w:rtl/>
        </w:rPr>
        <w:t xml:space="preserve"> قال</w:t>
      </w:r>
      <w:r w:rsidR="00CC15EB">
        <w:rPr>
          <w:rtl/>
        </w:rPr>
        <w:t>:</w:t>
      </w:r>
      <w:r>
        <w:rPr>
          <w:rtl/>
        </w:rPr>
        <w:t xml:space="preserve"> </w:t>
      </w:r>
      <w:r w:rsidRPr="00D95A45">
        <w:rPr>
          <w:rtl/>
        </w:rPr>
        <w:t>لا</w:t>
      </w:r>
      <w:r w:rsidR="00CC15EB">
        <w:rPr>
          <w:rtl/>
        </w:rPr>
        <w:t>،</w:t>
      </w:r>
      <w:r>
        <w:rPr>
          <w:rtl/>
        </w:rPr>
        <w:t xml:space="preserve"> </w:t>
      </w:r>
      <w:r w:rsidRPr="00D95A45">
        <w:rPr>
          <w:rtl/>
        </w:rPr>
        <w:t>قلت</w:t>
      </w:r>
      <w:r>
        <w:rPr>
          <w:rtl/>
        </w:rPr>
        <w:t>؟</w:t>
      </w:r>
      <w:r w:rsidRPr="00D95A45">
        <w:rPr>
          <w:rtl/>
        </w:rPr>
        <w:t xml:space="preserve"> الرجلان ينامان في ثوب واحد فقال</w:t>
      </w:r>
      <w:r w:rsidR="00CC15EB">
        <w:rPr>
          <w:rtl/>
        </w:rPr>
        <w:t>:</w:t>
      </w:r>
      <w:r>
        <w:rPr>
          <w:rtl/>
        </w:rPr>
        <w:t xml:space="preserve"> </w:t>
      </w:r>
      <w:r w:rsidRPr="00D95A45">
        <w:rPr>
          <w:rtl/>
        </w:rPr>
        <w:t>يضربان قال قلت</w:t>
      </w:r>
      <w:r w:rsidR="00CC15EB">
        <w:rPr>
          <w:rtl/>
        </w:rPr>
        <w:t>:</w:t>
      </w:r>
      <w:r>
        <w:rPr>
          <w:rtl/>
        </w:rPr>
        <w:t xml:space="preserve"> </w:t>
      </w:r>
      <w:r w:rsidRPr="00D95A45">
        <w:rPr>
          <w:rtl/>
        </w:rPr>
        <w:t>الحد</w:t>
      </w:r>
      <w:r>
        <w:rPr>
          <w:rtl/>
        </w:rPr>
        <w:t>؟</w:t>
      </w:r>
      <w:r w:rsidRPr="00D95A45">
        <w:rPr>
          <w:rtl/>
        </w:rPr>
        <w:t xml:space="preserve"> قال</w:t>
      </w:r>
      <w:r w:rsidR="00CC15EB">
        <w:rPr>
          <w:rtl/>
        </w:rPr>
        <w:t>:</w:t>
      </w:r>
      <w:r>
        <w:rPr>
          <w:rtl/>
        </w:rPr>
        <w:t xml:space="preserve"> </w:t>
      </w:r>
      <w:r w:rsidRPr="00D95A45">
        <w:rPr>
          <w:rtl/>
        </w:rPr>
        <w:t>لا.</w:t>
      </w:r>
    </w:p>
    <w:p w:rsidR="00AC7755" w:rsidRDefault="00D45E0E" w:rsidP="00AC7755">
      <w:pPr>
        <w:pStyle w:val="libNormal"/>
        <w:rPr>
          <w:rtl/>
        </w:rPr>
      </w:pPr>
      <w:r w:rsidRPr="00D95A45">
        <w:rPr>
          <w:rtl/>
        </w:rPr>
        <w:t>(143) 143</w:t>
      </w:r>
      <w:r w:rsidR="00CC15EB">
        <w:rPr>
          <w:rtl/>
        </w:rPr>
        <w:t xml:space="preserve"> - </w:t>
      </w:r>
      <w:r w:rsidRPr="00D95A45">
        <w:rPr>
          <w:rtl/>
        </w:rPr>
        <w:t xml:space="preserve">يونس عن ابن سنان عن ابى عبد الله </w:t>
      </w:r>
      <w:r w:rsidR="00AC7755" w:rsidRPr="00AC7755">
        <w:rPr>
          <w:rStyle w:val="libAlaemChar"/>
          <w:rtl/>
        </w:rPr>
        <w:t>عليه‌السلام</w:t>
      </w:r>
      <w:r w:rsidRPr="00D95A45">
        <w:rPr>
          <w:rtl/>
        </w:rPr>
        <w:t xml:space="preserve"> في رجلين يوجدان في لحاف واحد فقال</w:t>
      </w:r>
      <w:r w:rsidR="00CC15EB">
        <w:rPr>
          <w:rtl/>
        </w:rPr>
        <w:t>:</w:t>
      </w:r>
      <w:r>
        <w:rPr>
          <w:rtl/>
        </w:rPr>
        <w:t xml:space="preserve"> </w:t>
      </w:r>
      <w:r w:rsidRPr="00D95A45">
        <w:rPr>
          <w:rtl/>
        </w:rPr>
        <w:t>يجلدان حدا غير سوط واحد.</w:t>
      </w:r>
    </w:p>
    <w:p w:rsidR="00AC7755" w:rsidRDefault="00D45E0E" w:rsidP="00AC7755">
      <w:pPr>
        <w:pStyle w:val="libNormal"/>
        <w:rPr>
          <w:rtl/>
        </w:rPr>
      </w:pPr>
      <w:r w:rsidRPr="00D95A45">
        <w:rPr>
          <w:rtl/>
        </w:rPr>
        <w:t>(144) 114</w:t>
      </w:r>
      <w:r w:rsidR="00CC15EB">
        <w:rPr>
          <w:rtl/>
        </w:rPr>
        <w:t xml:space="preserve"> - </w:t>
      </w:r>
      <w:r w:rsidRPr="00D95A45">
        <w:rPr>
          <w:rtl/>
        </w:rPr>
        <w:t>يونس عن ابان بن عثمان قال</w:t>
      </w:r>
      <w:r w:rsidR="00CC15EB">
        <w:rPr>
          <w:rtl/>
        </w:rPr>
        <w:t>:</w:t>
      </w:r>
      <w:r>
        <w:rPr>
          <w:rtl/>
        </w:rPr>
        <w:t xml:space="preserve"> </w:t>
      </w:r>
      <w:r w:rsidRPr="00D95A45">
        <w:rPr>
          <w:rtl/>
        </w:rPr>
        <w:t>قال</w:t>
      </w:r>
      <w:r w:rsidR="00CC15EB">
        <w:rPr>
          <w:rtl/>
        </w:rPr>
        <w:t>:</w:t>
      </w:r>
      <w:r>
        <w:rPr>
          <w:rtl/>
        </w:rPr>
        <w:t xml:space="preserve"> </w:t>
      </w:r>
      <w:r w:rsidRPr="00D95A45">
        <w:rPr>
          <w:rtl/>
        </w:rPr>
        <w:t xml:space="preserve">أبو عبد الله </w:t>
      </w:r>
      <w:r w:rsidR="00AC7755" w:rsidRPr="00AC7755">
        <w:rPr>
          <w:rStyle w:val="libAlaemChar"/>
          <w:rtl/>
        </w:rPr>
        <w:t>عليه‌السلام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138</w:t>
      </w:r>
      <w:r>
        <w:rPr>
          <w:rtl/>
        </w:rPr>
        <w:t xml:space="preserve"> - </w:t>
      </w:r>
      <w:r w:rsidR="00D45E0E" w:rsidRPr="00D95A45">
        <w:rPr>
          <w:rtl/>
        </w:rPr>
        <w:t>الكافي ج 2 ص 298</w:t>
      </w:r>
    </w:p>
    <w:p w:rsidR="00CC15EB" w:rsidRDefault="00CC15EB" w:rsidP="00AC7755">
      <w:pPr>
        <w:pStyle w:val="libFootnote0"/>
        <w:rPr>
          <w:rtl/>
        </w:rPr>
      </w:pPr>
      <w:r>
        <w:rPr>
          <w:rtl/>
        </w:rPr>
        <w:t>-</w:t>
      </w:r>
      <w:r w:rsidR="00D45E0E" w:rsidRPr="007277FF">
        <w:rPr>
          <w:rtl/>
        </w:rPr>
        <w:t xml:space="preserve"> 141</w:t>
      </w:r>
      <w:r>
        <w:rPr>
          <w:rtl/>
        </w:rPr>
        <w:t xml:space="preserve"> - </w:t>
      </w:r>
      <w:r w:rsidR="00D45E0E" w:rsidRPr="007277FF">
        <w:rPr>
          <w:rtl/>
        </w:rPr>
        <w:t>142</w:t>
      </w:r>
    </w:p>
    <w:p w:rsidR="00AC7755" w:rsidRDefault="00CC15EB" w:rsidP="00AC7755">
      <w:pPr>
        <w:pStyle w:val="libFootnote0"/>
        <w:rPr>
          <w:rtl/>
        </w:rPr>
      </w:pPr>
      <w:r>
        <w:rPr>
          <w:rtl/>
        </w:rPr>
        <w:t>-</w:t>
      </w:r>
      <w:r w:rsidR="00D45E0E" w:rsidRPr="00DA0376">
        <w:rPr>
          <w:rtl/>
        </w:rPr>
        <w:t xml:space="preserve"> 143</w:t>
      </w:r>
      <w:r>
        <w:rPr>
          <w:rtl/>
        </w:rPr>
        <w:t xml:space="preserve"> - </w:t>
      </w:r>
      <w:r w:rsidR="00D45E0E" w:rsidRPr="00DA0376">
        <w:rPr>
          <w:rtl/>
        </w:rPr>
        <w:t>144 الاستبصار ج 4 ص 213 واخرج الاول الصدوق في الفقيه ج 4 ص 15.</w:t>
      </w:r>
    </w:p>
    <w:p w:rsidR="00AC7755" w:rsidRDefault="00AC7755" w:rsidP="00AC7755">
      <w:pPr>
        <w:pStyle w:val="libNormal"/>
        <w:rPr>
          <w:rtl/>
        </w:rPr>
      </w:pPr>
      <w:r>
        <w:rPr>
          <w:rtl/>
        </w:rPr>
        <w:br w:type="page"/>
      </w:r>
    </w:p>
    <w:p w:rsidR="00AC7755" w:rsidRDefault="00AC7755" w:rsidP="00AC7755">
      <w:pPr>
        <w:pStyle w:val="libNormal0"/>
        <w:rPr>
          <w:rtl/>
        </w:rPr>
      </w:pPr>
      <w:r w:rsidRPr="00AC7755">
        <w:rPr>
          <w:rStyle w:val="libAlaemChar"/>
          <w:rtl/>
        </w:rPr>
        <w:lastRenderedPageBreak/>
        <w:t>عليه‌السلام</w:t>
      </w:r>
      <w:r w:rsidR="00CC15EB">
        <w:rPr>
          <w:rtl/>
        </w:rPr>
        <w:t>:</w:t>
      </w:r>
      <w:r w:rsidR="00D45E0E">
        <w:rPr>
          <w:rtl/>
        </w:rPr>
        <w:t xml:space="preserve"> </w:t>
      </w:r>
      <w:r w:rsidR="00D45E0E" w:rsidRPr="00DA0376">
        <w:rPr>
          <w:rtl/>
        </w:rPr>
        <w:t xml:space="preserve">ان عليا </w:t>
      </w:r>
      <w:r w:rsidRPr="00AC7755">
        <w:rPr>
          <w:rStyle w:val="libAlaemChar"/>
          <w:rtl/>
        </w:rPr>
        <w:t>عليه‌السلام</w:t>
      </w:r>
      <w:r w:rsidR="00D45E0E" w:rsidRPr="00DA0376">
        <w:rPr>
          <w:rtl/>
        </w:rPr>
        <w:t xml:space="preserve"> وجد امرأة مع رجل في لحاف فجلد كل واحد منهما مائة سوط غير سوط.</w:t>
      </w:r>
    </w:p>
    <w:p w:rsidR="00AC7755" w:rsidRDefault="00D45E0E" w:rsidP="00AC7755">
      <w:pPr>
        <w:pStyle w:val="libNormal"/>
        <w:rPr>
          <w:rtl/>
        </w:rPr>
      </w:pPr>
      <w:r w:rsidRPr="00D95A45">
        <w:rPr>
          <w:rtl/>
        </w:rPr>
        <w:t>(145) 145</w:t>
      </w:r>
      <w:r w:rsidR="00CC15EB">
        <w:rPr>
          <w:rtl/>
        </w:rPr>
        <w:t xml:space="preserve"> - </w:t>
      </w:r>
      <w:r w:rsidRPr="00D95A45">
        <w:rPr>
          <w:rtl/>
        </w:rPr>
        <w:t xml:space="preserve">الحسين بن سعيد عن حماد عن حريز عن ابى عبد الله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وجد رجلا وامرأة في لحاف واحد فضرب كل واحد منهما مائة سوط الا سوطا.</w:t>
      </w:r>
    </w:p>
    <w:p w:rsidR="00AC7755" w:rsidRDefault="00D45E0E" w:rsidP="00AC7755">
      <w:pPr>
        <w:pStyle w:val="libNormal"/>
        <w:rPr>
          <w:rtl/>
        </w:rPr>
      </w:pPr>
      <w:r w:rsidRPr="00D95A45">
        <w:rPr>
          <w:rtl/>
        </w:rPr>
        <w:t>(146) 146</w:t>
      </w:r>
      <w:r w:rsidR="00CC15EB">
        <w:rPr>
          <w:rtl/>
        </w:rPr>
        <w:t xml:space="preserve"> - </w:t>
      </w:r>
      <w:r w:rsidRPr="00D95A45">
        <w:rPr>
          <w:rtl/>
        </w:rPr>
        <w:t>وروى القاسم بن محمد عن عبد الصمد بن بشير عن سليمان ابن هلال قال</w:t>
      </w:r>
      <w:r w:rsidR="00CC15EB">
        <w:rPr>
          <w:rtl/>
        </w:rPr>
        <w:t>:</w:t>
      </w:r>
      <w:r>
        <w:rPr>
          <w:rtl/>
        </w:rPr>
        <w:t xml:space="preserve"> </w:t>
      </w:r>
      <w:r w:rsidRPr="00D95A45">
        <w:rPr>
          <w:rtl/>
        </w:rPr>
        <w:t xml:space="preserve">سأل بعض اصحابنا ابا عبد الله </w:t>
      </w:r>
      <w:r w:rsidR="00AC7755" w:rsidRPr="00AC7755">
        <w:rPr>
          <w:rStyle w:val="libAlaemChar"/>
          <w:rtl/>
        </w:rPr>
        <w:t>عليه‌السلام</w:t>
      </w:r>
      <w:r w:rsidRPr="00D95A45">
        <w:rPr>
          <w:rtl/>
        </w:rPr>
        <w:t xml:space="preserve"> فقال</w:t>
      </w:r>
      <w:r w:rsidR="00CC15EB">
        <w:rPr>
          <w:rtl/>
        </w:rPr>
        <w:t>:</w:t>
      </w:r>
      <w:r>
        <w:rPr>
          <w:rtl/>
        </w:rPr>
        <w:t xml:space="preserve"> </w:t>
      </w:r>
      <w:r w:rsidRPr="00D95A45">
        <w:rPr>
          <w:rtl/>
        </w:rPr>
        <w:t>جعلت فداك الرجل ينام مع الرجل في لحاف واحد فقال</w:t>
      </w:r>
      <w:r w:rsidR="00CC15EB">
        <w:rPr>
          <w:rtl/>
        </w:rPr>
        <w:t>:</w:t>
      </w:r>
      <w:r>
        <w:rPr>
          <w:rtl/>
        </w:rPr>
        <w:t xml:space="preserve"> </w:t>
      </w:r>
      <w:r w:rsidRPr="00D95A45">
        <w:rPr>
          <w:rtl/>
        </w:rPr>
        <w:t>ذو محرم</w:t>
      </w:r>
      <w:r>
        <w:rPr>
          <w:rtl/>
        </w:rPr>
        <w:t>؟</w:t>
      </w:r>
      <w:r w:rsidRPr="00D95A45">
        <w:rPr>
          <w:rtl/>
        </w:rPr>
        <w:t xml:space="preserve"> قال</w:t>
      </w:r>
      <w:r w:rsidR="00CC15EB">
        <w:rPr>
          <w:rtl/>
        </w:rPr>
        <w:t>:</w:t>
      </w:r>
      <w:r>
        <w:rPr>
          <w:rtl/>
        </w:rPr>
        <w:t xml:space="preserve"> </w:t>
      </w:r>
      <w:r w:rsidRPr="00D95A45">
        <w:rPr>
          <w:rtl/>
        </w:rPr>
        <w:t>لا قال</w:t>
      </w:r>
      <w:r w:rsidR="00CC15EB">
        <w:rPr>
          <w:rtl/>
        </w:rPr>
        <w:t>:</w:t>
      </w:r>
      <w:r>
        <w:rPr>
          <w:rtl/>
        </w:rPr>
        <w:t xml:space="preserve"> </w:t>
      </w:r>
      <w:r w:rsidRPr="00D95A45">
        <w:rPr>
          <w:rtl/>
        </w:rPr>
        <w:t>من ضرورة</w:t>
      </w:r>
      <w:r>
        <w:rPr>
          <w:rtl/>
        </w:rPr>
        <w:t>؟</w:t>
      </w:r>
      <w:r w:rsidRPr="00D95A45">
        <w:rPr>
          <w:rtl/>
        </w:rPr>
        <w:t xml:space="preserve"> قال</w:t>
      </w:r>
      <w:r w:rsidR="00CC15EB">
        <w:rPr>
          <w:rtl/>
        </w:rPr>
        <w:t>:</w:t>
      </w:r>
      <w:r>
        <w:rPr>
          <w:rtl/>
        </w:rPr>
        <w:t xml:space="preserve"> </w:t>
      </w:r>
      <w:r w:rsidRPr="00D95A45">
        <w:rPr>
          <w:rtl/>
        </w:rPr>
        <w:t>لا قال</w:t>
      </w:r>
      <w:r w:rsidR="00CC15EB">
        <w:rPr>
          <w:rtl/>
        </w:rPr>
        <w:t>:</w:t>
      </w:r>
      <w:r>
        <w:rPr>
          <w:rtl/>
        </w:rPr>
        <w:t xml:space="preserve"> </w:t>
      </w:r>
      <w:r w:rsidRPr="00D95A45">
        <w:rPr>
          <w:rtl/>
        </w:rPr>
        <w:t>يضربان ثلاثين سوطا ثلاثين سوطا قال</w:t>
      </w:r>
      <w:r w:rsidR="00CC15EB">
        <w:rPr>
          <w:rtl/>
        </w:rPr>
        <w:t>:</w:t>
      </w:r>
      <w:r>
        <w:rPr>
          <w:rtl/>
        </w:rPr>
        <w:t xml:space="preserve"> </w:t>
      </w:r>
      <w:r w:rsidRPr="00D95A45">
        <w:rPr>
          <w:rtl/>
        </w:rPr>
        <w:t>فانه فعل قال</w:t>
      </w:r>
      <w:r w:rsidR="00CC15EB">
        <w:rPr>
          <w:rtl/>
        </w:rPr>
        <w:t>:</w:t>
      </w:r>
      <w:r>
        <w:rPr>
          <w:rtl/>
        </w:rPr>
        <w:t xml:space="preserve"> </w:t>
      </w:r>
      <w:r w:rsidRPr="00D95A45">
        <w:rPr>
          <w:rtl/>
        </w:rPr>
        <w:t>ان كان دون الثقب فالحد</w:t>
      </w:r>
      <w:r w:rsidR="00CC15EB">
        <w:rPr>
          <w:rtl/>
        </w:rPr>
        <w:t>،</w:t>
      </w:r>
      <w:r>
        <w:rPr>
          <w:rtl/>
        </w:rPr>
        <w:t xml:space="preserve"> </w:t>
      </w:r>
      <w:r w:rsidRPr="00D95A45">
        <w:rPr>
          <w:rtl/>
        </w:rPr>
        <w:t>وإن هو ثقب اقيم قائما ثم ضرب ضربة بالسيف أخذ السيف منه ما اخذه قال</w:t>
      </w:r>
      <w:r w:rsidR="00CC15EB">
        <w:rPr>
          <w:rtl/>
        </w:rPr>
        <w:t>:</w:t>
      </w:r>
      <w:r>
        <w:rPr>
          <w:rtl/>
        </w:rPr>
        <w:t xml:space="preserve"> </w:t>
      </w:r>
      <w:r w:rsidRPr="00D95A45">
        <w:rPr>
          <w:rtl/>
        </w:rPr>
        <w:t>فقلت له</w:t>
      </w:r>
      <w:r w:rsidR="00CC15EB">
        <w:rPr>
          <w:rtl/>
        </w:rPr>
        <w:t>:</w:t>
      </w:r>
      <w:r>
        <w:rPr>
          <w:rtl/>
        </w:rPr>
        <w:t xml:space="preserve"> </w:t>
      </w:r>
      <w:r w:rsidRPr="00D95A45">
        <w:rPr>
          <w:rtl/>
        </w:rPr>
        <w:t>فهو القتل</w:t>
      </w:r>
      <w:r>
        <w:rPr>
          <w:rtl/>
        </w:rPr>
        <w:t>؟</w:t>
      </w:r>
      <w:r w:rsidRPr="00D95A45">
        <w:rPr>
          <w:rtl/>
        </w:rPr>
        <w:t xml:space="preserve"> قال</w:t>
      </w:r>
      <w:r w:rsidR="00CC15EB">
        <w:rPr>
          <w:rtl/>
        </w:rPr>
        <w:t>:</w:t>
      </w:r>
      <w:r>
        <w:rPr>
          <w:rtl/>
        </w:rPr>
        <w:t xml:space="preserve"> </w:t>
      </w:r>
      <w:r w:rsidRPr="00D95A45">
        <w:rPr>
          <w:rtl/>
        </w:rPr>
        <w:t>هو ذاك</w:t>
      </w:r>
      <w:r w:rsidR="00CC15EB">
        <w:rPr>
          <w:rtl/>
        </w:rPr>
        <w:t>،</w:t>
      </w:r>
      <w:r>
        <w:rPr>
          <w:rtl/>
        </w:rPr>
        <w:t xml:space="preserve"> </w:t>
      </w:r>
      <w:r w:rsidRPr="00D95A45">
        <w:rPr>
          <w:rtl/>
        </w:rPr>
        <w:t>قلت</w:t>
      </w:r>
      <w:r w:rsidR="00CC15EB">
        <w:rPr>
          <w:rtl/>
        </w:rPr>
        <w:t>:</w:t>
      </w:r>
      <w:r>
        <w:rPr>
          <w:rtl/>
        </w:rPr>
        <w:t xml:space="preserve"> </w:t>
      </w:r>
      <w:r w:rsidRPr="00D95A45">
        <w:rPr>
          <w:rtl/>
        </w:rPr>
        <w:t>فامرأة نامت مع امرأة في لحاف فقال</w:t>
      </w:r>
      <w:r w:rsidR="00CC15EB">
        <w:rPr>
          <w:rtl/>
        </w:rPr>
        <w:t>:</w:t>
      </w:r>
      <w:r>
        <w:rPr>
          <w:rtl/>
        </w:rPr>
        <w:t xml:space="preserve"> </w:t>
      </w:r>
      <w:r w:rsidRPr="00D95A45">
        <w:rPr>
          <w:rtl/>
        </w:rPr>
        <w:t>ذواتا محرم</w:t>
      </w:r>
      <w:r>
        <w:rPr>
          <w:rtl/>
        </w:rPr>
        <w:t>؟</w:t>
      </w:r>
      <w:r w:rsidRPr="00D95A45">
        <w:rPr>
          <w:rtl/>
        </w:rPr>
        <w:t xml:space="preserve"> قلت لا قال</w:t>
      </w:r>
      <w:r w:rsidR="00CC15EB">
        <w:rPr>
          <w:rtl/>
        </w:rPr>
        <w:t>:</w:t>
      </w:r>
      <w:r>
        <w:rPr>
          <w:rtl/>
        </w:rPr>
        <w:t xml:space="preserve"> </w:t>
      </w:r>
      <w:r w:rsidRPr="00D95A45">
        <w:rPr>
          <w:rtl/>
        </w:rPr>
        <w:t>من ضرورة</w:t>
      </w:r>
      <w:r>
        <w:rPr>
          <w:rtl/>
        </w:rPr>
        <w:t>؟</w:t>
      </w:r>
      <w:r w:rsidRPr="00D95A45">
        <w:rPr>
          <w:rtl/>
        </w:rPr>
        <w:t xml:space="preserve"> قلت</w:t>
      </w:r>
      <w:r w:rsidR="00CC15EB">
        <w:rPr>
          <w:rtl/>
        </w:rPr>
        <w:t>:</w:t>
      </w:r>
      <w:r>
        <w:rPr>
          <w:rtl/>
        </w:rPr>
        <w:t xml:space="preserve"> </w:t>
      </w:r>
      <w:r w:rsidRPr="00D95A45">
        <w:rPr>
          <w:rtl/>
        </w:rPr>
        <w:t>لا قال</w:t>
      </w:r>
      <w:r w:rsidR="00CC15EB">
        <w:rPr>
          <w:rtl/>
        </w:rPr>
        <w:t>:</w:t>
      </w:r>
      <w:r>
        <w:rPr>
          <w:rtl/>
        </w:rPr>
        <w:t xml:space="preserve"> </w:t>
      </w:r>
      <w:r w:rsidRPr="00D95A45">
        <w:rPr>
          <w:rtl/>
        </w:rPr>
        <w:t>تضربان ثلاثين سوطا ثلاثين سوطا</w:t>
      </w:r>
      <w:r w:rsidR="00CC15EB">
        <w:rPr>
          <w:rtl/>
        </w:rPr>
        <w:t>،</w:t>
      </w:r>
      <w:r>
        <w:rPr>
          <w:rtl/>
        </w:rPr>
        <w:t xml:space="preserve"> </w:t>
      </w:r>
      <w:r w:rsidRPr="00D95A45">
        <w:rPr>
          <w:rtl/>
        </w:rPr>
        <w:t>قلت</w:t>
      </w:r>
      <w:r w:rsidR="00CC15EB">
        <w:rPr>
          <w:rtl/>
        </w:rPr>
        <w:t>:</w:t>
      </w:r>
      <w:r>
        <w:rPr>
          <w:rtl/>
        </w:rPr>
        <w:t xml:space="preserve"> </w:t>
      </w:r>
      <w:r w:rsidRPr="00D95A45">
        <w:rPr>
          <w:rtl/>
        </w:rPr>
        <w:t>فانها فعلت</w:t>
      </w:r>
      <w:r w:rsidR="00CC15EB">
        <w:rPr>
          <w:rtl/>
        </w:rPr>
        <w:t>:</w:t>
      </w:r>
      <w:r>
        <w:rPr>
          <w:rtl/>
        </w:rPr>
        <w:t xml:space="preserve"> </w:t>
      </w:r>
      <w:r w:rsidRPr="00D95A45">
        <w:rPr>
          <w:rtl/>
        </w:rPr>
        <w:t>قال</w:t>
      </w:r>
      <w:r w:rsidR="00CC15EB">
        <w:rPr>
          <w:rtl/>
        </w:rPr>
        <w:t>:</w:t>
      </w:r>
      <w:r>
        <w:rPr>
          <w:rtl/>
        </w:rPr>
        <w:t xml:space="preserve"> </w:t>
      </w:r>
      <w:r w:rsidRPr="00D95A45">
        <w:rPr>
          <w:rtl/>
        </w:rPr>
        <w:t>فشق ذلك عليه فقال</w:t>
      </w:r>
      <w:r w:rsidR="00CC15EB">
        <w:rPr>
          <w:rtl/>
        </w:rPr>
        <w:t>:</w:t>
      </w:r>
      <w:r>
        <w:rPr>
          <w:rtl/>
        </w:rPr>
        <w:t xml:space="preserve"> </w:t>
      </w:r>
      <w:r w:rsidRPr="00D95A45">
        <w:rPr>
          <w:rtl/>
        </w:rPr>
        <w:t>اف اف اف ثلاثا وقال</w:t>
      </w:r>
      <w:r w:rsidR="00CC15EB">
        <w:rPr>
          <w:rtl/>
        </w:rPr>
        <w:t>:</w:t>
      </w:r>
      <w:r>
        <w:rPr>
          <w:rtl/>
        </w:rPr>
        <w:t xml:space="preserve"> </w:t>
      </w:r>
      <w:r w:rsidRPr="00D95A45">
        <w:rPr>
          <w:rtl/>
        </w:rPr>
        <w:t>الحد.</w:t>
      </w:r>
    </w:p>
    <w:p w:rsidR="00AC7755" w:rsidRDefault="00D45E0E" w:rsidP="00AC7755">
      <w:pPr>
        <w:pStyle w:val="libNormal"/>
        <w:rPr>
          <w:rtl/>
        </w:rPr>
      </w:pPr>
      <w:r w:rsidRPr="00D95A45">
        <w:rPr>
          <w:rtl/>
        </w:rPr>
        <w:t>(147) 147</w:t>
      </w:r>
      <w:r w:rsidR="00CC15EB">
        <w:rPr>
          <w:rtl/>
        </w:rPr>
        <w:t xml:space="preserve"> - </w:t>
      </w:r>
      <w:r w:rsidRPr="00D95A45">
        <w:rPr>
          <w:rtl/>
        </w:rPr>
        <w:t>علي بن ابراهيم عن ابيه عن ابن ابى عمير عن عبد الرحمان بن الحجاج قال</w:t>
      </w:r>
      <w:r w:rsidR="00CC15EB">
        <w:rPr>
          <w:rtl/>
        </w:rPr>
        <w:t>:</w:t>
      </w:r>
      <w:r>
        <w:rPr>
          <w:rtl/>
        </w:rPr>
        <w:t xml:space="preserve"> </w:t>
      </w:r>
      <w:r w:rsidRPr="00D95A45">
        <w:rPr>
          <w:rtl/>
        </w:rPr>
        <w:t xml:space="preserve">كنت عند ابي عبد الله </w:t>
      </w:r>
      <w:r w:rsidR="00AC7755" w:rsidRPr="00AC7755">
        <w:rPr>
          <w:rStyle w:val="libAlaemChar"/>
          <w:rtl/>
        </w:rPr>
        <w:t>عليه‌السلام</w:t>
      </w:r>
      <w:r w:rsidRPr="00D95A45">
        <w:rPr>
          <w:rtl/>
        </w:rPr>
        <w:t xml:space="preserve"> فدخل عليه عباد البصري ومعه اناس من اصحابه فقال</w:t>
      </w:r>
      <w:r w:rsidR="00CC15EB">
        <w:rPr>
          <w:rtl/>
        </w:rPr>
        <w:t>:</w:t>
      </w:r>
      <w:r>
        <w:rPr>
          <w:rtl/>
        </w:rPr>
        <w:t xml:space="preserve"> </w:t>
      </w:r>
      <w:r w:rsidRPr="00D95A45">
        <w:rPr>
          <w:rtl/>
        </w:rPr>
        <w:t>حدثني إذا اخذ الرجلان في لحاف واحد فقال له</w:t>
      </w:r>
      <w:r w:rsidR="00CC15EB">
        <w:rPr>
          <w:rtl/>
        </w:rPr>
        <w:t>:</w:t>
      </w:r>
      <w:r>
        <w:rPr>
          <w:rtl/>
        </w:rPr>
        <w:t xml:space="preserve"> </w:t>
      </w:r>
      <w:r w:rsidRPr="00D95A45">
        <w:rPr>
          <w:rtl/>
        </w:rPr>
        <w:t xml:space="preserve">كان علي </w:t>
      </w:r>
      <w:r w:rsidR="00AC7755" w:rsidRPr="00AC7755">
        <w:rPr>
          <w:rStyle w:val="libAlaemChar"/>
          <w:rtl/>
        </w:rPr>
        <w:t>عليه‌السلام</w:t>
      </w:r>
      <w:r w:rsidRPr="00D95A45">
        <w:rPr>
          <w:rtl/>
        </w:rPr>
        <w:t xml:space="preserve"> إذا اخذ الرجلين في لحاف واحد ضربهما الحد فقال عباد</w:t>
      </w:r>
      <w:r w:rsidR="00CC15EB">
        <w:rPr>
          <w:rtl/>
        </w:rPr>
        <w:t>:</w:t>
      </w:r>
      <w:r>
        <w:rPr>
          <w:rtl/>
        </w:rPr>
        <w:t xml:space="preserve"> </w:t>
      </w:r>
      <w:r w:rsidRPr="00D95A45">
        <w:rPr>
          <w:rtl/>
        </w:rPr>
        <w:t>انك</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145</w:t>
      </w:r>
      <w:r>
        <w:rPr>
          <w:rtl/>
        </w:rPr>
        <w:t xml:space="preserve"> - </w:t>
      </w:r>
      <w:r w:rsidR="00D45E0E" w:rsidRPr="00D95A45">
        <w:rPr>
          <w:rtl/>
        </w:rPr>
        <w:t>الاستبصار ج 4 ص 213 الفقيه ج 4 ص 15</w:t>
      </w:r>
    </w:p>
    <w:p w:rsidR="00CC15EB" w:rsidRDefault="00CC15EB" w:rsidP="00AC7755">
      <w:pPr>
        <w:pStyle w:val="libFootnote0"/>
        <w:rPr>
          <w:rtl/>
        </w:rPr>
      </w:pPr>
      <w:r>
        <w:rPr>
          <w:rtl/>
        </w:rPr>
        <w:t>-</w:t>
      </w:r>
      <w:r w:rsidR="00D45E0E" w:rsidRPr="007277FF">
        <w:rPr>
          <w:rtl/>
        </w:rPr>
        <w:t xml:space="preserve"> 146</w:t>
      </w:r>
      <w:r>
        <w:rPr>
          <w:rtl/>
        </w:rPr>
        <w:t xml:space="preserve"> - </w:t>
      </w:r>
      <w:r w:rsidR="00D45E0E" w:rsidRPr="007277FF">
        <w:rPr>
          <w:rtl/>
        </w:rPr>
        <w:t>الاستبصار ج 4 ص 213 الفقيه ج 4 ص 14</w:t>
      </w:r>
    </w:p>
    <w:p w:rsidR="00AC7755" w:rsidRDefault="00CC15EB" w:rsidP="00AC7755">
      <w:pPr>
        <w:pStyle w:val="libFootnote0"/>
        <w:rPr>
          <w:rtl/>
        </w:rPr>
      </w:pPr>
      <w:r>
        <w:rPr>
          <w:rtl/>
        </w:rPr>
        <w:t>-</w:t>
      </w:r>
      <w:r w:rsidR="00D45E0E" w:rsidRPr="00DA0376">
        <w:rPr>
          <w:rtl/>
        </w:rPr>
        <w:t xml:space="preserve"> 147</w:t>
      </w:r>
      <w:r>
        <w:rPr>
          <w:rtl/>
        </w:rPr>
        <w:t xml:space="preserve"> - </w:t>
      </w:r>
      <w:r w:rsidR="00D45E0E" w:rsidRPr="00DA0376">
        <w:rPr>
          <w:rtl/>
        </w:rPr>
        <w:t>الاستبصار ج 4 ص 214 الكافي ج 2 ص 288</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قلت لي غير سوط</w:t>
      </w:r>
      <w:r w:rsidR="00CC15EB">
        <w:rPr>
          <w:rtl/>
        </w:rPr>
        <w:t>،</w:t>
      </w:r>
      <w:r>
        <w:rPr>
          <w:rtl/>
        </w:rPr>
        <w:t xml:space="preserve"> </w:t>
      </w:r>
      <w:r w:rsidRPr="00DA0376">
        <w:rPr>
          <w:rtl/>
        </w:rPr>
        <w:t>فاعاد عليه ذكر الحد حتى اعاد ذلك عليه مرارا فقال</w:t>
      </w:r>
      <w:r w:rsidR="00CC15EB">
        <w:rPr>
          <w:rtl/>
        </w:rPr>
        <w:t>:</w:t>
      </w:r>
      <w:r>
        <w:rPr>
          <w:rtl/>
        </w:rPr>
        <w:t xml:space="preserve"> </w:t>
      </w:r>
      <w:r w:rsidRPr="00DA0376">
        <w:rPr>
          <w:rtl/>
        </w:rPr>
        <w:t>غير سوط فكتب القوم الحضور عند ذلك الحديث.</w:t>
      </w:r>
    </w:p>
    <w:p w:rsidR="00AC7755" w:rsidRDefault="00D45E0E" w:rsidP="00AC7755">
      <w:pPr>
        <w:pStyle w:val="libNormal"/>
        <w:rPr>
          <w:rtl/>
        </w:rPr>
      </w:pPr>
      <w:r w:rsidRPr="00D95A45">
        <w:rPr>
          <w:rtl/>
        </w:rPr>
        <w:t>(148) 148</w:t>
      </w:r>
      <w:r w:rsidR="00CC15EB">
        <w:rPr>
          <w:rtl/>
        </w:rPr>
        <w:t xml:space="preserve"> - </w:t>
      </w:r>
      <w:r w:rsidRPr="00D95A45">
        <w:rPr>
          <w:rtl/>
        </w:rPr>
        <w:t xml:space="preserve">فاما ما رواه احمد بن محمد عن ابن ابي عمير عن حماد عن الحلبي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حد الجلد أن يؤخذا في لحاف واحد</w:t>
      </w:r>
      <w:r w:rsidR="00CC15EB">
        <w:rPr>
          <w:rtl/>
        </w:rPr>
        <w:t>،</w:t>
      </w:r>
      <w:r>
        <w:rPr>
          <w:rtl/>
        </w:rPr>
        <w:t xml:space="preserve"> </w:t>
      </w:r>
      <w:r w:rsidRPr="00D95A45">
        <w:rPr>
          <w:rtl/>
        </w:rPr>
        <w:t>والرجلان يجلدان إذا اخذا في لحاف واحد</w:t>
      </w:r>
      <w:r w:rsidR="00CC15EB">
        <w:rPr>
          <w:rtl/>
        </w:rPr>
        <w:t>،</w:t>
      </w:r>
      <w:r>
        <w:rPr>
          <w:rtl/>
        </w:rPr>
        <w:t xml:space="preserve"> </w:t>
      </w:r>
      <w:r w:rsidRPr="00D95A45">
        <w:rPr>
          <w:rtl/>
        </w:rPr>
        <w:t>والمرأتان تجلدان إذا اخذتا في لحاف واحد الحد.</w:t>
      </w:r>
    </w:p>
    <w:p w:rsidR="00AC7755" w:rsidRDefault="00D45E0E" w:rsidP="00AC7755">
      <w:pPr>
        <w:pStyle w:val="libNormal"/>
        <w:rPr>
          <w:rtl/>
        </w:rPr>
      </w:pPr>
      <w:r w:rsidRPr="00D95A45">
        <w:rPr>
          <w:rtl/>
        </w:rPr>
        <w:t>(149) 149</w:t>
      </w:r>
      <w:r w:rsidR="00CC15EB">
        <w:rPr>
          <w:rtl/>
        </w:rPr>
        <w:t xml:space="preserve"> - </w:t>
      </w:r>
      <w:r w:rsidRPr="00D95A45">
        <w:rPr>
          <w:rtl/>
        </w:rPr>
        <w:t xml:space="preserve">ابن محبوب عن عبد الله بن مسكان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سمعته يقول</w:t>
      </w:r>
      <w:r w:rsidR="00CC15EB">
        <w:rPr>
          <w:rtl/>
        </w:rPr>
        <w:t>:</w:t>
      </w:r>
      <w:r>
        <w:rPr>
          <w:rtl/>
        </w:rPr>
        <w:t xml:space="preserve"> </w:t>
      </w:r>
      <w:r w:rsidRPr="00D95A45">
        <w:rPr>
          <w:rtl/>
        </w:rPr>
        <w:t>حد الجلد في الزنى أن يوجدا في لحاف واحد.</w:t>
      </w:r>
    </w:p>
    <w:p w:rsidR="00AC7755" w:rsidRDefault="00D45E0E" w:rsidP="00AC7755">
      <w:pPr>
        <w:pStyle w:val="libNormal"/>
        <w:rPr>
          <w:rtl/>
        </w:rPr>
      </w:pPr>
      <w:r w:rsidRPr="00D95A45">
        <w:rPr>
          <w:rtl/>
        </w:rPr>
        <w:t>(150) 150</w:t>
      </w:r>
      <w:r w:rsidR="00CC15EB">
        <w:rPr>
          <w:rtl/>
        </w:rPr>
        <w:t xml:space="preserve"> - </w:t>
      </w:r>
      <w:r w:rsidRPr="00D95A45">
        <w:rPr>
          <w:rtl/>
        </w:rPr>
        <w:t xml:space="preserve">ابن محبوب عن عبد الله بن مسكان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سمعته يقول</w:t>
      </w:r>
      <w:r w:rsidR="00CC15EB">
        <w:rPr>
          <w:rtl/>
        </w:rPr>
        <w:t>:</w:t>
      </w:r>
      <w:r>
        <w:rPr>
          <w:rtl/>
        </w:rPr>
        <w:t xml:space="preserve"> </w:t>
      </w:r>
      <w:r w:rsidRPr="00D95A45">
        <w:rPr>
          <w:rtl/>
        </w:rPr>
        <w:t>حد الجلد في الزنى ان يوجدا في لحاف واحد</w:t>
      </w:r>
      <w:r w:rsidR="00CC15EB">
        <w:rPr>
          <w:rtl/>
        </w:rPr>
        <w:t>،</w:t>
      </w:r>
      <w:r>
        <w:rPr>
          <w:rtl/>
        </w:rPr>
        <w:t xml:space="preserve"> </w:t>
      </w:r>
      <w:r w:rsidRPr="00D95A45">
        <w:rPr>
          <w:rtl/>
        </w:rPr>
        <w:t>والرجلان يوجدان في لحاف واحد</w:t>
      </w:r>
      <w:r w:rsidR="00CC15EB">
        <w:rPr>
          <w:rtl/>
        </w:rPr>
        <w:t>،</w:t>
      </w:r>
      <w:r>
        <w:rPr>
          <w:rtl/>
        </w:rPr>
        <w:t xml:space="preserve"> </w:t>
      </w:r>
      <w:r w:rsidRPr="00D95A45">
        <w:rPr>
          <w:rtl/>
        </w:rPr>
        <w:t>والمرأتان توجدان في لحاف واحد.</w:t>
      </w:r>
    </w:p>
    <w:p w:rsidR="00AC7755" w:rsidRDefault="00D45E0E" w:rsidP="00AC7755">
      <w:pPr>
        <w:pStyle w:val="libNormal"/>
        <w:rPr>
          <w:rtl/>
        </w:rPr>
      </w:pPr>
      <w:r w:rsidRPr="00D95A45">
        <w:rPr>
          <w:rtl/>
        </w:rPr>
        <w:t>(151) 151</w:t>
      </w:r>
      <w:r w:rsidR="00CC15EB">
        <w:rPr>
          <w:rtl/>
        </w:rPr>
        <w:t xml:space="preserve"> - </w:t>
      </w:r>
      <w:r w:rsidRPr="00D95A45">
        <w:rPr>
          <w:rtl/>
        </w:rPr>
        <w:t>علي بن ابراهيم عن ابيه عن ابن ابي عمير عن عبد الرحمان بن الحجاج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 xml:space="preserve">كان علي </w:t>
      </w:r>
      <w:r w:rsidR="00AC7755" w:rsidRPr="00AC7755">
        <w:rPr>
          <w:rStyle w:val="libAlaemChar"/>
          <w:rtl/>
        </w:rPr>
        <w:t>عليه‌السلام</w:t>
      </w:r>
      <w:r w:rsidRPr="00D95A45">
        <w:rPr>
          <w:rtl/>
        </w:rPr>
        <w:t xml:space="preserve"> إذا اخذ الرجلين في لحاف واحد ضربهما الحد</w:t>
      </w:r>
      <w:r w:rsidR="00CC15EB">
        <w:rPr>
          <w:rtl/>
        </w:rPr>
        <w:t>،</w:t>
      </w:r>
      <w:r>
        <w:rPr>
          <w:rtl/>
        </w:rPr>
        <w:t xml:space="preserve"> </w:t>
      </w:r>
      <w:r w:rsidRPr="00D95A45">
        <w:rPr>
          <w:rtl/>
        </w:rPr>
        <w:t>وإذا اخذ المرأتين في لحاف واحد ضربهما الحد.</w:t>
      </w:r>
    </w:p>
    <w:p w:rsidR="00AC7755" w:rsidRDefault="00D45E0E" w:rsidP="00AC7755">
      <w:pPr>
        <w:pStyle w:val="libNormal"/>
        <w:rPr>
          <w:rtl/>
        </w:rPr>
      </w:pPr>
      <w:r w:rsidRPr="00D95A45">
        <w:rPr>
          <w:rtl/>
        </w:rPr>
        <w:t>(152) 152</w:t>
      </w:r>
      <w:r w:rsidR="00CC15EB">
        <w:rPr>
          <w:rtl/>
        </w:rPr>
        <w:t xml:space="preserve"> - </w:t>
      </w:r>
      <w:r w:rsidRPr="00D95A45">
        <w:rPr>
          <w:rtl/>
        </w:rPr>
        <w:t xml:space="preserve">احمد بن محمد عن علي بن الحكم عن ابان عن زرارة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شهدا الشهود على الزاني انه قد جلس منها مجلس الرجل من امرأته اقيم عليهما الحد</w:t>
      </w:r>
      <w:r w:rsidR="00CC15EB">
        <w:rPr>
          <w:rtl/>
        </w:rPr>
        <w:t>،</w:t>
      </w:r>
      <w:r>
        <w:rPr>
          <w:rtl/>
        </w:rPr>
        <w:t xml:space="preserve"> </w:t>
      </w:r>
      <w:r w:rsidRPr="00D95A45">
        <w:rPr>
          <w:rtl/>
        </w:rPr>
        <w:t>قال</w:t>
      </w:r>
      <w:r w:rsidR="00CC15EB">
        <w:rPr>
          <w:rtl/>
        </w:rPr>
        <w:t>:</w:t>
      </w:r>
      <w:r>
        <w:rPr>
          <w:rtl/>
        </w:rPr>
        <w:t xml:space="preserve"> </w:t>
      </w:r>
      <w:r w:rsidRPr="00D95A45">
        <w:rPr>
          <w:rtl/>
        </w:rPr>
        <w:t xml:space="preserve">وكان علي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(اللهم ان امكنتني من المغيرة لأرمينه بالحجارة).</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148</w:t>
      </w:r>
      <w:r>
        <w:rPr>
          <w:rFonts w:hint="cs"/>
          <w:rtl/>
        </w:rPr>
        <w:t xml:space="preserve"> - </w:t>
      </w:r>
      <w:r w:rsidR="00D45E0E" w:rsidRPr="007277FF">
        <w:rPr>
          <w:rtl/>
        </w:rPr>
        <w:t>149</w:t>
      </w:r>
      <w:r>
        <w:rPr>
          <w:rtl/>
        </w:rPr>
        <w:t xml:space="preserve"> - </w:t>
      </w:r>
      <w:r w:rsidR="00D45E0E" w:rsidRPr="007277FF">
        <w:rPr>
          <w:rtl/>
        </w:rPr>
        <w:t>150</w:t>
      </w:r>
      <w:r>
        <w:rPr>
          <w:rtl/>
        </w:rPr>
        <w:t xml:space="preserve"> - </w:t>
      </w:r>
      <w:r w:rsidR="00D45E0E" w:rsidRPr="007277FF">
        <w:rPr>
          <w:rtl/>
        </w:rPr>
        <w:t>الاستبصار ج 4 ص 214 واخرج الاول والثالث الكليني في الكافي ج 2 ص 278</w:t>
      </w:r>
    </w:p>
    <w:p w:rsidR="00CC15EB" w:rsidRDefault="00CC15EB" w:rsidP="00AC7755">
      <w:pPr>
        <w:pStyle w:val="libFootnote0"/>
        <w:rPr>
          <w:rtl/>
        </w:rPr>
      </w:pPr>
      <w:r>
        <w:rPr>
          <w:rtl/>
        </w:rPr>
        <w:t>-</w:t>
      </w:r>
      <w:r w:rsidR="00D45E0E" w:rsidRPr="007277FF">
        <w:rPr>
          <w:rtl/>
        </w:rPr>
        <w:t xml:space="preserve"> 151</w:t>
      </w:r>
      <w:r>
        <w:rPr>
          <w:rtl/>
        </w:rPr>
        <w:t xml:space="preserve"> - </w:t>
      </w:r>
      <w:r w:rsidR="00D45E0E" w:rsidRPr="007277FF">
        <w:rPr>
          <w:rtl/>
        </w:rPr>
        <w:t>الاستبصار ج 4 ص 214 الكافي ج 2 ص 287</w:t>
      </w:r>
    </w:p>
    <w:p w:rsidR="00AC7755" w:rsidRDefault="00CC15EB" w:rsidP="00AC7755">
      <w:pPr>
        <w:pStyle w:val="libFootnote0"/>
        <w:rPr>
          <w:rtl/>
        </w:rPr>
      </w:pPr>
      <w:r>
        <w:rPr>
          <w:rtl/>
        </w:rPr>
        <w:t>-</w:t>
      </w:r>
      <w:r w:rsidR="00D45E0E" w:rsidRPr="00DA0376">
        <w:rPr>
          <w:rtl/>
        </w:rPr>
        <w:t xml:space="preserve"> 152</w:t>
      </w:r>
      <w:r>
        <w:rPr>
          <w:rtl/>
        </w:rPr>
        <w:t xml:space="preserve"> - </w:t>
      </w:r>
      <w:r w:rsidR="00D45E0E" w:rsidRPr="00DA0376">
        <w:rPr>
          <w:rtl/>
        </w:rPr>
        <w:t>الاستبصار ج 4 ص 215 الكافي ج 2 ص 287</w:t>
      </w:r>
    </w:p>
    <w:p w:rsidR="00AC7755" w:rsidRDefault="00AC7755" w:rsidP="00AC7755">
      <w:pPr>
        <w:pStyle w:val="libNormal"/>
        <w:rPr>
          <w:rtl/>
        </w:rPr>
      </w:pPr>
      <w:r>
        <w:rPr>
          <w:rtl/>
        </w:rPr>
        <w:br w:type="page"/>
      </w:r>
    </w:p>
    <w:p w:rsidR="00AC7755" w:rsidRDefault="00D45E0E" w:rsidP="00AC7755">
      <w:pPr>
        <w:pStyle w:val="libNormal"/>
        <w:rPr>
          <w:rtl/>
        </w:rPr>
      </w:pPr>
      <w:r w:rsidRPr="00DA0376">
        <w:rPr>
          <w:rtl/>
        </w:rPr>
        <w:lastRenderedPageBreak/>
        <w:t>قال محمد بن الحسن</w:t>
      </w:r>
      <w:r w:rsidR="00CC15EB">
        <w:rPr>
          <w:rtl/>
        </w:rPr>
        <w:t>:</w:t>
      </w:r>
      <w:r>
        <w:rPr>
          <w:rtl/>
        </w:rPr>
        <w:t xml:space="preserve"> </w:t>
      </w:r>
      <w:r w:rsidRPr="00DA0376">
        <w:rPr>
          <w:rtl/>
        </w:rPr>
        <w:t>هذه الاخبار التي ذكرناها اخيرا التي تتضمن ذكر ايجاب الحد على النائمين في ثوب واحد لا تنافى ما قدمناه من الاخبار في ايجاب التعزير لأن ذكر الحد فيها يحمل على حد التعزير لأن ذلك قد يطلق عليه اسم الحد على ضرب من التجوز</w:t>
      </w:r>
      <w:r w:rsidR="00CC15EB">
        <w:rPr>
          <w:rtl/>
        </w:rPr>
        <w:t>،</w:t>
      </w:r>
      <w:r>
        <w:rPr>
          <w:rtl/>
        </w:rPr>
        <w:t xml:space="preserve"> </w:t>
      </w:r>
      <w:r w:rsidRPr="00DA0376">
        <w:rPr>
          <w:rtl/>
        </w:rPr>
        <w:t>وليس في شئ منها ذكر لكمية الحد</w:t>
      </w:r>
      <w:r w:rsidR="00CC15EB">
        <w:rPr>
          <w:rtl/>
        </w:rPr>
        <w:t>،</w:t>
      </w:r>
      <w:r>
        <w:rPr>
          <w:rtl/>
        </w:rPr>
        <w:t xml:space="preserve"> </w:t>
      </w:r>
      <w:r w:rsidRPr="00DA0376">
        <w:rPr>
          <w:rtl/>
        </w:rPr>
        <w:t>وإذا احتملت ذلك سقطت المعارضة بها فاما اختلاف مقادير التعزير فذلك بحسب ما يراه الامام من ثلاثين سوطا إلى تسعة وتسعين سوطا على ما يراه اصلح واردع فانه يفعله ويقيمه بحسب ذلك والامر في ذلك موكول إليه.</w:t>
      </w:r>
    </w:p>
    <w:p w:rsidR="00AC7755" w:rsidRDefault="00D45E0E" w:rsidP="00AC7755">
      <w:pPr>
        <w:pStyle w:val="libNormal"/>
        <w:rPr>
          <w:rtl/>
        </w:rPr>
      </w:pPr>
      <w:r w:rsidRPr="00D95A45">
        <w:rPr>
          <w:rtl/>
        </w:rPr>
        <w:t>(153) 153</w:t>
      </w:r>
      <w:r w:rsidR="00CC15EB">
        <w:rPr>
          <w:rtl/>
        </w:rPr>
        <w:t xml:space="preserve"> - </w:t>
      </w:r>
      <w:r w:rsidRPr="00D95A45">
        <w:rPr>
          <w:rtl/>
        </w:rPr>
        <w:t>واما ما رواه الحسين بن سعيد عن صفوان عن عبد الرحمان الحذاء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إذا وجد الرجل والمرأة في لحاف واحد جلدا مائة مائة.</w:t>
      </w:r>
    </w:p>
    <w:p w:rsidR="00AC7755" w:rsidRDefault="00D45E0E" w:rsidP="00AC7755">
      <w:pPr>
        <w:pStyle w:val="libNormal"/>
        <w:rPr>
          <w:rtl/>
        </w:rPr>
      </w:pPr>
      <w:r w:rsidRPr="00D95A45">
        <w:rPr>
          <w:rtl/>
        </w:rPr>
        <w:t>(154) 154</w:t>
      </w:r>
      <w:r w:rsidR="00CC15EB">
        <w:rPr>
          <w:rtl/>
        </w:rPr>
        <w:t xml:space="preserve"> - </w:t>
      </w:r>
      <w:r w:rsidRPr="00D95A45">
        <w:rPr>
          <w:rtl/>
        </w:rPr>
        <w:t xml:space="preserve">وعنه عن القاسم عن علي عن ابى بصير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امرأة وجدت مع رجل في ثوب قال</w:t>
      </w:r>
      <w:r w:rsidR="00CC15EB">
        <w:rPr>
          <w:rtl/>
        </w:rPr>
        <w:t>:</w:t>
      </w:r>
      <w:r>
        <w:rPr>
          <w:rtl/>
        </w:rPr>
        <w:t xml:space="preserve"> </w:t>
      </w:r>
      <w:r w:rsidRPr="00D95A45">
        <w:rPr>
          <w:rtl/>
        </w:rPr>
        <w:t>يجلدان مائة جلدة ولا يجب الرجم حتى تقوم البينة الاربعة بان قد رأوه يجامعها.</w:t>
      </w:r>
    </w:p>
    <w:p w:rsidR="00AC7755" w:rsidRDefault="00D45E0E" w:rsidP="00AC7755">
      <w:pPr>
        <w:pStyle w:val="libNormal"/>
        <w:rPr>
          <w:rtl/>
        </w:rPr>
      </w:pPr>
      <w:r w:rsidRPr="00D95A45">
        <w:rPr>
          <w:rtl/>
        </w:rPr>
        <w:t>(155) 155</w:t>
      </w:r>
      <w:r w:rsidR="00CC15EB">
        <w:rPr>
          <w:rtl/>
        </w:rPr>
        <w:t xml:space="preserve"> - </w:t>
      </w:r>
      <w:r w:rsidRPr="00D95A45">
        <w:rPr>
          <w:rtl/>
        </w:rPr>
        <w:t xml:space="preserve">عنه عن فضالة عن ابان عن سلمة عن ابي عبد الله </w:t>
      </w:r>
      <w:r w:rsidR="00AC7755" w:rsidRPr="00AC7755">
        <w:rPr>
          <w:rStyle w:val="libAlaemChar"/>
          <w:rtl/>
        </w:rPr>
        <w:t>عليه‌السلام</w:t>
      </w:r>
      <w:r w:rsidRPr="00D95A45">
        <w:rPr>
          <w:rtl/>
        </w:rPr>
        <w:t xml:space="preserve"> عن ابيه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وجد الرجل مع المرأة في لحاف واحد جلد كل واحد منهما مائة جلدة.</w:t>
      </w:r>
    </w:p>
    <w:p w:rsidR="00AC7755" w:rsidRDefault="00D45E0E" w:rsidP="00AC7755">
      <w:pPr>
        <w:pStyle w:val="libNormal"/>
        <w:rPr>
          <w:rtl/>
        </w:rPr>
      </w:pPr>
      <w:r w:rsidRPr="00D95A45">
        <w:rPr>
          <w:rtl/>
        </w:rPr>
        <w:t>(156) 156</w:t>
      </w:r>
      <w:r w:rsidR="00CC15EB">
        <w:rPr>
          <w:rtl/>
        </w:rPr>
        <w:t xml:space="preserve"> - </w:t>
      </w:r>
      <w:r w:rsidRPr="00D95A45">
        <w:rPr>
          <w:rtl/>
        </w:rPr>
        <w:t>عنه عن محمد بن الفضيل عن الكناني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الرجل والمرأة يوجدان في لحاف واحد قال</w:t>
      </w:r>
      <w:r w:rsidR="00CC15EB">
        <w:rPr>
          <w:rtl/>
        </w:rPr>
        <w:t>:</w:t>
      </w:r>
      <w:r>
        <w:rPr>
          <w:rtl/>
        </w:rPr>
        <w:t xml:space="preserve"> </w:t>
      </w:r>
      <w:r w:rsidRPr="00D95A45">
        <w:rPr>
          <w:rtl/>
        </w:rPr>
        <w:t>اجلدهما مائة مائة قال</w:t>
      </w:r>
      <w:r w:rsidR="00CC15EB">
        <w:rPr>
          <w:rtl/>
        </w:rPr>
        <w:t>:</w:t>
      </w:r>
      <w:r>
        <w:rPr>
          <w:rtl/>
        </w:rPr>
        <w:t xml:space="preserve"> </w:t>
      </w:r>
      <w:r w:rsidRPr="00D95A45">
        <w:rPr>
          <w:rtl/>
        </w:rPr>
        <w:t>ولا يكون الرجم حتى تقوم الشهود الاربعة انهم رأوه يجامعها.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153</w:t>
      </w:r>
      <w:r>
        <w:rPr>
          <w:rtl/>
        </w:rPr>
        <w:t xml:space="preserve"> - </w:t>
      </w:r>
      <w:r w:rsidR="00D45E0E" w:rsidRPr="00D95A45">
        <w:rPr>
          <w:rtl/>
        </w:rPr>
        <w:t>الاستبصار ج 4 ص 215 الكافي ج 2 ص 287</w:t>
      </w:r>
    </w:p>
    <w:p w:rsidR="00CC15EB" w:rsidRDefault="00CC15EB" w:rsidP="00AC7755">
      <w:pPr>
        <w:pStyle w:val="libFootnote0"/>
        <w:rPr>
          <w:rtl/>
        </w:rPr>
      </w:pPr>
      <w:r>
        <w:rPr>
          <w:rtl/>
        </w:rPr>
        <w:t>-</w:t>
      </w:r>
      <w:r w:rsidR="00D45E0E" w:rsidRPr="007277FF">
        <w:rPr>
          <w:rtl/>
        </w:rPr>
        <w:t xml:space="preserve"> 154</w:t>
      </w:r>
      <w:r>
        <w:rPr>
          <w:rtl/>
        </w:rPr>
        <w:t xml:space="preserve"> - </w:t>
      </w:r>
      <w:r w:rsidR="00D45E0E" w:rsidRPr="007277FF">
        <w:rPr>
          <w:rtl/>
        </w:rPr>
        <w:t>155</w:t>
      </w:r>
      <w:r>
        <w:rPr>
          <w:rtl/>
        </w:rPr>
        <w:t xml:space="preserve"> - </w:t>
      </w:r>
      <w:r w:rsidR="00D45E0E" w:rsidRPr="007277FF">
        <w:rPr>
          <w:rtl/>
        </w:rPr>
        <w:t>الاستبصار ج 4 ص 215 واخرج الاول الكليني في الكافي ج 2 ص 288</w:t>
      </w:r>
    </w:p>
    <w:p w:rsidR="00AC7755" w:rsidRDefault="00CC15EB" w:rsidP="00AC7755">
      <w:pPr>
        <w:pStyle w:val="libFootnote0"/>
        <w:rPr>
          <w:rtl/>
        </w:rPr>
      </w:pPr>
      <w:r>
        <w:rPr>
          <w:rtl/>
        </w:rPr>
        <w:t>-</w:t>
      </w:r>
      <w:r w:rsidR="00D45E0E" w:rsidRPr="00DA0376">
        <w:rPr>
          <w:rtl/>
        </w:rPr>
        <w:t xml:space="preserve"> 156</w:t>
      </w:r>
      <w:r>
        <w:rPr>
          <w:rtl/>
        </w:rPr>
        <w:t xml:space="preserve"> - </w:t>
      </w:r>
      <w:r w:rsidR="00D45E0E" w:rsidRPr="00DA0376">
        <w:rPr>
          <w:rtl/>
        </w:rPr>
        <w:t>الاستبصار ج 4 ص 216 الكافي ج 2 ص 287 الفقيه ج 4 ص 15 بدون الذيل</w:t>
      </w:r>
    </w:p>
    <w:p w:rsidR="00AC7755" w:rsidRDefault="00AC7755" w:rsidP="00AC7755">
      <w:pPr>
        <w:pStyle w:val="libNormal"/>
        <w:rPr>
          <w:rtl/>
        </w:rPr>
      </w:pPr>
      <w:r>
        <w:rPr>
          <w:rtl/>
        </w:rPr>
        <w:br w:type="page"/>
      </w:r>
    </w:p>
    <w:p w:rsidR="00AC7755" w:rsidRDefault="00D45E0E" w:rsidP="00AC7755">
      <w:pPr>
        <w:pStyle w:val="libNormal"/>
        <w:rPr>
          <w:rtl/>
        </w:rPr>
      </w:pPr>
      <w:r w:rsidRPr="00DA0376">
        <w:rPr>
          <w:rtl/>
        </w:rPr>
        <w:lastRenderedPageBreak/>
        <w:t>قال محمد بن الحسن</w:t>
      </w:r>
      <w:r w:rsidR="00CC15EB">
        <w:rPr>
          <w:rtl/>
        </w:rPr>
        <w:t>:</w:t>
      </w:r>
      <w:r>
        <w:rPr>
          <w:rtl/>
        </w:rPr>
        <w:t xml:space="preserve"> </w:t>
      </w:r>
      <w:r w:rsidRPr="00DA0376">
        <w:rPr>
          <w:rtl/>
        </w:rPr>
        <w:t>الوجه في هذه الاخبار هو انه إذا انضاف إلى كونهما في ازار واحد الفعل وعلم ذلك منهما الامام فانه حينئذ يقيم عليهما الحد كاملا</w:t>
      </w:r>
      <w:r w:rsidR="00CC15EB">
        <w:rPr>
          <w:rtl/>
        </w:rPr>
        <w:t>،</w:t>
      </w:r>
      <w:r>
        <w:rPr>
          <w:rtl/>
        </w:rPr>
        <w:t xml:space="preserve"> </w:t>
      </w:r>
      <w:r w:rsidRPr="00DA0376">
        <w:rPr>
          <w:rtl/>
        </w:rPr>
        <w:t>ولا يكون الرجم الا بعد اقامة البينة حسب ما تضمنه خبر ابي بصير والكناني</w:t>
      </w:r>
      <w:r w:rsidR="00CC15EB">
        <w:rPr>
          <w:rtl/>
        </w:rPr>
        <w:t>،</w:t>
      </w:r>
      <w:r>
        <w:rPr>
          <w:rtl/>
        </w:rPr>
        <w:t xml:space="preserve"> </w:t>
      </w:r>
      <w:r w:rsidRPr="00DA0376">
        <w:rPr>
          <w:rtl/>
        </w:rPr>
        <w:t>والذي يدل على ذلك ما رواه</w:t>
      </w:r>
      <w:r w:rsidR="00CC15EB">
        <w:rPr>
          <w:rtl/>
        </w:rPr>
        <w:t>:</w:t>
      </w:r>
      <w:r>
        <w:rPr>
          <w:rtl/>
        </w:rPr>
        <w:t xml:space="preserve"> </w:t>
      </w:r>
    </w:p>
    <w:p w:rsidR="00AC7755" w:rsidRDefault="00D45E0E" w:rsidP="00AC7755">
      <w:pPr>
        <w:pStyle w:val="libNormal"/>
        <w:rPr>
          <w:rtl/>
        </w:rPr>
      </w:pPr>
      <w:r w:rsidRPr="00D95A45">
        <w:rPr>
          <w:rtl/>
        </w:rPr>
        <w:t>(157) 157</w:t>
      </w:r>
      <w:r w:rsidR="00CC15EB">
        <w:rPr>
          <w:rtl/>
        </w:rPr>
        <w:t xml:space="preserve"> - </w:t>
      </w:r>
      <w:r w:rsidRPr="00D95A45">
        <w:rPr>
          <w:rtl/>
        </w:rPr>
        <w:t xml:space="preserve">محمد بن يعقوب عن علي بن محمد عن محمد بن احمد المحمودي عن ابيه عن يونس عن حسين بن خالد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سمعته يقول</w:t>
      </w:r>
      <w:r w:rsidR="00CC15EB">
        <w:rPr>
          <w:rtl/>
        </w:rPr>
        <w:t>:</w:t>
      </w:r>
      <w:r>
        <w:rPr>
          <w:rtl/>
        </w:rPr>
        <w:t xml:space="preserve"> </w:t>
      </w:r>
      <w:r w:rsidRPr="00D95A45">
        <w:rPr>
          <w:rtl/>
        </w:rPr>
        <w:t>الواجب على الامام إذا نظر إلى رجل يزنى أو يشرب خمرا أن يقيم عليه الحد ولا يحتاج إلى بينة مع نظره لانه امين الله في خلقه</w:t>
      </w:r>
      <w:r w:rsidR="00CC15EB">
        <w:rPr>
          <w:rtl/>
        </w:rPr>
        <w:t>،</w:t>
      </w:r>
      <w:r>
        <w:rPr>
          <w:rtl/>
        </w:rPr>
        <w:t xml:space="preserve"> </w:t>
      </w:r>
      <w:r w:rsidRPr="00D95A45">
        <w:rPr>
          <w:rtl/>
        </w:rPr>
        <w:t>وإذا نظر إلى رجل يسرق فالواجب عليه ان يزبره وينهاه ويمضي ويدعه</w:t>
      </w:r>
      <w:r w:rsidR="00CC15EB">
        <w:rPr>
          <w:rtl/>
        </w:rPr>
        <w:t>،</w:t>
      </w:r>
      <w:r>
        <w:rPr>
          <w:rtl/>
        </w:rPr>
        <w:t xml:space="preserve"> </w:t>
      </w:r>
      <w:r w:rsidRPr="00D95A45">
        <w:rPr>
          <w:rtl/>
        </w:rPr>
        <w:t>قلت كيف ذاك</w:t>
      </w:r>
      <w:r>
        <w:rPr>
          <w:rtl/>
        </w:rPr>
        <w:t>؟</w:t>
      </w:r>
      <w:r w:rsidRPr="00D95A45">
        <w:rPr>
          <w:rtl/>
        </w:rPr>
        <w:t xml:space="preserve"> قال</w:t>
      </w:r>
      <w:r w:rsidR="00CC15EB">
        <w:rPr>
          <w:rtl/>
        </w:rPr>
        <w:t>:</w:t>
      </w:r>
      <w:r>
        <w:rPr>
          <w:rtl/>
        </w:rPr>
        <w:t xml:space="preserve"> </w:t>
      </w:r>
      <w:r w:rsidRPr="00D95A45">
        <w:rPr>
          <w:rtl/>
        </w:rPr>
        <w:t>لأن الحق إذا كان لله فالواجب على الامام اقامته</w:t>
      </w:r>
      <w:r w:rsidR="00CC15EB">
        <w:rPr>
          <w:rtl/>
        </w:rPr>
        <w:t>،</w:t>
      </w:r>
      <w:r>
        <w:rPr>
          <w:rtl/>
        </w:rPr>
        <w:t xml:space="preserve"> </w:t>
      </w:r>
      <w:r w:rsidRPr="00D95A45">
        <w:rPr>
          <w:rtl/>
        </w:rPr>
        <w:t>وإذا كان للناس فهو للناس</w:t>
      </w:r>
      <w:r w:rsidR="00CC15EB">
        <w:rPr>
          <w:rtl/>
        </w:rPr>
        <w:t>،</w:t>
      </w:r>
      <w:r>
        <w:rPr>
          <w:rtl/>
        </w:rPr>
        <w:t xml:space="preserve"> </w:t>
      </w:r>
    </w:p>
    <w:p w:rsidR="00AC7755" w:rsidRDefault="00D45E0E" w:rsidP="00AC7755">
      <w:pPr>
        <w:pStyle w:val="libNormal"/>
        <w:rPr>
          <w:rtl/>
        </w:rPr>
      </w:pPr>
      <w:r w:rsidRPr="00D95A45">
        <w:rPr>
          <w:rtl/>
        </w:rPr>
        <w:t>(158) 158</w:t>
      </w:r>
      <w:r w:rsidR="00CC15EB">
        <w:rPr>
          <w:rtl/>
        </w:rPr>
        <w:t xml:space="preserve"> - </w:t>
      </w:r>
      <w:r w:rsidRPr="00D95A45">
        <w:rPr>
          <w:rtl/>
        </w:rPr>
        <w:t>واما ما رواه الحسين بن سعيد عن القاسم بن محمد عن ابان بن عثمان عن عبد الرحمان بن ابى عبد الله قال</w:t>
      </w:r>
      <w:r w:rsidR="00CC15EB">
        <w:rPr>
          <w:rtl/>
        </w:rPr>
        <w:t>:</w:t>
      </w:r>
      <w:r>
        <w:rPr>
          <w:rtl/>
        </w:rPr>
        <w:t xml:space="preserve"> </w:t>
      </w:r>
      <w:r w:rsidRPr="00D95A45">
        <w:rPr>
          <w:rtl/>
        </w:rPr>
        <w:t>قال</w:t>
      </w:r>
      <w:r w:rsidR="00CC15EB">
        <w:rPr>
          <w:rtl/>
        </w:rPr>
        <w:t>:</w:t>
      </w:r>
      <w:r>
        <w:rPr>
          <w:rtl/>
        </w:rPr>
        <w:t xml:space="preserve"> </w:t>
      </w:r>
      <w:r w:rsidRPr="00D95A45">
        <w:rPr>
          <w:rtl/>
        </w:rPr>
        <w:t xml:space="preserve">أبو عبد الله </w:t>
      </w:r>
      <w:r w:rsidR="00AC7755" w:rsidRPr="00AC7755">
        <w:rPr>
          <w:rStyle w:val="libAlaemChar"/>
          <w:rtl/>
        </w:rPr>
        <w:t>عليه‌السلام</w:t>
      </w:r>
      <w:r w:rsidR="00CC15EB">
        <w:rPr>
          <w:rtl/>
        </w:rPr>
        <w:t>:</w:t>
      </w:r>
      <w:r>
        <w:rPr>
          <w:rtl/>
        </w:rPr>
        <w:t xml:space="preserve"> </w:t>
      </w:r>
      <w:r w:rsidRPr="00D95A45">
        <w:rPr>
          <w:rtl/>
        </w:rPr>
        <w:t>إذا وجد الرجل والمرأة في لحاف واحد وقامت بذلك عليهما البينة ولم يطلع منهما على سوى ذلك جلد كل واحد منهما مائة جلدة. فيحتمل هذا الخبر ان يكون المراد به من قد زبره الامام وأدبه ونهاه عن ذلك بفعل كان منه ثم وجده قد عاد إلى مثل فعله فحينئذ جاز له اقامة الحد عليه كاملا</w:t>
      </w:r>
      <w:r w:rsidR="00CC15EB">
        <w:rPr>
          <w:rtl/>
        </w:rPr>
        <w:t>،</w:t>
      </w:r>
      <w:r>
        <w:rPr>
          <w:rtl/>
        </w:rPr>
        <w:t xml:space="preserve"> </w:t>
      </w:r>
      <w:r w:rsidRPr="00D95A45">
        <w:rPr>
          <w:rtl/>
        </w:rPr>
        <w:t>وهذا الوجه تحتمله الاخبار الاول ايضا</w:t>
      </w:r>
      <w:r w:rsidR="00CC15EB">
        <w:rPr>
          <w:rtl/>
        </w:rPr>
        <w:t>،</w:t>
      </w:r>
      <w:r>
        <w:rPr>
          <w:rtl/>
        </w:rPr>
        <w:t xml:space="preserve"> </w:t>
      </w:r>
      <w:r w:rsidRPr="00D95A45">
        <w:rPr>
          <w:rtl/>
        </w:rPr>
        <w:t>والذي يدل على ذلك ما رواه</w:t>
      </w:r>
      <w:r w:rsidR="00CC15EB">
        <w:rPr>
          <w:rtl/>
        </w:rPr>
        <w:t>:</w:t>
      </w:r>
      <w:r>
        <w:rPr>
          <w:rtl/>
        </w:rPr>
        <w:t xml:space="preserve"> </w:t>
      </w:r>
    </w:p>
    <w:p w:rsidR="00AC7755" w:rsidRDefault="00D45E0E" w:rsidP="00AC7755">
      <w:pPr>
        <w:pStyle w:val="libNormal"/>
        <w:rPr>
          <w:rtl/>
        </w:rPr>
      </w:pPr>
      <w:r w:rsidRPr="00D95A45">
        <w:rPr>
          <w:rtl/>
        </w:rPr>
        <w:t>(159) 159</w:t>
      </w:r>
      <w:r w:rsidR="00CC15EB">
        <w:rPr>
          <w:rtl/>
        </w:rPr>
        <w:t xml:space="preserve"> - </w:t>
      </w:r>
      <w:r w:rsidRPr="00D95A45">
        <w:rPr>
          <w:rtl/>
        </w:rPr>
        <w:t>محمد بن احمد بن يحيى عن محمد بن الحسين عن عبد الرحمان بن ابي هاشم البجلي عن ابي خديجة قال</w:t>
      </w:r>
      <w:r w:rsidR="00CC15EB">
        <w:rPr>
          <w:rtl/>
        </w:rPr>
        <w:t>:</w:t>
      </w:r>
      <w:r>
        <w:rPr>
          <w:rtl/>
        </w:rPr>
        <w:t xml:space="preserve"> </w:t>
      </w:r>
      <w:r w:rsidRPr="00D95A45">
        <w:rPr>
          <w:rtl/>
        </w:rPr>
        <w:t>لا ينبغي لامرأتين تنامان في</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157</w:t>
      </w:r>
      <w:r>
        <w:rPr>
          <w:rtl/>
        </w:rPr>
        <w:t xml:space="preserve"> - </w:t>
      </w:r>
      <w:r w:rsidR="00D45E0E" w:rsidRPr="00D95A45">
        <w:rPr>
          <w:rtl/>
        </w:rPr>
        <w:t>الاستبصار ج 4 ص 216 الكافي ج 2 ص 312</w:t>
      </w:r>
    </w:p>
    <w:p w:rsidR="00CC15EB" w:rsidRDefault="00CC15EB" w:rsidP="00AC7755">
      <w:pPr>
        <w:pStyle w:val="libFootnote0"/>
        <w:rPr>
          <w:rtl/>
        </w:rPr>
      </w:pPr>
      <w:r>
        <w:rPr>
          <w:rtl/>
        </w:rPr>
        <w:t>-</w:t>
      </w:r>
      <w:r w:rsidR="00D45E0E" w:rsidRPr="007277FF">
        <w:rPr>
          <w:rtl/>
        </w:rPr>
        <w:t xml:space="preserve"> 158</w:t>
      </w:r>
      <w:r>
        <w:rPr>
          <w:rtl/>
        </w:rPr>
        <w:t xml:space="preserve"> - </w:t>
      </w:r>
      <w:r w:rsidR="00D45E0E" w:rsidRPr="007277FF">
        <w:rPr>
          <w:rtl/>
        </w:rPr>
        <w:t>الاستبصار ج 4 ص 216 الكافي ج 2 ص 287</w:t>
      </w:r>
    </w:p>
    <w:p w:rsidR="00AC7755" w:rsidRDefault="00CC15EB" w:rsidP="00AC7755">
      <w:pPr>
        <w:pStyle w:val="libFootnote0"/>
        <w:rPr>
          <w:rtl/>
        </w:rPr>
      </w:pPr>
      <w:r>
        <w:rPr>
          <w:rtl/>
        </w:rPr>
        <w:t>-</w:t>
      </w:r>
      <w:r w:rsidR="00D45E0E" w:rsidRPr="00DA0376">
        <w:rPr>
          <w:rtl/>
        </w:rPr>
        <w:t xml:space="preserve"> 159</w:t>
      </w:r>
      <w:r>
        <w:rPr>
          <w:rtl/>
        </w:rPr>
        <w:t xml:space="preserve"> - </w:t>
      </w:r>
      <w:r w:rsidR="00D45E0E" w:rsidRPr="00DA0376">
        <w:rPr>
          <w:rtl/>
        </w:rPr>
        <w:t>الاستبصار ج 4 ص 217 الكافي ج 2 ص 294 الفقيه ج 4 ص 31</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لحاف واحد الا وبينهما حاجز</w:t>
      </w:r>
      <w:r w:rsidR="00CC15EB">
        <w:rPr>
          <w:rtl/>
        </w:rPr>
        <w:t>،</w:t>
      </w:r>
      <w:r>
        <w:rPr>
          <w:rtl/>
        </w:rPr>
        <w:t xml:space="preserve"> </w:t>
      </w:r>
      <w:r w:rsidRPr="00DA0376">
        <w:rPr>
          <w:rtl/>
        </w:rPr>
        <w:t>فان فعلتا نهيتا عن ذلك</w:t>
      </w:r>
      <w:r w:rsidR="00CC15EB">
        <w:rPr>
          <w:rtl/>
        </w:rPr>
        <w:t>،</w:t>
      </w:r>
      <w:r>
        <w:rPr>
          <w:rtl/>
        </w:rPr>
        <w:t xml:space="preserve"> </w:t>
      </w:r>
      <w:r w:rsidRPr="00DA0376">
        <w:rPr>
          <w:rtl/>
        </w:rPr>
        <w:t>فان وجدتا بعد النهى في لحاف واحد جلدتا كل واحدة منهما حدا حدا</w:t>
      </w:r>
      <w:r w:rsidR="00CC15EB">
        <w:rPr>
          <w:rtl/>
        </w:rPr>
        <w:t>،</w:t>
      </w:r>
      <w:r>
        <w:rPr>
          <w:rtl/>
        </w:rPr>
        <w:t xml:space="preserve"> </w:t>
      </w:r>
      <w:r w:rsidRPr="00DA0376">
        <w:rPr>
          <w:rtl/>
        </w:rPr>
        <w:t>فان وجدتا الثالثة في لحاف حدتا</w:t>
      </w:r>
      <w:r w:rsidR="00CC15EB">
        <w:rPr>
          <w:rtl/>
        </w:rPr>
        <w:t>،</w:t>
      </w:r>
      <w:r>
        <w:rPr>
          <w:rtl/>
        </w:rPr>
        <w:t xml:space="preserve"> </w:t>
      </w:r>
      <w:r w:rsidRPr="00DA0376">
        <w:rPr>
          <w:rtl/>
        </w:rPr>
        <w:t>فان وجدتا الرابعة قتلتا.</w:t>
      </w:r>
    </w:p>
    <w:p w:rsidR="00AC7755" w:rsidRDefault="00D45E0E" w:rsidP="00AC7755">
      <w:pPr>
        <w:pStyle w:val="libNormal"/>
        <w:rPr>
          <w:rtl/>
        </w:rPr>
      </w:pPr>
      <w:r w:rsidRPr="00D95A45">
        <w:rPr>
          <w:rtl/>
        </w:rPr>
        <w:t>(160) 160</w:t>
      </w:r>
      <w:r w:rsidR="00CC15EB">
        <w:rPr>
          <w:rtl/>
        </w:rPr>
        <w:t xml:space="preserve"> - </w:t>
      </w:r>
      <w:r w:rsidRPr="00D95A45">
        <w:rPr>
          <w:rtl/>
        </w:rPr>
        <w:t xml:space="preserve">سهل بن زياد عن ابن ابى نجران عن عاصم بن حميد عن محمد بن قيس عن ابي جعفر </w:t>
      </w:r>
      <w:r w:rsidR="00AC7755" w:rsidRPr="00AC7755">
        <w:rPr>
          <w:rStyle w:val="libAlaemChar"/>
          <w:rtl/>
        </w:rPr>
        <w:t>عليه‌السلام</w:t>
      </w:r>
      <w:r w:rsidRPr="00D95A45">
        <w:rPr>
          <w:rtl/>
        </w:rPr>
        <w:t xml:space="preserve"> عن امير المؤمنين </w:t>
      </w:r>
      <w:r w:rsidR="00AC7755" w:rsidRPr="00AC7755">
        <w:rPr>
          <w:rStyle w:val="libAlaemChar"/>
          <w:rtl/>
        </w:rPr>
        <w:t>عليه‌السلام</w:t>
      </w:r>
      <w:r w:rsidRPr="00D95A45">
        <w:rPr>
          <w:rtl/>
        </w:rPr>
        <w:t xml:space="preserve"> في رجل أقر على نفسه بحد ولم يسم اي حد هو قال</w:t>
      </w:r>
      <w:r w:rsidR="00CC15EB">
        <w:rPr>
          <w:rtl/>
        </w:rPr>
        <w:t>:</w:t>
      </w:r>
      <w:r>
        <w:rPr>
          <w:rtl/>
        </w:rPr>
        <w:t xml:space="preserve"> </w:t>
      </w:r>
      <w:r w:rsidRPr="00D95A45">
        <w:rPr>
          <w:rtl/>
        </w:rPr>
        <w:t>امر أن يجلد حتى يكون هو الذي ينهي عن نفسه الحد.</w:t>
      </w:r>
    </w:p>
    <w:p w:rsidR="00AC7755" w:rsidRDefault="00D45E0E" w:rsidP="00AC7755">
      <w:pPr>
        <w:pStyle w:val="libNormal"/>
        <w:rPr>
          <w:rtl/>
        </w:rPr>
      </w:pPr>
      <w:r w:rsidRPr="00D95A45">
        <w:rPr>
          <w:rtl/>
        </w:rPr>
        <w:t>(161) 161</w:t>
      </w:r>
      <w:r w:rsidR="00CC15EB">
        <w:rPr>
          <w:rtl/>
        </w:rPr>
        <w:t xml:space="preserve"> - </w:t>
      </w:r>
      <w:r w:rsidRPr="00D95A45">
        <w:rPr>
          <w:rtl/>
        </w:rPr>
        <w:t xml:space="preserve">علي بن ابراهيم عن ابيه عن ابن ابى عمير عن ابى ايوب عن محمد بن مسلم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من اقر على نفسه بحد اقمته عليه الا الرجم فانه إذا اقر على نفسه ثم جحد لم يرجم.</w:t>
      </w:r>
    </w:p>
    <w:p w:rsidR="00AC7755" w:rsidRDefault="00D45E0E" w:rsidP="00AC7755">
      <w:pPr>
        <w:pStyle w:val="libNormal"/>
        <w:rPr>
          <w:rtl/>
        </w:rPr>
      </w:pPr>
      <w:r w:rsidRPr="00D95A45">
        <w:rPr>
          <w:rtl/>
        </w:rPr>
        <w:t>(162) 162</w:t>
      </w:r>
      <w:r w:rsidR="00CC15EB">
        <w:rPr>
          <w:rtl/>
        </w:rPr>
        <w:t xml:space="preserve"> - </w:t>
      </w:r>
      <w:r w:rsidRPr="00D95A45">
        <w:rPr>
          <w:rtl/>
        </w:rPr>
        <w:t xml:space="preserve">احمد بن محمد عن علي بن الحكم عن العلا بن رزين عن محمد بن مسلم عن ابي عبد الله </w:t>
      </w:r>
      <w:r w:rsidR="00AC7755" w:rsidRPr="00AC7755">
        <w:rPr>
          <w:rStyle w:val="libAlaemChar"/>
          <w:rtl/>
        </w:rPr>
        <w:t>عليه‌السلام</w:t>
      </w:r>
      <w:r w:rsidRPr="00D95A45">
        <w:rPr>
          <w:rtl/>
        </w:rPr>
        <w:t xml:space="preserve"> في الرجل يؤخذ وعليه حدود احدها القتل فقال</w:t>
      </w:r>
      <w:r w:rsidR="00CC15EB">
        <w:rPr>
          <w:rtl/>
        </w:rPr>
        <w:t>:</w:t>
      </w:r>
      <w:r>
        <w:rPr>
          <w:rtl/>
        </w:rPr>
        <w:t xml:space="preserve"> </w:t>
      </w:r>
      <w:r w:rsidRPr="00D95A45">
        <w:rPr>
          <w:rtl/>
        </w:rPr>
        <w:t xml:space="preserve">كان علي </w:t>
      </w:r>
      <w:r w:rsidR="00AC7755" w:rsidRPr="00AC7755">
        <w:rPr>
          <w:rStyle w:val="libAlaemChar"/>
          <w:rtl/>
        </w:rPr>
        <w:t>عليه‌السلام</w:t>
      </w:r>
      <w:r w:rsidRPr="00D95A45">
        <w:rPr>
          <w:rtl/>
        </w:rPr>
        <w:t xml:space="preserve"> يقيم عليه الحد ثم يقتله ولا نخالف عليا </w:t>
      </w:r>
      <w:r w:rsidR="00AC7755" w:rsidRPr="00AC7755">
        <w:rPr>
          <w:rStyle w:val="libAlaemChar"/>
          <w:rtl/>
        </w:rPr>
        <w:t>عليه‌السلام</w:t>
      </w:r>
      <w:r w:rsidRPr="00D95A45">
        <w:rPr>
          <w:rtl/>
        </w:rPr>
        <w:t>.</w:t>
      </w:r>
    </w:p>
    <w:p w:rsidR="00AC7755" w:rsidRDefault="00D45E0E" w:rsidP="00AC7755">
      <w:pPr>
        <w:pStyle w:val="libNormal"/>
        <w:rPr>
          <w:rtl/>
        </w:rPr>
      </w:pPr>
      <w:r w:rsidRPr="00D95A45">
        <w:rPr>
          <w:rtl/>
        </w:rPr>
        <w:t>(163) 163</w:t>
      </w:r>
      <w:r w:rsidR="00CC15EB">
        <w:rPr>
          <w:rtl/>
        </w:rPr>
        <w:t xml:space="preserve"> - </w:t>
      </w:r>
      <w:r w:rsidRPr="00D95A45">
        <w:rPr>
          <w:rtl/>
        </w:rPr>
        <w:t xml:space="preserve">علي عن ابيه عن ابن ابى عمير عن حماد بن عثمان عن ابي عبد الله </w:t>
      </w:r>
      <w:r w:rsidR="00AC7755" w:rsidRPr="00AC7755">
        <w:rPr>
          <w:rStyle w:val="libAlaemChar"/>
          <w:rtl/>
        </w:rPr>
        <w:t>عليه‌السلام</w:t>
      </w:r>
      <w:r w:rsidRPr="00D95A45">
        <w:rPr>
          <w:rtl/>
        </w:rPr>
        <w:t xml:space="preserve"> في الرجل يكون عليه الحدود منها القتل قال</w:t>
      </w:r>
      <w:r w:rsidR="00CC15EB">
        <w:rPr>
          <w:rtl/>
        </w:rPr>
        <w:t>:</w:t>
      </w:r>
      <w:r>
        <w:rPr>
          <w:rtl/>
        </w:rPr>
        <w:t xml:space="preserve"> </w:t>
      </w:r>
      <w:r w:rsidRPr="00D95A45">
        <w:rPr>
          <w:rtl/>
        </w:rPr>
        <w:t>يقام عليه الحدود ثم يقتل.</w:t>
      </w:r>
    </w:p>
    <w:p w:rsidR="00AC7755" w:rsidRDefault="00D45E0E" w:rsidP="00AC7755">
      <w:pPr>
        <w:pStyle w:val="libNormal"/>
        <w:rPr>
          <w:rtl/>
        </w:rPr>
      </w:pPr>
      <w:r w:rsidRPr="00D95A45">
        <w:rPr>
          <w:rtl/>
        </w:rPr>
        <w:t>(164) 164</w:t>
      </w:r>
      <w:r w:rsidR="00CC15EB">
        <w:rPr>
          <w:rtl/>
        </w:rPr>
        <w:t xml:space="preserve"> - </w:t>
      </w:r>
      <w:r w:rsidRPr="00D95A45">
        <w:rPr>
          <w:rtl/>
        </w:rPr>
        <w:t xml:space="preserve">ابن محبوب عن عبد الله بن سنان عن ابن بكير عن ابي عبد الله </w:t>
      </w:r>
      <w:r w:rsidR="00AC7755" w:rsidRPr="00AC7755">
        <w:rPr>
          <w:rStyle w:val="libAlaemChar"/>
          <w:rtl/>
        </w:rPr>
        <w:t>عليه‌السلام</w:t>
      </w:r>
      <w:r w:rsidRPr="00D95A45">
        <w:rPr>
          <w:rtl/>
        </w:rPr>
        <w:t xml:space="preserve"> في رجل اجتمعت عليه حدود منها القتل قال</w:t>
      </w:r>
      <w:r w:rsidR="00CC15EB">
        <w:rPr>
          <w:rtl/>
        </w:rPr>
        <w:t>:</w:t>
      </w:r>
      <w:r>
        <w:rPr>
          <w:rtl/>
        </w:rPr>
        <w:t xml:space="preserve"> </w:t>
      </w:r>
      <w:r w:rsidRPr="00D95A45">
        <w:rPr>
          <w:rtl/>
        </w:rPr>
        <w:t>يبدأ بالحدود التي هي دون القتل ثم يقتل بعد.</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160</w:t>
      </w:r>
      <w:r>
        <w:rPr>
          <w:rFonts w:hint="cs"/>
          <w:rtl/>
        </w:rPr>
        <w:t xml:space="preserve"> - </w:t>
      </w:r>
      <w:r w:rsidR="00D45E0E" w:rsidRPr="007277FF">
        <w:rPr>
          <w:rtl/>
        </w:rPr>
        <w:t>161</w:t>
      </w:r>
      <w:r>
        <w:rPr>
          <w:rtl/>
        </w:rPr>
        <w:t xml:space="preserve"> - </w:t>
      </w:r>
      <w:r w:rsidR="00D45E0E" w:rsidRPr="007277FF">
        <w:rPr>
          <w:rtl/>
        </w:rPr>
        <w:t>الكافي ج 2 ص 299</w:t>
      </w:r>
    </w:p>
    <w:p w:rsidR="00AC7755" w:rsidRDefault="00CC15EB" w:rsidP="00AC7755">
      <w:pPr>
        <w:pStyle w:val="libFootnote0"/>
        <w:rPr>
          <w:rtl/>
        </w:rPr>
      </w:pPr>
      <w:r>
        <w:rPr>
          <w:rtl/>
        </w:rPr>
        <w:t>-</w:t>
      </w:r>
      <w:r w:rsidR="00D45E0E" w:rsidRPr="007277FF">
        <w:rPr>
          <w:rtl/>
        </w:rPr>
        <w:t xml:space="preserve"> 162</w:t>
      </w:r>
      <w:r>
        <w:rPr>
          <w:rtl/>
        </w:rPr>
        <w:t xml:space="preserve"> - </w:t>
      </w:r>
      <w:r w:rsidR="00D45E0E" w:rsidRPr="007277FF">
        <w:rPr>
          <w:rtl/>
        </w:rPr>
        <w:t>163</w:t>
      </w:r>
      <w:r>
        <w:rPr>
          <w:rFonts w:hint="cs"/>
          <w:rtl/>
        </w:rPr>
        <w:t xml:space="preserve"> - </w:t>
      </w:r>
      <w:r w:rsidR="00D45E0E" w:rsidRPr="00DA0376">
        <w:rPr>
          <w:rtl/>
        </w:rPr>
        <w:t>164</w:t>
      </w:r>
      <w:r>
        <w:rPr>
          <w:rtl/>
        </w:rPr>
        <w:t xml:space="preserve"> - </w:t>
      </w:r>
      <w:r w:rsidR="00D45E0E" w:rsidRPr="00DA0376">
        <w:rPr>
          <w:rtl/>
        </w:rPr>
        <w:t>الكافي ج 2 ص 308 واخرج الثاني الصدوق في الفقيه ج 4 ص 124 بسند آخر</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(165) 165</w:t>
      </w:r>
      <w:r w:rsidR="00CC15EB">
        <w:rPr>
          <w:rtl/>
        </w:rPr>
        <w:t xml:space="preserve"> - </w:t>
      </w:r>
      <w:r w:rsidRPr="00D95A45">
        <w:rPr>
          <w:rtl/>
        </w:rPr>
        <w:t xml:space="preserve">سهل بن زياد عن ابن محبوب عن ابي رئاب عن ضريس الكناسي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يعفى عن الحدود التى لله دون الامام فاما ما كان من حقوق الناس في حد فلا بأس ان يعفى عنه دون الامام.</w:t>
      </w:r>
    </w:p>
    <w:p w:rsidR="00AC7755" w:rsidRDefault="00D45E0E" w:rsidP="00AC7755">
      <w:pPr>
        <w:pStyle w:val="libNormal"/>
        <w:rPr>
          <w:rtl/>
        </w:rPr>
      </w:pPr>
      <w:r w:rsidRPr="00D95A45">
        <w:rPr>
          <w:rtl/>
        </w:rPr>
        <w:t>(166) 166</w:t>
      </w:r>
      <w:r w:rsidR="00CC15EB">
        <w:rPr>
          <w:rtl/>
        </w:rPr>
        <w:t xml:space="preserve"> - </w:t>
      </w:r>
      <w:r w:rsidRPr="00D95A45">
        <w:rPr>
          <w:rtl/>
        </w:rPr>
        <w:t xml:space="preserve">احمد بن محمد عن علي بن حديد وابن ابي عمير جميعا عن جميل بن دراج عن رجل عن احدهما </w:t>
      </w:r>
      <w:r w:rsidR="00AC7755" w:rsidRPr="00AC7755">
        <w:rPr>
          <w:rStyle w:val="libAlaemChar"/>
          <w:rtl/>
        </w:rPr>
        <w:t>عليه‌السلام</w:t>
      </w:r>
      <w:r w:rsidRPr="00D95A45">
        <w:rPr>
          <w:rtl/>
        </w:rPr>
        <w:t xml:space="preserve"> في رجل سرق أو شرب الخمر أو زنى فلم يعلم ذلك منه ولم يؤخذ حتى تاب وصلح فقال</w:t>
      </w:r>
      <w:r w:rsidR="00CC15EB">
        <w:rPr>
          <w:rtl/>
        </w:rPr>
        <w:t>:</w:t>
      </w:r>
      <w:r>
        <w:rPr>
          <w:rtl/>
        </w:rPr>
        <w:t xml:space="preserve"> </w:t>
      </w:r>
      <w:r w:rsidRPr="00D95A45">
        <w:rPr>
          <w:rtl/>
        </w:rPr>
        <w:t>إذا صلح وعرف منه امر جميل لم يقم عليه الحد</w:t>
      </w:r>
      <w:r w:rsidR="00CC15EB">
        <w:rPr>
          <w:rtl/>
        </w:rPr>
        <w:t>،</w:t>
      </w:r>
      <w:r>
        <w:rPr>
          <w:rtl/>
        </w:rPr>
        <w:t xml:space="preserve"> </w:t>
      </w:r>
      <w:r w:rsidRPr="00D95A45">
        <w:rPr>
          <w:rtl/>
        </w:rPr>
        <w:t>قال محمد بن أبي عمير</w:t>
      </w:r>
      <w:r w:rsidR="00CC15EB">
        <w:rPr>
          <w:rtl/>
        </w:rPr>
        <w:t>:</w:t>
      </w:r>
      <w:r>
        <w:rPr>
          <w:rtl/>
        </w:rPr>
        <w:t xml:space="preserve"> </w:t>
      </w:r>
      <w:r w:rsidRPr="00D95A45">
        <w:rPr>
          <w:rtl/>
        </w:rPr>
        <w:t>قلت</w:t>
      </w:r>
      <w:r w:rsidR="00CC15EB">
        <w:rPr>
          <w:rtl/>
        </w:rPr>
        <w:t>:</w:t>
      </w:r>
      <w:r>
        <w:rPr>
          <w:rtl/>
        </w:rPr>
        <w:t xml:space="preserve"> </w:t>
      </w:r>
      <w:r w:rsidRPr="00D95A45">
        <w:rPr>
          <w:rtl/>
        </w:rPr>
        <w:t>فان كان امرا قريبا لم يقم عليه الحد</w:t>
      </w:r>
      <w:r>
        <w:rPr>
          <w:rtl/>
        </w:rPr>
        <w:t>؟</w:t>
      </w:r>
      <w:r w:rsidRPr="00D95A45">
        <w:rPr>
          <w:rtl/>
        </w:rPr>
        <w:t xml:space="preserve"> قال</w:t>
      </w:r>
      <w:r w:rsidR="00CC15EB">
        <w:rPr>
          <w:rtl/>
        </w:rPr>
        <w:t>:</w:t>
      </w:r>
      <w:r>
        <w:rPr>
          <w:rtl/>
        </w:rPr>
        <w:t xml:space="preserve"> </w:t>
      </w:r>
      <w:r w:rsidRPr="00D95A45">
        <w:rPr>
          <w:rtl/>
        </w:rPr>
        <w:t>لو كان خمسة اشهر أو اقل وقد ظهر منه امر جميل لم تقم عليه الحدود.</w:t>
      </w:r>
    </w:p>
    <w:p w:rsidR="00AC7755" w:rsidRDefault="00D45E0E" w:rsidP="00AC7755">
      <w:pPr>
        <w:pStyle w:val="libNormal"/>
        <w:rPr>
          <w:rtl/>
        </w:rPr>
      </w:pPr>
      <w:r w:rsidRPr="00D95A45">
        <w:rPr>
          <w:rtl/>
        </w:rPr>
        <w:t>(167) 167</w:t>
      </w:r>
      <w:r w:rsidR="00CC15EB">
        <w:rPr>
          <w:rtl/>
        </w:rPr>
        <w:t xml:space="preserve"> - </w:t>
      </w:r>
      <w:r w:rsidRPr="00D95A45">
        <w:rPr>
          <w:rtl/>
        </w:rPr>
        <w:t xml:space="preserve">أبو علي الاشعري عن محمد بن عبد الجبار عن صفوان بن يحيى عن بعض اصحابه عن ابي بصير عن ابى عبد الله </w:t>
      </w:r>
      <w:r w:rsidR="00AC7755" w:rsidRPr="00AC7755">
        <w:rPr>
          <w:rStyle w:val="libAlaemChar"/>
          <w:rtl/>
        </w:rPr>
        <w:t>عليه‌السلام</w:t>
      </w:r>
      <w:r w:rsidRPr="00D95A45">
        <w:rPr>
          <w:rtl/>
        </w:rPr>
        <w:t xml:space="preserve"> في رجل اقيمت عليه البينة بانه زنى ثم هرب قبل ان يضرب قال</w:t>
      </w:r>
      <w:r w:rsidR="00CC15EB">
        <w:rPr>
          <w:rtl/>
        </w:rPr>
        <w:t>:</w:t>
      </w:r>
      <w:r>
        <w:rPr>
          <w:rtl/>
        </w:rPr>
        <w:t xml:space="preserve"> </w:t>
      </w:r>
      <w:r w:rsidRPr="00D95A45">
        <w:rPr>
          <w:rtl/>
        </w:rPr>
        <w:t>ان تاب فما عليه شئ</w:t>
      </w:r>
      <w:r w:rsidR="00CC15EB">
        <w:rPr>
          <w:rtl/>
        </w:rPr>
        <w:t>،</w:t>
      </w:r>
      <w:r>
        <w:rPr>
          <w:rtl/>
        </w:rPr>
        <w:t xml:space="preserve"> </w:t>
      </w:r>
      <w:r w:rsidRPr="00D95A45">
        <w:rPr>
          <w:rtl/>
        </w:rPr>
        <w:t>وان وقع في يد الامام اقام عليه الحد</w:t>
      </w:r>
      <w:r w:rsidR="00CC15EB">
        <w:rPr>
          <w:rtl/>
        </w:rPr>
        <w:t>،</w:t>
      </w:r>
      <w:r>
        <w:rPr>
          <w:rtl/>
        </w:rPr>
        <w:t xml:space="preserve"> </w:t>
      </w:r>
      <w:r w:rsidRPr="00D95A45">
        <w:rPr>
          <w:rtl/>
        </w:rPr>
        <w:t>فان علم مكانه بعث إليه.</w:t>
      </w:r>
    </w:p>
    <w:p w:rsidR="00AC7755" w:rsidRDefault="00D45E0E" w:rsidP="00AC7755">
      <w:pPr>
        <w:pStyle w:val="libNormal"/>
        <w:rPr>
          <w:rtl/>
        </w:rPr>
      </w:pPr>
      <w:r w:rsidRPr="00D95A45">
        <w:rPr>
          <w:rtl/>
        </w:rPr>
        <w:t>(168) 168</w:t>
      </w:r>
      <w:r w:rsidR="00CC15EB">
        <w:rPr>
          <w:rtl/>
        </w:rPr>
        <w:t xml:space="preserve"> - </w:t>
      </w:r>
      <w:r w:rsidRPr="00D95A45">
        <w:rPr>
          <w:rtl/>
        </w:rPr>
        <w:t xml:space="preserve">محمد بن يحيى عن محمد بن الحسين عن محمد بن اسلم الجبلي عن عاصم بن حميد عن محمد بن قيس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امرأة ذات بعل زنت فحملت فلما ولدت قتلت ولدها سرا قال</w:t>
      </w:r>
      <w:r w:rsidR="00CC15EB">
        <w:rPr>
          <w:rtl/>
        </w:rPr>
        <w:t>:</w:t>
      </w:r>
      <w:r>
        <w:rPr>
          <w:rtl/>
        </w:rPr>
        <w:t xml:space="preserve"> </w:t>
      </w:r>
      <w:r w:rsidRPr="00D95A45">
        <w:rPr>
          <w:rtl/>
        </w:rPr>
        <w:t>تجلد مائة لقتلها ولدها وترجم لانها محصنة</w:t>
      </w:r>
      <w:r w:rsidR="00CC15EB">
        <w:rPr>
          <w:rtl/>
        </w:rPr>
        <w:t>،</w:t>
      </w:r>
      <w:r>
        <w:rPr>
          <w:rtl/>
        </w:rPr>
        <w:t xml:space="preserve"> </w:t>
      </w:r>
      <w:r w:rsidRPr="00D95A45">
        <w:rPr>
          <w:rtl/>
        </w:rPr>
        <w:t>قال</w:t>
      </w:r>
      <w:r w:rsidR="00CC15EB">
        <w:rPr>
          <w:rtl/>
        </w:rPr>
        <w:t>:</w:t>
      </w:r>
      <w:r>
        <w:rPr>
          <w:rtl/>
        </w:rPr>
        <w:t xml:space="preserve"> </w:t>
      </w:r>
      <w:r w:rsidRPr="00D95A45">
        <w:rPr>
          <w:rtl/>
        </w:rPr>
        <w:t>وسألته عن امرأة غير ذات بعل زنت فحملت فلما ولدت قتلت ولدها سرا قال</w:t>
      </w:r>
      <w:r w:rsidR="00CC15EB">
        <w:rPr>
          <w:rtl/>
        </w:rPr>
        <w:t>:</w:t>
      </w:r>
      <w:r>
        <w:rPr>
          <w:rtl/>
        </w:rPr>
        <w:t xml:space="preserve"> </w:t>
      </w:r>
      <w:r w:rsidRPr="00D95A45">
        <w:rPr>
          <w:rtl/>
        </w:rPr>
        <w:t>تجلد مائة لانها زنت وتجلد مائة لانها قتلت ولدها</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165</w:t>
      </w:r>
      <w:r>
        <w:rPr>
          <w:rtl/>
        </w:rPr>
        <w:t xml:space="preserve"> - </w:t>
      </w:r>
      <w:r w:rsidR="00D45E0E" w:rsidRPr="00D95A45">
        <w:rPr>
          <w:rtl/>
        </w:rPr>
        <w:t>الاستبصار ج 4 ص 232 الكافي ج 2 ص 309 الفقيه ج 4 ص 52</w:t>
      </w:r>
    </w:p>
    <w:p w:rsidR="00CC15EB" w:rsidRDefault="00CC15EB" w:rsidP="00AC7755">
      <w:pPr>
        <w:pStyle w:val="libFootnote0"/>
        <w:rPr>
          <w:rtl/>
        </w:rPr>
      </w:pPr>
      <w:r>
        <w:rPr>
          <w:rtl/>
        </w:rPr>
        <w:t>-</w:t>
      </w:r>
      <w:r w:rsidR="00D45E0E" w:rsidRPr="007277FF">
        <w:rPr>
          <w:rtl/>
        </w:rPr>
        <w:t xml:space="preserve"> 166</w:t>
      </w:r>
      <w:r>
        <w:rPr>
          <w:rtl/>
        </w:rPr>
        <w:t xml:space="preserve"> - </w:t>
      </w:r>
      <w:r w:rsidR="00D45E0E" w:rsidRPr="007277FF">
        <w:rPr>
          <w:rtl/>
        </w:rPr>
        <w:t>الكافي ج 2 ص 308</w:t>
      </w:r>
    </w:p>
    <w:p w:rsidR="00CC15EB" w:rsidRDefault="00CC15EB" w:rsidP="00AC7755">
      <w:pPr>
        <w:pStyle w:val="libFootnote0"/>
        <w:rPr>
          <w:rtl/>
        </w:rPr>
      </w:pPr>
      <w:r>
        <w:rPr>
          <w:rtl/>
        </w:rPr>
        <w:t>-</w:t>
      </w:r>
      <w:r w:rsidR="00D45E0E" w:rsidRPr="007277FF">
        <w:rPr>
          <w:rtl/>
        </w:rPr>
        <w:t xml:space="preserve"> 167</w:t>
      </w:r>
      <w:r>
        <w:rPr>
          <w:rtl/>
        </w:rPr>
        <w:t xml:space="preserve"> - </w:t>
      </w:r>
      <w:r w:rsidR="00D45E0E" w:rsidRPr="007277FF">
        <w:rPr>
          <w:rtl/>
        </w:rPr>
        <w:t>الكافي ج 2 ص 308 الفقيه ج 4 ص 26</w:t>
      </w:r>
    </w:p>
    <w:p w:rsidR="00AC7755" w:rsidRDefault="00CC15EB" w:rsidP="00AC7755">
      <w:pPr>
        <w:pStyle w:val="libFootnote0"/>
        <w:rPr>
          <w:rtl/>
        </w:rPr>
      </w:pPr>
      <w:r>
        <w:rPr>
          <w:rtl/>
        </w:rPr>
        <w:t>-</w:t>
      </w:r>
      <w:r w:rsidR="00D45E0E" w:rsidRPr="00DA0376">
        <w:rPr>
          <w:rtl/>
        </w:rPr>
        <w:t xml:space="preserve"> 168</w:t>
      </w:r>
      <w:r>
        <w:rPr>
          <w:rtl/>
        </w:rPr>
        <w:t xml:space="preserve"> - </w:t>
      </w:r>
      <w:r w:rsidR="00D45E0E" w:rsidRPr="00DA0376">
        <w:rPr>
          <w:rtl/>
        </w:rPr>
        <w:t>الكافي ج 2 ص 311 الفقيه ج 4 ص 27</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(169) 169</w:t>
      </w:r>
      <w:r w:rsidR="00CC15EB">
        <w:rPr>
          <w:rtl/>
        </w:rPr>
        <w:t xml:space="preserve"> - </w:t>
      </w:r>
      <w:r w:rsidRPr="00D95A45">
        <w:rPr>
          <w:rtl/>
        </w:rPr>
        <w:t xml:space="preserve">محمد بن احمد بن يحيى عن بعض اصحابه عن ابراهيم ابن محمد الثقفى عن ابراهيم بن يحيى الدوري عن هشام بن بشير عن ابي بشير عن ابي روح ان امرأة تشبهت بامة لرجل وذلك ليلا فواقعها وهو يرى انها جاريته فرفع إلى عمر فارسل إلى علي </w:t>
      </w:r>
      <w:r w:rsidR="00AC7755" w:rsidRPr="00AC7755">
        <w:rPr>
          <w:rStyle w:val="libAlaemChar"/>
          <w:rtl/>
        </w:rPr>
        <w:t>عليه‌السلام</w:t>
      </w:r>
      <w:r w:rsidRPr="00D95A45">
        <w:rPr>
          <w:rtl/>
        </w:rPr>
        <w:t xml:space="preserve"> فقال</w:t>
      </w:r>
      <w:r w:rsidR="00CC15EB">
        <w:rPr>
          <w:rtl/>
        </w:rPr>
        <w:t>:</w:t>
      </w:r>
      <w:r>
        <w:rPr>
          <w:rtl/>
        </w:rPr>
        <w:t xml:space="preserve"> </w:t>
      </w:r>
      <w:r w:rsidRPr="00D95A45">
        <w:rPr>
          <w:rtl/>
        </w:rPr>
        <w:t>ضرب الرجل حدا في السر واضرب المرأة حدا في العلانية.</w:t>
      </w:r>
    </w:p>
    <w:p w:rsidR="00AC7755" w:rsidRDefault="00D45E0E" w:rsidP="00AC7755">
      <w:pPr>
        <w:pStyle w:val="libNormal"/>
        <w:rPr>
          <w:rtl/>
        </w:rPr>
      </w:pPr>
      <w:r w:rsidRPr="00D95A45">
        <w:rPr>
          <w:rtl/>
        </w:rPr>
        <w:t>(170) 170</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يقام الحد على المستحاضة حتى ينقطع الدم عنها.</w:t>
      </w:r>
    </w:p>
    <w:p w:rsidR="00AC7755" w:rsidRDefault="00D45E0E" w:rsidP="00AC7755">
      <w:pPr>
        <w:pStyle w:val="libNormal"/>
        <w:rPr>
          <w:rtl/>
        </w:rPr>
      </w:pPr>
      <w:r w:rsidRPr="00D95A45">
        <w:rPr>
          <w:rtl/>
        </w:rPr>
        <w:t>(171) 171</w:t>
      </w:r>
      <w:r w:rsidR="00CC15EB">
        <w:rPr>
          <w:rtl/>
        </w:rPr>
        <w:t xml:space="preserve"> - </w:t>
      </w:r>
      <w:r w:rsidRPr="00D95A45">
        <w:rPr>
          <w:rtl/>
        </w:rPr>
        <w:t xml:space="preserve">الحسين بن سعيد عن فضالة عن ابان عن زرارة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قال الشاهد</w:t>
      </w:r>
      <w:r w:rsidR="00CC15EB">
        <w:rPr>
          <w:rtl/>
        </w:rPr>
        <w:t>:</w:t>
      </w:r>
      <w:r>
        <w:rPr>
          <w:rtl/>
        </w:rPr>
        <w:t xml:space="preserve"> </w:t>
      </w:r>
      <w:r w:rsidRPr="00D95A45">
        <w:rPr>
          <w:rtl/>
        </w:rPr>
        <w:t>انه قد جلس منها مجلس الرجل من امرأته اقيم عليه الحد.</w:t>
      </w:r>
    </w:p>
    <w:p w:rsidR="00AC7755" w:rsidRDefault="00D45E0E" w:rsidP="00AC7755">
      <w:pPr>
        <w:pStyle w:val="libNormal"/>
        <w:rPr>
          <w:rtl/>
        </w:rPr>
      </w:pPr>
      <w:r w:rsidRPr="00D95A45">
        <w:rPr>
          <w:rtl/>
        </w:rPr>
        <w:t>(172) 172</w:t>
      </w:r>
      <w:r w:rsidR="00CC15EB">
        <w:rPr>
          <w:rtl/>
        </w:rPr>
        <w:t xml:space="preserve"> - </w:t>
      </w:r>
      <w:r w:rsidRPr="00D95A45">
        <w:rPr>
          <w:rtl/>
        </w:rPr>
        <w:t xml:space="preserve">عنه عن ابن ابي عمير عن ابن سنان وغيره عن ابي عبد الله </w:t>
      </w:r>
      <w:r w:rsidR="00AC7755" w:rsidRPr="00AC7755">
        <w:rPr>
          <w:rStyle w:val="libAlaemChar"/>
          <w:rtl/>
        </w:rPr>
        <w:t>عليه‌السلام</w:t>
      </w:r>
      <w:r w:rsidRPr="00D95A45">
        <w:rPr>
          <w:rtl/>
        </w:rPr>
        <w:t xml:space="preserve"> في امرأة اقتضت جارية بيدها قال</w:t>
      </w:r>
      <w:r w:rsidR="00CC15EB">
        <w:rPr>
          <w:rtl/>
        </w:rPr>
        <w:t>:</w:t>
      </w:r>
      <w:r>
        <w:rPr>
          <w:rtl/>
        </w:rPr>
        <w:t xml:space="preserve"> </w:t>
      </w:r>
      <w:r w:rsidRPr="00D95A45">
        <w:rPr>
          <w:rtl/>
        </w:rPr>
        <w:t>عليها المهر وتضرب الحد.</w:t>
      </w:r>
    </w:p>
    <w:p w:rsidR="00AC7755" w:rsidRDefault="00D45E0E" w:rsidP="00AC7755">
      <w:pPr>
        <w:pStyle w:val="libNormal"/>
        <w:rPr>
          <w:rtl/>
        </w:rPr>
      </w:pPr>
      <w:r w:rsidRPr="00D95A45">
        <w:rPr>
          <w:rtl/>
        </w:rPr>
        <w:t>(173) 173</w:t>
      </w:r>
      <w:r w:rsidR="00CC15EB">
        <w:rPr>
          <w:rtl/>
        </w:rPr>
        <w:t xml:space="preserve"> - </w:t>
      </w:r>
      <w:r w:rsidRPr="00D95A45">
        <w:rPr>
          <w:rtl/>
        </w:rPr>
        <w:t xml:space="preserve">عنه عن ابن محبوب عن ابن سنان عن ابي عبد الله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قضى بذلك وقال</w:t>
      </w:r>
      <w:r w:rsidR="00CC15EB">
        <w:rPr>
          <w:rtl/>
        </w:rPr>
        <w:t>:</w:t>
      </w:r>
      <w:r>
        <w:rPr>
          <w:rtl/>
        </w:rPr>
        <w:t xml:space="preserve"> </w:t>
      </w:r>
      <w:r w:rsidRPr="00D95A45">
        <w:rPr>
          <w:rtl/>
        </w:rPr>
        <w:t>تجلد ثمانين.</w:t>
      </w:r>
    </w:p>
    <w:p w:rsidR="00AC7755" w:rsidRDefault="00D45E0E" w:rsidP="00AC7755">
      <w:pPr>
        <w:pStyle w:val="libNormal"/>
        <w:rPr>
          <w:rtl/>
        </w:rPr>
      </w:pPr>
      <w:r w:rsidRPr="00D95A45">
        <w:rPr>
          <w:rtl/>
        </w:rPr>
        <w:t>(174) 174</w:t>
      </w:r>
      <w:r w:rsidR="00CC15EB">
        <w:rPr>
          <w:rtl/>
        </w:rPr>
        <w:t xml:space="preserve"> - </w:t>
      </w:r>
      <w:r w:rsidRPr="00D95A45">
        <w:rPr>
          <w:rtl/>
        </w:rPr>
        <w:t>عنه عن فضالة عن ابان عن الحسين بن كثير عن ابيه قال</w:t>
      </w:r>
      <w:r w:rsidR="00CC15EB">
        <w:rPr>
          <w:rtl/>
        </w:rPr>
        <w:t>:</w:t>
      </w:r>
      <w:r>
        <w:rPr>
          <w:rtl/>
        </w:rPr>
        <w:t xml:space="preserve"> </w:t>
      </w:r>
      <w:r w:rsidRPr="00D95A45">
        <w:rPr>
          <w:rtl/>
        </w:rPr>
        <w:t xml:space="preserve">خرج امير المؤمنين </w:t>
      </w:r>
      <w:r w:rsidR="00AC7755" w:rsidRPr="00AC7755">
        <w:rPr>
          <w:rStyle w:val="libAlaemChar"/>
          <w:rtl/>
        </w:rPr>
        <w:t>عليه‌السلام</w:t>
      </w:r>
      <w:r w:rsidRPr="00D95A45">
        <w:rPr>
          <w:rtl/>
        </w:rPr>
        <w:t xml:space="preserve"> بسراقة الهمدانية فكاد الناس يقتل بعضهم بعضا من الزحام فلما رأى ذلك امر بردها حتى إذا خفت الزحمة أخرجت واغلق الباب قال</w:t>
      </w:r>
      <w:r w:rsidR="00CC15EB">
        <w:rPr>
          <w:rtl/>
        </w:rPr>
        <w:t>:</w:t>
      </w:r>
      <w:r>
        <w:rPr>
          <w:rtl/>
        </w:rPr>
        <w:t xml:space="preserve"> </w:t>
      </w:r>
      <w:r w:rsidRPr="00D95A45">
        <w:rPr>
          <w:rtl/>
        </w:rPr>
        <w:t>فرموها حتى ماتت</w:t>
      </w:r>
      <w:r w:rsidR="00CC15EB">
        <w:rPr>
          <w:rtl/>
        </w:rPr>
        <w:t>،</w:t>
      </w:r>
      <w:r>
        <w:rPr>
          <w:rtl/>
        </w:rPr>
        <w:t xml:space="preserve"> </w:t>
      </w:r>
      <w:r w:rsidRPr="00D95A45">
        <w:rPr>
          <w:rtl/>
        </w:rPr>
        <w:t>قال. ثم امر بالباب ففتح قال</w:t>
      </w:r>
      <w:r w:rsidR="00CC15EB">
        <w:rPr>
          <w:rtl/>
        </w:rPr>
        <w:t>:</w:t>
      </w:r>
      <w:r>
        <w:rPr>
          <w:rtl/>
        </w:rPr>
        <w:t xml:space="preserve"> </w:t>
      </w:r>
      <w:r w:rsidRPr="00D95A45">
        <w:rPr>
          <w:rtl/>
        </w:rPr>
        <w:t>فجعل كل من يدخل يلعنها قال</w:t>
      </w:r>
      <w:r w:rsidR="00CC15EB">
        <w:rPr>
          <w:rtl/>
        </w:rPr>
        <w:t>:</w:t>
      </w:r>
      <w:r>
        <w:rPr>
          <w:rtl/>
        </w:rPr>
        <w:t xml:space="preserve"> </w:t>
      </w:r>
      <w:r w:rsidRPr="00D95A45">
        <w:rPr>
          <w:rtl/>
        </w:rPr>
        <w:t>فلما رأى ذلك نادى مناديه ايها الناس ارفعوا السنتكم عنها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169</w:t>
      </w:r>
      <w:r>
        <w:rPr>
          <w:rFonts w:hint="cs"/>
          <w:rtl/>
        </w:rPr>
        <w:t xml:space="preserve"> - </w:t>
      </w:r>
      <w:r w:rsidR="00D45E0E" w:rsidRPr="007277FF">
        <w:rPr>
          <w:rtl/>
        </w:rPr>
        <w:t>170</w:t>
      </w:r>
      <w:r>
        <w:rPr>
          <w:rtl/>
        </w:rPr>
        <w:t xml:space="preserve"> - </w:t>
      </w:r>
      <w:r w:rsidR="00D45E0E" w:rsidRPr="007277FF">
        <w:rPr>
          <w:rtl/>
        </w:rPr>
        <w:t>الكافي ج 2 ص 312</w:t>
      </w:r>
    </w:p>
    <w:p w:rsidR="00CC15EB" w:rsidRDefault="00CC15EB" w:rsidP="00AC7755">
      <w:pPr>
        <w:pStyle w:val="libFootnote0"/>
        <w:rPr>
          <w:rtl/>
        </w:rPr>
      </w:pPr>
      <w:r>
        <w:rPr>
          <w:rtl/>
        </w:rPr>
        <w:t>-</w:t>
      </w:r>
      <w:r w:rsidR="00D45E0E" w:rsidRPr="007277FF">
        <w:rPr>
          <w:rtl/>
        </w:rPr>
        <w:t xml:space="preserve"> 172</w:t>
      </w:r>
      <w:r>
        <w:rPr>
          <w:rtl/>
        </w:rPr>
        <w:t xml:space="preserve"> - </w:t>
      </w:r>
      <w:r w:rsidR="00D45E0E" w:rsidRPr="007277FF">
        <w:rPr>
          <w:rtl/>
        </w:rPr>
        <w:t>الفقيه ج 4 ص 18</w:t>
      </w:r>
    </w:p>
    <w:p w:rsidR="00CC15EB" w:rsidRDefault="00CC15EB" w:rsidP="00AC7755">
      <w:pPr>
        <w:pStyle w:val="libFootnote0"/>
        <w:rPr>
          <w:rtl/>
        </w:rPr>
      </w:pPr>
      <w:r>
        <w:rPr>
          <w:rtl/>
        </w:rPr>
        <w:t>-</w:t>
      </w:r>
      <w:r w:rsidR="00D45E0E" w:rsidRPr="007277FF">
        <w:rPr>
          <w:rtl/>
        </w:rPr>
        <w:t xml:space="preserve"> 173</w:t>
      </w:r>
      <w:r>
        <w:rPr>
          <w:rtl/>
        </w:rPr>
        <w:t xml:space="preserve"> - </w:t>
      </w:r>
      <w:r w:rsidR="00D45E0E" w:rsidRPr="007277FF">
        <w:rPr>
          <w:rtl/>
        </w:rPr>
        <w:t>الكافي</w:t>
      </w:r>
      <w:r>
        <w:rPr>
          <w:rtl/>
        </w:rPr>
        <w:t xml:space="preserve"> - </w:t>
      </w:r>
      <w:r w:rsidR="00D45E0E" w:rsidRPr="007277FF">
        <w:rPr>
          <w:rtl/>
        </w:rPr>
        <w:t>ج 2 ص 294 الفقيه ج 4 ص 18</w:t>
      </w:r>
    </w:p>
    <w:p w:rsidR="00AC7755" w:rsidRDefault="00CC15EB" w:rsidP="00AC7755">
      <w:pPr>
        <w:pStyle w:val="libFootnote0"/>
        <w:rPr>
          <w:rtl/>
        </w:rPr>
      </w:pPr>
      <w:r>
        <w:rPr>
          <w:rtl/>
        </w:rPr>
        <w:t>-</w:t>
      </w:r>
      <w:r w:rsidR="00D45E0E" w:rsidRPr="00DA0376">
        <w:rPr>
          <w:rtl/>
        </w:rPr>
        <w:t xml:space="preserve"> 174</w:t>
      </w:r>
      <w:r>
        <w:rPr>
          <w:rtl/>
        </w:rPr>
        <w:t xml:space="preserve"> - </w:t>
      </w:r>
      <w:r w:rsidR="00D45E0E" w:rsidRPr="00DA0376">
        <w:rPr>
          <w:rtl/>
        </w:rPr>
        <w:t>الفقيه ج 4 ص 16</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فانه لا يقام حد الا كان كفارة ذلك الذنب كما يجري الدين بالدين.</w:t>
      </w:r>
    </w:p>
    <w:p w:rsidR="00AC7755" w:rsidRDefault="00D45E0E" w:rsidP="00AC7755">
      <w:pPr>
        <w:pStyle w:val="libNormal"/>
        <w:rPr>
          <w:rtl/>
        </w:rPr>
      </w:pPr>
      <w:r w:rsidRPr="00D95A45">
        <w:rPr>
          <w:rtl/>
        </w:rPr>
        <w:t>(175) 175</w:t>
      </w:r>
      <w:r w:rsidR="00CC15EB">
        <w:rPr>
          <w:rtl/>
        </w:rPr>
        <w:t xml:space="preserve"> - </w:t>
      </w:r>
      <w:r w:rsidRPr="00D95A45">
        <w:rPr>
          <w:rtl/>
        </w:rPr>
        <w:t xml:space="preserve">عنه عن محمد بن يحيى عن طلحة بن زيد عن جعفر عن ابيه </w:t>
      </w:r>
      <w:r w:rsidR="00AC7755" w:rsidRPr="00AC7755">
        <w:rPr>
          <w:rStyle w:val="libAlaemChar"/>
          <w:rtl/>
        </w:rPr>
        <w:t>عليه‌السلام</w:t>
      </w:r>
      <w:r w:rsidRPr="00D95A45">
        <w:rPr>
          <w:rtl/>
        </w:rPr>
        <w:t xml:space="preserve"> انه رفع إلى امير المؤمنين </w:t>
      </w:r>
      <w:r w:rsidR="00AC7755" w:rsidRPr="00AC7755">
        <w:rPr>
          <w:rStyle w:val="libAlaemChar"/>
          <w:rtl/>
        </w:rPr>
        <w:t>عليه‌السلام</w:t>
      </w:r>
      <w:r w:rsidRPr="00D95A45">
        <w:rPr>
          <w:rtl/>
        </w:rPr>
        <w:t xml:space="preserve"> رجل وجد تحت فراش امرأة في بيتها فقال</w:t>
      </w:r>
      <w:r w:rsidR="00CC15EB">
        <w:rPr>
          <w:rtl/>
        </w:rPr>
        <w:t>:</w:t>
      </w:r>
      <w:r>
        <w:rPr>
          <w:rtl/>
        </w:rPr>
        <w:t xml:space="preserve"> </w:t>
      </w:r>
      <w:r w:rsidRPr="00D95A45">
        <w:rPr>
          <w:rtl/>
        </w:rPr>
        <w:t>هل رأيتم غير ذلك</w:t>
      </w:r>
      <w:r>
        <w:rPr>
          <w:rtl/>
        </w:rPr>
        <w:t>؟</w:t>
      </w:r>
      <w:r w:rsidRPr="00D95A45">
        <w:rPr>
          <w:rtl/>
        </w:rPr>
        <w:t xml:space="preserve"> قالوا</w:t>
      </w:r>
      <w:r w:rsidR="00CC15EB">
        <w:rPr>
          <w:rtl/>
        </w:rPr>
        <w:t>:</w:t>
      </w:r>
      <w:r>
        <w:rPr>
          <w:rtl/>
        </w:rPr>
        <w:t xml:space="preserve"> </w:t>
      </w:r>
      <w:r w:rsidRPr="00D95A45">
        <w:rPr>
          <w:rtl/>
        </w:rPr>
        <w:t>لا قال</w:t>
      </w:r>
      <w:r w:rsidR="00CC15EB">
        <w:rPr>
          <w:rtl/>
        </w:rPr>
        <w:t>:</w:t>
      </w:r>
      <w:r>
        <w:rPr>
          <w:rtl/>
        </w:rPr>
        <w:t xml:space="preserve"> </w:t>
      </w:r>
      <w:r w:rsidRPr="00D95A45">
        <w:rPr>
          <w:rtl/>
        </w:rPr>
        <w:t>فانطلقوا به إلى مخروة فمرغوه عليها ظهرا لبطن ثم خلوا سبيله.</w:t>
      </w:r>
    </w:p>
    <w:p w:rsidR="00AC7755" w:rsidRDefault="00D45E0E" w:rsidP="00AC7755">
      <w:pPr>
        <w:pStyle w:val="libNormal"/>
        <w:rPr>
          <w:rtl/>
        </w:rPr>
      </w:pPr>
      <w:r w:rsidRPr="00D95A45">
        <w:rPr>
          <w:rtl/>
        </w:rPr>
        <w:t>(176) 176</w:t>
      </w:r>
      <w:r w:rsidR="00CC15EB">
        <w:rPr>
          <w:rtl/>
        </w:rPr>
        <w:t xml:space="preserve"> - </w:t>
      </w:r>
      <w:r w:rsidRPr="00D95A45">
        <w:rPr>
          <w:rtl/>
        </w:rPr>
        <w:t xml:space="preserve">احمد بن محمد عن عثمان بن عيسى عن ابى بصير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وجد الرجل مع امرأة في بيت ليلا وليس بينهما رحم جلدا.</w:t>
      </w:r>
    </w:p>
    <w:p w:rsidR="00AC7755" w:rsidRDefault="00D45E0E" w:rsidP="00AC7755">
      <w:pPr>
        <w:pStyle w:val="libNormal"/>
        <w:rPr>
          <w:rtl/>
        </w:rPr>
      </w:pPr>
      <w:r w:rsidRPr="00D95A45">
        <w:rPr>
          <w:rtl/>
        </w:rPr>
        <w:t>(177) 177</w:t>
      </w:r>
      <w:r w:rsidR="00CC15EB">
        <w:rPr>
          <w:rtl/>
        </w:rPr>
        <w:t xml:space="preserve"> - </w:t>
      </w:r>
      <w:r w:rsidRPr="00D95A45">
        <w:rPr>
          <w:rtl/>
        </w:rPr>
        <w:t xml:space="preserve">احمد بن محمد عن البرقى عن النوفلي عن السكوني عن جعفر عن ابيه عن علي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رسول </w:t>
      </w:r>
      <w:r w:rsidR="00AC7755" w:rsidRPr="00AC7755">
        <w:rPr>
          <w:rStyle w:val="libAlaemChar"/>
          <w:rtl/>
        </w:rPr>
        <w:t>صلى‌الله‌عليه‌وآله‌وسلم</w:t>
      </w:r>
      <w:r w:rsidR="00CC15EB">
        <w:rPr>
          <w:rtl/>
        </w:rPr>
        <w:t>:</w:t>
      </w:r>
      <w:r>
        <w:rPr>
          <w:rtl/>
        </w:rPr>
        <w:t xml:space="preserve"> </w:t>
      </w:r>
      <w:r w:rsidRPr="00D95A45">
        <w:rPr>
          <w:rtl/>
        </w:rPr>
        <w:t>لا تسألوا الفاجرة من فجر بك فكما هان عليها الفجور يهون عليها ان ترمي البرئ المسلم.</w:t>
      </w:r>
    </w:p>
    <w:p w:rsidR="00AC7755" w:rsidRDefault="00D45E0E" w:rsidP="00AC7755">
      <w:pPr>
        <w:pStyle w:val="libNormal"/>
        <w:rPr>
          <w:rtl/>
        </w:rPr>
      </w:pPr>
      <w:r w:rsidRPr="00D95A45">
        <w:rPr>
          <w:rtl/>
        </w:rPr>
        <w:t>(178) 178</w:t>
      </w:r>
      <w:r w:rsidR="00CC15EB">
        <w:rPr>
          <w:rtl/>
        </w:rPr>
        <w:t xml:space="preserve"> - </w:t>
      </w:r>
      <w:r w:rsidRPr="00D95A45">
        <w:rPr>
          <w:rtl/>
        </w:rPr>
        <w:t xml:space="preserve">وبهذا الاسناد عن علي </w:t>
      </w:r>
      <w:r w:rsidR="00AC7755" w:rsidRPr="00AC7755">
        <w:rPr>
          <w:rStyle w:val="libAlaemChar"/>
          <w:rtl/>
        </w:rPr>
        <w:t>عليه‌السلام</w:t>
      </w:r>
      <w:r w:rsidRPr="00D95A45">
        <w:rPr>
          <w:rtl/>
        </w:rPr>
        <w:t xml:space="preserve"> إذا سألت الفاجرة من فجر بك فقالت فلان جلدتها حدين حدا لفجورها وحدا لفريتها على الرجل المسلم.</w:t>
      </w:r>
    </w:p>
    <w:p w:rsidR="00AC7755" w:rsidRDefault="00D45E0E" w:rsidP="00AC7755">
      <w:pPr>
        <w:pStyle w:val="libNormal"/>
        <w:rPr>
          <w:rtl/>
        </w:rPr>
      </w:pPr>
      <w:r w:rsidRPr="00D95A45">
        <w:rPr>
          <w:rtl/>
        </w:rPr>
        <w:t>(179) 179</w:t>
      </w:r>
      <w:r w:rsidR="00CC15EB">
        <w:rPr>
          <w:rtl/>
        </w:rPr>
        <w:t xml:space="preserve"> - </w:t>
      </w:r>
      <w:r w:rsidRPr="00D95A45">
        <w:rPr>
          <w:rtl/>
        </w:rPr>
        <w:t xml:space="preserve">احمد بن محمد عن العباس بن موسى عن عبد الرحمان عن اسحاق بن عمار عن المعلى قال. سألت ابا عبد الله </w:t>
      </w:r>
      <w:r w:rsidR="00AC7755" w:rsidRPr="00AC7755">
        <w:rPr>
          <w:rStyle w:val="libAlaemChar"/>
          <w:rtl/>
        </w:rPr>
        <w:t>عليه‌السلام</w:t>
      </w:r>
      <w:r w:rsidRPr="00D95A45">
        <w:rPr>
          <w:rtl/>
        </w:rPr>
        <w:t xml:space="preserve"> عن رجل وطئ امرأة فنقلت ماءه إلى جارية بكر فحملت الجارية فقال</w:t>
      </w:r>
      <w:r w:rsidR="00CC15EB">
        <w:rPr>
          <w:rtl/>
        </w:rPr>
        <w:t>:</w:t>
      </w:r>
      <w:r>
        <w:rPr>
          <w:rtl/>
        </w:rPr>
        <w:t xml:space="preserve"> </w:t>
      </w:r>
      <w:r w:rsidRPr="00D95A45">
        <w:rPr>
          <w:rtl/>
        </w:rPr>
        <w:t>الولد للرجل وعلى المرأة الرجم وعلى الجارية الحد.</w:t>
      </w:r>
    </w:p>
    <w:p w:rsidR="00AC7755" w:rsidRDefault="00D45E0E" w:rsidP="00AC7755">
      <w:pPr>
        <w:pStyle w:val="libNormal"/>
        <w:rPr>
          <w:rtl/>
        </w:rPr>
      </w:pPr>
      <w:r w:rsidRPr="00D95A45">
        <w:rPr>
          <w:rtl/>
        </w:rPr>
        <w:t>(180) 180</w:t>
      </w:r>
      <w:r w:rsidR="00CC15EB">
        <w:rPr>
          <w:rtl/>
        </w:rPr>
        <w:t xml:space="preserve"> - </w:t>
      </w:r>
      <w:r w:rsidRPr="00D95A45">
        <w:rPr>
          <w:rtl/>
        </w:rPr>
        <w:t xml:space="preserve">محمد بن علي بن محبوب عن محمد بن عيسى العبيدي عن عبد الله بن المغيرة عن اسماعيل بن ابي زياد عن جعفر عن ابيه عن امير المؤمنين </w:t>
      </w:r>
      <w:r w:rsidR="00AC7755" w:rsidRPr="00AC7755">
        <w:rPr>
          <w:rStyle w:val="libAlaemChar"/>
          <w:rtl/>
        </w:rPr>
        <w:t>عليه‌السلام</w:t>
      </w:r>
      <w:r w:rsidRPr="00D95A45">
        <w:rPr>
          <w:rtl/>
        </w:rPr>
        <w:t xml:space="preserve"> انه رفع إليه رجل وقع على امرأة ابيه فرجمه وكان غير محصن.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178</w:t>
      </w:r>
      <w:r>
        <w:rPr>
          <w:rtl/>
        </w:rPr>
        <w:t xml:space="preserve"> - </w:t>
      </w:r>
      <w:r w:rsidR="00D45E0E" w:rsidRPr="00D95A45">
        <w:rPr>
          <w:rtl/>
        </w:rPr>
        <w:t>الكافي ج 2 ص 296</w:t>
      </w:r>
    </w:p>
    <w:p w:rsidR="00AC7755" w:rsidRDefault="00CC15EB" w:rsidP="00AC7755">
      <w:pPr>
        <w:pStyle w:val="libFootnote0"/>
        <w:rPr>
          <w:rtl/>
        </w:rPr>
      </w:pPr>
      <w:r>
        <w:rPr>
          <w:rtl/>
        </w:rPr>
        <w:t>-</w:t>
      </w:r>
      <w:r w:rsidR="00D45E0E" w:rsidRPr="00DA0376">
        <w:rPr>
          <w:rtl/>
        </w:rPr>
        <w:t xml:space="preserve"> 180</w:t>
      </w:r>
      <w:r>
        <w:rPr>
          <w:rtl/>
        </w:rPr>
        <w:t xml:space="preserve"> - </w:t>
      </w:r>
      <w:r w:rsidR="00D45E0E" w:rsidRPr="00DA0376">
        <w:rPr>
          <w:rtl/>
        </w:rPr>
        <w:t>الفقيه ج 4 ص 30</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(181) 181</w:t>
      </w:r>
      <w:r w:rsidR="00CC15EB">
        <w:rPr>
          <w:rtl/>
        </w:rPr>
        <w:t xml:space="preserve"> - </w:t>
      </w:r>
      <w:r w:rsidRPr="00D95A45">
        <w:rPr>
          <w:rtl/>
        </w:rPr>
        <w:t>عنه عن علي بن محمد بن يحيى الخزاز عن الحسن ابن علي الوشا عن ابى اسحاق عن جابر عن عبد الله بن جذاعة قال</w:t>
      </w:r>
      <w:r w:rsidR="00CC15EB">
        <w:rPr>
          <w:rtl/>
        </w:rPr>
        <w:t>:</w:t>
      </w:r>
      <w:r>
        <w:rPr>
          <w:rtl/>
        </w:rPr>
        <w:t xml:space="preserve"> </w:t>
      </w:r>
      <w:r w:rsidRPr="00D95A45">
        <w:rPr>
          <w:rtl/>
        </w:rPr>
        <w:t>سألته عن اربعة نفر شهدوا على رجلين وامرأتين بالزنى قال</w:t>
      </w:r>
      <w:r w:rsidR="00CC15EB">
        <w:rPr>
          <w:rtl/>
        </w:rPr>
        <w:t>:</w:t>
      </w:r>
      <w:r>
        <w:rPr>
          <w:rtl/>
        </w:rPr>
        <w:t xml:space="preserve"> </w:t>
      </w:r>
      <w:r w:rsidRPr="00D95A45">
        <w:rPr>
          <w:rtl/>
        </w:rPr>
        <w:t>يرجمون.</w:t>
      </w:r>
    </w:p>
    <w:p w:rsidR="00AC7755" w:rsidRDefault="00D45E0E" w:rsidP="00AC7755">
      <w:pPr>
        <w:pStyle w:val="libNormal"/>
        <w:rPr>
          <w:rtl/>
        </w:rPr>
      </w:pPr>
      <w:r w:rsidRPr="00D95A45">
        <w:rPr>
          <w:rtl/>
        </w:rPr>
        <w:t>(182) 182</w:t>
      </w:r>
      <w:r w:rsidR="00CC15EB">
        <w:rPr>
          <w:rtl/>
        </w:rPr>
        <w:t xml:space="preserve"> - </w:t>
      </w:r>
      <w:r w:rsidRPr="00D95A45">
        <w:rPr>
          <w:rtl/>
        </w:rPr>
        <w:t>عنه عن احمد بن الحسن عن عمرو بن سعيد عن مصدق بن صدقة عن عمار الساباطي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محصنة زنت وهي حبلى قال</w:t>
      </w:r>
      <w:r w:rsidR="00CC15EB">
        <w:rPr>
          <w:rtl/>
        </w:rPr>
        <w:t>:</w:t>
      </w:r>
      <w:r>
        <w:rPr>
          <w:rtl/>
        </w:rPr>
        <w:t xml:space="preserve"> </w:t>
      </w:r>
      <w:r w:rsidRPr="00D95A45">
        <w:rPr>
          <w:rtl/>
        </w:rPr>
        <w:t>تقر حتى تضع ما في بطنها وترضع ولدها ثم ترجم.</w:t>
      </w:r>
    </w:p>
    <w:p w:rsidR="00AC7755" w:rsidRDefault="00D45E0E" w:rsidP="00AC7755">
      <w:pPr>
        <w:pStyle w:val="libNormal"/>
        <w:rPr>
          <w:rtl/>
        </w:rPr>
      </w:pPr>
      <w:r w:rsidRPr="00D95A45">
        <w:rPr>
          <w:rtl/>
        </w:rPr>
        <w:t>(183) 183</w:t>
      </w:r>
      <w:r w:rsidR="00CC15EB">
        <w:rPr>
          <w:rtl/>
        </w:rPr>
        <w:t xml:space="preserve"> - </w:t>
      </w:r>
      <w:r w:rsidRPr="00D95A45">
        <w:rPr>
          <w:rtl/>
        </w:rPr>
        <w:t xml:space="preserve">عنه عن احمد بن محمد عن محمد بن يحيى عن طلحة ابن زيد عن جعفر عن ابيه عن علي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اغتصب امة فاقتضها فعليه عشر ثمنها</w:t>
      </w:r>
      <w:r w:rsidR="00CC15EB">
        <w:rPr>
          <w:rtl/>
        </w:rPr>
        <w:t>،</w:t>
      </w:r>
      <w:r>
        <w:rPr>
          <w:rtl/>
        </w:rPr>
        <w:t xml:space="preserve"> </w:t>
      </w:r>
      <w:r w:rsidRPr="00D95A45">
        <w:rPr>
          <w:rtl/>
        </w:rPr>
        <w:t>وان كانت حرة فعليه الصداق.</w:t>
      </w:r>
    </w:p>
    <w:p w:rsidR="00AC7755" w:rsidRDefault="00D45E0E" w:rsidP="00AC7755">
      <w:pPr>
        <w:pStyle w:val="libNormal"/>
        <w:rPr>
          <w:rtl/>
        </w:rPr>
      </w:pPr>
      <w:r w:rsidRPr="00D95A45">
        <w:rPr>
          <w:rtl/>
        </w:rPr>
        <w:t>(184) 184</w:t>
      </w:r>
      <w:r w:rsidR="00CC15EB">
        <w:rPr>
          <w:rtl/>
        </w:rPr>
        <w:t xml:space="preserve"> - </w:t>
      </w:r>
      <w:r w:rsidRPr="00D95A45">
        <w:rPr>
          <w:rtl/>
        </w:rPr>
        <w:t>الحسين بن سعيد عن الحسن عن زرعة عن سماعة قال</w:t>
      </w:r>
      <w:r w:rsidR="00CC15EB">
        <w:rPr>
          <w:rtl/>
        </w:rPr>
        <w:t>:</w:t>
      </w:r>
      <w:r>
        <w:rPr>
          <w:rtl/>
        </w:rPr>
        <w:t xml:space="preserve"> </w:t>
      </w:r>
      <w:r w:rsidRPr="00D95A45">
        <w:rPr>
          <w:rtl/>
        </w:rPr>
        <w:t>سألته عن رجل ادخل جارية يتمتع بها ثم أنسي حتى واقعها يجب عليه حد الزانى</w:t>
      </w:r>
      <w:r>
        <w:rPr>
          <w:rtl/>
        </w:rPr>
        <w:t>؟</w:t>
      </w:r>
      <w:r w:rsidRPr="00D95A45">
        <w:rPr>
          <w:rtl/>
        </w:rPr>
        <w:t xml:space="preserve"> قال</w:t>
      </w:r>
      <w:r w:rsidR="00CC15EB">
        <w:rPr>
          <w:rtl/>
        </w:rPr>
        <w:t>:</w:t>
      </w:r>
      <w:r>
        <w:rPr>
          <w:rtl/>
        </w:rPr>
        <w:t xml:space="preserve"> </w:t>
      </w:r>
      <w:r w:rsidRPr="00D95A45">
        <w:rPr>
          <w:rtl/>
        </w:rPr>
        <w:t>لا ولكن يتمتع بها بعد النكاح ويستغفر ربه مما اتى.</w:t>
      </w:r>
    </w:p>
    <w:p w:rsidR="00AC7755" w:rsidRDefault="00D45E0E" w:rsidP="00AC7755">
      <w:pPr>
        <w:pStyle w:val="libNormal"/>
        <w:rPr>
          <w:rtl/>
        </w:rPr>
      </w:pPr>
      <w:r w:rsidRPr="00D95A45">
        <w:rPr>
          <w:rtl/>
        </w:rPr>
        <w:t>(185) 185</w:t>
      </w:r>
      <w:r w:rsidR="00CC15EB">
        <w:rPr>
          <w:rtl/>
        </w:rPr>
        <w:t xml:space="preserve"> - </w:t>
      </w:r>
      <w:r w:rsidRPr="00D95A45">
        <w:rPr>
          <w:rtl/>
        </w:rPr>
        <w:t xml:space="preserve">محمد بن احمد بن يحيى عن بنان عن ابيه عن ابن المغيرة عن السكوني عن جعفر عن ابيه عن على </w:t>
      </w:r>
      <w:r w:rsidR="00AC7755" w:rsidRPr="00AC7755">
        <w:rPr>
          <w:rStyle w:val="libAlaemChar"/>
          <w:rtl/>
        </w:rPr>
        <w:t>عليه‌السلام</w:t>
      </w:r>
      <w:r w:rsidRPr="00D95A45">
        <w:rPr>
          <w:rtl/>
        </w:rPr>
        <w:t xml:space="preserve"> في ثلاثة شهدوا على رجل بالزنى فقال علي </w:t>
      </w:r>
      <w:r w:rsidR="00AC7755" w:rsidRPr="00AC7755">
        <w:rPr>
          <w:rStyle w:val="libAlaemChar"/>
          <w:rtl/>
        </w:rPr>
        <w:t>عليه‌السلام</w:t>
      </w:r>
      <w:r w:rsidR="00CC15EB">
        <w:rPr>
          <w:rtl/>
        </w:rPr>
        <w:t>:</w:t>
      </w:r>
      <w:r>
        <w:rPr>
          <w:rtl/>
        </w:rPr>
        <w:t xml:space="preserve"> </w:t>
      </w:r>
      <w:r w:rsidRPr="00D95A45">
        <w:rPr>
          <w:rtl/>
        </w:rPr>
        <w:t>اين الرابع</w:t>
      </w:r>
      <w:r>
        <w:rPr>
          <w:rtl/>
        </w:rPr>
        <w:t>؟</w:t>
      </w:r>
      <w:r w:rsidRPr="00D95A45">
        <w:rPr>
          <w:rtl/>
        </w:rPr>
        <w:t xml:space="preserve"> فقالوا</w:t>
      </w:r>
      <w:r w:rsidR="00CC15EB">
        <w:rPr>
          <w:rtl/>
        </w:rPr>
        <w:t>:</w:t>
      </w:r>
      <w:r>
        <w:rPr>
          <w:rtl/>
        </w:rPr>
        <w:t xml:space="preserve"> </w:t>
      </w:r>
      <w:r w:rsidRPr="00D95A45">
        <w:rPr>
          <w:rtl/>
        </w:rPr>
        <w:t xml:space="preserve">الآن يجئ فقال علي </w:t>
      </w:r>
      <w:r w:rsidR="00AC7755" w:rsidRPr="00AC7755">
        <w:rPr>
          <w:rStyle w:val="libAlaemChar"/>
          <w:rtl/>
        </w:rPr>
        <w:t>عليه‌السلام</w:t>
      </w:r>
      <w:r w:rsidR="00CC15EB">
        <w:rPr>
          <w:rtl/>
        </w:rPr>
        <w:t>:</w:t>
      </w:r>
      <w:r>
        <w:rPr>
          <w:rtl/>
        </w:rPr>
        <w:t xml:space="preserve"> </w:t>
      </w:r>
      <w:r w:rsidRPr="00D95A45">
        <w:rPr>
          <w:rtl/>
        </w:rPr>
        <w:t>حدوهم فليس في الحدود نظر ساعة.</w:t>
      </w:r>
    </w:p>
    <w:p w:rsidR="00AC7755" w:rsidRDefault="00D45E0E" w:rsidP="00AC7755">
      <w:pPr>
        <w:pStyle w:val="libNormal"/>
        <w:rPr>
          <w:rtl/>
        </w:rPr>
      </w:pPr>
      <w:r w:rsidRPr="00D95A45">
        <w:rPr>
          <w:rtl/>
        </w:rPr>
        <w:t>(186) 186</w:t>
      </w:r>
      <w:r w:rsidR="00CC15EB">
        <w:rPr>
          <w:rtl/>
        </w:rPr>
        <w:t xml:space="preserve"> - </w:t>
      </w:r>
      <w:r w:rsidRPr="00D95A45">
        <w:rPr>
          <w:rtl/>
        </w:rPr>
        <w:t>عنه عن علي بن السندي عن محمد بن عمرو بن سعيد عن بعض اصحابنا قال</w:t>
      </w:r>
      <w:r w:rsidR="00CC15EB">
        <w:rPr>
          <w:rtl/>
        </w:rPr>
        <w:t>:</w:t>
      </w:r>
      <w:r>
        <w:rPr>
          <w:rtl/>
        </w:rPr>
        <w:t xml:space="preserve"> </w:t>
      </w:r>
      <w:r w:rsidRPr="00D95A45">
        <w:rPr>
          <w:rtl/>
        </w:rPr>
        <w:t>أتت امرأة إلى عمر فقالت</w:t>
      </w:r>
      <w:r w:rsidR="00CC15EB">
        <w:rPr>
          <w:rtl/>
        </w:rPr>
        <w:t>:</w:t>
      </w:r>
      <w:r>
        <w:rPr>
          <w:rtl/>
        </w:rPr>
        <w:t xml:space="preserve"> </w:t>
      </w:r>
      <w:r w:rsidRPr="00D95A45">
        <w:rPr>
          <w:rtl/>
        </w:rPr>
        <w:t xml:space="preserve">يا امير المؤمنين اني فجرت فاقم في حد الله فامر برجمها وكان علي </w:t>
      </w:r>
      <w:r w:rsidR="00AC7755" w:rsidRPr="00AC7755">
        <w:rPr>
          <w:rStyle w:val="libAlaemChar"/>
          <w:rtl/>
        </w:rPr>
        <w:t>عليه‌السلام</w:t>
      </w:r>
      <w:r w:rsidRPr="00D95A45">
        <w:rPr>
          <w:rtl/>
        </w:rPr>
        <w:t xml:space="preserve"> حاضرا قال</w:t>
      </w:r>
      <w:r w:rsidR="00CC15EB">
        <w:rPr>
          <w:rtl/>
        </w:rPr>
        <w:t>:</w:t>
      </w:r>
      <w:r>
        <w:rPr>
          <w:rtl/>
        </w:rPr>
        <w:t xml:space="preserve"> </w:t>
      </w:r>
      <w:r w:rsidRPr="00D95A45">
        <w:rPr>
          <w:rtl/>
        </w:rPr>
        <w:t>فقال له</w:t>
      </w:r>
      <w:r w:rsidR="00CC15EB">
        <w:rPr>
          <w:rtl/>
        </w:rPr>
        <w:t>:</w:t>
      </w:r>
      <w:r>
        <w:rPr>
          <w:rtl/>
        </w:rPr>
        <w:t xml:space="preserve"> </w:t>
      </w:r>
      <w:r w:rsidRPr="00D95A45">
        <w:rPr>
          <w:rtl/>
        </w:rPr>
        <w:t>سلها كيف</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182</w:t>
      </w:r>
      <w:r>
        <w:rPr>
          <w:rtl/>
        </w:rPr>
        <w:t xml:space="preserve"> - </w:t>
      </w:r>
      <w:r w:rsidR="00D45E0E" w:rsidRPr="00D95A45">
        <w:rPr>
          <w:rtl/>
        </w:rPr>
        <w:t>الفقيه ج 4 ص 28</w:t>
      </w:r>
    </w:p>
    <w:p w:rsidR="00CC15EB" w:rsidRDefault="00CC15EB" w:rsidP="00AC7755">
      <w:pPr>
        <w:pStyle w:val="libFootnote0"/>
        <w:rPr>
          <w:rtl/>
        </w:rPr>
      </w:pPr>
      <w:r>
        <w:rPr>
          <w:rtl/>
        </w:rPr>
        <w:t>-</w:t>
      </w:r>
      <w:r w:rsidR="00D45E0E" w:rsidRPr="007277FF">
        <w:rPr>
          <w:rtl/>
        </w:rPr>
        <w:t xml:space="preserve"> 185</w:t>
      </w:r>
      <w:r>
        <w:rPr>
          <w:rtl/>
        </w:rPr>
        <w:t xml:space="preserve"> - </w:t>
      </w:r>
      <w:r w:rsidR="00D45E0E" w:rsidRPr="007277FF">
        <w:rPr>
          <w:rtl/>
        </w:rPr>
        <w:t>الكافي ج 2 ص 296 الفقيه ج 4 ص 24</w:t>
      </w:r>
    </w:p>
    <w:p w:rsidR="00AC7755" w:rsidRDefault="00CC15EB" w:rsidP="00AC7755">
      <w:pPr>
        <w:pStyle w:val="libFootnote0"/>
        <w:rPr>
          <w:rtl/>
        </w:rPr>
      </w:pPr>
      <w:r>
        <w:rPr>
          <w:rtl/>
        </w:rPr>
        <w:t>-</w:t>
      </w:r>
      <w:r w:rsidR="00D45E0E" w:rsidRPr="00DA0376">
        <w:rPr>
          <w:rtl/>
        </w:rPr>
        <w:t xml:space="preserve"> 186</w:t>
      </w:r>
      <w:r>
        <w:rPr>
          <w:rtl/>
        </w:rPr>
        <w:t xml:space="preserve"> - </w:t>
      </w:r>
      <w:r w:rsidR="00D45E0E" w:rsidRPr="00DA0376">
        <w:rPr>
          <w:rtl/>
        </w:rPr>
        <w:t>الفقيه ج 4 ص 25</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فجرت</w:t>
      </w:r>
      <w:r>
        <w:rPr>
          <w:rtl/>
        </w:rPr>
        <w:t>؟</w:t>
      </w:r>
      <w:r w:rsidRPr="00DA0376">
        <w:rPr>
          <w:rtl/>
        </w:rPr>
        <w:t xml:space="preserve"> قالت</w:t>
      </w:r>
      <w:r w:rsidR="00CC15EB">
        <w:rPr>
          <w:rtl/>
        </w:rPr>
        <w:t>:</w:t>
      </w:r>
      <w:r>
        <w:rPr>
          <w:rtl/>
        </w:rPr>
        <w:t xml:space="preserve"> </w:t>
      </w:r>
      <w:r w:rsidRPr="00DA0376">
        <w:rPr>
          <w:rtl/>
        </w:rPr>
        <w:t xml:space="preserve">كنت في فلاة من الارض فأصابني عطش شديد فرفعت لي خيمة فاتيتها فاصبت فيها رجلا اعرابيا فسألته الماء فابى علي ان يسقيني الا ان امكنه من نفسي فوليت منه هاربة فاشتد بي العطش حتى غارت عيناي وذهب لساني فلما بلغ مني اتيته فسقاني ووقع علي فقال له </w:t>
      </w:r>
      <w:r w:rsidR="00AC7755" w:rsidRPr="00AC7755">
        <w:rPr>
          <w:rStyle w:val="libAlaemChar"/>
          <w:rtl/>
        </w:rPr>
        <w:t>عليه‌السلام</w:t>
      </w:r>
      <w:r w:rsidR="00CC15EB">
        <w:rPr>
          <w:rtl/>
        </w:rPr>
        <w:t>:</w:t>
      </w:r>
      <w:r>
        <w:rPr>
          <w:rtl/>
        </w:rPr>
        <w:t xml:space="preserve"> </w:t>
      </w:r>
      <w:r w:rsidRPr="00DA0376">
        <w:rPr>
          <w:rtl/>
        </w:rPr>
        <w:t xml:space="preserve">هذه التى قال الله تعالى </w:t>
      </w:r>
      <w:r w:rsidR="00AC7755" w:rsidRPr="00AC7755">
        <w:rPr>
          <w:rStyle w:val="libAlaemChar"/>
          <w:rFonts w:hint="cs"/>
          <w:rtl/>
        </w:rPr>
        <w:t>(</w:t>
      </w:r>
      <w:r w:rsidRPr="00DA0376">
        <w:rPr>
          <w:rtl/>
        </w:rPr>
        <w:t xml:space="preserve"> </w:t>
      </w:r>
      <w:r w:rsidRPr="00AC7755">
        <w:rPr>
          <w:rStyle w:val="libAieChar"/>
          <w:rtl/>
        </w:rPr>
        <w:t>فمن اضطر غير باغ ولا عاد</w:t>
      </w:r>
      <w:r w:rsidRPr="00DA0376">
        <w:rPr>
          <w:rtl/>
        </w:rPr>
        <w:t xml:space="preserve"> </w:t>
      </w:r>
      <w:r w:rsidRPr="00AC7755">
        <w:rPr>
          <w:rStyle w:val="libAlaemChar"/>
          <w:rFonts w:hint="cs"/>
          <w:rtl/>
        </w:rPr>
        <w:t>)</w:t>
      </w:r>
      <w:r w:rsidRPr="00DA0376">
        <w:rPr>
          <w:rtl/>
        </w:rPr>
        <w:t xml:space="preserve"> هذه غير باغية ولا عادية إليه فخلى سبيلها فقال عمر</w:t>
      </w:r>
      <w:r w:rsidR="00CC15EB">
        <w:rPr>
          <w:rtl/>
        </w:rPr>
        <w:t>:</w:t>
      </w:r>
      <w:r>
        <w:rPr>
          <w:rtl/>
        </w:rPr>
        <w:t xml:space="preserve"> </w:t>
      </w:r>
      <w:r w:rsidRPr="00DA0376">
        <w:rPr>
          <w:rtl/>
        </w:rPr>
        <w:t>لو لا علي لهلك عمر.</w:t>
      </w:r>
    </w:p>
    <w:p w:rsidR="00AC7755" w:rsidRDefault="00D45E0E" w:rsidP="00AC7755">
      <w:pPr>
        <w:pStyle w:val="libNormal"/>
        <w:rPr>
          <w:rtl/>
        </w:rPr>
      </w:pPr>
      <w:r w:rsidRPr="00D95A45">
        <w:rPr>
          <w:rtl/>
        </w:rPr>
        <w:t>(187) 187</w:t>
      </w:r>
      <w:r w:rsidR="00CC15EB">
        <w:rPr>
          <w:rtl/>
        </w:rPr>
        <w:t xml:space="preserve"> - </w:t>
      </w:r>
      <w:r w:rsidRPr="00D95A45">
        <w:rPr>
          <w:rtl/>
        </w:rPr>
        <w:t xml:space="preserve">عنه عن العباس عن صفوان عن رجل عن ابي بصير وغيره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w:t>
      </w:r>
      <w:r w:rsidR="00CC15EB">
        <w:rPr>
          <w:rtl/>
        </w:rPr>
        <w:t>:</w:t>
      </w:r>
      <w:r>
        <w:rPr>
          <w:rtl/>
        </w:rPr>
        <w:t xml:space="preserve"> </w:t>
      </w:r>
      <w:r w:rsidRPr="00D95A45">
        <w:rPr>
          <w:rtl/>
        </w:rPr>
        <w:t>المرجوم يفر من الحفيرة يطلب</w:t>
      </w:r>
      <w:r>
        <w:rPr>
          <w:rtl/>
        </w:rPr>
        <w:t>؟</w:t>
      </w:r>
      <w:r w:rsidRPr="00D95A45">
        <w:rPr>
          <w:rtl/>
        </w:rPr>
        <w:t xml:space="preserve"> قال</w:t>
      </w:r>
      <w:r w:rsidR="00CC15EB">
        <w:rPr>
          <w:rtl/>
        </w:rPr>
        <w:t>:</w:t>
      </w:r>
      <w:r>
        <w:rPr>
          <w:rtl/>
        </w:rPr>
        <w:t xml:space="preserve"> </w:t>
      </w:r>
      <w:r w:rsidRPr="00D95A45">
        <w:rPr>
          <w:rtl/>
        </w:rPr>
        <w:t>لا ولا يعرض له</w:t>
      </w:r>
      <w:r w:rsidR="00CC15EB">
        <w:rPr>
          <w:rtl/>
        </w:rPr>
        <w:t>،</w:t>
      </w:r>
      <w:r>
        <w:rPr>
          <w:rtl/>
        </w:rPr>
        <w:t xml:space="preserve"> </w:t>
      </w:r>
      <w:r w:rsidRPr="00D95A45">
        <w:rPr>
          <w:rtl/>
        </w:rPr>
        <w:t>ان كان اصابه حجر واحد لم يطلب</w:t>
      </w:r>
      <w:r w:rsidR="00CC15EB">
        <w:rPr>
          <w:rtl/>
        </w:rPr>
        <w:t>،</w:t>
      </w:r>
      <w:r>
        <w:rPr>
          <w:rtl/>
        </w:rPr>
        <w:t xml:space="preserve"> </w:t>
      </w:r>
      <w:r w:rsidRPr="00D95A45">
        <w:rPr>
          <w:rtl/>
        </w:rPr>
        <w:t>فان هرب قبل ان تصيبه الحجارة رد حتى يصيبه الم العذاب.</w:t>
      </w:r>
    </w:p>
    <w:p w:rsidR="00AC7755" w:rsidRDefault="00D45E0E" w:rsidP="00AC7755">
      <w:pPr>
        <w:pStyle w:val="libNormal"/>
        <w:rPr>
          <w:rtl/>
        </w:rPr>
      </w:pPr>
      <w:r w:rsidRPr="00D95A45">
        <w:rPr>
          <w:rtl/>
        </w:rPr>
        <w:t>(188) 188</w:t>
      </w:r>
      <w:r w:rsidR="00CC15EB">
        <w:rPr>
          <w:rtl/>
        </w:rPr>
        <w:t xml:space="preserve"> - </w:t>
      </w:r>
      <w:r w:rsidRPr="00D95A45">
        <w:rPr>
          <w:rtl/>
        </w:rPr>
        <w:t>علي بن ابراهيم عن ابيه عن محمد بن الفرات عن الاصبغ بن نباتة قال</w:t>
      </w:r>
      <w:r w:rsidR="00CC15EB">
        <w:rPr>
          <w:rtl/>
        </w:rPr>
        <w:t>:</w:t>
      </w:r>
      <w:r>
        <w:rPr>
          <w:rtl/>
        </w:rPr>
        <w:t xml:space="preserve"> </w:t>
      </w:r>
      <w:r w:rsidRPr="00D95A45">
        <w:rPr>
          <w:rtl/>
        </w:rPr>
        <w:t xml:space="preserve">اتي عمر بخمسة نفر اخذوا في الزنى فامر أن يقام على كل واحد منهم الحد وكان امير المؤمنين </w:t>
      </w:r>
      <w:r w:rsidR="00AC7755" w:rsidRPr="00AC7755">
        <w:rPr>
          <w:rStyle w:val="libAlaemChar"/>
          <w:rtl/>
        </w:rPr>
        <w:t>عليه‌السلام</w:t>
      </w:r>
      <w:r w:rsidRPr="00D95A45">
        <w:rPr>
          <w:rtl/>
        </w:rPr>
        <w:t xml:space="preserve"> حاضرا فقال</w:t>
      </w:r>
      <w:r w:rsidR="00CC15EB">
        <w:rPr>
          <w:rtl/>
        </w:rPr>
        <w:t>:</w:t>
      </w:r>
      <w:r>
        <w:rPr>
          <w:rtl/>
        </w:rPr>
        <w:t xml:space="preserve"> </w:t>
      </w:r>
      <w:r w:rsidRPr="00D95A45">
        <w:rPr>
          <w:rtl/>
        </w:rPr>
        <w:t>يا عمر ليس هذا حكمهم قال</w:t>
      </w:r>
      <w:r w:rsidR="00CC15EB">
        <w:rPr>
          <w:rtl/>
        </w:rPr>
        <w:t>:</w:t>
      </w:r>
      <w:r>
        <w:rPr>
          <w:rtl/>
        </w:rPr>
        <w:t xml:space="preserve"> </w:t>
      </w:r>
      <w:r w:rsidRPr="00D95A45">
        <w:rPr>
          <w:rtl/>
        </w:rPr>
        <w:t>فاقم انت الحد عليهم فقدم واحدا منهم فضرب عنقه وقدم الآخر فرجمه وقدم الثالث فضربه الحد وقدم الرابع فضربه نصف الحد وقدم الخامس فعزره فتحير عمر وتعجب الناس من فعله فقال عمر</w:t>
      </w:r>
      <w:r w:rsidR="00CC15EB">
        <w:rPr>
          <w:rtl/>
        </w:rPr>
        <w:t>:</w:t>
      </w:r>
      <w:r>
        <w:rPr>
          <w:rtl/>
        </w:rPr>
        <w:t xml:space="preserve"> </w:t>
      </w:r>
      <w:r w:rsidRPr="00D95A45">
        <w:rPr>
          <w:rtl/>
        </w:rPr>
        <w:t>يا ابا الحسن خمسة نفر في قصة واحدة اقمت عليهم خمسة حدود ليس شئ منها يشبه الآخر</w:t>
      </w:r>
      <w:r>
        <w:rPr>
          <w:rtl/>
        </w:rPr>
        <w:t>!!!</w:t>
      </w:r>
      <w:r w:rsidRPr="00D95A45">
        <w:rPr>
          <w:rtl/>
        </w:rPr>
        <w:t xml:space="preserve"> فقال امير المؤمنين </w:t>
      </w:r>
      <w:r w:rsidR="00AC7755" w:rsidRPr="00AC7755">
        <w:rPr>
          <w:rStyle w:val="libAlaemChar"/>
          <w:rtl/>
        </w:rPr>
        <w:t>عليه‌السلام</w:t>
      </w:r>
      <w:r w:rsidR="00CC15EB">
        <w:rPr>
          <w:rtl/>
        </w:rPr>
        <w:t>:</w:t>
      </w:r>
      <w:r>
        <w:rPr>
          <w:rtl/>
        </w:rPr>
        <w:t xml:space="preserve"> </w:t>
      </w:r>
      <w:r w:rsidRPr="00D95A45">
        <w:rPr>
          <w:rtl/>
        </w:rPr>
        <w:t>اما الاول</w:t>
      </w:r>
      <w:r w:rsidR="00CC15EB">
        <w:rPr>
          <w:rtl/>
        </w:rPr>
        <w:t>:</w:t>
      </w:r>
      <w:r>
        <w:rPr>
          <w:rtl/>
        </w:rPr>
        <w:t xml:space="preserve"> </w:t>
      </w:r>
      <w:r w:rsidRPr="00D95A45">
        <w:rPr>
          <w:rtl/>
        </w:rPr>
        <w:t>فكان ذميا فخرج عن ذمته لم يكن له حد الا السيف</w:t>
      </w:r>
      <w:r w:rsidR="00CC15EB">
        <w:rPr>
          <w:rtl/>
        </w:rPr>
        <w:t>،</w:t>
      </w:r>
      <w:r>
        <w:rPr>
          <w:rtl/>
        </w:rPr>
        <w:t xml:space="preserve"> </w:t>
      </w:r>
      <w:r w:rsidRPr="00D95A45">
        <w:rPr>
          <w:rtl/>
        </w:rPr>
        <w:t>واما الثاني</w:t>
      </w:r>
      <w:r w:rsidR="00CC15EB">
        <w:rPr>
          <w:rtl/>
        </w:rPr>
        <w:t>:</w:t>
      </w:r>
      <w:r>
        <w:rPr>
          <w:rtl/>
        </w:rPr>
        <w:t xml:space="preserve"> </w:t>
      </w:r>
      <w:r w:rsidRPr="00D95A45">
        <w:rPr>
          <w:rtl/>
        </w:rPr>
        <w:t>فرجل محصن كان حده الرجم</w:t>
      </w:r>
      <w:r w:rsidR="00CC15EB">
        <w:rPr>
          <w:rtl/>
        </w:rPr>
        <w:t>،</w:t>
      </w:r>
      <w:r>
        <w:rPr>
          <w:rtl/>
        </w:rPr>
        <w:t xml:space="preserve"> </w:t>
      </w:r>
      <w:r w:rsidRPr="00D95A45">
        <w:rPr>
          <w:rtl/>
        </w:rPr>
        <w:t>واما الثالث</w:t>
      </w:r>
      <w:r w:rsidR="00CC15EB">
        <w:rPr>
          <w:rtl/>
        </w:rPr>
        <w:t>:</w:t>
      </w:r>
      <w:r>
        <w:rPr>
          <w:rtl/>
        </w:rPr>
        <w:t xml:space="preserve"> </w:t>
      </w:r>
      <w:r w:rsidRPr="00D95A45">
        <w:rPr>
          <w:rtl/>
        </w:rPr>
        <w:t>فغير محصن حده الجلد</w:t>
      </w:r>
      <w:r w:rsidR="00CC15EB">
        <w:rPr>
          <w:rtl/>
        </w:rPr>
        <w:t>،</w:t>
      </w:r>
      <w:r>
        <w:rPr>
          <w:rtl/>
        </w:rPr>
        <w:t xml:space="preserve"> </w:t>
      </w:r>
      <w:r w:rsidRPr="00D95A45">
        <w:rPr>
          <w:rtl/>
        </w:rPr>
        <w:t>واما الرابع</w:t>
      </w:r>
      <w:r w:rsidR="00CC15EB">
        <w:rPr>
          <w:rtl/>
        </w:rPr>
        <w:t>:</w:t>
      </w:r>
      <w:r>
        <w:rPr>
          <w:rtl/>
        </w:rPr>
        <w:t xml:space="preserve"> </w:t>
      </w:r>
      <w:r w:rsidRPr="00D95A45">
        <w:rPr>
          <w:rtl/>
        </w:rPr>
        <w:t>فعبد ضربناه نصف الحد</w:t>
      </w:r>
      <w:r w:rsidR="00CC15EB">
        <w:rPr>
          <w:rtl/>
        </w:rPr>
        <w:t>،</w:t>
      </w:r>
      <w:r>
        <w:rPr>
          <w:rtl/>
        </w:rPr>
        <w:t xml:space="preserve"> </w:t>
      </w:r>
      <w:r w:rsidRPr="00D95A45">
        <w:rPr>
          <w:rtl/>
        </w:rPr>
        <w:t>واما الخامس</w:t>
      </w:r>
      <w:r w:rsidR="00CC15EB">
        <w:rPr>
          <w:rtl/>
        </w:rPr>
        <w:t>،</w:t>
      </w:r>
      <w:r>
        <w:rPr>
          <w:rtl/>
        </w:rPr>
        <w:t xml:space="preserve"> </w:t>
      </w:r>
      <w:r w:rsidRPr="00D95A45">
        <w:rPr>
          <w:rtl/>
        </w:rPr>
        <w:t>مجنون مغلوب على عقله.</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188</w:t>
      </w:r>
      <w:r>
        <w:rPr>
          <w:rtl/>
        </w:rPr>
        <w:t xml:space="preserve"> - </w:t>
      </w:r>
      <w:r w:rsidR="00D45E0E" w:rsidRPr="00D95A45">
        <w:rPr>
          <w:rtl/>
        </w:rPr>
        <w:t>الكافي ج 2 ص 313</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(189) 189</w:t>
      </w:r>
      <w:r w:rsidR="00CC15EB">
        <w:rPr>
          <w:rtl/>
        </w:rPr>
        <w:t xml:space="preserve"> - </w:t>
      </w:r>
      <w:r w:rsidRPr="00D95A45">
        <w:rPr>
          <w:rtl/>
        </w:rPr>
        <w:t>علي بن ابراهيم عن ابيه عن ابن محبوب عن نعيم بن ابراهيم عن عباد البصري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ثلاثة شهدوا على رجل بالزنى وقالوا الآن نأتي بالرابع قال</w:t>
      </w:r>
      <w:r w:rsidR="00CC15EB">
        <w:rPr>
          <w:rtl/>
        </w:rPr>
        <w:t>:</w:t>
      </w:r>
      <w:r>
        <w:rPr>
          <w:rtl/>
        </w:rPr>
        <w:t xml:space="preserve"> </w:t>
      </w:r>
      <w:r w:rsidRPr="00D95A45">
        <w:rPr>
          <w:rtl/>
        </w:rPr>
        <w:t>يجلدون حد القاذف ثمانين جلدة كل رجل منهم.</w:t>
      </w:r>
    </w:p>
    <w:p w:rsidR="00AC7755" w:rsidRDefault="00D45E0E" w:rsidP="00AC7755">
      <w:pPr>
        <w:pStyle w:val="libNormal"/>
        <w:rPr>
          <w:rtl/>
        </w:rPr>
      </w:pPr>
      <w:r w:rsidRPr="00D95A45">
        <w:rPr>
          <w:rtl/>
        </w:rPr>
        <w:t>(190) 190</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عن ابيه عن امير المؤمنين </w:t>
      </w:r>
      <w:r w:rsidR="00AC7755" w:rsidRPr="00AC7755">
        <w:rPr>
          <w:rStyle w:val="libAlaemChar"/>
          <w:rtl/>
        </w:rPr>
        <w:t>عليه‌السلام</w:t>
      </w:r>
      <w:r w:rsidRPr="00D95A45">
        <w:rPr>
          <w:rtl/>
        </w:rPr>
        <w:t xml:space="preserve"> في ثلاثة شهدوا على رجل بالزنى فقال امير المؤمنين </w:t>
      </w:r>
      <w:r w:rsidR="00AC7755" w:rsidRPr="00AC7755">
        <w:rPr>
          <w:rStyle w:val="libAlaemChar"/>
          <w:rtl/>
        </w:rPr>
        <w:t>عليه‌السلام</w:t>
      </w:r>
      <w:r w:rsidR="00CC15EB">
        <w:rPr>
          <w:rtl/>
        </w:rPr>
        <w:t>:</w:t>
      </w:r>
      <w:r>
        <w:rPr>
          <w:rtl/>
        </w:rPr>
        <w:t xml:space="preserve"> </w:t>
      </w:r>
      <w:r w:rsidRPr="00D95A45">
        <w:rPr>
          <w:rtl/>
        </w:rPr>
        <w:t>اين الرابع</w:t>
      </w:r>
      <w:r>
        <w:rPr>
          <w:rtl/>
        </w:rPr>
        <w:t>؟</w:t>
      </w:r>
      <w:r w:rsidRPr="00D95A45">
        <w:rPr>
          <w:rtl/>
        </w:rPr>
        <w:t xml:space="preserve"> فقال</w:t>
      </w:r>
      <w:r w:rsidR="00CC15EB">
        <w:rPr>
          <w:rtl/>
        </w:rPr>
        <w:t>:</w:t>
      </w:r>
      <w:r>
        <w:rPr>
          <w:rtl/>
        </w:rPr>
        <w:t xml:space="preserve"> </w:t>
      </w:r>
      <w:r w:rsidRPr="00D95A45">
        <w:rPr>
          <w:rtl/>
        </w:rPr>
        <w:t xml:space="preserve">الآن يجئ فقال امير المؤمنين </w:t>
      </w:r>
      <w:r w:rsidR="00AC7755" w:rsidRPr="00AC7755">
        <w:rPr>
          <w:rStyle w:val="libAlaemChar"/>
          <w:rtl/>
        </w:rPr>
        <w:t>عليه‌السلام</w:t>
      </w:r>
      <w:r w:rsidR="00CC15EB">
        <w:rPr>
          <w:rtl/>
        </w:rPr>
        <w:t>:</w:t>
      </w:r>
      <w:r>
        <w:rPr>
          <w:rtl/>
        </w:rPr>
        <w:t xml:space="preserve"> </w:t>
      </w:r>
      <w:r w:rsidRPr="00D95A45">
        <w:rPr>
          <w:rtl/>
        </w:rPr>
        <w:t>حدوهم فليس في الحدود نظر ساعة.</w:t>
      </w:r>
    </w:p>
    <w:p w:rsidR="00AC7755" w:rsidRDefault="00D45E0E" w:rsidP="00AC7755">
      <w:pPr>
        <w:pStyle w:val="libNormal"/>
        <w:rPr>
          <w:rtl/>
        </w:rPr>
      </w:pPr>
      <w:r w:rsidRPr="00D95A45">
        <w:rPr>
          <w:rtl/>
        </w:rPr>
        <w:t>(191) 191</w:t>
      </w:r>
      <w:r w:rsidR="00CC15EB">
        <w:rPr>
          <w:rtl/>
        </w:rPr>
        <w:t xml:space="preserve"> - </w:t>
      </w:r>
      <w:r w:rsidRPr="00D95A45">
        <w:rPr>
          <w:rtl/>
        </w:rPr>
        <w:t xml:space="preserve">الصفار عن السندي بن الربيع عن علي بن احمد ابن محمد بن ابي نصر عن ابيه عن جميل بن دراج عن محمد بن مسلم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الذي يجب عليه الرجم يرجم من ورائه ولا يرجم من وجهه لأن الرجم والضرب لا يصيبان الوجه</w:t>
      </w:r>
      <w:r w:rsidR="00CC15EB">
        <w:rPr>
          <w:rtl/>
        </w:rPr>
        <w:t>،</w:t>
      </w:r>
      <w:r>
        <w:rPr>
          <w:rtl/>
        </w:rPr>
        <w:t xml:space="preserve"> </w:t>
      </w:r>
      <w:r w:rsidRPr="00D95A45">
        <w:rPr>
          <w:rtl/>
        </w:rPr>
        <w:t>وانما يضربان على الجسد على الاعضاء كلها</w:t>
      </w:r>
      <w:r w:rsidR="00CC15EB">
        <w:rPr>
          <w:rtl/>
        </w:rPr>
        <w:t>،</w:t>
      </w:r>
      <w:r>
        <w:rPr>
          <w:rtl/>
        </w:rPr>
        <w:t xml:space="preserve"> </w:t>
      </w:r>
    </w:p>
    <w:p w:rsidR="00AC7755" w:rsidRDefault="00D45E0E" w:rsidP="00CA44E1">
      <w:pPr>
        <w:pStyle w:val="Heading2Center"/>
        <w:rPr>
          <w:rtl/>
        </w:rPr>
      </w:pPr>
      <w:bookmarkStart w:id="2" w:name="_Toc394318266"/>
      <w:r w:rsidRPr="00D95A45">
        <w:rPr>
          <w:rtl/>
        </w:rPr>
        <w:t>2</w:t>
      </w:r>
      <w:r w:rsidR="00CC15EB">
        <w:rPr>
          <w:rtl/>
        </w:rPr>
        <w:t xml:space="preserve"> - </w:t>
      </w:r>
      <w:r w:rsidRPr="00D95A45">
        <w:rPr>
          <w:rtl/>
        </w:rPr>
        <w:t>باب الحدود في اللواط</w:t>
      </w:r>
      <w:bookmarkEnd w:id="2"/>
    </w:p>
    <w:p w:rsidR="00AC7755" w:rsidRDefault="00D45E0E" w:rsidP="00AC7755">
      <w:pPr>
        <w:pStyle w:val="libNormal"/>
        <w:rPr>
          <w:rtl/>
        </w:rPr>
      </w:pPr>
      <w:r w:rsidRPr="00D95A45">
        <w:rPr>
          <w:rtl/>
        </w:rPr>
        <w:t>(192) 1</w:t>
      </w:r>
      <w:r w:rsidR="00CC15EB">
        <w:rPr>
          <w:rtl/>
        </w:rPr>
        <w:t xml:space="preserve"> - </w:t>
      </w:r>
      <w:r w:rsidRPr="00D95A45">
        <w:rPr>
          <w:rtl/>
        </w:rPr>
        <w:t xml:space="preserve">سهل بن زياد عن بكر بن صالح عن محمد بن سنان عن ابي بكر الحضرمي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اتي امير المؤمنين </w:t>
      </w:r>
      <w:r w:rsidR="00AC7755" w:rsidRPr="00AC7755">
        <w:rPr>
          <w:rStyle w:val="libAlaemChar"/>
          <w:rtl/>
        </w:rPr>
        <w:t>عليه‌السلام</w:t>
      </w:r>
      <w:r w:rsidRPr="00D95A45">
        <w:rPr>
          <w:rtl/>
        </w:rPr>
        <w:t xml:space="preserve"> برجل وامرأته وقد لاط زوجها بابنها من غيره وثقبه وشهد عليه بذلك الشهود فأمر به امير المؤمنين </w:t>
      </w:r>
      <w:r w:rsidR="00AC7755" w:rsidRPr="00AC7755">
        <w:rPr>
          <w:rStyle w:val="libAlaemChar"/>
          <w:rtl/>
        </w:rPr>
        <w:t>عليه‌السلام</w:t>
      </w:r>
      <w:r w:rsidRPr="00D95A45">
        <w:rPr>
          <w:rtl/>
        </w:rPr>
        <w:t xml:space="preserve"> فضرب بالسيف حتى قتل وضرب الغلام دون الحد وقال</w:t>
      </w:r>
      <w:r w:rsidR="00CC15EB">
        <w:rPr>
          <w:rtl/>
        </w:rPr>
        <w:t>:</w:t>
      </w:r>
      <w:r>
        <w:rPr>
          <w:rtl/>
        </w:rPr>
        <w:t xml:space="preserve"> </w:t>
      </w:r>
      <w:r w:rsidRPr="00D95A45">
        <w:rPr>
          <w:rtl/>
        </w:rPr>
        <w:t>اما لو كنت مدركا لقتلتك لامكانك اياه من نفسك يثقبك.</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189</w:t>
      </w:r>
      <w:r>
        <w:rPr>
          <w:rtl/>
        </w:rPr>
        <w:t xml:space="preserve"> - </w:t>
      </w:r>
      <w:r w:rsidR="00D45E0E" w:rsidRPr="00D95A45">
        <w:rPr>
          <w:rtl/>
        </w:rPr>
        <w:t>الكافي ج 2 ص 296</w:t>
      </w:r>
    </w:p>
    <w:p w:rsidR="00CC15EB" w:rsidRDefault="00CC15EB" w:rsidP="00AC7755">
      <w:pPr>
        <w:pStyle w:val="libFootnote0"/>
        <w:rPr>
          <w:rtl/>
        </w:rPr>
      </w:pPr>
      <w:r>
        <w:rPr>
          <w:rtl/>
        </w:rPr>
        <w:t>-</w:t>
      </w:r>
      <w:r w:rsidR="00D45E0E" w:rsidRPr="007277FF">
        <w:rPr>
          <w:rtl/>
        </w:rPr>
        <w:t xml:space="preserve"> 190</w:t>
      </w:r>
      <w:r>
        <w:rPr>
          <w:rtl/>
        </w:rPr>
        <w:t xml:space="preserve"> - </w:t>
      </w:r>
      <w:r w:rsidR="00D45E0E" w:rsidRPr="007277FF">
        <w:rPr>
          <w:rtl/>
        </w:rPr>
        <w:t>الكافي ج 2 ص 296 الفقيه ج 4 ص 24 وقد سبق برقم 185 من الباب</w:t>
      </w:r>
    </w:p>
    <w:p w:rsidR="00AC7755" w:rsidRDefault="00CC15EB" w:rsidP="00AC7755">
      <w:pPr>
        <w:pStyle w:val="libFootnote0"/>
        <w:rPr>
          <w:rtl/>
        </w:rPr>
      </w:pPr>
      <w:r>
        <w:rPr>
          <w:rtl/>
        </w:rPr>
        <w:t>-</w:t>
      </w:r>
      <w:r w:rsidR="00D45E0E" w:rsidRPr="00DA0376">
        <w:rPr>
          <w:rtl/>
        </w:rPr>
        <w:t xml:space="preserve"> 192</w:t>
      </w:r>
      <w:r>
        <w:rPr>
          <w:rtl/>
        </w:rPr>
        <w:t xml:space="preserve"> - </w:t>
      </w:r>
      <w:r w:rsidR="00D45E0E" w:rsidRPr="00DA0376">
        <w:rPr>
          <w:rtl/>
        </w:rPr>
        <w:t>الاستبصار ج 4 ص 219 الكافي ج 2 ص 292</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(193) 2</w:t>
      </w:r>
      <w:r w:rsidR="00CC15EB">
        <w:rPr>
          <w:rtl/>
        </w:rPr>
        <w:t xml:space="preserve"> - </w:t>
      </w:r>
      <w:r w:rsidRPr="00D95A45">
        <w:rPr>
          <w:rtl/>
        </w:rPr>
        <w:t>أبو علي الاشعري عن الحسن بن علي الكوفى عن العباس بن عامر عن سيف بن عميرة عن عبد الرحمان العزرمي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وجد رجل مع رجل في إمارة عمر فهرب أحدهما وأخذ الآخر فجئ به إلى عمر فقال الناس</w:t>
      </w:r>
      <w:r w:rsidR="00CC15EB">
        <w:rPr>
          <w:rtl/>
        </w:rPr>
        <w:t>:</w:t>
      </w:r>
      <w:r>
        <w:rPr>
          <w:rtl/>
        </w:rPr>
        <w:t xml:space="preserve"> </w:t>
      </w:r>
      <w:r w:rsidRPr="00D95A45">
        <w:rPr>
          <w:rtl/>
        </w:rPr>
        <w:t>ما ترون قال</w:t>
      </w:r>
      <w:r w:rsidR="00CC15EB">
        <w:rPr>
          <w:rtl/>
        </w:rPr>
        <w:t>:</w:t>
      </w:r>
      <w:r>
        <w:rPr>
          <w:rtl/>
        </w:rPr>
        <w:t xml:space="preserve"> </w:t>
      </w:r>
      <w:r w:rsidRPr="00D95A45">
        <w:rPr>
          <w:rtl/>
        </w:rPr>
        <w:t>فقال هذا</w:t>
      </w:r>
      <w:r w:rsidR="00CC15EB">
        <w:rPr>
          <w:rtl/>
        </w:rPr>
        <w:t>:</w:t>
      </w:r>
      <w:r>
        <w:rPr>
          <w:rtl/>
        </w:rPr>
        <w:t xml:space="preserve"> </w:t>
      </w:r>
      <w:r w:rsidRPr="00D95A45">
        <w:rPr>
          <w:rtl/>
        </w:rPr>
        <w:t>اصنع كذا وقال هذا</w:t>
      </w:r>
      <w:r w:rsidR="00CC15EB">
        <w:rPr>
          <w:rtl/>
        </w:rPr>
        <w:t>:</w:t>
      </w:r>
      <w:r>
        <w:rPr>
          <w:rtl/>
        </w:rPr>
        <w:t xml:space="preserve"> </w:t>
      </w:r>
      <w:r w:rsidRPr="00D95A45">
        <w:rPr>
          <w:rtl/>
        </w:rPr>
        <w:t>اصنع كذا قال</w:t>
      </w:r>
      <w:r w:rsidR="00CC15EB">
        <w:rPr>
          <w:rtl/>
        </w:rPr>
        <w:t>:</w:t>
      </w:r>
      <w:r>
        <w:rPr>
          <w:rtl/>
        </w:rPr>
        <w:t xml:space="preserve"> </w:t>
      </w:r>
      <w:r w:rsidRPr="00D95A45">
        <w:rPr>
          <w:rtl/>
        </w:rPr>
        <w:t>فقال</w:t>
      </w:r>
      <w:r w:rsidR="00CC15EB">
        <w:rPr>
          <w:rtl/>
        </w:rPr>
        <w:t>:</w:t>
      </w:r>
      <w:r>
        <w:rPr>
          <w:rtl/>
        </w:rPr>
        <w:t xml:space="preserve"> </w:t>
      </w:r>
      <w:r w:rsidRPr="00D95A45">
        <w:rPr>
          <w:rtl/>
        </w:rPr>
        <w:t>ما تقول يا ابا الحسن</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اضرب عنقه فضرب عنقه قال</w:t>
      </w:r>
      <w:r w:rsidR="00CC15EB">
        <w:rPr>
          <w:rtl/>
        </w:rPr>
        <w:t>:</w:t>
      </w:r>
      <w:r>
        <w:rPr>
          <w:rtl/>
        </w:rPr>
        <w:t xml:space="preserve"> </w:t>
      </w:r>
      <w:r w:rsidRPr="00D95A45">
        <w:rPr>
          <w:rtl/>
        </w:rPr>
        <w:t xml:space="preserve">ثم اراد ان يحمله فقال </w:t>
      </w:r>
      <w:r w:rsidR="00AC7755" w:rsidRPr="00AC7755">
        <w:rPr>
          <w:rStyle w:val="libAlaemChar"/>
          <w:rtl/>
        </w:rPr>
        <w:t>عليه‌السلام</w:t>
      </w:r>
      <w:r w:rsidR="00CC15EB">
        <w:rPr>
          <w:rtl/>
        </w:rPr>
        <w:t>:</w:t>
      </w:r>
      <w:r>
        <w:rPr>
          <w:rtl/>
        </w:rPr>
        <w:t xml:space="preserve"> </w:t>
      </w:r>
      <w:r w:rsidRPr="00D95A45">
        <w:rPr>
          <w:rtl/>
        </w:rPr>
        <w:t>مه أنه قد بقي من حدوده شئ قال</w:t>
      </w:r>
      <w:r w:rsidR="00CC15EB">
        <w:rPr>
          <w:rtl/>
        </w:rPr>
        <w:t>:</w:t>
      </w:r>
      <w:r>
        <w:rPr>
          <w:rtl/>
        </w:rPr>
        <w:t xml:space="preserve"> </w:t>
      </w:r>
      <w:r w:rsidRPr="00D95A45">
        <w:rPr>
          <w:rtl/>
        </w:rPr>
        <w:t>اي شئ قد بقي</w:t>
      </w:r>
      <w:r>
        <w:rPr>
          <w:rtl/>
        </w:rPr>
        <w:t>؟</w:t>
      </w:r>
      <w:r w:rsidRPr="00D95A45">
        <w:rPr>
          <w:rtl/>
        </w:rPr>
        <w:t xml:space="preserve"> قال</w:t>
      </w:r>
      <w:r w:rsidR="00CC15EB">
        <w:rPr>
          <w:rtl/>
        </w:rPr>
        <w:t>:</w:t>
      </w:r>
      <w:r>
        <w:rPr>
          <w:rtl/>
        </w:rPr>
        <w:t xml:space="preserve"> </w:t>
      </w:r>
      <w:r w:rsidRPr="00D95A45">
        <w:rPr>
          <w:rtl/>
        </w:rPr>
        <w:t>ادع بحطب قال</w:t>
      </w:r>
      <w:r w:rsidR="00CC15EB">
        <w:rPr>
          <w:rtl/>
        </w:rPr>
        <w:t>:</w:t>
      </w:r>
      <w:r>
        <w:rPr>
          <w:rtl/>
        </w:rPr>
        <w:t xml:space="preserve"> </w:t>
      </w:r>
      <w:r w:rsidRPr="00D95A45">
        <w:rPr>
          <w:rtl/>
        </w:rPr>
        <w:t xml:space="preserve">فدعا عمر بحطب فأمر به امير المؤمنين </w:t>
      </w:r>
      <w:r w:rsidR="00AC7755" w:rsidRPr="00AC7755">
        <w:rPr>
          <w:rStyle w:val="libAlaemChar"/>
          <w:rtl/>
        </w:rPr>
        <w:t>عليه‌السلام</w:t>
      </w:r>
      <w:r w:rsidRPr="00D95A45">
        <w:rPr>
          <w:rtl/>
        </w:rPr>
        <w:t xml:space="preserve"> فاحرق به.</w:t>
      </w:r>
    </w:p>
    <w:p w:rsidR="00AC7755" w:rsidRDefault="00D45E0E" w:rsidP="00AC7755">
      <w:pPr>
        <w:pStyle w:val="libNormal"/>
        <w:rPr>
          <w:rtl/>
        </w:rPr>
      </w:pPr>
      <w:r w:rsidRPr="00D95A45">
        <w:rPr>
          <w:rtl/>
        </w:rPr>
        <w:t>(194) 3</w:t>
      </w:r>
      <w:r w:rsidR="00CC15EB">
        <w:rPr>
          <w:rtl/>
        </w:rPr>
        <w:t xml:space="preserve"> - </w:t>
      </w:r>
      <w:r w:rsidRPr="00D95A45">
        <w:rPr>
          <w:rtl/>
        </w:rPr>
        <w:t xml:space="preserve">احمد بن محمد عن الحسين بن سعيد عن القاسم بن محمد الجوهري عن عبد الصمد بن بشير عن سليمان بن هلال عن ابي عبد الله </w:t>
      </w:r>
      <w:r w:rsidR="00AC7755" w:rsidRPr="00AC7755">
        <w:rPr>
          <w:rStyle w:val="libAlaemChar"/>
          <w:rtl/>
        </w:rPr>
        <w:t>عليه‌السلام</w:t>
      </w:r>
      <w:r w:rsidRPr="00D95A45">
        <w:rPr>
          <w:rtl/>
        </w:rPr>
        <w:t xml:space="preserve"> في الرجل يفعل بالرجل</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ان كان دون الثقب فالحد</w:t>
      </w:r>
      <w:r w:rsidR="00CC15EB">
        <w:rPr>
          <w:rtl/>
        </w:rPr>
        <w:t>،</w:t>
      </w:r>
      <w:r>
        <w:rPr>
          <w:rtl/>
        </w:rPr>
        <w:t xml:space="preserve"> </w:t>
      </w:r>
      <w:r w:rsidRPr="00D95A45">
        <w:rPr>
          <w:rtl/>
        </w:rPr>
        <w:t>وان كان ثقب أقيم قائما ثم ضرب بالسيف أخذ منه السيف ما اخذ فقلت له</w:t>
      </w:r>
      <w:r w:rsidR="00CC15EB">
        <w:rPr>
          <w:rtl/>
        </w:rPr>
        <w:t>:</w:t>
      </w:r>
      <w:r>
        <w:rPr>
          <w:rtl/>
        </w:rPr>
        <w:t xml:space="preserve"> </w:t>
      </w:r>
      <w:r w:rsidRPr="00D95A45">
        <w:rPr>
          <w:rtl/>
        </w:rPr>
        <w:t>هو القتل</w:t>
      </w:r>
      <w:r>
        <w:rPr>
          <w:rtl/>
        </w:rPr>
        <w:t>؟</w:t>
      </w:r>
      <w:r w:rsidRPr="00D95A45">
        <w:rPr>
          <w:rtl/>
        </w:rPr>
        <w:t xml:space="preserve"> قال</w:t>
      </w:r>
      <w:r w:rsidR="00CC15EB">
        <w:rPr>
          <w:rtl/>
        </w:rPr>
        <w:t>:</w:t>
      </w:r>
      <w:r>
        <w:rPr>
          <w:rtl/>
        </w:rPr>
        <w:t xml:space="preserve"> </w:t>
      </w:r>
      <w:r w:rsidRPr="00D95A45">
        <w:rPr>
          <w:rtl/>
        </w:rPr>
        <w:t>هو ذاك</w:t>
      </w:r>
      <w:r w:rsidR="00CC15EB">
        <w:rPr>
          <w:rtl/>
        </w:rPr>
        <w:t>،</w:t>
      </w:r>
      <w:r>
        <w:rPr>
          <w:rtl/>
        </w:rPr>
        <w:t xml:space="preserve"> </w:t>
      </w:r>
    </w:p>
    <w:p w:rsidR="00AC7755" w:rsidRDefault="00D45E0E" w:rsidP="00AC7755">
      <w:pPr>
        <w:pStyle w:val="libNormal"/>
        <w:rPr>
          <w:rtl/>
        </w:rPr>
      </w:pPr>
      <w:r w:rsidRPr="00D95A45">
        <w:rPr>
          <w:rtl/>
        </w:rPr>
        <w:t>(195) 4</w:t>
      </w:r>
      <w:r w:rsidR="00CC15EB">
        <w:rPr>
          <w:rtl/>
        </w:rPr>
        <w:t xml:space="preserve"> - </w:t>
      </w:r>
      <w:r w:rsidRPr="00D95A45">
        <w:rPr>
          <w:rtl/>
        </w:rPr>
        <w:t xml:space="preserve">محمد بن احمد بن يحيى عن يوسف بن الحارث عن محمد بن عبد الرحمان العرزمي عن ابيه عبد الرحمان عن ابي عبد الله عن ابيه عن آبائه </w:t>
      </w:r>
      <w:r w:rsidR="00AC7755" w:rsidRPr="00AC7755">
        <w:rPr>
          <w:rStyle w:val="libAlaemChar"/>
          <w:rtl/>
        </w:rPr>
        <w:t>عليهم‌السلام</w:t>
      </w:r>
      <w:r w:rsidRPr="00D95A45">
        <w:rPr>
          <w:rtl/>
        </w:rPr>
        <w:t xml:space="preserve"> قال</w:t>
      </w:r>
      <w:r w:rsidR="00CC15EB">
        <w:rPr>
          <w:rtl/>
        </w:rPr>
        <w:t>:</w:t>
      </w:r>
      <w:r>
        <w:rPr>
          <w:rtl/>
        </w:rPr>
        <w:t xml:space="preserve"> </w:t>
      </w:r>
      <w:r w:rsidRPr="00D95A45">
        <w:rPr>
          <w:rtl/>
        </w:rPr>
        <w:t>اتي عمر برجل قد نكح في دبره فهم ان يجلده فقال للشهود</w:t>
      </w:r>
      <w:r w:rsidR="00CC15EB">
        <w:rPr>
          <w:rtl/>
        </w:rPr>
        <w:t>:</w:t>
      </w:r>
      <w:r>
        <w:rPr>
          <w:rtl/>
        </w:rPr>
        <w:t xml:space="preserve"> </w:t>
      </w:r>
      <w:r w:rsidRPr="00D95A45">
        <w:rPr>
          <w:rtl/>
        </w:rPr>
        <w:t>رأيتموه يدخله كما يدخل الميل في المكحلة</w:t>
      </w:r>
      <w:r>
        <w:rPr>
          <w:rtl/>
        </w:rPr>
        <w:t>؟</w:t>
      </w:r>
      <w:r w:rsidRPr="00D95A45">
        <w:rPr>
          <w:rtl/>
        </w:rPr>
        <w:t xml:space="preserve"> فقالوا</w:t>
      </w:r>
      <w:r w:rsidR="00CC15EB">
        <w:rPr>
          <w:rtl/>
        </w:rPr>
        <w:t>:</w:t>
      </w:r>
      <w:r>
        <w:rPr>
          <w:rtl/>
        </w:rPr>
        <w:t xml:space="preserve"> </w:t>
      </w:r>
      <w:r w:rsidRPr="00D95A45">
        <w:rPr>
          <w:rtl/>
        </w:rPr>
        <w:t xml:space="preserve">نعم فقال لعلي </w:t>
      </w:r>
      <w:r w:rsidR="00AC7755" w:rsidRPr="00AC7755">
        <w:rPr>
          <w:rStyle w:val="libAlaemChar"/>
          <w:rtl/>
        </w:rPr>
        <w:t>عليه‌السلام</w:t>
      </w:r>
      <w:r w:rsidRPr="00D95A45">
        <w:rPr>
          <w:rtl/>
        </w:rPr>
        <w:t xml:space="preserve"> ما ترى في هذا</w:t>
      </w:r>
      <w:r>
        <w:rPr>
          <w:rtl/>
        </w:rPr>
        <w:t>؟</w:t>
      </w:r>
      <w:r w:rsidRPr="00D95A45">
        <w:rPr>
          <w:rtl/>
        </w:rPr>
        <w:t xml:space="preserve"> فطلب الفحل الذي نكحه فلم يجده فقال علي </w:t>
      </w:r>
      <w:r w:rsidR="00AC7755" w:rsidRPr="00AC7755">
        <w:rPr>
          <w:rStyle w:val="libAlaemChar"/>
          <w:rtl/>
        </w:rPr>
        <w:t>عليه‌السلام</w:t>
      </w:r>
      <w:r w:rsidR="00CC15EB">
        <w:rPr>
          <w:rtl/>
        </w:rPr>
        <w:t>:</w:t>
      </w:r>
      <w:r>
        <w:rPr>
          <w:rtl/>
        </w:rPr>
        <w:t xml:space="preserve"> </w:t>
      </w:r>
      <w:r w:rsidRPr="00D95A45">
        <w:rPr>
          <w:rtl/>
        </w:rPr>
        <w:t>ارى فيه ان تضرب عنقه قال</w:t>
      </w:r>
      <w:r w:rsidR="00CC15EB">
        <w:rPr>
          <w:rtl/>
        </w:rPr>
        <w:t>:</w:t>
      </w:r>
      <w:r>
        <w:rPr>
          <w:rtl/>
        </w:rPr>
        <w:t xml:space="preserve"> </w:t>
      </w:r>
      <w:r w:rsidRPr="00D95A45">
        <w:rPr>
          <w:rtl/>
        </w:rPr>
        <w:t>فامر به فضرب عنقه قال</w:t>
      </w:r>
      <w:r w:rsidR="00CC15EB">
        <w:rPr>
          <w:rtl/>
        </w:rPr>
        <w:t>:</w:t>
      </w:r>
      <w:r>
        <w:rPr>
          <w:rtl/>
        </w:rPr>
        <w:t xml:space="preserve"> </w:t>
      </w:r>
      <w:r w:rsidRPr="00D95A45">
        <w:rPr>
          <w:rtl/>
        </w:rPr>
        <w:t>خذوه</w:t>
      </w:r>
      <w:r w:rsidR="00CC15EB">
        <w:rPr>
          <w:rtl/>
        </w:rPr>
        <w:t>،</w:t>
      </w:r>
      <w:r>
        <w:rPr>
          <w:rtl/>
        </w:rPr>
        <w:t xml:space="preserve"> </w:t>
      </w:r>
      <w:r w:rsidRPr="00D95A45">
        <w:rPr>
          <w:rtl/>
        </w:rPr>
        <w:t>فقال</w:t>
      </w:r>
      <w:r w:rsidR="00CC15EB">
        <w:rPr>
          <w:rtl/>
        </w:rPr>
        <w:t>:</w:t>
      </w:r>
      <w:r>
        <w:rPr>
          <w:rtl/>
        </w:rPr>
        <w:t xml:space="preserve"> </w:t>
      </w:r>
      <w:r w:rsidRPr="00D95A45">
        <w:rPr>
          <w:rtl/>
        </w:rPr>
        <w:t>قد بقيت له عقوبة اخرى قال</w:t>
      </w:r>
      <w:r w:rsidR="00CC15EB">
        <w:rPr>
          <w:rtl/>
        </w:rPr>
        <w:t>:</w:t>
      </w:r>
      <w:r>
        <w:rPr>
          <w:rtl/>
        </w:rPr>
        <w:t xml:space="preserve"> </w:t>
      </w:r>
      <w:r w:rsidRPr="00D95A45">
        <w:rPr>
          <w:rtl/>
        </w:rPr>
        <w:t>وما هي</w:t>
      </w:r>
      <w:r>
        <w:rPr>
          <w:rtl/>
        </w:rPr>
        <w:t>؟</w:t>
      </w:r>
      <w:r w:rsidRPr="00D95A45">
        <w:rPr>
          <w:rtl/>
        </w:rPr>
        <w:t xml:space="preserve"> قال</w:t>
      </w:r>
      <w:r w:rsidR="00CC15EB">
        <w:rPr>
          <w:rtl/>
        </w:rPr>
        <w:t>:</w:t>
      </w:r>
      <w:r>
        <w:rPr>
          <w:rtl/>
        </w:rPr>
        <w:t xml:space="preserve"> </w:t>
      </w:r>
      <w:r w:rsidRPr="00D95A45">
        <w:rPr>
          <w:rtl/>
        </w:rPr>
        <w:t>ادع بطن من حطب فدعا بطن من حطب</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الطن بالضم حزمة من حطب أو قصب.</w:t>
      </w:r>
    </w:p>
    <w:p w:rsidR="00CC15EB" w:rsidRDefault="00CC15EB" w:rsidP="00AC7755">
      <w:pPr>
        <w:pStyle w:val="libFootnote0"/>
        <w:rPr>
          <w:rtl/>
        </w:rPr>
      </w:pPr>
      <w:r>
        <w:rPr>
          <w:rtl/>
        </w:rPr>
        <w:t>-</w:t>
      </w:r>
      <w:r w:rsidR="00D45E0E" w:rsidRPr="007277FF">
        <w:rPr>
          <w:rtl/>
        </w:rPr>
        <w:t xml:space="preserve"> 193</w:t>
      </w:r>
      <w:r>
        <w:rPr>
          <w:rtl/>
        </w:rPr>
        <w:t xml:space="preserve"> - </w:t>
      </w:r>
      <w:r w:rsidR="00D45E0E" w:rsidRPr="007277FF">
        <w:rPr>
          <w:rtl/>
        </w:rPr>
        <w:t>194</w:t>
      </w:r>
    </w:p>
    <w:p w:rsidR="00AC7755" w:rsidRDefault="00CC15EB" w:rsidP="00AC7755">
      <w:pPr>
        <w:pStyle w:val="libFootnote0"/>
        <w:rPr>
          <w:rtl/>
        </w:rPr>
      </w:pPr>
      <w:r>
        <w:rPr>
          <w:rtl/>
        </w:rPr>
        <w:t>-</w:t>
      </w:r>
      <w:r w:rsidR="00D45E0E" w:rsidRPr="00DA0376">
        <w:rPr>
          <w:rtl/>
        </w:rPr>
        <w:t xml:space="preserve"> 195</w:t>
      </w:r>
      <w:r>
        <w:rPr>
          <w:rtl/>
        </w:rPr>
        <w:t xml:space="preserve"> - </w:t>
      </w:r>
      <w:r w:rsidR="00D45E0E" w:rsidRPr="00DA0376">
        <w:rPr>
          <w:rtl/>
        </w:rPr>
        <w:t>الاستبصار ج 4 ص 219 الكافي ج 2 ص 293</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فلف فيه ثم اخرجه فاحرقه بالنار قال</w:t>
      </w:r>
      <w:r w:rsidR="00CC15EB">
        <w:rPr>
          <w:rtl/>
        </w:rPr>
        <w:t>:</w:t>
      </w:r>
      <w:r>
        <w:rPr>
          <w:rtl/>
        </w:rPr>
        <w:t xml:space="preserve"> </w:t>
      </w:r>
      <w:r w:rsidRPr="007277FF">
        <w:rPr>
          <w:rtl/>
        </w:rPr>
        <w:t>ثم قال</w:t>
      </w:r>
      <w:r w:rsidR="00CC15EB">
        <w:rPr>
          <w:rtl/>
        </w:rPr>
        <w:t>:</w:t>
      </w:r>
      <w:r>
        <w:rPr>
          <w:rtl/>
        </w:rPr>
        <w:t xml:space="preserve"> </w:t>
      </w:r>
      <w:r w:rsidRPr="007277FF">
        <w:rPr>
          <w:rtl/>
        </w:rPr>
        <w:t>ان لله عز وجل عبادا لهم في اصلابهم ارحام كارحام النساء قال</w:t>
      </w:r>
      <w:r w:rsidR="00CC15EB">
        <w:rPr>
          <w:rtl/>
        </w:rPr>
        <w:t>:</w:t>
      </w:r>
      <w:r>
        <w:rPr>
          <w:rtl/>
        </w:rPr>
        <w:t xml:space="preserve"> </w:t>
      </w:r>
      <w:r w:rsidRPr="007277FF">
        <w:rPr>
          <w:rtl/>
        </w:rPr>
        <w:t>فما لهم لا يحملون فيها</w:t>
      </w:r>
      <w:r>
        <w:rPr>
          <w:rtl/>
        </w:rPr>
        <w:t>؟</w:t>
      </w:r>
      <w:r w:rsidRPr="007277FF">
        <w:rPr>
          <w:rtl/>
        </w:rPr>
        <w:t xml:space="preserve"> قال</w:t>
      </w:r>
      <w:r w:rsidR="00CC15EB">
        <w:rPr>
          <w:rtl/>
        </w:rPr>
        <w:t>:</w:t>
      </w:r>
      <w:r>
        <w:rPr>
          <w:rtl/>
        </w:rPr>
        <w:t xml:space="preserve"> </w:t>
      </w:r>
      <w:r w:rsidRPr="007277FF">
        <w:rPr>
          <w:rtl/>
        </w:rPr>
        <w:t>لانها منكوسة ولهم في ادبارهم غدة كغدة البعير فإذا هاجت هاجوا وإذا سكنت سكنوا.</w:t>
      </w:r>
    </w:p>
    <w:p w:rsidR="00AC7755" w:rsidRDefault="00D45E0E" w:rsidP="00AC7755">
      <w:pPr>
        <w:pStyle w:val="libNormal"/>
        <w:rPr>
          <w:rtl/>
        </w:rPr>
      </w:pPr>
      <w:r w:rsidRPr="00D95A45">
        <w:rPr>
          <w:rtl/>
        </w:rPr>
        <w:t>(196) 5</w:t>
      </w:r>
      <w:r w:rsidR="00CC15EB">
        <w:rPr>
          <w:rtl/>
        </w:rPr>
        <w:t xml:space="preserve"> - </w:t>
      </w:r>
      <w:r w:rsidRPr="00D95A45">
        <w:rPr>
          <w:rtl/>
        </w:rPr>
        <w:t xml:space="preserve">علي بن ابراهيم عن ابيه عن النوفلي عن السكوني عن ابي عبد الله </w:t>
      </w:r>
      <w:r w:rsidR="00AC7755" w:rsidRPr="00AC7755">
        <w:rPr>
          <w:rStyle w:val="libAlaemChar"/>
          <w:rtl/>
        </w:rPr>
        <w:t>عليه‌السلام</w:t>
      </w:r>
      <w:r w:rsidRPr="00D95A45">
        <w:rPr>
          <w:rtl/>
        </w:rPr>
        <w:t xml:space="preserve"> عن آبائه </w:t>
      </w:r>
      <w:r w:rsidR="00AC7755" w:rsidRPr="00AC7755">
        <w:rPr>
          <w:rStyle w:val="libAlaemChar"/>
          <w:rtl/>
        </w:rPr>
        <w:t>عليهم‌السلام</w:t>
      </w:r>
      <w:r w:rsidRPr="00D95A45">
        <w:rPr>
          <w:rtl/>
        </w:rPr>
        <w:t xml:space="preserve"> قال</w:t>
      </w:r>
      <w:r w:rsidR="00CC15EB">
        <w:rPr>
          <w:rtl/>
        </w:rPr>
        <w:t>:</w:t>
      </w:r>
      <w:r>
        <w:rPr>
          <w:rtl/>
        </w:rPr>
        <w:t xml:space="preserve"> </w:t>
      </w:r>
      <w:r w:rsidRPr="00D95A45">
        <w:rPr>
          <w:rtl/>
        </w:rPr>
        <w:t>قال</w:t>
      </w:r>
      <w:r w:rsidR="00CC15EB">
        <w:rPr>
          <w:rtl/>
        </w:rPr>
        <w:t>:</w:t>
      </w:r>
      <w:r>
        <w:rPr>
          <w:rtl/>
        </w:rPr>
        <w:t xml:space="preserve"> </w:t>
      </w:r>
      <w:r w:rsidRPr="00D95A45">
        <w:rPr>
          <w:rtl/>
        </w:rPr>
        <w:t xml:space="preserve">امير المؤمنين </w:t>
      </w:r>
      <w:r w:rsidR="00AC7755" w:rsidRPr="00AC7755">
        <w:rPr>
          <w:rStyle w:val="libAlaemChar"/>
          <w:rtl/>
        </w:rPr>
        <w:t>عليه‌السلام</w:t>
      </w:r>
      <w:r w:rsidR="00CC15EB">
        <w:rPr>
          <w:rtl/>
        </w:rPr>
        <w:t>:</w:t>
      </w:r>
      <w:r>
        <w:rPr>
          <w:rtl/>
        </w:rPr>
        <w:t xml:space="preserve"> </w:t>
      </w:r>
      <w:r w:rsidRPr="00D95A45">
        <w:rPr>
          <w:rtl/>
        </w:rPr>
        <w:t>لو كان ينبغي لأحد ان يرجم مرتين لرجم اللوطي.</w:t>
      </w:r>
    </w:p>
    <w:p w:rsidR="00AC7755" w:rsidRDefault="00D45E0E" w:rsidP="00AC7755">
      <w:pPr>
        <w:pStyle w:val="libNormal"/>
        <w:rPr>
          <w:rtl/>
        </w:rPr>
      </w:pPr>
      <w:r w:rsidRPr="00D95A45">
        <w:rPr>
          <w:rtl/>
        </w:rPr>
        <w:t>(197) 6</w:t>
      </w:r>
      <w:r w:rsidR="00CC15EB">
        <w:rPr>
          <w:rtl/>
        </w:rPr>
        <w:t xml:space="preserve"> - </w:t>
      </w:r>
      <w:r w:rsidRPr="00D95A45">
        <w:rPr>
          <w:rtl/>
        </w:rPr>
        <w:t>سهل بن زياد عن بكر بن صالح عن محمد بن سنان عن حذيفة بن منصور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اللواط فقال</w:t>
      </w:r>
      <w:r w:rsidR="00CC15EB">
        <w:rPr>
          <w:rtl/>
        </w:rPr>
        <w:t>:</w:t>
      </w:r>
      <w:r>
        <w:rPr>
          <w:rtl/>
        </w:rPr>
        <w:t xml:space="preserve"> </w:t>
      </w:r>
      <w:r w:rsidRPr="00D95A45">
        <w:rPr>
          <w:rtl/>
        </w:rPr>
        <w:t>بين الفخذين</w:t>
      </w:r>
      <w:r w:rsidR="00CC15EB">
        <w:rPr>
          <w:rtl/>
        </w:rPr>
        <w:t>،</w:t>
      </w:r>
      <w:r>
        <w:rPr>
          <w:rtl/>
        </w:rPr>
        <w:t xml:space="preserve"> </w:t>
      </w:r>
      <w:r w:rsidRPr="00D95A45">
        <w:rPr>
          <w:rtl/>
        </w:rPr>
        <w:t>قال</w:t>
      </w:r>
      <w:r w:rsidR="00CC15EB">
        <w:rPr>
          <w:rtl/>
        </w:rPr>
        <w:t>:</w:t>
      </w:r>
      <w:r>
        <w:rPr>
          <w:rtl/>
        </w:rPr>
        <w:t xml:space="preserve"> </w:t>
      </w:r>
      <w:r w:rsidRPr="00D95A45">
        <w:rPr>
          <w:rtl/>
        </w:rPr>
        <w:t>وسألته عن الذي يوقب فقال</w:t>
      </w:r>
      <w:r w:rsidR="00CC15EB">
        <w:rPr>
          <w:rtl/>
        </w:rPr>
        <w:t>:</w:t>
      </w:r>
      <w:r>
        <w:rPr>
          <w:rtl/>
        </w:rPr>
        <w:t xml:space="preserve"> </w:t>
      </w:r>
      <w:r w:rsidRPr="00D95A45">
        <w:rPr>
          <w:rtl/>
        </w:rPr>
        <w:t xml:space="preserve">ذلك الكفر بما انزل الله على نبيه </w:t>
      </w:r>
      <w:r w:rsidR="00AC7755" w:rsidRPr="00AC7755">
        <w:rPr>
          <w:rStyle w:val="libAlaemChar"/>
          <w:rtl/>
        </w:rPr>
        <w:t>صلى‌الله‌عليه‌وآله‌وسلم</w:t>
      </w:r>
      <w:r w:rsidRPr="00D95A45">
        <w:rPr>
          <w:rtl/>
        </w:rPr>
        <w:t>.</w:t>
      </w:r>
    </w:p>
    <w:p w:rsidR="00AC7755" w:rsidRDefault="00D45E0E" w:rsidP="00AC7755">
      <w:pPr>
        <w:pStyle w:val="libNormal"/>
        <w:rPr>
          <w:rtl/>
        </w:rPr>
      </w:pPr>
      <w:r w:rsidRPr="00D95A45">
        <w:rPr>
          <w:rtl/>
        </w:rPr>
        <w:t>(198) 7</w:t>
      </w:r>
      <w:r w:rsidR="00CC15EB">
        <w:rPr>
          <w:rtl/>
        </w:rPr>
        <w:t xml:space="preserve"> - </w:t>
      </w:r>
      <w:r w:rsidRPr="00D95A45">
        <w:rPr>
          <w:rtl/>
        </w:rPr>
        <w:t xml:space="preserve">علي بن ابراهيم عن ابيه عن الحسن بن محبوب عن ابن رئاب عن مالك بن عطية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بينا امير المؤمنين </w:t>
      </w:r>
      <w:r w:rsidR="00AC7755" w:rsidRPr="00AC7755">
        <w:rPr>
          <w:rStyle w:val="libAlaemChar"/>
          <w:rtl/>
        </w:rPr>
        <w:t>عليه‌السلام</w:t>
      </w:r>
      <w:r w:rsidRPr="00D95A45">
        <w:rPr>
          <w:rtl/>
        </w:rPr>
        <w:t xml:space="preserve"> في ملا من اصحابه إذا أتاه رجل فقال</w:t>
      </w:r>
      <w:r w:rsidR="00CC15EB">
        <w:rPr>
          <w:rtl/>
        </w:rPr>
        <w:t>:</w:t>
      </w:r>
      <w:r>
        <w:rPr>
          <w:rtl/>
        </w:rPr>
        <w:t xml:space="preserve"> </w:t>
      </w:r>
      <w:r w:rsidRPr="00D95A45">
        <w:rPr>
          <w:rtl/>
        </w:rPr>
        <w:t xml:space="preserve">يا امير المؤمنين اني أوقبت على غلام فطهرني فقال له امير المؤمنين </w:t>
      </w:r>
      <w:r w:rsidR="00AC7755" w:rsidRPr="00AC7755">
        <w:rPr>
          <w:rStyle w:val="libAlaemChar"/>
          <w:rtl/>
        </w:rPr>
        <w:t>عليه‌السلام</w:t>
      </w:r>
      <w:r w:rsidR="00CC15EB">
        <w:rPr>
          <w:rtl/>
        </w:rPr>
        <w:t>:</w:t>
      </w:r>
      <w:r>
        <w:rPr>
          <w:rtl/>
        </w:rPr>
        <w:t xml:space="preserve"> </w:t>
      </w:r>
      <w:r w:rsidRPr="00D95A45">
        <w:rPr>
          <w:rtl/>
        </w:rPr>
        <w:t>يا هذا امض إلى منزلك لعل مرارا هاج بك</w:t>
      </w:r>
      <w:r w:rsidR="00CC15EB">
        <w:rPr>
          <w:rtl/>
        </w:rPr>
        <w:t>،</w:t>
      </w:r>
      <w:r>
        <w:rPr>
          <w:rtl/>
        </w:rPr>
        <w:t xml:space="preserve"> </w:t>
      </w:r>
      <w:r w:rsidRPr="00D95A45">
        <w:rPr>
          <w:rtl/>
        </w:rPr>
        <w:t>فلما كان من غد عاد إليه فقال</w:t>
      </w:r>
      <w:r w:rsidR="00CC15EB">
        <w:rPr>
          <w:rtl/>
        </w:rPr>
        <w:t>:</w:t>
      </w:r>
      <w:r>
        <w:rPr>
          <w:rtl/>
        </w:rPr>
        <w:t xml:space="preserve"> </w:t>
      </w:r>
      <w:r w:rsidRPr="00D95A45">
        <w:rPr>
          <w:rtl/>
        </w:rPr>
        <w:t>يا امير المؤمنين اني اوقبت على غلام فطهرني فقال له</w:t>
      </w:r>
      <w:r w:rsidR="00CC15EB">
        <w:rPr>
          <w:rtl/>
        </w:rPr>
        <w:t>:</w:t>
      </w:r>
      <w:r>
        <w:rPr>
          <w:rtl/>
        </w:rPr>
        <w:t xml:space="preserve"> </w:t>
      </w:r>
      <w:r w:rsidRPr="00D95A45">
        <w:rPr>
          <w:rtl/>
        </w:rPr>
        <w:t>يا هذا إمض إلى منزلك لعل مرارا هاج بك</w:t>
      </w:r>
      <w:r w:rsidR="00CC15EB">
        <w:rPr>
          <w:rtl/>
        </w:rPr>
        <w:t>،</w:t>
      </w:r>
      <w:r>
        <w:rPr>
          <w:rtl/>
        </w:rPr>
        <w:t xml:space="preserve"> </w:t>
      </w:r>
      <w:r w:rsidRPr="00D95A45">
        <w:rPr>
          <w:rtl/>
        </w:rPr>
        <w:t>حتى فعل ذلك ثلاثا بعد مرته الأولى فلما كان في الرابعة قال له</w:t>
      </w:r>
      <w:r w:rsidR="00CC15EB">
        <w:rPr>
          <w:rtl/>
        </w:rPr>
        <w:t>:</w:t>
      </w:r>
      <w:r>
        <w:rPr>
          <w:rtl/>
        </w:rPr>
        <w:t xml:space="preserve"> </w:t>
      </w:r>
      <w:r w:rsidRPr="00D95A45">
        <w:rPr>
          <w:rtl/>
        </w:rPr>
        <w:t xml:space="preserve">يا هذا إن رسول الله </w:t>
      </w:r>
      <w:r w:rsidR="00AC7755" w:rsidRPr="00AC7755">
        <w:rPr>
          <w:rStyle w:val="libAlaemChar"/>
          <w:rtl/>
        </w:rPr>
        <w:t>صلى‌الله‌عليه‌وآله‌وسلم</w:t>
      </w:r>
      <w:r w:rsidRPr="00D95A45">
        <w:rPr>
          <w:rtl/>
        </w:rPr>
        <w:t xml:space="preserve"> حكم في مثلك ثلاثة احكام فاختر ايهن شئت قال</w:t>
      </w:r>
      <w:r w:rsidR="00CC15EB">
        <w:rPr>
          <w:rtl/>
        </w:rPr>
        <w:t>:</w:t>
      </w:r>
      <w:r>
        <w:rPr>
          <w:rtl/>
        </w:rPr>
        <w:t xml:space="preserve"> </w:t>
      </w:r>
      <w:r w:rsidRPr="00D95A45">
        <w:rPr>
          <w:rtl/>
        </w:rPr>
        <w:t>وما هي يا امير المؤمنين</w:t>
      </w:r>
      <w:r>
        <w:rPr>
          <w:rtl/>
        </w:rPr>
        <w:t>؟</w:t>
      </w:r>
      <w:r w:rsidRPr="00D95A45">
        <w:rPr>
          <w:rtl/>
        </w:rPr>
        <w:t xml:space="preserve"> قال</w:t>
      </w:r>
      <w:r w:rsidR="00CC15EB">
        <w:rPr>
          <w:rtl/>
        </w:rPr>
        <w:t>:</w:t>
      </w:r>
      <w:r>
        <w:rPr>
          <w:rtl/>
        </w:rPr>
        <w:t xml:space="preserve"> </w:t>
      </w:r>
      <w:r w:rsidRPr="00D95A45">
        <w:rPr>
          <w:rtl/>
        </w:rPr>
        <w:t>ضربة بالسيف في عنقك بالغة ما بلغت</w:t>
      </w:r>
      <w:r w:rsidR="00CC15EB">
        <w:rPr>
          <w:rtl/>
        </w:rPr>
        <w:t>،</w:t>
      </w:r>
      <w:r>
        <w:rPr>
          <w:rtl/>
        </w:rPr>
        <w:t xml:space="preserve"> </w:t>
      </w:r>
      <w:r w:rsidRPr="00D95A45">
        <w:rPr>
          <w:rtl/>
        </w:rPr>
        <w:t>أو اهدارك من جبل مشدود اليدين والرجلين</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196</w:t>
      </w:r>
      <w:r>
        <w:rPr>
          <w:rtl/>
        </w:rPr>
        <w:t xml:space="preserve"> - </w:t>
      </w:r>
      <w:r w:rsidR="00D45E0E" w:rsidRPr="00D95A45">
        <w:rPr>
          <w:rtl/>
        </w:rPr>
        <w:t>الاستبصار ج 4 ص 219 الكافي ج 2 ص 292 الفقيه ج 4 ص 31</w:t>
      </w:r>
    </w:p>
    <w:p w:rsidR="00CC15EB" w:rsidRDefault="00CC15EB" w:rsidP="00AC7755">
      <w:pPr>
        <w:pStyle w:val="libFootnote0"/>
        <w:rPr>
          <w:rtl/>
        </w:rPr>
      </w:pPr>
      <w:r>
        <w:rPr>
          <w:rtl/>
        </w:rPr>
        <w:t>-</w:t>
      </w:r>
      <w:r w:rsidR="00D45E0E" w:rsidRPr="007277FF">
        <w:rPr>
          <w:rtl/>
        </w:rPr>
        <w:t xml:space="preserve"> 197</w:t>
      </w:r>
      <w:r>
        <w:rPr>
          <w:rtl/>
        </w:rPr>
        <w:t xml:space="preserve"> - </w:t>
      </w:r>
      <w:r w:rsidR="00D45E0E" w:rsidRPr="007277FF">
        <w:rPr>
          <w:rtl/>
        </w:rPr>
        <w:t>الاستبصار ج 4 ص 221</w:t>
      </w:r>
    </w:p>
    <w:p w:rsidR="00AC7755" w:rsidRDefault="00CC15EB" w:rsidP="00AC7755">
      <w:pPr>
        <w:pStyle w:val="libFootnote0"/>
        <w:rPr>
          <w:rtl/>
        </w:rPr>
      </w:pPr>
      <w:r>
        <w:rPr>
          <w:rtl/>
        </w:rPr>
        <w:t>-</w:t>
      </w:r>
      <w:r w:rsidR="00D45E0E" w:rsidRPr="00DA0376">
        <w:rPr>
          <w:rtl/>
        </w:rPr>
        <w:t xml:space="preserve"> 198</w:t>
      </w:r>
      <w:r>
        <w:rPr>
          <w:rtl/>
        </w:rPr>
        <w:t xml:space="preserve"> - </w:t>
      </w:r>
      <w:r w:rsidR="00D45E0E" w:rsidRPr="00DA0376">
        <w:rPr>
          <w:rtl/>
        </w:rPr>
        <w:t>الاستبصار ج 4 ص 220 بدون الذيل الكافي ج 2 ص 293</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أو إحراق بالنار فقال له</w:t>
      </w:r>
      <w:r w:rsidR="00CC15EB">
        <w:rPr>
          <w:rtl/>
        </w:rPr>
        <w:t>:</w:t>
      </w:r>
      <w:r>
        <w:rPr>
          <w:rtl/>
        </w:rPr>
        <w:t xml:space="preserve"> </w:t>
      </w:r>
      <w:r w:rsidRPr="007277FF">
        <w:rPr>
          <w:rtl/>
        </w:rPr>
        <w:t>يا امير المؤمنين فايهن اشد علي</w:t>
      </w:r>
      <w:r>
        <w:rPr>
          <w:rtl/>
        </w:rPr>
        <w:t>؟</w:t>
      </w:r>
      <w:r w:rsidRPr="007277FF">
        <w:rPr>
          <w:rtl/>
        </w:rPr>
        <w:t xml:space="preserve"> قال</w:t>
      </w:r>
      <w:r w:rsidR="00CC15EB">
        <w:rPr>
          <w:rtl/>
        </w:rPr>
        <w:t>:</w:t>
      </w:r>
      <w:r>
        <w:rPr>
          <w:rtl/>
        </w:rPr>
        <w:t xml:space="preserve"> </w:t>
      </w:r>
      <w:r w:rsidRPr="007277FF">
        <w:rPr>
          <w:rtl/>
        </w:rPr>
        <w:t>الاحراق بالنار قال</w:t>
      </w:r>
      <w:r w:rsidR="00CC15EB">
        <w:rPr>
          <w:rtl/>
        </w:rPr>
        <w:t>:</w:t>
      </w:r>
      <w:r>
        <w:rPr>
          <w:rtl/>
        </w:rPr>
        <w:t xml:space="preserve"> </w:t>
      </w:r>
      <w:r w:rsidRPr="007277FF">
        <w:rPr>
          <w:rtl/>
        </w:rPr>
        <w:t>فاني قد اخترتها يا امير المؤمنين قال</w:t>
      </w:r>
      <w:r w:rsidR="00CC15EB">
        <w:rPr>
          <w:rtl/>
        </w:rPr>
        <w:t>:</w:t>
      </w:r>
      <w:r>
        <w:rPr>
          <w:rtl/>
        </w:rPr>
        <w:t xml:space="preserve"> </w:t>
      </w:r>
      <w:r w:rsidRPr="007277FF">
        <w:rPr>
          <w:rtl/>
        </w:rPr>
        <w:t>خذ بذلك اهبتك فقال</w:t>
      </w:r>
      <w:r w:rsidR="00CC15EB">
        <w:rPr>
          <w:rtl/>
        </w:rPr>
        <w:t>:</w:t>
      </w:r>
      <w:r>
        <w:rPr>
          <w:rtl/>
        </w:rPr>
        <w:t xml:space="preserve"> </w:t>
      </w:r>
      <w:r w:rsidRPr="007277FF">
        <w:rPr>
          <w:rtl/>
        </w:rPr>
        <w:t>نعم فصلى ركعتين ثم جلس في تشهده فقال</w:t>
      </w:r>
      <w:r w:rsidR="00CC15EB">
        <w:rPr>
          <w:rtl/>
        </w:rPr>
        <w:t>:</w:t>
      </w:r>
      <w:r>
        <w:rPr>
          <w:rtl/>
        </w:rPr>
        <w:t xml:space="preserve"> </w:t>
      </w:r>
      <w:r w:rsidRPr="007277FF">
        <w:rPr>
          <w:rtl/>
        </w:rPr>
        <w:t>(اللهم اني قد اتيت من الذنب ما قد علمته واني تخوفت من ذلك فجئت إلى وصي رسولك وابن عم نبيك فسألته ان يطهرني فخيرني ثلاثة اصناف من العذاب واني قد اخترت اشدها</w:t>
      </w:r>
      <w:r w:rsidR="00CC15EB">
        <w:rPr>
          <w:rtl/>
        </w:rPr>
        <w:t>،</w:t>
      </w:r>
      <w:r>
        <w:rPr>
          <w:rtl/>
        </w:rPr>
        <w:t xml:space="preserve"> </w:t>
      </w:r>
      <w:r w:rsidRPr="007277FF">
        <w:rPr>
          <w:rtl/>
        </w:rPr>
        <w:t>اللهم فاني اسألك ان تجعل ذلك كفارة لذنوبي وأن لا تحرقني بنارك في آخرتي) ثم قام وهو باك حتى جلس في الحفرة التي حفرها له امير المؤمنين وهو يرى النار تأجج حوله قال</w:t>
      </w:r>
      <w:r w:rsidR="00CC15EB">
        <w:rPr>
          <w:rtl/>
        </w:rPr>
        <w:t>:</w:t>
      </w:r>
      <w:r>
        <w:rPr>
          <w:rtl/>
        </w:rPr>
        <w:t xml:space="preserve"> </w:t>
      </w:r>
      <w:r w:rsidRPr="007277FF">
        <w:rPr>
          <w:rtl/>
        </w:rPr>
        <w:t xml:space="preserve">فبكى امير المؤمنين </w:t>
      </w:r>
      <w:r w:rsidR="00AC7755" w:rsidRPr="00AC7755">
        <w:rPr>
          <w:rStyle w:val="libAlaemChar"/>
          <w:rtl/>
        </w:rPr>
        <w:t>عليه‌السلام</w:t>
      </w:r>
      <w:r w:rsidRPr="007277FF">
        <w:rPr>
          <w:rtl/>
        </w:rPr>
        <w:t xml:space="preserve"> وبكى اصحابه جميعا فقال له امير المؤمنين </w:t>
      </w:r>
      <w:r w:rsidR="00AC7755" w:rsidRPr="00AC7755">
        <w:rPr>
          <w:rStyle w:val="libAlaemChar"/>
          <w:rtl/>
        </w:rPr>
        <w:t>عليه‌السلام</w:t>
      </w:r>
      <w:r w:rsidR="00CC15EB">
        <w:rPr>
          <w:rtl/>
        </w:rPr>
        <w:t>:</w:t>
      </w:r>
      <w:r>
        <w:rPr>
          <w:rtl/>
        </w:rPr>
        <w:t xml:space="preserve"> </w:t>
      </w:r>
      <w:r w:rsidRPr="007277FF">
        <w:rPr>
          <w:rtl/>
        </w:rPr>
        <w:t>قم يا هذا فقد ابكيت ملائكة السماء وملائكة الارضين وإن الله قد تاب عليك فقم ولا تعاودن شيئا مما قد فعلت.</w:t>
      </w:r>
    </w:p>
    <w:p w:rsidR="00AC7755" w:rsidRDefault="00D45E0E" w:rsidP="00AC7755">
      <w:pPr>
        <w:pStyle w:val="libNormal"/>
        <w:rPr>
          <w:rtl/>
        </w:rPr>
      </w:pPr>
      <w:r w:rsidRPr="00D95A45">
        <w:rPr>
          <w:rtl/>
        </w:rPr>
        <w:t>(199) 8</w:t>
      </w:r>
      <w:r w:rsidR="00CC15EB">
        <w:rPr>
          <w:rtl/>
        </w:rPr>
        <w:t xml:space="preserve"> - </w:t>
      </w:r>
      <w:r w:rsidRPr="00D95A45">
        <w:rPr>
          <w:rtl/>
        </w:rPr>
        <w:t xml:space="preserve">محمد بن علي بن محبوب عن بنان بن محمد عن العباس غلام لابي الحسن الرضا </w:t>
      </w:r>
      <w:r w:rsidR="00AC7755" w:rsidRPr="00AC7755">
        <w:rPr>
          <w:rStyle w:val="libAlaemChar"/>
          <w:rtl/>
        </w:rPr>
        <w:t>عليه‌السلام</w:t>
      </w:r>
      <w:r w:rsidRPr="00D95A45">
        <w:rPr>
          <w:rtl/>
        </w:rPr>
        <w:t xml:space="preserve"> يعرف بغلام ابن شراعة عن الحسن بن الربيع عن سيف التمار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اتي علي بن ابي طالب </w:t>
      </w:r>
      <w:r w:rsidR="00AC7755" w:rsidRPr="00AC7755">
        <w:rPr>
          <w:rStyle w:val="libAlaemChar"/>
          <w:rtl/>
        </w:rPr>
        <w:t>عليه‌السلام</w:t>
      </w:r>
      <w:r w:rsidRPr="00D95A45">
        <w:rPr>
          <w:rtl/>
        </w:rPr>
        <w:t xml:space="preserve"> برجل معه غلام يأتيه وقامت عليهما بذلك البينة فقال</w:t>
      </w:r>
      <w:r w:rsidR="00CC15EB">
        <w:rPr>
          <w:rtl/>
        </w:rPr>
        <w:t>:</w:t>
      </w:r>
      <w:r>
        <w:rPr>
          <w:rtl/>
        </w:rPr>
        <w:t xml:space="preserve"> </w:t>
      </w:r>
      <w:r w:rsidRPr="00D95A45">
        <w:rPr>
          <w:rtl/>
        </w:rPr>
        <w:t>يا قنبر النطع والسيف ثم أمر بالرجل فوضع على وجهه ووضع الغلام على وجهه ثم امر بهما فضربهما بالسيف حتى قدهما بالسيف جميعا</w:t>
      </w:r>
      <w:r w:rsidR="00CC15EB">
        <w:rPr>
          <w:rtl/>
        </w:rPr>
        <w:t>،</w:t>
      </w:r>
      <w:r>
        <w:rPr>
          <w:rtl/>
        </w:rPr>
        <w:t xml:space="preserve"> </w:t>
      </w:r>
      <w:r w:rsidRPr="00D95A45">
        <w:rPr>
          <w:rtl/>
        </w:rPr>
        <w:t>قال</w:t>
      </w:r>
      <w:r w:rsidR="00CC15EB">
        <w:rPr>
          <w:rtl/>
        </w:rPr>
        <w:t>:</w:t>
      </w:r>
      <w:r>
        <w:rPr>
          <w:rtl/>
        </w:rPr>
        <w:t xml:space="preserve"> </w:t>
      </w:r>
      <w:r w:rsidRPr="00D95A45">
        <w:rPr>
          <w:rtl/>
        </w:rPr>
        <w:t xml:space="preserve">واتي امير المؤمنين </w:t>
      </w:r>
      <w:r w:rsidR="00AC7755" w:rsidRPr="00AC7755">
        <w:rPr>
          <w:rStyle w:val="libAlaemChar"/>
          <w:rtl/>
        </w:rPr>
        <w:t>عليه‌السلام</w:t>
      </w:r>
      <w:r w:rsidRPr="00D95A45">
        <w:rPr>
          <w:rtl/>
        </w:rPr>
        <w:t xml:space="preserve"> بامرأتين وجدتا في لحاف واحد وقامت عليهما البينة انهما كانتا تتساحقان فدعا بالنطع ثم امر بهما فاحرقتا بالنار.</w:t>
      </w:r>
    </w:p>
    <w:p w:rsidR="00AC7755" w:rsidRDefault="00D45E0E" w:rsidP="00AC7755">
      <w:pPr>
        <w:pStyle w:val="libNormal"/>
        <w:rPr>
          <w:rtl/>
        </w:rPr>
      </w:pPr>
      <w:r w:rsidRPr="00D95A45">
        <w:rPr>
          <w:rtl/>
        </w:rPr>
        <w:t>(200) 9</w:t>
      </w:r>
      <w:r w:rsidR="00CC15EB">
        <w:rPr>
          <w:rtl/>
        </w:rPr>
        <w:t xml:space="preserve"> - </w:t>
      </w:r>
      <w:r w:rsidRPr="00D95A45">
        <w:rPr>
          <w:rtl/>
        </w:rPr>
        <w:t>فاما ما رواه يونس عن محمد بن سنان عن العلا بن الفضيل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حد اللوطي مثل حد الزاني وقال</w:t>
      </w:r>
      <w:r w:rsidR="00CC15EB">
        <w:rPr>
          <w:rtl/>
        </w:rPr>
        <w:t>:</w:t>
      </w:r>
      <w:r>
        <w:rPr>
          <w:rtl/>
        </w:rPr>
        <w:t xml:space="preserve"> </w:t>
      </w:r>
      <w:r w:rsidRPr="00D95A45">
        <w:rPr>
          <w:rtl/>
        </w:rPr>
        <w:t>ان كان قد احصن رجم والا جلد.</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A0376">
        <w:rPr>
          <w:rtl/>
        </w:rPr>
        <w:t xml:space="preserve"> 199</w:t>
      </w:r>
      <w:r>
        <w:rPr>
          <w:rFonts w:hint="cs"/>
          <w:rtl/>
        </w:rPr>
        <w:t xml:space="preserve"> - </w:t>
      </w:r>
      <w:r w:rsidR="00D45E0E" w:rsidRPr="00DA0376">
        <w:rPr>
          <w:rtl/>
        </w:rPr>
        <w:t>200</w:t>
      </w:r>
      <w:r>
        <w:rPr>
          <w:rtl/>
        </w:rPr>
        <w:t xml:space="preserve"> - </w:t>
      </w:r>
      <w:r w:rsidR="00D45E0E" w:rsidRPr="00DA0376">
        <w:rPr>
          <w:rtl/>
        </w:rPr>
        <w:t>الاستبصار ج 4 ص 220 واخرج الثاني الكليني في الكافي ج 2 ص 292</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(201) 10</w:t>
      </w:r>
      <w:r w:rsidR="00CC15EB">
        <w:rPr>
          <w:rtl/>
        </w:rPr>
        <w:t xml:space="preserve"> - </w:t>
      </w:r>
      <w:r w:rsidRPr="00D95A45">
        <w:rPr>
          <w:rtl/>
        </w:rPr>
        <w:t>محمد بن يعقوب عن الحسين بن محمد عن معلى بن محمد عن الحسن بن علي الوشاء عن حماد بن عثمان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Pr="00D95A45">
        <w:rPr>
          <w:rtl/>
        </w:rPr>
        <w:t xml:space="preserve"> رجل اتى رجلا قال</w:t>
      </w:r>
      <w:r w:rsidR="00CC15EB">
        <w:rPr>
          <w:rtl/>
        </w:rPr>
        <w:t>:</w:t>
      </w:r>
      <w:r>
        <w:rPr>
          <w:rtl/>
        </w:rPr>
        <w:t xml:space="preserve"> </w:t>
      </w:r>
      <w:r w:rsidRPr="00D95A45">
        <w:rPr>
          <w:rtl/>
        </w:rPr>
        <w:t>عليه ان كان محصنا القتل</w:t>
      </w:r>
      <w:r w:rsidR="00CC15EB">
        <w:rPr>
          <w:rtl/>
        </w:rPr>
        <w:t>،</w:t>
      </w:r>
      <w:r>
        <w:rPr>
          <w:rtl/>
        </w:rPr>
        <w:t xml:space="preserve"> </w:t>
      </w:r>
      <w:r w:rsidRPr="00D95A45">
        <w:rPr>
          <w:rtl/>
        </w:rPr>
        <w:t>وان لم يكن محصنا فعليه الجلد قال</w:t>
      </w:r>
      <w:r w:rsidR="00CC15EB">
        <w:rPr>
          <w:rtl/>
        </w:rPr>
        <w:t>:</w:t>
      </w:r>
      <w:r>
        <w:rPr>
          <w:rtl/>
        </w:rPr>
        <w:t xml:space="preserve"> </w:t>
      </w:r>
      <w:r w:rsidRPr="00D95A45">
        <w:rPr>
          <w:rtl/>
        </w:rPr>
        <w:t>فقلت</w:t>
      </w:r>
      <w:r w:rsidR="00CC15EB">
        <w:rPr>
          <w:rtl/>
        </w:rPr>
        <w:t>:</w:t>
      </w:r>
      <w:r>
        <w:rPr>
          <w:rtl/>
        </w:rPr>
        <w:t xml:space="preserve"> </w:t>
      </w:r>
      <w:r w:rsidRPr="00D95A45">
        <w:rPr>
          <w:rtl/>
        </w:rPr>
        <w:t>فما على الموتى</w:t>
      </w:r>
      <w:r>
        <w:rPr>
          <w:rtl/>
        </w:rPr>
        <w:t>؟</w:t>
      </w:r>
      <w:r w:rsidRPr="00D95A45">
        <w:rPr>
          <w:rtl/>
        </w:rPr>
        <w:t xml:space="preserve"> قال</w:t>
      </w:r>
      <w:r w:rsidR="00CC15EB">
        <w:rPr>
          <w:rtl/>
        </w:rPr>
        <w:t>:</w:t>
      </w:r>
      <w:r>
        <w:rPr>
          <w:rtl/>
        </w:rPr>
        <w:t xml:space="preserve"> </w:t>
      </w:r>
      <w:r w:rsidRPr="00D95A45">
        <w:rPr>
          <w:rtl/>
        </w:rPr>
        <w:t>عليه القتل على كل حال محصنا كان أو غير محصن.</w:t>
      </w:r>
    </w:p>
    <w:p w:rsidR="00AC7755" w:rsidRDefault="00D45E0E" w:rsidP="00AC7755">
      <w:pPr>
        <w:pStyle w:val="libNormal"/>
        <w:rPr>
          <w:rtl/>
        </w:rPr>
      </w:pPr>
      <w:r w:rsidRPr="00D95A45">
        <w:rPr>
          <w:rtl/>
        </w:rPr>
        <w:t>(202) 11</w:t>
      </w:r>
      <w:r w:rsidR="00CC15EB">
        <w:rPr>
          <w:rtl/>
        </w:rPr>
        <w:t xml:space="preserve"> - </w:t>
      </w:r>
      <w:r w:rsidRPr="00D95A45">
        <w:rPr>
          <w:rtl/>
        </w:rPr>
        <w:t xml:space="preserve">احمد بن محمد عن علي بن الحكم عن ابان عن زرارة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المتلوط حده حد الزانى.</w:t>
      </w:r>
    </w:p>
    <w:p w:rsidR="00AC7755" w:rsidRDefault="00D45E0E" w:rsidP="00AC7755">
      <w:pPr>
        <w:pStyle w:val="libNormal"/>
        <w:rPr>
          <w:rtl/>
        </w:rPr>
      </w:pPr>
      <w:r w:rsidRPr="00D95A45">
        <w:rPr>
          <w:rtl/>
        </w:rPr>
        <w:t>(203) 12</w:t>
      </w:r>
      <w:r w:rsidR="00CC15EB">
        <w:rPr>
          <w:rtl/>
        </w:rPr>
        <w:t xml:space="preserve"> - </w:t>
      </w:r>
      <w:r w:rsidRPr="00D95A45">
        <w:rPr>
          <w:rtl/>
        </w:rPr>
        <w:t>محمد بن يحيى عن احمد بن محمد عن ابن محبوب عن هشام بن سالم عن ابى بصير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 xml:space="preserve">في كتاب علي </w:t>
      </w:r>
      <w:r w:rsidR="00AC7755" w:rsidRPr="00AC7755">
        <w:rPr>
          <w:rStyle w:val="libAlaemChar"/>
          <w:rtl/>
        </w:rPr>
        <w:t>عليه‌السلام</w:t>
      </w:r>
      <w:r w:rsidRPr="00D95A45">
        <w:rPr>
          <w:rtl/>
        </w:rPr>
        <w:t xml:space="preserve"> إذا أخذ الرجل مع الغلام في لحاف مجردين ضرب الرجل وادب الغلام وان كان ثقب وكان محصنا رجم. </w:t>
      </w:r>
    </w:p>
    <w:p w:rsidR="00AC7755" w:rsidRDefault="00D45E0E" w:rsidP="00AC7755">
      <w:pPr>
        <w:pStyle w:val="libNormal"/>
        <w:rPr>
          <w:rtl/>
        </w:rPr>
      </w:pPr>
      <w:r w:rsidRPr="00D95A45">
        <w:rPr>
          <w:rtl/>
        </w:rPr>
        <w:t>قال محمد بن الحسن</w:t>
      </w:r>
      <w:r w:rsidR="00CC15EB">
        <w:rPr>
          <w:rtl/>
        </w:rPr>
        <w:t>:</w:t>
      </w:r>
      <w:r>
        <w:rPr>
          <w:rtl/>
        </w:rPr>
        <w:t xml:space="preserve"> </w:t>
      </w:r>
      <w:r w:rsidRPr="00D95A45">
        <w:rPr>
          <w:rtl/>
        </w:rPr>
        <w:t>هذه الاخبار تحتمل وجهين احدهما</w:t>
      </w:r>
      <w:r w:rsidR="00CC15EB">
        <w:rPr>
          <w:rtl/>
        </w:rPr>
        <w:t>:</w:t>
      </w:r>
      <w:r>
        <w:rPr>
          <w:rtl/>
        </w:rPr>
        <w:t xml:space="preserve"> </w:t>
      </w:r>
      <w:r w:rsidRPr="00D95A45">
        <w:rPr>
          <w:rtl/>
        </w:rPr>
        <w:t>ان يكون المراد بها إذا كان الفعل دون الايقاب فانه يعتبر فيه الاحصان وغير الاحصان</w:t>
      </w:r>
      <w:r w:rsidR="00CC15EB">
        <w:rPr>
          <w:rtl/>
        </w:rPr>
        <w:t>،</w:t>
      </w:r>
      <w:r>
        <w:rPr>
          <w:rtl/>
        </w:rPr>
        <w:t xml:space="preserve"> </w:t>
      </w:r>
      <w:r w:rsidRPr="00D95A45">
        <w:rPr>
          <w:rtl/>
        </w:rPr>
        <w:t xml:space="preserve">وقد فصل أبو عبد الله </w:t>
      </w:r>
      <w:r w:rsidR="00AC7755" w:rsidRPr="00AC7755">
        <w:rPr>
          <w:rStyle w:val="libAlaemChar"/>
          <w:rtl/>
        </w:rPr>
        <w:t>عليه‌السلام</w:t>
      </w:r>
      <w:r w:rsidRPr="00D95A45">
        <w:rPr>
          <w:rtl/>
        </w:rPr>
        <w:t xml:space="preserve"> ذلك فيما رواه عنه سليمان بن هلال من قوله إن كان دون الايقاب فعليه الحد وان كان الايقاب فضربة بالسيف</w:t>
      </w:r>
      <w:r w:rsidR="00CC15EB">
        <w:rPr>
          <w:rtl/>
        </w:rPr>
        <w:t>،</w:t>
      </w:r>
      <w:r>
        <w:rPr>
          <w:rtl/>
        </w:rPr>
        <w:t xml:space="preserve"> </w:t>
      </w:r>
      <w:r w:rsidRPr="00D95A45">
        <w:rPr>
          <w:rtl/>
        </w:rPr>
        <w:t>وقد سمي فاعل ذلك بانه لوطي في رواية حذيفة بن منصور التى قدمناها</w:t>
      </w:r>
      <w:r w:rsidR="00CC15EB">
        <w:rPr>
          <w:rtl/>
        </w:rPr>
        <w:t>،</w:t>
      </w:r>
      <w:r>
        <w:rPr>
          <w:rtl/>
        </w:rPr>
        <w:t xml:space="preserve"> </w:t>
      </w:r>
      <w:r w:rsidRPr="00D95A45">
        <w:rPr>
          <w:rtl/>
        </w:rPr>
        <w:t xml:space="preserve">ولا ينافي ذلك ما قدمناه عن ابى بصير عن ابى عبد الله </w:t>
      </w:r>
      <w:r w:rsidR="00AC7755" w:rsidRPr="00AC7755">
        <w:rPr>
          <w:rStyle w:val="libAlaemChar"/>
          <w:rtl/>
        </w:rPr>
        <w:t>عليه‌السلام</w:t>
      </w:r>
      <w:r w:rsidRPr="00D95A45">
        <w:rPr>
          <w:rtl/>
        </w:rPr>
        <w:t xml:space="preserve"> من انه إذا ثقب وكان محصنا فعليه الرجم</w:t>
      </w:r>
      <w:r w:rsidR="00CC15EB">
        <w:rPr>
          <w:rtl/>
        </w:rPr>
        <w:t>،</w:t>
      </w:r>
      <w:r>
        <w:rPr>
          <w:rtl/>
        </w:rPr>
        <w:t xml:space="preserve"> </w:t>
      </w:r>
      <w:r w:rsidRPr="00D95A45">
        <w:rPr>
          <w:rtl/>
        </w:rPr>
        <w:t>لأن الفاعل لذلك إذا كان قد وجب عليه القتل فالامام مخير بين ان يقيم عليه الحد بضرب الرقبة أو الاهدار من الجبل أو الاحراق أو الرجم اي ذلك شاء فعل</w:t>
      </w:r>
      <w:r w:rsidR="00CC15EB">
        <w:rPr>
          <w:rtl/>
        </w:rPr>
        <w:t>،</w:t>
      </w:r>
      <w:r>
        <w:rPr>
          <w:rtl/>
        </w:rPr>
        <w:t xml:space="preserve"> </w:t>
      </w:r>
      <w:r w:rsidRPr="00D95A45">
        <w:rPr>
          <w:rtl/>
        </w:rPr>
        <w:t>وتقييد ذلك</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201</w:t>
      </w:r>
      <w:r>
        <w:rPr>
          <w:rtl/>
        </w:rPr>
        <w:t xml:space="preserve"> - </w:t>
      </w:r>
      <w:r w:rsidR="00D45E0E" w:rsidRPr="00D95A45">
        <w:rPr>
          <w:rtl/>
        </w:rPr>
        <w:t>الاستبصار ج 4 ص 220 الكافي ج 2 ص 220 الفقيه ج 4 ص 30</w:t>
      </w:r>
    </w:p>
    <w:p w:rsidR="00AC7755" w:rsidRDefault="00CC15EB" w:rsidP="00AC7755">
      <w:pPr>
        <w:pStyle w:val="libFootnote0"/>
        <w:rPr>
          <w:rtl/>
        </w:rPr>
      </w:pPr>
      <w:r>
        <w:rPr>
          <w:rtl/>
        </w:rPr>
        <w:t>-</w:t>
      </w:r>
      <w:r w:rsidR="00D45E0E" w:rsidRPr="00DA0376">
        <w:rPr>
          <w:rtl/>
        </w:rPr>
        <w:t xml:space="preserve"> 202</w:t>
      </w:r>
      <w:r>
        <w:rPr>
          <w:rtl/>
        </w:rPr>
        <w:t xml:space="preserve"> - </w:t>
      </w:r>
      <w:r w:rsidR="00D45E0E" w:rsidRPr="00DA0376">
        <w:rPr>
          <w:rtl/>
        </w:rPr>
        <w:t>203</w:t>
      </w:r>
      <w:r>
        <w:rPr>
          <w:rtl/>
        </w:rPr>
        <w:t xml:space="preserve"> - </w:t>
      </w:r>
      <w:r w:rsidR="00D45E0E" w:rsidRPr="00DA0376">
        <w:rPr>
          <w:rtl/>
        </w:rPr>
        <w:t>الاستبصار ج 4 ص 221 الكافي ج 2 ص 293</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بكونه محصنا انما يدل من حيث دليل الخطاب على انه إذا لم يكن محصنا لم يكن عليه ذلك</w:t>
      </w:r>
      <w:r w:rsidR="00CC15EB">
        <w:rPr>
          <w:rtl/>
        </w:rPr>
        <w:t>،</w:t>
      </w:r>
      <w:r>
        <w:rPr>
          <w:rtl/>
        </w:rPr>
        <w:t xml:space="preserve"> </w:t>
      </w:r>
      <w:r w:rsidRPr="007277FF">
        <w:rPr>
          <w:rtl/>
        </w:rPr>
        <w:t>وقد ينصرف عنه لدليل وقد قدمنا ما يدل على ذلك</w:t>
      </w:r>
      <w:r w:rsidR="00CC15EB">
        <w:rPr>
          <w:rtl/>
        </w:rPr>
        <w:t>،</w:t>
      </w:r>
      <w:r>
        <w:rPr>
          <w:rtl/>
        </w:rPr>
        <w:t xml:space="preserve"> </w:t>
      </w:r>
      <w:r w:rsidRPr="007277FF">
        <w:rPr>
          <w:rtl/>
        </w:rPr>
        <w:t>ولا ينافي ذلك ما رواه</w:t>
      </w:r>
      <w:r w:rsidR="00CC15EB">
        <w:rPr>
          <w:rtl/>
        </w:rPr>
        <w:t>:</w:t>
      </w:r>
      <w:r>
        <w:rPr>
          <w:rtl/>
        </w:rPr>
        <w:t xml:space="preserve"> </w:t>
      </w:r>
    </w:p>
    <w:p w:rsidR="00AC7755" w:rsidRDefault="00D45E0E" w:rsidP="00AC7755">
      <w:pPr>
        <w:pStyle w:val="libNormal"/>
        <w:rPr>
          <w:rtl/>
        </w:rPr>
      </w:pPr>
      <w:r w:rsidRPr="00D95A45">
        <w:rPr>
          <w:rtl/>
        </w:rPr>
        <w:t>(204) 13</w:t>
      </w:r>
      <w:r w:rsidR="00CC15EB">
        <w:rPr>
          <w:rtl/>
        </w:rPr>
        <w:t xml:space="preserve"> - </w:t>
      </w:r>
      <w:r w:rsidRPr="00D95A45">
        <w:rPr>
          <w:rtl/>
        </w:rPr>
        <w:t>الحسين بن سعيد قال</w:t>
      </w:r>
      <w:r w:rsidR="00CC15EB">
        <w:rPr>
          <w:rtl/>
        </w:rPr>
        <w:t>:</w:t>
      </w:r>
      <w:r>
        <w:rPr>
          <w:rtl/>
        </w:rPr>
        <w:t xml:space="preserve"> </w:t>
      </w:r>
      <w:r w:rsidRPr="00D95A45">
        <w:rPr>
          <w:rtl/>
        </w:rPr>
        <w:t xml:space="preserve">قرأت بخط رجل اعرفه الى ابى الحسن </w:t>
      </w:r>
      <w:r w:rsidR="00AC7755" w:rsidRPr="00AC7755">
        <w:rPr>
          <w:rStyle w:val="libAlaemChar"/>
          <w:rtl/>
        </w:rPr>
        <w:t>عليه‌السلام</w:t>
      </w:r>
      <w:r w:rsidRPr="00D95A45">
        <w:rPr>
          <w:rtl/>
        </w:rPr>
        <w:t xml:space="preserve"> وقرأت جواب ابي الحسن </w:t>
      </w:r>
      <w:r w:rsidR="00AC7755" w:rsidRPr="00AC7755">
        <w:rPr>
          <w:rStyle w:val="libAlaemChar"/>
          <w:rtl/>
        </w:rPr>
        <w:t>عليه‌السلام</w:t>
      </w:r>
      <w:r w:rsidRPr="00D95A45">
        <w:rPr>
          <w:rtl/>
        </w:rPr>
        <w:t xml:space="preserve"> بخطه</w:t>
      </w:r>
      <w:r w:rsidR="00CC15EB">
        <w:rPr>
          <w:rtl/>
        </w:rPr>
        <w:t>:</w:t>
      </w:r>
      <w:r>
        <w:rPr>
          <w:rtl/>
        </w:rPr>
        <w:t xml:space="preserve"> </w:t>
      </w:r>
      <w:r w:rsidRPr="00D95A45">
        <w:rPr>
          <w:rtl/>
        </w:rPr>
        <w:t>هل على رجل لعب بغلام بين فخذيه حد فان بعض العصابة روى انه لا بأس بلعب الرجل بالغلام بين فخذيه</w:t>
      </w:r>
      <w:r>
        <w:rPr>
          <w:rtl/>
        </w:rPr>
        <w:t>؟</w:t>
      </w:r>
      <w:r w:rsidRPr="00D95A45">
        <w:rPr>
          <w:rtl/>
        </w:rPr>
        <w:t xml:space="preserve"> فكتب</w:t>
      </w:r>
      <w:r w:rsidR="00CC15EB">
        <w:rPr>
          <w:rtl/>
        </w:rPr>
        <w:t>:</w:t>
      </w:r>
      <w:r>
        <w:rPr>
          <w:rtl/>
        </w:rPr>
        <w:t xml:space="preserve"> </w:t>
      </w:r>
      <w:r w:rsidRPr="00D95A45">
        <w:rPr>
          <w:rtl/>
        </w:rPr>
        <w:t>لعنة الله على من فعل ذلك</w:t>
      </w:r>
      <w:r w:rsidR="00CC15EB">
        <w:rPr>
          <w:rtl/>
        </w:rPr>
        <w:t>،</w:t>
      </w:r>
      <w:r>
        <w:rPr>
          <w:rtl/>
        </w:rPr>
        <w:t xml:space="preserve"> </w:t>
      </w:r>
      <w:r w:rsidRPr="00D95A45">
        <w:rPr>
          <w:rtl/>
        </w:rPr>
        <w:t>وكتب ايضا هذا الرجل ولم أر الجواب</w:t>
      </w:r>
      <w:r w:rsidR="00CC15EB">
        <w:rPr>
          <w:rtl/>
        </w:rPr>
        <w:t>:</w:t>
      </w:r>
      <w:r>
        <w:rPr>
          <w:rtl/>
        </w:rPr>
        <w:t xml:space="preserve"> </w:t>
      </w:r>
      <w:r w:rsidRPr="00D95A45">
        <w:rPr>
          <w:rtl/>
        </w:rPr>
        <w:t>ما حد رجلين نكح احدهما الآخر طوعا بين فخذيه وما توبته فكتب</w:t>
      </w:r>
      <w:r w:rsidR="00CC15EB">
        <w:rPr>
          <w:rtl/>
        </w:rPr>
        <w:t>:</w:t>
      </w:r>
      <w:r>
        <w:rPr>
          <w:rtl/>
        </w:rPr>
        <w:t xml:space="preserve"> </w:t>
      </w:r>
      <w:r w:rsidRPr="00D95A45">
        <w:rPr>
          <w:rtl/>
        </w:rPr>
        <w:t>القتل</w:t>
      </w:r>
      <w:r w:rsidR="00CC15EB">
        <w:rPr>
          <w:rtl/>
        </w:rPr>
        <w:t>،</w:t>
      </w:r>
      <w:r>
        <w:rPr>
          <w:rtl/>
        </w:rPr>
        <w:t xml:space="preserve"> </w:t>
      </w:r>
      <w:r w:rsidRPr="00D95A45">
        <w:rPr>
          <w:rtl/>
        </w:rPr>
        <w:t xml:space="preserve">وما حد رجلين وجدا نائمين في ثوب واحد فكتب </w:t>
      </w:r>
      <w:r w:rsidR="00AC7755" w:rsidRPr="00AC7755">
        <w:rPr>
          <w:rStyle w:val="libAlaemChar"/>
          <w:rtl/>
        </w:rPr>
        <w:t>عليه‌السلام</w:t>
      </w:r>
      <w:r w:rsidR="00CC15EB">
        <w:rPr>
          <w:rtl/>
        </w:rPr>
        <w:t>:</w:t>
      </w:r>
      <w:r>
        <w:rPr>
          <w:rtl/>
        </w:rPr>
        <w:t xml:space="preserve"> </w:t>
      </w:r>
      <w:r w:rsidRPr="00D95A45">
        <w:rPr>
          <w:rtl/>
        </w:rPr>
        <w:t>مائة سوط.</w:t>
      </w:r>
    </w:p>
    <w:p w:rsidR="00AC7755" w:rsidRDefault="00D45E0E" w:rsidP="00AC7755">
      <w:pPr>
        <w:pStyle w:val="libNormal"/>
        <w:rPr>
          <w:rtl/>
        </w:rPr>
      </w:pPr>
      <w:r w:rsidRPr="00D95A45">
        <w:rPr>
          <w:rtl/>
        </w:rPr>
        <w:t xml:space="preserve"> لان هذه الرواية نحملها على من يكون الفعل قد تكرر منه فحينئذ يجب عليه عليه القتل أو نحملها على من يكون محصنا</w:t>
      </w:r>
      <w:r w:rsidR="00CC15EB">
        <w:rPr>
          <w:rtl/>
        </w:rPr>
        <w:t>،</w:t>
      </w:r>
      <w:r>
        <w:rPr>
          <w:rtl/>
        </w:rPr>
        <w:t xml:space="preserve"> </w:t>
      </w:r>
      <w:r w:rsidRPr="00D95A45">
        <w:rPr>
          <w:rtl/>
        </w:rPr>
        <w:t>والذي يكشف عما ذكرناه قوله ان عليهما مائة جلدة إذا كانا نائمين في ثوب واحد</w:t>
      </w:r>
      <w:r w:rsidR="00CC15EB">
        <w:rPr>
          <w:rtl/>
        </w:rPr>
        <w:t>،</w:t>
      </w:r>
      <w:r>
        <w:rPr>
          <w:rtl/>
        </w:rPr>
        <w:t xml:space="preserve"> </w:t>
      </w:r>
      <w:r w:rsidRPr="00D95A45">
        <w:rPr>
          <w:rtl/>
        </w:rPr>
        <w:t>وقد بينا فيما تقدم ان ذلك انما يجب مع تكرار الفعل.</w:t>
      </w:r>
    </w:p>
    <w:p w:rsidR="00AC7755" w:rsidRDefault="00D45E0E" w:rsidP="00AC7755">
      <w:pPr>
        <w:pStyle w:val="libNormal"/>
        <w:rPr>
          <w:rtl/>
        </w:rPr>
      </w:pPr>
      <w:r w:rsidRPr="00D95A45">
        <w:rPr>
          <w:rtl/>
        </w:rPr>
        <w:t xml:space="preserve"> والوجه الآخر في الاخبار التي قدمناها</w:t>
      </w:r>
      <w:r w:rsidR="00CC15EB">
        <w:rPr>
          <w:rtl/>
        </w:rPr>
        <w:t>:</w:t>
      </w:r>
      <w:r>
        <w:rPr>
          <w:rtl/>
        </w:rPr>
        <w:t xml:space="preserve"> </w:t>
      </w:r>
      <w:r w:rsidRPr="00D95A45">
        <w:rPr>
          <w:rtl/>
        </w:rPr>
        <w:t>أن نحملها على ضرب من التقية لان ذلك مذهب بعض العامة.</w:t>
      </w:r>
    </w:p>
    <w:p w:rsidR="00AC7755" w:rsidRDefault="00D45E0E" w:rsidP="00AC7755">
      <w:pPr>
        <w:pStyle w:val="libNormal"/>
        <w:rPr>
          <w:rtl/>
        </w:rPr>
      </w:pPr>
      <w:r w:rsidRPr="00D95A45">
        <w:rPr>
          <w:rtl/>
        </w:rPr>
        <w:t>(205) 14</w:t>
      </w:r>
      <w:r w:rsidR="00CC15EB">
        <w:rPr>
          <w:rtl/>
        </w:rPr>
        <w:t xml:space="preserve"> - </w:t>
      </w:r>
      <w:r w:rsidRPr="00D95A45">
        <w:rPr>
          <w:rtl/>
        </w:rPr>
        <w:t xml:space="preserve">فاما ما رواه الحسين بن سعيد عن ابن ابى عمير عن عدة من اصحابنا عن ابى عبد الله </w:t>
      </w:r>
      <w:r w:rsidR="00AC7755" w:rsidRPr="00AC7755">
        <w:rPr>
          <w:rStyle w:val="libAlaemChar"/>
          <w:rtl/>
        </w:rPr>
        <w:t>عليه‌السلام</w:t>
      </w:r>
      <w:r w:rsidRPr="00D95A45">
        <w:rPr>
          <w:rtl/>
        </w:rPr>
        <w:t xml:space="preserve"> في الذي يوقب ان عليه الرجم إذا كان محصنا وعليه الحد ان لم يكن محصنا. فالوجه فيه ما قدمناه من التقية لا غير.</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204</w:t>
      </w:r>
      <w:r>
        <w:rPr>
          <w:rtl/>
        </w:rPr>
        <w:t xml:space="preserve"> - </w:t>
      </w:r>
      <w:r w:rsidR="00D45E0E" w:rsidRPr="00D95A45">
        <w:rPr>
          <w:rtl/>
        </w:rPr>
        <w:t>الاستبصار ج 4 ص 222</w:t>
      </w:r>
    </w:p>
    <w:p w:rsidR="00AC7755" w:rsidRDefault="00CC15EB" w:rsidP="00AC7755">
      <w:pPr>
        <w:pStyle w:val="libFootnote0"/>
        <w:rPr>
          <w:rtl/>
        </w:rPr>
      </w:pPr>
      <w:r>
        <w:rPr>
          <w:rtl/>
        </w:rPr>
        <w:t>-</w:t>
      </w:r>
      <w:r w:rsidR="00D45E0E" w:rsidRPr="00DA0376">
        <w:rPr>
          <w:rtl/>
        </w:rPr>
        <w:t xml:space="preserve"> 205</w:t>
      </w:r>
      <w:r>
        <w:rPr>
          <w:rtl/>
        </w:rPr>
        <w:t xml:space="preserve"> - </w:t>
      </w:r>
      <w:r w:rsidR="00D45E0E" w:rsidRPr="00DA0376">
        <w:rPr>
          <w:rtl/>
        </w:rPr>
        <w:t>الاستبصار ج 4 ص 222</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(206) 15</w:t>
      </w:r>
      <w:r w:rsidR="00CC15EB">
        <w:rPr>
          <w:rtl/>
        </w:rPr>
        <w:t xml:space="preserve"> - </w:t>
      </w:r>
      <w:r w:rsidRPr="00D95A45">
        <w:rPr>
          <w:rtl/>
        </w:rPr>
        <w:t>علي بن ابراهيم عن ابيه عن يحيى بن المبارك عن عبد الله بن جبلة عن اسحاق بن عمار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Pr="00D95A45">
        <w:rPr>
          <w:rtl/>
        </w:rPr>
        <w:t xml:space="preserve"> محرم قبل غلاما من شهوة قال</w:t>
      </w:r>
      <w:r w:rsidR="00CC15EB">
        <w:rPr>
          <w:rtl/>
        </w:rPr>
        <w:t>:</w:t>
      </w:r>
      <w:r>
        <w:rPr>
          <w:rtl/>
        </w:rPr>
        <w:t xml:space="preserve"> </w:t>
      </w:r>
      <w:r w:rsidRPr="00D95A45">
        <w:rPr>
          <w:rtl/>
        </w:rPr>
        <w:t>يضرب مائة سوط.</w:t>
      </w:r>
    </w:p>
    <w:p w:rsidR="00AC7755" w:rsidRDefault="00D45E0E" w:rsidP="00AC7755">
      <w:pPr>
        <w:pStyle w:val="libNormal"/>
        <w:rPr>
          <w:rtl/>
        </w:rPr>
      </w:pPr>
      <w:r w:rsidRPr="00D95A45">
        <w:rPr>
          <w:rtl/>
        </w:rPr>
        <w:t>(207) 16</w:t>
      </w:r>
      <w:r w:rsidR="00CC15EB">
        <w:rPr>
          <w:rtl/>
        </w:rPr>
        <w:t xml:space="preserve"> - </w:t>
      </w:r>
      <w:r w:rsidRPr="00D95A45">
        <w:rPr>
          <w:rtl/>
        </w:rPr>
        <w:t>الحسين بن سعيد عن القاسم بن محمد عن عبد الصمد ابن بشير عن سليمان بن هلال قال</w:t>
      </w:r>
      <w:r w:rsidR="00CC15EB">
        <w:rPr>
          <w:rtl/>
        </w:rPr>
        <w:t>:</w:t>
      </w:r>
      <w:r>
        <w:rPr>
          <w:rtl/>
        </w:rPr>
        <w:t xml:space="preserve"> </w:t>
      </w:r>
      <w:r w:rsidRPr="00D95A45">
        <w:rPr>
          <w:rtl/>
        </w:rPr>
        <w:t xml:space="preserve">سأل بعض اصحابنا ابا عبد الله </w:t>
      </w:r>
      <w:r w:rsidR="00AC7755" w:rsidRPr="00AC7755">
        <w:rPr>
          <w:rStyle w:val="libAlaemChar"/>
          <w:rtl/>
        </w:rPr>
        <w:t>عليه‌السلام</w:t>
      </w:r>
      <w:r w:rsidRPr="00D95A45">
        <w:rPr>
          <w:rtl/>
        </w:rPr>
        <w:t xml:space="preserve"> فقال</w:t>
      </w:r>
      <w:r w:rsidR="00CC15EB">
        <w:rPr>
          <w:rtl/>
        </w:rPr>
        <w:t>:</w:t>
      </w:r>
      <w:r>
        <w:rPr>
          <w:rtl/>
        </w:rPr>
        <w:t xml:space="preserve"> </w:t>
      </w:r>
      <w:r w:rsidRPr="00D95A45">
        <w:rPr>
          <w:rtl/>
        </w:rPr>
        <w:t>جعلت فداك الرجل ينام مع الرجل في لحاف واحد</w:t>
      </w:r>
      <w:r>
        <w:rPr>
          <w:rtl/>
        </w:rPr>
        <w:t>؟</w:t>
      </w:r>
      <w:r w:rsidRPr="00D95A45">
        <w:rPr>
          <w:rtl/>
        </w:rPr>
        <w:t xml:space="preserve"> فقال أذو رحم</w:t>
      </w:r>
      <w:r>
        <w:rPr>
          <w:rtl/>
        </w:rPr>
        <w:t>؟</w:t>
      </w:r>
      <w:r w:rsidRPr="00D95A45">
        <w:rPr>
          <w:rtl/>
        </w:rPr>
        <w:t xml:space="preserve"> فقال</w:t>
      </w:r>
      <w:r w:rsidR="00CC15EB">
        <w:rPr>
          <w:rtl/>
        </w:rPr>
        <w:t>:</w:t>
      </w:r>
      <w:r>
        <w:rPr>
          <w:rtl/>
        </w:rPr>
        <w:t xml:space="preserve"> </w:t>
      </w:r>
      <w:r w:rsidRPr="00D95A45">
        <w:rPr>
          <w:rtl/>
        </w:rPr>
        <w:t>لا فقال</w:t>
      </w:r>
      <w:r w:rsidR="00CC15EB">
        <w:rPr>
          <w:rtl/>
        </w:rPr>
        <w:t>:</w:t>
      </w:r>
      <w:r>
        <w:rPr>
          <w:rtl/>
        </w:rPr>
        <w:t xml:space="preserve"> </w:t>
      </w:r>
      <w:r w:rsidRPr="00D95A45">
        <w:rPr>
          <w:rtl/>
        </w:rPr>
        <w:t>أمن ضرورة</w:t>
      </w:r>
      <w:r>
        <w:rPr>
          <w:rtl/>
        </w:rPr>
        <w:t>؟</w:t>
      </w:r>
      <w:r w:rsidRPr="00D95A45">
        <w:rPr>
          <w:rtl/>
        </w:rPr>
        <w:t xml:space="preserve"> قال</w:t>
      </w:r>
      <w:r w:rsidR="00CC15EB">
        <w:rPr>
          <w:rtl/>
        </w:rPr>
        <w:t>:</w:t>
      </w:r>
      <w:r>
        <w:rPr>
          <w:rtl/>
        </w:rPr>
        <w:t xml:space="preserve"> </w:t>
      </w:r>
      <w:r w:rsidRPr="00D95A45">
        <w:rPr>
          <w:rtl/>
        </w:rPr>
        <w:t>لا قال</w:t>
      </w:r>
      <w:r w:rsidR="00CC15EB">
        <w:rPr>
          <w:rtl/>
        </w:rPr>
        <w:t>:</w:t>
      </w:r>
      <w:r>
        <w:rPr>
          <w:rtl/>
        </w:rPr>
        <w:t xml:space="preserve"> </w:t>
      </w:r>
      <w:r w:rsidRPr="00D95A45">
        <w:rPr>
          <w:rtl/>
        </w:rPr>
        <w:t>يضربان ثلاثين سوطا ثلاثين سوطا قال</w:t>
      </w:r>
      <w:r w:rsidR="00CC15EB">
        <w:rPr>
          <w:rtl/>
        </w:rPr>
        <w:t>:</w:t>
      </w:r>
      <w:r>
        <w:rPr>
          <w:rtl/>
        </w:rPr>
        <w:t xml:space="preserve"> </w:t>
      </w:r>
      <w:r w:rsidRPr="00D95A45">
        <w:rPr>
          <w:rtl/>
        </w:rPr>
        <w:t>فانه فعل قال</w:t>
      </w:r>
      <w:r w:rsidR="00CC15EB">
        <w:rPr>
          <w:rtl/>
        </w:rPr>
        <w:t>:</w:t>
      </w:r>
      <w:r>
        <w:rPr>
          <w:rtl/>
        </w:rPr>
        <w:t xml:space="preserve"> </w:t>
      </w:r>
      <w:r w:rsidRPr="00D95A45">
        <w:rPr>
          <w:rtl/>
        </w:rPr>
        <w:t>فان كان دون الثقب فالحد</w:t>
      </w:r>
      <w:r w:rsidR="00CC15EB">
        <w:rPr>
          <w:rtl/>
        </w:rPr>
        <w:t>،</w:t>
      </w:r>
      <w:r>
        <w:rPr>
          <w:rtl/>
        </w:rPr>
        <w:t xml:space="preserve"> </w:t>
      </w:r>
      <w:r w:rsidRPr="00D95A45">
        <w:rPr>
          <w:rtl/>
        </w:rPr>
        <w:t>وان هو ثقب أقيم قائما ثم ضرب ضربة بالسيف اخذ السيف منه ما اخذ</w:t>
      </w:r>
      <w:r w:rsidR="00CC15EB">
        <w:rPr>
          <w:rtl/>
        </w:rPr>
        <w:t>،</w:t>
      </w:r>
      <w:r>
        <w:rPr>
          <w:rtl/>
        </w:rPr>
        <w:t xml:space="preserve"> </w:t>
      </w:r>
      <w:r w:rsidRPr="00D95A45">
        <w:rPr>
          <w:rtl/>
        </w:rPr>
        <w:t>فقلت له</w:t>
      </w:r>
      <w:r w:rsidR="00CC15EB">
        <w:rPr>
          <w:rtl/>
        </w:rPr>
        <w:t>:</w:t>
      </w:r>
      <w:r>
        <w:rPr>
          <w:rtl/>
        </w:rPr>
        <w:t xml:space="preserve"> </w:t>
      </w:r>
      <w:r w:rsidRPr="00D95A45">
        <w:rPr>
          <w:rtl/>
        </w:rPr>
        <w:t>هو القتل</w:t>
      </w:r>
      <w:r>
        <w:rPr>
          <w:rtl/>
        </w:rPr>
        <w:t>؟</w:t>
      </w:r>
      <w:r w:rsidRPr="00D95A45">
        <w:rPr>
          <w:rtl/>
        </w:rPr>
        <w:t xml:space="preserve"> قال</w:t>
      </w:r>
      <w:r w:rsidR="00CC15EB">
        <w:rPr>
          <w:rtl/>
        </w:rPr>
        <w:t>:</w:t>
      </w:r>
      <w:r>
        <w:rPr>
          <w:rtl/>
        </w:rPr>
        <w:t xml:space="preserve"> </w:t>
      </w:r>
      <w:r w:rsidRPr="00D95A45">
        <w:rPr>
          <w:rtl/>
        </w:rPr>
        <w:t>هو ذاك قلت</w:t>
      </w:r>
      <w:r w:rsidR="00CC15EB">
        <w:rPr>
          <w:rtl/>
        </w:rPr>
        <w:t>:</w:t>
      </w:r>
      <w:r>
        <w:rPr>
          <w:rtl/>
        </w:rPr>
        <w:t xml:space="preserve"> </w:t>
      </w:r>
      <w:r w:rsidRPr="00D95A45">
        <w:rPr>
          <w:rtl/>
        </w:rPr>
        <w:t>في امرأة نامت مع امرأة في لحاف واحد</w:t>
      </w:r>
      <w:r>
        <w:rPr>
          <w:rtl/>
        </w:rPr>
        <w:t>؟</w:t>
      </w:r>
      <w:r w:rsidRPr="00D95A45">
        <w:rPr>
          <w:rtl/>
        </w:rPr>
        <w:t xml:space="preserve"> قال</w:t>
      </w:r>
      <w:r w:rsidR="00CC15EB">
        <w:rPr>
          <w:rtl/>
        </w:rPr>
        <w:t>:</w:t>
      </w:r>
      <w:r>
        <w:rPr>
          <w:rtl/>
        </w:rPr>
        <w:t xml:space="preserve"> </w:t>
      </w:r>
      <w:r w:rsidRPr="00D95A45">
        <w:rPr>
          <w:rtl/>
        </w:rPr>
        <w:t>أذات محرم</w:t>
      </w:r>
      <w:r>
        <w:rPr>
          <w:rtl/>
        </w:rPr>
        <w:t>؟</w:t>
      </w:r>
      <w:r w:rsidRPr="00D95A45">
        <w:rPr>
          <w:rtl/>
        </w:rPr>
        <w:t xml:space="preserve"> قلت</w:t>
      </w:r>
      <w:r w:rsidR="00CC15EB">
        <w:rPr>
          <w:rtl/>
        </w:rPr>
        <w:t>:</w:t>
      </w:r>
      <w:r>
        <w:rPr>
          <w:rtl/>
        </w:rPr>
        <w:t xml:space="preserve"> </w:t>
      </w:r>
      <w:r w:rsidRPr="00D95A45">
        <w:rPr>
          <w:rtl/>
        </w:rPr>
        <w:t>لا قال</w:t>
      </w:r>
      <w:r w:rsidR="00CC15EB">
        <w:rPr>
          <w:rtl/>
        </w:rPr>
        <w:t>:</w:t>
      </w:r>
      <w:r>
        <w:rPr>
          <w:rtl/>
        </w:rPr>
        <w:t xml:space="preserve"> </w:t>
      </w:r>
      <w:r w:rsidRPr="00D95A45">
        <w:rPr>
          <w:rtl/>
        </w:rPr>
        <w:t>أمن ضرورة</w:t>
      </w:r>
      <w:r>
        <w:rPr>
          <w:rtl/>
        </w:rPr>
        <w:t>؟</w:t>
      </w:r>
      <w:r w:rsidRPr="00D95A45">
        <w:rPr>
          <w:rtl/>
        </w:rPr>
        <w:t xml:space="preserve"> قلت</w:t>
      </w:r>
      <w:r w:rsidR="00CC15EB">
        <w:rPr>
          <w:rtl/>
        </w:rPr>
        <w:t>:</w:t>
      </w:r>
      <w:r>
        <w:rPr>
          <w:rtl/>
        </w:rPr>
        <w:t xml:space="preserve"> </w:t>
      </w:r>
      <w:r w:rsidRPr="00D95A45">
        <w:rPr>
          <w:rtl/>
        </w:rPr>
        <w:t>لا قال</w:t>
      </w:r>
      <w:r w:rsidR="00CC15EB">
        <w:rPr>
          <w:rtl/>
        </w:rPr>
        <w:t>:</w:t>
      </w:r>
      <w:r>
        <w:rPr>
          <w:rtl/>
        </w:rPr>
        <w:t xml:space="preserve"> </w:t>
      </w:r>
      <w:r w:rsidRPr="00D95A45">
        <w:rPr>
          <w:rtl/>
        </w:rPr>
        <w:t>تضربان ثلاثين سوطا ثلاثين سوطا قلت</w:t>
      </w:r>
      <w:r w:rsidR="00CC15EB">
        <w:rPr>
          <w:rtl/>
        </w:rPr>
        <w:t>:</w:t>
      </w:r>
      <w:r>
        <w:rPr>
          <w:rtl/>
        </w:rPr>
        <w:t xml:space="preserve"> </w:t>
      </w:r>
      <w:r w:rsidRPr="00D95A45">
        <w:rPr>
          <w:rtl/>
        </w:rPr>
        <w:t>فانها قد فعلت قال</w:t>
      </w:r>
      <w:r w:rsidR="00CC15EB">
        <w:rPr>
          <w:rtl/>
        </w:rPr>
        <w:t>:</w:t>
      </w:r>
      <w:r>
        <w:rPr>
          <w:rtl/>
        </w:rPr>
        <w:t xml:space="preserve"> </w:t>
      </w:r>
      <w:r w:rsidRPr="00D95A45">
        <w:rPr>
          <w:rtl/>
        </w:rPr>
        <w:t>فشق عليه ذلك فقال</w:t>
      </w:r>
      <w:r w:rsidR="00CC15EB">
        <w:rPr>
          <w:rtl/>
        </w:rPr>
        <w:t>:</w:t>
      </w:r>
      <w:r>
        <w:rPr>
          <w:rtl/>
        </w:rPr>
        <w:t xml:space="preserve"> </w:t>
      </w:r>
      <w:r w:rsidRPr="00D95A45">
        <w:rPr>
          <w:rtl/>
        </w:rPr>
        <w:t>أف أف أف ثلاثا وقال</w:t>
      </w:r>
      <w:r w:rsidR="00CC15EB">
        <w:rPr>
          <w:rtl/>
        </w:rPr>
        <w:t>:</w:t>
      </w:r>
      <w:r>
        <w:rPr>
          <w:rtl/>
        </w:rPr>
        <w:t xml:space="preserve"> </w:t>
      </w:r>
      <w:r w:rsidRPr="00D95A45">
        <w:rPr>
          <w:rtl/>
        </w:rPr>
        <w:t>الحد.</w:t>
      </w:r>
    </w:p>
    <w:p w:rsidR="00AC7755" w:rsidRDefault="00D45E0E" w:rsidP="00CA44E1">
      <w:pPr>
        <w:pStyle w:val="Heading2Center"/>
        <w:rPr>
          <w:rtl/>
        </w:rPr>
      </w:pPr>
      <w:bookmarkStart w:id="3" w:name="_Toc394318267"/>
      <w:r w:rsidRPr="00D95A45">
        <w:rPr>
          <w:rtl/>
        </w:rPr>
        <w:t>3</w:t>
      </w:r>
      <w:r w:rsidR="00CC15EB">
        <w:rPr>
          <w:rtl/>
        </w:rPr>
        <w:t xml:space="preserve"> - </w:t>
      </w:r>
      <w:r w:rsidRPr="00D95A45">
        <w:rPr>
          <w:rtl/>
        </w:rPr>
        <w:t>باب الحد في السحق</w:t>
      </w:r>
      <w:bookmarkEnd w:id="3"/>
    </w:p>
    <w:p w:rsidR="00AC7755" w:rsidRDefault="00D45E0E" w:rsidP="00AC7755">
      <w:pPr>
        <w:pStyle w:val="libNormal"/>
        <w:rPr>
          <w:rtl/>
        </w:rPr>
      </w:pPr>
      <w:r w:rsidRPr="00D95A45">
        <w:rPr>
          <w:rtl/>
        </w:rPr>
        <w:t>(208) 1</w:t>
      </w:r>
      <w:r w:rsidR="00CC15EB">
        <w:rPr>
          <w:rtl/>
        </w:rPr>
        <w:t xml:space="preserve"> - </w:t>
      </w:r>
      <w:r w:rsidRPr="00D95A45">
        <w:rPr>
          <w:rtl/>
        </w:rPr>
        <w:t>احمد بن محمد بن خالد عن عثمان بن عيسى عن سماعة ابن مهران قال</w:t>
      </w:r>
      <w:r w:rsidR="00CC15EB">
        <w:rPr>
          <w:rtl/>
        </w:rPr>
        <w:t>:</w:t>
      </w:r>
      <w:r>
        <w:rPr>
          <w:rtl/>
        </w:rPr>
        <w:t xml:space="preserve"> </w:t>
      </w:r>
      <w:r w:rsidRPr="00D95A45">
        <w:rPr>
          <w:rtl/>
        </w:rPr>
        <w:t>سألته عن المرأتين توجدان في لحاف واحد قال</w:t>
      </w:r>
      <w:r w:rsidR="00CC15EB">
        <w:rPr>
          <w:rtl/>
        </w:rPr>
        <w:t>:</w:t>
      </w:r>
      <w:r>
        <w:rPr>
          <w:rtl/>
        </w:rPr>
        <w:t xml:space="preserve"> </w:t>
      </w:r>
      <w:r w:rsidRPr="00D95A45">
        <w:rPr>
          <w:rtl/>
        </w:rPr>
        <w:t>تجلد كل واحدة منهما مائة جلدة.</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206</w:t>
      </w:r>
      <w:r>
        <w:rPr>
          <w:rtl/>
        </w:rPr>
        <w:t xml:space="preserve"> - </w:t>
      </w:r>
      <w:r w:rsidR="00D45E0E" w:rsidRPr="00D95A45">
        <w:rPr>
          <w:rtl/>
        </w:rPr>
        <w:t>الكافي ج 2 ص 293</w:t>
      </w:r>
      <w:r>
        <w:rPr>
          <w:rtl/>
        </w:rPr>
        <w:t xml:space="preserve"> - </w:t>
      </w:r>
      <w:r w:rsidR="00D45E0E" w:rsidRPr="00D95A45">
        <w:rPr>
          <w:rtl/>
        </w:rPr>
        <w:t>207 الاستبصار ج 4 ص 213 الفقيه ج 4 ص 14</w:t>
      </w:r>
    </w:p>
    <w:p w:rsidR="00AC7755" w:rsidRDefault="00CC15EB" w:rsidP="00AC7755">
      <w:pPr>
        <w:pStyle w:val="libFootnote0"/>
        <w:rPr>
          <w:rtl/>
        </w:rPr>
      </w:pPr>
      <w:r>
        <w:rPr>
          <w:rtl/>
        </w:rPr>
        <w:t>-</w:t>
      </w:r>
      <w:r w:rsidR="00D45E0E" w:rsidRPr="00DA0376">
        <w:rPr>
          <w:rtl/>
        </w:rPr>
        <w:t xml:space="preserve"> 208</w:t>
      </w:r>
      <w:r>
        <w:rPr>
          <w:rtl/>
        </w:rPr>
        <w:t xml:space="preserve"> - </w:t>
      </w:r>
      <w:r w:rsidR="00D45E0E" w:rsidRPr="00DA0376">
        <w:rPr>
          <w:rtl/>
        </w:rPr>
        <w:t>الكافي ج 2 ص 293</w:t>
      </w:r>
    </w:p>
    <w:p w:rsidR="00AC7755" w:rsidRDefault="00AC7755" w:rsidP="00AC7755">
      <w:pPr>
        <w:pStyle w:val="libNormal"/>
        <w:rPr>
          <w:rtl/>
        </w:rPr>
      </w:pPr>
      <w:r>
        <w:rPr>
          <w:rtl/>
        </w:rPr>
        <w:br w:type="page"/>
      </w:r>
    </w:p>
    <w:p w:rsidR="00AC7755" w:rsidRDefault="00D45E0E" w:rsidP="00AC7755">
      <w:pPr>
        <w:pStyle w:val="libNormal"/>
        <w:rPr>
          <w:rtl/>
        </w:rPr>
      </w:pPr>
      <w:r w:rsidRPr="007277FF">
        <w:rPr>
          <w:rtl/>
        </w:rPr>
        <w:lastRenderedPageBreak/>
        <w:t>(209) 2</w:t>
      </w:r>
      <w:r w:rsidR="00CC15EB">
        <w:rPr>
          <w:rtl/>
        </w:rPr>
        <w:t xml:space="preserve"> - </w:t>
      </w:r>
      <w:r w:rsidRPr="007277FF">
        <w:rPr>
          <w:rtl/>
        </w:rPr>
        <w:t xml:space="preserve">احمد بن محمد عن علي بن الحكم عن ابان بن عثمان عن زرارة عن ابي جعفر </w:t>
      </w:r>
      <w:r w:rsidR="00AC7755" w:rsidRPr="00AC7755">
        <w:rPr>
          <w:rStyle w:val="libAlaemChar"/>
          <w:rtl/>
        </w:rPr>
        <w:t>عليه‌السلام</w:t>
      </w:r>
      <w:r w:rsidRPr="007277FF">
        <w:rPr>
          <w:rtl/>
        </w:rPr>
        <w:t xml:space="preserve"> قال</w:t>
      </w:r>
      <w:r w:rsidR="00CC15EB">
        <w:rPr>
          <w:rtl/>
        </w:rPr>
        <w:t>:</w:t>
      </w:r>
      <w:r>
        <w:rPr>
          <w:rtl/>
        </w:rPr>
        <w:t xml:space="preserve"> </w:t>
      </w:r>
      <w:r w:rsidRPr="007277FF">
        <w:rPr>
          <w:rtl/>
        </w:rPr>
        <w:t>السحاقة تجلد.</w:t>
      </w:r>
    </w:p>
    <w:p w:rsidR="00AC7755" w:rsidRDefault="00D45E0E" w:rsidP="00AC7755">
      <w:pPr>
        <w:pStyle w:val="libNormal"/>
        <w:rPr>
          <w:rtl/>
        </w:rPr>
      </w:pPr>
      <w:r w:rsidRPr="00D95A45">
        <w:rPr>
          <w:rtl/>
        </w:rPr>
        <w:t>(210) 3</w:t>
      </w:r>
      <w:r w:rsidR="00CC15EB">
        <w:rPr>
          <w:rtl/>
        </w:rPr>
        <w:t xml:space="preserve"> - </w:t>
      </w:r>
      <w:r w:rsidRPr="00D95A45">
        <w:rPr>
          <w:rtl/>
        </w:rPr>
        <w:t xml:space="preserve">علي بن ابراهيم عن ابيه عن ابن ابى عمير عن محمد بن ابى حمزة وهشام وحفص عن ابي عبد الله </w:t>
      </w:r>
      <w:r w:rsidR="00AC7755" w:rsidRPr="00AC7755">
        <w:rPr>
          <w:rStyle w:val="libAlaemChar"/>
          <w:rtl/>
        </w:rPr>
        <w:t>عليه‌السلام</w:t>
      </w:r>
      <w:r w:rsidRPr="00D95A45">
        <w:rPr>
          <w:rtl/>
        </w:rPr>
        <w:t xml:space="preserve"> انه دخل عليه نسوة فسألته امرأة منهن عن السحق فقال</w:t>
      </w:r>
      <w:r w:rsidR="00CC15EB">
        <w:rPr>
          <w:rtl/>
        </w:rPr>
        <w:t>:</w:t>
      </w:r>
      <w:r>
        <w:rPr>
          <w:rtl/>
        </w:rPr>
        <w:t xml:space="preserve"> </w:t>
      </w:r>
      <w:r w:rsidRPr="00D95A45">
        <w:rPr>
          <w:rtl/>
        </w:rPr>
        <w:t>حدها حد الزاني فقالت المرأة</w:t>
      </w:r>
      <w:r w:rsidR="00CC15EB">
        <w:rPr>
          <w:rtl/>
        </w:rPr>
        <w:t>:</w:t>
      </w:r>
      <w:r>
        <w:rPr>
          <w:rtl/>
        </w:rPr>
        <w:t xml:space="preserve"> </w:t>
      </w:r>
      <w:r w:rsidRPr="00D95A45">
        <w:rPr>
          <w:rtl/>
        </w:rPr>
        <w:t>ما ذكر الله ذلك في القرآن</w:t>
      </w:r>
      <w:r>
        <w:rPr>
          <w:rtl/>
        </w:rPr>
        <w:t>!</w:t>
      </w:r>
      <w:r w:rsidRPr="00D95A45">
        <w:rPr>
          <w:rtl/>
        </w:rPr>
        <w:t xml:space="preserve"> فقال</w:t>
      </w:r>
      <w:r w:rsidR="00CC15EB">
        <w:rPr>
          <w:rtl/>
        </w:rPr>
        <w:t>:</w:t>
      </w:r>
      <w:r>
        <w:rPr>
          <w:rtl/>
        </w:rPr>
        <w:t xml:space="preserve"> </w:t>
      </w:r>
      <w:r w:rsidRPr="00D95A45">
        <w:rPr>
          <w:rtl/>
        </w:rPr>
        <w:t>بلى قالت</w:t>
      </w:r>
      <w:r w:rsidR="00CC15EB">
        <w:rPr>
          <w:rtl/>
        </w:rPr>
        <w:t>:</w:t>
      </w:r>
      <w:r>
        <w:rPr>
          <w:rtl/>
        </w:rPr>
        <w:t xml:space="preserve"> </w:t>
      </w:r>
      <w:r w:rsidRPr="00D95A45">
        <w:rPr>
          <w:rtl/>
        </w:rPr>
        <w:t>واين</w:t>
      </w:r>
      <w:r>
        <w:rPr>
          <w:rtl/>
        </w:rPr>
        <w:t>؟</w:t>
      </w:r>
      <w:r w:rsidRPr="00D95A45">
        <w:rPr>
          <w:rtl/>
        </w:rPr>
        <w:t xml:space="preserve"> قال</w:t>
      </w:r>
      <w:r w:rsidR="00CC15EB">
        <w:rPr>
          <w:rtl/>
        </w:rPr>
        <w:t>:</w:t>
      </w:r>
      <w:r>
        <w:rPr>
          <w:rtl/>
        </w:rPr>
        <w:t xml:space="preserve"> </w:t>
      </w:r>
      <w:r w:rsidRPr="00D95A45">
        <w:rPr>
          <w:rtl/>
        </w:rPr>
        <w:t>هن اصحاب الرس.</w:t>
      </w:r>
    </w:p>
    <w:p w:rsidR="00AC7755" w:rsidRDefault="00D45E0E" w:rsidP="00AC7755">
      <w:pPr>
        <w:pStyle w:val="libNormal"/>
        <w:rPr>
          <w:rtl/>
        </w:rPr>
      </w:pPr>
      <w:r w:rsidRPr="00D95A45">
        <w:rPr>
          <w:rtl/>
        </w:rPr>
        <w:t>(211) 4</w:t>
      </w:r>
      <w:r w:rsidR="00CC15EB">
        <w:rPr>
          <w:rtl/>
        </w:rPr>
        <w:t xml:space="preserve"> - </w:t>
      </w:r>
      <w:r w:rsidRPr="00D95A45">
        <w:rPr>
          <w:rtl/>
        </w:rPr>
        <w:t xml:space="preserve">محمد بن علي بن محبوب عن محمد بن الحسين عن ابراهيم بن عقبة عن عمرو بن عثمان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أتى قوم امير المؤمنين </w:t>
      </w:r>
      <w:r w:rsidR="00AC7755" w:rsidRPr="00AC7755">
        <w:rPr>
          <w:rStyle w:val="libAlaemChar"/>
          <w:rtl/>
        </w:rPr>
        <w:t>عليه‌السلام</w:t>
      </w:r>
      <w:r w:rsidRPr="00D95A45">
        <w:rPr>
          <w:rtl/>
        </w:rPr>
        <w:t xml:space="preserve"> يستفتونه فلم يصيبوه فقال لهم الحسن </w:t>
      </w:r>
      <w:r w:rsidR="00AC7755" w:rsidRPr="00AC7755">
        <w:rPr>
          <w:rStyle w:val="libAlaemChar"/>
          <w:rtl/>
        </w:rPr>
        <w:t>عليه‌السلام</w:t>
      </w:r>
      <w:r w:rsidRPr="00D95A45">
        <w:rPr>
          <w:rtl/>
        </w:rPr>
        <w:t xml:space="preserve"> هاتم فتياكم فان اصبت فمن الله ومن امير المؤمنين </w:t>
      </w:r>
      <w:r w:rsidR="00AC7755" w:rsidRPr="00AC7755">
        <w:rPr>
          <w:rStyle w:val="libAlaemChar"/>
          <w:rtl/>
        </w:rPr>
        <w:t>عليه‌السلام</w:t>
      </w:r>
      <w:r w:rsidR="00CC15EB">
        <w:rPr>
          <w:rtl/>
        </w:rPr>
        <w:t>،</w:t>
      </w:r>
      <w:r>
        <w:rPr>
          <w:rtl/>
        </w:rPr>
        <w:t xml:space="preserve"> </w:t>
      </w:r>
      <w:r w:rsidRPr="00D95A45">
        <w:rPr>
          <w:rtl/>
        </w:rPr>
        <w:t xml:space="preserve">وان اخطأت فان امير المؤمنين </w:t>
      </w:r>
      <w:r w:rsidR="00AC7755" w:rsidRPr="00AC7755">
        <w:rPr>
          <w:rStyle w:val="libAlaemChar"/>
          <w:rtl/>
        </w:rPr>
        <w:t>عليه‌السلام</w:t>
      </w:r>
      <w:r w:rsidRPr="00D95A45">
        <w:rPr>
          <w:rtl/>
        </w:rPr>
        <w:t xml:space="preserve"> من ورائكم فقالوا</w:t>
      </w:r>
      <w:r w:rsidR="00CC15EB">
        <w:rPr>
          <w:rtl/>
        </w:rPr>
        <w:t>:</w:t>
      </w:r>
      <w:r>
        <w:rPr>
          <w:rtl/>
        </w:rPr>
        <w:t xml:space="preserve"> </w:t>
      </w:r>
      <w:r w:rsidRPr="00D95A45">
        <w:rPr>
          <w:rtl/>
        </w:rPr>
        <w:t xml:space="preserve">امرأة جامعها زوجها فقامت بحرارة جماعه فساحقت جارية بكرا فالقت عليها النطفة فحملت فقال </w:t>
      </w:r>
      <w:r w:rsidR="00AC7755" w:rsidRPr="00AC7755">
        <w:rPr>
          <w:rStyle w:val="libAlaemChar"/>
          <w:rtl/>
        </w:rPr>
        <w:t>عليه‌السلام</w:t>
      </w:r>
      <w:r w:rsidRPr="00D95A45">
        <w:rPr>
          <w:rtl/>
        </w:rPr>
        <w:t xml:space="preserve"> في العاجل</w:t>
      </w:r>
      <w:r w:rsidR="00CC15EB">
        <w:rPr>
          <w:rtl/>
        </w:rPr>
        <w:t>:</w:t>
      </w:r>
      <w:r>
        <w:rPr>
          <w:rtl/>
        </w:rPr>
        <w:t xml:space="preserve"> </w:t>
      </w:r>
      <w:r w:rsidRPr="00D95A45">
        <w:rPr>
          <w:rtl/>
        </w:rPr>
        <w:t>تؤخذ هذه المرأة بصداق هذه البكر لأن الولد لا يخرج حتى يذهب بالعذرة وينتظر بها حتى تلد ويقام عليها الحد ويلحق الولد بصاحب النطفة</w:t>
      </w:r>
      <w:r w:rsidR="00CC15EB">
        <w:rPr>
          <w:rtl/>
        </w:rPr>
        <w:t>،</w:t>
      </w:r>
      <w:r>
        <w:rPr>
          <w:rtl/>
        </w:rPr>
        <w:t xml:space="preserve"> </w:t>
      </w:r>
      <w:r w:rsidRPr="00D95A45">
        <w:rPr>
          <w:rtl/>
        </w:rPr>
        <w:t>وترجم المرأة ذات الزوج</w:t>
      </w:r>
      <w:r w:rsidR="00CC15EB">
        <w:rPr>
          <w:rtl/>
        </w:rPr>
        <w:t>،</w:t>
      </w:r>
      <w:r>
        <w:rPr>
          <w:rtl/>
        </w:rPr>
        <w:t xml:space="preserve"> </w:t>
      </w:r>
      <w:r w:rsidRPr="00D95A45">
        <w:rPr>
          <w:rtl/>
        </w:rPr>
        <w:t xml:space="preserve">فانصرفوا فلقوا امير المؤمنين </w:t>
      </w:r>
      <w:r w:rsidR="00AC7755" w:rsidRPr="00AC7755">
        <w:rPr>
          <w:rStyle w:val="libAlaemChar"/>
          <w:rtl/>
        </w:rPr>
        <w:t>عليه‌السلام</w:t>
      </w:r>
      <w:r w:rsidRPr="00D95A45">
        <w:rPr>
          <w:rtl/>
        </w:rPr>
        <w:t xml:space="preserve"> فقالوا</w:t>
      </w:r>
      <w:r w:rsidR="00CC15EB">
        <w:rPr>
          <w:rtl/>
        </w:rPr>
        <w:t>:</w:t>
      </w:r>
      <w:r>
        <w:rPr>
          <w:rtl/>
        </w:rPr>
        <w:t xml:space="preserve"> </w:t>
      </w:r>
      <w:r w:rsidRPr="00D95A45">
        <w:rPr>
          <w:rtl/>
        </w:rPr>
        <w:t>قلنا للحسن وقال لنا الحسن فقال</w:t>
      </w:r>
      <w:r w:rsidR="00CC15EB">
        <w:rPr>
          <w:rtl/>
        </w:rPr>
        <w:t>:</w:t>
      </w:r>
      <w:r>
        <w:rPr>
          <w:rtl/>
        </w:rPr>
        <w:t xml:space="preserve"> </w:t>
      </w:r>
      <w:r w:rsidRPr="00D95A45">
        <w:rPr>
          <w:rtl/>
        </w:rPr>
        <w:t>والله لو أن ابا الحسن لقيتم ما كان عنده الا ما قال الحسن.</w:t>
      </w:r>
    </w:p>
    <w:p w:rsidR="00AC7755" w:rsidRDefault="00D45E0E" w:rsidP="00AC7755">
      <w:pPr>
        <w:pStyle w:val="libNormal"/>
        <w:rPr>
          <w:rtl/>
        </w:rPr>
      </w:pPr>
      <w:r w:rsidRPr="00D95A45">
        <w:rPr>
          <w:rtl/>
        </w:rPr>
        <w:t>(212) 5</w:t>
      </w:r>
      <w:r w:rsidR="00CC15EB">
        <w:rPr>
          <w:rtl/>
        </w:rPr>
        <w:t xml:space="preserve"> - </w:t>
      </w:r>
      <w:r w:rsidRPr="00D95A45">
        <w:rPr>
          <w:rtl/>
        </w:rPr>
        <w:t xml:space="preserve">علي بن ابراهيم عن ابيه عن حماد بن عيسى عن علي ابن ابى حمزة عن اسحاق بن عمار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دعانا زياد فقال</w:t>
      </w:r>
      <w:r w:rsidR="00CC15EB">
        <w:rPr>
          <w:rtl/>
        </w:rPr>
        <w:t>:</w:t>
      </w:r>
      <w:r>
        <w:rPr>
          <w:rtl/>
        </w:rPr>
        <w:t xml:space="preserve"> </w:t>
      </w:r>
      <w:r w:rsidRPr="00D95A45">
        <w:rPr>
          <w:rtl/>
        </w:rPr>
        <w:t>ان امير المؤمنين كتب الي اسألك عن هذه المسألة فقلت</w:t>
      </w:r>
      <w:r w:rsidR="00CC15EB">
        <w:rPr>
          <w:rtl/>
        </w:rPr>
        <w:t>:</w:t>
      </w:r>
      <w:r>
        <w:rPr>
          <w:rtl/>
        </w:rPr>
        <w:t xml:space="preserve"> </w:t>
      </w:r>
      <w:r w:rsidRPr="00D95A45">
        <w:rPr>
          <w:rtl/>
        </w:rPr>
        <w:t>وما هي</w:t>
      </w:r>
      <w:r>
        <w:rPr>
          <w:rtl/>
        </w:rPr>
        <w:t>؟</w:t>
      </w:r>
      <w:r w:rsidRPr="00D95A45">
        <w:rPr>
          <w:rtl/>
        </w:rPr>
        <w:t xml:space="preserve"> فقال</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209</w:t>
      </w:r>
      <w:r>
        <w:rPr>
          <w:rFonts w:hint="cs"/>
          <w:rtl/>
        </w:rPr>
        <w:t xml:space="preserve"> - </w:t>
      </w:r>
      <w:r w:rsidR="00D45E0E" w:rsidRPr="007277FF">
        <w:rPr>
          <w:rtl/>
        </w:rPr>
        <w:t>210</w:t>
      </w:r>
      <w:r>
        <w:rPr>
          <w:rtl/>
        </w:rPr>
        <w:t xml:space="preserve"> - </w:t>
      </w:r>
      <w:r w:rsidR="00D45E0E" w:rsidRPr="007277FF">
        <w:rPr>
          <w:rtl/>
        </w:rPr>
        <w:t>الكافي ج 2 ص 293 واخرج الثاني الصدوق في الفقيه ج 4 ص 31</w:t>
      </w:r>
    </w:p>
    <w:p w:rsidR="00AC7755" w:rsidRDefault="00CC15EB" w:rsidP="00AC7755">
      <w:pPr>
        <w:pStyle w:val="libFootnote0"/>
        <w:rPr>
          <w:rtl/>
        </w:rPr>
      </w:pPr>
      <w:r>
        <w:rPr>
          <w:rtl/>
        </w:rPr>
        <w:t>-</w:t>
      </w:r>
      <w:r w:rsidR="00D45E0E" w:rsidRPr="00DA0376">
        <w:rPr>
          <w:rtl/>
        </w:rPr>
        <w:t xml:space="preserve"> 211</w:t>
      </w:r>
      <w:r>
        <w:rPr>
          <w:rtl/>
        </w:rPr>
        <w:t xml:space="preserve"> - </w:t>
      </w:r>
      <w:r w:rsidR="00D45E0E" w:rsidRPr="00DA0376">
        <w:rPr>
          <w:rtl/>
        </w:rPr>
        <w:t>212</w:t>
      </w:r>
      <w:r>
        <w:rPr>
          <w:rtl/>
        </w:rPr>
        <w:t xml:space="preserve"> - </w:t>
      </w:r>
      <w:r w:rsidR="00D45E0E" w:rsidRPr="00DA0376">
        <w:rPr>
          <w:rtl/>
        </w:rPr>
        <w:t>الكافي ج 2 ص 294 واخرج الثاني الصدوق في الفقيه ج 4 ص 31</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رجل اتى امرأه فاحتملت ماءه فساحقت جارية فقلت له</w:t>
      </w:r>
      <w:r w:rsidR="00CC15EB">
        <w:rPr>
          <w:rtl/>
        </w:rPr>
        <w:t>:</w:t>
      </w:r>
      <w:r>
        <w:rPr>
          <w:rtl/>
        </w:rPr>
        <w:t xml:space="preserve"> </w:t>
      </w:r>
      <w:r w:rsidRPr="007277FF">
        <w:rPr>
          <w:rtl/>
        </w:rPr>
        <w:t>سل عنها اهل المدينة قال</w:t>
      </w:r>
      <w:r w:rsidR="00CC15EB">
        <w:rPr>
          <w:rtl/>
        </w:rPr>
        <w:t>:</w:t>
      </w:r>
      <w:r>
        <w:rPr>
          <w:rtl/>
        </w:rPr>
        <w:t xml:space="preserve"> </w:t>
      </w:r>
      <w:r w:rsidRPr="007277FF">
        <w:rPr>
          <w:rtl/>
        </w:rPr>
        <w:t>فالقى الي كتابا فإذا فيه تسأل عنها جعفر بن محمد فان اجابك والا فاحمله الي قال</w:t>
      </w:r>
      <w:r w:rsidR="00CC15EB">
        <w:rPr>
          <w:rtl/>
        </w:rPr>
        <w:t>:</w:t>
      </w:r>
      <w:r>
        <w:rPr>
          <w:rtl/>
        </w:rPr>
        <w:t xml:space="preserve"> </w:t>
      </w:r>
      <w:r w:rsidRPr="007277FF">
        <w:rPr>
          <w:rtl/>
        </w:rPr>
        <w:t>فقلت</w:t>
      </w:r>
      <w:r w:rsidR="00CC15EB">
        <w:rPr>
          <w:rtl/>
        </w:rPr>
        <w:t>:</w:t>
      </w:r>
      <w:r>
        <w:rPr>
          <w:rtl/>
        </w:rPr>
        <w:t xml:space="preserve"> </w:t>
      </w:r>
      <w:r w:rsidRPr="007277FF">
        <w:rPr>
          <w:rtl/>
        </w:rPr>
        <w:t>ترجم المرأة وتجلد الجارية ويلحق الولد بابيه قال</w:t>
      </w:r>
      <w:r w:rsidR="00CC15EB">
        <w:rPr>
          <w:rtl/>
        </w:rPr>
        <w:t>:</w:t>
      </w:r>
      <w:r>
        <w:rPr>
          <w:rtl/>
        </w:rPr>
        <w:t xml:space="preserve"> </w:t>
      </w:r>
      <w:r w:rsidRPr="007277FF">
        <w:rPr>
          <w:rtl/>
        </w:rPr>
        <w:t>ولا اعلمه الا قال</w:t>
      </w:r>
      <w:r w:rsidR="00CC15EB">
        <w:rPr>
          <w:rtl/>
        </w:rPr>
        <w:t>:</w:t>
      </w:r>
      <w:r>
        <w:rPr>
          <w:rtl/>
        </w:rPr>
        <w:t xml:space="preserve"> </w:t>
      </w:r>
      <w:r w:rsidRPr="007277FF">
        <w:rPr>
          <w:rtl/>
        </w:rPr>
        <w:t>وهو الذي ابتلي بها.</w:t>
      </w:r>
    </w:p>
    <w:p w:rsidR="00AC7755" w:rsidRDefault="00D45E0E" w:rsidP="00AC7755">
      <w:pPr>
        <w:pStyle w:val="libNormal"/>
        <w:rPr>
          <w:rtl/>
        </w:rPr>
      </w:pPr>
      <w:r w:rsidRPr="00D95A45">
        <w:rPr>
          <w:rtl/>
        </w:rPr>
        <w:t>(213) 6</w:t>
      </w:r>
      <w:r w:rsidR="00CC15EB">
        <w:rPr>
          <w:rtl/>
        </w:rPr>
        <w:t xml:space="preserve"> - </w:t>
      </w:r>
      <w:r w:rsidRPr="00D95A45">
        <w:rPr>
          <w:rtl/>
        </w:rPr>
        <w:t>محمد بن علي بن محبوب عن احمد بن محمد عن العباس بن موسى عن يونس بن عبد الرحمان عن اسحاق بن عمار عن المعلى بن خنيس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وطئ امرأته فنقلت ماءه إلى جارية بكر فحبلت فقال</w:t>
      </w:r>
      <w:r w:rsidR="00CC15EB">
        <w:rPr>
          <w:rtl/>
        </w:rPr>
        <w:t>:</w:t>
      </w:r>
      <w:r>
        <w:rPr>
          <w:rtl/>
        </w:rPr>
        <w:t xml:space="preserve"> </w:t>
      </w:r>
      <w:r w:rsidRPr="00D95A45">
        <w:rPr>
          <w:rtl/>
        </w:rPr>
        <w:t>الولد للرجل وعلى المرأة الرجم وعلى الجارية الحد.</w:t>
      </w:r>
    </w:p>
    <w:p w:rsidR="00AC7755" w:rsidRDefault="00D45E0E" w:rsidP="00AC7755">
      <w:pPr>
        <w:pStyle w:val="libNormal"/>
        <w:rPr>
          <w:rtl/>
        </w:rPr>
      </w:pPr>
      <w:r w:rsidRPr="00D95A45">
        <w:rPr>
          <w:rtl/>
        </w:rPr>
        <w:t>(214) 7</w:t>
      </w:r>
      <w:r w:rsidR="00CC15EB">
        <w:rPr>
          <w:rtl/>
        </w:rPr>
        <w:t xml:space="preserve"> - </w:t>
      </w:r>
      <w:r w:rsidRPr="00D95A45">
        <w:rPr>
          <w:rtl/>
        </w:rPr>
        <w:t xml:space="preserve">محمد بن يحيى عن محمد بن الحسين عن عبد الرحمان ابن ابى هاشم عن ابى خديجة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ليس لامرأتين أن تبيتا في لحاف واحد الا أن يكون بينهما حاجز وإن فعلتا نهيتا عن ذلك</w:t>
      </w:r>
      <w:r w:rsidR="00CC15EB">
        <w:rPr>
          <w:rtl/>
        </w:rPr>
        <w:t>،</w:t>
      </w:r>
      <w:r>
        <w:rPr>
          <w:rtl/>
        </w:rPr>
        <w:t xml:space="preserve"> </w:t>
      </w:r>
      <w:r w:rsidRPr="00D95A45">
        <w:rPr>
          <w:rtl/>
        </w:rPr>
        <w:t>وان وجدتا مع النهي جلدتا كل واحدة منهما حدا حدا</w:t>
      </w:r>
      <w:r w:rsidR="00CC15EB">
        <w:rPr>
          <w:rtl/>
        </w:rPr>
        <w:t>،</w:t>
      </w:r>
      <w:r>
        <w:rPr>
          <w:rtl/>
        </w:rPr>
        <w:t xml:space="preserve"> </w:t>
      </w:r>
      <w:r w:rsidRPr="00D95A45">
        <w:rPr>
          <w:rtl/>
        </w:rPr>
        <w:t>فان وجدتا ايضا في لحاف جلدتا</w:t>
      </w:r>
      <w:r w:rsidR="00CC15EB">
        <w:rPr>
          <w:rtl/>
        </w:rPr>
        <w:t>،</w:t>
      </w:r>
      <w:r>
        <w:rPr>
          <w:rtl/>
        </w:rPr>
        <w:t xml:space="preserve"> </w:t>
      </w:r>
      <w:r w:rsidRPr="00D95A45">
        <w:rPr>
          <w:rtl/>
        </w:rPr>
        <w:t>فان وجدتا الثالثة قتلتا.</w:t>
      </w:r>
    </w:p>
    <w:p w:rsidR="00AC7755" w:rsidRDefault="00D45E0E" w:rsidP="00AC7755">
      <w:pPr>
        <w:pStyle w:val="libNormal"/>
        <w:rPr>
          <w:rtl/>
        </w:rPr>
      </w:pPr>
      <w:r w:rsidRPr="00D95A45">
        <w:rPr>
          <w:rtl/>
        </w:rPr>
        <w:t>(215) 8</w:t>
      </w:r>
      <w:r w:rsidR="00CC15EB">
        <w:rPr>
          <w:rtl/>
        </w:rPr>
        <w:t xml:space="preserve"> - </w:t>
      </w:r>
      <w:r w:rsidRPr="00D95A45">
        <w:rPr>
          <w:rtl/>
        </w:rPr>
        <w:t xml:space="preserve">علي بن ابراهيم عن ابيه عن ابن ابى نجران عن عبد الله بن سنان عن ابى عبد الله </w:t>
      </w:r>
      <w:r w:rsidR="00AC7755" w:rsidRPr="00AC7755">
        <w:rPr>
          <w:rStyle w:val="libAlaemChar"/>
          <w:rtl/>
        </w:rPr>
        <w:t>عليه‌السلام</w:t>
      </w:r>
      <w:r w:rsidRPr="00D95A45">
        <w:rPr>
          <w:rtl/>
        </w:rPr>
        <w:t xml:space="preserve"> في امرأة اقتضت جارية بيدها قال</w:t>
      </w:r>
      <w:r w:rsidR="00CC15EB">
        <w:rPr>
          <w:rtl/>
        </w:rPr>
        <w:t>:</w:t>
      </w:r>
      <w:r>
        <w:rPr>
          <w:rtl/>
        </w:rPr>
        <w:t xml:space="preserve"> </w:t>
      </w:r>
      <w:r w:rsidRPr="00D95A45">
        <w:rPr>
          <w:rtl/>
        </w:rPr>
        <w:t>عليها مهرها وتجلد ثمانين.</w:t>
      </w:r>
    </w:p>
    <w:p w:rsidR="00AC7755" w:rsidRDefault="00D45E0E" w:rsidP="00AC7755">
      <w:pPr>
        <w:pStyle w:val="libNormal"/>
        <w:rPr>
          <w:rtl/>
        </w:rPr>
      </w:pPr>
      <w:r w:rsidRPr="00D95A45">
        <w:rPr>
          <w:rtl/>
        </w:rPr>
        <w:t>(216) 9</w:t>
      </w:r>
      <w:r w:rsidR="00CC15EB">
        <w:rPr>
          <w:rtl/>
        </w:rPr>
        <w:t xml:space="preserve"> - </w:t>
      </w:r>
      <w:r w:rsidRPr="00D95A45">
        <w:rPr>
          <w:rtl/>
        </w:rPr>
        <w:t xml:space="preserve">احمد بن محمد عن الحسين عن ابن ابى عمير عن علي بن عطية عن زرارة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جاء رجل الى النبي </w:t>
      </w:r>
      <w:r w:rsidR="00AC7755" w:rsidRPr="00AC7755">
        <w:rPr>
          <w:rStyle w:val="libAlaemChar"/>
          <w:rtl/>
        </w:rPr>
        <w:t>صلى‌الله‌عليه‌وآله‌وسلم</w:t>
      </w:r>
      <w:r w:rsidRPr="00D95A45">
        <w:rPr>
          <w:rtl/>
        </w:rPr>
        <w:t xml:space="preserve"> فقال</w:t>
      </w:r>
      <w:r w:rsidR="00CC15EB">
        <w:rPr>
          <w:rtl/>
        </w:rPr>
        <w:t>:</w:t>
      </w:r>
      <w:r>
        <w:rPr>
          <w:rtl/>
        </w:rPr>
        <w:t xml:space="preserve"> </w:t>
      </w:r>
      <w:r w:rsidRPr="00D95A45">
        <w:rPr>
          <w:rtl/>
        </w:rPr>
        <w:t>يا رسول الله ان امرأتي لا تدفع يد لامس قال</w:t>
      </w:r>
      <w:r w:rsidR="00CC15EB">
        <w:rPr>
          <w:rtl/>
        </w:rPr>
        <w:t>:</w:t>
      </w:r>
      <w:r>
        <w:rPr>
          <w:rtl/>
        </w:rPr>
        <w:t xml:space="preserve"> </w:t>
      </w:r>
      <w:r w:rsidRPr="00D95A45">
        <w:rPr>
          <w:rtl/>
        </w:rPr>
        <w:t>فطلقها فقال</w:t>
      </w:r>
      <w:r w:rsidR="00CC15EB">
        <w:rPr>
          <w:rtl/>
        </w:rPr>
        <w:t>:</w:t>
      </w:r>
      <w:r>
        <w:rPr>
          <w:rtl/>
        </w:rPr>
        <w:t xml:space="preserve"> </w:t>
      </w:r>
      <w:r w:rsidRPr="00D95A45">
        <w:rPr>
          <w:rtl/>
        </w:rPr>
        <w:t>يا رسول الله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214</w:t>
      </w:r>
      <w:r>
        <w:rPr>
          <w:rtl/>
        </w:rPr>
        <w:t xml:space="preserve"> - </w:t>
      </w:r>
      <w:r w:rsidR="00D45E0E" w:rsidRPr="00D95A45">
        <w:rPr>
          <w:rtl/>
        </w:rPr>
        <w:t>الاستبصار ج 4 ص 217 الكافي ج 2 ص 294 الفقيه ج 4 ص 31 وفيه القتل في المرة الرابعة</w:t>
      </w:r>
    </w:p>
    <w:p w:rsidR="00AC7755" w:rsidRDefault="00CC15EB" w:rsidP="00AC7755">
      <w:pPr>
        <w:pStyle w:val="libFootnote0"/>
        <w:rPr>
          <w:rtl/>
        </w:rPr>
      </w:pPr>
      <w:r>
        <w:rPr>
          <w:rtl/>
        </w:rPr>
        <w:t>-</w:t>
      </w:r>
      <w:r w:rsidR="00D45E0E" w:rsidRPr="00DA0376">
        <w:rPr>
          <w:rtl/>
        </w:rPr>
        <w:t xml:space="preserve"> 215</w:t>
      </w:r>
      <w:r>
        <w:rPr>
          <w:rtl/>
        </w:rPr>
        <w:t xml:space="preserve"> - </w:t>
      </w:r>
      <w:r w:rsidR="00D45E0E" w:rsidRPr="00DA0376">
        <w:rPr>
          <w:rtl/>
        </w:rPr>
        <w:t>الكافي ج 2 ص 294 الفقيه ج 4 ص 18</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انى احبها قال</w:t>
      </w:r>
      <w:r w:rsidR="00CC15EB">
        <w:rPr>
          <w:rtl/>
        </w:rPr>
        <w:t>:</w:t>
      </w:r>
      <w:r>
        <w:rPr>
          <w:rtl/>
        </w:rPr>
        <w:t xml:space="preserve"> </w:t>
      </w:r>
      <w:r w:rsidRPr="007277FF">
        <w:rPr>
          <w:rtl/>
        </w:rPr>
        <w:t>فامسكها.</w:t>
      </w:r>
    </w:p>
    <w:p w:rsidR="00AC7755" w:rsidRDefault="00D45E0E" w:rsidP="00AC7755">
      <w:pPr>
        <w:pStyle w:val="libNormal"/>
        <w:rPr>
          <w:rtl/>
        </w:rPr>
      </w:pPr>
      <w:r w:rsidRPr="007277FF">
        <w:rPr>
          <w:rtl/>
        </w:rPr>
        <w:t>(217) 10</w:t>
      </w:r>
      <w:r w:rsidR="00CC15EB">
        <w:rPr>
          <w:rtl/>
        </w:rPr>
        <w:t xml:space="preserve"> - </w:t>
      </w:r>
      <w:r w:rsidRPr="007277FF">
        <w:rPr>
          <w:rtl/>
        </w:rPr>
        <w:t>عنه عن الحسين عن النضر بن سويد عن عبد الله ابن سنان قال</w:t>
      </w:r>
      <w:r w:rsidR="00CC15EB">
        <w:rPr>
          <w:rtl/>
        </w:rPr>
        <w:t>:</w:t>
      </w:r>
      <w:r>
        <w:rPr>
          <w:rtl/>
        </w:rPr>
        <w:t xml:space="preserve"> </w:t>
      </w:r>
      <w:r w:rsidRPr="007277FF">
        <w:rPr>
          <w:rtl/>
        </w:rPr>
        <w:t xml:space="preserve">سألت ابا عبد الله </w:t>
      </w:r>
      <w:r w:rsidR="00AC7755" w:rsidRPr="00AC7755">
        <w:rPr>
          <w:rStyle w:val="libAlaemChar"/>
          <w:rtl/>
        </w:rPr>
        <w:t>عليه‌السلام</w:t>
      </w:r>
      <w:r w:rsidRPr="007277FF">
        <w:rPr>
          <w:rtl/>
        </w:rPr>
        <w:t xml:space="preserve"> عن رجل رأى امرأته تزني أيصلح له امساكها</w:t>
      </w:r>
      <w:r>
        <w:rPr>
          <w:rtl/>
        </w:rPr>
        <w:t>؟</w:t>
      </w:r>
      <w:r w:rsidRPr="007277FF">
        <w:rPr>
          <w:rtl/>
        </w:rPr>
        <w:t xml:space="preserve"> قال</w:t>
      </w:r>
      <w:r w:rsidR="00CC15EB">
        <w:rPr>
          <w:rtl/>
        </w:rPr>
        <w:t>:</w:t>
      </w:r>
      <w:r>
        <w:rPr>
          <w:rtl/>
        </w:rPr>
        <w:t xml:space="preserve"> </w:t>
      </w:r>
      <w:r w:rsidRPr="007277FF">
        <w:rPr>
          <w:rtl/>
        </w:rPr>
        <w:t>نعم ان شاء.</w:t>
      </w:r>
    </w:p>
    <w:p w:rsidR="00AC7755" w:rsidRDefault="00D45E0E" w:rsidP="00CA44E1">
      <w:pPr>
        <w:pStyle w:val="Heading2Center"/>
        <w:rPr>
          <w:rtl/>
        </w:rPr>
      </w:pPr>
      <w:bookmarkStart w:id="4" w:name="_Toc394318268"/>
      <w:r w:rsidRPr="007277FF">
        <w:rPr>
          <w:rtl/>
        </w:rPr>
        <w:t>4</w:t>
      </w:r>
      <w:r w:rsidR="00CC15EB">
        <w:rPr>
          <w:rtl/>
        </w:rPr>
        <w:t xml:space="preserve"> - </w:t>
      </w:r>
      <w:r w:rsidRPr="007277FF">
        <w:rPr>
          <w:rtl/>
        </w:rPr>
        <w:t>باب الحد في نكاح البهائم ونكاح الاموات والاستمناء بالايدي</w:t>
      </w:r>
      <w:bookmarkEnd w:id="4"/>
    </w:p>
    <w:p w:rsidR="00AC7755" w:rsidRDefault="00D45E0E" w:rsidP="00AC7755">
      <w:pPr>
        <w:pStyle w:val="libNormal"/>
        <w:rPr>
          <w:rtl/>
        </w:rPr>
      </w:pPr>
      <w:r w:rsidRPr="00D95A45">
        <w:rPr>
          <w:rtl/>
        </w:rPr>
        <w:t>(218) 1</w:t>
      </w:r>
      <w:r>
        <w:rPr>
          <w:rFonts w:hint="cs"/>
          <w:rtl/>
        </w:rPr>
        <w:t>1</w:t>
      </w:r>
      <w:r w:rsidR="00CC15EB">
        <w:rPr>
          <w:rtl/>
        </w:rPr>
        <w:t xml:space="preserve"> - </w:t>
      </w:r>
      <w:r w:rsidRPr="00D95A45">
        <w:rPr>
          <w:rtl/>
        </w:rPr>
        <w:t xml:space="preserve">يونس بن عبد الرحمان عن عبد الله بن سنان عن ابي عبد الله </w:t>
      </w:r>
      <w:r w:rsidR="00AC7755" w:rsidRPr="00AC7755">
        <w:rPr>
          <w:rStyle w:val="libAlaemChar"/>
          <w:rtl/>
        </w:rPr>
        <w:t>عليه‌السلام</w:t>
      </w:r>
      <w:r w:rsidRPr="00D95A45">
        <w:rPr>
          <w:rtl/>
        </w:rPr>
        <w:t xml:space="preserve"> والحسين بن خالد عن ابي الحسن الرضا </w:t>
      </w:r>
      <w:r w:rsidR="00AC7755" w:rsidRPr="00AC7755">
        <w:rPr>
          <w:rStyle w:val="libAlaemChar"/>
          <w:rtl/>
        </w:rPr>
        <w:t>عليه‌السلام</w:t>
      </w:r>
      <w:r w:rsidR="00CC15EB">
        <w:rPr>
          <w:rtl/>
        </w:rPr>
        <w:t>،</w:t>
      </w:r>
      <w:r>
        <w:rPr>
          <w:rtl/>
        </w:rPr>
        <w:t xml:space="preserve"> </w:t>
      </w:r>
      <w:r w:rsidRPr="00D95A45">
        <w:rPr>
          <w:rtl/>
        </w:rPr>
        <w:t xml:space="preserve">وصباح الحذاء عن اسحاق بن عمار عن ابى ابراهيم موسى </w:t>
      </w:r>
      <w:r w:rsidR="00AC7755" w:rsidRPr="00AC7755">
        <w:rPr>
          <w:rStyle w:val="libAlaemChar"/>
          <w:rtl/>
        </w:rPr>
        <w:t>عليه‌السلام</w:t>
      </w:r>
      <w:r w:rsidRPr="00D95A45">
        <w:rPr>
          <w:rtl/>
        </w:rPr>
        <w:t xml:space="preserve"> في الرجل ياتي البهيمة فقالوا جميعا</w:t>
      </w:r>
      <w:r w:rsidR="00CC15EB">
        <w:rPr>
          <w:rtl/>
        </w:rPr>
        <w:t>:</w:t>
      </w:r>
      <w:r>
        <w:rPr>
          <w:rtl/>
        </w:rPr>
        <w:t xml:space="preserve"> </w:t>
      </w:r>
      <w:r w:rsidRPr="00D95A45">
        <w:rPr>
          <w:rtl/>
        </w:rPr>
        <w:t>ان كانت البهيمة للفاعل ذبحت فإذا ماتت احرقت بالنار ولم ينتفع بها وضرب هو خمسة وعشرين سوطا ربع حد الزانى</w:t>
      </w:r>
      <w:r w:rsidR="00CC15EB">
        <w:rPr>
          <w:rtl/>
        </w:rPr>
        <w:t>،</w:t>
      </w:r>
      <w:r>
        <w:rPr>
          <w:rtl/>
        </w:rPr>
        <w:t xml:space="preserve"> </w:t>
      </w:r>
      <w:r w:rsidRPr="00D95A45">
        <w:rPr>
          <w:rtl/>
        </w:rPr>
        <w:t>وان لم تكن البهيمة له قومت وأخذ ثمنها منه ودفع إلى صاحبها وذبحت واحرقت بالنار ولم ينتفع بها وضرب خمسة وعشرين سوطا</w:t>
      </w:r>
      <w:r w:rsidR="00CC15EB">
        <w:rPr>
          <w:rtl/>
        </w:rPr>
        <w:t>،</w:t>
      </w:r>
      <w:r>
        <w:rPr>
          <w:rtl/>
        </w:rPr>
        <w:t xml:space="preserve"> </w:t>
      </w:r>
      <w:r w:rsidRPr="00D95A45">
        <w:rPr>
          <w:rtl/>
        </w:rPr>
        <w:t>فقلت</w:t>
      </w:r>
      <w:r w:rsidR="00CC15EB">
        <w:rPr>
          <w:rtl/>
        </w:rPr>
        <w:t>:</w:t>
      </w:r>
      <w:r>
        <w:rPr>
          <w:rtl/>
        </w:rPr>
        <w:t xml:space="preserve"> </w:t>
      </w:r>
      <w:r w:rsidRPr="00D95A45">
        <w:rPr>
          <w:rtl/>
        </w:rPr>
        <w:t>وما ذنب البهيمة</w:t>
      </w:r>
      <w:r>
        <w:rPr>
          <w:rtl/>
        </w:rPr>
        <w:t>؟</w:t>
      </w:r>
      <w:r w:rsidRPr="00D95A45">
        <w:rPr>
          <w:rtl/>
        </w:rPr>
        <w:t xml:space="preserve"> قال</w:t>
      </w:r>
      <w:r w:rsidR="00CC15EB">
        <w:rPr>
          <w:rtl/>
        </w:rPr>
        <w:t>:</w:t>
      </w:r>
      <w:r>
        <w:rPr>
          <w:rtl/>
        </w:rPr>
        <w:t xml:space="preserve"> </w:t>
      </w:r>
      <w:r w:rsidRPr="00D95A45">
        <w:rPr>
          <w:rtl/>
        </w:rPr>
        <w:t xml:space="preserve">لا ذنب لها ولكن رسول الله </w:t>
      </w:r>
      <w:r w:rsidR="00AC7755" w:rsidRPr="00AC7755">
        <w:rPr>
          <w:rStyle w:val="libAlaemChar"/>
          <w:rtl/>
        </w:rPr>
        <w:t>صلى‌الله‌عليه‌وآله‌وسلم</w:t>
      </w:r>
      <w:r w:rsidRPr="00D95A45">
        <w:rPr>
          <w:rtl/>
        </w:rPr>
        <w:t xml:space="preserve"> فعل هذا وامر به لكي لا يجتزئ الناس بالبهائم وينقطع النسل.</w:t>
      </w:r>
    </w:p>
    <w:p w:rsidR="00AC7755" w:rsidRDefault="00D45E0E" w:rsidP="00AC7755">
      <w:pPr>
        <w:pStyle w:val="libNormal"/>
        <w:rPr>
          <w:rtl/>
        </w:rPr>
      </w:pPr>
      <w:r w:rsidRPr="00D95A45">
        <w:rPr>
          <w:rtl/>
        </w:rPr>
        <w:t>(219) 2</w:t>
      </w:r>
      <w:r w:rsidR="00CC15EB">
        <w:rPr>
          <w:rtl/>
        </w:rPr>
        <w:t xml:space="preserve"> - </w:t>
      </w:r>
      <w:r w:rsidRPr="00D95A45">
        <w:rPr>
          <w:rtl/>
        </w:rPr>
        <w:t>يونس عن سماعة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الرجل يأتي بهيمة شاة أو ناقة أو بقرة قال</w:t>
      </w:r>
      <w:r w:rsidR="00CC15EB">
        <w:rPr>
          <w:rtl/>
        </w:rPr>
        <w:t>:</w:t>
      </w:r>
      <w:r>
        <w:rPr>
          <w:rtl/>
        </w:rPr>
        <w:t xml:space="preserve"> </w:t>
      </w:r>
      <w:r w:rsidRPr="00D95A45">
        <w:rPr>
          <w:rtl/>
        </w:rPr>
        <w:t>فقال</w:t>
      </w:r>
      <w:r w:rsidR="00CC15EB">
        <w:rPr>
          <w:rtl/>
        </w:rPr>
        <w:t>:</w:t>
      </w:r>
      <w:r>
        <w:rPr>
          <w:rtl/>
        </w:rPr>
        <w:t xml:space="preserve"> </w:t>
      </w:r>
      <w:r w:rsidRPr="00D95A45">
        <w:rPr>
          <w:rtl/>
        </w:rPr>
        <w:t>عليه أن يجلد حدا غير الحد</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218</w:t>
      </w:r>
      <w:r>
        <w:rPr>
          <w:rtl/>
        </w:rPr>
        <w:t xml:space="preserve"> - </w:t>
      </w:r>
      <w:r w:rsidR="00D45E0E" w:rsidRPr="00D95A45">
        <w:rPr>
          <w:rtl/>
        </w:rPr>
        <w:t>الاستبصار ج 4 ص 222 الكافي ج 2 ص 294</w:t>
      </w:r>
    </w:p>
    <w:p w:rsidR="00AC7755" w:rsidRDefault="00CC15EB" w:rsidP="00AC7755">
      <w:pPr>
        <w:pStyle w:val="libFootnote0"/>
        <w:rPr>
          <w:rtl/>
        </w:rPr>
      </w:pPr>
      <w:r>
        <w:rPr>
          <w:rtl/>
        </w:rPr>
        <w:t>-</w:t>
      </w:r>
      <w:r w:rsidR="00D45E0E" w:rsidRPr="00DA0376">
        <w:rPr>
          <w:rtl/>
        </w:rPr>
        <w:t xml:space="preserve"> 219</w:t>
      </w:r>
      <w:r>
        <w:rPr>
          <w:rtl/>
        </w:rPr>
        <w:t xml:space="preserve"> - </w:t>
      </w:r>
      <w:r w:rsidR="00D45E0E" w:rsidRPr="00DA0376">
        <w:rPr>
          <w:rtl/>
        </w:rPr>
        <w:t>الاستبصار ج 4 ص 223 الكافي ج 4 ص 294</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ثم ينفى من بلاده إلى غيرها</w:t>
      </w:r>
      <w:r w:rsidR="00CC15EB">
        <w:rPr>
          <w:rtl/>
        </w:rPr>
        <w:t>،</w:t>
      </w:r>
      <w:r>
        <w:rPr>
          <w:rtl/>
        </w:rPr>
        <w:t xml:space="preserve"> </w:t>
      </w:r>
      <w:r w:rsidRPr="007277FF">
        <w:rPr>
          <w:rtl/>
        </w:rPr>
        <w:t>وذكروا ان لحم تلك البهيمة محرم ولبنها.</w:t>
      </w:r>
    </w:p>
    <w:p w:rsidR="00AC7755" w:rsidRDefault="00D45E0E" w:rsidP="00AC7755">
      <w:pPr>
        <w:pStyle w:val="libNormal"/>
        <w:rPr>
          <w:rtl/>
        </w:rPr>
      </w:pPr>
      <w:r w:rsidRPr="00D95A45">
        <w:rPr>
          <w:rtl/>
        </w:rPr>
        <w:t>(220) 3</w:t>
      </w:r>
      <w:r w:rsidR="00CC15EB">
        <w:rPr>
          <w:rtl/>
        </w:rPr>
        <w:t xml:space="preserve"> - </w:t>
      </w:r>
      <w:r w:rsidRPr="00D95A45">
        <w:rPr>
          <w:rtl/>
        </w:rPr>
        <w:t xml:space="preserve">احمد بن محمد بن عيسى عن ابن محبوب عن اسحاق ابن جرير عن سدير عن ابي جعفر </w:t>
      </w:r>
      <w:r w:rsidR="00AC7755" w:rsidRPr="00AC7755">
        <w:rPr>
          <w:rStyle w:val="libAlaemChar"/>
          <w:rtl/>
        </w:rPr>
        <w:t>عليه‌السلام</w:t>
      </w:r>
      <w:r w:rsidRPr="00D95A45">
        <w:rPr>
          <w:rtl/>
        </w:rPr>
        <w:t xml:space="preserve"> في الرجل يأتي البهيمة قال</w:t>
      </w:r>
      <w:r w:rsidR="00CC15EB">
        <w:rPr>
          <w:rtl/>
        </w:rPr>
        <w:t>:</w:t>
      </w:r>
      <w:r>
        <w:rPr>
          <w:rtl/>
        </w:rPr>
        <w:t xml:space="preserve"> </w:t>
      </w:r>
      <w:r w:rsidRPr="00D95A45">
        <w:rPr>
          <w:rtl/>
        </w:rPr>
        <w:t>يجلد دون الحد ويغرم قيمة البهيمة لصاحبها لانه افسدها عليه وتذبح وتحرق ان كانت مما يؤكل لحمه</w:t>
      </w:r>
      <w:r w:rsidR="00CC15EB">
        <w:rPr>
          <w:rtl/>
        </w:rPr>
        <w:t>،</w:t>
      </w:r>
      <w:r>
        <w:rPr>
          <w:rtl/>
        </w:rPr>
        <w:t xml:space="preserve"> </w:t>
      </w:r>
      <w:r w:rsidRPr="00D95A45">
        <w:rPr>
          <w:rtl/>
        </w:rPr>
        <w:t>وان كانت مما يركب ظهره أغرم قيمتها وجلد دون الحد واخرجها من المدينة التي فعل بها فيها الى بلاد اخرى حيث لا تعرف فيبيعها فيها كى لا يعير بها.</w:t>
      </w:r>
    </w:p>
    <w:p w:rsidR="00AC7755" w:rsidRDefault="00D45E0E" w:rsidP="00AC7755">
      <w:pPr>
        <w:pStyle w:val="libNormal"/>
        <w:rPr>
          <w:rtl/>
        </w:rPr>
      </w:pPr>
      <w:r w:rsidRPr="00D95A45">
        <w:rPr>
          <w:rtl/>
        </w:rPr>
        <w:t>(221) 4</w:t>
      </w:r>
      <w:r w:rsidR="00CC15EB">
        <w:rPr>
          <w:rtl/>
        </w:rPr>
        <w:t xml:space="preserve"> - </w:t>
      </w:r>
      <w:r w:rsidRPr="00D95A45">
        <w:rPr>
          <w:rtl/>
        </w:rPr>
        <w:t xml:space="preserve">يونس عن محمد بن سنان عن العلا بن الفضيل عن ابى عبد الله </w:t>
      </w:r>
      <w:r w:rsidR="00AC7755" w:rsidRPr="00AC7755">
        <w:rPr>
          <w:rStyle w:val="libAlaemChar"/>
          <w:rtl/>
        </w:rPr>
        <w:t>عليه‌السلام</w:t>
      </w:r>
      <w:r w:rsidRPr="00D95A45">
        <w:rPr>
          <w:rtl/>
        </w:rPr>
        <w:t xml:space="preserve"> في رجل يقع على بهيمة قال</w:t>
      </w:r>
      <w:r w:rsidR="00CC15EB">
        <w:rPr>
          <w:rtl/>
        </w:rPr>
        <w:t>:</w:t>
      </w:r>
      <w:r>
        <w:rPr>
          <w:rtl/>
        </w:rPr>
        <w:t xml:space="preserve"> </w:t>
      </w:r>
      <w:r w:rsidRPr="00D95A45">
        <w:rPr>
          <w:rtl/>
        </w:rPr>
        <w:t>فقال</w:t>
      </w:r>
      <w:r w:rsidR="00CC15EB">
        <w:rPr>
          <w:rtl/>
        </w:rPr>
        <w:t>:</w:t>
      </w:r>
      <w:r>
        <w:rPr>
          <w:rtl/>
        </w:rPr>
        <w:t xml:space="preserve"> </w:t>
      </w:r>
      <w:r w:rsidRPr="00D95A45">
        <w:rPr>
          <w:rtl/>
        </w:rPr>
        <w:t>ليس عليه حد ولكن تعزير.</w:t>
      </w:r>
    </w:p>
    <w:p w:rsidR="00AC7755" w:rsidRDefault="00D45E0E" w:rsidP="00AC7755">
      <w:pPr>
        <w:pStyle w:val="libNormal"/>
        <w:rPr>
          <w:rtl/>
        </w:rPr>
      </w:pPr>
      <w:r w:rsidRPr="00D95A45">
        <w:rPr>
          <w:rtl/>
        </w:rPr>
        <w:t>(222) 5</w:t>
      </w:r>
      <w:r w:rsidR="00CC15EB">
        <w:rPr>
          <w:rtl/>
        </w:rPr>
        <w:t xml:space="preserve"> - </w:t>
      </w:r>
      <w:r w:rsidRPr="00D95A45">
        <w:rPr>
          <w:rtl/>
        </w:rPr>
        <w:t xml:space="preserve">احمد بن محمد بن عيسى عن محمد بن سنان عن حماد بن عثمان وخلف بن حماد عن الفضيل بن يسار وربعي بن عبد الله عن ابي عبد الله </w:t>
      </w:r>
      <w:r w:rsidR="00AC7755" w:rsidRPr="00AC7755">
        <w:rPr>
          <w:rStyle w:val="libAlaemChar"/>
          <w:rtl/>
        </w:rPr>
        <w:t>عليه‌السلام</w:t>
      </w:r>
      <w:r w:rsidRPr="00D95A45">
        <w:rPr>
          <w:rtl/>
        </w:rPr>
        <w:t xml:space="preserve"> في رجل يقع على البهيمة قال</w:t>
      </w:r>
      <w:r w:rsidR="00CC15EB">
        <w:rPr>
          <w:rtl/>
        </w:rPr>
        <w:t>:</w:t>
      </w:r>
      <w:r>
        <w:rPr>
          <w:rtl/>
        </w:rPr>
        <w:t xml:space="preserve"> </w:t>
      </w:r>
      <w:r w:rsidRPr="00D95A45">
        <w:rPr>
          <w:rtl/>
        </w:rPr>
        <w:t>ليس عليه حد ولكن يضرب تعزيرا.</w:t>
      </w:r>
    </w:p>
    <w:p w:rsidR="00AC7755" w:rsidRDefault="00D45E0E" w:rsidP="00AC7755">
      <w:pPr>
        <w:pStyle w:val="libNormal"/>
        <w:rPr>
          <w:rtl/>
        </w:rPr>
      </w:pPr>
      <w:r w:rsidRPr="00D95A45">
        <w:rPr>
          <w:rtl/>
        </w:rPr>
        <w:t>(223) 6</w:t>
      </w:r>
      <w:r w:rsidR="00CC15EB">
        <w:rPr>
          <w:rtl/>
        </w:rPr>
        <w:t xml:space="preserve"> - </w:t>
      </w:r>
      <w:r w:rsidRPr="00D95A45">
        <w:rPr>
          <w:rtl/>
        </w:rPr>
        <w:t xml:space="preserve">فاما ما رواه الحسين بن سعيد عن ابن ابي عمير عن جميل بن دراج عن ابي عبد الله </w:t>
      </w:r>
      <w:r w:rsidR="00AC7755" w:rsidRPr="00AC7755">
        <w:rPr>
          <w:rStyle w:val="libAlaemChar"/>
          <w:rtl/>
        </w:rPr>
        <w:t>عليه‌السلام</w:t>
      </w:r>
      <w:r w:rsidRPr="00D95A45">
        <w:rPr>
          <w:rtl/>
        </w:rPr>
        <w:t xml:space="preserve"> في رجل اتى بهيمة قال</w:t>
      </w:r>
      <w:r w:rsidR="00CC15EB">
        <w:rPr>
          <w:rtl/>
        </w:rPr>
        <w:t>:</w:t>
      </w:r>
      <w:r>
        <w:rPr>
          <w:rtl/>
        </w:rPr>
        <w:t xml:space="preserve"> </w:t>
      </w:r>
      <w:r w:rsidRPr="00D95A45">
        <w:rPr>
          <w:rtl/>
        </w:rPr>
        <w:t>يقتل.</w:t>
      </w:r>
    </w:p>
    <w:p w:rsidR="00AC7755" w:rsidRDefault="00D45E0E" w:rsidP="00AC7755">
      <w:pPr>
        <w:pStyle w:val="libNormal"/>
        <w:rPr>
          <w:rtl/>
        </w:rPr>
      </w:pPr>
      <w:r w:rsidRPr="00D95A45">
        <w:rPr>
          <w:rtl/>
        </w:rPr>
        <w:t>(224) 7</w:t>
      </w:r>
      <w:r w:rsidR="00CC15EB">
        <w:rPr>
          <w:rtl/>
        </w:rPr>
        <w:t xml:space="preserve"> - </w:t>
      </w:r>
      <w:r w:rsidRPr="00D95A45">
        <w:rPr>
          <w:rtl/>
        </w:rPr>
        <w:t xml:space="preserve">عنه عن يونس عن ابن مسكان عن ابي بصير عن ابي عبد الله </w:t>
      </w:r>
      <w:r w:rsidR="00AC7755" w:rsidRPr="00AC7755">
        <w:rPr>
          <w:rStyle w:val="libAlaemChar"/>
          <w:rtl/>
        </w:rPr>
        <w:t>عليه‌السلام</w:t>
      </w:r>
      <w:r w:rsidRPr="00D95A45">
        <w:rPr>
          <w:rtl/>
        </w:rPr>
        <w:t xml:space="preserve"> في رجل اتى بهيمة فأولج قال</w:t>
      </w:r>
      <w:r w:rsidR="00CC15EB">
        <w:rPr>
          <w:rtl/>
        </w:rPr>
        <w:t>:</w:t>
      </w:r>
      <w:r>
        <w:rPr>
          <w:rtl/>
        </w:rPr>
        <w:t xml:space="preserve"> </w:t>
      </w:r>
      <w:r w:rsidRPr="00D95A45">
        <w:rPr>
          <w:rtl/>
        </w:rPr>
        <w:t>عليه الحد.</w:t>
      </w:r>
    </w:p>
    <w:p w:rsidR="00AC7755" w:rsidRDefault="00D45E0E" w:rsidP="00AC7755">
      <w:pPr>
        <w:pStyle w:val="libNormal"/>
        <w:rPr>
          <w:rtl/>
        </w:rPr>
      </w:pPr>
      <w:r w:rsidRPr="00D95A45">
        <w:rPr>
          <w:rtl/>
        </w:rPr>
        <w:t>(225) 8</w:t>
      </w:r>
      <w:r w:rsidR="00CC15EB">
        <w:rPr>
          <w:rtl/>
        </w:rPr>
        <w:t xml:space="preserve"> - </w:t>
      </w:r>
      <w:r w:rsidRPr="00D95A45">
        <w:rPr>
          <w:rtl/>
        </w:rPr>
        <w:t xml:space="preserve">وفى رواية محمد بن يعقوب باسناده عن يونس عن ابن مسكان عن ابي بصير عن ابي عبد الله </w:t>
      </w:r>
      <w:r w:rsidR="00AC7755" w:rsidRPr="00AC7755">
        <w:rPr>
          <w:rStyle w:val="libAlaemChar"/>
          <w:rtl/>
        </w:rPr>
        <w:t>عليه‌السلام</w:t>
      </w:r>
      <w:r w:rsidRPr="00D95A45">
        <w:rPr>
          <w:rtl/>
        </w:rPr>
        <w:t xml:space="preserve"> في الذي يأتي البهيمة فيولج قال</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220</w:t>
      </w:r>
      <w:r>
        <w:rPr>
          <w:rFonts w:hint="cs"/>
          <w:rtl/>
        </w:rPr>
        <w:t xml:space="preserve"> - </w:t>
      </w:r>
      <w:r w:rsidR="00D45E0E" w:rsidRPr="007277FF">
        <w:rPr>
          <w:rtl/>
        </w:rPr>
        <w:t>221</w:t>
      </w:r>
      <w:r>
        <w:rPr>
          <w:rtl/>
        </w:rPr>
        <w:t xml:space="preserve"> - </w:t>
      </w:r>
      <w:r w:rsidR="00D45E0E" w:rsidRPr="007277FF">
        <w:rPr>
          <w:rtl/>
        </w:rPr>
        <w:t>222</w:t>
      </w:r>
      <w:r>
        <w:rPr>
          <w:rtl/>
        </w:rPr>
        <w:t xml:space="preserve"> - </w:t>
      </w:r>
      <w:r w:rsidR="00D45E0E" w:rsidRPr="007277FF">
        <w:rPr>
          <w:rtl/>
        </w:rPr>
        <w:t>الاستبصار ج 4 ص 223 واخرج الاول الكليني في الكافي ج 2 ص 294 والصدوق في الفقيه ج 4 ص 33</w:t>
      </w:r>
    </w:p>
    <w:p w:rsidR="00AC7755" w:rsidRDefault="00CC15EB" w:rsidP="00AC7755">
      <w:pPr>
        <w:pStyle w:val="libFootnote0"/>
        <w:rPr>
          <w:rtl/>
        </w:rPr>
      </w:pPr>
      <w:r>
        <w:rPr>
          <w:rtl/>
        </w:rPr>
        <w:t>-</w:t>
      </w:r>
      <w:r w:rsidR="00D45E0E" w:rsidRPr="007277FF">
        <w:rPr>
          <w:rtl/>
        </w:rPr>
        <w:t xml:space="preserve"> 223</w:t>
      </w:r>
      <w:r>
        <w:rPr>
          <w:rtl/>
        </w:rPr>
        <w:t xml:space="preserve"> - </w:t>
      </w:r>
      <w:r w:rsidR="00D45E0E" w:rsidRPr="007277FF">
        <w:rPr>
          <w:rtl/>
        </w:rPr>
        <w:t>224</w:t>
      </w:r>
      <w:r>
        <w:rPr>
          <w:rFonts w:hint="cs"/>
          <w:rtl/>
        </w:rPr>
        <w:t xml:space="preserve"> - </w:t>
      </w:r>
      <w:r w:rsidR="00D45E0E" w:rsidRPr="00DA0376">
        <w:rPr>
          <w:rtl/>
        </w:rPr>
        <w:t>225</w:t>
      </w:r>
      <w:r>
        <w:rPr>
          <w:rtl/>
        </w:rPr>
        <w:t xml:space="preserve"> - </w:t>
      </w:r>
      <w:r w:rsidR="00D45E0E" w:rsidRPr="00DA0376">
        <w:rPr>
          <w:rtl/>
        </w:rPr>
        <w:t>الاستبصار ج 4 ص 224 واخرج الثاني والثالث الكليني في الكافي ج 2 ص 294</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عليه حد الزانى.</w:t>
      </w:r>
    </w:p>
    <w:p w:rsidR="00AC7755" w:rsidRDefault="00D45E0E" w:rsidP="00AC7755">
      <w:pPr>
        <w:pStyle w:val="libNormal"/>
        <w:rPr>
          <w:rtl/>
        </w:rPr>
      </w:pPr>
      <w:r w:rsidRPr="00D95A45">
        <w:rPr>
          <w:rtl/>
        </w:rPr>
        <w:t>(226) 9</w:t>
      </w:r>
      <w:r w:rsidR="00CC15EB">
        <w:rPr>
          <w:rtl/>
        </w:rPr>
        <w:t xml:space="preserve"> - </w:t>
      </w:r>
      <w:r w:rsidRPr="00D95A45">
        <w:rPr>
          <w:rtl/>
        </w:rPr>
        <w:t>الحسين بن سعيد عن القاسم عن عبد الصمد بن بشير عن سليمان بن هلال قال</w:t>
      </w:r>
      <w:r w:rsidR="00CC15EB">
        <w:rPr>
          <w:rtl/>
        </w:rPr>
        <w:t>:</w:t>
      </w:r>
      <w:r>
        <w:rPr>
          <w:rtl/>
        </w:rPr>
        <w:t xml:space="preserve"> </w:t>
      </w:r>
      <w:r w:rsidRPr="00D95A45">
        <w:rPr>
          <w:rtl/>
        </w:rPr>
        <w:t xml:space="preserve">سأل بعض اصحابنا ابا عبد الله </w:t>
      </w:r>
      <w:r w:rsidR="00AC7755" w:rsidRPr="00AC7755">
        <w:rPr>
          <w:rStyle w:val="libAlaemChar"/>
          <w:rtl/>
        </w:rPr>
        <w:t>عليه‌السلام</w:t>
      </w:r>
      <w:r w:rsidRPr="00D95A45">
        <w:rPr>
          <w:rtl/>
        </w:rPr>
        <w:t xml:space="preserve"> عن الرجل يأتي البهيمة فقال</w:t>
      </w:r>
      <w:r w:rsidR="00CC15EB">
        <w:rPr>
          <w:rtl/>
        </w:rPr>
        <w:t>:</w:t>
      </w:r>
      <w:r>
        <w:rPr>
          <w:rtl/>
        </w:rPr>
        <w:t xml:space="preserve"> </w:t>
      </w:r>
      <w:r w:rsidRPr="00D95A45">
        <w:rPr>
          <w:rtl/>
        </w:rPr>
        <w:t>يقام قائما ثم يضرب ضربة بالسيف أخذ السيف منه ما اخذ قال</w:t>
      </w:r>
      <w:r w:rsidR="00CC15EB">
        <w:rPr>
          <w:rtl/>
        </w:rPr>
        <w:t>:</w:t>
      </w:r>
      <w:r>
        <w:rPr>
          <w:rtl/>
        </w:rPr>
        <w:t xml:space="preserve"> </w:t>
      </w:r>
      <w:r w:rsidRPr="00D95A45">
        <w:rPr>
          <w:rtl/>
        </w:rPr>
        <w:t>فقلت</w:t>
      </w:r>
      <w:r w:rsidR="00CC15EB">
        <w:rPr>
          <w:rtl/>
        </w:rPr>
        <w:t>:</w:t>
      </w:r>
      <w:r>
        <w:rPr>
          <w:rtl/>
        </w:rPr>
        <w:t xml:space="preserve"> </w:t>
      </w:r>
      <w:r w:rsidRPr="00D95A45">
        <w:rPr>
          <w:rtl/>
        </w:rPr>
        <w:t>هو القتل</w:t>
      </w:r>
      <w:r>
        <w:rPr>
          <w:rtl/>
        </w:rPr>
        <w:t>؟</w:t>
      </w:r>
      <w:r w:rsidRPr="00D95A45">
        <w:rPr>
          <w:rtl/>
        </w:rPr>
        <w:t xml:space="preserve"> قال</w:t>
      </w:r>
      <w:r w:rsidR="00CC15EB">
        <w:rPr>
          <w:rtl/>
        </w:rPr>
        <w:t>:</w:t>
      </w:r>
      <w:r>
        <w:rPr>
          <w:rtl/>
        </w:rPr>
        <w:t xml:space="preserve"> </w:t>
      </w:r>
      <w:r w:rsidRPr="00D95A45">
        <w:rPr>
          <w:rtl/>
        </w:rPr>
        <w:t>هو ذاك.</w:t>
      </w:r>
    </w:p>
    <w:p w:rsidR="00AC7755" w:rsidRDefault="00D45E0E" w:rsidP="00AC7755">
      <w:pPr>
        <w:pStyle w:val="libNormal"/>
        <w:rPr>
          <w:rtl/>
        </w:rPr>
      </w:pPr>
      <w:r w:rsidRPr="00D95A45">
        <w:rPr>
          <w:rtl/>
        </w:rPr>
        <w:t>(227) 10</w:t>
      </w:r>
      <w:r w:rsidR="00CC15EB">
        <w:rPr>
          <w:rtl/>
        </w:rPr>
        <w:t xml:space="preserve"> - </w:t>
      </w:r>
      <w:r w:rsidRPr="00D95A45">
        <w:rPr>
          <w:rtl/>
        </w:rPr>
        <w:t xml:space="preserve">وروى محمد بن علي بن محبوب عن الحسن بن علي الكوفي عن الحسين بن سيف عن اخيه عن ابيه عن زيد ابى اسامة عن ابى فروة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الذى يأتي بالفاحشة والذي يأتي البهيمة حده حد الزانى.</w:t>
      </w:r>
    </w:p>
    <w:p w:rsidR="00AC7755" w:rsidRDefault="00D45E0E" w:rsidP="00AC7755">
      <w:pPr>
        <w:pStyle w:val="libNormal"/>
        <w:rPr>
          <w:rtl/>
        </w:rPr>
      </w:pPr>
      <w:r w:rsidRPr="00D95A45">
        <w:rPr>
          <w:rtl/>
        </w:rPr>
        <w:t xml:space="preserve"> فالوجه في هذه الاخبار احد شيئين</w:t>
      </w:r>
      <w:r w:rsidR="00CC15EB">
        <w:rPr>
          <w:rtl/>
        </w:rPr>
        <w:t>،</w:t>
      </w:r>
      <w:r>
        <w:rPr>
          <w:rtl/>
        </w:rPr>
        <w:t xml:space="preserve"> </w:t>
      </w:r>
      <w:r w:rsidRPr="00D95A45">
        <w:rPr>
          <w:rtl/>
        </w:rPr>
        <w:t>احدهما</w:t>
      </w:r>
      <w:r w:rsidR="00CC15EB">
        <w:rPr>
          <w:rtl/>
        </w:rPr>
        <w:t>:</w:t>
      </w:r>
      <w:r>
        <w:rPr>
          <w:rtl/>
        </w:rPr>
        <w:t xml:space="preserve"> </w:t>
      </w:r>
      <w:r w:rsidRPr="00D95A45">
        <w:rPr>
          <w:rtl/>
        </w:rPr>
        <w:t>ان تكون محمولة على انه إذا كان الفعل دون الايلاح فانه يكون فيه التعزير</w:t>
      </w:r>
      <w:r w:rsidR="00CC15EB">
        <w:rPr>
          <w:rtl/>
        </w:rPr>
        <w:t>،</w:t>
      </w:r>
      <w:r>
        <w:rPr>
          <w:rtl/>
        </w:rPr>
        <w:t xml:space="preserve"> </w:t>
      </w:r>
      <w:r w:rsidRPr="00D95A45">
        <w:rPr>
          <w:rtl/>
        </w:rPr>
        <w:t>وإذا كان الايلاج كان عليه حد الزانى كما تضمنه خبر ابى بصير من تقييده ذلك بالايلاج فكان دلالة على انه إذا كان دون الايلاج لم يجب حد الزانى</w:t>
      </w:r>
      <w:r w:rsidR="00CC15EB">
        <w:rPr>
          <w:rtl/>
        </w:rPr>
        <w:t>،</w:t>
      </w:r>
      <w:r>
        <w:rPr>
          <w:rtl/>
        </w:rPr>
        <w:t xml:space="preserve"> </w:t>
      </w:r>
      <w:r w:rsidRPr="00D95A45">
        <w:rPr>
          <w:rtl/>
        </w:rPr>
        <w:t>والوجه الآخر</w:t>
      </w:r>
      <w:r w:rsidR="00CC15EB">
        <w:rPr>
          <w:rtl/>
        </w:rPr>
        <w:t>:</w:t>
      </w:r>
      <w:r>
        <w:rPr>
          <w:rtl/>
        </w:rPr>
        <w:t xml:space="preserve"> </w:t>
      </w:r>
      <w:r w:rsidRPr="00D95A45">
        <w:rPr>
          <w:rtl/>
        </w:rPr>
        <w:t>ان تكون محمولة على من تكرر منه الفعل واقيم فيه عليه الحد بدون التعزير حينئذ قتل أو أقيم عليه حد الزانى على ما يراه الامام لانا قد بينا أن اصحاب الكبائر يقتلون في الثالثة أو الرابعة وعلى هذا لا تنافى بين الاخبار.</w:t>
      </w:r>
    </w:p>
    <w:p w:rsidR="00AC7755" w:rsidRDefault="00D45E0E" w:rsidP="00AC7755">
      <w:pPr>
        <w:pStyle w:val="libNormal"/>
        <w:rPr>
          <w:rtl/>
        </w:rPr>
      </w:pPr>
      <w:r w:rsidRPr="00D95A45">
        <w:rPr>
          <w:rtl/>
        </w:rPr>
        <w:t>(228) 11</w:t>
      </w:r>
      <w:r w:rsidR="00CC15EB">
        <w:rPr>
          <w:rtl/>
        </w:rPr>
        <w:t xml:space="preserve"> - </w:t>
      </w:r>
      <w:r w:rsidRPr="00D95A45">
        <w:rPr>
          <w:rtl/>
        </w:rPr>
        <w:t xml:space="preserve">وقد روى ما ذكرناه يونس عن ابي الحسن الماضي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اصحاب الكبائر كلها إذا اقيم عليهم الحد مرتين قتلوا في الثالثة</w:t>
      </w:r>
    </w:p>
    <w:p w:rsidR="00AC7755" w:rsidRDefault="00D45E0E" w:rsidP="00AC7755">
      <w:pPr>
        <w:pStyle w:val="libNormal"/>
        <w:rPr>
          <w:rtl/>
        </w:rPr>
      </w:pPr>
      <w:r w:rsidRPr="00D95A45">
        <w:rPr>
          <w:rtl/>
        </w:rPr>
        <w:t>(229) 12</w:t>
      </w:r>
      <w:r w:rsidR="00CC15EB">
        <w:rPr>
          <w:rtl/>
        </w:rPr>
        <w:t xml:space="preserve"> - </w:t>
      </w:r>
      <w:r w:rsidRPr="00D95A45">
        <w:rPr>
          <w:rtl/>
        </w:rPr>
        <w:t>علي بن ابراهيم عن آدم بن اسحاق عن عبد الله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226</w:t>
      </w:r>
      <w:r>
        <w:rPr>
          <w:rFonts w:hint="cs"/>
          <w:rtl/>
        </w:rPr>
        <w:t xml:space="preserve"> - </w:t>
      </w:r>
      <w:r w:rsidR="00D45E0E" w:rsidRPr="007277FF">
        <w:rPr>
          <w:rtl/>
        </w:rPr>
        <w:t>227</w:t>
      </w:r>
      <w:r>
        <w:rPr>
          <w:rtl/>
        </w:rPr>
        <w:t xml:space="preserve"> - </w:t>
      </w:r>
      <w:r w:rsidR="00D45E0E" w:rsidRPr="007277FF">
        <w:rPr>
          <w:rtl/>
        </w:rPr>
        <w:t>الاستبصار ج 4 ص 224</w:t>
      </w:r>
    </w:p>
    <w:p w:rsidR="00AC7755" w:rsidRDefault="00CC15EB" w:rsidP="00AC7755">
      <w:pPr>
        <w:pStyle w:val="libFootnote0"/>
        <w:rPr>
          <w:rtl/>
        </w:rPr>
      </w:pPr>
      <w:r>
        <w:rPr>
          <w:rtl/>
        </w:rPr>
        <w:t>-</w:t>
      </w:r>
      <w:r w:rsidR="00D45E0E" w:rsidRPr="00DA0376">
        <w:rPr>
          <w:rtl/>
        </w:rPr>
        <w:t xml:space="preserve"> 228</w:t>
      </w:r>
      <w:r>
        <w:rPr>
          <w:rtl/>
        </w:rPr>
        <w:t xml:space="preserve"> - </w:t>
      </w:r>
      <w:r w:rsidR="00D45E0E" w:rsidRPr="00DA0376">
        <w:rPr>
          <w:rtl/>
        </w:rPr>
        <w:t>الاستبصار ج 4 ص 225 الكافي ج 2 ص 299 الفقيه ج 4 ص 51</w:t>
      </w:r>
      <w:r>
        <w:rPr>
          <w:rtl/>
        </w:rPr>
        <w:t xml:space="preserve"> - </w:t>
      </w:r>
      <w:r w:rsidR="00D45E0E" w:rsidRPr="00DA0376">
        <w:rPr>
          <w:rtl/>
        </w:rPr>
        <w:t>229 الاستبصار ج 4 ص 225 الكافي ج 2 ص 302 الفقيه ج 4 ص 52</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ابن محمد الجعفي قال</w:t>
      </w:r>
      <w:r w:rsidR="00CC15EB">
        <w:rPr>
          <w:rtl/>
        </w:rPr>
        <w:t>:</w:t>
      </w:r>
      <w:r>
        <w:rPr>
          <w:rtl/>
        </w:rPr>
        <w:t xml:space="preserve"> </w:t>
      </w:r>
      <w:r w:rsidRPr="00DA0376">
        <w:rPr>
          <w:rtl/>
        </w:rPr>
        <w:t xml:space="preserve">كنت عند ابي جعفر </w:t>
      </w:r>
      <w:r w:rsidR="00AC7755" w:rsidRPr="00AC7755">
        <w:rPr>
          <w:rStyle w:val="libAlaemChar"/>
          <w:rtl/>
        </w:rPr>
        <w:t>عليه‌السلام</w:t>
      </w:r>
      <w:r w:rsidRPr="00DA0376">
        <w:rPr>
          <w:rtl/>
        </w:rPr>
        <w:t xml:space="preserve"> وجاءه كتاب هشام بن عبد الملك في رجل نبش امرأة فسلبها ثيابها ونكحها فان الناس قد اختلفوا علينا في هذا فطائفة قالوا</w:t>
      </w:r>
      <w:r w:rsidR="00CC15EB">
        <w:rPr>
          <w:rtl/>
        </w:rPr>
        <w:t>:</w:t>
      </w:r>
      <w:r>
        <w:rPr>
          <w:rtl/>
        </w:rPr>
        <w:t xml:space="preserve"> </w:t>
      </w:r>
      <w:r w:rsidRPr="00DA0376">
        <w:rPr>
          <w:rtl/>
        </w:rPr>
        <w:t>اقتلوه وطائفة قالوا</w:t>
      </w:r>
      <w:r w:rsidR="00CC15EB">
        <w:rPr>
          <w:rtl/>
        </w:rPr>
        <w:t>:</w:t>
      </w:r>
      <w:r>
        <w:rPr>
          <w:rtl/>
        </w:rPr>
        <w:t xml:space="preserve"> </w:t>
      </w:r>
      <w:r w:rsidRPr="00DA0376">
        <w:rPr>
          <w:rtl/>
        </w:rPr>
        <w:t xml:space="preserve">حرقوه فكتب إليه أبو جعفر </w:t>
      </w:r>
      <w:r w:rsidR="00AC7755" w:rsidRPr="00AC7755">
        <w:rPr>
          <w:rStyle w:val="libAlaemChar"/>
          <w:rtl/>
        </w:rPr>
        <w:t>عليه‌السلام</w:t>
      </w:r>
      <w:r w:rsidR="00CC15EB">
        <w:rPr>
          <w:rtl/>
        </w:rPr>
        <w:t>:</w:t>
      </w:r>
      <w:r>
        <w:rPr>
          <w:rtl/>
        </w:rPr>
        <w:t xml:space="preserve"> </w:t>
      </w:r>
      <w:r w:rsidRPr="00DA0376">
        <w:rPr>
          <w:rtl/>
        </w:rPr>
        <w:t>ان حرمة الميت كحرمة الحي حده ان تقطع يده لنبشه وسلبه الثياب</w:t>
      </w:r>
      <w:r w:rsidR="00CC15EB">
        <w:rPr>
          <w:rtl/>
        </w:rPr>
        <w:t>،</w:t>
      </w:r>
      <w:r>
        <w:rPr>
          <w:rtl/>
        </w:rPr>
        <w:t xml:space="preserve"> </w:t>
      </w:r>
      <w:r w:rsidRPr="00DA0376">
        <w:rPr>
          <w:rtl/>
        </w:rPr>
        <w:t>ويقام عليه الحد في الزنى ان احصن رجم</w:t>
      </w:r>
      <w:r w:rsidR="00CC15EB">
        <w:rPr>
          <w:rtl/>
        </w:rPr>
        <w:t>،</w:t>
      </w:r>
      <w:r>
        <w:rPr>
          <w:rtl/>
        </w:rPr>
        <w:t xml:space="preserve"> </w:t>
      </w:r>
      <w:r w:rsidRPr="00DA0376">
        <w:rPr>
          <w:rtl/>
        </w:rPr>
        <w:t>وان لم يكن احصن جلد مائة.</w:t>
      </w:r>
    </w:p>
    <w:p w:rsidR="00AC7755" w:rsidRDefault="00D45E0E" w:rsidP="00AC7755">
      <w:pPr>
        <w:pStyle w:val="libNormal"/>
        <w:rPr>
          <w:rtl/>
        </w:rPr>
      </w:pPr>
      <w:r w:rsidRPr="00D95A45">
        <w:rPr>
          <w:rtl/>
        </w:rPr>
        <w:t>(230) 13</w:t>
      </w:r>
      <w:r w:rsidR="00CC15EB">
        <w:rPr>
          <w:rtl/>
        </w:rPr>
        <w:t xml:space="preserve"> - </w:t>
      </w:r>
      <w:r w:rsidRPr="00D95A45">
        <w:rPr>
          <w:rtl/>
        </w:rPr>
        <w:t xml:space="preserve">وروى محمد بن علي بن محبوب عن ايوب بن نوح عن الحسن بن علي بن فضال عن ابن ابى عمير عن بعض اصحابنا عن ابى عبد الله </w:t>
      </w:r>
      <w:r w:rsidR="00AC7755" w:rsidRPr="00AC7755">
        <w:rPr>
          <w:rStyle w:val="libAlaemChar"/>
          <w:rtl/>
        </w:rPr>
        <w:t>عليه‌السلام</w:t>
      </w:r>
      <w:r w:rsidRPr="00D95A45">
        <w:rPr>
          <w:rtl/>
        </w:rPr>
        <w:t xml:space="preserve"> في الذي يأتي المرأة وهي ميتة فقال</w:t>
      </w:r>
      <w:r w:rsidR="00CC15EB">
        <w:rPr>
          <w:rtl/>
        </w:rPr>
        <w:t>:</w:t>
      </w:r>
      <w:r>
        <w:rPr>
          <w:rtl/>
        </w:rPr>
        <w:t xml:space="preserve"> </w:t>
      </w:r>
      <w:r w:rsidRPr="00D95A45">
        <w:rPr>
          <w:rtl/>
        </w:rPr>
        <w:t>وزره اعظم من ذلك الذي ياتيها وهي حية.</w:t>
      </w:r>
    </w:p>
    <w:p w:rsidR="00AC7755" w:rsidRDefault="00D45E0E" w:rsidP="00AC7755">
      <w:pPr>
        <w:pStyle w:val="libNormal"/>
        <w:rPr>
          <w:rtl/>
        </w:rPr>
      </w:pPr>
      <w:r w:rsidRPr="00D95A45">
        <w:rPr>
          <w:rtl/>
        </w:rPr>
        <w:t>(231) 14</w:t>
      </w:r>
      <w:r w:rsidR="00CC15EB">
        <w:rPr>
          <w:rtl/>
        </w:rPr>
        <w:t xml:space="preserve"> - </w:t>
      </w:r>
      <w:r w:rsidRPr="00D95A45">
        <w:rPr>
          <w:rtl/>
        </w:rPr>
        <w:t>فاما ما رواه محمد بن علي بن محبوب عن علي بن محمد القاساني عن القاسم بن محمد عن سليمان بن داود عن النعمان بن عبد السلام عن ابى حنيفة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زنى بميتة قال</w:t>
      </w:r>
      <w:r w:rsidR="00CC15EB">
        <w:rPr>
          <w:rtl/>
        </w:rPr>
        <w:t>:</w:t>
      </w:r>
      <w:r>
        <w:rPr>
          <w:rtl/>
        </w:rPr>
        <w:t xml:space="preserve"> </w:t>
      </w:r>
      <w:r w:rsidRPr="00D95A45">
        <w:rPr>
          <w:rtl/>
        </w:rPr>
        <w:t xml:space="preserve">لا حد عليه. </w:t>
      </w:r>
    </w:p>
    <w:p w:rsidR="00AC7755" w:rsidRDefault="00D45E0E" w:rsidP="00AC7755">
      <w:pPr>
        <w:pStyle w:val="libNormal"/>
        <w:rPr>
          <w:rtl/>
        </w:rPr>
      </w:pPr>
      <w:r w:rsidRPr="00D95A45">
        <w:rPr>
          <w:rtl/>
        </w:rPr>
        <w:t>فهذا الخبر يحتمل وجهين</w:t>
      </w:r>
      <w:r w:rsidR="00CC15EB">
        <w:rPr>
          <w:rtl/>
        </w:rPr>
        <w:t>،</w:t>
      </w:r>
      <w:r>
        <w:rPr>
          <w:rtl/>
        </w:rPr>
        <w:t xml:space="preserve"> </w:t>
      </w:r>
      <w:r w:rsidRPr="00D95A45">
        <w:rPr>
          <w:rtl/>
        </w:rPr>
        <w:t>احدهما</w:t>
      </w:r>
      <w:r w:rsidR="00CC15EB">
        <w:rPr>
          <w:rtl/>
        </w:rPr>
        <w:t>:</w:t>
      </w:r>
      <w:r>
        <w:rPr>
          <w:rtl/>
        </w:rPr>
        <w:t xml:space="preserve"> </w:t>
      </w:r>
      <w:r w:rsidRPr="00D95A45">
        <w:rPr>
          <w:rtl/>
        </w:rPr>
        <w:t>ان يكون المراد به لا حد عليه موظف لا يجوز غيره في سائر الاحوال لانا قد بينا انه يراعى فيه الاحصان وعدمه فان كان محصنا كان الحد الرجم وان كان غير محصن كان الحد جلد مائة</w:t>
      </w:r>
      <w:r w:rsidR="00CC15EB">
        <w:rPr>
          <w:rtl/>
        </w:rPr>
        <w:t>،</w:t>
      </w:r>
      <w:r>
        <w:rPr>
          <w:rtl/>
        </w:rPr>
        <w:t xml:space="preserve"> </w:t>
      </w:r>
      <w:r w:rsidRPr="00D95A45">
        <w:rPr>
          <w:rtl/>
        </w:rPr>
        <w:t>وليس هذا على حد واحد</w:t>
      </w:r>
      <w:r w:rsidR="00CC15EB">
        <w:rPr>
          <w:rtl/>
        </w:rPr>
        <w:t>،</w:t>
      </w:r>
      <w:r>
        <w:rPr>
          <w:rtl/>
        </w:rPr>
        <w:t xml:space="preserve"> </w:t>
      </w:r>
      <w:r w:rsidRPr="00D95A45">
        <w:rPr>
          <w:rtl/>
        </w:rPr>
        <w:t>والوجه الآخر أن يكون الخبر مخصوصا بمن اتى زوجة نفسه بعد موتها فانه لا يقام عليها الحد ويعزر حسب ما يراه الامام.</w:t>
      </w:r>
    </w:p>
    <w:p w:rsidR="00AC7755" w:rsidRDefault="00D45E0E" w:rsidP="00AC7755">
      <w:pPr>
        <w:pStyle w:val="libNormal"/>
        <w:rPr>
          <w:rtl/>
        </w:rPr>
      </w:pPr>
      <w:r w:rsidRPr="00D95A45">
        <w:rPr>
          <w:rtl/>
        </w:rPr>
        <w:t>(232) 15</w:t>
      </w:r>
      <w:r w:rsidR="00CC15EB">
        <w:rPr>
          <w:rtl/>
        </w:rPr>
        <w:t xml:space="preserve"> - </w:t>
      </w:r>
      <w:r w:rsidRPr="00D95A45">
        <w:rPr>
          <w:rtl/>
        </w:rPr>
        <w:t xml:space="preserve">محمد بن يحيى عن احمد بن محمد عن محمد بن سنان عن طلحة بن زيد عن ابى عبد الله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اتي برجل عبث بذكره فضرب يده حتى احمرت ثم زوجه من بيت المال.</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230</w:t>
      </w:r>
      <w:r>
        <w:rPr>
          <w:rFonts w:hint="cs"/>
          <w:rtl/>
        </w:rPr>
        <w:t xml:space="preserve"> - </w:t>
      </w:r>
      <w:r w:rsidR="00D45E0E" w:rsidRPr="007277FF">
        <w:rPr>
          <w:rtl/>
        </w:rPr>
        <w:t>231</w:t>
      </w:r>
      <w:r>
        <w:rPr>
          <w:rtl/>
        </w:rPr>
        <w:t xml:space="preserve"> - </w:t>
      </w:r>
      <w:r w:rsidR="00D45E0E" w:rsidRPr="007277FF">
        <w:rPr>
          <w:rtl/>
        </w:rPr>
        <w:t>الاستبصار ج 4 ص 225</w:t>
      </w:r>
    </w:p>
    <w:p w:rsidR="00AC7755" w:rsidRDefault="00CC15EB" w:rsidP="00AC7755">
      <w:pPr>
        <w:pStyle w:val="libFootnote0"/>
        <w:rPr>
          <w:rtl/>
        </w:rPr>
      </w:pPr>
      <w:r>
        <w:rPr>
          <w:rtl/>
        </w:rPr>
        <w:t>-</w:t>
      </w:r>
      <w:r w:rsidR="00D45E0E" w:rsidRPr="00DA0376">
        <w:rPr>
          <w:rtl/>
        </w:rPr>
        <w:t xml:space="preserve"> 232</w:t>
      </w:r>
      <w:r>
        <w:rPr>
          <w:rtl/>
        </w:rPr>
        <w:t xml:space="preserve"> - </w:t>
      </w:r>
      <w:r w:rsidR="00D45E0E" w:rsidRPr="00DA0376">
        <w:rPr>
          <w:rtl/>
        </w:rPr>
        <w:t>الاستبصار ج 4 ص 26 الكافي ج ص 313</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(233) 16</w:t>
      </w:r>
      <w:r w:rsidR="00CC15EB">
        <w:rPr>
          <w:rtl/>
        </w:rPr>
        <w:t xml:space="preserve"> - </w:t>
      </w:r>
      <w:r w:rsidRPr="00D95A45">
        <w:rPr>
          <w:rtl/>
        </w:rPr>
        <w:t xml:space="preserve">احمد بن محمد عن البرقي عن ابن فضال عن ابى جميلة عن زرارة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اتي علي </w:t>
      </w:r>
      <w:r w:rsidR="00AC7755" w:rsidRPr="00AC7755">
        <w:rPr>
          <w:rStyle w:val="libAlaemChar"/>
          <w:rtl/>
        </w:rPr>
        <w:t>عليه‌السلام</w:t>
      </w:r>
      <w:r w:rsidRPr="00D95A45">
        <w:rPr>
          <w:rtl/>
        </w:rPr>
        <w:t xml:space="preserve"> برجل عبث بذكره حتى أنزل فضرب يده بالدرة حتى احمرت</w:t>
      </w:r>
      <w:r w:rsidR="00CC15EB">
        <w:rPr>
          <w:rtl/>
        </w:rPr>
        <w:t>،</w:t>
      </w:r>
      <w:r>
        <w:rPr>
          <w:rtl/>
        </w:rPr>
        <w:t xml:space="preserve"> </w:t>
      </w:r>
      <w:r w:rsidRPr="00D95A45">
        <w:rPr>
          <w:rtl/>
        </w:rPr>
        <w:t>ولا أعلمه الا قال</w:t>
      </w:r>
      <w:r w:rsidR="00CC15EB">
        <w:rPr>
          <w:rtl/>
        </w:rPr>
        <w:t>:</w:t>
      </w:r>
      <w:r>
        <w:rPr>
          <w:rtl/>
        </w:rPr>
        <w:t xml:space="preserve"> </w:t>
      </w:r>
      <w:r w:rsidRPr="00D95A45">
        <w:rPr>
          <w:rtl/>
        </w:rPr>
        <w:t>وزوجه من بيت مال المسلمين.</w:t>
      </w:r>
    </w:p>
    <w:p w:rsidR="00AC7755" w:rsidRDefault="00D45E0E" w:rsidP="00AC7755">
      <w:pPr>
        <w:pStyle w:val="libNormal"/>
        <w:rPr>
          <w:rtl/>
        </w:rPr>
      </w:pPr>
      <w:r w:rsidRPr="00D95A45">
        <w:rPr>
          <w:rtl/>
        </w:rPr>
        <w:t>(234) 17</w:t>
      </w:r>
      <w:r w:rsidR="00CC15EB">
        <w:rPr>
          <w:rtl/>
        </w:rPr>
        <w:t xml:space="preserve"> - </w:t>
      </w:r>
      <w:r w:rsidRPr="00D95A45">
        <w:rPr>
          <w:rtl/>
        </w:rPr>
        <w:t>فاما ما رواه احمد بن محمد عن البرقي عن ثعلبة بن ميمون وحسين بن زرارة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الرجل يعبث بيده حتى ينزل قال</w:t>
      </w:r>
      <w:r w:rsidR="00CC15EB">
        <w:rPr>
          <w:rtl/>
        </w:rPr>
        <w:t>:</w:t>
      </w:r>
      <w:r>
        <w:rPr>
          <w:rtl/>
        </w:rPr>
        <w:t xml:space="preserve"> </w:t>
      </w:r>
      <w:r w:rsidRPr="00D95A45">
        <w:rPr>
          <w:rtl/>
        </w:rPr>
        <w:t>لا بأس به ولم يبلغ به ذاك شيئا. فالوجه في هذا الخبر انه لم يبلغ به شيئا موظفا لا يجوز خلافه لأن الحكم إذا كان فيه التعزير فذلك الى الامام يفعله بحسب ما يراه في الحال.</w:t>
      </w:r>
    </w:p>
    <w:p w:rsidR="00AC7755" w:rsidRDefault="00D45E0E" w:rsidP="00CA44E1">
      <w:pPr>
        <w:pStyle w:val="Heading2Center"/>
        <w:rPr>
          <w:rtl/>
        </w:rPr>
      </w:pPr>
      <w:bookmarkStart w:id="5" w:name="_Toc394318269"/>
      <w:r w:rsidRPr="00D95A45">
        <w:rPr>
          <w:rtl/>
        </w:rPr>
        <w:t>5</w:t>
      </w:r>
      <w:r w:rsidR="00CC15EB">
        <w:rPr>
          <w:rtl/>
        </w:rPr>
        <w:t xml:space="preserve"> - </w:t>
      </w:r>
      <w:r w:rsidRPr="00D95A45">
        <w:rPr>
          <w:rtl/>
        </w:rPr>
        <w:t>باب الحد في القيادة والجمع بين اهل الفجور</w:t>
      </w:r>
      <w:bookmarkEnd w:id="5"/>
    </w:p>
    <w:p w:rsidR="00AC7755" w:rsidRDefault="00D45E0E" w:rsidP="00AC7755">
      <w:pPr>
        <w:pStyle w:val="libNormal"/>
        <w:rPr>
          <w:rtl/>
        </w:rPr>
      </w:pPr>
      <w:r w:rsidRPr="00D95A45">
        <w:rPr>
          <w:rtl/>
        </w:rPr>
        <w:t>(235) 1</w:t>
      </w:r>
      <w:r w:rsidR="00CC15EB">
        <w:rPr>
          <w:rtl/>
        </w:rPr>
        <w:t xml:space="preserve"> - </w:t>
      </w:r>
      <w:r w:rsidRPr="00D95A45">
        <w:rPr>
          <w:rtl/>
        </w:rPr>
        <w:t>علي بن ابراهيم عن ابيه عن محمد بن سليمان عن عبد الله ابن سنان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اخبرني عن القواد ما حده</w:t>
      </w:r>
      <w:r>
        <w:rPr>
          <w:rtl/>
        </w:rPr>
        <w:t>؟</w:t>
      </w:r>
      <w:r w:rsidRPr="00D95A45">
        <w:rPr>
          <w:rtl/>
        </w:rPr>
        <w:t xml:space="preserve"> قال</w:t>
      </w:r>
      <w:r w:rsidR="00CC15EB">
        <w:rPr>
          <w:rtl/>
        </w:rPr>
        <w:t>:</w:t>
      </w:r>
      <w:r>
        <w:rPr>
          <w:rtl/>
        </w:rPr>
        <w:t xml:space="preserve"> </w:t>
      </w:r>
      <w:r w:rsidRPr="00D95A45">
        <w:rPr>
          <w:rtl/>
        </w:rPr>
        <w:t>لا حد على القواد أليس انما يعطى الاجر على أن يقود</w:t>
      </w:r>
      <w:r>
        <w:rPr>
          <w:rtl/>
        </w:rPr>
        <w:t>؟</w:t>
      </w:r>
      <w:r w:rsidRPr="00D95A45">
        <w:rPr>
          <w:rtl/>
        </w:rPr>
        <w:t xml:space="preserve"> قلت</w:t>
      </w:r>
      <w:r w:rsidR="00CC15EB">
        <w:rPr>
          <w:rtl/>
        </w:rPr>
        <w:t>:</w:t>
      </w:r>
      <w:r>
        <w:rPr>
          <w:rtl/>
        </w:rPr>
        <w:t xml:space="preserve"> </w:t>
      </w:r>
      <w:r w:rsidRPr="00D95A45">
        <w:rPr>
          <w:rtl/>
        </w:rPr>
        <w:t>جعلت فداك انما يجمع بين الذكر والانثى حراما قال</w:t>
      </w:r>
      <w:r w:rsidR="00CC15EB">
        <w:rPr>
          <w:rtl/>
        </w:rPr>
        <w:t>:</w:t>
      </w:r>
      <w:r>
        <w:rPr>
          <w:rtl/>
        </w:rPr>
        <w:t xml:space="preserve"> </w:t>
      </w:r>
      <w:r w:rsidRPr="00D95A45">
        <w:rPr>
          <w:rtl/>
        </w:rPr>
        <w:t>ذاك المؤلف بين الذكر والانثى حراما</w:t>
      </w:r>
      <w:r>
        <w:rPr>
          <w:rtl/>
        </w:rPr>
        <w:t>؟</w:t>
      </w:r>
      <w:r w:rsidRPr="00D95A45">
        <w:rPr>
          <w:rtl/>
        </w:rPr>
        <w:t xml:space="preserve"> فقلت</w:t>
      </w:r>
      <w:r w:rsidR="00CC15EB">
        <w:rPr>
          <w:rtl/>
        </w:rPr>
        <w:t>:</w:t>
      </w:r>
      <w:r>
        <w:rPr>
          <w:rtl/>
        </w:rPr>
        <w:t xml:space="preserve"> </w:t>
      </w:r>
      <w:r w:rsidRPr="00D95A45">
        <w:rPr>
          <w:rtl/>
        </w:rPr>
        <w:t>هو ذاك جعلت فداك قال</w:t>
      </w:r>
      <w:r w:rsidR="00CC15EB">
        <w:rPr>
          <w:rtl/>
        </w:rPr>
        <w:t>:</w:t>
      </w:r>
      <w:r>
        <w:rPr>
          <w:rtl/>
        </w:rPr>
        <w:t xml:space="preserve"> </w:t>
      </w:r>
      <w:r w:rsidRPr="00D95A45">
        <w:rPr>
          <w:rtl/>
        </w:rPr>
        <w:t>يضرب ثلاثة ارباع حد الزانى خمسة وسبعين سوطا وينفى من المصر الذي هو فيه</w:t>
      </w:r>
      <w:r w:rsidR="00CC15EB">
        <w:rPr>
          <w:rtl/>
        </w:rPr>
        <w:t>،</w:t>
      </w:r>
      <w:r>
        <w:rPr>
          <w:rtl/>
        </w:rPr>
        <w:t xml:space="preserve"> </w:t>
      </w:r>
      <w:r w:rsidRPr="00D95A45">
        <w:rPr>
          <w:rtl/>
        </w:rPr>
        <w:t>قلت</w:t>
      </w:r>
      <w:r w:rsidR="00CC15EB">
        <w:rPr>
          <w:rtl/>
        </w:rPr>
        <w:t>:</w:t>
      </w:r>
      <w:r>
        <w:rPr>
          <w:rtl/>
        </w:rPr>
        <w:t xml:space="preserve"> </w:t>
      </w:r>
      <w:r w:rsidRPr="00D95A45">
        <w:rPr>
          <w:rtl/>
        </w:rPr>
        <w:t>جعلت فداك فما على رجل وثب على امرأة فحلق رأسها قال</w:t>
      </w:r>
      <w:r w:rsidR="00CC15EB">
        <w:rPr>
          <w:rtl/>
        </w:rPr>
        <w:t>:</w:t>
      </w:r>
      <w:r>
        <w:rPr>
          <w:rtl/>
        </w:rPr>
        <w:t xml:space="preserve"> </w:t>
      </w:r>
      <w:r w:rsidRPr="00D95A45">
        <w:rPr>
          <w:rtl/>
        </w:rPr>
        <w:t>يضرب ضربا وجيعا ويحبس في سجن المسلمين حتى يستبرأ شعرها</w:t>
      </w:r>
      <w:r w:rsidR="00CC15EB">
        <w:rPr>
          <w:rtl/>
        </w:rPr>
        <w:t>،</w:t>
      </w:r>
      <w:r>
        <w:rPr>
          <w:rtl/>
        </w:rPr>
        <w:t xml:space="preserve"> </w:t>
      </w:r>
      <w:r w:rsidRPr="00D95A45">
        <w:rPr>
          <w:rtl/>
        </w:rPr>
        <w:t>فان نبت اخذ منه مهر نسائها</w:t>
      </w:r>
      <w:r w:rsidR="00CC15EB">
        <w:rPr>
          <w:rtl/>
        </w:rPr>
        <w:t>،</w:t>
      </w:r>
      <w:r>
        <w:rPr>
          <w:rtl/>
        </w:rPr>
        <w:t xml:space="preserve"> </w:t>
      </w:r>
      <w:r w:rsidRPr="00D95A45">
        <w:rPr>
          <w:rtl/>
        </w:rPr>
        <w:t>وان لم ينبت اخذ منه الدية كاملة خمسة</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233</w:t>
      </w:r>
      <w:r>
        <w:rPr>
          <w:rFonts w:hint="cs"/>
          <w:rtl/>
        </w:rPr>
        <w:t xml:space="preserve"> - </w:t>
      </w:r>
      <w:r w:rsidR="00D45E0E" w:rsidRPr="007277FF">
        <w:rPr>
          <w:rtl/>
        </w:rPr>
        <w:t>234</w:t>
      </w:r>
      <w:r>
        <w:rPr>
          <w:rtl/>
        </w:rPr>
        <w:t xml:space="preserve"> - </w:t>
      </w:r>
      <w:r w:rsidR="00D45E0E" w:rsidRPr="007277FF">
        <w:rPr>
          <w:rtl/>
        </w:rPr>
        <w:t>الاستبصار ج 4 ص 226</w:t>
      </w:r>
    </w:p>
    <w:p w:rsidR="00AC7755" w:rsidRDefault="00CC15EB" w:rsidP="00AC7755">
      <w:pPr>
        <w:pStyle w:val="libFootnote0"/>
        <w:rPr>
          <w:rtl/>
        </w:rPr>
      </w:pPr>
      <w:r>
        <w:rPr>
          <w:rtl/>
        </w:rPr>
        <w:t>-</w:t>
      </w:r>
      <w:r w:rsidR="00D45E0E" w:rsidRPr="00DA0376">
        <w:rPr>
          <w:rtl/>
        </w:rPr>
        <w:t xml:space="preserve"> 235</w:t>
      </w:r>
      <w:r>
        <w:rPr>
          <w:rtl/>
        </w:rPr>
        <w:t xml:space="preserve"> - </w:t>
      </w:r>
      <w:r w:rsidR="00D45E0E" w:rsidRPr="00DA0376">
        <w:rPr>
          <w:rtl/>
        </w:rPr>
        <w:t>الكافي ج 2 ص 312 الفقيه ج 4 ص 34 وفيه صدر الحديث</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آلاف درهم</w:t>
      </w:r>
      <w:r w:rsidR="00CC15EB">
        <w:rPr>
          <w:rtl/>
        </w:rPr>
        <w:t>،</w:t>
      </w:r>
      <w:r>
        <w:rPr>
          <w:rtl/>
        </w:rPr>
        <w:t xml:space="preserve"> </w:t>
      </w:r>
      <w:r w:rsidRPr="007277FF">
        <w:rPr>
          <w:rtl/>
        </w:rPr>
        <w:t>قلت</w:t>
      </w:r>
      <w:r w:rsidR="00CC15EB">
        <w:rPr>
          <w:rtl/>
        </w:rPr>
        <w:t>:</w:t>
      </w:r>
      <w:r>
        <w:rPr>
          <w:rtl/>
        </w:rPr>
        <w:t xml:space="preserve"> </w:t>
      </w:r>
      <w:r w:rsidRPr="007277FF">
        <w:rPr>
          <w:rtl/>
        </w:rPr>
        <w:t>فكيف مهر نسائها ان نبت شعرها</w:t>
      </w:r>
      <w:r>
        <w:rPr>
          <w:rtl/>
        </w:rPr>
        <w:t>؟</w:t>
      </w:r>
      <w:r w:rsidRPr="007277FF">
        <w:rPr>
          <w:rtl/>
        </w:rPr>
        <w:t xml:space="preserve"> فقال</w:t>
      </w:r>
      <w:r w:rsidR="00CC15EB">
        <w:rPr>
          <w:rtl/>
        </w:rPr>
        <w:t>:</w:t>
      </w:r>
      <w:r>
        <w:rPr>
          <w:rtl/>
        </w:rPr>
        <w:t xml:space="preserve"> </w:t>
      </w:r>
      <w:r w:rsidRPr="007277FF">
        <w:rPr>
          <w:rtl/>
        </w:rPr>
        <w:t>يابن سنان ان شعر المرأة وعذرتها شريكان في الجمال فإذا ذهب باحدهما وجب لها المهر كاملا.</w:t>
      </w:r>
    </w:p>
    <w:p w:rsidR="00AC7755" w:rsidRDefault="00D45E0E" w:rsidP="00CA44E1">
      <w:pPr>
        <w:pStyle w:val="Heading2Center"/>
        <w:rPr>
          <w:rtl/>
        </w:rPr>
      </w:pPr>
      <w:bookmarkStart w:id="6" w:name="_Toc394318270"/>
      <w:r w:rsidRPr="007277FF">
        <w:rPr>
          <w:rtl/>
        </w:rPr>
        <w:t>6</w:t>
      </w:r>
      <w:r w:rsidR="00CC15EB">
        <w:rPr>
          <w:rtl/>
        </w:rPr>
        <w:t xml:space="preserve"> - </w:t>
      </w:r>
      <w:r w:rsidRPr="007277FF">
        <w:rPr>
          <w:rtl/>
        </w:rPr>
        <w:t>باب الحد في الفرية والسب والتعريض بذلك والتصريح والشهادة بالزور</w:t>
      </w:r>
      <w:bookmarkEnd w:id="6"/>
    </w:p>
    <w:p w:rsidR="00AC7755" w:rsidRDefault="00D45E0E" w:rsidP="00AC7755">
      <w:pPr>
        <w:pStyle w:val="libNormal"/>
        <w:rPr>
          <w:rtl/>
        </w:rPr>
      </w:pPr>
      <w:r w:rsidRPr="00D95A45">
        <w:rPr>
          <w:rtl/>
        </w:rPr>
        <w:t>(236) 1</w:t>
      </w:r>
      <w:r w:rsidR="00CC15EB">
        <w:rPr>
          <w:rtl/>
        </w:rPr>
        <w:t xml:space="preserve"> - </w:t>
      </w:r>
      <w:r w:rsidRPr="00D95A45">
        <w:rPr>
          <w:rtl/>
        </w:rPr>
        <w:t>علي بن ابراهيم عن ابن محبوب عن عبد الله بن سنان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ان الفرية ثلاث يعنى ثلاث وجوه</w:t>
      </w:r>
      <w:r w:rsidR="00CC15EB">
        <w:rPr>
          <w:rtl/>
        </w:rPr>
        <w:t>:</w:t>
      </w:r>
      <w:r>
        <w:rPr>
          <w:rtl/>
        </w:rPr>
        <w:t xml:space="preserve"> </w:t>
      </w:r>
      <w:r w:rsidRPr="00D95A45">
        <w:rPr>
          <w:rtl/>
        </w:rPr>
        <w:t>إذا رمى الرجل بالزنى</w:t>
      </w:r>
      <w:r w:rsidR="00CC15EB">
        <w:rPr>
          <w:rtl/>
        </w:rPr>
        <w:t>،</w:t>
      </w:r>
      <w:r>
        <w:rPr>
          <w:rtl/>
        </w:rPr>
        <w:t xml:space="preserve"> </w:t>
      </w:r>
      <w:r w:rsidRPr="00D95A45">
        <w:rPr>
          <w:rtl/>
        </w:rPr>
        <w:t>وإذا قال ان امه زانية</w:t>
      </w:r>
      <w:r w:rsidR="00CC15EB">
        <w:rPr>
          <w:rtl/>
        </w:rPr>
        <w:t>،</w:t>
      </w:r>
      <w:r>
        <w:rPr>
          <w:rtl/>
        </w:rPr>
        <w:t xml:space="preserve"> </w:t>
      </w:r>
      <w:r w:rsidRPr="00D95A45">
        <w:rPr>
          <w:rtl/>
        </w:rPr>
        <w:t>وإذا دعاه لغير ابيه فذلك فيه حد ثمانون.</w:t>
      </w:r>
    </w:p>
    <w:p w:rsidR="00AC7755" w:rsidRDefault="00D45E0E" w:rsidP="00AC7755">
      <w:pPr>
        <w:pStyle w:val="libNormal"/>
        <w:rPr>
          <w:rtl/>
        </w:rPr>
      </w:pPr>
      <w:r w:rsidRPr="00D95A45">
        <w:rPr>
          <w:rtl/>
        </w:rPr>
        <w:t>(237) 2</w:t>
      </w:r>
      <w:r w:rsidR="00CC15EB">
        <w:rPr>
          <w:rtl/>
        </w:rPr>
        <w:t xml:space="preserve"> - </w:t>
      </w:r>
      <w:r w:rsidRPr="00D95A45">
        <w:rPr>
          <w:rtl/>
        </w:rPr>
        <w:t xml:space="preserve">يونس بن عبد الرحمن عن زرعة عن سماعة عن ابي عبد الله </w:t>
      </w:r>
      <w:r w:rsidR="00AC7755" w:rsidRPr="00AC7755">
        <w:rPr>
          <w:rStyle w:val="libAlaemChar"/>
          <w:rtl/>
        </w:rPr>
        <w:t>عليه‌السلام</w:t>
      </w:r>
      <w:r w:rsidRPr="00D95A45">
        <w:rPr>
          <w:rtl/>
        </w:rPr>
        <w:t xml:space="preserve"> في الرجل إذا قذف قال</w:t>
      </w:r>
      <w:r w:rsidR="00CC15EB">
        <w:rPr>
          <w:rtl/>
        </w:rPr>
        <w:t>:</w:t>
      </w:r>
      <w:r>
        <w:rPr>
          <w:rtl/>
        </w:rPr>
        <w:t xml:space="preserve"> </w:t>
      </w:r>
      <w:r w:rsidRPr="00D95A45">
        <w:rPr>
          <w:rtl/>
        </w:rPr>
        <w:t>يجلد ثمانين حرا كان أو مملوكا.</w:t>
      </w:r>
    </w:p>
    <w:p w:rsidR="00AC7755" w:rsidRDefault="00D45E0E" w:rsidP="00AC7755">
      <w:pPr>
        <w:pStyle w:val="libNormal"/>
        <w:rPr>
          <w:rtl/>
        </w:rPr>
      </w:pPr>
      <w:r w:rsidRPr="00D95A45">
        <w:rPr>
          <w:rtl/>
        </w:rPr>
        <w:t>(238) 3</w:t>
      </w:r>
      <w:r w:rsidR="00CC15EB">
        <w:rPr>
          <w:rtl/>
        </w:rPr>
        <w:t xml:space="preserve"> - </w:t>
      </w:r>
      <w:r w:rsidRPr="00D95A45">
        <w:rPr>
          <w:rtl/>
        </w:rPr>
        <w:t xml:space="preserve">سهل بن زياد عن عبد الرحمان بن ابي نجران عن عاصم ابن حميد عن ابى بصير عن ابى عبد الله </w:t>
      </w:r>
      <w:r w:rsidR="00AC7755" w:rsidRPr="00AC7755">
        <w:rPr>
          <w:rStyle w:val="libAlaemChar"/>
          <w:rtl/>
        </w:rPr>
        <w:t>عليه‌السلام</w:t>
      </w:r>
      <w:r w:rsidRPr="00D95A45">
        <w:rPr>
          <w:rtl/>
        </w:rPr>
        <w:t xml:space="preserve"> في الرجل يقذف الرجل بالزنى قال</w:t>
      </w:r>
      <w:r w:rsidR="00CC15EB">
        <w:rPr>
          <w:rtl/>
        </w:rPr>
        <w:t>:</w:t>
      </w:r>
      <w:r>
        <w:rPr>
          <w:rtl/>
        </w:rPr>
        <w:t xml:space="preserve"> </w:t>
      </w:r>
      <w:r w:rsidRPr="00D95A45">
        <w:rPr>
          <w:rtl/>
        </w:rPr>
        <w:t xml:space="preserve">يجلد هو في كتاب الله عز وجل وسنة نبيه </w:t>
      </w:r>
      <w:r w:rsidR="00AC7755" w:rsidRPr="00AC7755">
        <w:rPr>
          <w:rStyle w:val="libAlaemChar"/>
          <w:rtl/>
        </w:rPr>
        <w:t>صلى‌الله‌عليه‌وآله‌وسلم</w:t>
      </w:r>
      <w:r w:rsidR="00CC15EB">
        <w:rPr>
          <w:rtl/>
        </w:rPr>
        <w:t>،</w:t>
      </w:r>
      <w:r>
        <w:rPr>
          <w:rtl/>
        </w:rPr>
        <w:t xml:space="preserve"> </w:t>
      </w:r>
      <w:r w:rsidRPr="00D95A45">
        <w:rPr>
          <w:rtl/>
        </w:rPr>
        <w:t>قال</w:t>
      </w:r>
      <w:r w:rsidR="00CC15EB">
        <w:rPr>
          <w:rtl/>
        </w:rPr>
        <w:t>:</w:t>
      </w:r>
      <w:r>
        <w:rPr>
          <w:rtl/>
        </w:rPr>
        <w:t xml:space="preserve"> </w:t>
      </w:r>
      <w:r w:rsidRPr="00D95A45">
        <w:rPr>
          <w:rtl/>
        </w:rPr>
        <w:t xml:space="preserve">وسألت ابا عبد الله </w:t>
      </w:r>
      <w:r w:rsidR="00AC7755" w:rsidRPr="00AC7755">
        <w:rPr>
          <w:rStyle w:val="libAlaemChar"/>
          <w:rtl/>
        </w:rPr>
        <w:t>عليه‌السلام</w:t>
      </w:r>
      <w:r w:rsidRPr="00D95A45">
        <w:rPr>
          <w:rtl/>
        </w:rPr>
        <w:t xml:space="preserve"> عن الرجل يقذف الجارية الصغيرة فقال</w:t>
      </w:r>
      <w:r w:rsidR="00CC15EB">
        <w:rPr>
          <w:rtl/>
        </w:rPr>
        <w:t>:</w:t>
      </w:r>
      <w:r>
        <w:rPr>
          <w:rtl/>
        </w:rPr>
        <w:t xml:space="preserve"> </w:t>
      </w:r>
      <w:r w:rsidRPr="00D95A45">
        <w:rPr>
          <w:rtl/>
        </w:rPr>
        <w:t>لا يجلد الا أن تكون قد ادركت أو قاربت.</w:t>
      </w:r>
    </w:p>
    <w:p w:rsidR="00AC7755" w:rsidRDefault="00D45E0E" w:rsidP="00AC7755">
      <w:pPr>
        <w:pStyle w:val="libNormal"/>
        <w:rPr>
          <w:rtl/>
        </w:rPr>
      </w:pPr>
      <w:r w:rsidRPr="00D95A45">
        <w:rPr>
          <w:rtl/>
        </w:rPr>
        <w:t>(239) 4</w:t>
      </w:r>
      <w:r w:rsidR="00CC15EB">
        <w:rPr>
          <w:rtl/>
        </w:rPr>
        <w:t xml:space="preserve"> - </w:t>
      </w:r>
      <w:r w:rsidRPr="00D95A45">
        <w:rPr>
          <w:rtl/>
        </w:rPr>
        <w:t>احمد بن محمد عن الحسن بن محبوب عن مالك</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236</w:t>
      </w:r>
      <w:r>
        <w:rPr>
          <w:rFonts w:hint="cs"/>
          <w:rtl/>
        </w:rPr>
        <w:t xml:space="preserve"> - </w:t>
      </w:r>
      <w:r w:rsidR="00D45E0E" w:rsidRPr="007277FF">
        <w:rPr>
          <w:rtl/>
        </w:rPr>
        <w:t>237</w:t>
      </w:r>
      <w:r>
        <w:rPr>
          <w:rtl/>
        </w:rPr>
        <w:t xml:space="preserve"> - </w:t>
      </w:r>
      <w:r w:rsidR="00D45E0E" w:rsidRPr="007277FF">
        <w:rPr>
          <w:rtl/>
        </w:rPr>
        <w:t>238</w:t>
      </w:r>
      <w:r>
        <w:rPr>
          <w:rFonts w:hint="cs"/>
          <w:rtl/>
        </w:rPr>
        <w:t xml:space="preserve"> - </w:t>
      </w:r>
      <w:r w:rsidR="00D45E0E" w:rsidRPr="00DA0376">
        <w:rPr>
          <w:rtl/>
        </w:rPr>
        <w:t>239</w:t>
      </w:r>
      <w:r>
        <w:rPr>
          <w:rtl/>
        </w:rPr>
        <w:t xml:space="preserve"> - </w:t>
      </w:r>
      <w:r w:rsidR="00D45E0E" w:rsidRPr="00DA0376">
        <w:rPr>
          <w:rtl/>
        </w:rPr>
        <w:t>الكافي ج 2 ص 294 واخرج الرابع الصدوق في الفقيه ج 4 ص 38</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ابن عطية عن ابي بصير عن ابي جعفر </w:t>
      </w:r>
      <w:r w:rsidR="00AC7755" w:rsidRPr="00AC7755">
        <w:rPr>
          <w:rStyle w:val="libAlaemChar"/>
          <w:rtl/>
        </w:rPr>
        <w:t>عليه‌السلام</w:t>
      </w:r>
      <w:r w:rsidRPr="00DA0376">
        <w:rPr>
          <w:rtl/>
        </w:rPr>
        <w:t xml:space="preserve"> في امرأة قذفت رجلا قال</w:t>
      </w:r>
      <w:r w:rsidR="00CC15EB">
        <w:rPr>
          <w:rtl/>
        </w:rPr>
        <w:t>:</w:t>
      </w:r>
      <w:r>
        <w:rPr>
          <w:rtl/>
        </w:rPr>
        <w:t xml:space="preserve"> </w:t>
      </w:r>
      <w:r w:rsidRPr="00DA0376">
        <w:rPr>
          <w:rtl/>
        </w:rPr>
        <w:t>تجلد ثمانين جلدة.</w:t>
      </w:r>
    </w:p>
    <w:p w:rsidR="00AC7755" w:rsidRDefault="00D45E0E" w:rsidP="00AC7755">
      <w:pPr>
        <w:pStyle w:val="libNormal"/>
        <w:rPr>
          <w:rtl/>
        </w:rPr>
      </w:pPr>
      <w:r w:rsidRPr="00D95A45">
        <w:rPr>
          <w:rtl/>
        </w:rPr>
        <w:t>(240) 5</w:t>
      </w:r>
      <w:r w:rsidR="00CC15EB">
        <w:rPr>
          <w:rtl/>
        </w:rPr>
        <w:t xml:space="preserve"> - </w:t>
      </w:r>
      <w:r w:rsidRPr="00D95A45">
        <w:rPr>
          <w:rtl/>
        </w:rPr>
        <w:t xml:space="preserve">عنه عن الحسن بن محبوب عن الحكم الأعمى وهشام بن سالم عن عمار الساباطي عن ابى عبد الله </w:t>
      </w:r>
      <w:r w:rsidR="00AC7755" w:rsidRPr="00AC7755">
        <w:rPr>
          <w:rStyle w:val="libAlaemChar"/>
          <w:rtl/>
        </w:rPr>
        <w:t>عليه‌السلام</w:t>
      </w:r>
      <w:r w:rsidRPr="00D95A45">
        <w:rPr>
          <w:rtl/>
        </w:rPr>
        <w:t xml:space="preserve"> في رجل قال لرجل يابن الفاعلة يعني الزنى فقال</w:t>
      </w:r>
      <w:r w:rsidR="00CC15EB">
        <w:rPr>
          <w:rtl/>
        </w:rPr>
        <w:t>:</w:t>
      </w:r>
      <w:r>
        <w:rPr>
          <w:rtl/>
        </w:rPr>
        <w:t xml:space="preserve"> </w:t>
      </w:r>
      <w:r w:rsidRPr="00D95A45">
        <w:rPr>
          <w:rtl/>
        </w:rPr>
        <w:t>ان كانت امه حية شاهدة ثم جاءت تطلب حقها ضرب ثمانين جلدة وان كانت غائبة انتظر بها حتى تقدم فتطلب حقها</w:t>
      </w:r>
      <w:r w:rsidR="00CC15EB">
        <w:rPr>
          <w:rtl/>
        </w:rPr>
        <w:t>،</w:t>
      </w:r>
      <w:r>
        <w:rPr>
          <w:rtl/>
        </w:rPr>
        <w:t xml:space="preserve"> </w:t>
      </w:r>
      <w:r w:rsidRPr="00D95A45">
        <w:rPr>
          <w:rtl/>
        </w:rPr>
        <w:t>وان كانت قد ماتت ولم يعلم منها الا خيرا ضرب المفتري عليها الحد ثمانين جلدة.</w:t>
      </w:r>
    </w:p>
    <w:p w:rsidR="00AC7755" w:rsidRDefault="00D45E0E" w:rsidP="00AC7755">
      <w:pPr>
        <w:pStyle w:val="libNormal"/>
        <w:rPr>
          <w:rtl/>
        </w:rPr>
      </w:pPr>
      <w:r w:rsidRPr="00D95A45">
        <w:rPr>
          <w:rtl/>
        </w:rPr>
        <w:t>(241) 6</w:t>
      </w:r>
      <w:r w:rsidR="00CC15EB">
        <w:rPr>
          <w:rtl/>
        </w:rPr>
        <w:t xml:space="preserve"> - </w:t>
      </w:r>
      <w:r w:rsidRPr="00D95A45">
        <w:rPr>
          <w:rtl/>
        </w:rPr>
        <w:t xml:space="preserve">سهل بن زياد عن ابن محبوب عن مالك بن عطية عن سليمان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يجلد القاذف للملاعنة.</w:t>
      </w:r>
    </w:p>
    <w:p w:rsidR="00AC7755" w:rsidRDefault="00D45E0E" w:rsidP="00AC7755">
      <w:pPr>
        <w:pStyle w:val="libNormal"/>
        <w:rPr>
          <w:rtl/>
        </w:rPr>
      </w:pPr>
      <w:r w:rsidRPr="00D95A45">
        <w:rPr>
          <w:rtl/>
        </w:rPr>
        <w:t>(242) 7</w:t>
      </w:r>
      <w:r w:rsidR="00CC15EB">
        <w:rPr>
          <w:rtl/>
        </w:rPr>
        <w:t xml:space="preserve"> - </w:t>
      </w:r>
      <w:r w:rsidRPr="00D95A45">
        <w:rPr>
          <w:rtl/>
        </w:rPr>
        <w:t xml:space="preserve">ابن محبوب عن نعيم بن ابراهيم عن عباد البصري عن جعفر بن محمد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قذف الرجل الرجل فقال</w:t>
      </w:r>
      <w:r w:rsidR="00CC15EB">
        <w:rPr>
          <w:rtl/>
        </w:rPr>
        <w:t>:</w:t>
      </w:r>
      <w:r>
        <w:rPr>
          <w:rtl/>
        </w:rPr>
        <w:t xml:space="preserve"> </w:t>
      </w:r>
      <w:r w:rsidRPr="00D95A45">
        <w:rPr>
          <w:rtl/>
        </w:rPr>
        <w:t>إنك لتعمل عمل قوم لوط تنكح الرجال قال</w:t>
      </w:r>
      <w:r w:rsidR="00CC15EB">
        <w:rPr>
          <w:rtl/>
        </w:rPr>
        <w:t>:</w:t>
      </w:r>
      <w:r>
        <w:rPr>
          <w:rtl/>
        </w:rPr>
        <w:t xml:space="preserve"> </w:t>
      </w:r>
      <w:r w:rsidRPr="00D95A45">
        <w:rPr>
          <w:rtl/>
        </w:rPr>
        <w:t>يجلد حد القاذف ثمانين جلدة.</w:t>
      </w:r>
    </w:p>
    <w:p w:rsidR="00AC7755" w:rsidRDefault="00D45E0E" w:rsidP="00AC7755">
      <w:pPr>
        <w:pStyle w:val="libNormal"/>
        <w:rPr>
          <w:rtl/>
        </w:rPr>
      </w:pPr>
      <w:r w:rsidRPr="00D95A45">
        <w:rPr>
          <w:rtl/>
        </w:rPr>
        <w:t>(243) 8</w:t>
      </w:r>
      <w:r w:rsidR="00CC15EB">
        <w:rPr>
          <w:rtl/>
        </w:rPr>
        <w:t xml:space="preserve"> - </w:t>
      </w:r>
      <w:r w:rsidRPr="00D95A45">
        <w:rPr>
          <w:rtl/>
        </w:rPr>
        <w:t>محمد بن علي بن محبوب عن احمد بن محمد عن ابن محبوب عن نعيم بن ابراهيم عن غياث قال</w:t>
      </w:r>
      <w:r w:rsidR="00CC15EB">
        <w:rPr>
          <w:rtl/>
        </w:rPr>
        <w:t>:</w:t>
      </w:r>
      <w:r>
        <w:rPr>
          <w:rtl/>
        </w:rPr>
        <w:t xml:space="preserve"> </w:t>
      </w:r>
      <w:r w:rsidRPr="00D95A45">
        <w:rPr>
          <w:rtl/>
        </w:rPr>
        <w:t xml:space="preserve">سألت جعفر بن محمد </w:t>
      </w:r>
      <w:r w:rsidR="00AC7755" w:rsidRPr="00AC7755">
        <w:rPr>
          <w:rStyle w:val="libAlaemChar"/>
          <w:rtl/>
        </w:rPr>
        <w:t>عليه‌السلام</w:t>
      </w:r>
      <w:r w:rsidRPr="00D95A45">
        <w:rPr>
          <w:rtl/>
        </w:rPr>
        <w:t xml:space="preserve"> عن رجل قال لرجل</w:t>
      </w:r>
      <w:r w:rsidR="00CC15EB">
        <w:rPr>
          <w:rtl/>
        </w:rPr>
        <w:t>:</w:t>
      </w:r>
      <w:r>
        <w:rPr>
          <w:rtl/>
        </w:rPr>
        <w:t xml:space="preserve"> </w:t>
      </w:r>
      <w:r w:rsidRPr="00D95A45">
        <w:rPr>
          <w:rtl/>
        </w:rPr>
        <w:t>إنك لتعمل عمل قوم لوط قال</w:t>
      </w:r>
      <w:r w:rsidR="00CC15EB">
        <w:rPr>
          <w:rtl/>
        </w:rPr>
        <w:t>:</w:t>
      </w:r>
      <w:r>
        <w:rPr>
          <w:rtl/>
        </w:rPr>
        <w:t xml:space="preserve"> </w:t>
      </w:r>
      <w:r w:rsidRPr="00D95A45">
        <w:rPr>
          <w:rtl/>
        </w:rPr>
        <w:t>يضرب حد القاذف ثمانين جلدة.</w:t>
      </w:r>
    </w:p>
    <w:p w:rsidR="00AC7755" w:rsidRDefault="00D45E0E" w:rsidP="00AC7755">
      <w:pPr>
        <w:pStyle w:val="libNormal"/>
        <w:rPr>
          <w:rtl/>
        </w:rPr>
      </w:pPr>
      <w:r>
        <w:rPr>
          <w:rFonts w:hint="cs"/>
          <w:rtl/>
        </w:rPr>
        <w:t>(</w:t>
      </w:r>
      <w:r w:rsidRPr="00D95A45">
        <w:rPr>
          <w:rtl/>
        </w:rPr>
        <w:t xml:space="preserve"> 244) 9</w:t>
      </w:r>
      <w:r w:rsidR="00CC15EB">
        <w:rPr>
          <w:rtl/>
        </w:rPr>
        <w:t xml:space="preserve"> - </w:t>
      </w:r>
      <w:r w:rsidRPr="00D95A45">
        <w:rPr>
          <w:rtl/>
        </w:rPr>
        <w:t xml:space="preserve">ابن محبوب عن ابى ايوب وابن بكير عن محمد بن مسلم عن ابي جعفر </w:t>
      </w:r>
      <w:r w:rsidR="00AC7755" w:rsidRPr="00AC7755">
        <w:rPr>
          <w:rStyle w:val="libAlaemChar"/>
          <w:rtl/>
        </w:rPr>
        <w:t>عليه‌السلام</w:t>
      </w:r>
      <w:r w:rsidRPr="00D95A45">
        <w:rPr>
          <w:rtl/>
        </w:rPr>
        <w:t xml:space="preserve"> في الرجل يقذف الرجل فيجلد فيعود عليه بالقذف قال</w:t>
      </w:r>
      <w:r w:rsidR="00CC15EB">
        <w:rPr>
          <w:rtl/>
        </w:rPr>
        <w:t>:</w:t>
      </w:r>
      <w:r>
        <w:rPr>
          <w:rtl/>
        </w:rPr>
        <w:t xml:space="preserve"> </w:t>
      </w:r>
      <w:r w:rsidRPr="00D95A45">
        <w:rPr>
          <w:rtl/>
        </w:rPr>
        <w:t>ان قال له</w:t>
      </w:r>
      <w:r w:rsidR="00CC15EB">
        <w:rPr>
          <w:rtl/>
        </w:rPr>
        <w:t>:</w:t>
      </w:r>
      <w:r>
        <w:rPr>
          <w:rtl/>
        </w:rPr>
        <w:t xml:space="preserve"> </w:t>
      </w:r>
      <w:r w:rsidRPr="00D95A45">
        <w:rPr>
          <w:rtl/>
        </w:rPr>
        <w:t>ان الذي قلت لك حق</w:t>
      </w:r>
      <w:r w:rsidR="00CC15EB">
        <w:rPr>
          <w:rtl/>
        </w:rPr>
        <w:t>،</w:t>
      </w:r>
      <w:r>
        <w:rPr>
          <w:rtl/>
        </w:rPr>
        <w:t xml:space="preserve"> </w:t>
      </w:r>
      <w:r w:rsidRPr="00D95A45">
        <w:rPr>
          <w:rtl/>
        </w:rPr>
        <w:t>لم يجلد</w:t>
      </w:r>
      <w:r w:rsidR="00CC15EB">
        <w:rPr>
          <w:rtl/>
        </w:rPr>
        <w:t>،</w:t>
      </w:r>
      <w:r>
        <w:rPr>
          <w:rtl/>
        </w:rPr>
        <w:t xml:space="preserve"> </w:t>
      </w:r>
      <w:r w:rsidRPr="00D95A45">
        <w:rPr>
          <w:rtl/>
        </w:rPr>
        <w:t>وان قذفه بالزنى بعد ما جلد فعليه الحد</w:t>
      </w:r>
      <w:r w:rsidR="00CC15EB">
        <w:rPr>
          <w:rtl/>
        </w:rPr>
        <w:t>،</w:t>
      </w:r>
      <w:r>
        <w:rPr>
          <w:rtl/>
        </w:rPr>
        <w:t xml:space="preserve"> </w:t>
      </w:r>
      <w:r w:rsidRPr="00D95A45">
        <w:rPr>
          <w:rtl/>
        </w:rPr>
        <w:t>وان قذفه قبل أن يجلد بعشر قذفات لم يكن عليه الا حد واحد.</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240</w:t>
      </w:r>
      <w:r>
        <w:rPr>
          <w:rtl/>
        </w:rPr>
        <w:t xml:space="preserve"> - </w:t>
      </w:r>
      <w:r w:rsidR="00D45E0E" w:rsidRPr="00D95A45">
        <w:rPr>
          <w:rtl/>
        </w:rPr>
        <w:t>الكافي ج 2 ص 294 الفقيه ج 4 ص 39</w:t>
      </w:r>
    </w:p>
    <w:p w:rsidR="00AC7755" w:rsidRDefault="00CC15EB" w:rsidP="00AC7755">
      <w:pPr>
        <w:pStyle w:val="libFootnote0"/>
        <w:rPr>
          <w:rtl/>
        </w:rPr>
      </w:pPr>
      <w:r>
        <w:rPr>
          <w:rtl/>
        </w:rPr>
        <w:t>-</w:t>
      </w:r>
      <w:r w:rsidR="00D45E0E" w:rsidRPr="007277FF">
        <w:rPr>
          <w:rtl/>
        </w:rPr>
        <w:t xml:space="preserve"> 241</w:t>
      </w:r>
      <w:r>
        <w:rPr>
          <w:rtl/>
        </w:rPr>
        <w:t xml:space="preserve"> - </w:t>
      </w:r>
      <w:r w:rsidR="00D45E0E" w:rsidRPr="007277FF">
        <w:rPr>
          <w:rtl/>
        </w:rPr>
        <w:t>242</w:t>
      </w:r>
      <w:r>
        <w:rPr>
          <w:rFonts w:hint="cs"/>
          <w:rtl/>
        </w:rPr>
        <w:t xml:space="preserve"> - </w:t>
      </w:r>
      <w:r w:rsidR="00D45E0E" w:rsidRPr="00DA0376">
        <w:rPr>
          <w:rtl/>
        </w:rPr>
        <w:t>243</w:t>
      </w:r>
      <w:r>
        <w:rPr>
          <w:rtl/>
        </w:rPr>
        <w:t xml:space="preserve"> - </w:t>
      </w:r>
      <w:r w:rsidR="00D45E0E" w:rsidRPr="00DA0376">
        <w:rPr>
          <w:rtl/>
        </w:rPr>
        <w:t>244</w:t>
      </w:r>
      <w:r>
        <w:rPr>
          <w:rtl/>
        </w:rPr>
        <w:t xml:space="preserve"> - </w:t>
      </w:r>
      <w:r w:rsidR="00D45E0E" w:rsidRPr="00DA0376">
        <w:rPr>
          <w:rtl/>
        </w:rPr>
        <w:t>الكافي ج 2 ص 295 واخرج الجميع عدا الاول الصدوق في الفقيه ج 4 ص 38</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(245) 10</w:t>
      </w:r>
      <w:r w:rsidR="00CC15EB">
        <w:rPr>
          <w:rtl/>
        </w:rPr>
        <w:t xml:space="preserve"> - </w:t>
      </w:r>
      <w:r w:rsidRPr="00D95A45">
        <w:rPr>
          <w:rtl/>
        </w:rPr>
        <w:t xml:space="preserve">ابن محبوب عن عباد بن صهيب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سمعته يقول</w:t>
      </w:r>
      <w:r w:rsidR="00CC15EB">
        <w:rPr>
          <w:rtl/>
        </w:rPr>
        <w:t>:</w:t>
      </w:r>
      <w:r>
        <w:rPr>
          <w:rtl/>
        </w:rPr>
        <w:t xml:space="preserve"> </w:t>
      </w:r>
      <w:r w:rsidRPr="00D95A45">
        <w:rPr>
          <w:rtl/>
        </w:rPr>
        <w:t xml:space="preserve">كان علي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إذا قال الرجل للرجل يا معفوج</w:t>
      </w:r>
      <w:r w:rsidRPr="00AC7755">
        <w:rPr>
          <w:rStyle w:val="libFootnotenumChar"/>
          <w:rtl/>
        </w:rPr>
        <w:t xml:space="preserve"> (1) </w:t>
      </w:r>
      <w:r w:rsidRPr="00D95A45">
        <w:rPr>
          <w:rtl/>
        </w:rPr>
        <w:t>ويا منكوحا في دبره فان عليه الحد حد القاذف.</w:t>
      </w:r>
    </w:p>
    <w:p w:rsidR="00AC7755" w:rsidRDefault="00D45E0E" w:rsidP="00AC7755">
      <w:pPr>
        <w:pStyle w:val="libNormal"/>
        <w:rPr>
          <w:rtl/>
        </w:rPr>
      </w:pPr>
      <w:r w:rsidRPr="00D95A45">
        <w:rPr>
          <w:rtl/>
        </w:rPr>
        <w:t>(246) 11</w:t>
      </w:r>
      <w:r w:rsidR="00CC15EB">
        <w:rPr>
          <w:rtl/>
        </w:rPr>
        <w:t xml:space="preserve"> - </w:t>
      </w:r>
      <w:r w:rsidRPr="00D95A45">
        <w:rPr>
          <w:rtl/>
        </w:rPr>
        <w:t xml:space="preserve">عنه عن بعض اصحابه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يجلد قاذف اللقيط ويجلد قاذف ابن الملاعنة.</w:t>
      </w:r>
    </w:p>
    <w:p w:rsidR="00AC7755" w:rsidRDefault="00D45E0E" w:rsidP="00AC7755">
      <w:pPr>
        <w:pStyle w:val="libNormal"/>
        <w:rPr>
          <w:rtl/>
        </w:rPr>
      </w:pPr>
      <w:r w:rsidRPr="00D95A45">
        <w:rPr>
          <w:rtl/>
        </w:rPr>
        <w:t>(247) 12</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إذا سئلت الفاجرة من فجر بك</w:t>
      </w:r>
      <w:r>
        <w:rPr>
          <w:rtl/>
        </w:rPr>
        <w:t>؟</w:t>
      </w:r>
      <w:r w:rsidRPr="00D95A45">
        <w:rPr>
          <w:rtl/>
        </w:rPr>
        <w:t xml:space="preserve"> فقالت فلان فان عليها حدين حدا لفجورها وحدا لفريتها على الرجل المسلم.</w:t>
      </w:r>
    </w:p>
    <w:p w:rsidR="00AC7755" w:rsidRDefault="00D45E0E" w:rsidP="00AC7755">
      <w:pPr>
        <w:pStyle w:val="libNormal"/>
        <w:rPr>
          <w:rtl/>
        </w:rPr>
      </w:pPr>
      <w:r w:rsidRPr="00D95A45">
        <w:rPr>
          <w:rtl/>
        </w:rPr>
        <w:t>(248) 13</w:t>
      </w:r>
      <w:r w:rsidR="00CC15EB">
        <w:rPr>
          <w:rtl/>
        </w:rPr>
        <w:t xml:space="preserve"> - </w:t>
      </w:r>
      <w:r w:rsidRPr="00D95A45">
        <w:rPr>
          <w:rtl/>
        </w:rPr>
        <w:t xml:space="preserve">محمد بن يعقوب عن الحسين بن محمد عن معلى بن محمد عن الوشا عن ابن عن عبد الرحمان بن ابى عبد الله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النصرانية واليهودية تكون تحت المسلم فيقذف ابنها قال</w:t>
      </w:r>
      <w:r w:rsidR="00CC15EB">
        <w:rPr>
          <w:rtl/>
        </w:rPr>
        <w:t>:</w:t>
      </w:r>
      <w:r>
        <w:rPr>
          <w:rtl/>
        </w:rPr>
        <w:t xml:space="preserve"> </w:t>
      </w:r>
      <w:r w:rsidRPr="00D95A45">
        <w:rPr>
          <w:rtl/>
        </w:rPr>
        <w:t>يضرب حدا لان المسلم حصنها</w:t>
      </w:r>
      <w:r w:rsidR="00CC15EB">
        <w:rPr>
          <w:rtl/>
        </w:rPr>
        <w:t>،</w:t>
      </w:r>
      <w:r>
        <w:rPr>
          <w:rtl/>
        </w:rPr>
        <w:t xml:space="preserve"> </w:t>
      </w:r>
    </w:p>
    <w:p w:rsidR="00AC7755" w:rsidRDefault="00D45E0E" w:rsidP="00AC7755">
      <w:pPr>
        <w:pStyle w:val="libNormal"/>
        <w:rPr>
          <w:rtl/>
        </w:rPr>
      </w:pPr>
      <w:r w:rsidRPr="00D95A45">
        <w:rPr>
          <w:rtl/>
        </w:rPr>
        <w:t>(249) 14</w:t>
      </w:r>
      <w:r w:rsidR="00CC15EB">
        <w:rPr>
          <w:rtl/>
        </w:rPr>
        <w:t xml:space="preserve"> - </w:t>
      </w:r>
      <w:r w:rsidRPr="00D95A45">
        <w:rPr>
          <w:rtl/>
        </w:rPr>
        <w:t xml:space="preserve">علي بن ابراهيم عن ابيه عن ابن محبوب عن ابي ايوب عن حريز عن ابي عبد الله </w:t>
      </w:r>
      <w:r w:rsidR="00AC7755" w:rsidRPr="00AC7755">
        <w:rPr>
          <w:rStyle w:val="libAlaemChar"/>
          <w:rtl/>
        </w:rPr>
        <w:t>عليه‌السلام</w:t>
      </w:r>
      <w:r w:rsidRPr="00D95A45">
        <w:rPr>
          <w:rtl/>
        </w:rPr>
        <w:t xml:space="preserve"> انه سئل عن ابن المغصوبة يفتري عليه الرجل فيقول يابن الفاعلة فقال</w:t>
      </w:r>
      <w:r w:rsidR="00CC15EB">
        <w:rPr>
          <w:rtl/>
        </w:rPr>
        <w:t>:</w:t>
      </w:r>
      <w:r>
        <w:rPr>
          <w:rtl/>
        </w:rPr>
        <w:t xml:space="preserve"> </w:t>
      </w:r>
      <w:r w:rsidRPr="00D95A45">
        <w:rPr>
          <w:rtl/>
        </w:rPr>
        <w:t>أرى عليه الحد ثمانين جلدة ويتوب الى الله عز وجل مما قال.</w:t>
      </w:r>
    </w:p>
    <w:p w:rsidR="00AC7755" w:rsidRDefault="00D45E0E" w:rsidP="00AC7755">
      <w:pPr>
        <w:pStyle w:val="libNormal"/>
        <w:rPr>
          <w:rtl/>
        </w:rPr>
      </w:pPr>
      <w:r w:rsidRPr="00D95A45">
        <w:rPr>
          <w:rtl/>
        </w:rPr>
        <w:t>(250) 15</w:t>
      </w:r>
      <w:r w:rsidR="00CC15EB">
        <w:rPr>
          <w:rtl/>
        </w:rPr>
        <w:t xml:space="preserve"> - </w:t>
      </w:r>
      <w:r w:rsidRPr="00D95A45">
        <w:rPr>
          <w:rtl/>
        </w:rPr>
        <w:t>عنه عن ابيه عن عمرو بن عثمان الخزاز عن الفضل ابن اسماعيل الهاشمي عن ابيه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وابا الحسن </w:t>
      </w:r>
      <w:r w:rsidR="00AC7755" w:rsidRPr="00AC7755">
        <w:rPr>
          <w:rStyle w:val="libAlaemChar"/>
          <w:rtl/>
        </w:rPr>
        <w:t>عليه‌السلام</w:t>
      </w:r>
      <w:r w:rsidRPr="00D95A45">
        <w:rPr>
          <w:rtl/>
        </w:rPr>
        <w:t xml:space="preserve"> عن امرأة زنت فأتت بولد وأقرت عند امام المسلمين بانها زنت وأن ولدها ذلك من</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هو من العفج وهو الجماع يقال عفج الرجل جاريته إذا جامعها</w:t>
      </w:r>
    </w:p>
    <w:p w:rsidR="00CC15EB" w:rsidRDefault="00CC15EB" w:rsidP="00AC7755">
      <w:pPr>
        <w:pStyle w:val="libFootnote0"/>
        <w:rPr>
          <w:rtl/>
        </w:rPr>
      </w:pPr>
      <w:r>
        <w:rPr>
          <w:rtl/>
        </w:rPr>
        <w:t>-</w:t>
      </w:r>
      <w:r w:rsidR="00D45E0E" w:rsidRPr="007277FF">
        <w:rPr>
          <w:rtl/>
        </w:rPr>
        <w:t xml:space="preserve"> 245</w:t>
      </w:r>
      <w:r>
        <w:rPr>
          <w:rtl/>
        </w:rPr>
        <w:t xml:space="preserve"> - </w:t>
      </w:r>
      <w:r w:rsidR="00D45E0E" w:rsidRPr="007277FF">
        <w:rPr>
          <w:rtl/>
        </w:rPr>
        <w:t>الكافي ج 2 ص 295</w:t>
      </w:r>
    </w:p>
    <w:p w:rsidR="00CC15EB" w:rsidRDefault="00CC15EB" w:rsidP="00AC7755">
      <w:pPr>
        <w:pStyle w:val="libFootnote0"/>
        <w:rPr>
          <w:rtl/>
        </w:rPr>
      </w:pPr>
      <w:r>
        <w:rPr>
          <w:rtl/>
        </w:rPr>
        <w:t>-</w:t>
      </w:r>
      <w:r w:rsidR="00D45E0E" w:rsidRPr="007277FF">
        <w:rPr>
          <w:rtl/>
        </w:rPr>
        <w:t xml:space="preserve"> 246</w:t>
      </w:r>
      <w:r>
        <w:rPr>
          <w:rtl/>
        </w:rPr>
        <w:t xml:space="preserve"> - </w:t>
      </w:r>
      <w:r w:rsidR="00D45E0E" w:rsidRPr="007277FF">
        <w:rPr>
          <w:rtl/>
        </w:rPr>
        <w:t>247</w:t>
      </w:r>
      <w:r>
        <w:rPr>
          <w:rFonts w:hint="cs"/>
          <w:rtl/>
        </w:rPr>
        <w:t xml:space="preserve"> - </w:t>
      </w:r>
      <w:r w:rsidR="00D45E0E" w:rsidRPr="007277FF">
        <w:rPr>
          <w:rtl/>
        </w:rPr>
        <w:t>248</w:t>
      </w:r>
      <w:r>
        <w:rPr>
          <w:rtl/>
        </w:rPr>
        <w:t xml:space="preserve"> - </w:t>
      </w:r>
      <w:r w:rsidR="00D45E0E" w:rsidRPr="007277FF">
        <w:rPr>
          <w:rtl/>
        </w:rPr>
        <w:t>الكافي ج 2 ص 296 واخرج الاول الصدوق في الفقيه ج 4 ص 36</w:t>
      </w:r>
    </w:p>
    <w:p w:rsidR="00CC15EB" w:rsidRDefault="00CC15EB" w:rsidP="00AC7755">
      <w:pPr>
        <w:pStyle w:val="libFootnote0"/>
        <w:rPr>
          <w:rtl/>
        </w:rPr>
      </w:pPr>
      <w:r>
        <w:rPr>
          <w:rtl/>
        </w:rPr>
        <w:t>-</w:t>
      </w:r>
      <w:r w:rsidR="00D45E0E" w:rsidRPr="007277FF">
        <w:rPr>
          <w:rtl/>
        </w:rPr>
        <w:t xml:space="preserve"> 249</w:t>
      </w:r>
      <w:r>
        <w:rPr>
          <w:rtl/>
        </w:rPr>
        <w:t xml:space="preserve"> - </w:t>
      </w:r>
      <w:r w:rsidR="00D45E0E" w:rsidRPr="007277FF">
        <w:rPr>
          <w:rtl/>
        </w:rPr>
        <w:t>الكافي ج 2 ص 295 الفقيه ج 4 ص 39</w:t>
      </w:r>
    </w:p>
    <w:p w:rsidR="00AC7755" w:rsidRDefault="00CC15EB" w:rsidP="00AC7755">
      <w:pPr>
        <w:pStyle w:val="libFootnote0"/>
        <w:rPr>
          <w:rtl/>
        </w:rPr>
      </w:pPr>
      <w:r>
        <w:rPr>
          <w:rtl/>
        </w:rPr>
        <w:t>-</w:t>
      </w:r>
      <w:r w:rsidR="00D45E0E" w:rsidRPr="00DA0376">
        <w:rPr>
          <w:rtl/>
        </w:rPr>
        <w:t xml:space="preserve"> 250</w:t>
      </w:r>
      <w:r>
        <w:rPr>
          <w:rtl/>
        </w:rPr>
        <w:t xml:space="preserve"> - </w:t>
      </w:r>
      <w:r w:rsidR="00D45E0E" w:rsidRPr="00DA0376">
        <w:rPr>
          <w:rtl/>
        </w:rPr>
        <w:t>الكافي ج 2 ص 290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الزنى فأقيم عليها الحد وإن ذلك الولد نشأ حتى صار رجلا فافترى عليه رجل هل يجلد من افترى عليه</w:t>
      </w:r>
      <w:r>
        <w:rPr>
          <w:rtl/>
        </w:rPr>
        <w:t>؟</w:t>
      </w:r>
      <w:r w:rsidRPr="00DA0376">
        <w:rPr>
          <w:rtl/>
        </w:rPr>
        <w:t xml:space="preserve"> فقال</w:t>
      </w:r>
      <w:r w:rsidR="00CC15EB">
        <w:rPr>
          <w:rtl/>
        </w:rPr>
        <w:t>:</w:t>
      </w:r>
      <w:r>
        <w:rPr>
          <w:rtl/>
        </w:rPr>
        <w:t xml:space="preserve"> </w:t>
      </w:r>
      <w:r w:rsidRPr="00DA0376">
        <w:rPr>
          <w:rtl/>
        </w:rPr>
        <w:t>يجلد ولا يجلد</w:t>
      </w:r>
      <w:r w:rsidR="00CC15EB">
        <w:rPr>
          <w:rtl/>
        </w:rPr>
        <w:t>،</w:t>
      </w:r>
      <w:r>
        <w:rPr>
          <w:rtl/>
        </w:rPr>
        <w:t xml:space="preserve"> </w:t>
      </w:r>
      <w:r w:rsidRPr="00DA0376">
        <w:rPr>
          <w:rtl/>
        </w:rPr>
        <w:t>فقلت</w:t>
      </w:r>
      <w:r w:rsidR="00CC15EB">
        <w:rPr>
          <w:rtl/>
        </w:rPr>
        <w:t>:</w:t>
      </w:r>
      <w:r>
        <w:rPr>
          <w:rtl/>
        </w:rPr>
        <w:t xml:space="preserve"> </w:t>
      </w:r>
      <w:r w:rsidRPr="00DA0376">
        <w:rPr>
          <w:rtl/>
        </w:rPr>
        <w:t>كيف يجلد ولا يجلد</w:t>
      </w:r>
      <w:r>
        <w:rPr>
          <w:rtl/>
        </w:rPr>
        <w:t>؟</w:t>
      </w:r>
      <w:r w:rsidRPr="00DA0376">
        <w:rPr>
          <w:rtl/>
        </w:rPr>
        <w:t xml:space="preserve"> قال</w:t>
      </w:r>
      <w:r w:rsidR="00CC15EB">
        <w:rPr>
          <w:rtl/>
        </w:rPr>
        <w:t>:</w:t>
      </w:r>
      <w:r>
        <w:rPr>
          <w:rtl/>
        </w:rPr>
        <w:t xml:space="preserve"> </w:t>
      </w:r>
      <w:r w:rsidRPr="00DA0376">
        <w:rPr>
          <w:rtl/>
        </w:rPr>
        <w:t>فقال</w:t>
      </w:r>
      <w:r w:rsidR="00CC15EB">
        <w:rPr>
          <w:rtl/>
        </w:rPr>
        <w:t>:</w:t>
      </w:r>
      <w:r>
        <w:rPr>
          <w:rtl/>
        </w:rPr>
        <w:t xml:space="preserve"> </w:t>
      </w:r>
      <w:r w:rsidRPr="00DA0376">
        <w:rPr>
          <w:rtl/>
        </w:rPr>
        <w:t>من قال له يا ولد الزنى لم يجلد إنما يعزر وهو دون الحد ومن قال له يابن الزانية جلد الحد تاما</w:t>
      </w:r>
      <w:r w:rsidR="00CC15EB">
        <w:rPr>
          <w:rtl/>
        </w:rPr>
        <w:t>،</w:t>
      </w:r>
      <w:r>
        <w:rPr>
          <w:rtl/>
        </w:rPr>
        <w:t xml:space="preserve"> </w:t>
      </w:r>
      <w:r w:rsidRPr="00DA0376">
        <w:rPr>
          <w:rtl/>
        </w:rPr>
        <w:t>فقلت</w:t>
      </w:r>
      <w:r w:rsidR="00CC15EB">
        <w:rPr>
          <w:rtl/>
        </w:rPr>
        <w:t>:</w:t>
      </w:r>
      <w:r>
        <w:rPr>
          <w:rtl/>
        </w:rPr>
        <w:t xml:space="preserve"> </w:t>
      </w:r>
      <w:r w:rsidRPr="00DA0376">
        <w:rPr>
          <w:rtl/>
        </w:rPr>
        <w:t>وكيف صار هذا هكذا</w:t>
      </w:r>
      <w:r>
        <w:rPr>
          <w:rtl/>
        </w:rPr>
        <w:t>؟</w:t>
      </w:r>
      <w:r w:rsidRPr="00DA0376">
        <w:rPr>
          <w:rtl/>
        </w:rPr>
        <w:t xml:space="preserve"> فقال</w:t>
      </w:r>
      <w:r w:rsidR="00CC15EB">
        <w:rPr>
          <w:rtl/>
        </w:rPr>
        <w:t>:</w:t>
      </w:r>
      <w:r>
        <w:rPr>
          <w:rtl/>
        </w:rPr>
        <w:t xml:space="preserve"> </w:t>
      </w:r>
      <w:r w:rsidRPr="00DA0376">
        <w:rPr>
          <w:rtl/>
        </w:rPr>
        <w:t>انه إذا قال يا ولد الزنى كان قد صدق فيه وعزر على تعييره امه ثانية وقد أقيم عليها الحد</w:t>
      </w:r>
      <w:r w:rsidR="00CC15EB">
        <w:rPr>
          <w:rtl/>
        </w:rPr>
        <w:t>،</w:t>
      </w:r>
      <w:r>
        <w:rPr>
          <w:rtl/>
        </w:rPr>
        <w:t xml:space="preserve"> </w:t>
      </w:r>
      <w:r w:rsidRPr="00DA0376">
        <w:rPr>
          <w:rtl/>
        </w:rPr>
        <w:t>وإذا قال يابن الزانية جلد الحد تاما لفريته عليه بعد اظهارها التوبة واقامة الامام عليها الحد</w:t>
      </w:r>
      <w:r w:rsidR="00CC15EB">
        <w:rPr>
          <w:rtl/>
        </w:rPr>
        <w:t>،</w:t>
      </w:r>
      <w:r>
        <w:rPr>
          <w:rtl/>
        </w:rPr>
        <w:t xml:space="preserve"> </w:t>
      </w:r>
    </w:p>
    <w:p w:rsidR="00AC7755" w:rsidRDefault="00D45E0E" w:rsidP="00AC7755">
      <w:pPr>
        <w:pStyle w:val="libNormal"/>
        <w:rPr>
          <w:rtl/>
        </w:rPr>
      </w:pPr>
      <w:r w:rsidRPr="00D95A45">
        <w:rPr>
          <w:rtl/>
        </w:rPr>
        <w:t>(251) 16</w:t>
      </w:r>
      <w:r w:rsidR="00CC15EB">
        <w:rPr>
          <w:rtl/>
        </w:rPr>
        <w:t xml:space="preserve"> - </w:t>
      </w:r>
      <w:r w:rsidRPr="00D95A45">
        <w:rPr>
          <w:rtl/>
        </w:rPr>
        <w:t>الحسين بن سعيد عن النضر بن سويد عن القاسم ابن سليمان عن ابي مريم الانصاري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الغلام لم يحتلم يقذف الرجل هل يجلد</w:t>
      </w:r>
      <w:r>
        <w:rPr>
          <w:rtl/>
        </w:rPr>
        <w:t>؟</w:t>
      </w:r>
      <w:r w:rsidRPr="00D95A45">
        <w:rPr>
          <w:rtl/>
        </w:rPr>
        <w:t xml:space="preserve"> قال</w:t>
      </w:r>
      <w:r w:rsidR="00CC15EB">
        <w:rPr>
          <w:rtl/>
        </w:rPr>
        <w:t>:</w:t>
      </w:r>
      <w:r>
        <w:rPr>
          <w:rtl/>
        </w:rPr>
        <w:t xml:space="preserve"> </w:t>
      </w:r>
      <w:r w:rsidRPr="00D95A45">
        <w:rPr>
          <w:rtl/>
        </w:rPr>
        <w:t>لا وذاك لو أن رجلا قذف الغلام لم يجلد.</w:t>
      </w:r>
    </w:p>
    <w:p w:rsidR="00AC7755" w:rsidRDefault="00D45E0E" w:rsidP="00AC7755">
      <w:pPr>
        <w:pStyle w:val="libNormal"/>
        <w:rPr>
          <w:rtl/>
        </w:rPr>
      </w:pPr>
      <w:r w:rsidRPr="00D95A45">
        <w:rPr>
          <w:rtl/>
        </w:rPr>
        <w:t>(252) 17</w:t>
      </w:r>
      <w:r w:rsidR="00CC15EB">
        <w:rPr>
          <w:rtl/>
        </w:rPr>
        <w:t xml:space="preserve"> - </w:t>
      </w:r>
      <w:r w:rsidRPr="00D95A45">
        <w:rPr>
          <w:rtl/>
        </w:rPr>
        <w:t xml:space="preserve">سهل بن زياد عن ابن ابي نصر عن عاصم بن حميد عن ابي بصير عن ابي عبد الله </w:t>
      </w:r>
      <w:r w:rsidR="00AC7755" w:rsidRPr="00AC7755">
        <w:rPr>
          <w:rStyle w:val="libAlaemChar"/>
          <w:rtl/>
        </w:rPr>
        <w:t>عليه‌السلام</w:t>
      </w:r>
      <w:r w:rsidRPr="00D95A45">
        <w:rPr>
          <w:rtl/>
        </w:rPr>
        <w:t xml:space="preserve"> قال في الرجل يقذف الصبية يجلد</w:t>
      </w:r>
      <w:r>
        <w:rPr>
          <w:rtl/>
        </w:rPr>
        <w:t>؟</w:t>
      </w:r>
      <w:r w:rsidRPr="00D95A45">
        <w:rPr>
          <w:rtl/>
        </w:rPr>
        <w:t xml:space="preserve"> قال</w:t>
      </w:r>
      <w:r w:rsidR="00CC15EB">
        <w:rPr>
          <w:rtl/>
        </w:rPr>
        <w:t>:</w:t>
      </w:r>
      <w:r>
        <w:rPr>
          <w:rtl/>
        </w:rPr>
        <w:t xml:space="preserve"> </w:t>
      </w:r>
      <w:r w:rsidRPr="00D95A45">
        <w:rPr>
          <w:rtl/>
        </w:rPr>
        <w:t>لا حتى تبلغ</w:t>
      </w:r>
      <w:r w:rsidR="00CC15EB">
        <w:rPr>
          <w:rtl/>
        </w:rPr>
        <w:t>،</w:t>
      </w:r>
      <w:r>
        <w:rPr>
          <w:rtl/>
        </w:rPr>
        <w:t xml:space="preserve"> </w:t>
      </w:r>
    </w:p>
    <w:p w:rsidR="00AC7755" w:rsidRDefault="00D45E0E" w:rsidP="00AC7755">
      <w:pPr>
        <w:pStyle w:val="libNormal"/>
        <w:rPr>
          <w:rtl/>
        </w:rPr>
      </w:pPr>
      <w:r w:rsidRPr="00D95A45">
        <w:rPr>
          <w:rtl/>
        </w:rPr>
        <w:t>(253) 20</w:t>
      </w:r>
      <w:r w:rsidR="00CC15EB">
        <w:rPr>
          <w:rtl/>
        </w:rPr>
        <w:t xml:space="preserve"> - </w:t>
      </w:r>
      <w:r w:rsidRPr="00D95A45">
        <w:rPr>
          <w:rtl/>
        </w:rPr>
        <w:t>الحسين بن سعيد عن النضر بن سويد عن عاصم ابن حميد عن محمد بن قيس قال</w:t>
      </w:r>
      <w:r w:rsidR="00CC15EB">
        <w:rPr>
          <w:rtl/>
        </w:rPr>
        <w:t>:</w:t>
      </w:r>
      <w:r>
        <w:rPr>
          <w:rtl/>
        </w:rPr>
        <w:t xml:space="preserve"> </w:t>
      </w:r>
      <w:r w:rsidRPr="00D95A45">
        <w:rPr>
          <w:rtl/>
        </w:rPr>
        <w:t xml:space="preserve">سمعت ابا جعفر </w:t>
      </w:r>
      <w:r w:rsidR="00AC7755" w:rsidRPr="00AC7755">
        <w:rPr>
          <w:rStyle w:val="libAlaemChar"/>
          <w:rtl/>
        </w:rPr>
        <w:t>عليه‌السلام</w:t>
      </w:r>
      <w:r w:rsidRPr="00D95A45">
        <w:rPr>
          <w:rtl/>
        </w:rPr>
        <w:t xml:space="preserve"> يقول في امرأة وهبت جاريتها لزوجها فوقع عليها فحملت الجارية فغارت المرأة فأنكرت هبتها له فقالت</w:t>
      </w:r>
      <w:r w:rsidR="00CC15EB">
        <w:rPr>
          <w:rtl/>
        </w:rPr>
        <w:t>:</w:t>
      </w:r>
      <w:r>
        <w:rPr>
          <w:rtl/>
        </w:rPr>
        <w:t xml:space="preserve"> </w:t>
      </w:r>
      <w:r w:rsidRPr="00D95A45">
        <w:rPr>
          <w:rtl/>
        </w:rPr>
        <w:t>جاريتي فلما خشيت أن يرجم اقرت انها كانت وهبتها فلما اقرت بالهبة جلدها الحد.</w:t>
      </w:r>
    </w:p>
    <w:p w:rsidR="00AC7755" w:rsidRDefault="00D45E0E" w:rsidP="00AC7755">
      <w:pPr>
        <w:pStyle w:val="libNormal"/>
        <w:rPr>
          <w:rtl/>
        </w:rPr>
      </w:pPr>
      <w:r w:rsidRPr="00D95A45">
        <w:rPr>
          <w:rtl/>
        </w:rPr>
        <w:t>(254) 19</w:t>
      </w:r>
      <w:r w:rsidR="00CC15EB">
        <w:rPr>
          <w:rtl/>
        </w:rPr>
        <w:t xml:space="preserve"> - </w:t>
      </w:r>
      <w:r w:rsidRPr="00D95A45">
        <w:rPr>
          <w:rtl/>
        </w:rPr>
        <w:t>عنه عن ابن ابي عمير عن جميل قال</w:t>
      </w:r>
      <w:r w:rsidR="00CC15EB">
        <w:rPr>
          <w:rtl/>
        </w:rPr>
        <w:t>:</w:t>
      </w:r>
      <w:r>
        <w:rPr>
          <w:rtl/>
        </w:rPr>
        <w:t xml:space="preserve"> </w:t>
      </w:r>
      <w:r w:rsidRPr="00D95A45">
        <w:rPr>
          <w:rtl/>
        </w:rPr>
        <w:t>سألت</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251</w:t>
      </w:r>
      <w:r>
        <w:rPr>
          <w:rtl/>
        </w:rPr>
        <w:t xml:space="preserve"> - </w:t>
      </w:r>
      <w:r w:rsidR="00D45E0E" w:rsidRPr="00D95A45">
        <w:rPr>
          <w:rtl/>
        </w:rPr>
        <w:t>الاستبصار ج 4 ص 233 الكافي ج 2 ص 294</w:t>
      </w:r>
    </w:p>
    <w:p w:rsidR="00CC15EB" w:rsidRDefault="00CC15EB" w:rsidP="00AC7755">
      <w:pPr>
        <w:pStyle w:val="libFootnote0"/>
        <w:rPr>
          <w:rtl/>
        </w:rPr>
      </w:pPr>
      <w:r>
        <w:rPr>
          <w:rtl/>
        </w:rPr>
        <w:t>-</w:t>
      </w:r>
      <w:r w:rsidR="00D45E0E" w:rsidRPr="007277FF">
        <w:rPr>
          <w:rtl/>
        </w:rPr>
        <w:t xml:space="preserve"> 252</w:t>
      </w:r>
      <w:r>
        <w:rPr>
          <w:rtl/>
        </w:rPr>
        <w:t xml:space="preserve"> - </w:t>
      </w:r>
      <w:r w:rsidR="00D45E0E" w:rsidRPr="007277FF">
        <w:rPr>
          <w:rtl/>
        </w:rPr>
        <w:t>الاستبصار ج 4 ص 233 الكافي ج 2 ص 296</w:t>
      </w:r>
    </w:p>
    <w:p w:rsidR="00CC15EB" w:rsidRDefault="00CC15EB" w:rsidP="00AC7755">
      <w:pPr>
        <w:pStyle w:val="libFootnote0"/>
        <w:rPr>
          <w:rtl/>
        </w:rPr>
      </w:pPr>
      <w:r>
        <w:rPr>
          <w:rtl/>
        </w:rPr>
        <w:t>-</w:t>
      </w:r>
      <w:r w:rsidR="00D45E0E" w:rsidRPr="007277FF">
        <w:rPr>
          <w:rtl/>
        </w:rPr>
        <w:t xml:space="preserve"> 253</w:t>
      </w:r>
      <w:r>
        <w:rPr>
          <w:rtl/>
        </w:rPr>
        <w:t xml:space="preserve"> - </w:t>
      </w:r>
      <w:r w:rsidR="00D45E0E" w:rsidRPr="007277FF">
        <w:rPr>
          <w:rtl/>
        </w:rPr>
        <w:t>الكافي ج 2 ص 295</w:t>
      </w:r>
    </w:p>
    <w:p w:rsidR="00AC7755" w:rsidRDefault="00CC15EB" w:rsidP="00AC7755">
      <w:pPr>
        <w:pStyle w:val="libFootnote0"/>
        <w:rPr>
          <w:rtl/>
        </w:rPr>
      </w:pPr>
      <w:r>
        <w:rPr>
          <w:rtl/>
        </w:rPr>
        <w:t>-</w:t>
      </w:r>
      <w:r w:rsidR="00D45E0E" w:rsidRPr="00DA0376">
        <w:rPr>
          <w:rtl/>
        </w:rPr>
        <w:t xml:space="preserve"> 254</w:t>
      </w:r>
      <w:r>
        <w:rPr>
          <w:rtl/>
        </w:rPr>
        <w:t xml:space="preserve"> - </w:t>
      </w:r>
      <w:r w:rsidR="00D45E0E" w:rsidRPr="00DA0376">
        <w:rPr>
          <w:rtl/>
        </w:rPr>
        <w:t>الاستبصار ج 4 ص 227 الكافي ج 2 ص 296</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ابا عبد الله </w:t>
      </w:r>
      <w:r w:rsidR="00AC7755" w:rsidRPr="00AC7755">
        <w:rPr>
          <w:rStyle w:val="libAlaemChar"/>
          <w:rtl/>
        </w:rPr>
        <w:t>عليه‌السلام</w:t>
      </w:r>
      <w:r w:rsidRPr="00DA0376">
        <w:rPr>
          <w:rtl/>
        </w:rPr>
        <w:t xml:space="preserve"> عن رجل افترى على قوم جماعة فقال</w:t>
      </w:r>
      <w:r w:rsidR="00CC15EB">
        <w:rPr>
          <w:rtl/>
        </w:rPr>
        <w:t>:</w:t>
      </w:r>
      <w:r>
        <w:rPr>
          <w:rtl/>
        </w:rPr>
        <w:t xml:space="preserve"> </w:t>
      </w:r>
      <w:r w:rsidRPr="00DA0376">
        <w:rPr>
          <w:rtl/>
        </w:rPr>
        <w:t>ان اتوا به مجتمعين ضرب حدا واحدا</w:t>
      </w:r>
      <w:r w:rsidR="00CC15EB">
        <w:rPr>
          <w:rtl/>
        </w:rPr>
        <w:t>،</w:t>
      </w:r>
      <w:r>
        <w:rPr>
          <w:rtl/>
        </w:rPr>
        <w:t xml:space="preserve"> </w:t>
      </w:r>
      <w:r w:rsidRPr="00DA0376">
        <w:rPr>
          <w:rtl/>
        </w:rPr>
        <w:t>وان أتوا به متفرقين ضرب لكل واحد منهم حدا.</w:t>
      </w:r>
    </w:p>
    <w:p w:rsidR="00AC7755" w:rsidRDefault="00D45E0E" w:rsidP="00AC7755">
      <w:pPr>
        <w:pStyle w:val="libNormal"/>
        <w:rPr>
          <w:rtl/>
        </w:rPr>
      </w:pPr>
      <w:r w:rsidRPr="00D95A45">
        <w:rPr>
          <w:rtl/>
        </w:rPr>
        <w:t>(255) 20</w:t>
      </w:r>
      <w:r w:rsidR="00CC15EB">
        <w:rPr>
          <w:rtl/>
        </w:rPr>
        <w:t xml:space="preserve"> - </w:t>
      </w:r>
      <w:r w:rsidRPr="00D95A45">
        <w:rPr>
          <w:rtl/>
        </w:rPr>
        <w:t xml:space="preserve">عنه عن عبد الرحمان بن ابي نجران عن محمد ابن حمران عن ابي عبد الله </w:t>
      </w:r>
      <w:r w:rsidR="00AC7755" w:rsidRPr="00AC7755">
        <w:rPr>
          <w:rStyle w:val="libAlaemChar"/>
          <w:rtl/>
        </w:rPr>
        <w:t>عليه‌السلام</w:t>
      </w:r>
      <w:r w:rsidRPr="00D95A45">
        <w:rPr>
          <w:rtl/>
        </w:rPr>
        <w:t xml:space="preserve"> مثله.</w:t>
      </w:r>
    </w:p>
    <w:p w:rsidR="00AC7755" w:rsidRDefault="00D45E0E" w:rsidP="00AC7755">
      <w:pPr>
        <w:pStyle w:val="libNormal"/>
        <w:rPr>
          <w:rtl/>
        </w:rPr>
      </w:pPr>
      <w:r w:rsidRPr="00D95A45">
        <w:rPr>
          <w:rtl/>
        </w:rPr>
        <w:t>(256) 21</w:t>
      </w:r>
      <w:r w:rsidR="00CC15EB">
        <w:rPr>
          <w:rtl/>
        </w:rPr>
        <w:t xml:space="preserve"> - </w:t>
      </w:r>
      <w:r w:rsidRPr="00D95A45">
        <w:rPr>
          <w:rtl/>
        </w:rPr>
        <w:t>عنه عن فضالة عن ابان عن الحسن العطار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رجل قذف قوما جميعا فقال</w:t>
      </w:r>
      <w:r w:rsidR="00CC15EB">
        <w:rPr>
          <w:rtl/>
        </w:rPr>
        <w:t>:</w:t>
      </w:r>
      <w:r>
        <w:rPr>
          <w:rtl/>
        </w:rPr>
        <w:t xml:space="preserve"> </w:t>
      </w:r>
      <w:r w:rsidRPr="00D95A45">
        <w:rPr>
          <w:rtl/>
        </w:rPr>
        <w:t>بكلمة واحدة</w:t>
      </w:r>
      <w:r>
        <w:rPr>
          <w:rtl/>
        </w:rPr>
        <w:t>؟</w:t>
      </w:r>
      <w:r w:rsidRPr="00D95A45">
        <w:rPr>
          <w:rtl/>
        </w:rPr>
        <w:t xml:space="preserve"> قلت</w:t>
      </w:r>
      <w:r w:rsidR="00CC15EB">
        <w:rPr>
          <w:rtl/>
        </w:rPr>
        <w:t>:</w:t>
      </w:r>
      <w:r>
        <w:rPr>
          <w:rtl/>
        </w:rPr>
        <w:t xml:space="preserve"> </w:t>
      </w:r>
      <w:r w:rsidRPr="00D95A45">
        <w:rPr>
          <w:rtl/>
        </w:rPr>
        <w:t>نعم قال</w:t>
      </w:r>
      <w:r w:rsidR="00CC15EB">
        <w:rPr>
          <w:rtl/>
        </w:rPr>
        <w:t>:</w:t>
      </w:r>
      <w:r>
        <w:rPr>
          <w:rtl/>
        </w:rPr>
        <w:t xml:space="preserve"> </w:t>
      </w:r>
      <w:r w:rsidRPr="00D95A45">
        <w:rPr>
          <w:rtl/>
        </w:rPr>
        <w:t>يضرب حدا واحدا وان فرق بينهم في القذف ضرب لكل رجل منهم حدا.</w:t>
      </w:r>
    </w:p>
    <w:p w:rsidR="00AC7755" w:rsidRDefault="00D45E0E" w:rsidP="00AC7755">
      <w:pPr>
        <w:pStyle w:val="libNormal"/>
        <w:rPr>
          <w:rtl/>
        </w:rPr>
      </w:pPr>
      <w:r w:rsidRPr="00D95A45">
        <w:rPr>
          <w:rtl/>
        </w:rPr>
        <w:t>(257) 22</w:t>
      </w:r>
      <w:r w:rsidR="00CC15EB">
        <w:rPr>
          <w:rtl/>
        </w:rPr>
        <w:t xml:space="preserve"> - </w:t>
      </w:r>
      <w:r w:rsidRPr="00D95A45">
        <w:rPr>
          <w:rtl/>
        </w:rPr>
        <w:t xml:space="preserve">عنه عن الحسن عن زرعة عن سماعة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رجل افترى على نفر جميعا فجلده حدا واحدا. </w:t>
      </w:r>
    </w:p>
    <w:p w:rsidR="00AC7755" w:rsidRDefault="00D45E0E" w:rsidP="00AC7755">
      <w:pPr>
        <w:pStyle w:val="libNormal"/>
        <w:rPr>
          <w:rtl/>
        </w:rPr>
      </w:pPr>
      <w:r w:rsidRPr="00D95A45">
        <w:rPr>
          <w:rtl/>
        </w:rPr>
        <w:t>قال محمد بن الحسن</w:t>
      </w:r>
      <w:r w:rsidR="00CC15EB">
        <w:rPr>
          <w:rtl/>
        </w:rPr>
        <w:t>:</w:t>
      </w:r>
      <w:r>
        <w:rPr>
          <w:rtl/>
        </w:rPr>
        <w:t xml:space="preserve"> </w:t>
      </w:r>
      <w:r w:rsidRPr="00D95A45">
        <w:rPr>
          <w:rtl/>
        </w:rPr>
        <w:t>الوجه في هذا الخبر هو انه إن كان قد قذفهم بكلمة واحده فوجب عليه حد واحد</w:t>
      </w:r>
      <w:r w:rsidR="00CC15EB">
        <w:rPr>
          <w:rtl/>
        </w:rPr>
        <w:t>،</w:t>
      </w:r>
      <w:r>
        <w:rPr>
          <w:rtl/>
        </w:rPr>
        <w:t xml:space="preserve"> </w:t>
      </w:r>
      <w:r w:rsidRPr="00D95A45">
        <w:rPr>
          <w:rtl/>
        </w:rPr>
        <w:t>ولو افترى عليهم بالفاظ مختلفة كان يقيم لكل رجل منهم حدا</w:t>
      </w:r>
      <w:r w:rsidR="00CC15EB">
        <w:rPr>
          <w:rtl/>
        </w:rPr>
        <w:t>،</w:t>
      </w:r>
      <w:r>
        <w:rPr>
          <w:rtl/>
        </w:rPr>
        <w:t xml:space="preserve"> </w:t>
      </w:r>
      <w:r w:rsidRPr="00D95A45">
        <w:rPr>
          <w:rtl/>
        </w:rPr>
        <w:t xml:space="preserve">وقد فصل ذلك أبو عبد الله </w:t>
      </w:r>
      <w:r w:rsidR="00AC7755" w:rsidRPr="00AC7755">
        <w:rPr>
          <w:rStyle w:val="libAlaemChar"/>
          <w:rtl/>
        </w:rPr>
        <w:t>عليه‌السلام</w:t>
      </w:r>
      <w:r w:rsidRPr="00D95A45">
        <w:rPr>
          <w:rtl/>
        </w:rPr>
        <w:t xml:space="preserve"> في رواية الحسن العطار ويزيد ذلك بيانا ما رواه</w:t>
      </w:r>
      <w:r w:rsidR="00CC15EB">
        <w:rPr>
          <w:rtl/>
        </w:rPr>
        <w:t>:</w:t>
      </w:r>
      <w:r>
        <w:rPr>
          <w:rtl/>
        </w:rPr>
        <w:t xml:space="preserve"> </w:t>
      </w:r>
    </w:p>
    <w:p w:rsidR="00AC7755" w:rsidRDefault="00D45E0E" w:rsidP="00AC7755">
      <w:pPr>
        <w:pStyle w:val="libNormal"/>
        <w:rPr>
          <w:rtl/>
        </w:rPr>
      </w:pPr>
      <w:r w:rsidRPr="00D95A45">
        <w:rPr>
          <w:rtl/>
        </w:rPr>
        <w:t>(258) 23</w:t>
      </w:r>
      <w:r w:rsidR="00CC15EB">
        <w:rPr>
          <w:rtl/>
        </w:rPr>
        <w:t xml:space="preserve"> - </w:t>
      </w:r>
      <w:r w:rsidRPr="00D95A45">
        <w:rPr>
          <w:rtl/>
        </w:rPr>
        <w:t xml:space="preserve">الحسين بن سعيد عن ابن محبوب عن ابى الحسن السائي عن بريد عن ابى جعفر </w:t>
      </w:r>
      <w:r w:rsidR="00AC7755" w:rsidRPr="00AC7755">
        <w:rPr>
          <w:rStyle w:val="libAlaemChar"/>
          <w:rtl/>
        </w:rPr>
        <w:t>عليه‌السلام</w:t>
      </w:r>
      <w:r w:rsidRPr="00D95A45">
        <w:rPr>
          <w:rtl/>
        </w:rPr>
        <w:t xml:space="preserve"> في الرجل يقذف القوم جميعا بكلمة واحدة قال له</w:t>
      </w:r>
      <w:r w:rsidR="00CC15EB">
        <w:rPr>
          <w:rtl/>
        </w:rPr>
        <w:t>:</w:t>
      </w:r>
      <w:r>
        <w:rPr>
          <w:rtl/>
        </w:rPr>
        <w:t xml:space="preserve"> </w:t>
      </w:r>
      <w:r w:rsidRPr="00D95A45">
        <w:rPr>
          <w:rtl/>
        </w:rPr>
        <w:t>ان لم يسمهم فانما عليه حد واحد</w:t>
      </w:r>
      <w:r w:rsidR="00CC15EB">
        <w:rPr>
          <w:rtl/>
        </w:rPr>
        <w:t>،</w:t>
      </w:r>
      <w:r>
        <w:rPr>
          <w:rtl/>
        </w:rPr>
        <w:t xml:space="preserve"> </w:t>
      </w:r>
      <w:r w:rsidRPr="00D95A45">
        <w:rPr>
          <w:rtl/>
        </w:rPr>
        <w:t>وان سمى فعليه لكل رجل حد</w:t>
      </w:r>
      <w:r>
        <w:rPr>
          <w:rtl/>
        </w:rPr>
        <w:t>؟</w:t>
      </w:r>
    </w:p>
    <w:p w:rsidR="00AC7755" w:rsidRDefault="00D45E0E" w:rsidP="00AC7755">
      <w:pPr>
        <w:pStyle w:val="libNormal"/>
        <w:rPr>
          <w:rtl/>
        </w:rPr>
      </w:pPr>
      <w:r w:rsidRPr="00D95A45">
        <w:rPr>
          <w:rtl/>
        </w:rPr>
        <w:t>(259) 24</w:t>
      </w:r>
      <w:r w:rsidR="00CC15EB">
        <w:rPr>
          <w:rtl/>
        </w:rPr>
        <w:t xml:space="preserve"> - </w:t>
      </w:r>
      <w:r w:rsidRPr="00D95A45">
        <w:rPr>
          <w:rtl/>
        </w:rPr>
        <w:t>الحسين بن سعيد عن ابن محبوب عن علي بن ابي</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255</w:t>
      </w:r>
      <w:r>
        <w:rPr>
          <w:rFonts w:hint="cs"/>
          <w:rtl/>
        </w:rPr>
        <w:t xml:space="preserve"> - </w:t>
      </w:r>
      <w:r w:rsidR="00D45E0E" w:rsidRPr="007277FF">
        <w:rPr>
          <w:rtl/>
        </w:rPr>
        <w:t>256</w:t>
      </w:r>
      <w:r>
        <w:rPr>
          <w:rtl/>
        </w:rPr>
        <w:t xml:space="preserve"> - </w:t>
      </w:r>
      <w:r w:rsidR="00D45E0E" w:rsidRPr="007277FF">
        <w:rPr>
          <w:rtl/>
        </w:rPr>
        <w:t>الاستبصار ج 4 ص 227 الكافي ج 2 ص 296</w:t>
      </w:r>
    </w:p>
    <w:p w:rsidR="00AC7755" w:rsidRDefault="00CC15EB" w:rsidP="00AC7755">
      <w:pPr>
        <w:pStyle w:val="libFootnote0"/>
        <w:rPr>
          <w:rtl/>
        </w:rPr>
      </w:pPr>
      <w:r>
        <w:rPr>
          <w:rtl/>
        </w:rPr>
        <w:t>-</w:t>
      </w:r>
      <w:r w:rsidR="00D45E0E" w:rsidRPr="00DA0376">
        <w:rPr>
          <w:rtl/>
        </w:rPr>
        <w:t xml:space="preserve"> 257</w:t>
      </w:r>
      <w:r>
        <w:rPr>
          <w:rtl/>
        </w:rPr>
        <w:t xml:space="preserve"> - </w:t>
      </w:r>
      <w:r w:rsidR="00D45E0E" w:rsidRPr="00DA0376">
        <w:rPr>
          <w:rtl/>
        </w:rPr>
        <w:t>الاستبصار ج 4 ص 227</w:t>
      </w:r>
      <w:r>
        <w:rPr>
          <w:rtl/>
        </w:rPr>
        <w:t xml:space="preserve"> - </w:t>
      </w:r>
      <w:r w:rsidR="00D45E0E" w:rsidRPr="00DA0376">
        <w:rPr>
          <w:rtl/>
        </w:rPr>
        <w:t>258 الاستبصار ج 4 ص 228 وفيه الشامي بدل</w:t>
      </w:r>
      <w:r>
        <w:rPr>
          <w:rtl/>
        </w:rPr>
        <w:t xml:space="preserve"> - </w:t>
      </w:r>
      <w:r w:rsidR="00D45E0E" w:rsidRPr="00DA0376">
        <w:rPr>
          <w:rtl/>
        </w:rPr>
        <w:t>السائي</w:t>
      </w:r>
      <w:r>
        <w:rPr>
          <w:rtl/>
        </w:rPr>
        <w:t xml:space="preserve"> - </w:t>
      </w:r>
      <w:r w:rsidR="00D45E0E" w:rsidRPr="00DA0376">
        <w:rPr>
          <w:rtl/>
        </w:rPr>
        <w:t>الفقيه ج 4 ص 38</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حمزة عن ابي بصير عن ابي عبد الله </w:t>
      </w:r>
      <w:r w:rsidR="00AC7755" w:rsidRPr="00AC7755">
        <w:rPr>
          <w:rStyle w:val="libAlaemChar"/>
          <w:rtl/>
        </w:rPr>
        <w:t>عليه‌السلام</w:t>
      </w:r>
      <w:r w:rsidRPr="00DA0376">
        <w:rPr>
          <w:rtl/>
        </w:rPr>
        <w:t xml:space="preserve"> في اربعة شهدوا على رجل بالزنى فلم يعدلوا قال</w:t>
      </w:r>
      <w:r w:rsidR="00CC15EB">
        <w:rPr>
          <w:rtl/>
        </w:rPr>
        <w:t>:</w:t>
      </w:r>
      <w:r>
        <w:rPr>
          <w:rtl/>
        </w:rPr>
        <w:t xml:space="preserve"> </w:t>
      </w:r>
      <w:r w:rsidRPr="00DA0376">
        <w:rPr>
          <w:rtl/>
        </w:rPr>
        <w:t>يضربون الحد.</w:t>
      </w:r>
    </w:p>
    <w:p w:rsidR="00AC7755" w:rsidRDefault="00D45E0E" w:rsidP="00AC7755">
      <w:pPr>
        <w:pStyle w:val="libNormal"/>
        <w:rPr>
          <w:rtl/>
        </w:rPr>
      </w:pPr>
      <w:r w:rsidRPr="00D95A45">
        <w:rPr>
          <w:rtl/>
        </w:rPr>
        <w:t>(260) 25</w:t>
      </w:r>
      <w:r w:rsidR="00CC15EB">
        <w:rPr>
          <w:rtl/>
        </w:rPr>
        <w:t xml:space="preserve"> - </w:t>
      </w:r>
      <w:r w:rsidRPr="00D95A45">
        <w:rPr>
          <w:rtl/>
        </w:rPr>
        <w:t>عنه عن ابن محبوب عن نعيم بن ابراهيم عن عباد البصري قال</w:t>
      </w:r>
      <w:r w:rsidR="00CC15EB">
        <w:rPr>
          <w:rtl/>
        </w:rPr>
        <w:t>:</w:t>
      </w:r>
      <w:r>
        <w:rPr>
          <w:rtl/>
        </w:rPr>
        <w:t xml:space="preserve"> </w:t>
      </w:r>
      <w:r w:rsidRPr="00D95A45">
        <w:rPr>
          <w:rtl/>
        </w:rPr>
        <w:t xml:space="preserve">سألت جعفر بن محمد </w:t>
      </w:r>
      <w:r w:rsidR="00AC7755" w:rsidRPr="00AC7755">
        <w:rPr>
          <w:rStyle w:val="libAlaemChar"/>
          <w:rtl/>
        </w:rPr>
        <w:t>عليه‌السلام</w:t>
      </w:r>
      <w:r w:rsidRPr="00D95A45">
        <w:rPr>
          <w:rtl/>
        </w:rPr>
        <w:t xml:space="preserve"> عن ثلاثة شهدوا على رجل بالزنى وقالوا</w:t>
      </w:r>
      <w:r w:rsidR="00CC15EB">
        <w:rPr>
          <w:rtl/>
        </w:rPr>
        <w:t>:</w:t>
      </w:r>
      <w:r>
        <w:rPr>
          <w:rtl/>
        </w:rPr>
        <w:t xml:space="preserve"> </w:t>
      </w:r>
      <w:r w:rsidRPr="00D95A45">
        <w:rPr>
          <w:rtl/>
        </w:rPr>
        <w:t>الآن نأتي بالرابع قال</w:t>
      </w:r>
      <w:r w:rsidR="00CC15EB">
        <w:rPr>
          <w:rtl/>
        </w:rPr>
        <w:t>:</w:t>
      </w:r>
      <w:r>
        <w:rPr>
          <w:rtl/>
        </w:rPr>
        <w:t xml:space="preserve"> </w:t>
      </w:r>
      <w:r w:rsidRPr="00D95A45">
        <w:rPr>
          <w:rtl/>
        </w:rPr>
        <w:t>فقال</w:t>
      </w:r>
      <w:r w:rsidR="00CC15EB">
        <w:rPr>
          <w:rtl/>
        </w:rPr>
        <w:t>:</w:t>
      </w:r>
      <w:r>
        <w:rPr>
          <w:rtl/>
        </w:rPr>
        <w:t xml:space="preserve"> </w:t>
      </w:r>
      <w:r w:rsidRPr="00D95A45">
        <w:rPr>
          <w:rtl/>
        </w:rPr>
        <w:t>يجلدون جميعا حد القاذف ثمانين جلدة كل رجل منهم.</w:t>
      </w:r>
    </w:p>
    <w:p w:rsidR="00AC7755" w:rsidRDefault="00D45E0E" w:rsidP="00AC7755">
      <w:pPr>
        <w:pStyle w:val="libNormal"/>
        <w:rPr>
          <w:rtl/>
        </w:rPr>
      </w:pPr>
      <w:r w:rsidRPr="00D95A45">
        <w:rPr>
          <w:rtl/>
        </w:rPr>
        <w:t>(261) 26</w:t>
      </w:r>
      <w:r w:rsidR="00CC15EB">
        <w:rPr>
          <w:rtl/>
        </w:rPr>
        <w:t xml:space="preserve"> - </w:t>
      </w:r>
      <w:r w:rsidRPr="00D95A45">
        <w:rPr>
          <w:rtl/>
        </w:rPr>
        <w:t xml:space="preserve">عنه عن ابن محبوب عن علي بن رئاب عن زرارة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ايما رجل اجتمعت عليه حدود فيها القتل فانه يبدأ بالحدود التي دون القتل ثم يقتل.</w:t>
      </w:r>
    </w:p>
    <w:p w:rsidR="00AC7755" w:rsidRDefault="00D45E0E" w:rsidP="00AC7755">
      <w:pPr>
        <w:pStyle w:val="libNormal"/>
        <w:rPr>
          <w:rtl/>
        </w:rPr>
      </w:pPr>
      <w:r w:rsidRPr="00D95A45">
        <w:rPr>
          <w:rtl/>
        </w:rPr>
        <w:t>(262) 27</w:t>
      </w:r>
      <w:r w:rsidR="00CC15EB">
        <w:rPr>
          <w:rtl/>
        </w:rPr>
        <w:t xml:space="preserve"> - </w:t>
      </w:r>
      <w:r w:rsidRPr="00D95A45">
        <w:rPr>
          <w:rtl/>
        </w:rPr>
        <w:t>احمد بن محمد بن خالد عن عثمان بن عيسى عن سماعة بن مهران قال</w:t>
      </w:r>
      <w:r w:rsidR="00CC15EB">
        <w:rPr>
          <w:rtl/>
        </w:rPr>
        <w:t>:</w:t>
      </w:r>
      <w:r>
        <w:rPr>
          <w:rtl/>
        </w:rPr>
        <w:t xml:space="preserve"> </w:t>
      </w:r>
      <w:r w:rsidRPr="00D95A45">
        <w:rPr>
          <w:rtl/>
        </w:rPr>
        <w:t>سألته عن الرجل يفتري كيف ينبغي للامام ان يضربه</w:t>
      </w:r>
      <w:r>
        <w:rPr>
          <w:rtl/>
        </w:rPr>
        <w:t>؟</w:t>
      </w:r>
      <w:r w:rsidRPr="00D95A45">
        <w:rPr>
          <w:rtl/>
        </w:rPr>
        <w:t xml:space="preserve"> قال</w:t>
      </w:r>
      <w:r w:rsidR="00CC15EB">
        <w:rPr>
          <w:rtl/>
        </w:rPr>
        <w:t>:</w:t>
      </w:r>
      <w:r>
        <w:rPr>
          <w:rtl/>
        </w:rPr>
        <w:t xml:space="preserve"> </w:t>
      </w:r>
      <w:r w:rsidRPr="00D95A45">
        <w:rPr>
          <w:rtl/>
        </w:rPr>
        <w:t>جلد بين الجلدين.</w:t>
      </w:r>
    </w:p>
    <w:p w:rsidR="00AC7755" w:rsidRDefault="00D45E0E" w:rsidP="00AC7755">
      <w:pPr>
        <w:pStyle w:val="libNormal"/>
        <w:rPr>
          <w:rtl/>
        </w:rPr>
      </w:pPr>
      <w:r w:rsidRPr="00D95A45">
        <w:rPr>
          <w:rtl/>
        </w:rPr>
        <w:t>(263) 28</w:t>
      </w:r>
      <w:r w:rsidR="00CC15EB">
        <w:rPr>
          <w:rtl/>
        </w:rPr>
        <w:t xml:space="preserve"> - </w:t>
      </w:r>
      <w:r w:rsidRPr="00D95A45">
        <w:rPr>
          <w:rtl/>
        </w:rPr>
        <w:t xml:space="preserve">الحسين بن سعيد عن صفوان عن اسحاق بن عمار عن ابي ابراهيم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المفتري قال</w:t>
      </w:r>
      <w:r w:rsidR="00CC15EB">
        <w:rPr>
          <w:rtl/>
        </w:rPr>
        <w:t>:</w:t>
      </w:r>
      <w:r>
        <w:rPr>
          <w:rtl/>
        </w:rPr>
        <w:t xml:space="preserve"> </w:t>
      </w:r>
      <w:r w:rsidRPr="00D95A45">
        <w:rPr>
          <w:rtl/>
        </w:rPr>
        <w:t>يضرب ضربا بين الضربين يضرب جسده كله.</w:t>
      </w:r>
    </w:p>
    <w:p w:rsidR="00AC7755" w:rsidRDefault="00D45E0E" w:rsidP="00AC7755">
      <w:pPr>
        <w:pStyle w:val="libNormal"/>
        <w:rPr>
          <w:rtl/>
        </w:rPr>
      </w:pPr>
      <w:r w:rsidRPr="00D95A45">
        <w:rPr>
          <w:rtl/>
        </w:rPr>
        <w:t>(264) 29</w:t>
      </w:r>
      <w:r w:rsidR="00CC15EB">
        <w:rPr>
          <w:rtl/>
        </w:rPr>
        <w:t xml:space="preserve"> - </w:t>
      </w:r>
      <w:r w:rsidRPr="00D95A45">
        <w:rPr>
          <w:rtl/>
        </w:rPr>
        <w:t xml:space="preserve">يونس عن اسحاق بن عمار عن ابي الحسن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المفتري يضرب بين الضربين يضرب جسده كله فوق ثيابه.</w:t>
      </w:r>
    </w:p>
    <w:p w:rsidR="00AC7755" w:rsidRDefault="00D45E0E" w:rsidP="00AC7755">
      <w:pPr>
        <w:pStyle w:val="libNormal"/>
        <w:rPr>
          <w:rtl/>
        </w:rPr>
      </w:pPr>
      <w:r w:rsidRPr="00D95A45">
        <w:rPr>
          <w:rtl/>
        </w:rPr>
        <w:t>(265) 30</w:t>
      </w:r>
      <w:r w:rsidR="00CC15EB">
        <w:rPr>
          <w:rtl/>
        </w:rPr>
        <w:t xml:space="preserve"> - </w:t>
      </w:r>
      <w:r w:rsidRPr="00D95A45">
        <w:rPr>
          <w:rtl/>
        </w:rPr>
        <w:t xml:space="preserve">الحسين بن سعيد عن فضالة عن الشعيري عن ابي عبد الله </w:t>
      </w:r>
      <w:r w:rsidR="00AC7755" w:rsidRPr="00AC7755">
        <w:rPr>
          <w:rStyle w:val="libAlaemChar"/>
          <w:rtl/>
        </w:rPr>
        <w:t>عليه‌السلام</w:t>
      </w:r>
      <w:r w:rsidRPr="00D95A45">
        <w:rPr>
          <w:rtl/>
        </w:rPr>
        <w:t xml:space="preserve"> عن ابيه عن علي بن ابي طالب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رسول الله </w:t>
      </w:r>
      <w:r w:rsidR="00AC7755" w:rsidRPr="00AC7755">
        <w:rPr>
          <w:rStyle w:val="libAlaemChar"/>
          <w:rtl/>
        </w:rPr>
        <w:t>صلى‌الله‌عليه‌وآله‌وسلم</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260</w:t>
      </w:r>
      <w:r>
        <w:rPr>
          <w:rtl/>
        </w:rPr>
        <w:t xml:space="preserve"> - </w:t>
      </w:r>
      <w:r w:rsidR="00D45E0E" w:rsidRPr="00D95A45">
        <w:rPr>
          <w:rtl/>
        </w:rPr>
        <w:t>الكافي ج 2 ص 296</w:t>
      </w:r>
    </w:p>
    <w:p w:rsidR="00CC15EB" w:rsidRDefault="00CC15EB" w:rsidP="00AC7755">
      <w:pPr>
        <w:pStyle w:val="libFootnote0"/>
        <w:rPr>
          <w:rtl/>
        </w:rPr>
      </w:pPr>
      <w:r>
        <w:rPr>
          <w:rtl/>
        </w:rPr>
        <w:t>-</w:t>
      </w:r>
      <w:r w:rsidR="00D45E0E" w:rsidRPr="007277FF">
        <w:rPr>
          <w:rtl/>
        </w:rPr>
        <w:t xml:space="preserve"> 261</w:t>
      </w:r>
      <w:r>
        <w:rPr>
          <w:rtl/>
        </w:rPr>
        <w:t xml:space="preserve"> - </w:t>
      </w:r>
      <w:r w:rsidR="00D45E0E" w:rsidRPr="007277FF">
        <w:rPr>
          <w:rtl/>
        </w:rPr>
        <w:t>الفقيه ج 4 ص 50</w:t>
      </w:r>
    </w:p>
    <w:p w:rsidR="00AC7755" w:rsidRDefault="00CC15EB" w:rsidP="00AC7755">
      <w:pPr>
        <w:pStyle w:val="libFootnote0"/>
        <w:rPr>
          <w:rtl/>
        </w:rPr>
      </w:pPr>
      <w:r>
        <w:rPr>
          <w:rtl/>
        </w:rPr>
        <w:t>-</w:t>
      </w:r>
      <w:r w:rsidR="00D45E0E" w:rsidRPr="007277FF">
        <w:rPr>
          <w:rtl/>
        </w:rPr>
        <w:t xml:space="preserve"> 262</w:t>
      </w:r>
      <w:r>
        <w:rPr>
          <w:rtl/>
        </w:rPr>
        <w:t xml:space="preserve"> - </w:t>
      </w:r>
      <w:r w:rsidR="00D45E0E" w:rsidRPr="007277FF">
        <w:rPr>
          <w:rtl/>
        </w:rPr>
        <w:t>263</w:t>
      </w:r>
      <w:r>
        <w:rPr>
          <w:rFonts w:hint="cs"/>
          <w:rtl/>
        </w:rPr>
        <w:t xml:space="preserve"> - </w:t>
      </w:r>
      <w:r w:rsidR="00D45E0E" w:rsidRPr="00DA0376">
        <w:rPr>
          <w:rtl/>
        </w:rPr>
        <w:t>264</w:t>
      </w:r>
      <w:r>
        <w:rPr>
          <w:rtl/>
        </w:rPr>
        <w:t xml:space="preserve"> - </w:t>
      </w:r>
      <w:r w:rsidR="00D45E0E" w:rsidRPr="00DA0376">
        <w:rPr>
          <w:rtl/>
        </w:rPr>
        <w:t>265</w:t>
      </w:r>
      <w:r>
        <w:rPr>
          <w:rtl/>
        </w:rPr>
        <w:t xml:space="preserve"> - </w:t>
      </w:r>
      <w:r w:rsidR="00D45E0E" w:rsidRPr="00DA0376">
        <w:rPr>
          <w:rtl/>
        </w:rPr>
        <w:t>الكافي ج 2 ص 297</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لا ينزع من ثياب القاذف الا الرداء.</w:t>
      </w:r>
    </w:p>
    <w:p w:rsidR="00AC7755" w:rsidRDefault="00D45E0E" w:rsidP="00AC7755">
      <w:pPr>
        <w:pStyle w:val="libNormal"/>
        <w:rPr>
          <w:rtl/>
        </w:rPr>
      </w:pPr>
      <w:r w:rsidRPr="00D95A45">
        <w:rPr>
          <w:rtl/>
        </w:rPr>
        <w:t>(266) 31</w:t>
      </w:r>
      <w:r w:rsidR="00CC15EB">
        <w:rPr>
          <w:rtl/>
        </w:rPr>
        <w:t xml:space="preserve"> - </w:t>
      </w:r>
      <w:r w:rsidRPr="00D95A45">
        <w:rPr>
          <w:rtl/>
        </w:rPr>
        <w:t>الحسن بن محبوب عن عبد العزيز العبدي عن عبيد ابن زرارة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لو اتيت برجل قد قذف عبدا مسلما بالزنى لا نعلم منه الا خيرا لضربته الحد حد الحر الا سوطا.</w:t>
      </w:r>
    </w:p>
    <w:p w:rsidR="00AC7755" w:rsidRDefault="00D45E0E" w:rsidP="00AC7755">
      <w:pPr>
        <w:pStyle w:val="libNormal"/>
        <w:rPr>
          <w:rtl/>
        </w:rPr>
      </w:pPr>
      <w:r w:rsidRPr="00D95A45">
        <w:rPr>
          <w:rtl/>
        </w:rPr>
        <w:t>(267) 32</w:t>
      </w:r>
      <w:r w:rsidR="00CC15EB">
        <w:rPr>
          <w:rtl/>
        </w:rPr>
        <w:t xml:space="preserve"> - </w:t>
      </w:r>
      <w:r w:rsidRPr="00D95A45">
        <w:rPr>
          <w:rtl/>
        </w:rPr>
        <w:t xml:space="preserve">احمد بن محمد عن ابن محبوب عن هشام بن سالم عن حمزة بن حمران عن احدهما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اعتق نصف جاريته ثم قذفها بالزنى قال</w:t>
      </w:r>
      <w:r w:rsidR="00CC15EB">
        <w:rPr>
          <w:rtl/>
        </w:rPr>
        <w:t>:</w:t>
      </w:r>
      <w:r>
        <w:rPr>
          <w:rtl/>
        </w:rPr>
        <w:t xml:space="preserve"> </w:t>
      </w:r>
      <w:r w:rsidRPr="00D95A45">
        <w:rPr>
          <w:rtl/>
        </w:rPr>
        <w:t>فقال</w:t>
      </w:r>
      <w:r w:rsidR="00CC15EB">
        <w:rPr>
          <w:rtl/>
        </w:rPr>
        <w:t>:</w:t>
      </w:r>
      <w:r>
        <w:rPr>
          <w:rtl/>
        </w:rPr>
        <w:t xml:space="preserve"> </w:t>
      </w:r>
      <w:r w:rsidRPr="00D95A45">
        <w:rPr>
          <w:rtl/>
        </w:rPr>
        <w:t>أرى عليه خمسين جلدة ويستغفر الله</w:t>
      </w:r>
      <w:r w:rsidR="00CC15EB">
        <w:rPr>
          <w:rtl/>
        </w:rPr>
        <w:t>،</w:t>
      </w:r>
      <w:r>
        <w:rPr>
          <w:rtl/>
        </w:rPr>
        <w:t xml:space="preserve"> </w:t>
      </w:r>
      <w:r w:rsidRPr="00D95A45">
        <w:rPr>
          <w:rtl/>
        </w:rPr>
        <w:t>قلت</w:t>
      </w:r>
      <w:r w:rsidR="00CC15EB">
        <w:rPr>
          <w:rtl/>
        </w:rPr>
        <w:t>:</w:t>
      </w:r>
      <w:r>
        <w:rPr>
          <w:rtl/>
        </w:rPr>
        <w:t xml:space="preserve"> </w:t>
      </w:r>
      <w:r w:rsidRPr="00D95A45">
        <w:rPr>
          <w:rtl/>
        </w:rPr>
        <w:t>أرأيت ان جعلته في حل وعفت عنه</w:t>
      </w:r>
      <w:r>
        <w:rPr>
          <w:rtl/>
        </w:rPr>
        <w:t>؟</w:t>
      </w:r>
      <w:r w:rsidRPr="00D95A45">
        <w:rPr>
          <w:rtl/>
        </w:rPr>
        <w:t xml:space="preserve"> فقال</w:t>
      </w:r>
      <w:r w:rsidR="00CC15EB">
        <w:rPr>
          <w:rtl/>
        </w:rPr>
        <w:t>:</w:t>
      </w:r>
      <w:r>
        <w:rPr>
          <w:rtl/>
        </w:rPr>
        <w:t xml:space="preserve"> </w:t>
      </w:r>
      <w:r w:rsidRPr="00D95A45">
        <w:rPr>
          <w:rtl/>
        </w:rPr>
        <w:t>لا ضرب عليه إذا عفت عنه من قبل أن ترفعه قلت</w:t>
      </w:r>
      <w:r w:rsidR="00CC15EB">
        <w:rPr>
          <w:rtl/>
        </w:rPr>
        <w:t>:</w:t>
      </w:r>
      <w:r>
        <w:rPr>
          <w:rtl/>
        </w:rPr>
        <w:t xml:space="preserve"> </w:t>
      </w:r>
      <w:r w:rsidRPr="00D95A45">
        <w:rPr>
          <w:rtl/>
        </w:rPr>
        <w:t>فتغطي رأسها منه حين اعتق نصفها</w:t>
      </w:r>
      <w:r>
        <w:rPr>
          <w:rtl/>
        </w:rPr>
        <w:t>؟</w:t>
      </w:r>
      <w:r w:rsidRPr="00D95A45">
        <w:rPr>
          <w:rtl/>
        </w:rPr>
        <w:t xml:space="preserve"> قال</w:t>
      </w:r>
      <w:r w:rsidR="00CC15EB">
        <w:rPr>
          <w:rtl/>
        </w:rPr>
        <w:t>:</w:t>
      </w:r>
      <w:r>
        <w:rPr>
          <w:rtl/>
        </w:rPr>
        <w:t xml:space="preserve"> </w:t>
      </w:r>
      <w:r w:rsidRPr="00D95A45">
        <w:rPr>
          <w:rtl/>
        </w:rPr>
        <w:t xml:space="preserve">نعم وتصلي وهي مخمرة الرأس ولا تتزوج حتى تؤدي ما عليها أو يعتق النصف الآخر. </w:t>
      </w:r>
    </w:p>
    <w:p w:rsidR="00AC7755" w:rsidRDefault="00D45E0E" w:rsidP="00AC7755">
      <w:pPr>
        <w:pStyle w:val="libNormal"/>
        <w:rPr>
          <w:rtl/>
        </w:rPr>
      </w:pPr>
      <w:r w:rsidRPr="00D95A45">
        <w:rPr>
          <w:rtl/>
        </w:rPr>
        <w:t>قال محمد بن الحسن</w:t>
      </w:r>
      <w:r w:rsidR="00CC15EB">
        <w:rPr>
          <w:rtl/>
        </w:rPr>
        <w:t>:</w:t>
      </w:r>
      <w:r>
        <w:rPr>
          <w:rtl/>
        </w:rPr>
        <w:t xml:space="preserve"> </w:t>
      </w:r>
      <w:r w:rsidRPr="00D95A45">
        <w:rPr>
          <w:rtl/>
        </w:rPr>
        <w:t>ما يتضمن صدر الخبر من انه قذفها وقد اعتق نصفها محمول على ان كان يعتق خمسة اثمانها لان بذلك يستحق خمسين سوطا</w:t>
      </w:r>
      <w:r w:rsidR="00CC15EB">
        <w:rPr>
          <w:rtl/>
        </w:rPr>
        <w:t>،</w:t>
      </w:r>
      <w:r>
        <w:rPr>
          <w:rtl/>
        </w:rPr>
        <w:t xml:space="preserve"> </w:t>
      </w:r>
      <w:r w:rsidRPr="00D95A45">
        <w:rPr>
          <w:rtl/>
        </w:rPr>
        <w:t>فاما إذا كان النصف سواء فليس عليه اكثر من الاربعين لانه نصف الحد</w:t>
      </w:r>
      <w:r w:rsidR="00CC15EB">
        <w:rPr>
          <w:rtl/>
        </w:rPr>
        <w:t>،</w:t>
      </w:r>
      <w:r>
        <w:rPr>
          <w:rtl/>
        </w:rPr>
        <w:t xml:space="preserve"> </w:t>
      </w:r>
      <w:r w:rsidRPr="00D95A45">
        <w:rPr>
          <w:rtl/>
        </w:rPr>
        <w:t>ويجوز ايضا ان يكون استحق الاربعين بما اعتق منها وما زاد على ذلك يكون على جهة التعزير لأن من قذف عبدا يستحق التعزير وان لم يستحق الحد على ما بيناه</w:t>
      </w:r>
      <w:r w:rsidR="00CC15EB">
        <w:rPr>
          <w:rtl/>
        </w:rPr>
        <w:t>،</w:t>
      </w:r>
      <w:r>
        <w:rPr>
          <w:rtl/>
        </w:rPr>
        <w:t xml:space="preserve"> </w:t>
      </w:r>
    </w:p>
    <w:p w:rsidR="00AC7755" w:rsidRDefault="00D45E0E" w:rsidP="00AC7755">
      <w:pPr>
        <w:pStyle w:val="libNormal"/>
        <w:rPr>
          <w:rtl/>
        </w:rPr>
      </w:pPr>
      <w:r w:rsidRPr="00D95A45">
        <w:rPr>
          <w:rtl/>
        </w:rPr>
        <w:t>(268) 33</w:t>
      </w:r>
      <w:r w:rsidR="00CC15EB">
        <w:rPr>
          <w:rtl/>
        </w:rPr>
        <w:t xml:space="preserve"> - </w:t>
      </w:r>
      <w:r w:rsidRPr="00D95A45">
        <w:rPr>
          <w:rtl/>
        </w:rPr>
        <w:t xml:space="preserve">الحسين بن سعيد عن صفوان عن منصور بن حازم عن ابي عبد الله </w:t>
      </w:r>
      <w:r w:rsidR="00AC7755" w:rsidRPr="00AC7755">
        <w:rPr>
          <w:rStyle w:val="libAlaemChar"/>
          <w:rtl/>
        </w:rPr>
        <w:t>عليه‌السلام</w:t>
      </w:r>
      <w:r w:rsidRPr="00D95A45">
        <w:rPr>
          <w:rtl/>
        </w:rPr>
        <w:t xml:space="preserve"> في الحر يفترى على المملوك قال</w:t>
      </w:r>
      <w:r w:rsidR="00CC15EB">
        <w:rPr>
          <w:rtl/>
        </w:rPr>
        <w:t>:</w:t>
      </w:r>
      <w:r>
        <w:rPr>
          <w:rtl/>
        </w:rPr>
        <w:t xml:space="preserve"> </w:t>
      </w:r>
      <w:r w:rsidRPr="00D95A45">
        <w:rPr>
          <w:rtl/>
        </w:rPr>
        <w:t>يسئل فان كانت امه حرة جلد الحد.</w:t>
      </w:r>
    </w:p>
    <w:p w:rsidR="00AC7755" w:rsidRDefault="00D45E0E" w:rsidP="00AC7755">
      <w:pPr>
        <w:pStyle w:val="libNormal"/>
        <w:rPr>
          <w:rtl/>
        </w:rPr>
      </w:pPr>
      <w:r w:rsidRPr="00D95A45">
        <w:rPr>
          <w:rtl/>
        </w:rPr>
        <w:t>(269) 34</w:t>
      </w:r>
      <w:r w:rsidR="00CC15EB">
        <w:rPr>
          <w:rtl/>
        </w:rPr>
        <w:t xml:space="preserve"> - </w:t>
      </w:r>
      <w:r w:rsidRPr="00D95A45">
        <w:rPr>
          <w:rtl/>
        </w:rPr>
        <w:t xml:space="preserve">عنه عن صفوان عن اسحاق بن عمار عن ابي بصير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من افترى على مملوك عزر لحرمة الاسلام.</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266</w:t>
      </w:r>
      <w:r>
        <w:rPr>
          <w:rFonts w:hint="cs"/>
          <w:rtl/>
        </w:rPr>
        <w:t xml:space="preserve"> - </w:t>
      </w:r>
      <w:r w:rsidR="00D45E0E" w:rsidRPr="00DA0376">
        <w:rPr>
          <w:rtl/>
        </w:rPr>
        <w:t>267</w:t>
      </w:r>
      <w:r>
        <w:rPr>
          <w:rtl/>
        </w:rPr>
        <w:t xml:space="preserve"> - </w:t>
      </w:r>
      <w:r w:rsidR="00D45E0E" w:rsidRPr="00DA0376">
        <w:rPr>
          <w:rtl/>
        </w:rPr>
        <w:t>الكافي ج 2 ص 295 واخرج الاول الصدوق في الفقيه ج 4 ص 37</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(270) 35</w:t>
      </w:r>
      <w:r w:rsidR="00CC15EB">
        <w:rPr>
          <w:rtl/>
        </w:rPr>
        <w:t xml:space="preserve"> - </w:t>
      </w:r>
      <w:r w:rsidRPr="00D95A45">
        <w:rPr>
          <w:rtl/>
        </w:rPr>
        <w:t xml:space="preserve">علي بن ابراهيم عن ابيه عن ابن ابي عمير عن حماد عن الحلبي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قذف العبد الحر جلد ثمانين وقال</w:t>
      </w:r>
      <w:r w:rsidR="00CC15EB">
        <w:rPr>
          <w:rtl/>
        </w:rPr>
        <w:t>:</w:t>
      </w:r>
      <w:r>
        <w:rPr>
          <w:rtl/>
        </w:rPr>
        <w:t xml:space="preserve"> </w:t>
      </w:r>
      <w:r w:rsidRPr="00D95A45">
        <w:rPr>
          <w:rtl/>
        </w:rPr>
        <w:t>هذا من حقوق الناس.</w:t>
      </w:r>
    </w:p>
    <w:p w:rsidR="00AC7755" w:rsidRDefault="00D45E0E" w:rsidP="00AC7755">
      <w:pPr>
        <w:pStyle w:val="libNormal"/>
        <w:rPr>
          <w:rtl/>
        </w:rPr>
      </w:pPr>
      <w:r w:rsidRPr="00D95A45">
        <w:rPr>
          <w:rtl/>
        </w:rPr>
        <w:t>(271) 36</w:t>
      </w:r>
      <w:r w:rsidR="00CC15EB">
        <w:rPr>
          <w:rtl/>
        </w:rPr>
        <w:t xml:space="preserve"> - </w:t>
      </w:r>
      <w:r w:rsidRPr="00D95A45">
        <w:rPr>
          <w:rtl/>
        </w:rPr>
        <w:t>احمد بن محمد عن عثمان بن عيسى عن سماعة قال</w:t>
      </w:r>
      <w:r w:rsidR="00CC15EB">
        <w:rPr>
          <w:rtl/>
        </w:rPr>
        <w:t>:</w:t>
      </w:r>
      <w:r>
        <w:rPr>
          <w:rtl/>
        </w:rPr>
        <w:t xml:space="preserve"> </w:t>
      </w:r>
      <w:r w:rsidRPr="00D95A45">
        <w:rPr>
          <w:rtl/>
        </w:rPr>
        <w:t>سألته عن المملوك يفتري على الحر قال</w:t>
      </w:r>
      <w:r w:rsidR="00CC15EB">
        <w:rPr>
          <w:rtl/>
        </w:rPr>
        <w:t>:</w:t>
      </w:r>
      <w:r>
        <w:rPr>
          <w:rtl/>
        </w:rPr>
        <w:t xml:space="preserve"> </w:t>
      </w:r>
      <w:r w:rsidRPr="00D95A45">
        <w:rPr>
          <w:rtl/>
        </w:rPr>
        <w:t>عليه ثمانون قلت</w:t>
      </w:r>
      <w:r w:rsidR="00CC15EB">
        <w:rPr>
          <w:rtl/>
        </w:rPr>
        <w:t>:</w:t>
      </w:r>
      <w:r>
        <w:rPr>
          <w:rtl/>
        </w:rPr>
        <w:t xml:space="preserve"> </w:t>
      </w:r>
      <w:r w:rsidRPr="00D95A45">
        <w:rPr>
          <w:rtl/>
        </w:rPr>
        <w:t>فإذا زنى</w:t>
      </w:r>
      <w:r>
        <w:rPr>
          <w:rtl/>
        </w:rPr>
        <w:t>؟</w:t>
      </w:r>
      <w:r w:rsidRPr="00D95A45">
        <w:rPr>
          <w:rtl/>
        </w:rPr>
        <w:t xml:space="preserve"> قال</w:t>
      </w:r>
      <w:r w:rsidR="00CC15EB">
        <w:rPr>
          <w:rtl/>
        </w:rPr>
        <w:t>:</w:t>
      </w:r>
      <w:r>
        <w:rPr>
          <w:rtl/>
        </w:rPr>
        <w:t xml:space="preserve"> </w:t>
      </w:r>
      <w:r w:rsidRPr="00D95A45">
        <w:rPr>
          <w:rtl/>
        </w:rPr>
        <w:t>يجلد خمسين.</w:t>
      </w:r>
    </w:p>
    <w:p w:rsidR="00AC7755" w:rsidRDefault="00D45E0E" w:rsidP="00AC7755">
      <w:pPr>
        <w:pStyle w:val="libNormal"/>
        <w:rPr>
          <w:rtl/>
        </w:rPr>
      </w:pPr>
      <w:r w:rsidRPr="00D95A45">
        <w:rPr>
          <w:rtl/>
        </w:rPr>
        <w:t>(272) 37</w:t>
      </w:r>
      <w:r w:rsidR="00CC15EB">
        <w:rPr>
          <w:rtl/>
        </w:rPr>
        <w:t xml:space="preserve"> - </w:t>
      </w:r>
      <w:r w:rsidRPr="00D95A45">
        <w:rPr>
          <w:rtl/>
        </w:rPr>
        <w:t xml:space="preserve">احمد بن محمد بن عيسى عن محمد بن اسماعيل عن محمد بن الفضيل عن ابي الصباح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عبد افترى على حر فقال</w:t>
      </w:r>
      <w:r w:rsidR="00CC15EB">
        <w:rPr>
          <w:rtl/>
        </w:rPr>
        <w:t>:</w:t>
      </w:r>
      <w:r>
        <w:rPr>
          <w:rtl/>
        </w:rPr>
        <w:t xml:space="preserve"> </w:t>
      </w:r>
      <w:r w:rsidRPr="00D95A45">
        <w:rPr>
          <w:rtl/>
        </w:rPr>
        <w:t>يجلد ثمانين.</w:t>
      </w:r>
    </w:p>
    <w:p w:rsidR="00AC7755" w:rsidRDefault="00D45E0E" w:rsidP="00AC7755">
      <w:pPr>
        <w:pStyle w:val="libNormal"/>
        <w:rPr>
          <w:rtl/>
        </w:rPr>
      </w:pPr>
      <w:r w:rsidRPr="00D95A45">
        <w:rPr>
          <w:rtl/>
        </w:rPr>
        <w:t>(273) 38</w:t>
      </w:r>
      <w:r w:rsidR="00CC15EB">
        <w:rPr>
          <w:rtl/>
        </w:rPr>
        <w:t xml:space="preserve"> - </w:t>
      </w:r>
      <w:r w:rsidRPr="00D95A45">
        <w:rPr>
          <w:rtl/>
        </w:rPr>
        <w:t xml:space="preserve">احمد بن محمد عن ابن محبوب عن علي بن الحكم عن موسى بن بكير عن زرارة عن ابي جعفر </w:t>
      </w:r>
      <w:r w:rsidR="00AC7755" w:rsidRPr="00AC7755">
        <w:rPr>
          <w:rStyle w:val="libAlaemChar"/>
          <w:rtl/>
        </w:rPr>
        <w:t>عليه‌السلام</w:t>
      </w:r>
      <w:r w:rsidRPr="00D95A45">
        <w:rPr>
          <w:rtl/>
        </w:rPr>
        <w:t xml:space="preserve"> في مملوك قذف محصنة حرة قال</w:t>
      </w:r>
      <w:r w:rsidR="00CC15EB">
        <w:rPr>
          <w:rtl/>
        </w:rPr>
        <w:t>:</w:t>
      </w:r>
      <w:r>
        <w:rPr>
          <w:rtl/>
        </w:rPr>
        <w:t xml:space="preserve"> </w:t>
      </w:r>
      <w:r w:rsidRPr="00D95A45">
        <w:rPr>
          <w:rtl/>
        </w:rPr>
        <w:t>يجلد ثمانين لأنه انما يجلد بحقها.</w:t>
      </w:r>
    </w:p>
    <w:p w:rsidR="00AC7755" w:rsidRDefault="00D45E0E" w:rsidP="00AC7755">
      <w:pPr>
        <w:pStyle w:val="libNormal"/>
        <w:rPr>
          <w:rtl/>
        </w:rPr>
      </w:pPr>
      <w:r w:rsidRPr="00D95A45">
        <w:rPr>
          <w:rtl/>
        </w:rPr>
        <w:t>(274) 39</w:t>
      </w:r>
      <w:r w:rsidR="00CC15EB">
        <w:rPr>
          <w:rtl/>
        </w:rPr>
        <w:t xml:space="preserve"> - </w:t>
      </w:r>
      <w:r w:rsidRPr="00D95A45">
        <w:rPr>
          <w:rtl/>
        </w:rPr>
        <w:t>احمد بن محمد بن خالد عن عثمان بن عيسى عن سماعة قال</w:t>
      </w:r>
      <w:r w:rsidR="00CC15EB">
        <w:rPr>
          <w:rtl/>
        </w:rPr>
        <w:t>:</w:t>
      </w:r>
      <w:r>
        <w:rPr>
          <w:rtl/>
        </w:rPr>
        <w:t xml:space="preserve"> </w:t>
      </w:r>
      <w:r w:rsidRPr="00D95A45">
        <w:rPr>
          <w:rtl/>
        </w:rPr>
        <w:t>يجلد المكاتب إذا زنى على قدر ما أعتق منه فإذا قذف المحصنة فعليه أن يجلد ثمانين حرا كان أو مملوكا.</w:t>
      </w:r>
    </w:p>
    <w:p w:rsidR="00AC7755" w:rsidRDefault="00D45E0E" w:rsidP="00AC7755">
      <w:pPr>
        <w:pStyle w:val="libNormal"/>
        <w:rPr>
          <w:rtl/>
        </w:rPr>
      </w:pPr>
      <w:r w:rsidRPr="00D95A45">
        <w:rPr>
          <w:rtl/>
        </w:rPr>
        <w:t>(275) 40</w:t>
      </w:r>
      <w:r w:rsidR="00CC15EB">
        <w:rPr>
          <w:rtl/>
        </w:rPr>
        <w:t xml:space="preserve"> - </w:t>
      </w:r>
      <w:r w:rsidRPr="00D95A45">
        <w:rPr>
          <w:rtl/>
        </w:rPr>
        <w:t>احمد بن محمد عن الحسن بن محبوب عن سيف بن عميرة عن ابي بكر الحضرمي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عبد مملوك قذف حرا فقال</w:t>
      </w:r>
      <w:r w:rsidR="00CC15EB">
        <w:rPr>
          <w:rtl/>
        </w:rPr>
        <w:t>:</w:t>
      </w:r>
      <w:r>
        <w:rPr>
          <w:rtl/>
        </w:rPr>
        <w:t xml:space="preserve"> </w:t>
      </w:r>
      <w:r w:rsidRPr="00D95A45">
        <w:rPr>
          <w:rtl/>
        </w:rPr>
        <w:t>يجلد ثمانين هذا من حقوق المسلمين</w:t>
      </w:r>
      <w:r w:rsidR="00CC15EB">
        <w:rPr>
          <w:rtl/>
        </w:rPr>
        <w:t>،</w:t>
      </w:r>
      <w:r>
        <w:rPr>
          <w:rtl/>
        </w:rPr>
        <w:t xml:space="preserve"> </w:t>
      </w:r>
      <w:r w:rsidRPr="00D95A45">
        <w:rPr>
          <w:rtl/>
        </w:rPr>
        <w:t>فاما ما كان من حقوق الله عز وجل فانه يضرب نصف الحد</w:t>
      </w:r>
      <w:r w:rsidR="00CC15EB">
        <w:rPr>
          <w:rtl/>
        </w:rPr>
        <w:t>،</w:t>
      </w:r>
      <w:r>
        <w:rPr>
          <w:rtl/>
        </w:rPr>
        <w:t xml:space="preserve"> </w:t>
      </w:r>
      <w:r w:rsidRPr="00D95A45">
        <w:rPr>
          <w:rtl/>
        </w:rPr>
        <w:t>قلت</w:t>
      </w:r>
      <w:r w:rsidR="00CC15EB">
        <w:rPr>
          <w:rtl/>
        </w:rPr>
        <w:t>:</w:t>
      </w:r>
      <w:r>
        <w:rPr>
          <w:rtl/>
        </w:rPr>
        <w:t xml:space="preserve"> </w:t>
      </w:r>
      <w:r w:rsidRPr="00D95A45">
        <w:rPr>
          <w:rtl/>
        </w:rPr>
        <w:t>الذي من حقوق الله ما هو</w:t>
      </w:r>
      <w:r>
        <w:rPr>
          <w:rtl/>
        </w:rPr>
        <w:t>؟</w:t>
      </w:r>
      <w:r w:rsidRPr="00D95A45">
        <w:rPr>
          <w:rtl/>
        </w:rPr>
        <w:t xml:space="preserve"> قال</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270</w:t>
      </w:r>
      <w:r>
        <w:rPr>
          <w:rtl/>
        </w:rPr>
        <w:t xml:space="preserve"> - </w:t>
      </w:r>
      <w:r w:rsidR="00D45E0E" w:rsidRPr="007277FF">
        <w:rPr>
          <w:rtl/>
        </w:rPr>
        <w:t>271</w:t>
      </w:r>
      <w:r>
        <w:rPr>
          <w:rtl/>
        </w:rPr>
        <w:t xml:space="preserve"> - </w:t>
      </w:r>
      <w:r w:rsidR="00D45E0E" w:rsidRPr="007277FF">
        <w:rPr>
          <w:rtl/>
        </w:rPr>
        <w:t>272</w:t>
      </w:r>
      <w:r>
        <w:rPr>
          <w:rFonts w:hint="cs"/>
          <w:rtl/>
        </w:rPr>
        <w:t xml:space="preserve"> - </w:t>
      </w:r>
      <w:r w:rsidR="00D45E0E" w:rsidRPr="007277FF">
        <w:rPr>
          <w:rtl/>
        </w:rPr>
        <w:t>273</w:t>
      </w:r>
      <w:r>
        <w:rPr>
          <w:rtl/>
        </w:rPr>
        <w:t xml:space="preserve"> - </w:t>
      </w:r>
      <w:r w:rsidR="00D45E0E" w:rsidRPr="007277FF">
        <w:rPr>
          <w:rtl/>
        </w:rPr>
        <w:t>الاستبصار ج 4 ص 228 الكافي ج 2 ص 303</w:t>
      </w:r>
    </w:p>
    <w:p w:rsidR="00AC7755" w:rsidRDefault="00CC15EB" w:rsidP="00AC7755">
      <w:pPr>
        <w:pStyle w:val="libFootnote0"/>
        <w:rPr>
          <w:rtl/>
        </w:rPr>
      </w:pPr>
      <w:r>
        <w:rPr>
          <w:rtl/>
        </w:rPr>
        <w:t>-</w:t>
      </w:r>
      <w:r w:rsidR="00D45E0E" w:rsidRPr="00DA0376">
        <w:rPr>
          <w:rtl/>
        </w:rPr>
        <w:t xml:space="preserve"> 274</w:t>
      </w:r>
      <w:r>
        <w:rPr>
          <w:rtl/>
        </w:rPr>
        <w:t xml:space="preserve"> - </w:t>
      </w:r>
      <w:r w:rsidR="00D45E0E" w:rsidRPr="00DA0376">
        <w:rPr>
          <w:rtl/>
        </w:rPr>
        <w:t>275</w:t>
      </w:r>
      <w:r>
        <w:rPr>
          <w:rtl/>
        </w:rPr>
        <w:t xml:space="preserve"> - </w:t>
      </w:r>
      <w:r w:rsidR="00D45E0E" w:rsidRPr="00DA0376">
        <w:rPr>
          <w:rtl/>
        </w:rPr>
        <w:t>الاستبصار ج 4 ص 228 الكافي ج 2 ص 304</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إذا زنى أو شرب الخمر فهذا من الحقوق التي يضرب فيها نصف الحد.</w:t>
      </w:r>
    </w:p>
    <w:p w:rsidR="00AC7755" w:rsidRDefault="00D45E0E" w:rsidP="00AC7755">
      <w:pPr>
        <w:pStyle w:val="libNormal"/>
        <w:rPr>
          <w:rtl/>
        </w:rPr>
      </w:pPr>
      <w:r w:rsidRPr="00D95A45">
        <w:rPr>
          <w:rtl/>
        </w:rPr>
        <w:t>(276) 41</w:t>
      </w:r>
      <w:r w:rsidR="00CC15EB">
        <w:rPr>
          <w:rtl/>
        </w:rPr>
        <w:t xml:space="preserve"> - </w:t>
      </w:r>
      <w:r w:rsidRPr="00D95A45">
        <w:rPr>
          <w:rtl/>
        </w:rPr>
        <w:t xml:space="preserve">محمد بن علي بن محبوب عن محمد بن الحسين عن صفوان عن حريز عن بكير عن احدهما </w:t>
      </w:r>
      <w:r w:rsidR="00AC7755" w:rsidRPr="00AC7755">
        <w:rPr>
          <w:rStyle w:val="libAlaemChar"/>
          <w:rtl/>
        </w:rPr>
        <w:t>عليه‌السلام</w:t>
      </w:r>
      <w:r w:rsidRPr="00D95A45">
        <w:rPr>
          <w:rtl/>
        </w:rPr>
        <w:t xml:space="preserve"> انه قال</w:t>
      </w:r>
      <w:r w:rsidR="00CC15EB">
        <w:rPr>
          <w:rtl/>
        </w:rPr>
        <w:t>:</w:t>
      </w:r>
      <w:r>
        <w:rPr>
          <w:rtl/>
        </w:rPr>
        <w:t xml:space="preserve"> </w:t>
      </w:r>
      <w:r w:rsidRPr="00D95A45">
        <w:rPr>
          <w:rtl/>
        </w:rPr>
        <w:t>من افترى على مسلم ضرب ثمانين يهوديا كان أو نصرانيا أو عبدا.</w:t>
      </w:r>
    </w:p>
    <w:p w:rsidR="00AC7755" w:rsidRDefault="00D45E0E" w:rsidP="00AC7755">
      <w:pPr>
        <w:pStyle w:val="libNormal"/>
        <w:rPr>
          <w:rtl/>
        </w:rPr>
      </w:pPr>
      <w:r w:rsidRPr="00D95A45">
        <w:rPr>
          <w:rtl/>
        </w:rPr>
        <w:t>(277) 42</w:t>
      </w:r>
      <w:r w:rsidR="00CC15EB">
        <w:rPr>
          <w:rtl/>
        </w:rPr>
        <w:t xml:space="preserve"> - </w:t>
      </w:r>
      <w:r w:rsidRPr="00D95A45">
        <w:rPr>
          <w:rtl/>
        </w:rPr>
        <w:t>عنه عن الحسن بن محبوب عن سيف بن عميرة عن ابن بكير قال</w:t>
      </w:r>
      <w:r w:rsidR="00CC15EB">
        <w:rPr>
          <w:rtl/>
        </w:rPr>
        <w:t>:</w:t>
      </w:r>
      <w:r>
        <w:rPr>
          <w:rtl/>
        </w:rPr>
        <w:t xml:space="preserve"> </w:t>
      </w:r>
      <w:r w:rsidRPr="00D95A45">
        <w:rPr>
          <w:rtl/>
        </w:rPr>
        <w:t xml:space="preserve">سألت ابا عبد </w:t>
      </w:r>
      <w:r w:rsidR="00AC7755" w:rsidRPr="00AC7755">
        <w:rPr>
          <w:rStyle w:val="libAlaemChar"/>
          <w:rtl/>
        </w:rPr>
        <w:t>عليه‌السلام</w:t>
      </w:r>
      <w:r w:rsidRPr="00D95A45">
        <w:rPr>
          <w:rtl/>
        </w:rPr>
        <w:t xml:space="preserve"> عن عبد مملوك قذف حرا قال</w:t>
      </w:r>
      <w:r w:rsidR="00CC15EB">
        <w:rPr>
          <w:rtl/>
        </w:rPr>
        <w:t>:</w:t>
      </w:r>
      <w:r>
        <w:rPr>
          <w:rtl/>
        </w:rPr>
        <w:t xml:space="preserve"> </w:t>
      </w:r>
      <w:r w:rsidRPr="00D95A45">
        <w:rPr>
          <w:rtl/>
        </w:rPr>
        <w:t>يجلد ثمانين هذا من حقوق الناس</w:t>
      </w:r>
      <w:r w:rsidR="00CC15EB">
        <w:rPr>
          <w:rtl/>
        </w:rPr>
        <w:t>،</w:t>
      </w:r>
      <w:r>
        <w:rPr>
          <w:rtl/>
        </w:rPr>
        <w:t xml:space="preserve"> </w:t>
      </w:r>
      <w:r w:rsidRPr="00D95A45">
        <w:rPr>
          <w:rtl/>
        </w:rPr>
        <w:t>فاما ما كان من حقوق الله فانه يضرب نصف الحد قلت</w:t>
      </w:r>
      <w:r w:rsidR="00CC15EB">
        <w:rPr>
          <w:rtl/>
        </w:rPr>
        <w:t>:</w:t>
      </w:r>
      <w:r>
        <w:rPr>
          <w:rtl/>
        </w:rPr>
        <w:t xml:space="preserve"> </w:t>
      </w:r>
      <w:r w:rsidRPr="00D95A45">
        <w:rPr>
          <w:rtl/>
        </w:rPr>
        <w:t>الذى يضرب فيه نصف الحد ما هو</w:t>
      </w:r>
      <w:r>
        <w:rPr>
          <w:rtl/>
        </w:rPr>
        <w:t>؟</w:t>
      </w:r>
      <w:r w:rsidRPr="00D95A45">
        <w:rPr>
          <w:rtl/>
        </w:rPr>
        <w:t xml:space="preserve"> قال</w:t>
      </w:r>
      <w:r w:rsidR="00CC15EB">
        <w:rPr>
          <w:rtl/>
        </w:rPr>
        <w:t>:</w:t>
      </w:r>
      <w:r>
        <w:rPr>
          <w:rtl/>
        </w:rPr>
        <w:t xml:space="preserve"> </w:t>
      </w:r>
      <w:r w:rsidRPr="00D95A45">
        <w:rPr>
          <w:rtl/>
        </w:rPr>
        <w:t>إذا زنى أو شرب خمرا فهذا من حقوق الله التى يضرب فيها نصف الحد</w:t>
      </w:r>
      <w:r w:rsidR="00CC15EB">
        <w:rPr>
          <w:rtl/>
        </w:rPr>
        <w:t>،</w:t>
      </w:r>
      <w:r>
        <w:rPr>
          <w:rtl/>
        </w:rPr>
        <w:t xml:space="preserve"> </w:t>
      </w:r>
    </w:p>
    <w:p w:rsidR="00AC7755" w:rsidRDefault="00D45E0E" w:rsidP="00AC7755">
      <w:pPr>
        <w:pStyle w:val="libNormal"/>
        <w:rPr>
          <w:rtl/>
        </w:rPr>
      </w:pPr>
      <w:r w:rsidRPr="00D95A45">
        <w:rPr>
          <w:rtl/>
        </w:rPr>
        <w:t>(278) 43</w:t>
      </w:r>
      <w:r w:rsidR="00CC15EB">
        <w:rPr>
          <w:rtl/>
        </w:rPr>
        <w:t xml:space="preserve"> - </w:t>
      </w:r>
      <w:r w:rsidRPr="00D95A45">
        <w:rPr>
          <w:rtl/>
        </w:rPr>
        <w:t>فاما ما رواه محمد بن علي بن محبوب عن احمد بن محمد عن الحسين عن النضر بن سويد عن القاسم بن سليمان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العبد إذا افترى على الحر كم يجلد</w:t>
      </w:r>
      <w:r>
        <w:rPr>
          <w:rtl/>
        </w:rPr>
        <w:t>؟</w:t>
      </w:r>
      <w:r w:rsidRPr="00D95A45">
        <w:rPr>
          <w:rtl/>
        </w:rPr>
        <w:t xml:space="preserve"> قال</w:t>
      </w:r>
      <w:r w:rsidR="00CC15EB">
        <w:rPr>
          <w:rtl/>
        </w:rPr>
        <w:t>:</w:t>
      </w:r>
      <w:r>
        <w:rPr>
          <w:rtl/>
        </w:rPr>
        <w:t xml:space="preserve"> </w:t>
      </w:r>
      <w:r w:rsidRPr="00D95A45">
        <w:rPr>
          <w:rtl/>
        </w:rPr>
        <w:t>اربعين</w:t>
      </w:r>
      <w:r w:rsidR="00CC15EB">
        <w:rPr>
          <w:rtl/>
        </w:rPr>
        <w:t>،</w:t>
      </w:r>
      <w:r>
        <w:rPr>
          <w:rtl/>
        </w:rPr>
        <w:t xml:space="preserve"> </w:t>
      </w:r>
      <w:r w:rsidRPr="00D95A45">
        <w:rPr>
          <w:rtl/>
        </w:rPr>
        <w:t>وقال</w:t>
      </w:r>
      <w:r w:rsidR="00CC15EB">
        <w:rPr>
          <w:rtl/>
        </w:rPr>
        <w:t>:</w:t>
      </w:r>
      <w:r>
        <w:rPr>
          <w:rtl/>
        </w:rPr>
        <w:t xml:space="preserve"> </w:t>
      </w:r>
      <w:r w:rsidRPr="00D95A45">
        <w:rPr>
          <w:rtl/>
        </w:rPr>
        <w:t xml:space="preserve">إذا اتى بفاحشة فعليه نصف العذاب. </w:t>
      </w:r>
    </w:p>
    <w:p w:rsidR="00AC7755" w:rsidRDefault="00D45E0E" w:rsidP="00AC7755">
      <w:pPr>
        <w:pStyle w:val="libNormal"/>
        <w:rPr>
          <w:rtl/>
        </w:rPr>
      </w:pPr>
      <w:r w:rsidRPr="00D95A45">
        <w:rPr>
          <w:rtl/>
        </w:rPr>
        <w:t>فهذا خبر شاذ مخالف لظاهر القرآن وللاخبار الكثيرة التي قدمناها وما هذا حكمه لا يعمل به ولا يعترض بمثله</w:t>
      </w:r>
      <w:r w:rsidR="00CC15EB">
        <w:rPr>
          <w:rtl/>
        </w:rPr>
        <w:t>،</w:t>
      </w:r>
      <w:r>
        <w:rPr>
          <w:rtl/>
        </w:rPr>
        <w:t xml:space="preserve"> </w:t>
      </w:r>
      <w:r w:rsidRPr="00D95A45">
        <w:rPr>
          <w:rtl/>
        </w:rPr>
        <w:t>فاما مخالفته لظاهر القرآن فلأن الله تعالى قال</w:t>
      </w:r>
      <w:r w:rsidR="00CC15EB">
        <w:rPr>
          <w:rtl/>
        </w:rPr>
        <w:t>:</w:t>
      </w:r>
      <w:r>
        <w:rPr>
          <w:rtl/>
        </w:rPr>
        <w:t xml:space="preserve"> </w:t>
      </w:r>
      <w:r w:rsidR="00AC7755" w:rsidRPr="00AC7755">
        <w:rPr>
          <w:rStyle w:val="libAlaemChar"/>
          <w:rFonts w:hint="cs"/>
          <w:rtl/>
        </w:rPr>
        <w:t>(</w:t>
      </w:r>
      <w:r w:rsidRPr="00AC7755">
        <w:rPr>
          <w:rStyle w:val="libAieChar"/>
          <w:rtl/>
        </w:rPr>
        <w:t xml:space="preserve"> والذين يرمون المحصنات </w:t>
      </w:r>
      <w:r w:rsidRPr="00AC7755">
        <w:rPr>
          <w:rStyle w:val="libAlaemChar"/>
          <w:rFonts w:hint="cs"/>
          <w:rtl/>
        </w:rPr>
        <w:t>)</w:t>
      </w:r>
      <w:r w:rsidRPr="00D95A45">
        <w:rPr>
          <w:rtl/>
        </w:rPr>
        <w:t xml:space="preserve"> إلى قوله</w:t>
      </w:r>
      <w:r w:rsidR="00CC15EB">
        <w:rPr>
          <w:rtl/>
        </w:rPr>
        <w:t>:</w:t>
      </w:r>
      <w:r>
        <w:rPr>
          <w:rtl/>
        </w:rPr>
        <w:t xml:space="preserve"> </w:t>
      </w:r>
      <w:r w:rsidR="00AC7755" w:rsidRPr="00AC7755">
        <w:rPr>
          <w:rStyle w:val="libAlaemChar"/>
          <w:rFonts w:hint="cs"/>
          <w:rtl/>
        </w:rPr>
        <w:t>(</w:t>
      </w:r>
      <w:r w:rsidRPr="00AC7755">
        <w:rPr>
          <w:rStyle w:val="libAieChar"/>
          <w:rtl/>
        </w:rPr>
        <w:t xml:space="preserve">فاجلد وهم ثمانين جلدة ولا تقبلوا لهم شهادة ابدا </w:t>
      </w:r>
      <w:r w:rsidRPr="00AC7755">
        <w:rPr>
          <w:rStyle w:val="libAlaemChar"/>
          <w:rFonts w:hint="cs"/>
          <w:rtl/>
        </w:rPr>
        <w:t>)</w:t>
      </w:r>
      <w:r w:rsidRPr="00423FF9">
        <w:rPr>
          <w:rtl/>
        </w:rPr>
        <w:t xml:space="preserve"> </w:t>
      </w:r>
      <w:r w:rsidRPr="00AC7755">
        <w:rPr>
          <w:rStyle w:val="libFootnotenumChar"/>
          <w:rtl/>
        </w:rPr>
        <w:t xml:space="preserve">(1) </w:t>
      </w:r>
      <w:r w:rsidRPr="00D95A45">
        <w:rPr>
          <w:rtl/>
        </w:rPr>
        <w:t>وذلك عام في كل قاذف حرا كان أو عبدا</w:t>
      </w:r>
      <w:r w:rsidR="00CC15EB">
        <w:rPr>
          <w:rtl/>
        </w:rPr>
        <w:t>،</w:t>
      </w:r>
      <w:r>
        <w:rPr>
          <w:rtl/>
        </w:rPr>
        <w:t xml:space="preserve"> </w:t>
      </w:r>
      <w:r w:rsidRPr="00D95A45">
        <w:rPr>
          <w:rtl/>
        </w:rPr>
        <w:t xml:space="preserve">فاما قوله تعالى </w:t>
      </w:r>
      <w:r w:rsidR="00AC7755" w:rsidRPr="00AC7755">
        <w:rPr>
          <w:rStyle w:val="libAlaemChar"/>
          <w:rFonts w:hint="cs"/>
          <w:rtl/>
        </w:rPr>
        <w:t>(</w:t>
      </w:r>
      <w:r w:rsidRPr="00D95A45">
        <w:rPr>
          <w:rtl/>
        </w:rPr>
        <w:t xml:space="preserve"> </w:t>
      </w:r>
      <w:r w:rsidRPr="00AC7755">
        <w:rPr>
          <w:rStyle w:val="libAieChar"/>
          <w:rtl/>
        </w:rPr>
        <w:t>فان اتين بفاحشة فعليهن نصف ما على المحصنات من العذاب</w:t>
      </w:r>
      <w:r w:rsidRPr="00D95A45">
        <w:rPr>
          <w:rtl/>
        </w:rPr>
        <w:t xml:space="preserve"> </w:t>
      </w:r>
      <w:r w:rsidRPr="00AC7755">
        <w:rPr>
          <w:rStyle w:val="libAlaemChar"/>
          <w:rFonts w:hint="cs"/>
          <w:rtl/>
        </w:rPr>
        <w:t>)</w:t>
      </w:r>
      <w:r w:rsidRPr="00D95A45">
        <w:rPr>
          <w:rtl/>
        </w:rPr>
        <w:t xml:space="preserve"> فذلك مخصوص مقصور على الزنى لما بيناه من الاخبار وأنه لا يجوز تناقضها.</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سورة النور الآية</w:t>
      </w:r>
    </w:p>
    <w:p w:rsidR="00AC7755" w:rsidRDefault="00CC15EB" w:rsidP="00AC7755">
      <w:pPr>
        <w:pStyle w:val="libFootnote0"/>
        <w:rPr>
          <w:rtl/>
        </w:rPr>
      </w:pPr>
      <w:r>
        <w:rPr>
          <w:rtl/>
        </w:rPr>
        <w:t>-</w:t>
      </w:r>
      <w:r w:rsidR="00D45E0E" w:rsidRPr="007277FF">
        <w:rPr>
          <w:rtl/>
        </w:rPr>
        <w:t xml:space="preserve"> 4</w:t>
      </w:r>
      <w:r>
        <w:rPr>
          <w:rtl/>
        </w:rPr>
        <w:t xml:space="preserve"> - </w:t>
      </w:r>
      <w:r w:rsidR="00D45E0E" w:rsidRPr="007277FF">
        <w:rPr>
          <w:rtl/>
        </w:rPr>
        <w:t>276</w:t>
      </w:r>
      <w:r>
        <w:rPr>
          <w:rFonts w:hint="cs"/>
          <w:rtl/>
        </w:rPr>
        <w:t xml:space="preserve"> - </w:t>
      </w:r>
      <w:r w:rsidR="00D45E0E" w:rsidRPr="00DA0376">
        <w:rPr>
          <w:rtl/>
        </w:rPr>
        <w:t>277</w:t>
      </w:r>
      <w:r>
        <w:rPr>
          <w:rtl/>
        </w:rPr>
        <w:t xml:space="preserve"> - </w:t>
      </w:r>
      <w:r w:rsidR="00D45E0E" w:rsidRPr="00DA0376">
        <w:rPr>
          <w:rtl/>
        </w:rPr>
        <w:t>278</w:t>
      </w:r>
      <w:r>
        <w:rPr>
          <w:rtl/>
        </w:rPr>
        <w:t xml:space="preserve"> - </w:t>
      </w:r>
      <w:r w:rsidR="00D45E0E" w:rsidRPr="00DA0376">
        <w:rPr>
          <w:rtl/>
        </w:rPr>
        <w:t>الاستبصار ج 4 ص 229</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(279) 44</w:t>
      </w:r>
      <w:r w:rsidR="00CC15EB">
        <w:rPr>
          <w:rtl/>
        </w:rPr>
        <w:t xml:space="preserve"> - </w:t>
      </w:r>
      <w:r w:rsidRPr="00D95A45">
        <w:rPr>
          <w:rtl/>
        </w:rPr>
        <w:t xml:space="preserve">فاما ما رواه الحسين بن سعيد عن حماد عن حريز عن محمد عن ابى جعفر </w:t>
      </w:r>
      <w:r w:rsidR="00AC7755" w:rsidRPr="00AC7755">
        <w:rPr>
          <w:rStyle w:val="libAlaemChar"/>
          <w:rtl/>
        </w:rPr>
        <w:t>عليه‌السلام</w:t>
      </w:r>
      <w:r w:rsidRPr="00D95A45">
        <w:rPr>
          <w:rtl/>
        </w:rPr>
        <w:t xml:space="preserve"> في العبد يفتري على الحر قال</w:t>
      </w:r>
      <w:r w:rsidR="00CC15EB">
        <w:rPr>
          <w:rtl/>
        </w:rPr>
        <w:t>:</w:t>
      </w:r>
      <w:r>
        <w:rPr>
          <w:rtl/>
        </w:rPr>
        <w:t xml:space="preserve"> </w:t>
      </w:r>
      <w:r w:rsidRPr="00D95A45">
        <w:rPr>
          <w:rtl/>
        </w:rPr>
        <w:t>يجلد حدا الا سوطا أو سوطين.</w:t>
      </w:r>
    </w:p>
    <w:p w:rsidR="00AC7755" w:rsidRDefault="00D45E0E" w:rsidP="00AC7755">
      <w:pPr>
        <w:pStyle w:val="libNormal"/>
        <w:rPr>
          <w:rtl/>
        </w:rPr>
      </w:pPr>
      <w:r w:rsidRPr="00D95A45">
        <w:rPr>
          <w:rtl/>
        </w:rPr>
        <w:t xml:space="preserve"> فهذا الخير يحتمل ان يكون اراد بالفرية ما لم يبلغ القذف فان ذلك لا يوجب الحد كاملا ويجب فيه التعزير</w:t>
      </w:r>
      <w:r w:rsidR="00CC15EB">
        <w:rPr>
          <w:rtl/>
        </w:rPr>
        <w:t>،</w:t>
      </w:r>
      <w:r>
        <w:rPr>
          <w:rtl/>
        </w:rPr>
        <w:t xml:space="preserve"> </w:t>
      </w:r>
      <w:r w:rsidRPr="00D95A45">
        <w:rPr>
          <w:rtl/>
        </w:rPr>
        <w:t>والذي يكشف عما ذكرناه أن محمد بن مسلم قد روى خلاف هذا موافقا لما قدمناه من الاخبار.</w:t>
      </w:r>
    </w:p>
    <w:p w:rsidR="00AC7755" w:rsidRDefault="00D45E0E" w:rsidP="00AC7755">
      <w:pPr>
        <w:pStyle w:val="libNormal"/>
        <w:rPr>
          <w:rtl/>
        </w:rPr>
      </w:pPr>
      <w:r w:rsidRPr="00D95A45">
        <w:rPr>
          <w:rtl/>
        </w:rPr>
        <w:t>(280) 45</w:t>
      </w:r>
      <w:r w:rsidR="00CC15EB">
        <w:rPr>
          <w:rtl/>
        </w:rPr>
        <w:t xml:space="preserve"> - </w:t>
      </w:r>
      <w:r w:rsidRPr="00D95A45">
        <w:rPr>
          <w:rtl/>
        </w:rPr>
        <w:t xml:space="preserve">روى الحسين بن سعيد عن ابن ابي عمير عن العلا عن محمد عن احدهما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العبد يفتري على الحر قال</w:t>
      </w:r>
      <w:r w:rsidR="00CC15EB">
        <w:rPr>
          <w:rtl/>
        </w:rPr>
        <w:t>:</w:t>
      </w:r>
      <w:r>
        <w:rPr>
          <w:rtl/>
        </w:rPr>
        <w:t xml:space="preserve"> </w:t>
      </w:r>
      <w:r w:rsidRPr="00D95A45">
        <w:rPr>
          <w:rtl/>
        </w:rPr>
        <w:t>يجلد حدا.</w:t>
      </w:r>
    </w:p>
    <w:p w:rsidR="00AC7755" w:rsidRDefault="00D45E0E" w:rsidP="00AC7755">
      <w:pPr>
        <w:pStyle w:val="libNormal"/>
        <w:rPr>
          <w:rtl/>
        </w:rPr>
      </w:pPr>
      <w:r w:rsidRPr="00D95A45">
        <w:rPr>
          <w:rtl/>
        </w:rPr>
        <w:t>(281) 46</w:t>
      </w:r>
      <w:r w:rsidR="00CC15EB">
        <w:rPr>
          <w:rtl/>
        </w:rPr>
        <w:t xml:space="preserve"> - </w:t>
      </w:r>
      <w:r w:rsidRPr="00D95A45">
        <w:rPr>
          <w:rtl/>
        </w:rPr>
        <w:t>واما ما رواه يونس عن سماعة قال</w:t>
      </w:r>
      <w:r w:rsidR="00CC15EB">
        <w:rPr>
          <w:rtl/>
        </w:rPr>
        <w:t>:</w:t>
      </w:r>
      <w:r>
        <w:rPr>
          <w:rtl/>
        </w:rPr>
        <w:t xml:space="preserve"> </w:t>
      </w:r>
      <w:r w:rsidRPr="00D95A45">
        <w:rPr>
          <w:rtl/>
        </w:rPr>
        <w:t>سألته عن المملوك يفتري على الحر قال</w:t>
      </w:r>
      <w:r w:rsidR="00CC15EB">
        <w:rPr>
          <w:rtl/>
        </w:rPr>
        <w:t>:</w:t>
      </w:r>
      <w:r>
        <w:rPr>
          <w:rtl/>
        </w:rPr>
        <w:t xml:space="preserve"> </w:t>
      </w:r>
      <w:r w:rsidRPr="00D95A45">
        <w:rPr>
          <w:rtl/>
        </w:rPr>
        <w:t>عليه خمسون جلدة</w:t>
      </w:r>
      <w:r w:rsidR="00CC15EB">
        <w:rPr>
          <w:rtl/>
        </w:rPr>
        <w:t>،</w:t>
      </w:r>
      <w:r>
        <w:rPr>
          <w:rtl/>
        </w:rPr>
        <w:t xml:space="preserve"> </w:t>
      </w:r>
    </w:p>
    <w:p w:rsidR="00AC7755" w:rsidRDefault="00D45E0E" w:rsidP="00AC7755">
      <w:pPr>
        <w:pStyle w:val="libNormal"/>
        <w:rPr>
          <w:rtl/>
        </w:rPr>
      </w:pPr>
      <w:r w:rsidRPr="00D95A45">
        <w:rPr>
          <w:rtl/>
        </w:rPr>
        <w:t xml:space="preserve"> فالوجه فيه ايضا ما ذكرناه في الخبر الاول لأن سماعة قد روى انه يجب عليه الحد ثمانين وقد قدمناه.</w:t>
      </w:r>
    </w:p>
    <w:p w:rsidR="00AC7755" w:rsidRDefault="00D45E0E" w:rsidP="00AC7755">
      <w:pPr>
        <w:pStyle w:val="libNormal"/>
        <w:rPr>
          <w:rtl/>
        </w:rPr>
      </w:pPr>
      <w:r w:rsidRPr="00D95A45">
        <w:rPr>
          <w:rtl/>
        </w:rPr>
        <w:t>(282) 47</w:t>
      </w:r>
      <w:r w:rsidR="00CC15EB">
        <w:rPr>
          <w:rtl/>
        </w:rPr>
        <w:t xml:space="preserve"> - </w:t>
      </w:r>
      <w:r w:rsidRPr="00D95A45">
        <w:rPr>
          <w:rtl/>
        </w:rPr>
        <w:t>واما ما رواه الحسين بن سعيد عن النضر بن سويد عن القاسم بن سليمان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المملوك إذا افترى على الحر كم يجلد</w:t>
      </w:r>
      <w:r>
        <w:rPr>
          <w:rtl/>
        </w:rPr>
        <w:t>؟</w:t>
      </w:r>
      <w:r w:rsidRPr="00D95A45">
        <w:rPr>
          <w:rtl/>
        </w:rPr>
        <w:t xml:space="preserve"> قال</w:t>
      </w:r>
      <w:r w:rsidR="00CC15EB">
        <w:rPr>
          <w:rtl/>
        </w:rPr>
        <w:t>:</w:t>
      </w:r>
      <w:r>
        <w:rPr>
          <w:rtl/>
        </w:rPr>
        <w:t xml:space="preserve"> </w:t>
      </w:r>
      <w:r w:rsidRPr="00D95A45">
        <w:rPr>
          <w:rtl/>
        </w:rPr>
        <w:t>اربعين.</w:t>
      </w:r>
    </w:p>
    <w:p w:rsidR="00AC7755" w:rsidRDefault="00D45E0E" w:rsidP="00AC7755">
      <w:pPr>
        <w:pStyle w:val="libNormal"/>
        <w:rPr>
          <w:rtl/>
        </w:rPr>
      </w:pPr>
      <w:r w:rsidRPr="00D95A45">
        <w:rPr>
          <w:rtl/>
        </w:rPr>
        <w:t xml:space="preserve"> فقد بينا الوجه فيه في رواية محمد بن علي بن محبوب فلا وجه لاعادته.</w:t>
      </w:r>
    </w:p>
    <w:p w:rsidR="00AC7755" w:rsidRDefault="00D45E0E" w:rsidP="00AC7755">
      <w:pPr>
        <w:pStyle w:val="libNormal"/>
        <w:rPr>
          <w:rtl/>
        </w:rPr>
      </w:pPr>
      <w:r w:rsidRPr="00D95A45">
        <w:rPr>
          <w:rtl/>
        </w:rPr>
        <w:t>(283) 47</w:t>
      </w:r>
      <w:r w:rsidR="00CC15EB">
        <w:rPr>
          <w:rtl/>
        </w:rPr>
        <w:t xml:space="preserve"> - </w:t>
      </w:r>
      <w:r w:rsidRPr="00D95A45">
        <w:rPr>
          <w:rtl/>
        </w:rPr>
        <w:t>يونس بن عبد الرحمان عن ابن مسكان عن ابي بصير قال</w:t>
      </w:r>
      <w:r w:rsidR="00CC15EB">
        <w:rPr>
          <w:rtl/>
        </w:rPr>
        <w:t>:</w:t>
      </w:r>
      <w:r>
        <w:rPr>
          <w:rtl/>
        </w:rPr>
        <w:t xml:space="preserve"> </w:t>
      </w:r>
      <w:r w:rsidRPr="00D95A45">
        <w:rPr>
          <w:rtl/>
        </w:rPr>
        <w:t>قال</w:t>
      </w:r>
      <w:r w:rsidR="00CC15EB">
        <w:rPr>
          <w:rtl/>
        </w:rPr>
        <w:t>:</w:t>
      </w:r>
      <w:r>
        <w:rPr>
          <w:rtl/>
        </w:rPr>
        <w:t xml:space="preserve"> </w:t>
      </w:r>
      <w:r w:rsidRPr="00D95A45">
        <w:rPr>
          <w:rtl/>
        </w:rPr>
        <w:t>حد اليهودي والنصراني والمملوك في الخمر والفرية سواء</w:t>
      </w:r>
      <w:r w:rsidR="00CC15EB">
        <w:rPr>
          <w:rtl/>
        </w:rPr>
        <w:t>،</w:t>
      </w:r>
      <w:r>
        <w:rPr>
          <w:rtl/>
        </w:rPr>
        <w:t xml:space="preserve"> </w:t>
      </w:r>
      <w:r w:rsidRPr="00D95A45">
        <w:rPr>
          <w:rtl/>
        </w:rPr>
        <w:t>وانما صولح اهل الذمة ان يشربوها في بيوتهم.</w:t>
      </w:r>
    </w:p>
    <w:p w:rsidR="00AC7755" w:rsidRDefault="00D45E0E" w:rsidP="00AC7755">
      <w:pPr>
        <w:pStyle w:val="libNormal"/>
        <w:rPr>
          <w:rtl/>
        </w:rPr>
      </w:pPr>
      <w:r w:rsidRPr="00D95A45">
        <w:rPr>
          <w:rtl/>
        </w:rPr>
        <w:t>(284) 49</w:t>
      </w:r>
      <w:r w:rsidR="00CC15EB">
        <w:rPr>
          <w:rtl/>
        </w:rPr>
        <w:t xml:space="preserve"> - </w:t>
      </w:r>
      <w:r w:rsidRPr="00D95A45">
        <w:rPr>
          <w:rtl/>
        </w:rPr>
        <w:t>عنه عن يونس قال</w:t>
      </w:r>
      <w:r w:rsidR="00CC15EB">
        <w:rPr>
          <w:rtl/>
        </w:rPr>
        <w:t>:</w:t>
      </w:r>
      <w:r>
        <w:rPr>
          <w:rtl/>
        </w:rPr>
        <w:t xml:space="preserve"> </w:t>
      </w:r>
      <w:r w:rsidRPr="00D95A45">
        <w:rPr>
          <w:rtl/>
        </w:rPr>
        <w:t>سألته عن اليهودي والنصراني</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279</w:t>
      </w:r>
      <w:r>
        <w:rPr>
          <w:rFonts w:hint="cs"/>
          <w:rtl/>
        </w:rPr>
        <w:t xml:space="preserve"> - </w:t>
      </w:r>
      <w:r w:rsidR="00D45E0E" w:rsidRPr="007277FF">
        <w:rPr>
          <w:rtl/>
        </w:rPr>
        <w:t>280</w:t>
      </w:r>
      <w:r>
        <w:rPr>
          <w:rtl/>
        </w:rPr>
        <w:t xml:space="preserve"> - </w:t>
      </w:r>
      <w:r w:rsidR="00D45E0E" w:rsidRPr="007277FF">
        <w:rPr>
          <w:rtl/>
        </w:rPr>
        <w:t>281</w:t>
      </w:r>
      <w:r>
        <w:rPr>
          <w:rFonts w:hint="cs"/>
          <w:rtl/>
        </w:rPr>
        <w:t xml:space="preserve"> - </w:t>
      </w:r>
      <w:r w:rsidR="00D45E0E" w:rsidRPr="007277FF">
        <w:rPr>
          <w:rtl/>
        </w:rPr>
        <w:t>282</w:t>
      </w:r>
      <w:r>
        <w:rPr>
          <w:rtl/>
        </w:rPr>
        <w:t xml:space="preserve"> - </w:t>
      </w:r>
      <w:r w:rsidR="00D45E0E" w:rsidRPr="007277FF">
        <w:rPr>
          <w:rtl/>
        </w:rPr>
        <w:t>283</w:t>
      </w:r>
      <w:r>
        <w:rPr>
          <w:rtl/>
        </w:rPr>
        <w:t xml:space="preserve"> - </w:t>
      </w:r>
      <w:r w:rsidR="00D45E0E" w:rsidRPr="007277FF">
        <w:rPr>
          <w:rtl/>
        </w:rPr>
        <w:t>الاستبصار ج 4 ص 230 واخرج الخامس الكليني في الكافي ج 2 ص 305</w:t>
      </w:r>
    </w:p>
    <w:p w:rsidR="00AC7755" w:rsidRDefault="00CC15EB" w:rsidP="00AC7755">
      <w:pPr>
        <w:pStyle w:val="libFootnote0"/>
        <w:rPr>
          <w:rtl/>
        </w:rPr>
      </w:pPr>
      <w:r>
        <w:rPr>
          <w:rtl/>
        </w:rPr>
        <w:t>-</w:t>
      </w:r>
      <w:r w:rsidR="00D45E0E" w:rsidRPr="00DA0376">
        <w:rPr>
          <w:rtl/>
        </w:rPr>
        <w:t xml:space="preserve"> 284</w:t>
      </w:r>
      <w:r>
        <w:rPr>
          <w:rtl/>
        </w:rPr>
        <w:t xml:space="preserve"> - </w:t>
      </w:r>
      <w:r w:rsidR="00D45E0E" w:rsidRPr="00DA0376">
        <w:rPr>
          <w:rtl/>
        </w:rPr>
        <w:t>الكافي ج 2 ص 305</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يقذف صاحب ملة على ملته والمجوسي يقذف المسلم قال</w:t>
      </w:r>
      <w:r w:rsidR="00CC15EB">
        <w:rPr>
          <w:rtl/>
        </w:rPr>
        <w:t>:</w:t>
      </w:r>
      <w:r>
        <w:rPr>
          <w:rtl/>
        </w:rPr>
        <w:t xml:space="preserve"> </w:t>
      </w:r>
      <w:r w:rsidRPr="00DA0376">
        <w:rPr>
          <w:rtl/>
        </w:rPr>
        <w:t>يجلد الحد.</w:t>
      </w:r>
    </w:p>
    <w:p w:rsidR="00AC7755" w:rsidRDefault="00D45E0E" w:rsidP="00AC7755">
      <w:pPr>
        <w:pStyle w:val="libNormal"/>
        <w:rPr>
          <w:rtl/>
        </w:rPr>
      </w:pPr>
      <w:r w:rsidRPr="00D95A45">
        <w:rPr>
          <w:rtl/>
        </w:rPr>
        <w:t>(285) 50</w:t>
      </w:r>
      <w:r w:rsidR="00CC15EB">
        <w:rPr>
          <w:rtl/>
        </w:rPr>
        <w:t xml:space="preserve"> - </w:t>
      </w:r>
      <w:r w:rsidRPr="00D95A45">
        <w:rPr>
          <w:rtl/>
        </w:rPr>
        <w:t>احمد بن محمد عن ابن محبوب عن عباد بن صهيب قال</w:t>
      </w:r>
      <w:r w:rsidR="00CC15EB">
        <w:rPr>
          <w:rtl/>
        </w:rPr>
        <w:t>:</w:t>
      </w:r>
      <w:r>
        <w:rPr>
          <w:rtl/>
        </w:rPr>
        <w:t xml:space="preserve"> </w:t>
      </w:r>
      <w:r w:rsidRPr="00D95A45">
        <w:rPr>
          <w:rtl/>
        </w:rPr>
        <w:t xml:space="preserve">سئل أبو عبد الله </w:t>
      </w:r>
      <w:r w:rsidR="00AC7755" w:rsidRPr="00AC7755">
        <w:rPr>
          <w:rStyle w:val="libAlaemChar"/>
          <w:rtl/>
        </w:rPr>
        <w:t>عليه‌السلام</w:t>
      </w:r>
      <w:r w:rsidRPr="00D95A45">
        <w:rPr>
          <w:rtl/>
        </w:rPr>
        <w:t xml:space="preserve"> عن نصراني قذف مسلما فقال له</w:t>
      </w:r>
      <w:r w:rsidR="00CC15EB">
        <w:rPr>
          <w:rtl/>
        </w:rPr>
        <w:t>:</w:t>
      </w:r>
      <w:r>
        <w:rPr>
          <w:rtl/>
        </w:rPr>
        <w:t xml:space="preserve"> </w:t>
      </w:r>
      <w:r w:rsidRPr="00D95A45">
        <w:rPr>
          <w:rtl/>
        </w:rPr>
        <w:t>يا زان فقال</w:t>
      </w:r>
      <w:r w:rsidR="00CC15EB">
        <w:rPr>
          <w:rtl/>
        </w:rPr>
        <w:t>:</w:t>
      </w:r>
      <w:r>
        <w:rPr>
          <w:rtl/>
        </w:rPr>
        <w:t xml:space="preserve"> </w:t>
      </w:r>
      <w:r w:rsidRPr="00D95A45">
        <w:rPr>
          <w:rtl/>
        </w:rPr>
        <w:t>يجلد ثمانين جلدة لحق المسلم وثمانين سوطا إلا سوطا لحرمة الاسلام ويحلق رأسه ويطاف به في اهل دينه لكي ينكل غيره.</w:t>
      </w:r>
    </w:p>
    <w:p w:rsidR="00AC7755" w:rsidRDefault="00D45E0E" w:rsidP="00AC7755">
      <w:pPr>
        <w:pStyle w:val="libNormal"/>
        <w:rPr>
          <w:rtl/>
        </w:rPr>
      </w:pPr>
      <w:r w:rsidRPr="00D95A45">
        <w:rPr>
          <w:rtl/>
        </w:rPr>
        <w:t>(286) 51</w:t>
      </w:r>
      <w:r w:rsidR="00CC15EB">
        <w:rPr>
          <w:rtl/>
        </w:rPr>
        <w:t xml:space="preserve"> - </w:t>
      </w:r>
      <w:r w:rsidRPr="00D95A45">
        <w:rPr>
          <w:rtl/>
        </w:rPr>
        <w:t xml:space="preserve">يونس عن عبد الله بن سنان عن ابى عبد الله </w:t>
      </w:r>
      <w:r w:rsidR="00AC7755" w:rsidRPr="00AC7755">
        <w:rPr>
          <w:rStyle w:val="libAlaemChar"/>
          <w:rtl/>
        </w:rPr>
        <w:t>عليه‌السلام</w:t>
      </w:r>
      <w:r w:rsidRPr="00D95A45">
        <w:rPr>
          <w:rtl/>
        </w:rPr>
        <w:t xml:space="preserve"> انه نهى عن قذف من ليس على الاسلام الا ان يطلع على ذلك منهم وقال</w:t>
      </w:r>
      <w:r w:rsidR="00CC15EB">
        <w:rPr>
          <w:rtl/>
        </w:rPr>
        <w:t>:</w:t>
      </w:r>
      <w:r>
        <w:rPr>
          <w:rtl/>
        </w:rPr>
        <w:t xml:space="preserve"> </w:t>
      </w:r>
      <w:r w:rsidRPr="00D95A45">
        <w:rPr>
          <w:rtl/>
        </w:rPr>
        <w:t>ايسر ما يكون ان يكون قد كذب.</w:t>
      </w:r>
    </w:p>
    <w:p w:rsidR="00AC7755" w:rsidRDefault="00D45E0E" w:rsidP="00AC7755">
      <w:pPr>
        <w:pStyle w:val="libNormal"/>
        <w:rPr>
          <w:rtl/>
        </w:rPr>
      </w:pPr>
      <w:r w:rsidRPr="00D95A45">
        <w:rPr>
          <w:rtl/>
        </w:rPr>
        <w:t>(287) 52</w:t>
      </w:r>
      <w:r w:rsidR="00CC15EB">
        <w:rPr>
          <w:rtl/>
        </w:rPr>
        <w:t xml:space="preserve"> - </w:t>
      </w:r>
      <w:r w:rsidRPr="00D95A45">
        <w:rPr>
          <w:rtl/>
        </w:rPr>
        <w:t xml:space="preserve">علي بن ابراهيم عن ابيه عن ابن ابى عمير عن حماد عن الحلبي عن ابي عبد الله </w:t>
      </w:r>
      <w:r w:rsidR="00AC7755" w:rsidRPr="00AC7755">
        <w:rPr>
          <w:rStyle w:val="libAlaemChar"/>
          <w:rtl/>
        </w:rPr>
        <w:t>عليه‌السلام</w:t>
      </w:r>
      <w:r w:rsidRPr="00D95A45">
        <w:rPr>
          <w:rtl/>
        </w:rPr>
        <w:t xml:space="preserve"> انه نهى عن قذف من كان على غير الاسلام الا أن تكون اطلعت على ذلك منه</w:t>
      </w:r>
      <w:r w:rsidR="00CC15EB">
        <w:rPr>
          <w:rtl/>
        </w:rPr>
        <w:t>،</w:t>
      </w:r>
      <w:r>
        <w:rPr>
          <w:rtl/>
        </w:rPr>
        <w:t xml:space="preserve"> </w:t>
      </w:r>
    </w:p>
    <w:p w:rsidR="00AC7755" w:rsidRDefault="00D45E0E" w:rsidP="00AC7755">
      <w:pPr>
        <w:pStyle w:val="libNormal"/>
        <w:rPr>
          <w:rtl/>
        </w:rPr>
      </w:pPr>
      <w:r w:rsidRPr="00D95A45">
        <w:rPr>
          <w:rtl/>
        </w:rPr>
        <w:t>(288) 53</w:t>
      </w:r>
      <w:r w:rsidR="00CC15EB">
        <w:rPr>
          <w:rtl/>
        </w:rPr>
        <w:t xml:space="preserve"> - </w:t>
      </w:r>
      <w:r w:rsidRPr="00D95A45">
        <w:rPr>
          <w:rtl/>
        </w:rPr>
        <w:t>عنه عن ابن ابي عمير عن ابي الحسن الحذاء قال</w:t>
      </w:r>
      <w:r w:rsidR="00CC15EB">
        <w:rPr>
          <w:rtl/>
        </w:rPr>
        <w:t>:</w:t>
      </w:r>
      <w:r>
        <w:rPr>
          <w:rtl/>
        </w:rPr>
        <w:t xml:space="preserve"> </w:t>
      </w:r>
      <w:r w:rsidRPr="00D95A45">
        <w:rPr>
          <w:rtl/>
        </w:rPr>
        <w:t xml:space="preserve">كنت عند ابى عبد الله </w:t>
      </w:r>
      <w:r w:rsidR="00AC7755" w:rsidRPr="00AC7755">
        <w:rPr>
          <w:rStyle w:val="libAlaemChar"/>
          <w:rtl/>
        </w:rPr>
        <w:t>عليه‌السلام</w:t>
      </w:r>
      <w:r w:rsidRPr="00D95A45">
        <w:rPr>
          <w:rtl/>
        </w:rPr>
        <w:t xml:space="preserve"> فسألني رجل</w:t>
      </w:r>
      <w:r w:rsidR="00CC15EB">
        <w:rPr>
          <w:rtl/>
        </w:rPr>
        <w:t>:</w:t>
      </w:r>
      <w:r>
        <w:rPr>
          <w:rtl/>
        </w:rPr>
        <w:t xml:space="preserve"> </w:t>
      </w:r>
      <w:r w:rsidRPr="00D95A45">
        <w:rPr>
          <w:rtl/>
        </w:rPr>
        <w:t>ما فعل غريمك</w:t>
      </w:r>
      <w:r>
        <w:rPr>
          <w:rtl/>
        </w:rPr>
        <w:t>؟</w:t>
      </w:r>
      <w:r w:rsidRPr="00D95A45">
        <w:rPr>
          <w:rtl/>
        </w:rPr>
        <w:t xml:space="preserve"> قلت</w:t>
      </w:r>
      <w:r w:rsidR="00CC15EB">
        <w:rPr>
          <w:rtl/>
        </w:rPr>
        <w:t>:</w:t>
      </w:r>
      <w:r>
        <w:rPr>
          <w:rtl/>
        </w:rPr>
        <w:t xml:space="preserve"> </w:t>
      </w:r>
      <w:r w:rsidRPr="00D95A45">
        <w:rPr>
          <w:rtl/>
        </w:rPr>
        <w:t xml:space="preserve">ذاك ابن الفاعلة فنظر الي أبو عبد الله </w:t>
      </w:r>
      <w:r w:rsidR="00AC7755" w:rsidRPr="00AC7755">
        <w:rPr>
          <w:rStyle w:val="libAlaemChar"/>
          <w:rtl/>
        </w:rPr>
        <w:t>عليه‌السلام</w:t>
      </w:r>
      <w:r w:rsidRPr="00D95A45">
        <w:rPr>
          <w:rtl/>
        </w:rPr>
        <w:t xml:space="preserve"> نظرا شديدا قال</w:t>
      </w:r>
      <w:r w:rsidR="00CC15EB">
        <w:rPr>
          <w:rtl/>
        </w:rPr>
        <w:t>:</w:t>
      </w:r>
      <w:r>
        <w:rPr>
          <w:rtl/>
        </w:rPr>
        <w:t xml:space="preserve"> </w:t>
      </w:r>
      <w:r w:rsidRPr="00D95A45">
        <w:rPr>
          <w:rtl/>
        </w:rPr>
        <w:t>فقلت</w:t>
      </w:r>
      <w:r w:rsidR="00CC15EB">
        <w:rPr>
          <w:rtl/>
        </w:rPr>
        <w:t>:</w:t>
      </w:r>
      <w:r>
        <w:rPr>
          <w:rtl/>
        </w:rPr>
        <w:t xml:space="preserve"> </w:t>
      </w:r>
      <w:r w:rsidRPr="00D95A45">
        <w:rPr>
          <w:rtl/>
        </w:rPr>
        <w:t>جعلت فداك انه مجوسي امه اخته فقال</w:t>
      </w:r>
      <w:r w:rsidR="00CC15EB">
        <w:rPr>
          <w:rtl/>
        </w:rPr>
        <w:t>:</w:t>
      </w:r>
      <w:r>
        <w:rPr>
          <w:rtl/>
        </w:rPr>
        <w:t xml:space="preserve"> </w:t>
      </w:r>
      <w:r w:rsidRPr="00D95A45">
        <w:rPr>
          <w:rtl/>
        </w:rPr>
        <w:t>أو ليس ذلك في دينهم نكاحا</w:t>
      </w:r>
      <w:r>
        <w:rPr>
          <w:rtl/>
        </w:rPr>
        <w:t>؟</w:t>
      </w:r>
      <w:r w:rsidRPr="00D95A45">
        <w:rPr>
          <w:rtl/>
        </w:rPr>
        <w:t>.</w:t>
      </w:r>
    </w:p>
    <w:p w:rsidR="00AC7755" w:rsidRDefault="00D45E0E" w:rsidP="00AC7755">
      <w:pPr>
        <w:pStyle w:val="libNormal"/>
        <w:rPr>
          <w:rtl/>
        </w:rPr>
      </w:pPr>
      <w:r w:rsidRPr="00D95A45">
        <w:rPr>
          <w:rtl/>
        </w:rPr>
        <w:t>(289) 54</w:t>
      </w:r>
      <w:r w:rsidR="00CC15EB">
        <w:rPr>
          <w:rtl/>
        </w:rPr>
        <w:t xml:space="preserve"> - </w:t>
      </w:r>
      <w:r w:rsidRPr="00D95A45">
        <w:rPr>
          <w:rtl/>
        </w:rPr>
        <w:t>حميد بن زياد عن الحسن بن محمد بن سماعة عن جعفر ابن سماعة عن ابان بن عثمان عن اسماعيل بن الفضل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الافتراء على اهل الذمة واهل الكتاب هل يجلد المسلم الحد في الافتراء عليهم</w:t>
      </w:r>
      <w:r>
        <w:rPr>
          <w:rtl/>
        </w:rPr>
        <w:t>؟</w:t>
      </w:r>
      <w:r w:rsidRPr="00D95A45">
        <w:rPr>
          <w:rtl/>
        </w:rPr>
        <w:t xml:space="preserve"> قال</w:t>
      </w:r>
      <w:r w:rsidR="00CC15EB">
        <w:rPr>
          <w:rtl/>
        </w:rPr>
        <w:t>:</w:t>
      </w:r>
      <w:r>
        <w:rPr>
          <w:rtl/>
        </w:rPr>
        <w:t xml:space="preserve"> </w:t>
      </w:r>
      <w:r w:rsidRPr="00D95A45">
        <w:rPr>
          <w:rtl/>
        </w:rPr>
        <w:t>لا ولكن يعزر.</w:t>
      </w:r>
    </w:p>
    <w:p w:rsidR="00AC7755" w:rsidRDefault="00D45E0E" w:rsidP="00AC7755">
      <w:pPr>
        <w:pStyle w:val="libNormal"/>
        <w:rPr>
          <w:rtl/>
        </w:rPr>
      </w:pPr>
      <w:r w:rsidRPr="00D95A45">
        <w:rPr>
          <w:rtl/>
        </w:rPr>
        <w:t>(290) 55</w:t>
      </w:r>
      <w:r w:rsidR="00CC15EB">
        <w:rPr>
          <w:rtl/>
        </w:rPr>
        <w:t xml:space="preserve"> - </w:t>
      </w:r>
      <w:r w:rsidRPr="00D95A45">
        <w:rPr>
          <w:rtl/>
        </w:rPr>
        <w:t>محمد بن علي بن محبوب عن بنان بن محمد عن موسى</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285</w:t>
      </w:r>
      <w:r w:rsidR="00CC15EB">
        <w:rPr>
          <w:rtl/>
        </w:rPr>
        <w:t xml:space="preserve"> - </w:t>
      </w:r>
      <w:r w:rsidRPr="00D95A45">
        <w:rPr>
          <w:rtl/>
        </w:rPr>
        <w:t>الكافي ج 2 ص 305 الفقيه ج 4 ص 35</w:t>
      </w:r>
    </w:p>
    <w:p w:rsidR="00AC7755" w:rsidRDefault="00CC15EB" w:rsidP="00AC7755">
      <w:pPr>
        <w:pStyle w:val="libFootnote0"/>
        <w:rPr>
          <w:rtl/>
        </w:rPr>
      </w:pPr>
      <w:r>
        <w:rPr>
          <w:rtl/>
        </w:rPr>
        <w:t>-</w:t>
      </w:r>
      <w:r w:rsidR="00D45E0E" w:rsidRPr="007277FF">
        <w:rPr>
          <w:rtl/>
        </w:rPr>
        <w:t xml:space="preserve"> 286</w:t>
      </w:r>
      <w:r>
        <w:rPr>
          <w:rtl/>
        </w:rPr>
        <w:t xml:space="preserve"> - </w:t>
      </w:r>
      <w:r w:rsidR="00D45E0E" w:rsidRPr="007277FF">
        <w:rPr>
          <w:rtl/>
        </w:rPr>
        <w:t>287</w:t>
      </w:r>
      <w:r>
        <w:rPr>
          <w:rFonts w:hint="cs"/>
          <w:rtl/>
        </w:rPr>
        <w:t xml:space="preserve"> - </w:t>
      </w:r>
      <w:r w:rsidR="00D45E0E" w:rsidRPr="00DA0376">
        <w:rPr>
          <w:rtl/>
        </w:rPr>
        <w:t>288</w:t>
      </w:r>
      <w:r>
        <w:rPr>
          <w:rtl/>
        </w:rPr>
        <w:t xml:space="preserve"> - </w:t>
      </w:r>
      <w:r w:rsidR="00D45E0E" w:rsidRPr="00DA0376">
        <w:rPr>
          <w:rtl/>
        </w:rPr>
        <w:t>289</w:t>
      </w:r>
      <w:r>
        <w:rPr>
          <w:rtl/>
        </w:rPr>
        <w:t xml:space="preserve"> - </w:t>
      </w:r>
      <w:r w:rsidR="00D45E0E" w:rsidRPr="00DA0376">
        <w:rPr>
          <w:rtl/>
        </w:rPr>
        <w:t>الكافي ج 2 ص 290 305</w:t>
      </w:r>
      <w:r>
        <w:rPr>
          <w:rtl/>
        </w:rPr>
        <w:t xml:space="preserve"> - </w:t>
      </w:r>
      <w:r w:rsidR="00D45E0E" w:rsidRPr="00DA0376">
        <w:rPr>
          <w:rtl/>
        </w:rPr>
        <w:t>الكافي ج 2 ص 296</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ابن القاسم بن الحكم جميعا عن ابان عن عبد الرحمان بن ابي عبد الله عن ابى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النصرانية واليهودية تكون تحت المسلم فيقذف ابنها يضرب القاذف لان المسلم قد حصنها.</w:t>
      </w:r>
    </w:p>
    <w:p w:rsidR="00AC7755" w:rsidRDefault="00D45E0E" w:rsidP="00AC7755">
      <w:pPr>
        <w:pStyle w:val="libNormal"/>
        <w:rPr>
          <w:rtl/>
        </w:rPr>
      </w:pPr>
      <w:r w:rsidRPr="00D95A45">
        <w:rPr>
          <w:rtl/>
        </w:rPr>
        <w:t>(291) 56</w:t>
      </w:r>
      <w:r w:rsidR="00CC15EB">
        <w:rPr>
          <w:rtl/>
        </w:rPr>
        <w:t xml:space="preserve"> - </w:t>
      </w:r>
      <w:r w:rsidRPr="00D95A45">
        <w:rPr>
          <w:rtl/>
        </w:rPr>
        <w:t xml:space="preserve">احمد بن محمد بن عيسى عن ابن محبوب عن العلا ابن رزين وابى ايوب عن محمد بن مسلم عن ابي جعفر </w:t>
      </w:r>
      <w:r w:rsidR="00AC7755" w:rsidRPr="00AC7755">
        <w:rPr>
          <w:rStyle w:val="libAlaemChar"/>
          <w:rtl/>
        </w:rPr>
        <w:t>عليه‌السلام</w:t>
      </w:r>
      <w:r w:rsidRPr="00D95A45">
        <w:rPr>
          <w:rtl/>
        </w:rPr>
        <w:t xml:space="preserve"> في رجل قال لامرأته يا زانية انا زنيت بك قال</w:t>
      </w:r>
      <w:r w:rsidR="00CC15EB">
        <w:rPr>
          <w:rtl/>
        </w:rPr>
        <w:t>:</w:t>
      </w:r>
      <w:r>
        <w:rPr>
          <w:rtl/>
        </w:rPr>
        <w:t xml:space="preserve"> </w:t>
      </w:r>
      <w:r w:rsidRPr="00D95A45">
        <w:rPr>
          <w:rtl/>
        </w:rPr>
        <w:t>عليه حد واحد لقذفه اياها</w:t>
      </w:r>
      <w:r w:rsidR="00CC15EB">
        <w:rPr>
          <w:rtl/>
        </w:rPr>
        <w:t>،</w:t>
      </w:r>
      <w:r>
        <w:rPr>
          <w:rtl/>
        </w:rPr>
        <w:t xml:space="preserve"> </w:t>
      </w:r>
      <w:r w:rsidRPr="00D95A45">
        <w:rPr>
          <w:rtl/>
        </w:rPr>
        <w:t>واما قوله انا زنيت بك فلا حد فيه الا ان يشهد على نفسه اربع شهادات بالزنى عند الامام.</w:t>
      </w:r>
    </w:p>
    <w:p w:rsidR="00AC7755" w:rsidRDefault="00D45E0E" w:rsidP="00AC7755">
      <w:pPr>
        <w:pStyle w:val="libNormal"/>
        <w:rPr>
          <w:rtl/>
        </w:rPr>
      </w:pPr>
      <w:r w:rsidRPr="00D95A45">
        <w:rPr>
          <w:rtl/>
        </w:rPr>
        <w:t>(292) 57</w:t>
      </w:r>
      <w:r w:rsidR="00CC15EB">
        <w:rPr>
          <w:rtl/>
        </w:rPr>
        <w:t xml:space="preserve"> - </w:t>
      </w:r>
      <w:r w:rsidRPr="00D95A45">
        <w:rPr>
          <w:rtl/>
        </w:rPr>
        <w:t xml:space="preserve">يونس بن عبد الرحمان عن محمد بن مضارب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من قذف امرأته قبل ان يدخل بها جلد الحد وهي امرأته.</w:t>
      </w:r>
    </w:p>
    <w:p w:rsidR="00AC7755" w:rsidRDefault="00D45E0E" w:rsidP="00AC7755">
      <w:pPr>
        <w:pStyle w:val="libNormal"/>
        <w:rPr>
          <w:rtl/>
        </w:rPr>
      </w:pPr>
      <w:r w:rsidRPr="00D95A45">
        <w:rPr>
          <w:rtl/>
        </w:rPr>
        <w:t>(293) 58</w:t>
      </w:r>
      <w:r w:rsidR="00CC15EB">
        <w:rPr>
          <w:rtl/>
        </w:rPr>
        <w:t xml:space="preserve"> - </w:t>
      </w:r>
      <w:r w:rsidRPr="00D95A45">
        <w:rPr>
          <w:rtl/>
        </w:rPr>
        <w:t xml:space="preserve">يونس بن عبد الرحمان عن عبد الله بن سنان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قذف الرجل امرأته ثم اكذب نفسه جلد الحد وكانت امرأته وان لم يكذب نفسه تلاعنا ويفرق بينهما.</w:t>
      </w:r>
    </w:p>
    <w:p w:rsidR="00AC7755" w:rsidRDefault="00D45E0E" w:rsidP="00AC7755">
      <w:pPr>
        <w:pStyle w:val="libNormal"/>
        <w:rPr>
          <w:rtl/>
        </w:rPr>
      </w:pPr>
      <w:r w:rsidRPr="00D95A45">
        <w:rPr>
          <w:rtl/>
        </w:rPr>
        <w:t>(294) 59</w:t>
      </w:r>
      <w:r w:rsidR="00CC15EB">
        <w:rPr>
          <w:rtl/>
        </w:rPr>
        <w:t xml:space="preserve"> - </w:t>
      </w:r>
      <w:r w:rsidRPr="00D95A45">
        <w:rPr>
          <w:rtl/>
        </w:rPr>
        <w:t xml:space="preserve">احمد بن محمد عن الحسن بن محبوب عن عباد بن صهيب عن ابى عبد الله </w:t>
      </w:r>
      <w:r w:rsidR="00AC7755" w:rsidRPr="00AC7755">
        <w:rPr>
          <w:rStyle w:val="libAlaemChar"/>
          <w:rtl/>
        </w:rPr>
        <w:t>عليه‌السلام</w:t>
      </w:r>
      <w:r w:rsidRPr="00D95A45">
        <w:rPr>
          <w:rtl/>
        </w:rPr>
        <w:t xml:space="preserve"> في رجل أو قفه الامام للعان فشهد شهادتين ثم نكل واكذب نفسه قبل أن يفرغ من اللعان قال</w:t>
      </w:r>
      <w:r w:rsidR="00CC15EB">
        <w:rPr>
          <w:rtl/>
        </w:rPr>
        <w:t>:</w:t>
      </w:r>
      <w:r>
        <w:rPr>
          <w:rtl/>
        </w:rPr>
        <w:t xml:space="preserve"> </w:t>
      </w:r>
      <w:r w:rsidRPr="00D95A45">
        <w:rPr>
          <w:rtl/>
        </w:rPr>
        <w:t>يجلد حد القاذف ولا يفرق بينه وبين امرأته.</w:t>
      </w:r>
    </w:p>
    <w:p w:rsidR="00AC7755" w:rsidRDefault="00D45E0E" w:rsidP="00AC7755">
      <w:pPr>
        <w:pStyle w:val="libNormal"/>
        <w:rPr>
          <w:rtl/>
        </w:rPr>
      </w:pPr>
      <w:r w:rsidRPr="00D95A45">
        <w:rPr>
          <w:rtl/>
        </w:rPr>
        <w:t>(295) 60</w:t>
      </w:r>
      <w:r w:rsidR="00CC15EB">
        <w:rPr>
          <w:rtl/>
        </w:rPr>
        <w:t xml:space="preserve"> - </w:t>
      </w:r>
      <w:r w:rsidRPr="00D95A45">
        <w:rPr>
          <w:rtl/>
        </w:rPr>
        <w:t>علي بن ابراهيم عن ابيه عن حماد عن حريز عن محمد بن مسلم قال</w:t>
      </w:r>
      <w:r w:rsidR="00CC15EB">
        <w:rPr>
          <w:rtl/>
        </w:rPr>
        <w:t>:</w:t>
      </w:r>
      <w:r>
        <w:rPr>
          <w:rtl/>
        </w:rPr>
        <w:t xml:space="preserve"> </w:t>
      </w:r>
      <w:r w:rsidRPr="00D95A45">
        <w:rPr>
          <w:rtl/>
        </w:rPr>
        <w:t>سألته عن رجل يفتري على امرأته قال</w:t>
      </w:r>
      <w:r w:rsidR="00CC15EB">
        <w:rPr>
          <w:rtl/>
        </w:rPr>
        <w:t>:</w:t>
      </w:r>
      <w:r>
        <w:rPr>
          <w:rtl/>
        </w:rPr>
        <w:t xml:space="preserve"> </w:t>
      </w:r>
      <w:r w:rsidRPr="00D95A45">
        <w:rPr>
          <w:rtl/>
        </w:rPr>
        <w:t>يجلد ثم يخلى بينهما ولا يلاعنها حتى يقول اشهد اني رأيتك تفعلين كذا وكذا.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291</w:t>
      </w:r>
      <w:r>
        <w:rPr>
          <w:rFonts w:hint="cs"/>
          <w:rtl/>
        </w:rPr>
        <w:t xml:space="preserve"> - </w:t>
      </w:r>
      <w:r w:rsidR="00D45E0E" w:rsidRPr="007277FF">
        <w:rPr>
          <w:rtl/>
        </w:rPr>
        <w:t>292</w:t>
      </w:r>
      <w:r>
        <w:rPr>
          <w:rtl/>
        </w:rPr>
        <w:t xml:space="preserve"> - </w:t>
      </w:r>
      <w:r w:rsidR="00D45E0E" w:rsidRPr="007277FF">
        <w:rPr>
          <w:rtl/>
        </w:rPr>
        <w:t>293</w:t>
      </w:r>
      <w:r>
        <w:rPr>
          <w:rFonts w:hint="cs"/>
          <w:rtl/>
        </w:rPr>
        <w:t xml:space="preserve"> - </w:t>
      </w:r>
      <w:r w:rsidR="00D45E0E" w:rsidRPr="007277FF">
        <w:rPr>
          <w:rtl/>
        </w:rPr>
        <w:t>294</w:t>
      </w:r>
      <w:r>
        <w:rPr>
          <w:rtl/>
        </w:rPr>
        <w:t xml:space="preserve"> - </w:t>
      </w:r>
      <w:r w:rsidR="00D45E0E" w:rsidRPr="007277FF">
        <w:rPr>
          <w:rtl/>
        </w:rPr>
        <w:t>الكافي ج 2 ص 296 واخرج الاول الصدوق في الفقيه ج 4 ص 37</w:t>
      </w:r>
    </w:p>
    <w:p w:rsidR="00AC7755" w:rsidRDefault="00CC15EB" w:rsidP="00AC7755">
      <w:pPr>
        <w:pStyle w:val="libFootnote0"/>
        <w:rPr>
          <w:rtl/>
        </w:rPr>
      </w:pPr>
      <w:r>
        <w:rPr>
          <w:rtl/>
        </w:rPr>
        <w:t>-</w:t>
      </w:r>
      <w:r w:rsidR="00D45E0E" w:rsidRPr="00DA0376">
        <w:rPr>
          <w:rtl/>
        </w:rPr>
        <w:t xml:space="preserve"> 295</w:t>
      </w:r>
      <w:r>
        <w:rPr>
          <w:rtl/>
        </w:rPr>
        <w:t xml:space="preserve"> - </w:t>
      </w:r>
      <w:r w:rsidR="00D45E0E" w:rsidRPr="00DA0376">
        <w:rPr>
          <w:rtl/>
        </w:rPr>
        <w:t>الاستبصار ج 3 ص 372 الكافي ج 2 ص 297</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(296) 61</w:t>
      </w:r>
      <w:r w:rsidR="00CC15EB">
        <w:rPr>
          <w:rtl/>
        </w:rPr>
        <w:t xml:space="preserve"> - </w:t>
      </w:r>
      <w:r w:rsidRPr="00D95A45">
        <w:rPr>
          <w:rtl/>
        </w:rPr>
        <w:t xml:space="preserve">سهل بن زياد عن ابن ابى نصر عن عبد الكريم عن الحلبي عن ابي عبد الله </w:t>
      </w:r>
      <w:r w:rsidR="00AC7755" w:rsidRPr="00AC7755">
        <w:rPr>
          <w:rStyle w:val="libAlaemChar"/>
          <w:rtl/>
        </w:rPr>
        <w:t>عليه‌السلام</w:t>
      </w:r>
      <w:r w:rsidRPr="00D95A45">
        <w:rPr>
          <w:rtl/>
        </w:rPr>
        <w:t xml:space="preserve"> في رجل لاعن امرأته وهي حبلى ثم ادعى ولدها بعد ما ولدت وزعم انه منه قال</w:t>
      </w:r>
      <w:r w:rsidR="00CC15EB">
        <w:rPr>
          <w:rtl/>
        </w:rPr>
        <w:t>:</w:t>
      </w:r>
      <w:r>
        <w:rPr>
          <w:rtl/>
        </w:rPr>
        <w:t xml:space="preserve"> </w:t>
      </w:r>
      <w:r w:rsidRPr="00D95A45">
        <w:rPr>
          <w:rtl/>
        </w:rPr>
        <w:t>يرد إليه الولد ولا يجلد لانه قد مضى التلاعن.</w:t>
      </w:r>
    </w:p>
    <w:p w:rsidR="00AC7755" w:rsidRDefault="00D45E0E" w:rsidP="00AC7755">
      <w:pPr>
        <w:pStyle w:val="libNormal"/>
        <w:rPr>
          <w:rtl/>
        </w:rPr>
      </w:pPr>
      <w:r w:rsidRPr="00D95A45">
        <w:rPr>
          <w:rtl/>
        </w:rPr>
        <w:t>(297) 62</w:t>
      </w:r>
      <w:r w:rsidR="00CC15EB">
        <w:rPr>
          <w:rtl/>
        </w:rPr>
        <w:t xml:space="preserve"> - </w:t>
      </w:r>
      <w:r w:rsidRPr="00D95A45">
        <w:rPr>
          <w:rtl/>
        </w:rPr>
        <w:t xml:space="preserve">محمد بن يحيى عن محمد بن الحسين عن صفوان عن شعيب عن ابي بصير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قذف امرأته فتلاعنا ثم قذفها بعد ما تفرق ايضا بالزنى أعليه حد</w:t>
      </w:r>
      <w:r>
        <w:rPr>
          <w:rtl/>
        </w:rPr>
        <w:t>؟</w:t>
      </w:r>
      <w:r w:rsidRPr="00D95A45">
        <w:rPr>
          <w:rtl/>
        </w:rPr>
        <w:t xml:space="preserve"> قال</w:t>
      </w:r>
      <w:r w:rsidR="00CC15EB">
        <w:rPr>
          <w:rtl/>
        </w:rPr>
        <w:t>:</w:t>
      </w:r>
      <w:r>
        <w:rPr>
          <w:rtl/>
        </w:rPr>
        <w:t xml:space="preserve"> </w:t>
      </w:r>
      <w:r w:rsidRPr="00D95A45">
        <w:rPr>
          <w:rtl/>
        </w:rPr>
        <w:t>نعم عليه حد.</w:t>
      </w:r>
    </w:p>
    <w:p w:rsidR="00AC7755" w:rsidRDefault="00D45E0E" w:rsidP="00AC7755">
      <w:pPr>
        <w:pStyle w:val="libNormal"/>
        <w:rPr>
          <w:rtl/>
        </w:rPr>
      </w:pPr>
      <w:r w:rsidRPr="00D95A45">
        <w:rPr>
          <w:rtl/>
        </w:rPr>
        <w:t>(298) 63</w:t>
      </w:r>
      <w:r w:rsidR="00CC15EB">
        <w:rPr>
          <w:rtl/>
        </w:rPr>
        <w:t xml:space="preserve"> - </w:t>
      </w:r>
      <w:r w:rsidRPr="00D95A45">
        <w:rPr>
          <w:rtl/>
        </w:rPr>
        <w:t>علي بن ابراهيم عن ابيه عن ابن محبوب عن العلا ابن رزين عن محمد بن مسلم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رجل قذف ابنه بالزنا فقال</w:t>
      </w:r>
      <w:r w:rsidR="00CC15EB">
        <w:rPr>
          <w:rtl/>
        </w:rPr>
        <w:t>:</w:t>
      </w:r>
      <w:r>
        <w:rPr>
          <w:rtl/>
        </w:rPr>
        <w:t xml:space="preserve"> </w:t>
      </w:r>
      <w:r w:rsidRPr="00D95A45">
        <w:rPr>
          <w:rtl/>
        </w:rPr>
        <w:t>لو قتله ما قتل به</w:t>
      </w:r>
      <w:r w:rsidR="00CC15EB">
        <w:rPr>
          <w:rtl/>
        </w:rPr>
        <w:t>،</w:t>
      </w:r>
      <w:r>
        <w:rPr>
          <w:rtl/>
        </w:rPr>
        <w:t xml:space="preserve"> </w:t>
      </w:r>
      <w:r w:rsidRPr="00D95A45">
        <w:rPr>
          <w:rtl/>
        </w:rPr>
        <w:t>وان قذفه لم يجلد له</w:t>
      </w:r>
      <w:r w:rsidR="00CC15EB">
        <w:rPr>
          <w:rtl/>
        </w:rPr>
        <w:t>،</w:t>
      </w:r>
      <w:r>
        <w:rPr>
          <w:rtl/>
        </w:rPr>
        <w:t xml:space="preserve"> </w:t>
      </w:r>
      <w:r w:rsidRPr="00D95A45">
        <w:rPr>
          <w:rtl/>
        </w:rPr>
        <w:t>قلت</w:t>
      </w:r>
      <w:r w:rsidR="00CC15EB">
        <w:rPr>
          <w:rtl/>
        </w:rPr>
        <w:t>:</w:t>
      </w:r>
      <w:r>
        <w:rPr>
          <w:rtl/>
        </w:rPr>
        <w:t xml:space="preserve"> </w:t>
      </w:r>
      <w:r w:rsidRPr="00D95A45">
        <w:rPr>
          <w:rtl/>
        </w:rPr>
        <w:t>فان قذف ابوه امه</w:t>
      </w:r>
      <w:r>
        <w:rPr>
          <w:rtl/>
        </w:rPr>
        <w:t>؟</w:t>
      </w:r>
      <w:r w:rsidRPr="00D95A45">
        <w:rPr>
          <w:rtl/>
        </w:rPr>
        <w:t xml:space="preserve"> فقال</w:t>
      </w:r>
      <w:r w:rsidR="00CC15EB">
        <w:rPr>
          <w:rtl/>
        </w:rPr>
        <w:t>:</w:t>
      </w:r>
      <w:r>
        <w:rPr>
          <w:rtl/>
        </w:rPr>
        <w:t xml:space="preserve"> </w:t>
      </w:r>
      <w:r w:rsidRPr="00D95A45">
        <w:rPr>
          <w:rtl/>
        </w:rPr>
        <w:t>ان قذفها وانتفى من ولدها تلاعنا ولم يلزم ذلك الولد الذي انتفى منه وفرق بينهما ولم تحل له</w:t>
      </w:r>
      <w:r w:rsidR="00CC15EB">
        <w:rPr>
          <w:rtl/>
        </w:rPr>
        <w:t>،</w:t>
      </w:r>
      <w:r>
        <w:rPr>
          <w:rtl/>
        </w:rPr>
        <w:t xml:space="preserve"> </w:t>
      </w:r>
      <w:r w:rsidRPr="00D95A45">
        <w:rPr>
          <w:rtl/>
        </w:rPr>
        <w:t>قال</w:t>
      </w:r>
      <w:r w:rsidR="00CC15EB">
        <w:rPr>
          <w:rtl/>
        </w:rPr>
        <w:t>:</w:t>
      </w:r>
      <w:r>
        <w:rPr>
          <w:rtl/>
        </w:rPr>
        <w:t xml:space="preserve"> </w:t>
      </w:r>
      <w:r w:rsidRPr="00D95A45">
        <w:rPr>
          <w:rtl/>
        </w:rPr>
        <w:t>وان كان قال لابنه وامه حية يابن الزانية ولم ينتف من ولدها جلد الحد لها ولم يفرق بينهما. قال</w:t>
      </w:r>
      <w:r w:rsidR="00CC15EB">
        <w:rPr>
          <w:rtl/>
        </w:rPr>
        <w:t>:</w:t>
      </w:r>
      <w:r>
        <w:rPr>
          <w:rtl/>
        </w:rPr>
        <w:t xml:space="preserve"> </w:t>
      </w:r>
      <w:r w:rsidRPr="00D95A45">
        <w:rPr>
          <w:rtl/>
        </w:rPr>
        <w:t>وان كان قال لابنه يابن الزانية وامه ميتة ولم يكن لها من يأخذ بحقها منه الا ولدها منه فانه لا يقام عليه الحد لأن حق الحد قد صار لولده منها</w:t>
      </w:r>
      <w:r w:rsidR="00CC15EB">
        <w:rPr>
          <w:rtl/>
        </w:rPr>
        <w:t>،</w:t>
      </w:r>
      <w:r>
        <w:rPr>
          <w:rtl/>
        </w:rPr>
        <w:t xml:space="preserve"> </w:t>
      </w:r>
      <w:r w:rsidRPr="00D95A45">
        <w:rPr>
          <w:rtl/>
        </w:rPr>
        <w:t>وان كان لها ولد من غيره فهو وليها يجلد له وان لم يكن لها ولد من غيره وكان لها قرابة يقومون بحق الحد جلد لهم.</w:t>
      </w:r>
    </w:p>
    <w:p w:rsidR="00AC7755" w:rsidRDefault="00D45E0E" w:rsidP="00AC7755">
      <w:pPr>
        <w:pStyle w:val="libNormal"/>
        <w:rPr>
          <w:rtl/>
        </w:rPr>
      </w:pPr>
      <w:r w:rsidRPr="00D95A45">
        <w:rPr>
          <w:rtl/>
        </w:rPr>
        <w:t>(299) 64</w:t>
      </w:r>
      <w:r w:rsidR="00CC15EB">
        <w:rPr>
          <w:rtl/>
        </w:rPr>
        <w:t xml:space="preserve"> - </w:t>
      </w:r>
      <w:r w:rsidRPr="00D95A45">
        <w:rPr>
          <w:rtl/>
        </w:rPr>
        <w:t>يونس عن اسحاق بن عمار عن ابي بصير قال</w:t>
      </w:r>
      <w:r w:rsidR="00CC15EB">
        <w:rPr>
          <w:rtl/>
        </w:rPr>
        <w:t>:</w:t>
      </w:r>
      <w:r>
        <w:rPr>
          <w:rtl/>
        </w:rPr>
        <w:t xml:space="preserve"> </w:t>
      </w:r>
      <w:r w:rsidRPr="00D95A45">
        <w:rPr>
          <w:rtl/>
        </w:rPr>
        <w:t>قال</w:t>
      </w:r>
      <w:r w:rsidR="00CC15EB">
        <w:rPr>
          <w:rtl/>
        </w:rPr>
        <w:t>:</w:t>
      </w:r>
      <w:r>
        <w:rPr>
          <w:rtl/>
        </w:rPr>
        <w:t xml:space="preserve"> </w:t>
      </w:r>
      <w:r w:rsidRPr="00D95A45">
        <w:rPr>
          <w:rtl/>
        </w:rPr>
        <w:t xml:space="preserve">أبو عبد الله </w:t>
      </w:r>
      <w:r w:rsidR="00AC7755" w:rsidRPr="00AC7755">
        <w:rPr>
          <w:rStyle w:val="libAlaemChar"/>
          <w:rtl/>
        </w:rPr>
        <w:t>عليه‌السلام</w:t>
      </w:r>
      <w:r w:rsidRPr="00D95A45">
        <w:rPr>
          <w:rtl/>
        </w:rPr>
        <w:t xml:space="preserve"> في رجل قال لامرأته</w:t>
      </w:r>
      <w:r w:rsidR="00CC15EB">
        <w:rPr>
          <w:rtl/>
        </w:rPr>
        <w:t>:</w:t>
      </w:r>
      <w:r>
        <w:rPr>
          <w:rtl/>
        </w:rPr>
        <w:t xml:space="preserve"> </w:t>
      </w:r>
      <w:r w:rsidRPr="00D95A45">
        <w:rPr>
          <w:rtl/>
        </w:rPr>
        <w:t>لم اجدك عذراء قال</w:t>
      </w:r>
      <w:r w:rsidR="00CC15EB">
        <w:rPr>
          <w:rtl/>
        </w:rPr>
        <w:t>:</w:t>
      </w:r>
      <w:r>
        <w:rPr>
          <w:rtl/>
        </w:rPr>
        <w:t xml:space="preserve"> </w:t>
      </w:r>
      <w:r w:rsidRPr="00D95A45">
        <w:rPr>
          <w:rtl/>
        </w:rPr>
        <w:t>يضرب قلت</w:t>
      </w:r>
      <w:r w:rsidR="00CC15EB">
        <w:rPr>
          <w:rtl/>
        </w:rPr>
        <w:t>:</w:t>
      </w:r>
      <w:r>
        <w:rPr>
          <w:rtl/>
        </w:rPr>
        <w:t xml:space="preserve"> </w:t>
      </w:r>
      <w:r w:rsidRPr="00D95A45">
        <w:rPr>
          <w:rtl/>
        </w:rPr>
        <w:t>فان عاد</w:t>
      </w:r>
      <w:r>
        <w:rPr>
          <w:rtl/>
        </w:rPr>
        <w:t>؟</w:t>
      </w:r>
      <w:r w:rsidRPr="00D95A45">
        <w:rPr>
          <w:rtl/>
        </w:rPr>
        <w:t xml:space="preserve"> قال</w:t>
      </w:r>
      <w:r w:rsidR="00CC15EB">
        <w:rPr>
          <w:rtl/>
        </w:rPr>
        <w:t>:</w:t>
      </w:r>
      <w:r>
        <w:rPr>
          <w:rtl/>
        </w:rPr>
        <w:t xml:space="preserve"> </w:t>
      </w:r>
      <w:r w:rsidRPr="00D95A45">
        <w:rPr>
          <w:rtl/>
        </w:rPr>
        <w:t>يضرب فانه يوشك ان ينتهي.</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296</w:t>
      </w:r>
      <w:r>
        <w:rPr>
          <w:rtl/>
        </w:rPr>
        <w:t xml:space="preserve"> - </w:t>
      </w:r>
      <w:r w:rsidR="00D45E0E" w:rsidRPr="00D95A45">
        <w:rPr>
          <w:rtl/>
        </w:rPr>
        <w:t>الكافي ج 2 ص 296 الفقيه ج 3 ص 248</w:t>
      </w:r>
    </w:p>
    <w:p w:rsidR="00AC7755" w:rsidRDefault="00CC15EB" w:rsidP="00AC7755">
      <w:pPr>
        <w:pStyle w:val="libFootnote0"/>
        <w:rPr>
          <w:rtl/>
        </w:rPr>
      </w:pPr>
      <w:r>
        <w:rPr>
          <w:rtl/>
        </w:rPr>
        <w:t>-</w:t>
      </w:r>
      <w:r w:rsidR="00D45E0E" w:rsidRPr="007277FF">
        <w:rPr>
          <w:rtl/>
        </w:rPr>
        <w:t xml:space="preserve"> 297</w:t>
      </w:r>
      <w:r>
        <w:rPr>
          <w:rtl/>
        </w:rPr>
        <w:t xml:space="preserve"> - </w:t>
      </w:r>
      <w:r w:rsidR="00D45E0E" w:rsidRPr="007277FF">
        <w:rPr>
          <w:rtl/>
        </w:rPr>
        <w:t>298</w:t>
      </w:r>
      <w:r>
        <w:rPr>
          <w:rFonts w:hint="cs"/>
          <w:rtl/>
        </w:rPr>
        <w:t xml:space="preserve"> - </w:t>
      </w:r>
      <w:r w:rsidR="00D45E0E" w:rsidRPr="00DA0376">
        <w:rPr>
          <w:rtl/>
        </w:rPr>
        <w:t>299</w:t>
      </w:r>
      <w:r>
        <w:rPr>
          <w:rtl/>
        </w:rPr>
        <w:t xml:space="preserve"> - </w:t>
      </w:r>
      <w:r w:rsidR="00D45E0E" w:rsidRPr="00DA0376">
        <w:rPr>
          <w:rtl/>
        </w:rPr>
        <w:t>الكافي ج 2 ص 297 واخرج الاخير الشيخ في الاستبصار ج 4 ص 231</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(300) 65</w:t>
      </w:r>
      <w:r w:rsidR="00CC15EB">
        <w:rPr>
          <w:rtl/>
        </w:rPr>
        <w:t xml:space="preserve"> - </w:t>
      </w:r>
      <w:r w:rsidRPr="00D95A45">
        <w:rPr>
          <w:rtl/>
        </w:rPr>
        <w:t xml:space="preserve">يونس عن زرارة عن ابي عبد الله </w:t>
      </w:r>
      <w:r w:rsidR="00AC7755" w:rsidRPr="00AC7755">
        <w:rPr>
          <w:rStyle w:val="libAlaemChar"/>
          <w:rtl/>
        </w:rPr>
        <w:t>عليه‌السلام</w:t>
      </w:r>
      <w:r w:rsidRPr="00D95A45">
        <w:rPr>
          <w:rtl/>
        </w:rPr>
        <w:t xml:space="preserve"> في رجل قال لامرأته</w:t>
      </w:r>
      <w:r w:rsidR="00CC15EB">
        <w:rPr>
          <w:rtl/>
        </w:rPr>
        <w:t>:</w:t>
      </w:r>
      <w:r>
        <w:rPr>
          <w:rtl/>
        </w:rPr>
        <w:t xml:space="preserve"> </w:t>
      </w:r>
      <w:r w:rsidRPr="00D95A45">
        <w:rPr>
          <w:rtl/>
        </w:rPr>
        <w:t>لم تأتني عذراء قال</w:t>
      </w:r>
      <w:r w:rsidR="00CC15EB">
        <w:rPr>
          <w:rtl/>
        </w:rPr>
        <w:t>:</w:t>
      </w:r>
      <w:r>
        <w:rPr>
          <w:rtl/>
        </w:rPr>
        <w:t xml:space="preserve"> </w:t>
      </w:r>
      <w:r w:rsidRPr="00D95A45">
        <w:rPr>
          <w:rtl/>
        </w:rPr>
        <w:t>ليس عليه شئ لأن العذرة تذهب بغير جماع. قال محمد بن الحسن</w:t>
      </w:r>
      <w:r w:rsidR="00CC15EB">
        <w:rPr>
          <w:rtl/>
        </w:rPr>
        <w:t>:</w:t>
      </w:r>
      <w:r>
        <w:rPr>
          <w:rtl/>
        </w:rPr>
        <w:t xml:space="preserve"> </w:t>
      </w:r>
      <w:r w:rsidRPr="00D95A45">
        <w:rPr>
          <w:rtl/>
        </w:rPr>
        <w:t xml:space="preserve">قوله </w:t>
      </w:r>
      <w:r w:rsidR="00AC7755" w:rsidRPr="00AC7755">
        <w:rPr>
          <w:rStyle w:val="libAlaemChar"/>
          <w:rtl/>
        </w:rPr>
        <w:t>عليه‌السلام</w:t>
      </w:r>
      <w:r w:rsidRPr="00D95A45">
        <w:rPr>
          <w:rtl/>
        </w:rPr>
        <w:t xml:space="preserve"> ليس عليه شئ</w:t>
      </w:r>
      <w:r w:rsidR="00CC15EB">
        <w:rPr>
          <w:rtl/>
        </w:rPr>
        <w:t>،</w:t>
      </w:r>
      <w:r>
        <w:rPr>
          <w:rtl/>
        </w:rPr>
        <w:t xml:space="preserve"> </w:t>
      </w:r>
      <w:r w:rsidRPr="00D95A45">
        <w:rPr>
          <w:rtl/>
        </w:rPr>
        <w:t>معناه ليس عليه حد تام وان كان عليه تعزير حسب ما تضمنه الخبر الاول.</w:t>
      </w:r>
    </w:p>
    <w:p w:rsidR="00AC7755" w:rsidRDefault="00D45E0E" w:rsidP="00AC7755">
      <w:pPr>
        <w:pStyle w:val="libNormal"/>
        <w:rPr>
          <w:rtl/>
        </w:rPr>
      </w:pPr>
      <w:r w:rsidRPr="00D95A45">
        <w:rPr>
          <w:rtl/>
        </w:rPr>
        <w:t>(301) 66</w:t>
      </w:r>
      <w:r w:rsidR="00CC15EB">
        <w:rPr>
          <w:rtl/>
        </w:rPr>
        <w:t xml:space="preserve"> - </w:t>
      </w:r>
      <w:r w:rsidRPr="00D95A45">
        <w:rPr>
          <w:rtl/>
        </w:rPr>
        <w:t xml:space="preserve">الحسين بن سعيد عن ابن محبوب عن حماد عن زياد عن سليمان عن ابي عبد الله </w:t>
      </w:r>
      <w:r w:rsidR="00AC7755" w:rsidRPr="00AC7755">
        <w:rPr>
          <w:rStyle w:val="libAlaemChar"/>
          <w:rtl/>
        </w:rPr>
        <w:t>عليه‌السلام</w:t>
      </w:r>
      <w:r w:rsidRPr="00D95A45">
        <w:rPr>
          <w:rtl/>
        </w:rPr>
        <w:t xml:space="preserve"> في رجل قال لامرأته بعد ما دخل بها لم اجدك عذراء قال</w:t>
      </w:r>
      <w:r w:rsidR="00CC15EB">
        <w:rPr>
          <w:rtl/>
        </w:rPr>
        <w:t>:</w:t>
      </w:r>
      <w:r>
        <w:rPr>
          <w:rtl/>
        </w:rPr>
        <w:t xml:space="preserve"> </w:t>
      </w:r>
      <w:r w:rsidRPr="00D95A45">
        <w:rPr>
          <w:rtl/>
        </w:rPr>
        <w:t>لا حد عليه.</w:t>
      </w:r>
    </w:p>
    <w:p w:rsidR="00AC7755" w:rsidRDefault="00D45E0E" w:rsidP="00AC7755">
      <w:pPr>
        <w:pStyle w:val="libNormal"/>
        <w:rPr>
          <w:rtl/>
        </w:rPr>
      </w:pPr>
      <w:r w:rsidRPr="00D95A45">
        <w:rPr>
          <w:rtl/>
        </w:rPr>
        <w:t>(302) 67</w:t>
      </w:r>
      <w:r w:rsidR="00CC15EB">
        <w:rPr>
          <w:rtl/>
        </w:rPr>
        <w:t xml:space="preserve"> - </w:t>
      </w:r>
      <w:r w:rsidRPr="00D95A45">
        <w:rPr>
          <w:rtl/>
        </w:rPr>
        <w:t>فاما ما رواه احمد بن محمد بن عيسى عن الحسين ابن سعيد عن ابن ابي عمير عن عبد الله بن سنان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إذا قال الرجل لامرأته لم اجدك عذراء وليست له بينة يجلد الحد ويخلى بينه وبينها.</w:t>
      </w:r>
    </w:p>
    <w:p w:rsidR="00AC7755" w:rsidRDefault="00D45E0E" w:rsidP="00AC7755">
      <w:pPr>
        <w:pStyle w:val="libNormal"/>
        <w:rPr>
          <w:rtl/>
        </w:rPr>
      </w:pPr>
      <w:r w:rsidRPr="00D95A45">
        <w:rPr>
          <w:rtl/>
        </w:rPr>
        <w:t xml:space="preserve"> فلا ينافى الخبر الاول الذي قال</w:t>
      </w:r>
      <w:r w:rsidR="00CC15EB">
        <w:rPr>
          <w:rtl/>
        </w:rPr>
        <w:t>:</w:t>
      </w:r>
      <w:r>
        <w:rPr>
          <w:rtl/>
        </w:rPr>
        <w:t xml:space="preserve"> </w:t>
      </w:r>
      <w:r w:rsidRPr="00D95A45">
        <w:rPr>
          <w:rtl/>
        </w:rPr>
        <w:t>لا حد عليه لانه انما نفى في الخبر الاول الحد على الكمال واثبته في الخبر الثاني على وجه التعزير ولا تنافي بينهما.</w:t>
      </w:r>
    </w:p>
    <w:p w:rsidR="00AC7755" w:rsidRDefault="00D45E0E" w:rsidP="00AC7755">
      <w:pPr>
        <w:pStyle w:val="libNormal"/>
        <w:rPr>
          <w:rtl/>
        </w:rPr>
      </w:pPr>
      <w:r w:rsidRPr="00D95A45">
        <w:rPr>
          <w:rtl/>
        </w:rPr>
        <w:t>(303) 68</w:t>
      </w:r>
      <w:r w:rsidR="00CC15EB">
        <w:rPr>
          <w:rtl/>
        </w:rPr>
        <w:t xml:space="preserve"> - </w:t>
      </w:r>
      <w:r w:rsidRPr="00D95A45">
        <w:rPr>
          <w:rtl/>
        </w:rPr>
        <w:t xml:space="preserve">الحسين بن سعيد عن النضر عن عاصم عن ابي بصير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تزوج امرأة غائبة لم يرها فقذفها قال</w:t>
      </w:r>
      <w:r w:rsidR="00CC15EB">
        <w:rPr>
          <w:rtl/>
        </w:rPr>
        <w:t>:</w:t>
      </w:r>
      <w:r>
        <w:rPr>
          <w:rtl/>
        </w:rPr>
        <w:t xml:space="preserve"> </w:t>
      </w:r>
      <w:r w:rsidRPr="00D95A45">
        <w:rPr>
          <w:rtl/>
        </w:rPr>
        <w:t>يجلد.</w:t>
      </w:r>
    </w:p>
    <w:p w:rsidR="00AC7755" w:rsidRDefault="00D45E0E" w:rsidP="00AC7755">
      <w:pPr>
        <w:pStyle w:val="libNormal"/>
        <w:rPr>
          <w:rtl/>
        </w:rPr>
      </w:pPr>
      <w:r w:rsidRPr="00D95A45">
        <w:rPr>
          <w:rtl/>
        </w:rPr>
        <w:t>(304) 69</w:t>
      </w:r>
      <w:r w:rsidR="00CC15EB">
        <w:rPr>
          <w:rtl/>
        </w:rPr>
        <w:t xml:space="preserve"> - </w:t>
      </w:r>
      <w:r w:rsidRPr="00D95A45">
        <w:rPr>
          <w:rtl/>
        </w:rPr>
        <w:t xml:space="preserve">عنه عن صفوان عن منصور بن حازم عن ابي عبد الله </w:t>
      </w:r>
      <w:r w:rsidR="00AC7755" w:rsidRPr="00AC7755">
        <w:rPr>
          <w:rStyle w:val="libAlaemChar"/>
          <w:rtl/>
        </w:rPr>
        <w:t>عليه‌السلام</w:t>
      </w:r>
      <w:r w:rsidRPr="00D95A45">
        <w:rPr>
          <w:rtl/>
        </w:rPr>
        <w:t xml:space="preserve"> في عبد قذف امرأته وهي حرة قال</w:t>
      </w:r>
      <w:r w:rsidR="00CC15EB">
        <w:rPr>
          <w:rtl/>
        </w:rPr>
        <w:t>:</w:t>
      </w:r>
      <w:r>
        <w:rPr>
          <w:rtl/>
        </w:rPr>
        <w:t xml:space="preserve"> </w:t>
      </w:r>
      <w:r w:rsidRPr="00D95A45">
        <w:rPr>
          <w:rtl/>
        </w:rPr>
        <w:t>يتلاعنان</w:t>
      </w:r>
      <w:r w:rsidR="00CC15EB">
        <w:rPr>
          <w:rtl/>
        </w:rPr>
        <w:t>،</w:t>
      </w:r>
      <w:r>
        <w:rPr>
          <w:rtl/>
        </w:rPr>
        <w:t xml:space="preserve"> </w:t>
      </w:r>
      <w:r w:rsidRPr="00D95A45">
        <w:rPr>
          <w:rtl/>
        </w:rPr>
        <w:t>فقلت</w:t>
      </w:r>
      <w:r w:rsidR="00CC15EB">
        <w:rPr>
          <w:rtl/>
        </w:rPr>
        <w:t>:</w:t>
      </w:r>
      <w:r>
        <w:rPr>
          <w:rtl/>
        </w:rPr>
        <w:t xml:space="preserve"> </w:t>
      </w:r>
      <w:r w:rsidRPr="00D95A45">
        <w:rPr>
          <w:rtl/>
        </w:rPr>
        <w:t>أبمنزلة الحر سواء</w:t>
      </w:r>
      <w:r>
        <w:rPr>
          <w:rtl/>
        </w:rPr>
        <w:t>؟</w:t>
      </w:r>
      <w:r w:rsidRPr="00D95A45">
        <w:rPr>
          <w:rtl/>
        </w:rPr>
        <w:t xml:space="preserve"> قال</w:t>
      </w:r>
      <w:r w:rsidR="00CC15EB">
        <w:rPr>
          <w:rtl/>
        </w:rPr>
        <w:t>:</w:t>
      </w:r>
      <w:r>
        <w:rPr>
          <w:rtl/>
        </w:rPr>
        <w:t xml:space="preserve"> </w:t>
      </w:r>
      <w:r w:rsidRPr="00D95A45">
        <w:rPr>
          <w:rtl/>
        </w:rPr>
        <w:t>نعم.</w:t>
      </w:r>
    </w:p>
    <w:p w:rsidR="00AC7755" w:rsidRDefault="00D45E0E" w:rsidP="00AC7755">
      <w:pPr>
        <w:pStyle w:val="libNormal"/>
        <w:rPr>
          <w:rtl/>
        </w:rPr>
      </w:pPr>
      <w:r w:rsidRPr="00D95A45">
        <w:rPr>
          <w:rtl/>
        </w:rPr>
        <w:t>(305) 70</w:t>
      </w:r>
      <w:r w:rsidR="00CC15EB">
        <w:rPr>
          <w:rtl/>
        </w:rPr>
        <w:t xml:space="preserve"> - </w:t>
      </w:r>
      <w:r w:rsidRPr="00D95A45">
        <w:rPr>
          <w:rtl/>
        </w:rPr>
        <w:t xml:space="preserve">عنه عن فضالة عن محمد عن احدهما </w:t>
      </w:r>
      <w:r w:rsidR="00AC7755" w:rsidRPr="00AC7755">
        <w:rPr>
          <w:rStyle w:val="libAlaemChar"/>
          <w:rtl/>
        </w:rPr>
        <w:t>عليه‌السلام</w:t>
      </w:r>
      <w:r w:rsidRPr="00D95A45">
        <w:rPr>
          <w:rtl/>
        </w:rPr>
        <w:t xml:space="preserve"> قال</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300</w:t>
      </w:r>
      <w:r>
        <w:rPr>
          <w:rtl/>
        </w:rPr>
        <w:t xml:space="preserve"> - </w:t>
      </w:r>
      <w:r w:rsidR="00D45E0E" w:rsidRPr="00D95A45">
        <w:rPr>
          <w:rtl/>
        </w:rPr>
        <w:t>الكافي ج 2 ص 297 الاستبصار ج 4 ص 231</w:t>
      </w:r>
    </w:p>
    <w:p w:rsidR="00CC15EB" w:rsidRDefault="00CC15EB" w:rsidP="00AC7755">
      <w:pPr>
        <w:pStyle w:val="libFootnote0"/>
        <w:rPr>
          <w:rtl/>
        </w:rPr>
      </w:pPr>
      <w:r>
        <w:rPr>
          <w:rtl/>
        </w:rPr>
        <w:t>-</w:t>
      </w:r>
      <w:r w:rsidR="00D45E0E" w:rsidRPr="007277FF">
        <w:rPr>
          <w:rtl/>
        </w:rPr>
        <w:t xml:space="preserve"> 301</w:t>
      </w:r>
      <w:r>
        <w:rPr>
          <w:rtl/>
        </w:rPr>
        <w:t xml:space="preserve"> - </w:t>
      </w:r>
      <w:r w:rsidR="00D45E0E" w:rsidRPr="007277FF">
        <w:rPr>
          <w:rtl/>
        </w:rPr>
        <w:t>الاستبصار ج 4 ص 231</w:t>
      </w:r>
      <w:r>
        <w:rPr>
          <w:rtl/>
        </w:rPr>
        <w:t xml:space="preserve"> - </w:t>
      </w:r>
      <w:r w:rsidR="00D45E0E" w:rsidRPr="007277FF">
        <w:rPr>
          <w:rtl/>
        </w:rPr>
        <w:t>الفقيه ج 4 ص 34</w:t>
      </w:r>
    </w:p>
    <w:p w:rsidR="00AC7755" w:rsidRDefault="00CC15EB" w:rsidP="00AC7755">
      <w:pPr>
        <w:pStyle w:val="libFootnote0"/>
        <w:rPr>
          <w:rtl/>
        </w:rPr>
      </w:pPr>
      <w:r>
        <w:rPr>
          <w:rtl/>
        </w:rPr>
        <w:t>-</w:t>
      </w:r>
      <w:r w:rsidR="00D45E0E" w:rsidRPr="00DA0376">
        <w:rPr>
          <w:rtl/>
        </w:rPr>
        <w:t xml:space="preserve"> 302</w:t>
      </w:r>
      <w:r>
        <w:rPr>
          <w:rtl/>
        </w:rPr>
        <w:t xml:space="preserve"> - </w:t>
      </w:r>
      <w:r w:rsidR="00D45E0E" w:rsidRPr="00DA0376">
        <w:rPr>
          <w:rtl/>
        </w:rPr>
        <w:t>الاستبصار ج 4 ص 231</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سألته عن الحر يلاعن المملوكة</w:t>
      </w:r>
      <w:r w:rsidR="00CC15EB">
        <w:rPr>
          <w:rtl/>
        </w:rPr>
        <w:t>،</w:t>
      </w:r>
      <w:r>
        <w:rPr>
          <w:rtl/>
        </w:rPr>
        <w:t xml:space="preserve"> </w:t>
      </w:r>
      <w:r w:rsidRPr="00DA0376">
        <w:rPr>
          <w:rtl/>
        </w:rPr>
        <w:t>قال</w:t>
      </w:r>
      <w:r w:rsidR="00CC15EB">
        <w:rPr>
          <w:rtl/>
        </w:rPr>
        <w:t>:</w:t>
      </w:r>
      <w:r>
        <w:rPr>
          <w:rtl/>
        </w:rPr>
        <w:t xml:space="preserve"> </w:t>
      </w:r>
      <w:r w:rsidRPr="00DA0376">
        <w:rPr>
          <w:rtl/>
        </w:rPr>
        <w:t>نعم.</w:t>
      </w:r>
    </w:p>
    <w:p w:rsidR="00AC7755" w:rsidRDefault="00D45E0E" w:rsidP="00AC7755">
      <w:pPr>
        <w:pStyle w:val="libNormal"/>
        <w:rPr>
          <w:rtl/>
        </w:rPr>
      </w:pPr>
      <w:r w:rsidRPr="00D95A45">
        <w:rPr>
          <w:rtl/>
        </w:rPr>
        <w:t>(306) 71</w:t>
      </w:r>
      <w:r w:rsidR="00CC15EB">
        <w:rPr>
          <w:rtl/>
        </w:rPr>
        <w:t xml:space="preserve"> - </w:t>
      </w:r>
      <w:r w:rsidRPr="00D95A45">
        <w:rPr>
          <w:rtl/>
        </w:rPr>
        <w:t xml:space="preserve">عنه عن ابن محبوب عن نعيم بن ابراهيم عن ابي سيار مسمع عن ابي عبد الله </w:t>
      </w:r>
      <w:r w:rsidR="00AC7755" w:rsidRPr="00AC7755">
        <w:rPr>
          <w:rStyle w:val="libAlaemChar"/>
          <w:rtl/>
        </w:rPr>
        <w:t>عليه‌السلام</w:t>
      </w:r>
      <w:r w:rsidRPr="00D95A45">
        <w:rPr>
          <w:rtl/>
        </w:rPr>
        <w:t xml:space="preserve"> في اربعة شهدوا على امرأة بفجور احدهم زوجها قال</w:t>
      </w:r>
      <w:r w:rsidR="00CC15EB">
        <w:rPr>
          <w:rtl/>
        </w:rPr>
        <w:t>:</w:t>
      </w:r>
      <w:r>
        <w:rPr>
          <w:rtl/>
        </w:rPr>
        <w:t xml:space="preserve"> </w:t>
      </w:r>
      <w:r w:rsidRPr="00D95A45">
        <w:rPr>
          <w:rtl/>
        </w:rPr>
        <w:t>يجلدون الثلاثة ويلاعنها زوجها ويفرق بينهما ولا تحل له ابدا.</w:t>
      </w:r>
    </w:p>
    <w:p w:rsidR="00AC7755" w:rsidRDefault="00D45E0E" w:rsidP="00AC7755">
      <w:pPr>
        <w:pStyle w:val="libNormal"/>
        <w:rPr>
          <w:rtl/>
        </w:rPr>
      </w:pPr>
      <w:r w:rsidRPr="00D95A45">
        <w:rPr>
          <w:rtl/>
        </w:rPr>
        <w:t>(307) 72</w:t>
      </w:r>
      <w:r w:rsidR="00CC15EB">
        <w:rPr>
          <w:rtl/>
        </w:rPr>
        <w:t xml:space="preserve"> - </w:t>
      </w:r>
      <w:r w:rsidRPr="00D95A45">
        <w:rPr>
          <w:rtl/>
        </w:rPr>
        <w:t>الحسن بن محبوب عن ابى ولاد الحناط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 xml:space="preserve">اتي امير المؤمنين </w:t>
      </w:r>
      <w:r w:rsidR="00AC7755" w:rsidRPr="00AC7755">
        <w:rPr>
          <w:rStyle w:val="libAlaemChar"/>
          <w:rtl/>
        </w:rPr>
        <w:t>عليه‌السلام</w:t>
      </w:r>
      <w:r w:rsidRPr="00D95A45">
        <w:rPr>
          <w:rtl/>
        </w:rPr>
        <w:t xml:space="preserve"> برجلين قذف كل واحد منهما صاحبه بالزنى في بدنه قال</w:t>
      </w:r>
      <w:r w:rsidR="00CC15EB">
        <w:rPr>
          <w:rtl/>
        </w:rPr>
        <w:t>:</w:t>
      </w:r>
      <w:r>
        <w:rPr>
          <w:rtl/>
        </w:rPr>
        <w:t xml:space="preserve"> </w:t>
      </w:r>
      <w:r w:rsidRPr="00D95A45">
        <w:rPr>
          <w:rtl/>
        </w:rPr>
        <w:t>فدرأ عنهما الحد وعزرهما.</w:t>
      </w:r>
    </w:p>
    <w:p w:rsidR="00AC7755" w:rsidRDefault="00D45E0E" w:rsidP="00AC7755">
      <w:pPr>
        <w:pStyle w:val="libNormal"/>
        <w:rPr>
          <w:rtl/>
        </w:rPr>
      </w:pPr>
      <w:r w:rsidRPr="00D95A45">
        <w:rPr>
          <w:rtl/>
        </w:rPr>
        <w:t>(308) 73</w:t>
      </w:r>
      <w:r w:rsidR="00CC15EB">
        <w:rPr>
          <w:rtl/>
        </w:rPr>
        <w:t xml:space="preserve"> - </w:t>
      </w:r>
      <w:r w:rsidRPr="00D95A45">
        <w:rPr>
          <w:rtl/>
        </w:rPr>
        <w:t>الحسين بن سعيد عن الحسن عن زرعة عن سماعة قال</w:t>
      </w:r>
      <w:r w:rsidR="00CC15EB">
        <w:rPr>
          <w:rtl/>
        </w:rPr>
        <w:t>:</w:t>
      </w:r>
      <w:r>
        <w:rPr>
          <w:rtl/>
        </w:rPr>
        <w:t xml:space="preserve"> </w:t>
      </w:r>
      <w:r w:rsidRPr="00D95A45">
        <w:rPr>
          <w:rtl/>
        </w:rPr>
        <w:t>سألته عن الرجل يفتري على الرجل ثم يعفو عنه ثم يريد ان يجلده بعد العفو قال</w:t>
      </w:r>
      <w:r w:rsidR="00CC15EB">
        <w:rPr>
          <w:rtl/>
        </w:rPr>
        <w:t>:</w:t>
      </w:r>
      <w:r>
        <w:rPr>
          <w:rtl/>
        </w:rPr>
        <w:t xml:space="preserve"> </w:t>
      </w:r>
      <w:r w:rsidRPr="00D95A45">
        <w:rPr>
          <w:rtl/>
        </w:rPr>
        <w:t>ليس ذلك له بعد العفو.</w:t>
      </w:r>
    </w:p>
    <w:p w:rsidR="00AC7755" w:rsidRDefault="00D45E0E" w:rsidP="00AC7755">
      <w:pPr>
        <w:pStyle w:val="libNormal"/>
        <w:rPr>
          <w:rtl/>
        </w:rPr>
      </w:pPr>
      <w:r w:rsidRPr="00D95A45">
        <w:rPr>
          <w:rtl/>
        </w:rPr>
        <w:t>(309) 74</w:t>
      </w:r>
      <w:r w:rsidR="00CC15EB">
        <w:rPr>
          <w:rtl/>
        </w:rPr>
        <w:t xml:space="preserve"> - </w:t>
      </w:r>
      <w:r w:rsidRPr="00D95A45">
        <w:rPr>
          <w:rtl/>
        </w:rPr>
        <w:t>الحسن بن محبوب عن ابى ايوب عن سماعة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يقذف الرجل بالزنى فيعفو عنه ويجعله من ذلك في حل ثم انه بعد يبدو له في أن يقدمه حتى يحد له قال</w:t>
      </w:r>
      <w:r w:rsidR="00CC15EB">
        <w:rPr>
          <w:rtl/>
        </w:rPr>
        <w:t>:</w:t>
      </w:r>
      <w:r>
        <w:rPr>
          <w:rtl/>
        </w:rPr>
        <w:t xml:space="preserve"> </w:t>
      </w:r>
      <w:r w:rsidRPr="00D95A45">
        <w:rPr>
          <w:rtl/>
        </w:rPr>
        <w:t>ليس عليه حد بعد العفو</w:t>
      </w:r>
      <w:r w:rsidR="00CC15EB">
        <w:rPr>
          <w:rtl/>
        </w:rPr>
        <w:t>،</w:t>
      </w:r>
      <w:r>
        <w:rPr>
          <w:rtl/>
        </w:rPr>
        <w:t xml:space="preserve"> </w:t>
      </w:r>
      <w:r w:rsidRPr="00D95A45">
        <w:rPr>
          <w:rtl/>
        </w:rPr>
        <w:t>قلت</w:t>
      </w:r>
      <w:r w:rsidR="00CC15EB">
        <w:rPr>
          <w:rtl/>
        </w:rPr>
        <w:t>:</w:t>
      </w:r>
      <w:r>
        <w:rPr>
          <w:rtl/>
        </w:rPr>
        <w:t xml:space="preserve"> </w:t>
      </w:r>
      <w:r w:rsidRPr="00D95A45">
        <w:rPr>
          <w:rtl/>
        </w:rPr>
        <w:t>أرأيت ان هو قال يابن الزانية فعفا عنه وترك ذلك لله عز وجل</w:t>
      </w:r>
      <w:r>
        <w:rPr>
          <w:rtl/>
        </w:rPr>
        <w:t>؟</w:t>
      </w:r>
      <w:r w:rsidRPr="00D95A45">
        <w:rPr>
          <w:rtl/>
        </w:rPr>
        <w:t xml:space="preserve"> فقال</w:t>
      </w:r>
      <w:r w:rsidR="00CC15EB">
        <w:rPr>
          <w:rtl/>
        </w:rPr>
        <w:t>:</w:t>
      </w:r>
      <w:r>
        <w:rPr>
          <w:rtl/>
        </w:rPr>
        <w:t xml:space="preserve"> </w:t>
      </w:r>
      <w:r w:rsidRPr="00D95A45">
        <w:rPr>
          <w:rtl/>
        </w:rPr>
        <w:t>ان كانت امه حية فليس له ان يعفو</w:t>
      </w:r>
      <w:r w:rsidR="00CC15EB">
        <w:rPr>
          <w:rtl/>
        </w:rPr>
        <w:t>،</w:t>
      </w:r>
      <w:r>
        <w:rPr>
          <w:rtl/>
        </w:rPr>
        <w:t xml:space="preserve"> </w:t>
      </w:r>
      <w:r w:rsidRPr="00D95A45">
        <w:rPr>
          <w:rtl/>
        </w:rPr>
        <w:t>العفو الى امه متى شاءت اخذت بحقها</w:t>
      </w:r>
      <w:r w:rsidR="00CC15EB">
        <w:rPr>
          <w:rtl/>
        </w:rPr>
        <w:t>،</w:t>
      </w:r>
      <w:r>
        <w:rPr>
          <w:rtl/>
        </w:rPr>
        <w:t xml:space="preserve"> </w:t>
      </w:r>
      <w:r w:rsidRPr="00D95A45">
        <w:rPr>
          <w:rtl/>
        </w:rPr>
        <w:t>وان كانت امه قد ماتت فانه ولي امرها يجوز عفوه.</w:t>
      </w:r>
    </w:p>
    <w:p w:rsidR="00AC7755" w:rsidRDefault="00D45E0E" w:rsidP="00AC7755">
      <w:pPr>
        <w:pStyle w:val="libNormal"/>
        <w:rPr>
          <w:rtl/>
        </w:rPr>
      </w:pPr>
      <w:r w:rsidRPr="00D95A45">
        <w:rPr>
          <w:rtl/>
        </w:rPr>
        <w:t>(310) 75</w:t>
      </w:r>
      <w:r w:rsidR="00CC15EB">
        <w:rPr>
          <w:rtl/>
        </w:rPr>
        <w:t xml:space="preserve"> - </w:t>
      </w:r>
      <w:r w:rsidRPr="00D95A45">
        <w:rPr>
          <w:rtl/>
        </w:rPr>
        <w:t xml:space="preserve">احمد بن محمد عن محمد بن ابى عمير عن بعض اصحابنا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جاء رجل الى امير المؤمنين </w:t>
      </w:r>
      <w:r w:rsidR="00AC7755" w:rsidRPr="00AC7755">
        <w:rPr>
          <w:rStyle w:val="libAlaemChar"/>
          <w:rtl/>
        </w:rPr>
        <w:t>عليه‌السلام</w:t>
      </w:r>
      <w:r w:rsidRPr="00D95A45">
        <w:rPr>
          <w:rtl/>
        </w:rPr>
        <w:t xml:space="preserve"> برجل وقال</w:t>
      </w:r>
      <w:r w:rsidR="00CC15EB">
        <w:rPr>
          <w:rtl/>
        </w:rPr>
        <w:t>:</w:t>
      </w:r>
      <w:r>
        <w:rPr>
          <w:rtl/>
        </w:rPr>
        <w:t xml:space="preserve"> </w:t>
      </w:r>
      <w:r w:rsidRPr="00D95A45">
        <w:rPr>
          <w:rtl/>
        </w:rPr>
        <w:t>يا امير المؤمنين هذا قذفني فقال له</w:t>
      </w:r>
      <w:r w:rsidR="00CC15EB">
        <w:rPr>
          <w:rtl/>
        </w:rPr>
        <w:t>:</w:t>
      </w:r>
      <w:r>
        <w:rPr>
          <w:rtl/>
        </w:rPr>
        <w:t xml:space="preserve"> </w:t>
      </w:r>
      <w:r w:rsidRPr="00D95A45">
        <w:rPr>
          <w:rtl/>
        </w:rPr>
        <w:t>ألك بينة</w:t>
      </w:r>
      <w:r>
        <w:rPr>
          <w:rtl/>
        </w:rPr>
        <w:t>؟</w:t>
      </w:r>
      <w:r w:rsidRPr="00D95A45">
        <w:rPr>
          <w:rtl/>
        </w:rPr>
        <w:t xml:space="preserve"> فقال</w:t>
      </w:r>
      <w:r w:rsidR="00CC15EB">
        <w:rPr>
          <w:rtl/>
        </w:rPr>
        <w:t>:</w:t>
      </w:r>
      <w:r>
        <w:rPr>
          <w:rtl/>
        </w:rPr>
        <w:t xml:space="preserve"> </w:t>
      </w:r>
      <w:r w:rsidRPr="00D95A45">
        <w:rPr>
          <w:rtl/>
        </w:rPr>
        <w:t>لا ولكن استحلفه فقال</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306</w:t>
      </w:r>
      <w:r>
        <w:rPr>
          <w:rtl/>
        </w:rPr>
        <w:t xml:space="preserve"> - </w:t>
      </w:r>
      <w:r w:rsidR="00D45E0E" w:rsidRPr="00D95A45">
        <w:rPr>
          <w:rtl/>
        </w:rPr>
        <w:t>الفقيه ج 4 ص 307 37</w:t>
      </w:r>
      <w:r>
        <w:rPr>
          <w:rtl/>
        </w:rPr>
        <w:t xml:space="preserve"> - </w:t>
      </w:r>
      <w:r w:rsidR="00D45E0E" w:rsidRPr="00D95A45">
        <w:rPr>
          <w:rtl/>
        </w:rPr>
        <w:t>الكافي ج 2 ص 306 الفقيه ج 4 ص 39</w:t>
      </w:r>
    </w:p>
    <w:p w:rsidR="00CC15EB" w:rsidRDefault="00CC15EB" w:rsidP="00AC7755">
      <w:pPr>
        <w:pStyle w:val="libFootnote0"/>
        <w:rPr>
          <w:rtl/>
        </w:rPr>
      </w:pPr>
      <w:r>
        <w:rPr>
          <w:rtl/>
        </w:rPr>
        <w:t>-</w:t>
      </w:r>
      <w:r w:rsidR="00D45E0E" w:rsidRPr="007277FF">
        <w:rPr>
          <w:rtl/>
        </w:rPr>
        <w:t xml:space="preserve"> 308</w:t>
      </w:r>
      <w:r>
        <w:rPr>
          <w:rtl/>
        </w:rPr>
        <w:t xml:space="preserve"> - </w:t>
      </w:r>
      <w:r w:rsidR="00D45E0E" w:rsidRPr="007277FF">
        <w:rPr>
          <w:rtl/>
        </w:rPr>
        <w:t>309</w:t>
      </w:r>
      <w:r>
        <w:rPr>
          <w:rtl/>
        </w:rPr>
        <w:t xml:space="preserve"> - </w:t>
      </w:r>
      <w:r w:rsidR="00D45E0E" w:rsidRPr="007277FF">
        <w:rPr>
          <w:rtl/>
        </w:rPr>
        <w:t>الاستبصار ج 4 ص 232 ومن الثاني فيه صدر الحديث الكافي ج 2 ص 309</w:t>
      </w:r>
    </w:p>
    <w:p w:rsidR="00AC7755" w:rsidRDefault="00CC15EB" w:rsidP="00AC7755">
      <w:pPr>
        <w:pStyle w:val="libFootnote0"/>
        <w:rPr>
          <w:rtl/>
        </w:rPr>
      </w:pPr>
      <w:r>
        <w:rPr>
          <w:rtl/>
        </w:rPr>
        <w:t>-</w:t>
      </w:r>
      <w:r w:rsidR="00D45E0E" w:rsidRPr="00DA0376">
        <w:rPr>
          <w:rtl/>
        </w:rPr>
        <w:t xml:space="preserve"> 310</w:t>
      </w:r>
      <w:r>
        <w:rPr>
          <w:rtl/>
        </w:rPr>
        <w:t xml:space="preserve"> - </w:t>
      </w:r>
      <w:r w:rsidR="00D45E0E" w:rsidRPr="00DA0376">
        <w:rPr>
          <w:rtl/>
        </w:rPr>
        <w:t>الكافي ج 2 ص 310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امير المؤمنين </w:t>
      </w:r>
      <w:r w:rsidR="00AC7755" w:rsidRPr="00AC7755">
        <w:rPr>
          <w:rStyle w:val="libAlaemChar"/>
          <w:rtl/>
        </w:rPr>
        <w:t>عليه‌السلام</w:t>
      </w:r>
      <w:r w:rsidR="00CC15EB">
        <w:rPr>
          <w:rtl/>
        </w:rPr>
        <w:t>:</w:t>
      </w:r>
      <w:r>
        <w:rPr>
          <w:rtl/>
        </w:rPr>
        <w:t xml:space="preserve"> </w:t>
      </w:r>
      <w:r w:rsidRPr="00DA0376">
        <w:rPr>
          <w:rtl/>
        </w:rPr>
        <w:t>لا يمين في حد ولا قصاص في عظم.</w:t>
      </w:r>
    </w:p>
    <w:p w:rsidR="00AC7755" w:rsidRDefault="00D45E0E" w:rsidP="00AC7755">
      <w:pPr>
        <w:pStyle w:val="libNormal"/>
        <w:rPr>
          <w:rtl/>
        </w:rPr>
      </w:pPr>
      <w:r w:rsidRPr="00D95A45">
        <w:rPr>
          <w:rtl/>
        </w:rPr>
        <w:t>(311) 76</w:t>
      </w:r>
      <w:r w:rsidR="00CC15EB">
        <w:rPr>
          <w:rtl/>
        </w:rPr>
        <w:t xml:space="preserve"> - </w:t>
      </w:r>
      <w:r w:rsidRPr="00D95A45">
        <w:rPr>
          <w:rtl/>
        </w:rPr>
        <w:t xml:space="preserve">احمد بن محمد عن محمد بن يحيى عن غياث ابن ابراهيم عن جعفر عن ابيه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جاءت امرأة الى رسول الله </w:t>
      </w:r>
      <w:r w:rsidR="00AC7755" w:rsidRPr="00AC7755">
        <w:rPr>
          <w:rStyle w:val="libAlaemChar"/>
          <w:rtl/>
        </w:rPr>
        <w:t>صلى‌الله‌عليه‌وآله‌وسلم</w:t>
      </w:r>
      <w:r w:rsidRPr="00D95A45">
        <w:rPr>
          <w:rtl/>
        </w:rPr>
        <w:t xml:space="preserve"> فقالت</w:t>
      </w:r>
      <w:r w:rsidR="00CC15EB">
        <w:rPr>
          <w:rtl/>
        </w:rPr>
        <w:t>:</w:t>
      </w:r>
      <w:r>
        <w:rPr>
          <w:rtl/>
        </w:rPr>
        <w:t xml:space="preserve"> </w:t>
      </w:r>
      <w:r w:rsidRPr="00D95A45">
        <w:rPr>
          <w:rtl/>
        </w:rPr>
        <w:t>يا رسول الله اني قلت لامتي يا زانية فقال</w:t>
      </w:r>
      <w:r w:rsidR="00CC15EB">
        <w:rPr>
          <w:rtl/>
        </w:rPr>
        <w:t>:</w:t>
      </w:r>
      <w:r>
        <w:rPr>
          <w:rtl/>
        </w:rPr>
        <w:t xml:space="preserve"> </w:t>
      </w:r>
      <w:r w:rsidRPr="00D95A45">
        <w:rPr>
          <w:rtl/>
        </w:rPr>
        <w:t>هل رأيت عليها زنى</w:t>
      </w:r>
      <w:r>
        <w:rPr>
          <w:rtl/>
        </w:rPr>
        <w:t>؟</w:t>
      </w:r>
      <w:r w:rsidRPr="00D95A45">
        <w:rPr>
          <w:rtl/>
        </w:rPr>
        <w:t xml:space="preserve"> فقالت</w:t>
      </w:r>
      <w:r w:rsidR="00CC15EB">
        <w:rPr>
          <w:rtl/>
        </w:rPr>
        <w:t>:</w:t>
      </w:r>
      <w:r>
        <w:rPr>
          <w:rtl/>
        </w:rPr>
        <w:t xml:space="preserve"> </w:t>
      </w:r>
      <w:r w:rsidRPr="00D95A45">
        <w:rPr>
          <w:rtl/>
        </w:rPr>
        <w:t>لا فقال</w:t>
      </w:r>
      <w:r w:rsidR="00CC15EB">
        <w:rPr>
          <w:rtl/>
        </w:rPr>
        <w:t>:</w:t>
      </w:r>
      <w:r>
        <w:rPr>
          <w:rtl/>
        </w:rPr>
        <w:t xml:space="preserve"> </w:t>
      </w:r>
      <w:r w:rsidRPr="00D95A45">
        <w:rPr>
          <w:rtl/>
        </w:rPr>
        <w:t>أما أنها سيقاد لها منك يوم القيامة فرجعت الى أمتها فأعطتها سوطا ثم قالت</w:t>
      </w:r>
      <w:r w:rsidR="00CC15EB">
        <w:rPr>
          <w:rtl/>
        </w:rPr>
        <w:t>:</w:t>
      </w:r>
      <w:r>
        <w:rPr>
          <w:rtl/>
        </w:rPr>
        <w:t xml:space="preserve"> </w:t>
      </w:r>
      <w:r w:rsidRPr="00D95A45">
        <w:rPr>
          <w:rtl/>
        </w:rPr>
        <w:t xml:space="preserve">اجلديني فأبت الامة فاعتقتها ثم اتت النبي </w:t>
      </w:r>
      <w:r w:rsidR="00AC7755" w:rsidRPr="00AC7755">
        <w:rPr>
          <w:rStyle w:val="libAlaemChar"/>
          <w:rtl/>
        </w:rPr>
        <w:t>صلى‌الله‌عليه‌وآله‌وسلم</w:t>
      </w:r>
      <w:r w:rsidRPr="00D95A45">
        <w:rPr>
          <w:rtl/>
        </w:rPr>
        <w:t xml:space="preserve"> فاخبرته فقال</w:t>
      </w:r>
      <w:r w:rsidR="00CC15EB">
        <w:rPr>
          <w:rtl/>
        </w:rPr>
        <w:t>:</w:t>
      </w:r>
      <w:r>
        <w:rPr>
          <w:rtl/>
        </w:rPr>
        <w:t xml:space="preserve"> </w:t>
      </w:r>
      <w:r w:rsidRPr="00D95A45">
        <w:rPr>
          <w:rtl/>
        </w:rPr>
        <w:t>عسى ان يكون به.</w:t>
      </w:r>
    </w:p>
    <w:p w:rsidR="00AC7755" w:rsidRDefault="00D45E0E" w:rsidP="00AC7755">
      <w:pPr>
        <w:pStyle w:val="libNormal"/>
        <w:rPr>
          <w:rtl/>
        </w:rPr>
      </w:pPr>
      <w:r w:rsidRPr="00D95A45">
        <w:rPr>
          <w:rtl/>
        </w:rPr>
        <w:t>(312) 77</w:t>
      </w:r>
      <w:r w:rsidR="00CC15EB">
        <w:rPr>
          <w:rtl/>
        </w:rPr>
        <w:t xml:space="preserve"> - </w:t>
      </w:r>
      <w:r w:rsidRPr="00D95A45">
        <w:rPr>
          <w:rtl/>
        </w:rPr>
        <w:t>يونس بن عبد الرحمان عن العلا عن محمد بن مسلم قال</w:t>
      </w:r>
      <w:r w:rsidR="00CC15EB">
        <w:rPr>
          <w:rtl/>
        </w:rPr>
        <w:t>:</w:t>
      </w:r>
      <w:r>
        <w:rPr>
          <w:rtl/>
        </w:rPr>
        <w:t xml:space="preserve"> </w:t>
      </w:r>
      <w:r w:rsidRPr="00D95A45">
        <w:rPr>
          <w:rtl/>
        </w:rPr>
        <w:t>سألته عن الرجل يقذف امرأته قال</w:t>
      </w:r>
      <w:r w:rsidR="00CC15EB">
        <w:rPr>
          <w:rtl/>
        </w:rPr>
        <w:t>:</w:t>
      </w:r>
      <w:r>
        <w:rPr>
          <w:rtl/>
        </w:rPr>
        <w:t xml:space="preserve"> </w:t>
      </w:r>
      <w:r w:rsidRPr="00D95A45">
        <w:rPr>
          <w:rtl/>
        </w:rPr>
        <w:t>يجلد قلت</w:t>
      </w:r>
      <w:r w:rsidR="00CC15EB">
        <w:rPr>
          <w:rtl/>
        </w:rPr>
        <w:t>:</w:t>
      </w:r>
      <w:r>
        <w:rPr>
          <w:rtl/>
        </w:rPr>
        <w:t xml:space="preserve"> </w:t>
      </w:r>
      <w:r w:rsidRPr="00D95A45">
        <w:rPr>
          <w:rtl/>
        </w:rPr>
        <w:t>أرأيت ان عفت عنه</w:t>
      </w:r>
      <w:r>
        <w:rPr>
          <w:rtl/>
        </w:rPr>
        <w:t>؟</w:t>
      </w:r>
      <w:r w:rsidRPr="00D95A45">
        <w:rPr>
          <w:rtl/>
        </w:rPr>
        <w:t xml:space="preserve"> قال</w:t>
      </w:r>
      <w:r w:rsidR="00CC15EB">
        <w:rPr>
          <w:rtl/>
        </w:rPr>
        <w:t>:</w:t>
      </w:r>
      <w:r>
        <w:rPr>
          <w:rtl/>
        </w:rPr>
        <w:t xml:space="preserve"> </w:t>
      </w:r>
      <w:r w:rsidRPr="00D95A45">
        <w:rPr>
          <w:rtl/>
        </w:rPr>
        <w:t xml:space="preserve">لا ولا كرامة. </w:t>
      </w:r>
    </w:p>
    <w:p w:rsidR="00AC7755" w:rsidRDefault="00D45E0E" w:rsidP="00AC7755">
      <w:pPr>
        <w:pStyle w:val="libNormal"/>
        <w:rPr>
          <w:rtl/>
        </w:rPr>
      </w:pPr>
      <w:r w:rsidRPr="00D95A45">
        <w:rPr>
          <w:rtl/>
        </w:rPr>
        <w:t>قال محمد بن الحسن. هذا الخبر لا ينافي خبر سماعة الذي يتضمن جواز العفو لأن هذا محمول على أنه ليس لها العفو بعد رفعها إلى السلطان وعلمه به</w:t>
      </w:r>
      <w:r w:rsidR="00CC15EB">
        <w:rPr>
          <w:rtl/>
        </w:rPr>
        <w:t>،</w:t>
      </w:r>
      <w:r>
        <w:rPr>
          <w:rtl/>
        </w:rPr>
        <w:t xml:space="preserve"> </w:t>
      </w:r>
      <w:r w:rsidRPr="00D95A45">
        <w:rPr>
          <w:rtl/>
        </w:rPr>
        <w:t>وانما كان لها العفو قبل ذلك على ما نبينه فيما بعد ان شاء الله.</w:t>
      </w:r>
    </w:p>
    <w:p w:rsidR="00AC7755" w:rsidRDefault="00D45E0E" w:rsidP="00AC7755">
      <w:pPr>
        <w:pStyle w:val="libNormal"/>
        <w:rPr>
          <w:rtl/>
        </w:rPr>
      </w:pPr>
      <w:r w:rsidRPr="00D95A45">
        <w:rPr>
          <w:rtl/>
        </w:rPr>
        <w:t>(313) 78</w:t>
      </w:r>
      <w:r w:rsidR="00CC15EB">
        <w:rPr>
          <w:rtl/>
        </w:rPr>
        <w:t xml:space="preserve"> - </w:t>
      </w:r>
      <w:r w:rsidRPr="00D95A45">
        <w:rPr>
          <w:rtl/>
        </w:rPr>
        <w:t xml:space="preserve">احمد بن محمد عن علي بن الحكم عن الحسين ابن ابي العلا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ان رجلا لقي رجلا على عهد امير المؤمنين </w:t>
      </w:r>
      <w:r w:rsidR="00AC7755" w:rsidRPr="00AC7755">
        <w:rPr>
          <w:rStyle w:val="libAlaemChar"/>
          <w:rtl/>
        </w:rPr>
        <w:t>عليه‌السلام</w:t>
      </w:r>
      <w:r w:rsidRPr="00D95A45">
        <w:rPr>
          <w:rtl/>
        </w:rPr>
        <w:t xml:space="preserve"> فقال</w:t>
      </w:r>
      <w:r w:rsidR="00CC15EB">
        <w:rPr>
          <w:rtl/>
        </w:rPr>
        <w:t>:</w:t>
      </w:r>
      <w:r>
        <w:rPr>
          <w:rtl/>
        </w:rPr>
        <w:t xml:space="preserve"> </w:t>
      </w:r>
      <w:r w:rsidRPr="00D95A45">
        <w:rPr>
          <w:rtl/>
        </w:rPr>
        <w:t>ان هذا افترى علي قال</w:t>
      </w:r>
      <w:r w:rsidR="00CC15EB">
        <w:rPr>
          <w:rtl/>
        </w:rPr>
        <w:t>:</w:t>
      </w:r>
      <w:r>
        <w:rPr>
          <w:rtl/>
        </w:rPr>
        <w:t xml:space="preserve"> </w:t>
      </w:r>
      <w:r w:rsidRPr="00D95A45">
        <w:rPr>
          <w:rtl/>
        </w:rPr>
        <w:t>وما قال لك</w:t>
      </w:r>
      <w:r>
        <w:rPr>
          <w:rtl/>
        </w:rPr>
        <w:t>؟</w:t>
      </w:r>
      <w:r w:rsidRPr="00D95A45">
        <w:rPr>
          <w:rtl/>
        </w:rPr>
        <w:t xml:space="preserve"> قال</w:t>
      </w:r>
      <w:r w:rsidR="00CC15EB">
        <w:rPr>
          <w:rtl/>
        </w:rPr>
        <w:t>:</w:t>
      </w:r>
      <w:r>
        <w:rPr>
          <w:rtl/>
        </w:rPr>
        <w:t xml:space="preserve"> </w:t>
      </w:r>
      <w:r w:rsidRPr="00D95A45">
        <w:rPr>
          <w:rtl/>
        </w:rPr>
        <w:t>انه احتلم بأم الآخر قال</w:t>
      </w:r>
      <w:r w:rsidR="00CC15EB">
        <w:rPr>
          <w:rtl/>
        </w:rPr>
        <w:t>:</w:t>
      </w:r>
      <w:r>
        <w:rPr>
          <w:rtl/>
        </w:rPr>
        <w:t xml:space="preserve"> </w:t>
      </w:r>
      <w:r w:rsidRPr="00D95A45">
        <w:rPr>
          <w:rtl/>
        </w:rPr>
        <w:t>إن في العدل ان شئت جلدت ظله</w:t>
      </w:r>
      <w:r w:rsidR="00CC15EB">
        <w:rPr>
          <w:rtl/>
        </w:rPr>
        <w:t>،</w:t>
      </w:r>
      <w:r>
        <w:rPr>
          <w:rtl/>
        </w:rPr>
        <w:t xml:space="preserve"> </w:t>
      </w:r>
      <w:r w:rsidRPr="00D95A45">
        <w:rPr>
          <w:rtl/>
        </w:rPr>
        <w:t>فان الحلم إنما هو مثل الظل</w:t>
      </w:r>
      <w:r w:rsidR="00CC15EB">
        <w:rPr>
          <w:rtl/>
        </w:rPr>
        <w:t>،</w:t>
      </w:r>
      <w:r>
        <w:rPr>
          <w:rtl/>
        </w:rPr>
        <w:t xml:space="preserve"> </w:t>
      </w:r>
      <w:r w:rsidRPr="00D95A45">
        <w:rPr>
          <w:rtl/>
        </w:rPr>
        <w:t>ولكن سنوجعه ضربا وجيعا حتى لا يؤذي المسلمين فضربه ضربا وجيعا.</w:t>
      </w:r>
    </w:p>
    <w:p w:rsidR="00AC7755" w:rsidRDefault="00D45E0E" w:rsidP="00AC7755">
      <w:pPr>
        <w:pStyle w:val="libNormal"/>
        <w:rPr>
          <w:rtl/>
        </w:rPr>
      </w:pPr>
      <w:r w:rsidRPr="00D95A45">
        <w:rPr>
          <w:rtl/>
        </w:rPr>
        <w:t>(314) 79</w:t>
      </w:r>
      <w:r w:rsidR="00CC15EB">
        <w:rPr>
          <w:rtl/>
        </w:rPr>
        <w:t xml:space="preserve"> - </w:t>
      </w:r>
      <w:r w:rsidRPr="00D95A45">
        <w:rPr>
          <w:rtl/>
        </w:rPr>
        <w:t>محمد بن علي بن محبوب عن علي بن محمد القاساني عن القاسم بن محمد عن سليمان بن داود عن النعمان بن عبد السلام عن ابي حنيفة قال</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312</w:t>
      </w:r>
      <w:r>
        <w:rPr>
          <w:rtl/>
        </w:rPr>
        <w:t xml:space="preserve"> - </w:t>
      </w:r>
      <w:r w:rsidR="00D45E0E" w:rsidRPr="00D95A45">
        <w:rPr>
          <w:rtl/>
        </w:rPr>
        <w:t>الاستبصار ج 4 ص 232 الفقيه ج 4 ص 34</w:t>
      </w:r>
    </w:p>
    <w:p w:rsidR="00CC15EB" w:rsidRDefault="00CC15EB" w:rsidP="00AC7755">
      <w:pPr>
        <w:pStyle w:val="libFootnote0"/>
        <w:rPr>
          <w:rtl/>
        </w:rPr>
      </w:pPr>
      <w:r>
        <w:rPr>
          <w:rtl/>
        </w:rPr>
        <w:t>-</w:t>
      </w:r>
      <w:r w:rsidR="00D45E0E" w:rsidRPr="007277FF">
        <w:rPr>
          <w:rtl/>
        </w:rPr>
        <w:t xml:space="preserve"> 313</w:t>
      </w:r>
      <w:r>
        <w:rPr>
          <w:rtl/>
        </w:rPr>
        <w:t xml:space="preserve"> - </w:t>
      </w:r>
      <w:r w:rsidR="00D45E0E" w:rsidRPr="007277FF">
        <w:rPr>
          <w:rtl/>
        </w:rPr>
        <w:t>الكافي ج 2 ص 312 الفقيه ج 4 ص 51 بتفاوت فيهما</w:t>
      </w:r>
    </w:p>
    <w:p w:rsidR="00AC7755" w:rsidRDefault="00CC15EB" w:rsidP="00AC7755">
      <w:pPr>
        <w:pStyle w:val="libFootnote0"/>
        <w:rPr>
          <w:rtl/>
        </w:rPr>
      </w:pPr>
      <w:r>
        <w:rPr>
          <w:rtl/>
        </w:rPr>
        <w:t>-</w:t>
      </w:r>
      <w:r w:rsidR="00D45E0E" w:rsidRPr="00DA0376">
        <w:rPr>
          <w:rtl/>
        </w:rPr>
        <w:t xml:space="preserve"> 314</w:t>
      </w:r>
      <w:r>
        <w:rPr>
          <w:rtl/>
        </w:rPr>
        <w:t xml:space="preserve"> - </w:t>
      </w:r>
      <w:r w:rsidR="00D45E0E" w:rsidRPr="00DA0376">
        <w:rPr>
          <w:rtl/>
        </w:rPr>
        <w:t>الكافي ج 2 ص 306</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سألت ابا عبد الله </w:t>
      </w:r>
      <w:r w:rsidR="00AC7755" w:rsidRPr="00AC7755">
        <w:rPr>
          <w:rStyle w:val="libAlaemChar"/>
          <w:rtl/>
        </w:rPr>
        <w:t>عليه‌السلام</w:t>
      </w:r>
      <w:r w:rsidRPr="00DA0376">
        <w:rPr>
          <w:rtl/>
        </w:rPr>
        <w:t xml:space="preserve"> عن رجل قال لآخر يا فاسق فقال</w:t>
      </w:r>
      <w:r w:rsidR="00CC15EB">
        <w:rPr>
          <w:rtl/>
        </w:rPr>
        <w:t>:</w:t>
      </w:r>
      <w:r>
        <w:rPr>
          <w:rtl/>
        </w:rPr>
        <w:t xml:space="preserve"> </w:t>
      </w:r>
      <w:r w:rsidRPr="00DA0376">
        <w:rPr>
          <w:rtl/>
        </w:rPr>
        <w:t>لا حد عليه ويعزر.</w:t>
      </w:r>
    </w:p>
    <w:p w:rsidR="00AC7755" w:rsidRDefault="00D45E0E" w:rsidP="00AC7755">
      <w:pPr>
        <w:pStyle w:val="libNormal"/>
        <w:rPr>
          <w:rtl/>
        </w:rPr>
      </w:pPr>
      <w:r w:rsidRPr="00D95A45">
        <w:rPr>
          <w:rtl/>
        </w:rPr>
        <w:t>(315) 80</w:t>
      </w:r>
      <w:r w:rsidR="00CC15EB">
        <w:rPr>
          <w:rtl/>
        </w:rPr>
        <w:t xml:space="preserve"> - </w:t>
      </w:r>
      <w:r w:rsidRPr="00D95A45">
        <w:rPr>
          <w:rtl/>
        </w:rPr>
        <w:t xml:space="preserve">عنه عن هارون بن مسلم عن مسعدة بن صدقة عن جعفر عن ابيه عن علي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من قال لصاحبه</w:t>
      </w:r>
      <w:r w:rsidR="00CC15EB">
        <w:rPr>
          <w:rtl/>
        </w:rPr>
        <w:t>:</w:t>
      </w:r>
      <w:r>
        <w:rPr>
          <w:rtl/>
        </w:rPr>
        <w:t xml:space="preserve"> </w:t>
      </w:r>
      <w:r w:rsidRPr="00D95A45">
        <w:rPr>
          <w:rtl/>
        </w:rPr>
        <w:t>لا أب لك ولا أم لك فليتصدق بشئ ومن قال</w:t>
      </w:r>
      <w:r w:rsidR="00CC15EB">
        <w:rPr>
          <w:rtl/>
        </w:rPr>
        <w:t>:</w:t>
      </w:r>
      <w:r>
        <w:rPr>
          <w:rtl/>
        </w:rPr>
        <w:t xml:space="preserve"> </w:t>
      </w:r>
      <w:r w:rsidRPr="00D95A45">
        <w:rPr>
          <w:rtl/>
        </w:rPr>
        <w:t>لا وابي</w:t>
      </w:r>
      <w:r w:rsidR="00CC15EB">
        <w:rPr>
          <w:rtl/>
        </w:rPr>
        <w:t>،</w:t>
      </w:r>
      <w:r>
        <w:rPr>
          <w:rtl/>
        </w:rPr>
        <w:t xml:space="preserve"> </w:t>
      </w:r>
      <w:r w:rsidRPr="00D95A45">
        <w:rPr>
          <w:rtl/>
        </w:rPr>
        <w:t>فليقل أشهد أن لا اله الا الله فانها كفارة لقوله.</w:t>
      </w:r>
    </w:p>
    <w:p w:rsidR="00AC7755" w:rsidRDefault="00D45E0E" w:rsidP="00AC7755">
      <w:pPr>
        <w:pStyle w:val="libNormal"/>
        <w:rPr>
          <w:rtl/>
        </w:rPr>
      </w:pPr>
      <w:r w:rsidRPr="00D95A45">
        <w:rPr>
          <w:rtl/>
        </w:rPr>
        <w:t>(316) 81</w:t>
      </w:r>
      <w:r w:rsidR="00CC15EB">
        <w:rPr>
          <w:rtl/>
        </w:rPr>
        <w:t xml:space="preserve"> - </w:t>
      </w:r>
      <w:r w:rsidRPr="00D95A45">
        <w:rPr>
          <w:rtl/>
        </w:rPr>
        <w:t>يونس عن عبد الله بن سنان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رجلين افترى كل واحد منهما على صاحبه فقال</w:t>
      </w:r>
      <w:r w:rsidR="00CC15EB">
        <w:rPr>
          <w:rtl/>
        </w:rPr>
        <w:t>:</w:t>
      </w:r>
      <w:r>
        <w:rPr>
          <w:rtl/>
        </w:rPr>
        <w:t xml:space="preserve"> </w:t>
      </w:r>
      <w:r w:rsidRPr="00D95A45">
        <w:rPr>
          <w:rtl/>
        </w:rPr>
        <w:t>يدرأ عنهما الحد ويعزران.</w:t>
      </w:r>
    </w:p>
    <w:p w:rsidR="00AC7755" w:rsidRDefault="00D45E0E" w:rsidP="00AC7755">
      <w:pPr>
        <w:pStyle w:val="libNormal"/>
        <w:rPr>
          <w:rtl/>
        </w:rPr>
      </w:pPr>
      <w:r w:rsidRPr="00D95A45">
        <w:rPr>
          <w:rtl/>
        </w:rPr>
        <w:t>(317) 82</w:t>
      </w:r>
      <w:r w:rsidR="00CC15EB">
        <w:rPr>
          <w:rtl/>
        </w:rPr>
        <w:t xml:space="preserve"> - </w:t>
      </w:r>
      <w:r w:rsidRPr="00D95A45">
        <w:rPr>
          <w:rtl/>
        </w:rPr>
        <w:t>عنه عن عبد الرحمان بن ابي عبد الله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سب رجلا بغير قذف فعرض به هل يجلد</w:t>
      </w:r>
      <w:r>
        <w:rPr>
          <w:rtl/>
        </w:rPr>
        <w:t>؟</w:t>
      </w:r>
      <w:r w:rsidRPr="00D95A45">
        <w:rPr>
          <w:rtl/>
        </w:rPr>
        <w:t xml:space="preserve"> قال</w:t>
      </w:r>
      <w:r w:rsidR="00CC15EB">
        <w:rPr>
          <w:rtl/>
        </w:rPr>
        <w:t>:</w:t>
      </w:r>
      <w:r>
        <w:rPr>
          <w:rtl/>
        </w:rPr>
        <w:t xml:space="preserve"> </w:t>
      </w:r>
      <w:r w:rsidRPr="00D95A45">
        <w:rPr>
          <w:rtl/>
        </w:rPr>
        <w:t>عليه تعزير.</w:t>
      </w:r>
    </w:p>
    <w:p w:rsidR="00AC7755" w:rsidRDefault="00D45E0E" w:rsidP="00AC7755">
      <w:pPr>
        <w:pStyle w:val="libNormal"/>
        <w:rPr>
          <w:rtl/>
        </w:rPr>
      </w:pPr>
      <w:r w:rsidRPr="00D95A45">
        <w:rPr>
          <w:rtl/>
        </w:rPr>
        <w:t>(318) 83</w:t>
      </w:r>
      <w:r w:rsidR="00CC15EB">
        <w:rPr>
          <w:rtl/>
        </w:rPr>
        <w:t xml:space="preserve"> - </w:t>
      </w:r>
      <w:r w:rsidRPr="00D95A45">
        <w:rPr>
          <w:rtl/>
        </w:rPr>
        <w:t xml:space="preserve">احمد بن محمد بن عيسى عن الحسين بن سعيد عن النضر بن سويد عن القاسم بن سليمان عن جراح المدائني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قال الرجل انت خنثى وانت خنزير فليس فيه حد</w:t>
      </w:r>
      <w:r w:rsidR="00CC15EB">
        <w:rPr>
          <w:rtl/>
        </w:rPr>
        <w:t>،</w:t>
      </w:r>
      <w:r>
        <w:rPr>
          <w:rtl/>
        </w:rPr>
        <w:t xml:space="preserve"> </w:t>
      </w:r>
      <w:r w:rsidRPr="00D95A45">
        <w:rPr>
          <w:rtl/>
        </w:rPr>
        <w:t>ولكن فيه موعظة وبعض العقوبة.</w:t>
      </w:r>
    </w:p>
    <w:p w:rsidR="00AC7755" w:rsidRDefault="00D45E0E" w:rsidP="00AC7755">
      <w:pPr>
        <w:pStyle w:val="libNormal"/>
        <w:rPr>
          <w:rtl/>
        </w:rPr>
      </w:pPr>
      <w:r w:rsidRPr="00D95A45">
        <w:rPr>
          <w:rtl/>
        </w:rPr>
        <w:t>(319) 84</w:t>
      </w:r>
      <w:r w:rsidR="00CC15EB">
        <w:rPr>
          <w:rtl/>
        </w:rPr>
        <w:t xml:space="preserve"> - </w:t>
      </w:r>
      <w:r w:rsidRPr="00D95A45">
        <w:rPr>
          <w:rtl/>
        </w:rPr>
        <w:t xml:space="preserve">علي بن ابراهيم عن صالح بن السندي عن جعفر بن بشير عن الحسين بن ابى العلا عن ابي مخلد السراج عن ابى عبد الله </w:t>
      </w:r>
      <w:r w:rsidR="00AC7755" w:rsidRPr="00AC7755">
        <w:rPr>
          <w:rStyle w:val="libAlaemChar"/>
          <w:rtl/>
        </w:rPr>
        <w:t>عليه‌السلام</w:t>
      </w:r>
      <w:r w:rsidRPr="00D95A45">
        <w:rPr>
          <w:rtl/>
        </w:rPr>
        <w:t xml:space="preserve"> انه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رجل دعا آخر ابن المجنون فقال الآخر</w:t>
      </w:r>
      <w:r w:rsidR="00CC15EB">
        <w:rPr>
          <w:rtl/>
        </w:rPr>
        <w:t>:</w:t>
      </w:r>
      <w:r>
        <w:rPr>
          <w:rtl/>
        </w:rPr>
        <w:t xml:space="preserve"> </w:t>
      </w:r>
      <w:r w:rsidRPr="00D95A45">
        <w:rPr>
          <w:rtl/>
        </w:rPr>
        <w:t>انت ابن المجنون فأمر الاول أن يجلد صاحبه عشرين جلدة وقال له</w:t>
      </w:r>
      <w:r w:rsidR="00CC15EB">
        <w:rPr>
          <w:rtl/>
        </w:rPr>
        <w:t>:</w:t>
      </w:r>
      <w:r>
        <w:rPr>
          <w:rtl/>
        </w:rPr>
        <w:t xml:space="preserve"> </w:t>
      </w:r>
      <w:r w:rsidRPr="00D95A45">
        <w:rPr>
          <w:rtl/>
        </w:rPr>
        <w:t>اعلم انه ستعقب مثلها عشرين فلما جلده اعطوا المجلود السوط فجلده نكالا ينكل بهما.</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317 316</w:t>
      </w:r>
      <w:r>
        <w:rPr>
          <w:rFonts w:hint="cs"/>
          <w:rtl/>
        </w:rPr>
        <w:t xml:space="preserve"> - </w:t>
      </w:r>
      <w:r w:rsidR="00D45E0E" w:rsidRPr="00DA0376">
        <w:rPr>
          <w:rtl/>
        </w:rPr>
        <w:t>318</w:t>
      </w:r>
      <w:r>
        <w:rPr>
          <w:rtl/>
        </w:rPr>
        <w:t xml:space="preserve"> - </w:t>
      </w:r>
      <w:r w:rsidR="00D45E0E" w:rsidRPr="00DA0376">
        <w:rPr>
          <w:rtl/>
        </w:rPr>
        <w:t>319</w:t>
      </w:r>
      <w:r>
        <w:rPr>
          <w:rtl/>
        </w:rPr>
        <w:t xml:space="preserve"> - </w:t>
      </w:r>
      <w:r w:rsidR="00D45E0E" w:rsidRPr="00DA0376">
        <w:rPr>
          <w:rtl/>
        </w:rPr>
        <w:t>الكافي ج 2 ص 305 وفيه في الثالث</w:t>
      </w:r>
      <w:r>
        <w:rPr>
          <w:rtl/>
        </w:rPr>
        <w:t xml:space="preserve"> - </w:t>
      </w:r>
      <w:r w:rsidR="00D45E0E" w:rsidRPr="00DA0376">
        <w:rPr>
          <w:rtl/>
        </w:rPr>
        <w:t>خبيث</w:t>
      </w:r>
      <w:r>
        <w:rPr>
          <w:rtl/>
        </w:rPr>
        <w:t xml:space="preserve"> - </w:t>
      </w:r>
      <w:r w:rsidR="00D45E0E" w:rsidRPr="00DA0376">
        <w:rPr>
          <w:rtl/>
        </w:rPr>
        <w:t>بدل</w:t>
      </w:r>
      <w:r>
        <w:rPr>
          <w:rtl/>
        </w:rPr>
        <w:t xml:space="preserve"> - </w:t>
      </w:r>
      <w:r w:rsidR="00D45E0E" w:rsidRPr="00DA0376">
        <w:rPr>
          <w:rtl/>
        </w:rPr>
        <w:t>خنثى</w:t>
      </w:r>
      <w:r>
        <w:rPr>
          <w:rtl/>
        </w:rPr>
        <w:t xml:space="preserve"> - </w:t>
      </w:r>
      <w:r w:rsidR="00D45E0E" w:rsidRPr="00DA0376">
        <w:rPr>
          <w:rtl/>
        </w:rPr>
        <w:t>واخرج الاخير الصدوق في الفقيه ج 4 ص 35</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(320) 85</w:t>
      </w:r>
      <w:r w:rsidR="00CC15EB">
        <w:rPr>
          <w:rtl/>
        </w:rPr>
        <w:t xml:space="preserve"> - </w:t>
      </w:r>
      <w:r w:rsidRPr="00D95A45">
        <w:rPr>
          <w:rtl/>
        </w:rPr>
        <w:t xml:space="preserve">علي بن ابراهيم عن ابيه عن ابن ابى عمير عن ابن فضال عن يونس بن يعقوب عن ابى مريم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الهجاء التعزير.</w:t>
      </w:r>
    </w:p>
    <w:p w:rsidR="00AC7755" w:rsidRDefault="00D45E0E" w:rsidP="00AC7755">
      <w:pPr>
        <w:pStyle w:val="libNormal"/>
        <w:rPr>
          <w:rtl/>
        </w:rPr>
      </w:pPr>
      <w:r w:rsidRPr="00D95A45">
        <w:rPr>
          <w:rtl/>
        </w:rPr>
        <w:t>(321) 86</w:t>
      </w:r>
      <w:r w:rsidR="00CC15EB">
        <w:rPr>
          <w:rtl/>
        </w:rPr>
        <w:t xml:space="preserve"> - </w:t>
      </w:r>
      <w:r w:rsidRPr="00D95A45">
        <w:rPr>
          <w:rtl/>
        </w:rPr>
        <w:t xml:space="preserve">سهل بن زياد عن ابن محبوب عن ابن رئاب عن ضريس الكناسي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يعفى عن الحدود التي لله دون الامام فاما ما كان من حق الناس في حد فلا بأس أن يعفى عنه دون الامام.</w:t>
      </w:r>
    </w:p>
    <w:p w:rsidR="00AC7755" w:rsidRDefault="00D45E0E" w:rsidP="00AC7755">
      <w:pPr>
        <w:pStyle w:val="libNormal"/>
        <w:rPr>
          <w:rtl/>
        </w:rPr>
      </w:pPr>
      <w:r w:rsidRPr="00D95A45">
        <w:rPr>
          <w:rtl/>
        </w:rPr>
        <w:t>(322) 87</w:t>
      </w:r>
      <w:r w:rsidR="00CC15EB">
        <w:rPr>
          <w:rtl/>
        </w:rPr>
        <w:t xml:space="preserve"> - </w:t>
      </w:r>
      <w:r w:rsidRPr="00D95A45">
        <w:rPr>
          <w:rtl/>
        </w:rPr>
        <w:t xml:space="preserve">احمد بن محمد عن ابن محبوب عن العلا عن محمد ابن مسلم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 له</w:t>
      </w:r>
      <w:r w:rsidR="00CC15EB">
        <w:rPr>
          <w:rtl/>
        </w:rPr>
        <w:t>:</w:t>
      </w:r>
      <w:r>
        <w:rPr>
          <w:rtl/>
        </w:rPr>
        <w:t xml:space="preserve"> </w:t>
      </w:r>
      <w:r w:rsidRPr="00D95A45">
        <w:rPr>
          <w:rtl/>
        </w:rPr>
        <w:t>رجل جنى الي اعفو عنه</w:t>
      </w:r>
      <w:r>
        <w:rPr>
          <w:rtl/>
        </w:rPr>
        <w:t>؟</w:t>
      </w:r>
      <w:r w:rsidRPr="00D95A45">
        <w:rPr>
          <w:rtl/>
        </w:rPr>
        <w:t xml:space="preserve"> أو ارفعه إلى السلطان</w:t>
      </w:r>
      <w:r>
        <w:rPr>
          <w:rtl/>
        </w:rPr>
        <w:t>؟</w:t>
      </w:r>
      <w:r w:rsidRPr="00D95A45">
        <w:rPr>
          <w:rtl/>
        </w:rPr>
        <w:t xml:space="preserve"> قال</w:t>
      </w:r>
      <w:r w:rsidR="00CC15EB">
        <w:rPr>
          <w:rtl/>
        </w:rPr>
        <w:t>:</w:t>
      </w:r>
      <w:r>
        <w:rPr>
          <w:rtl/>
        </w:rPr>
        <w:t xml:space="preserve"> </w:t>
      </w:r>
      <w:r w:rsidRPr="00D95A45">
        <w:rPr>
          <w:rtl/>
        </w:rPr>
        <w:t>هو حقك ان عفوت عنه فحسن</w:t>
      </w:r>
      <w:r w:rsidR="00CC15EB">
        <w:rPr>
          <w:rtl/>
        </w:rPr>
        <w:t>،</w:t>
      </w:r>
      <w:r>
        <w:rPr>
          <w:rtl/>
        </w:rPr>
        <w:t xml:space="preserve"> </w:t>
      </w:r>
      <w:r w:rsidRPr="00D95A45">
        <w:rPr>
          <w:rtl/>
        </w:rPr>
        <w:t>وان رفعته إلى الامام فانما طلبت حقك وكيف لك بالامام</w:t>
      </w:r>
      <w:r>
        <w:rPr>
          <w:rtl/>
        </w:rPr>
        <w:t>!؟</w:t>
      </w:r>
      <w:r w:rsidRPr="00D95A45">
        <w:rPr>
          <w:rtl/>
        </w:rPr>
        <w:t>.</w:t>
      </w:r>
    </w:p>
    <w:p w:rsidR="00AC7755" w:rsidRDefault="00D45E0E" w:rsidP="00AC7755">
      <w:pPr>
        <w:pStyle w:val="libNormal"/>
        <w:rPr>
          <w:rtl/>
        </w:rPr>
      </w:pPr>
      <w:r w:rsidRPr="00D95A45">
        <w:rPr>
          <w:rtl/>
        </w:rPr>
        <w:t>(323) 88</w:t>
      </w:r>
      <w:r w:rsidR="00CC15EB">
        <w:rPr>
          <w:rtl/>
        </w:rPr>
        <w:t xml:space="preserve"> - </w:t>
      </w:r>
      <w:r w:rsidRPr="00D95A45">
        <w:rPr>
          <w:rtl/>
        </w:rPr>
        <w:t>عنه عن ابن محبوب عن هشام بن سالم عن عمار الساباطي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لو ان رجلا قال لرجل يابن الفاعلة يعني الزنى وكان للمقذوف اخ لابيه وامه فعفا احدهما عن القاذف واراد احدهما ان يقدمه الى الوالي أو يجلده أكان له ذلك</w:t>
      </w:r>
      <w:r>
        <w:rPr>
          <w:rtl/>
        </w:rPr>
        <w:t>؟</w:t>
      </w:r>
      <w:r w:rsidRPr="00D95A45">
        <w:rPr>
          <w:rtl/>
        </w:rPr>
        <w:t xml:space="preserve"> فقال</w:t>
      </w:r>
      <w:r w:rsidR="00CC15EB">
        <w:rPr>
          <w:rtl/>
        </w:rPr>
        <w:t>:</w:t>
      </w:r>
      <w:r>
        <w:rPr>
          <w:rtl/>
        </w:rPr>
        <w:t xml:space="preserve"> </w:t>
      </w:r>
      <w:r w:rsidRPr="00D95A45">
        <w:rPr>
          <w:rtl/>
        </w:rPr>
        <w:t>أليس امه هي ام الذي عفا</w:t>
      </w:r>
      <w:r>
        <w:rPr>
          <w:rtl/>
        </w:rPr>
        <w:t>؟</w:t>
      </w:r>
      <w:r w:rsidRPr="00D95A45">
        <w:rPr>
          <w:rtl/>
        </w:rPr>
        <w:t xml:space="preserve"> ثم قال</w:t>
      </w:r>
      <w:r w:rsidR="00CC15EB">
        <w:rPr>
          <w:rtl/>
        </w:rPr>
        <w:t>:</w:t>
      </w:r>
      <w:r>
        <w:rPr>
          <w:rtl/>
        </w:rPr>
        <w:t xml:space="preserve"> </w:t>
      </w:r>
      <w:r w:rsidRPr="00D95A45">
        <w:rPr>
          <w:rtl/>
        </w:rPr>
        <w:t>ان العفو اليهما جميعا إذا كانت امهما ميتة فالامر اليهما في العفو وان كانت حية فالام إليها العفو.</w:t>
      </w:r>
    </w:p>
    <w:p w:rsidR="00AC7755" w:rsidRDefault="00D45E0E" w:rsidP="00AC7755">
      <w:pPr>
        <w:pStyle w:val="libNormal"/>
        <w:rPr>
          <w:rtl/>
        </w:rPr>
      </w:pPr>
      <w:r w:rsidRPr="00D95A45">
        <w:rPr>
          <w:rtl/>
        </w:rPr>
        <w:t>(324) 89</w:t>
      </w:r>
      <w:r w:rsidR="00CC15EB">
        <w:rPr>
          <w:rtl/>
        </w:rPr>
        <w:t xml:space="preserve"> - </w:t>
      </w:r>
      <w:r w:rsidRPr="00D95A45">
        <w:rPr>
          <w:rtl/>
        </w:rPr>
        <w:t xml:space="preserve">علي بن ابراهيم عن ابيه عن ابن محبوب عن اسحاق ابن عمار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حد لمن لا حد عليه</w:t>
      </w:r>
      <w:r w:rsidR="00CC15EB">
        <w:rPr>
          <w:rtl/>
        </w:rPr>
        <w:t>،</w:t>
      </w:r>
      <w:r>
        <w:rPr>
          <w:rtl/>
        </w:rPr>
        <w:t xml:space="preserve"> </w:t>
      </w:r>
      <w:r w:rsidRPr="00D95A45">
        <w:rPr>
          <w:rtl/>
        </w:rPr>
        <w:t>وتفسير ذلك</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320</w:t>
      </w:r>
      <w:r>
        <w:rPr>
          <w:rtl/>
        </w:rPr>
        <w:t xml:space="preserve"> - </w:t>
      </w:r>
      <w:r w:rsidR="00D45E0E" w:rsidRPr="00D95A45">
        <w:rPr>
          <w:rtl/>
        </w:rPr>
        <w:t>الكافي ج 2 ص 306</w:t>
      </w:r>
    </w:p>
    <w:p w:rsidR="00CC15EB" w:rsidRDefault="00CC15EB" w:rsidP="00AC7755">
      <w:pPr>
        <w:pStyle w:val="libFootnote0"/>
        <w:rPr>
          <w:rtl/>
        </w:rPr>
      </w:pPr>
      <w:r>
        <w:rPr>
          <w:rtl/>
        </w:rPr>
        <w:t>-</w:t>
      </w:r>
      <w:r w:rsidR="00D45E0E" w:rsidRPr="007277FF">
        <w:rPr>
          <w:rtl/>
        </w:rPr>
        <w:t xml:space="preserve"> 321</w:t>
      </w:r>
      <w:r>
        <w:rPr>
          <w:rtl/>
        </w:rPr>
        <w:t xml:space="preserve"> - </w:t>
      </w:r>
      <w:r w:rsidR="00D45E0E" w:rsidRPr="007277FF">
        <w:rPr>
          <w:rtl/>
        </w:rPr>
        <w:t>322</w:t>
      </w:r>
      <w:r>
        <w:rPr>
          <w:rtl/>
        </w:rPr>
        <w:t xml:space="preserve"> - </w:t>
      </w:r>
      <w:r w:rsidR="00D45E0E" w:rsidRPr="007277FF">
        <w:rPr>
          <w:rtl/>
        </w:rPr>
        <w:t>الاستبصار ج 4 ص 232</w:t>
      </w:r>
      <w:r>
        <w:rPr>
          <w:rtl/>
        </w:rPr>
        <w:t xml:space="preserve"> - </w:t>
      </w:r>
      <w:r w:rsidR="00D45E0E" w:rsidRPr="007277FF">
        <w:rPr>
          <w:rtl/>
        </w:rPr>
        <w:t>الكافي ج 2 ص 309 واخرج الاول الصدوق في الفقيه ج 4 ص 52</w:t>
      </w:r>
    </w:p>
    <w:p w:rsidR="00AC7755" w:rsidRDefault="00CC15EB" w:rsidP="00AC7755">
      <w:pPr>
        <w:pStyle w:val="libFootnote0"/>
        <w:rPr>
          <w:rtl/>
        </w:rPr>
      </w:pPr>
      <w:r>
        <w:rPr>
          <w:rtl/>
        </w:rPr>
        <w:t>-</w:t>
      </w:r>
      <w:r w:rsidR="00D45E0E" w:rsidRPr="00DA0376">
        <w:rPr>
          <w:rtl/>
        </w:rPr>
        <w:t xml:space="preserve"> 323</w:t>
      </w:r>
      <w:r>
        <w:rPr>
          <w:rtl/>
        </w:rPr>
        <w:t xml:space="preserve"> - </w:t>
      </w:r>
      <w:r w:rsidR="00D45E0E" w:rsidRPr="00DA0376">
        <w:rPr>
          <w:rtl/>
        </w:rPr>
        <w:t>324</w:t>
      </w:r>
      <w:r>
        <w:rPr>
          <w:rtl/>
        </w:rPr>
        <w:t xml:space="preserve"> - </w:t>
      </w:r>
      <w:r w:rsidR="00D45E0E" w:rsidRPr="00DA0376">
        <w:rPr>
          <w:rtl/>
        </w:rPr>
        <w:t>الكافي ج 2 ص 309</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لو ان مجنونا قذف رجلا لم يكن عليه شئ فلو قذفه رجل لم يكن عليه حد.</w:t>
      </w:r>
    </w:p>
    <w:p w:rsidR="00AC7755" w:rsidRDefault="00D45E0E" w:rsidP="00AC7755">
      <w:pPr>
        <w:pStyle w:val="libNormal"/>
        <w:rPr>
          <w:rtl/>
        </w:rPr>
      </w:pPr>
      <w:r w:rsidRPr="00DA0376">
        <w:rPr>
          <w:rtl/>
        </w:rPr>
        <w:t xml:space="preserve"> (325) 90</w:t>
      </w:r>
      <w:r w:rsidR="00CC15EB">
        <w:rPr>
          <w:rtl/>
        </w:rPr>
        <w:t xml:space="preserve"> - </w:t>
      </w:r>
      <w:r w:rsidRPr="00DA0376">
        <w:rPr>
          <w:rtl/>
        </w:rPr>
        <w:t>ابن محبوب عن ابى ايوب عن فضيل بن يسار قال</w:t>
      </w:r>
      <w:r w:rsidR="00CC15EB">
        <w:rPr>
          <w:rtl/>
        </w:rPr>
        <w:t>:</w:t>
      </w:r>
      <w:r>
        <w:rPr>
          <w:rtl/>
        </w:rPr>
        <w:t xml:space="preserve"> </w:t>
      </w:r>
      <w:r w:rsidRPr="00DA0376">
        <w:rPr>
          <w:rtl/>
        </w:rPr>
        <w:t xml:space="preserve">سمعت ابا عبد الله </w:t>
      </w:r>
      <w:r w:rsidR="00AC7755" w:rsidRPr="00AC7755">
        <w:rPr>
          <w:rStyle w:val="libAlaemChar"/>
          <w:rtl/>
        </w:rPr>
        <w:t>عليه‌السلام</w:t>
      </w:r>
      <w:r w:rsidRPr="00DA0376">
        <w:rPr>
          <w:rtl/>
        </w:rPr>
        <w:t xml:space="preserve"> يقول</w:t>
      </w:r>
      <w:r w:rsidR="00CC15EB">
        <w:rPr>
          <w:rtl/>
        </w:rPr>
        <w:t>:</w:t>
      </w:r>
      <w:r>
        <w:rPr>
          <w:rtl/>
        </w:rPr>
        <w:t xml:space="preserve"> </w:t>
      </w:r>
      <w:r w:rsidRPr="00DA0376">
        <w:rPr>
          <w:rtl/>
        </w:rPr>
        <w:t>لا حد لمن لا حد عليه</w:t>
      </w:r>
      <w:r w:rsidR="00CC15EB">
        <w:rPr>
          <w:rtl/>
        </w:rPr>
        <w:t>،</w:t>
      </w:r>
      <w:r>
        <w:rPr>
          <w:rtl/>
        </w:rPr>
        <w:t xml:space="preserve"> </w:t>
      </w:r>
      <w:r w:rsidRPr="00DA0376">
        <w:rPr>
          <w:rtl/>
        </w:rPr>
        <w:t>يعني لو ان مجنونا قذف رجلا لم ار عليه شيئا</w:t>
      </w:r>
      <w:r w:rsidR="00CC15EB">
        <w:rPr>
          <w:rtl/>
        </w:rPr>
        <w:t>،</w:t>
      </w:r>
      <w:r>
        <w:rPr>
          <w:rtl/>
        </w:rPr>
        <w:t xml:space="preserve"> </w:t>
      </w:r>
      <w:r w:rsidRPr="00DA0376">
        <w:rPr>
          <w:rtl/>
        </w:rPr>
        <w:t>ولو قذفه رجل فقال له</w:t>
      </w:r>
      <w:r w:rsidR="00CC15EB">
        <w:rPr>
          <w:rtl/>
        </w:rPr>
        <w:t>:</w:t>
      </w:r>
      <w:r>
        <w:rPr>
          <w:rtl/>
        </w:rPr>
        <w:t xml:space="preserve"> </w:t>
      </w:r>
      <w:r w:rsidRPr="00DA0376">
        <w:rPr>
          <w:rtl/>
        </w:rPr>
        <w:t>يا زان لم يكن عليه حد.</w:t>
      </w:r>
    </w:p>
    <w:p w:rsidR="00AC7755" w:rsidRDefault="00D45E0E" w:rsidP="00AC7755">
      <w:pPr>
        <w:pStyle w:val="libNormal"/>
        <w:rPr>
          <w:rtl/>
        </w:rPr>
      </w:pPr>
      <w:r w:rsidRPr="00D95A45">
        <w:rPr>
          <w:rtl/>
        </w:rPr>
        <w:t>(326) 91</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لا تشفعن احدا في حد إذا بلغ الامام فانه يملكه</w:t>
      </w:r>
      <w:r w:rsidR="00CC15EB">
        <w:rPr>
          <w:rtl/>
        </w:rPr>
        <w:t>،</w:t>
      </w:r>
      <w:r>
        <w:rPr>
          <w:rtl/>
        </w:rPr>
        <w:t xml:space="preserve"> </w:t>
      </w:r>
      <w:r w:rsidRPr="00D95A45">
        <w:rPr>
          <w:rtl/>
        </w:rPr>
        <w:t>واشفع فيما لم يبلغ الامام إذا رأيت الدم</w:t>
      </w:r>
      <w:r w:rsidR="00CC15EB">
        <w:rPr>
          <w:rtl/>
        </w:rPr>
        <w:t>،</w:t>
      </w:r>
      <w:r>
        <w:rPr>
          <w:rtl/>
        </w:rPr>
        <w:t xml:space="preserve"> </w:t>
      </w:r>
      <w:r w:rsidRPr="00D95A45">
        <w:rPr>
          <w:rtl/>
        </w:rPr>
        <w:t>واشفع عند الامام في غير الحد مع الرضا من المشفوع له</w:t>
      </w:r>
      <w:r w:rsidR="00CC15EB">
        <w:rPr>
          <w:rtl/>
        </w:rPr>
        <w:t>،</w:t>
      </w:r>
      <w:r>
        <w:rPr>
          <w:rtl/>
        </w:rPr>
        <w:t xml:space="preserve"> </w:t>
      </w:r>
      <w:r w:rsidRPr="00D95A45">
        <w:rPr>
          <w:rtl/>
        </w:rPr>
        <w:t>ولا تشفع في حق امرئ مسلم أو غيره الا باذنه.</w:t>
      </w:r>
    </w:p>
    <w:p w:rsidR="00AC7755" w:rsidRDefault="00D45E0E" w:rsidP="00AC7755">
      <w:pPr>
        <w:pStyle w:val="libNormal"/>
        <w:rPr>
          <w:rtl/>
        </w:rPr>
      </w:pPr>
      <w:r w:rsidRPr="00D95A45">
        <w:rPr>
          <w:rtl/>
        </w:rPr>
        <w:t>(327) 92</w:t>
      </w:r>
      <w:r w:rsidR="00CC15EB">
        <w:rPr>
          <w:rtl/>
        </w:rPr>
        <w:t xml:space="preserve"> - </w:t>
      </w:r>
      <w:r w:rsidRPr="00D95A45">
        <w:rPr>
          <w:rtl/>
        </w:rPr>
        <w:t xml:space="preserve">احمد بن محمد بن عيسى عن ابن محبوب عن هشام بن سالم عن عمار الساباطي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سمعته يقول</w:t>
      </w:r>
      <w:r w:rsidR="00CC15EB">
        <w:rPr>
          <w:rtl/>
        </w:rPr>
        <w:t>:</w:t>
      </w:r>
      <w:r>
        <w:rPr>
          <w:rtl/>
        </w:rPr>
        <w:t xml:space="preserve"> </w:t>
      </w:r>
      <w:r w:rsidRPr="00D95A45">
        <w:rPr>
          <w:rtl/>
        </w:rPr>
        <w:t>ان الحد لا يورث كما تورث الدية والمال والعقار</w:t>
      </w:r>
      <w:r w:rsidR="00CC15EB">
        <w:rPr>
          <w:rtl/>
        </w:rPr>
        <w:t>،</w:t>
      </w:r>
      <w:r>
        <w:rPr>
          <w:rtl/>
        </w:rPr>
        <w:t xml:space="preserve"> </w:t>
      </w:r>
      <w:r w:rsidRPr="00D95A45">
        <w:rPr>
          <w:rtl/>
        </w:rPr>
        <w:t>ولكن من قام به من الورثة وطلبه فهو وليه ومن تركه فلم يطلبه فلا حق له</w:t>
      </w:r>
      <w:r w:rsidR="00CC15EB">
        <w:rPr>
          <w:rtl/>
        </w:rPr>
        <w:t>،</w:t>
      </w:r>
      <w:r>
        <w:rPr>
          <w:rtl/>
        </w:rPr>
        <w:t xml:space="preserve"> </w:t>
      </w:r>
      <w:r w:rsidRPr="00D95A45">
        <w:rPr>
          <w:rtl/>
        </w:rPr>
        <w:t>وذلك مثل رجل قذف رجلا وللمقذوف اخوان فان عفا عنه احدهما كان للآخر أن يطلبة بحقه لأنها امهما جميعا والعفو اليهما جميعا</w:t>
      </w:r>
      <w:r w:rsidR="00CC15EB">
        <w:rPr>
          <w:rtl/>
        </w:rPr>
        <w:t>،</w:t>
      </w:r>
      <w:r>
        <w:rPr>
          <w:rtl/>
        </w:rPr>
        <w:t xml:space="preserve"> </w:t>
      </w:r>
    </w:p>
    <w:p w:rsidR="00AC7755" w:rsidRDefault="00D45E0E" w:rsidP="00AC7755">
      <w:pPr>
        <w:pStyle w:val="libNormal"/>
        <w:rPr>
          <w:rtl/>
        </w:rPr>
      </w:pPr>
      <w:r w:rsidRPr="00D95A45">
        <w:rPr>
          <w:rtl/>
        </w:rPr>
        <w:t>(328) 93</w:t>
      </w:r>
      <w:r w:rsidR="00CC15EB">
        <w:rPr>
          <w:rtl/>
        </w:rPr>
        <w:t xml:space="preserve"> - </w:t>
      </w:r>
      <w:r w:rsidRPr="00D95A45">
        <w:rPr>
          <w:rtl/>
        </w:rPr>
        <w:t xml:space="preserve">علي عن ابيه عن النوفلي عن السكوني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الحد لا يورث.</w:t>
      </w:r>
    </w:p>
    <w:p w:rsidR="00AC7755" w:rsidRDefault="00D45E0E" w:rsidP="00AC7755">
      <w:pPr>
        <w:pStyle w:val="libNormal"/>
        <w:rPr>
          <w:rtl/>
        </w:rPr>
      </w:pPr>
      <w:r w:rsidRPr="00D95A45">
        <w:rPr>
          <w:rtl/>
        </w:rPr>
        <w:t>(329) 94</w:t>
      </w:r>
      <w:r w:rsidR="00CC15EB">
        <w:rPr>
          <w:rtl/>
        </w:rPr>
        <w:t xml:space="preserve"> - </w:t>
      </w:r>
      <w:r w:rsidRPr="00D95A45">
        <w:rPr>
          <w:rtl/>
        </w:rPr>
        <w:t>محمد بن يحيى عن محمد بن احمد عن محمد بن عيسى</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325</w:t>
      </w:r>
      <w:r>
        <w:rPr>
          <w:rFonts w:hint="cs"/>
          <w:rtl/>
        </w:rPr>
        <w:t xml:space="preserve"> - </w:t>
      </w:r>
      <w:r w:rsidR="00D45E0E" w:rsidRPr="007277FF">
        <w:rPr>
          <w:rtl/>
        </w:rPr>
        <w:t>326</w:t>
      </w:r>
      <w:r>
        <w:rPr>
          <w:rtl/>
        </w:rPr>
        <w:t xml:space="preserve"> - </w:t>
      </w:r>
      <w:r w:rsidR="00D45E0E" w:rsidRPr="007277FF">
        <w:rPr>
          <w:rtl/>
        </w:rPr>
        <w:t>الكافي ج 2 ص 309 واخرج الاول الصدوق في الفقيه ج 4 ص 38</w:t>
      </w:r>
    </w:p>
    <w:p w:rsidR="00CC15EB" w:rsidRDefault="00CC15EB" w:rsidP="00AC7755">
      <w:pPr>
        <w:pStyle w:val="libFootnote0"/>
        <w:rPr>
          <w:rtl/>
        </w:rPr>
      </w:pPr>
      <w:r>
        <w:rPr>
          <w:rtl/>
        </w:rPr>
        <w:t>-</w:t>
      </w:r>
      <w:r w:rsidR="00D45E0E" w:rsidRPr="007277FF">
        <w:rPr>
          <w:rtl/>
        </w:rPr>
        <w:t xml:space="preserve"> 327</w:t>
      </w:r>
      <w:r>
        <w:rPr>
          <w:rtl/>
        </w:rPr>
        <w:t xml:space="preserve"> - </w:t>
      </w:r>
      <w:r w:rsidR="00D45E0E" w:rsidRPr="007277FF">
        <w:rPr>
          <w:rtl/>
        </w:rPr>
        <w:t>الاستبصار ج 4 ص 235 الكافي ج 2 ص 310</w:t>
      </w:r>
      <w:r>
        <w:rPr>
          <w:rtl/>
        </w:rPr>
        <w:t xml:space="preserve"> - </w:t>
      </w:r>
      <w:r w:rsidR="00D45E0E" w:rsidRPr="007277FF">
        <w:rPr>
          <w:rtl/>
        </w:rPr>
        <w:t>328 الكافي ج 2 ص 310</w:t>
      </w:r>
    </w:p>
    <w:p w:rsidR="00AC7755" w:rsidRDefault="00CC15EB" w:rsidP="00AC7755">
      <w:pPr>
        <w:pStyle w:val="libFootnote0"/>
        <w:rPr>
          <w:rtl/>
        </w:rPr>
      </w:pPr>
      <w:r>
        <w:rPr>
          <w:rtl/>
        </w:rPr>
        <w:t>-</w:t>
      </w:r>
      <w:r w:rsidR="00D45E0E" w:rsidRPr="00DA0376">
        <w:rPr>
          <w:rtl/>
        </w:rPr>
        <w:t xml:space="preserve"> 329</w:t>
      </w:r>
      <w:r>
        <w:rPr>
          <w:rtl/>
        </w:rPr>
        <w:t xml:space="preserve"> - </w:t>
      </w:r>
      <w:r w:rsidR="00D45E0E" w:rsidRPr="00DA0376">
        <w:rPr>
          <w:rtl/>
        </w:rPr>
        <w:t>الاستبصار ج 4 ص 234 الكافي ج 2 ص 312 الفقيه ج 4 ص 38</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عن محمد بن سنان عن العلا بن الفضيل عن ابي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قلت</w:t>
      </w:r>
      <w:r w:rsidR="00CC15EB">
        <w:rPr>
          <w:rtl/>
        </w:rPr>
        <w:t>:</w:t>
      </w:r>
      <w:r>
        <w:rPr>
          <w:rtl/>
        </w:rPr>
        <w:t xml:space="preserve"> </w:t>
      </w:r>
      <w:r w:rsidRPr="00DA0376">
        <w:rPr>
          <w:rtl/>
        </w:rPr>
        <w:t>الرجل ينتفي من ولده وقد اقر به فقال</w:t>
      </w:r>
      <w:r w:rsidR="00CC15EB">
        <w:rPr>
          <w:rtl/>
        </w:rPr>
        <w:t>:</w:t>
      </w:r>
      <w:r>
        <w:rPr>
          <w:rtl/>
        </w:rPr>
        <w:t xml:space="preserve"> </w:t>
      </w:r>
      <w:r w:rsidRPr="00DA0376">
        <w:rPr>
          <w:rtl/>
        </w:rPr>
        <w:t>ان كان الولد من حرة جلد خمسين سوطا حد المملوك</w:t>
      </w:r>
      <w:r w:rsidR="00CC15EB">
        <w:rPr>
          <w:rtl/>
        </w:rPr>
        <w:t>،</w:t>
      </w:r>
      <w:r>
        <w:rPr>
          <w:rtl/>
        </w:rPr>
        <w:t xml:space="preserve"> </w:t>
      </w:r>
      <w:r w:rsidRPr="00DA0376">
        <w:rPr>
          <w:rtl/>
        </w:rPr>
        <w:t>وان كان من امة فلا شئ عليه.</w:t>
      </w:r>
    </w:p>
    <w:p w:rsidR="00AC7755" w:rsidRDefault="00D45E0E" w:rsidP="00AC7755">
      <w:pPr>
        <w:pStyle w:val="libNormal"/>
        <w:rPr>
          <w:rtl/>
        </w:rPr>
      </w:pPr>
      <w:r w:rsidRPr="00D95A45">
        <w:rPr>
          <w:rtl/>
        </w:rPr>
        <w:t>(330) 95</w:t>
      </w:r>
      <w:r w:rsidR="00CC15EB">
        <w:rPr>
          <w:rtl/>
        </w:rPr>
        <w:t xml:space="preserve"> - </w:t>
      </w:r>
      <w:r w:rsidRPr="00D95A45">
        <w:rPr>
          <w:rtl/>
        </w:rPr>
        <w:t xml:space="preserve">علي بن ابراهيم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يقام الحد على المستحاضة حتى ينقطع الدم عنها.</w:t>
      </w:r>
    </w:p>
    <w:p w:rsidR="00AC7755" w:rsidRDefault="00D45E0E" w:rsidP="00AC7755">
      <w:pPr>
        <w:pStyle w:val="libNormal"/>
        <w:rPr>
          <w:rtl/>
        </w:rPr>
      </w:pPr>
      <w:r w:rsidRPr="00D95A45">
        <w:rPr>
          <w:rtl/>
        </w:rPr>
        <w:t>(331) 96</w:t>
      </w:r>
      <w:r w:rsidR="00CC15EB">
        <w:rPr>
          <w:rtl/>
        </w:rPr>
        <w:t xml:space="preserve"> - </w:t>
      </w:r>
      <w:r w:rsidRPr="00D95A45">
        <w:rPr>
          <w:rtl/>
        </w:rPr>
        <w:t>سهل بن زياد عن علي بن اسباط عن علي بن جعفر قال</w:t>
      </w:r>
      <w:r w:rsidR="00CC15EB">
        <w:rPr>
          <w:rtl/>
        </w:rPr>
        <w:t>:</w:t>
      </w:r>
      <w:r>
        <w:rPr>
          <w:rtl/>
        </w:rPr>
        <w:t xml:space="preserve"> </w:t>
      </w:r>
      <w:r w:rsidRPr="00D95A45">
        <w:rPr>
          <w:rtl/>
        </w:rPr>
        <w:t xml:space="preserve">اخبرني اخي موسى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كنت واقفا على رأس ابي حين اتاه رسول زياد بن عبيد الله الحارثي عامل المدينة فقال</w:t>
      </w:r>
      <w:r w:rsidR="00CC15EB">
        <w:rPr>
          <w:rtl/>
        </w:rPr>
        <w:t>:</w:t>
      </w:r>
      <w:r>
        <w:rPr>
          <w:rtl/>
        </w:rPr>
        <w:t xml:space="preserve"> </w:t>
      </w:r>
      <w:r w:rsidRPr="00D95A45">
        <w:rPr>
          <w:rtl/>
        </w:rPr>
        <w:t>يقول لك الأمير</w:t>
      </w:r>
      <w:r w:rsidR="00CC15EB">
        <w:rPr>
          <w:rtl/>
        </w:rPr>
        <w:t>:</w:t>
      </w:r>
      <w:r>
        <w:rPr>
          <w:rtl/>
        </w:rPr>
        <w:t xml:space="preserve"> </w:t>
      </w:r>
      <w:r w:rsidRPr="00D95A45">
        <w:rPr>
          <w:rtl/>
        </w:rPr>
        <w:t>انهض الي</w:t>
      </w:r>
      <w:r w:rsidR="00CC15EB">
        <w:rPr>
          <w:rtl/>
        </w:rPr>
        <w:t>،</w:t>
      </w:r>
      <w:r>
        <w:rPr>
          <w:rtl/>
        </w:rPr>
        <w:t xml:space="preserve"> </w:t>
      </w:r>
      <w:r w:rsidRPr="00D95A45">
        <w:rPr>
          <w:rtl/>
        </w:rPr>
        <w:t>فاعتل عليه بعلة</w:t>
      </w:r>
      <w:r w:rsidR="00CC15EB">
        <w:rPr>
          <w:rtl/>
        </w:rPr>
        <w:t>،</w:t>
      </w:r>
      <w:r>
        <w:rPr>
          <w:rtl/>
        </w:rPr>
        <w:t xml:space="preserve"> </w:t>
      </w:r>
      <w:r w:rsidRPr="00D95A45">
        <w:rPr>
          <w:rtl/>
        </w:rPr>
        <w:t>فعاد إليه الرسول فقال له</w:t>
      </w:r>
      <w:r w:rsidR="00CC15EB">
        <w:rPr>
          <w:rtl/>
        </w:rPr>
        <w:t>:</w:t>
      </w:r>
      <w:r>
        <w:rPr>
          <w:rtl/>
        </w:rPr>
        <w:t xml:space="preserve"> </w:t>
      </w:r>
      <w:r w:rsidRPr="00D95A45">
        <w:rPr>
          <w:rtl/>
        </w:rPr>
        <w:t>قد أمرت ان يفتح لك باب المقصورة فهو أقرب لخطوتك قال</w:t>
      </w:r>
      <w:r w:rsidR="00CC15EB">
        <w:rPr>
          <w:rtl/>
        </w:rPr>
        <w:t>:</w:t>
      </w:r>
      <w:r>
        <w:rPr>
          <w:rtl/>
        </w:rPr>
        <w:t xml:space="preserve"> </w:t>
      </w:r>
      <w:r w:rsidRPr="00D95A45">
        <w:rPr>
          <w:rtl/>
        </w:rPr>
        <w:t xml:space="preserve">فنهض أبي واعتمد علي فدخل على الوالي وقد جمع فقهاء اهل المدينة كلهم وبين يديه كتاب فيه شهادة على رجل من اهل وادي القرى قد ذكر النبي </w:t>
      </w:r>
      <w:r w:rsidR="00AC7755" w:rsidRPr="00AC7755">
        <w:rPr>
          <w:rStyle w:val="libAlaemChar"/>
          <w:rtl/>
        </w:rPr>
        <w:t>صلى‌الله‌عليه‌وآله‌وسلم</w:t>
      </w:r>
      <w:r w:rsidRPr="00D95A45">
        <w:rPr>
          <w:rtl/>
        </w:rPr>
        <w:t xml:space="preserve"> فنال منه فقال له الوالي</w:t>
      </w:r>
      <w:r w:rsidR="00CC15EB">
        <w:rPr>
          <w:rtl/>
        </w:rPr>
        <w:t>:</w:t>
      </w:r>
      <w:r>
        <w:rPr>
          <w:rtl/>
        </w:rPr>
        <w:t xml:space="preserve"> </w:t>
      </w:r>
      <w:r w:rsidRPr="00D95A45">
        <w:rPr>
          <w:rtl/>
        </w:rPr>
        <w:t>يا ابا عبد الله انظر في هذا الكتاب قال</w:t>
      </w:r>
      <w:r w:rsidR="00CC15EB">
        <w:rPr>
          <w:rtl/>
        </w:rPr>
        <w:t>:</w:t>
      </w:r>
      <w:r>
        <w:rPr>
          <w:rtl/>
        </w:rPr>
        <w:t xml:space="preserve"> </w:t>
      </w:r>
      <w:r w:rsidRPr="00D95A45">
        <w:rPr>
          <w:rtl/>
        </w:rPr>
        <w:t>حتى انظر ما قالوا قال</w:t>
      </w:r>
      <w:r w:rsidR="00CC15EB">
        <w:rPr>
          <w:rtl/>
        </w:rPr>
        <w:t>:</w:t>
      </w:r>
      <w:r>
        <w:rPr>
          <w:rtl/>
        </w:rPr>
        <w:t xml:space="preserve"> </w:t>
      </w:r>
      <w:r w:rsidRPr="00D95A45">
        <w:rPr>
          <w:rtl/>
        </w:rPr>
        <w:t>فالتفت إليهم فقال</w:t>
      </w:r>
      <w:r w:rsidR="00CC15EB">
        <w:rPr>
          <w:rtl/>
        </w:rPr>
        <w:t>:</w:t>
      </w:r>
      <w:r>
        <w:rPr>
          <w:rtl/>
        </w:rPr>
        <w:t xml:space="preserve"> </w:t>
      </w:r>
      <w:r w:rsidRPr="00D95A45">
        <w:rPr>
          <w:rtl/>
        </w:rPr>
        <w:t>ما قلتم</w:t>
      </w:r>
      <w:r>
        <w:rPr>
          <w:rtl/>
        </w:rPr>
        <w:t>؟</w:t>
      </w:r>
      <w:r w:rsidRPr="00D95A45">
        <w:rPr>
          <w:rtl/>
        </w:rPr>
        <w:t xml:space="preserve"> قالوا</w:t>
      </w:r>
      <w:r w:rsidR="00CC15EB">
        <w:rPr>
          <w:rtl/>
        </w:rPr>
        <w:t>:</w:t>
      </w:r>
      <w:r>
        <w:rPr>
          <w:rtl/>
        </w:rPr>
        <w:t xml:space="preserve"> </w:t>
      </w:r>
      <w:r w:rsidRPr="00D95A45">
        <w:rPr>
          <w:rtl/>
        </w:rPr>
        <w:t>قلنا</w:t>
      </w:r>
      <w:r w:rsidR="00CC15EB">
        <w:rPr>
          <w:rtl/>
        </w:rPr>
        <w:t>:</w:t>
      </w:r>
      <w:r>
        <w:rPr>
          <w:rtl/>
        </w:rPr>
        <w:t xml:space="preserve"> </w:t>
      </w:r>
      <w:r w:rsidRPr="00D95A45">
        <w:rPr>
          <w:rtl/>
        </w:rPr>
        <w:t>يؤدب ويضرب ويعذب ويحبس قال</w:t>
      </w:r>
      <w:r w:rsidR="00CC15EB">
        <w:rPr>
          <w:rtl/>
        </w:rPr>
        <w:t>:</w:t>
      </w:r>
      <w:r>
        <w:rPr>
          <w:rtl/>
        </w:rPr>
        <w:t xml:space="preserve"> </w:t>
      </w:r>
      <w:r w:rsidRPr="00D95A45">
        <w:rPr>
          <w:rtl/>
        </w:rPr>
        <w:t>فقال لهم</w:t>
      </w:r>
      <w:r w:rsidR="00CC15EB">
        <w:rPr>
          <w:rtl/>
        </w:rPr>
        <w:t>:</w:t>
      </w:r>
      <w:r>
        <w:rPr>
          <w:rtl/>
        </w:rPr>
        <w:t xml:space="preserve"> </w:t>
      </w:r>
      <w:r w:rsidRPr="00D95A45">
        <w:rPr>
          <w:rtl/>
        </w:rPr>
        <w:t xml:space="preserve">ارأيتم لو ذكر رجلا من اصحاب النبي </w:t>
      </w:r>
      <w:r w:rsidR="00AC7755" w:rsidRPr="00AC7755">
        <w:rPr>
          <w:rStyle w:val="libAlaemChar"/>
          <w:rtl/>
        </w:rPr>
        <w:t>صلى‌الله‌عليه‌وآله‌وسلم</w:t>
      </w:r>
      <w:r w:rsidRPr="00D95A45">
        <w:rPr>
          <w:rtl/>
        </w:rPr>
        <w:t xml:space="preserve"> ما كان الحكم فيه</w:t>
      </w:r>
      <w:r>
        <w:rPr>
          <w:rtl/>
        </w:rPr>
        <w:t>؟</w:t>
      </w:r>
      <w:r w:rsidRPr="00D95A45">
        <w:rPr>
          <w:rtl/>
        </w:rPr>
        <w:t xml:space="preserve"> قالوا</w:t>
      </w:r>
      <w:r w:rsidR="00CC15EB">
        <w:rPr>
          <w:rtl/>
        </w:rPr>
        <w:t>:</w:t>
      </w:r>
      <w:r>
        <w:rPr>
          <w:rtl/>
        </w:rPr>
        <w:t xml:space="preserve"> </w:t>
      </w:r>
      <w:r w:rsidRPr="00D95A45">
        <w:rPr>
          <w:rtl/>
        </w:rPr>
        <w:t>مثل هذا</w:t>
      </w:r>
      <w:r w:rsidR="00CC15EB">
        <w:rPr>
          <w:rtl/>
        </w:rPr>
        <w:t>،</w:t>
      </w:r>
      <w:r>
        <w:rPr>
          <w:rtl/>
        </w:rPr>
        <w:t xml:space="preserve"> </w:t>
      </w:r>
      <w:r w:rsidRPr="00D95A45">
        <w:rPr>
          <w:rtl/>
        </w:rPr>
        <w:t>قال</w:t>
      </w:r>
      <w:r w:rsidR="00CC15EB">
        <w:rPr>
          <w:rtl/>
        </w:rPr>
        <w:t>:</w:t>
      </w:r>
      <w:r>
        <w:rPr>
          <w:rtl/>
        </w:rPr>
        <w:t xml:space="preserve"> </w:t>
      </w:r>
      <w:r w:rsidRPr="00D95A45">
        <w:rPr>
          <w:rtl/>
        </w:rPr>
        <w:t xml:space="preserve">فليس بين النبي </w:t>
      </w:r>
      <w:r w:rsidR="00AC7755" w:rsidRPr="00AC7755">
        <w:rPr>
          <w:rStyle w:val="libAlaemChar"/>
          <w:rtl/>
        </w:rPr>
        <w:t>صلى‌الله‌عليه‌وآله‌وسلم</w:t>
      </w:r>
      <w:r w:rsidRPr="00D95A45">
        <w:rPr>
          <w:rtl/>
        </w:rPr>
        <w:t xml:space="preserve"> وبين رجل من اصحابه فرق</w:t>
      </w:r>
      <w:r>
        <w:rPr>
          <w:rtl/>
        </w:rPr>
        <w:t>!!؟</w:t>
      </w:r>
      <w:r w:rsidRPr="00D95A45">
        <w:rPr>
          <w:rtl/>
        </w:rPr>
        <w:t xml:space="preserve"> قال</w:t>
      </w:r>
      <w:r w:rsidR="00CC15EB">
        <w:rPr>
          <w:rtl/>
        </w:rPr>
        <w:t>:</w:t>
      </w:r>
      <w:r>
        <w:rPr>
          <w:rtl/>
        </w:rPr>
        <w:t xml:space="preserve"> </w:t>
      </w:r>
      <w:r w:rsidRPr="00D95A45">
        <w:rPr>
          <w:rtl/>
        </w:rPr>
        <w:t>فقال الوالي</w:t>
      </w:r>
      <w:r w:rsidR="00CC15EB">
        <w:rPr>
          <w:rtl/>
        </w:rPr>
        <w:t>:</w:t>
      </w:r>
      <w:r>
        <w:rPr>
          <w:rtl/>
        </w:rPr>
        <w:t xml:space="preserve"> </w:t>
      </w:r>
      <w:r w:rsidRPr="00D95A45">
        <w:rPr>
          <w:rtl/>
        </w:rPr>
        <w:t>دع هؤلاء يا ابا عبد الله لو اردنا هؤلاء لم نرسل اليك</w:t>
      </w:r>
      <w:r w:rsidR="00CC15EB">
        <w:rPr>
          <w:rtl/>
        </w:rPr>
        <w:t>،</w:t>
      </w:r>
      <w:r>
        <w:rPr>
          <w:rtl/>
        </w:rPr>
        <w:t xml:space="preserve"> </w:t>
      </w:r>
      <w:r w:rsidRPr="00D95A45">
        <w:rPr>
          <w:rtl/>
        </w:rPr>
        <w:t>قال</w:t>
      </w:r>
      <w:r w:rsidR="00CC15EB">
        <w:rPr>
          <w:rtl/>
        </w:rPr>
        <w:t>:</w:t>
      </w:r>
      <w:r>
        <w:rPr>
          <w:rtl/>
        </w:rPr>
        <w:t xml:space="preserve"> </w:t>
      </w:r>
      <w:r w:rsidRPr="00D95A45">
        <w:rPr>
          <w:rtl/>
        </w:rPr>
        <w:t xml:space="preserve">فقال أبو عبد الله </w:t>
      </w:r>
      <w:r w:rsidR="00AC7755" w:rsidRPr="00AC7755">
        <w:rPr>
          <w:rStyle w:val="libAlaemChar"/>
          <w:rtl/>
        </w:rPr>
        <w:t>عليه‌السلام</w:t>
      </w:r>
      <w:r w:rsidR="00CC15EB">
        <w:rPr>
          <w:rtl/>
        </w:rPr>
        <w:t>:</w:t>
      </w:r>
      <w:r>
        <w:rPr>
          <w:rtl/>
        </w:rPr>
        <w:t xml:space="preserve"> </w:t>
      </w:r>
      <w:r w:rsidRPr="00D95A45">
        <w:rPr>
          <w:rtl/>
        </w:rPr>
        <w:t xml:space="preserve">اخبرني ابي ان رسول الله </w:t>
      </w:r>
      <w:r w:rsidR="00AC7755" w:rsidRPr="00AC7755">
        <w:rPr>
          <w:rStyle w:val="libAlaemChar"/>
          <w:rtl/>
        </w:rPr>
        <w:t>صلى‌الله‌عليه‌وآله‌وسلم</w:t>
      </w:r>
      <w:r w:rsidRPr="00D95A45">
        <w:rPr>
          <w:rtl/>
        </w:rPr>
        <w:t xml:space="preserve"> قال</w:t>
      </w:r>
      <w:r w:rsidR="00CC15EB">
        <w:rPr>
          <w:rtl/>
        </w:rPr>
        <w:t>:</w:t>
      </w:r>
      <w:r>
        <w:rPr>
          <w:rtl/>
        </w:rPr>
        <w:t xml:space="preserve"> </w:t>
      </w:r>
      <w:r w:rsidRPr="00D95A45">
        <w:rPr>
          <w:rtl/>
        </w:rPr>
        <w:t>الناس في اسوة سواء من سمع احدا يذكرنى فالواجب عليه ان يقتل من شتمني ولا يرفع الى السلطان</w:t>
      </w:r>
      <w:r w:rsidR="00CC15EB">
        <w:rPr>
          <w:rtl/>
        </w:rPr>
        <w:t>،</w:t>
      </w:r>
      <w:r>
        <w:rPr>
          <w:rtl/>
        </w:rPr>
        <w:t xml:space="preserve"> </w:t>
      </w:r>
      <w:r w:rsidRPr="00D95A45">
        <w:rPr>
          <w:rtl/>
        </w:rPr>
        <w:t>والواجب على السلطان إذا رفع إليه ان يقتل من نال مني قال</w:t>
      </w:r>
      <w:r w:rsidR="00CC15EB">
        <w:rPr>
          <w:rtl/>
        </w:rPr>
        <w:t>:</w:t>
      </w:r>
      <w:r>
        <w:rPr>
          <w:rtl/>
        </w:rPr>
        <w:t xml:space="preserve"> </w:t>
      </w:r>
      <w:r w:rsidRPr="00D95A45">
        <w:rPr>
          <w:rtl/>
        </w:rPr>
        <w:t>فقال زياد بن عبيد الله</w:t>
      </w:r>
      <w:r w:rsidR="00CC15EB">
        <w:rPr>
          <w:rtl/>
        </w:rPr>
        <w:t>:</w:t>
      </w:r>
      <w:r>
        <w:rPr>
          <w:rtl/>
        </w:rPr>
        <w:t xml:space="preserve"> </w:t>
      </w:r>
      <w:r w:rsidRPr="00D95A45">
        <w:rPr>
          <w:rtl/>
        </w:rPr>
        <w:t>أخرجوا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330</w:t>
      </w:r>
      <w:r>
        <w:rPr>
          <w:rtl/>
        </w:rPr>
        <w:t xml:space="preserve"> - </w:t>
      </w:r>
      <w:r w:rsidR="00D45E0E" w:rsidRPr="00D95A45">
        <w:rPr>
          <w:rtl/>
        </w:rPr>
        <w:t>الكافي ج 2 ص 312</w:t>
      </w:r>
    </w:p>
    <w:p w:rsidR="00AC7755" w:rsidRDefault="00CC15EB" w:rsidP="00AC7755">
      <w:pPr>
        <w:pStyle w:val="libFootnote0"/>
        <w:rPr>
          <w:rtl/>
        </w:rPr>
      </w:pPr>
      <w:r>
        <w:rPr>
          <w:rtl/>
        </w:rPr>
        <w:t>-</w:t>
      </w:r>
      <w:r w:rsidR="00D45E0E" w:rsidRPr="00DA0376">
        <w:rPr>
          <w:rtl/>
        </w:rPr>
        <w:t xml:space="preserve"> 331</w:t>
      </w:r>
      <w:r>
        <w:rPr>
          <w:rtl/>
        </w:rPr>
        <w:t xml:space="preserve"> - </w:t>
      </w:r>
      <w:r w:rsidR="00D45E0E" w:rsidRPr="00DA0376">
        <w:rPr>
          <w:rtl/>
        </w:rPr>
        <w:t>الكافي ج 2 ص 313</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هذا الرجل فاقتلوه بحكم ابي عبد الله.</w:t>
      </w:r>
    </w:p>
    <w:p w:rsidR="00AC7755" w:rsidRDefault="00D45E0E" w:rsidP="00AC7755">
      <w:pPr>
        <w:pStyle w:val="libNormal"/>
        <w:rPr>
          <w:rtl/>
        </w:rPr>
      </w:pPr>
      <w:r w:rsidRPr="00D95A45">
        <w:rPr>
          <w:rtl/>
        </w:rPr>
        <w:t>(332) 97</w:t>
      </w:r>
      <w:r w:rsidR="00CC15EB">
        <w:rPr>
          <w:rtl/>
        </w:rPr>
        <w:t xml:space="preserve"> - </w:t>
      </w:r>
      <w:r w:rsidRPr="00D95A45">
        <w:rPr>
          <w:rtl/>
        </w:rPr>
        <w:t>محمد بن يعقوب عن الحسين بن محمد عن معلى بن محمد عن الحسن بن علي الوشا قال</w:t>
      </w:r>
      <w:r w:rsidR="00CC15EB">
        <w:rPr>
          <w:rtl/>
        </w:rPr>
        <w:t>:</w:t>
      </w:r>
      <w:r>
        <w:rPr>
          <w:rtl/>
        </w:rPr>
        <w:t xml:space="preserve"> </w:t>
      </w:r>
      <w:r w:rsidRPr="00D95A45">
        <w:rPr>
          <w:rtl/>
        </w:rPr>
        <w:t xml:space="preserve">سمعت ابا الحسن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 xml:space="preserve">شتم رجل على عهد جعفر بن محمد </w:t>
      </w:r>
      <w:r w:rsidR="00AC7755" w:rsidRPr="00AC7755">
        <w:rPr>
          <w:rStyle w:val="libAlaemChar"/>
          <w:rtl/>
        </w:rPr>
        <w:t>عليه‌السلام</w:t>
      </w:r>
      <w:r w:rsidRPr="00D95A45">
        <w:rPr>
          <w:rtl/>
        </w:rPr>
        <w:t xml:space="preserve"> رسول الله </w:t>
      </w:r>
      <w:r w:rsidR="00AC7755" w:rsidRPr="00AC7755">
        <w:rPr>
          <w:rStyle w:val="libAlaemChar"/>
          <w:rtl/>
        </w:rPr>
        <w:t>صلى‌الله‌عليه‌وآله‌وسلم</w:t>
      </w:r>
      <w:r w:rsidRPr="00D95A45">
        <w:rPr>
          <w:rtl/>
        </w:rPr>
        <w:t xml:space="preserve"> فاتي به إلى عامل المدينة فجمع الناس فدخل عليه أبو عبد الله </w:t>
      </w:r>
      <w:r w:rsidR="00AC7755" w:rsidRPr="00AC7755">
        <w:rPr>
          <w:rStyle w:val="libAlaemChar"/>
          <w:rtl/>
        </w:rPr>
        <w:t>عليه‌السلام</w:t>
      </w:r>
      <w:r w:rsidRPr="00D95A45">
        <w:rPr>
          <w:rtl/>
        </w:rPr>
        <w:t xml:space="preserve"> وهو قريب العهد بالعلة وعليه رداء له فاجلسه في صدر المجلس واستأذنه في الاتكاء وقال لهم</w:t>
      </w:r>
      <w:r w:rsidR="00CC15EB">
        <w:rPr>
          <w:rtl/>
        </w:rPr>
        <w:t>:</w:t>
      </w:r>
      <w:r>
        <w:rPr>
          <w:rtl/>
        </w:rPr>
        <w:t xml:space="preserve"> </w:t>
      </w:r>
      <w:r w:rsidRPr="00D95A45">
        <w:rPr>
          <w:rtl/>
        </w:rPr>
        <w:t>ما ترون</w:t>
      </w:r>
      <w:r>
        <w:rPr>
          <w:rtl/>
        </w:rPr>
        <w:t>؟</w:t>
      </w:r>
      <w:r w:rsidRPr="00D95A45">
        <w:rPr>
          <w:rtl/>
        </w:rPr>
        <w:t xml:space="preserve"> فقال له عبد الله بن الحسن والحسن بن زيد وغيرهما نرى ان يقطع لسانه فالتفت العامل الى ربيعة الرأي واصحابه فقال</w:t>
      </w:r>
      <w:r w:rsidR="00CC15EB">
        <w:rPr>
          <w:rtl/>
        </w:rPr>
        <w:t>:</w:t>
      </w:r>
      <w:r>
        <w:rPr>
          <w:rtl/>
        </w:rPr>
        <w:t xml:space="preserve"> </w:t>
      </w:r>
      <w:r w:rsidRPr="00D95A45">
        <w:rPr>
          <w:rtl/>
        </w:rPr>
        <w:t>ما ترى</w:t>
      </w:r>
      <w:r>
        <w:rPr>
          <w:rtl/>
        </w:rPr>
        <w:t>؟</w:t>
      </w:r>
      <w:r w:rsidRPr="00D95A45">
        <w:rPr>
          <w:rtl/>
        </w:rPr>
        <w:t xml:space="preserve"> قال</w:t>
      </w:r>
      <w:r w:rsidR="00CC15EB">
        <w:rPr>
          <w:rtl/>
        </w:rPr>
        <w:t>:</w:t>
      </w:r>
      <w:r>
        <w:rPr>
          <w:rtl/>
        </w:rPr>
        <w:t xml:space="preserve"> </w:t>
      </w:r>
      <w:r w:rsidRPr="00D95A45">
        <w:rPr>
          <w:rtl/>
        </w:rPr>
        <w:t xml:space="preserve">يؤدب فقال له أبو عبد الله </w:t>
      </w:r>
      <w:r w:rsidR="00AC7755" w:rsidRPr="00AC7755">
        <w:rPr>
          <w:rStyle w:val="libAlaemChar"/>
          <w:rtl/>
        </w:rPr>
        <w:t>عليه‌السلام</w:t>
      </w:r>
      <w:r w:rsidR="00CC15EB">
        <w:rPr>
          <w:rtl/>
        </w:rPr>
        <w:t>:</w:t>
      </w:r>
      <w:r>
        <w:rPr>
          <w:rtl/>
        </w:rPr>
        <w:t xml:space="preserve"> </w:t>
      </w:r>
      <w:r w:rsidRPr="00D95A45">
        <w:rPr>
          <w:rtl/>
        </w:rPr>
        <w:t xml:space="preserve">سبحان الله فليس بين رسول الله </w:t>
      </w:r>
      <w:r w:rsidR="00AC7755" w:rsidRPr="00AC7755">
        <w:rPr>
          <w:rStyle w:val="libAlaemChar"/>
          <w:rtl/>
        </w:rPr>
        <w:t>صلى‌الله‌عليه‌وآله‌وسلم</w:t>
      </w:r>
      <w:r w:rsidRPr="00D95A45">
        <w:rPr>
          <w:rtl/>
        </w:rPr>
        <w:t xml:space="preserve"> وبين اصحابه فرق</w:t>
      </w:r>
      <w:r>
        <w:rPr>
          <w:rtl/>
        </w:rPr>
        <w:t>؟!</w:t>
      </w:r>
      <w:r w:rsidRPr="00D95A45">
        <w:rPr>
          <w:rtl/>
        </w:rPr>
        <w:t>.</w:t>
      </w:r>
    </w:p>
    <w:p w:rsidR="00AC7755" w:rsidRDefault="00D45E0E" w:rsidP="00AC7755">
      <w:pPr>
        <w:pStyle w:val="libNormal"/>
        <w:rPr>
          <w:rtl/>
        </w:rPr>
      </w:pPr>
      <w:r w:rsidRPr="00D95A45">
        <w:rPr>
          <w:rtl/>
        </w:rPr>
        <w:t>(333) 98</w:t>
      </w:r>
      <w:r w:rsidR="00CC15EB">
        <w:rPr>
          <w:rtl/>
        </w:rPr>
        <w:t xml:space="preserve"> - </w:t>
      </w:r>
      <w:r w:rsidRPr="00D95A45">
        <w:rPr>
          <w:rtl/>
        </w:rPr>
        <w:t xml:space="preserve">علي بن ابراهيم عن أبيه عن حماد بن عيسى عن ربعي عن محمد بن مسلم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ان رجلا من هذيل كان يسب رسول الله </w:t>
      </w:r>
      <w:r w:rsidR="00AC7755" w:rsidRPr="00AC7755">
        <w:rPr>
          <w:rStyle w:val="libAlaemChar"/>
          <w:rtl/>
        </w:rPr>
        <w:t>صلى‌الله‌عليه‌وآله‌وسلم</w:t>
      </w:r>
      <w:r w:rsidRPr="00D95A45">
        <w:rPr>
          <w:rtl/>
        </w:rPr>
        <w:t xml:space="preserve"> فبلغ ذلك النبي </w:t>
      </w:r>
      <w:r w:rsidR="00AC7755" w:rsidRPr="00AC7755">
        <w:rPr>
          <w:rStyle w:val="libAlaemChar"/>
          <w:rtl/>
        </w:rPr>
        <w:t>صلى‌الله‌عليه‌وآله‌وسلم</w:t>
      </w:r>
      <w:r w:rsidRPr="00D95A45">
        <w:rPr>
          <w:rtl/>
        </w:rPr>
        <w:t xml:space="preserve"> فقال</w:t>
      </w:r>
      <w:r w:rsidR="00CC15EB">
        <w:rPr>
          <w:rtl/>
        </w:rPr>
        <w:t>:</w:t>
      </w:r>
      <w:r>
        <w:rPr>
          <w:rtl/>
        </w:rPr>
        <w:t xml:space="preserve"> </w:t>
      </w:r>
      <w:r w:rsidRPr="00D95A45">
        <w:rPr>
          <w:rtl/>
        </w:rPr>
        <w:t>من لهذا</w:t>
      </w:r>
      <w:r>
        <w:rPr>
          <w:rtl/>
        </w:rPr>
        <w:t>؟</w:t>
      </w:r>
      <w:r w:rsidRPr="00D95A45">
        <w:rPr>
          <w:rtl/>
        </w:rPr>
        <w:t xml:space="preserve"> فقام رجلان من الانصار فقالا</w:t>
      </w:r>
      <w:r w:rsidR="00CC15EB">
        <w:rPr>
          <w:rtl/>
        </w:rPr>
        <w:t>:</w:t>
      </w:r>
      <w:r>
        <w:rPr>
          <w:rtl/>
        </w:rPr>
        <w:t xml:space="preserve"> </w:t>
      </w:r>
      <w:r w:rsidRPr="00D95A45">
        <w:rPr>
          <w:rtl/>
        </w:rPr>
        <w:t>نحن يا رسول الله فانطلقا حتى اتيا عرنة</w:t>
      </w:r>
      <w:r w:rsidRPr="00AC7755">
        <w:rPr>
          <w:rStyle w:val="libFootnotenumChar"/>
          <w:rtl/>
        </w:rPr>
        <w:t xml:space="preserve"> (1) </w:t>
      </w:r>
      <w:r w:rsidRPr="00D95A45">
        <w:rPr>
          <w:rtl/>
        </w:rPr>
        <w:t>فسألا عنه فإذا هو يتلقى غنمه فلحقاه بين اهله وغنمه فلم يلسما عليه فقال</w:t>
      </w:r>
      <w:r w:rsidR="00CC15EB">
        <w:rPr>
          <w:rtl/>
        </w:rPr>
        <w:t>:</w:t>
      </w:r>
      <w:r>
        <w:rPr>
          <w:rtl/>
        </w:rPr>
        <w:t xml:space="preserve"> </w:t>
      </w:r>
      <w:r w:rsidRPr="00D95A45">
        <w:rPr>
          <w:rtl/>
        </w:rPr>
        <w:t>من انتما وما اسمكما</w:t>
      </w:r>
      <w:r>
        <w:rPr>
          <w:rtl/>
        </w:rPr>
        <w:t>؟</w:t>
      </w:r>
      <w:r w:rsidRPr="00D95A45">
        <w:rPr>
          <w:rtl/>
        </w:rPr>
        <w:t xml:space="preserve"> فقالا له</w:t>
      </w:r>
      <w:r w:rsidR="00CC15EB">
        <w:rPr>
          <w:rtl/>
        </w:rPr>
        <w:t>:</w:t>
      </w:r>
      <w:r>
        <w:rPr>
          <w:rtl/>
        </w:rPr>
        <w:t xml:space="preserve"> </w:t>
      </w:r>
      <w:r w:rsidRPr="00D95A45">
        <w:rPr>
          <w:rtl/>
        </w:rPr>
        <w:t>انت فلان بن فلان</w:t>
      </w:r>
      <w:r>
        <w:rPr>
          <w:rtl/>
        </w:rPr>
        <w:t>؟</w:t>
      </w:r>
      <w:r w:rsidRPr="00D95A45">
        <w:rPr>
          <w:rtl/>
        </w:rPr>
        <w:t xml:space="preserve"> فقال</w:t>
      </w:r>
      <w:r w:rsidR="00CC15EB">
        <w:rPr>
          <w:rtl/>
        </w:rPr>
        <w:t>:</w:t>
      </w:r>
      <w:r>
        <w:rPr>
          <w:rtl/>
        </w:rPr>
        <w:t xml:space="preserve"> </w:t>
      </w:r>
      <w:r w:rsidRPr="00D95A45">
        <w:rPr>
          <w:rtl/>
        </w:rPr>
        <w:t>نعم فنزلا فضربا عنقه</w:t>
      </w:r>
      <w:r w:rsidR="00CC15EB">
        <w:rPr>
          <w:rtl/>
        </w:rPr>
        <w:t>،</w:t>
      </w:r>
      <w:r>
        <w:rPr>
          <w:rtl/>
        </w:rPr>
        <w:t xml:space="preserve"> </w:t>
      </w:r>
      <w:r w:rsidRPr="00D95A45">
        <w:rPr>
          <w:rtl/>
        </w:rPr>
        <w:t>قال محمد بن مسلم</w:t>
      </w:r>
      <w:r w:rsidR="00CC15EB">
        <w:rPr>
          <w:rtl/>
        </w:rPr>
        <w:t>:</w:t>
      </w:r>
      <w:r>
        <w:rPr>
          <w:rtl/>
        </w:rPr>
        <w:t xml:space="preserve"> </w:t>
      </w:r>
      <w:r w:rsidRPr="00D95A45">
        <w:rPr>
          <w:rtl/>
        </w:rPr>
        <w:t xml:space="preserve">فقلت لابي جعفر </w:t>
      </w:r>
      <w:r w:rsidR="00AC7755" w:rsidRPr="00AC7755">
        <w:rPr>
          <w:rStyle w:val="libAlaemChar"/>
          <w:rtl/>
        </w:rPr>
        <w:t>عليه‌السلام</w:t>
      </w:r>
      <w:r w:rsidRPr="00D95A45">
        <w:rPr>
          <w:rtl/>
        </w:rPr>
        <w:t xml:space="preserve"> أرأيت لو ان رجلا الآن سب النبي </w:t>
      </w:r>
      <w:r w:rsidR="00AC7755" w:rsidRPr="00AC7755">
        <w:rPr>
          <w:rStyle w:val="libAlaemChar"/>
          <w:rtl/>
        </w:rPr>
        <w:t>صلى‌الله‌عليه‌وآله‌وسلم</w:t>
      </w:r>
      <w:r w:rsidRPr="00D95A45">
        <w:rPr>
          <w:rtl/>
        </w:rPr>
        <w:t xml:space="preserve"> أيقتل</w:t>
      </w:r>
      <w:r>
        <w:rPr>
          <w:rtl/>
        </w:rPr>
        <w:t>؟</w:t>
      </w:r>
      <w:r w:rsidRPr="00D95A45">
        <w:rPr>
          <w:rtl/>
        </w:rPr>
        <w:t xml:space="preserve"> فقال</w:t>
      </w:r>
      <w:r w:rsidR="00CC15EB">
        <w:rPr>
          <w:rtl/>
        </w:rPr>
        <w:t>:</w:t>
      </w:r>
      <w:r>
        <w:rPr>
          <w:rtl/>
        </w:rPr>
        <w:t xml:space="preserve"> </w:t>
      </w:r>
      <w:r w:rsidRPr="00D95A45">
        <w:rPr>
          <w:rtl/>
        </w:rPr>
        <w:t>ان لم تخف على نفسك فاقتله.</w:t>
      </w:r>
    </w:p>
    <w:p w:rsidR="00AC7755" w:rsidRDefault="00D45E0E" w:rsidP="00AC7755">
      <w:pPr>
        <w:pStyle w:val="libNormal"/>
        <w:rPr>
          <w:rtl/>
        </w:rPr>
      </w:pPr>
      <w:r w:rsidRPr="00D95A45">
        <w:rPr>
          <w:rtl/>
        </w:rPr>
        <w:t>(334) 99</w:t>
      </w:r>
      <w:r w:rsidR="00CC15EB">
        <w:rPr>
          <w:rtl/>
        </w:rPr>
        <w:t xml:space="preserve"> - </w:t>
      </w:r>
      <w:r w:rsidRPr="00D95A45">
        <w:rPr>
          <w:rtl/>
        </w:rPr>
        <w:t>احمد بن محمد بن عيسى عن ابن محبوب عن يونس ابن يعقوب عن مطر بن ارقم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ان عبد العزيز</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عرنة</w:t>
      </w:r>
      <w:r w:rsidR="00CC15EB">
        <w:rPr>
          <w:rtl/>
        </w:rPr>
        <w:t>:</w:t>
      </w:r>
      <w:r>
        <w:rPr>
          <w:rtl/>
        </w:rPr>
        <w:t xml:space="preserve"> </w:t>
      </w:r>
      <w:r w:rsidRPr="00D95A45">
        <w:rPr>
          <w:rtl/>
        </w:rPr>
        <w:t>موقع بعرفات وليس من الموقف. وفى الكافي</w:t>
      </w:r>
      <w:r w:rsidR="00CC15EB">
        <w:rPr>
          <w:rtl/>
        </w:rPr>
        <w:t xml:space="preserve"> - </w:t>
      </w:r>
      <w:r w:rsidRPr="00D95A45">
        <w:rPr>
          <w:rtl/>
        </w:rPr>
        <w:t>عربة</w:t>
      </w:r>
      <w:r w:rsidR="00CC15EB">
        <w:rPr>
          <w:rtl/>
        </w:rPr>
        <w:t xml:space="preserve"> - </w:t>
      </w:r>
      <w:r w:rsidRPr="00D95A45">
        <w:rPr>
          <w:rtl/>
        </w:rPr>
        <w:t>وهى ناحية بقرب المدينة.</w:t>
      </w:r>
    </w:p>
    <w:p w:rsidR="00CC15EB" w:rsidRDefault="00CC15EB" w:rsidP="00AC7755">
      <w:pPr>
        <w:pStyle w:val="libFootnote0"/>
        <w:rPr>
          <w:rtl/>
        </w:rPr>
      </w:pPr>
      <w:r>
        <w:rPr>
          <w:rtl/>
        </w:rPr>
        <w:t>-</w:t>
      </w:r>
      <w:r w:rsidR="00D45E0E" w:rsidRPr="007277FF">
        <w:rPr>
          <w:rtl/>
        </w:rPr>
        <w:t xml:space="preserve"> 332</w:t>
      </w:r>
      <w:r>
        <w:rPr>
          <w:rtl/>
        </w:rPr>
        <w:t xml:space="preserve"> - </w:t>
      </w:r>
      <w:r w:rsidR="00D45E0E" w:rsidRPr="007277FF">
        <w:rPr>
          <w:rtl/>
        </w:rPr>
        <w:t>333</w:t>
      </w:r>
      <w:r>
        <w:rPr>
          <w:rtl/>
        </w:rPr>
        <w:t xml:space="preserve"> - </w:t>
      </w:r>
      <w:r w:rsidR="00D45E0E" w:rsidRPr="007277FF">
        <w:rPr>
          <w:rtl/>
        </w:rPr>
        <w:t>الكافي ج 2 ص 313</w:t>
      </w:r>
    </w:p>
    <w:p w:rsidR="00AC7755" w:rsidRDefault="00CC15EB" w:rsidP="00AC7755">
      <w:pPr>
        <w:pStyle w:val="libFootnote0"/>
        <w:rPr>
          <w:rtl/>
        </w:rPr>
      </w:pPr>
      <w:r>
        <w:rPr>
          <w:rtl/>
        </w:rPr>
        <w:t>-</w:t>
      </w:r>
      <w:r w:rsidR="00D45E0E" w:rsidRPr="00DA0376">
        <w:rPr>
          <w:rtl/>
        </w:rPr>
        <w:t xml:space="preserve"> 334</w:t>
      </w:r>
      <w:r>
        <w:rPr>
          <w:rtl/>
        </w:rPr>
        <w:t xml:space="preserve"> - </w:t>
      </w:r>
      <w:r w:rsidR="00D45E0E" w:rsidRPr="00DA0376">
        <w:rPr>
          <w:rtl/>
        </w:rPr>
        <w:t>الكافي ج 2 ص 314</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ابن عمر الوالي بعث الي فاتيته وبين يديه رجلان قد تناول احدهما صاحبه فمرش وجهه فقال</w:t>
      </w:r>
      <w:r w:rsidR="00CC15EB">
        <w:rPr>
          <w:rtl/>
        </w:rPr>
        <w:t>:</w:t>
      </w:r>
      <w:r>
        <w:rPr>
          <w:rtl/>
        </w:rPr>
        <w:t xml:space="preserve"> </w:t>
      </w:r>
      <w:r w:rsidRPr="007277FF">
        <w:rPr>
          <w:rtl/>
        </w:rPr>
        <w:t>ما تقول يا ابا عبد الله في هذين الرجلين</w:t>
      </w:r>
      <w:r>
        <w:rPr>
          <w:rtl/>
        </w:rPr>
        <w:t>؟</w:t>
      </w:r>
      <w:r w:rsidRPr="007277FF">
        <w:rPr>
          <w:rtl/>
        </w:rPr>
        <w:t xml:space="preserve"> قلت</w:t>
      </w:r>
      <w:r w:rsidR="00CC15EB">
        <w:rPr>
          <w:rtl/>
        </w:rPr>
        <w:t>:</w:t>
      </w:r>
      <w:r>
        <w:rPr>
          <w:rtl/>
        </w:rPr>
        <w:t xml:space="preserve"> </w:t>
      </w:r>
      <w:r w:rsidRPr="007277FF">
        <w:rPr>
          <w:rtl/>
        </w:rPr>
        <w:t>وما قالا</w:t>
      </w:r>
      <w:r>
        <w:rPr>
          <w:rtl/>
        </w:rPr>
        <w:t>؟</w:t>
      </w:r>
      <w:r w:rsidRPr="007277FF">
        <w:rPr>
          <w:rtl/>
        </w:rPr>
        <w:t xml:space="preserve"> قال</w:t>
      </w:r>
      <w:r w:rsidR="00CC15EB">
        <w:rPr>
          <w:rtl/>
        </w:rPr>
        <w:t>:</w:t>
      </w:r>
      <w:r>
        <w:rPr>
          <w:rtl/>
        </w:rPr>
        <w:t xml:space="preserve"> </w:t>
      </w:r>
      <w:r w:rsidRPr="007277FF">
        <w:rPr>
          <w:rtl/>
        </w:rPr>
        <w:t>قال احدهما</w:t>
      </w:r>
      <w:r w:rsidR="00CC15EB">
        <w:rPr>
          <w:rtl/>
        </w:rPr>
        <w:t>:</w:t>
      </w:r>
      <w:r>
        <w:rPr>
          <w:rtl/>
        </w:rPr>
        <w:t xml:space="preserve"> </w:t>
      </w:r>
      <w:r w:rsidRPr="007277FF">
        <w:rPr>
          <w:rtl/>
        </w:rPr>
        <w:t>إن</w:t>
      </w:r>
      <w:r w:rsidRPr="00AC7755">
        <w:rPr>
          <w:rStyle w:val="libFootnotenumChar"/>
          <w:rtl/>
        </w:rPr>
        <w:t xml:space="preserve"> (1) </w:t>
      </w:r>
      <w:r w:rsidRPr="007277FF">
        <w:rPr>
          <w:rtl/>
        </w:rPr>
        <w:t xml:space="preserve">لرسول الله </w:t>
      </w:r>
      <w:r w:rsidR="00AC7755" w:rsidRPr="00AC7755">
        <w:rPr>
          <w:rStyle w:val="libAlaemChar"/>
          <w:rtl/>
        </w:rPr>
        <w:t>صلى‌الله‌عليه‌وآله‌وسلم</w:t>
      </w:r>
      <w:r w:rsidRPr="007277FF">
        <w:rPr>
          <w:rtl/>
        </w:rPr>
        <w:t xml:space="preserve"> فضلا على بني امية في الحسب وقال الآخر</w:t>
      </w:r>
      <w:r w:rsidR="00CC15EB">
        <w:rPr>
          <w:rtl/>
        </w:rPr>
        <w:t>:</w:t>
      </w:r>
      <w:r>
        <w:rPr>
          <w:rtl/>
        </w:rPr>
        <w:t xml:space="preserve"> </w:t>
      </w:r>
      <w:r w:rsidRPr="007277FF">
        <w:rPr>
          <w:rtl/>
        </w:rPr>
        <w:t>له الفضل على الناس كلهم في كل خير</w:t>
      </w:r>
      <w:r w:rsidR="00CC15EB">
        <w:rPr>
          <w:rtl/>
        </w:rPr>
        <w:t>،</w:t>
      </w:r>
      <w:r>
        <w:rPr>
          <w:rtl/>
        </w:rPr>
        <w:t xml:space="preserve"> </w:t>
      </w:r>
      <w:r w:rsidRPr="007277FF">
        <w:rPr>
          <w:rtl/>
        </w:rPr>
        <w:t xml:space="preserve">وغضب الذي نصر رسول الله </w:t>
      </w:r>
      <w:r w:rsidR="00AC7755" w:rsidRPr="00AC7755">
        <w:rPr>
          <w:rStyle w:val="libAlaemChar"/>
          <w:rtl/>
        </w:rPr>
        <w:t>صلى‌الله‌عليه‌وآله‌وسلم</w:t>
      </w:r>
      <w:r w:rsidRPr="007277FF">
        <w:rPr>
          <w:rtl/>
        </w:rPr>
        <w:t xml:space="preserve"> فصنع بوجهه ما ترى فهل عليه شئ</w:t>
      </w:r>
      <w:r>
        <w:rPr>
          <w:rtl/>
        </w:rPr>
        <w:t>؟</w:t>
      </w:r>
      <w:r w:rsidRPr="007277FF">
        <w:rPr>
          <w:rtl/>
        </w:rPr>
        <w:t xml:space="preserve"> فقلت له</w:t>
      </w:r>
      <w:r w:rsidR="00CC15EB">
        <w:rPr>
          <w:rtl/>
        </w:rPr>
        <w:t>:</w:t>
      </w:r>
      <w:r>
        <w:rPr>
          <w:rtl/>
        </w:rPr>
        <w:t xml:space="preserve"> </w:t>
      </w:r>
      <w:r w:rsidRPr="007277FF">
        <w:rPr>
          <w:rtl/>
        </w:rPr>
        <w:t>اني لاظنك قد سألت من حولك واخبروك فقال</w:t>
      </w:r>
      <w:r w:rsidR="00CC15EB">
        <w:rPr>
          <w:rtl/>
        </w:rPr>
        <w:t>:</w:t>
      </w:r>
      <w:r>
        <w:rPr>
          <w:rtl/>
        </w:rPr>
        <w:t xml:space="preserve"> </w:t>
      </w:r>
      <w:r w:rsidRPr="007277FF">
        <w:rPr>
          <w:rtl/>
        </w:rPr>
        <w:t>اقسمت عليك لما قلت</w:t>
      </w:r>
      <w:r>
        <w:rPr>
          <w:rtl/>
        </w:rPr>
        <w:t>؟</w:t>
      </w:r>
      <w:r w:rsidRPr="007277FF">
        <w:rPr>
          <w:rtl/>
        </w:rPr>
        <w:t xml:space="preserve"> فقلت له</w:t>
      </w:r>
      <w:r w:rsidR="00CC15EB">
        <w:rPr>
          <w:rtl/>
        </w:rPr>
        <w:t>:</w:t>
      </w:r>
      <w:r>
        <w:rPr>
          <w:rtl/>
        </w:rPr>
        <w:t xml:space="preserve"> </w:t>
      </w:r>
      <w:r w:rsidRPr="007277FF">
        <w:rPr>
          <w:rtl/>
        </w:rPr>
        <w:t xml:space="preserve">كان ينبغي للذي زعم ان احدا مثل رسول الله </w:t>
      </w:r>
      <w:r w:rsidR="00AC7755" w:rsidRPr="00AC7755">
        <w:rPr>
          <w:rStyle w:val="libAlaemChar"/>
          <w:rtl/>
        </w:rPr>
        <w:t>صلى‌الله‌عليه‌وآله‌وسلم</w:t>
      </w:r>
      <w:r w:rsidRPr="007277FF">
        <w:rPr>
          <w:rtl/>
        </w:rPr>
        <w:t xml:space="preserve"> في التفضيل ان يقتل ولا يستحيى قال</w:t>
      </w:r>
      <w:r w:rsidR="00CC15EB">
        <w:rPr>
          <w:rtl/>
        </w:rPr>
        <w:t>:</w:t>
      </w:r>
      <w:r>
        <w:rPr>
          <w:rtl/>
        </w:rPr>
        <w:t xml:space="preserve"> </w:t>
      </w:r>
      <w:r w:rsidRPr="007277FF">
        <w:rPr>
          <w:rtl/>
        </w:rPr>
        <w:t>فقال</w:t>
      </w:r>
      <w:r w:rsidR="00CC15EB">
        <w:rPr>
          <w:rtl/>
        </w:rPr>
        <w:t>:</w:t>
      </w:r>
      <w:r>
        <w:rPr>
          <w:rtl/>
        </w:rPr>
        <w:t xml:space="preserve"> </w:t>
      </w:r>
      <w:r w:rsidRPr="007277FF">
        <w:rPr>
          <w:rtl/>
        </w:rPr>
        <w:t>أو ما الحسب بواحد</w:t>
      </w:r>
      <w:r>
        <w:rPr>
          <w:rtl/>
        </w:rPr>
        <w:t>؟</w:t>
      </w:r>
      <w:r w:rsidRPr="007277FF">
        <w:rPr>
          <w:rtl/>
        </w:rPr>
        <w:t xml:space="preserve"> فقلت</w:t>
      </w:r>
      <w:r w:rsidR="00CC15EB">
        <w:rPr>
          <w:rtl/>
        </w:rPr>
        <w:t>:</w:t>
      </w:r>
      <w:r>
        <w:rPr>
          <w:rtl/>
        </w:rPr>
        <w:t xml:space="preserve"> </w:t>
      </w:r>
      <w:r w:rsidRPr="007277FF">
        <w:rPr>
          <w:rtl/>
        </w:rPr>
        <w:t>ان الحسب ليس النسب الا ترى لو نزلت برجل من بعض هذه الاحباش فقراك فقلت له</w:t>
      </w:r>
      <w:r w:rsidR="00CC15EB">
        <w:rPr>
          <w:rtl/>
        </w:rPr>
        <w:t>:</w:t>
      </w:r>
      <w:r>
        <w:rPr>
          <w:rtl/>
        </w:rPr>
        <w:t xml:space="preserve"> </w:t>
      </w:r>
      <w:r w:rsidRPr="007277FF">
        <w:rPr>
          <w:rtl/>
        </w:rPr>
        <w:t>ان هذا لحسيب قال</w:t>
      </w:r>
      <w:r w:rsidR="00CC15EB">
        <w:rPr>
          <w:rtl/>
        </w:rPr>
        <w:t>:</w:t>
      </w:r>
      <w:r>
        <w:rPr>
          <w:rtl/>
        </w:rPr>
        <w:t xml:space="preserve"> </w:t>
      </w:r>
      <w:r w:rsidRPr="007277FF">
        <w:rPr>
          <w:rtl/>
        </w:rPr>
        <w:t>أو ما النسب بواحد</w:t>
      </w:r>
      <w:r>
        <w:rPr>
          <w:rtl/>
        </w:rPr>
        <w:t>؟</w:t>
      </w:r>
      <w:r w:rsidRPr="007277FF">
        <w:rPr>
          <w:rtl/>
        </w:rPr>
        <w:t xml:space="preserve"> قلت</w:t>
      </w:r>
      <w:r w:rsidR="00CC15EB">
        <w:rPr>
          <w:rtl/>
        </w:rPr>
        <w:t>:</w:t>
      </w:r>
      <w:r>
        <w:rPr>
          <w:rtl/>
        </w:rPr>
        <w:t xml:space="preserve"> </w:t>
      </w:r>
      <w:r w:rsidRPr="007277FF">
        <w:rPr>
          <w:rtl/>
        </w:rPr>
        <w:t>إذا اجتمعا إلى آدم فان النسب واحد</w:t>
      </w:r>
      <w:r w:rsidR="00CC15EB">
        <w:rPr>
          <w:rtl/>
        </w:rPr>
        <w:t>،</w:t>
      </w:r>
      <w:r>
        <w:rPr>
          <w:rtl/>
        </w:rPr>
        <w:t xml:space="preserve"> </w:t>
      </w:r>
      <w:r w:rsidRPr="007277FF">
        <w:rPr>
          <w:rtl/>
        </w:rPr>
        <w:t xml:space="preserve">ان رسول الله </w:t>
      </w:r>
      <w:r w:rsidR="00AC7755" w:rsidRPr="00AC7755">
        <w:rPr>
          <w:rStyle w:val="libAlaemChar"/>
          <w:rtl/>
        </w:rPr>
        <w:t>صلى‌الله‌عليه‌وآله‌وسلم</w:t>
      </w:r>
      <w:r w:rsidRPr="007277FF">
        <w:rPr>
          <w:rtl/>
        </w:rPr>
        <w:t xml:space="preserve"> لم يخلطه شرك ولا بغي</w:t>
      </w:r>
      <w:r w:rsidR="00CC15EB">
        <w:rPr>
          <w:rtl/>
        </w:rPr>
        <w:t>،</w:t>
      </w:r>
      <w:r>
        <w:rPr>
          <w:rtl/>
        </w:rPr>
        <w:t xml:space="preserve"> </w:t>
      </w:r>
      <w:r w:rsidRPr="007277FF">
        <w:rPr>
          <w:rtl/>
        </w:rPr>
        <w:t>فامر به فقتل.</w:t>
      </w:r>
    </w:p>
    <w:p w:rsidR="00AC7755" w:rsidRDefault="00D45E0E" w:rsidP="00AC7755">
      <w:pPr>
        <w:pStyle w:val="libNormal"/>
        <w:rPr>
          <w:rtl/>
        </w:rPr>
      </w:pPr>
      <w:r w:rsidRPr="00D95A45">
        <w:rPr>
          <w:rtl/>
        </w:rPr>
        <w:t>(335) 100</w:t>
      </w:r>
      <w:r w:rsidR="00CC15EB">
        <w:rPr>
          <w:rtl/>
        </w:rPr>
        <w:t xml:space="preserve"> - </w:t>
      </w:r>
      <w:r w:rsidRPr="00D95A45">
        <w:rPr>
          <w:rtl/>
        </w:rPr>
        <w:t>احمد بن محمد عن علي بن الحكم عن ربعي بن محمد عن عبد الله بن سليمان العامري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اي شئ تقول في رجل سمعته يشتم عليا وتبرأ منه</w:t>
      </w:r>
      <w:r>
        <w:rPr>
          <w:rtl/>
        </w:rPr>
        <w:t>؟</w:t>
      </w:r>
      <w:r w:rsidRPr="00D95A45">
        <w:rPr>
          <w:rtl/>
        </w:rPr>
        <w:t xml:space="preserve"> فقال لي</w:t>
      </w:r>
      <w:r w:rsidR="00CC15EB">
        <w:rPr>
          <w:rtl/>
        </w:rPr>
        <w:t>:</w:t>
      </w:r>
      <w:r>
        <w:rPr>
          <w:rtl/>
        </w:rPr>
        <w:t xml:space="preserve"> </w:t>
      </w:r>
      <w:r w:rsidRPr="00D95A45">
        <w:rPr>
          <w:rtl/>
        </w:rPr>
        <w:t>هو والله حلال الدم وما الف رجل منهم برجل منكم</w:t>
      </w:r>
      <w:r w:rsidR="00CC15EB">
        <w:rPr>
          <w:rtl/>
        </w:rPr>
        <w:t>،</w:t>
      </w:r>
      <w:r>
        <w:rPr>
          <w:rtl/>
        </w:rPr>
        <w:t xml:space="preserve"> </w:t>
      </w:r>
      <w:r w:rsidRPr="00D95A45">
        <w:rPr>
          <w:rtl/>
        </w:rPr>
        <w:t>دعه.</w:t>
      </w:r>
    </w:p>
    <w:p w:rsidR="00AC7755" w:rsidRDefault="00D45E0E" w:rsidP="00AC7755">
      <w:pPr>
        <w:pStyle w:val="libNormal"/>
        <w:rPr>
          <w:rtl/>
        </w:rPr>
      </w:pPr>
      <w:r w:rsidRPr="00D95A45">
        <w:rPr>
          <w:rtl/>
        </w:rPr>
        <w:t>(336) 101</w:t>
      </w:r>
      <w:r w:rsidR="00CC15EB">
        <w:rPr>
          <w:rtl/>
        </w:rPr>
        <w:t xml:space="preserve"> - </w:t>
      </w:r>
      <w:r w:rsidRPr="00D95A45">
        <w:rPr>
          <w:rtl/>
        </w:rPr>
        <w:t>عنه عن علي بن الحكم عن هشام بن سالم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Pr="00D95A45">
        <w:rPr>
          <w:rtl/>
        </w:rPr>
        <w:t xml:space="preserve"> ما تقول في رجل سبابة لعلي </w:t>
      </w:r>
      <w:r w:rsidR="00AC7755" w:rsidRPr="00AC7755">
        <w:rPr>
          <w:rStyle w:val="libAlaemChar"/>
          <w:rtl/>
        </w:rPr>
        <w:t>عليه‌السلام</w:t>
      </w:r>
      <w:r>
        <w:rPr>
          <w:rtl/>
        </w:rPr>
        <w:t>؟</w:t>
      </w:r>
      <w:r w:rsidRPr="00D95A45">
        <w:rPr>
          <w:rtl/>
        </w:rPr>
        <w:t xml:space="preserve"> قال</w:t>
      </w:r>
      <w:r w:rsidR="00CC15EB">
        <w:rPr>
          <w:rtl/>
        </w:rPr>
        <w:t>:</w:t>
      </w:r>
      <w:r>
        <w:rPr>
          <w:rtl/>
        </w:rPr>
        <w:t xml:space="preserve"> </w:t>
      </w:r>
      <w:r w:rsidRPr="00D95A45">
        <w:rPr>
          <w:rtl/>
        </w:rPr>
        <w:t>فقال لي</w:t>
      </w:r>
      <w:r w:rsidR="00CC15EB">
        <w:rPr>
          <w:rtl/>
        </w:rPr>
        <w:t>:</w:t>
      </w:r>
      <w:r>
        <w:rPr>
          <w:rtl/>
        </w:rPr>
        <w:t xml:space="preserve"> </w:t>
      </w:r>
      <w:r w:rsidRPr="00D95A45">
        <w:rPr>
          <w:rtl/>
        </w:rPr>
        <w:t>حلال الدم والله</w:t>
      </w:r>
      <w:r w:rsidR="00CC15EB">
        <w:rPr>
          <w:rtl/>
        </w:rPr>
        <w:t>،</w:t>
      </w:r>
      <w:r>
        <w:rPr>
          <w:rtl/>
        </w:rPr>
        <w:t xml:space="preserve"> </w:t>
      </w:r>
      <w:r w:rsidRPr="00D95A45">
        <w:rPr>
          <w:rtl/>
        </w:rPr>
        <w:t>لو لا ان يغمز بريئا</w:t>
      </w:r>
      <w:r w:rsidR="00CC15EB">
        <w:rPr>
          <w:rtl/>
        </w:rPr>
        <w:t>،</w:t>
      </w:r>
      <w:r>
        <w:rPr>
          <w:rtl/>
        </w:rPr>
        <w:t xml:space="preserve"> </w:t>
      </w:r>
      <w:r w:rsidRPr="00D95A45">
        <w:rPr>
          <w:rtl/>
        </w:rPr>
        <w:t>قال</w:t>
      </w:r>
      <w:r w:rsidR="00CC15EB">
        <w:rPr>
          <w:rtl/>
        </w:rPr>
        <w:t>:</w:t>
      </w:r>
      <w:r>
        <w:rPr>
          <w:rtl/>
        </w:rPr>
        <w:t xml:space="preserve"> </w:t>
      </w:r>
      <w:r w:rsidRPr="00D95A45">
        <w:rPr>
          <w:rtl/>
        </w:rPr>
        <w:t>قلت</w:t>
      </w:r>
      <w:r w:rsidR="00CC15EB">
        <w:rPr>
          <w:rtl/>
        </w:rPr>
        <w:t>:</w:t>
      </w:r>
      <w:r>
        <w:rPr>
          <w:rtl/>
        </w:rPr>
        <w:t xml:space="preserve"> </w:t>
      </w:r>
      <w:r w:rsidRPr="00D95A45">
        <w:rPr>
          <w:rtl/>
        </w:rPr>
        <w:t>فما تقول في رجل مؤذ لنا</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فيماذا</w:t>
      </w:r>
      <w:r>
        <w:rPr>
          <w:rtl/>
        </w:rPr>
        <w:t>؟</w:t>
      </w:r>
      <w:r w:rsidRPr="00D95A45">
        <w:rPr>
          <w:rtl/>
        </w:rPr>
        <w:t xml:space="preserve"> قال</w:t>
      </w:r>
      <w:r w:rsidR="00CC15EB">
        <w:rPr>
          <w:rtl/>
        </w:rPr>
        <w:t>:</w:t>
      </w:r>
      <w:r>
        <w:rPr>
          <w:rtl/>
        </w:rPr>
        <w:t xml:space="preserve"> </w:t>
      </w:r>
      <w:r w:rsidRPr="00D95A45">
        <w:rPr>
          <w:rtl/>
        </w:rPr>
        <w:t>فقلت</w:t>
      </w:r>
      <w:r w:rsidR="00CC15EB">
        <w:rPr>
          <w:rtl/>
        </w:rPr>
        <w:t>:</w:t>
      </w:r>
      <w:r>
        <w:rPr>
          <w:rtl/>
        </w:rPr>
        <w:t xml:space="preserve"> </w:t>
      </w:r>
      <w:r w:rsidRPr="00D95A45">
        <w:rPr>
          <w:rtl/>
        </w:rPr>
        <w:t>فيك يذكرك قال</w:t>
      </w:r>
      <w:r w:rsidR="00CC15EB">
        <w:rPr>
          <w:rtl/>
        </w:rPr>
        <w:t>:</w:t>
      </w:r>
      <w:r>
        <w:rPr>
          <w:rtl/>
        </w:rPr>
        <w:t xml:space="preserve"> </w:t>
      </w:r>
      <w:r w:rsidRPr="00D95A45">
        <w:rPr>
          <w:rtl/>
        </w:rPr>
        <w:t>فقال</w:t>
      </w:r>
      <w:r w:rsidR="00CC15EB">
        <w:rPr>
          <w:rtl/>
        </w:rPr>
        <w:t>:</w:t>
      </w:r>
      <w:r>
        <w:rPr>
          <w:rtl/>
        </w:rPr>
        <w:t xml:space="preserve"> </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 xml:space="preserve">(1) في الكافي ليس لرسول الله </w:t>
      </w:r>
      <w:r w:rsidR="00AC7755" w:rsidRPr="00AC7755">
        <w:rPr>
          <w:rStyle w:val="libAlaemChar"/>
          <w:rtl/>
        </w:rPr>
        <w:t>صلى‌الله‌عليه‌وآله‌وسلم</w:t>
      </w:r>
      <w:r w:rsidRPr="00D95A45">
        <w:rPr>
          <w:rtl/>
        </w:rPr>
        <w:t xml:space="preserve"> فضل على بنى امية</w:t>
      </w:r>
    </w:p>
    <w:p w:rsidR="00AC7755" w:rsidRDefault="00CC15EB" w:rsidP="00AC7755">
      <w:pPr>
        <w:pStyle w:val="libFootnote0"/>
        <w:rPr>
          <w:rtl/>
        </w:rPr>
      </w:pPr>
      <w:r>
        <w:rPr>
          <w:rtl/>
        </w:rPr>
        <w:t>-</w:t>
      </w:r>
      <w:r w:rsidR="00D45E0E" w:rsidRPr="00DA0376">
        <w:rPr>
          <w:rtl/>
        </w:rPr>
        <w:t xml:space="preserve"> 335</w:t>
      </w:r>
      <w:r>
        <w:rPr>
          <w:rtl/>
        </w:rPr>
        <w:t xml:space="preserve"> - </w:t>
      </w:r>
      <w:r w:rsidR="00D45E0E" w:rsidRPr="00DA0376">
        <w:rPr>
          <w:rtl/>
        </w:rPr>
        <w:t>336</w:t>
      </w:r>
      <w:r>
        <w:rPr>
          <w:rtl/>
        </w:rPr>
        <w:t xml:space="preserve"> - </w:t>
      </w:r>
      <w:r w:rsidR="00D45E0E" w:rsidRPr="00DA0376">
        <w:rPr>
          <w:rtl/>
        </w:rPr>
        <w:t>الكافي ج 2 ص 314</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 xml:space="preserve">له في علي </w:t>
      </w:r>
      <w:r w:rsidR="00AC7755" w:rsidRPr="00AC7755">
        <w:rPr>
          <w:rStyle w:val="libAlaemChar"/>
          <w:rtl/>
        </w:rPr>
        <w:t>عليه‌السلام</w:t>
      </w:r>
      <w:r w:rsidRPr="007277FF">
        <w:rPr>
          <w:rtl/>
        </w:rPr>
        <w:t xml:space="preserve"> نصيب</w:t>
      </w:r>
      <w:r>
        <w:rPr>
          <w:rtl/>
        </w:rPr>
        <w:t>؟</w:t>
      </w:r>
      <w:r w:rsidRPr="007277FF">
        <w:rPr>
          <w:rtl/>
        </w:rPr>
        <w:t xml:space="preserve"> قلت له</w:t>
      </w:r>
      <w:r w:rsidR="00CC15EB">
        <w:rPr>
          <w:rtl/>
        </w:rPr>
        <w:t>:</w:t>
      </w:r>
      <w:r>
        <w:rPr>
          <w:rtl/>
        </w:rPr>
        <w:t xml:space="preserve"> </w:t>
      </w:r>
      <w:r w:rsidRPr="007277FF">
        <w:rPr>
          <w:rtl/>
        </w:rPr>
        <w:t>انه ليقول ذلك ويظهره قال</w:t>
      </w:r>
      <w:r w:rsidR="00CC15EB">
        <w:rPr>
          <w:rtl/>
        </w:rPr>
        <w:t>:</w:t>
      </w:r>
      <w:r>
        <w:rPr>
          <w:rtl/>
        </w:rPr>
        <w:t xml:space="preserve"> </w:t>
      </w:r>
      <w:r w:rsidRPr="007277FF">
        <w:rPr>
          <w:rtl/>
        </w:rPr>
        <w:t>لا تعرض له.</w:t>
      </w:r>
    </w:p>
    <w:p w:rsidR="00AC7755" w:rsidRDefault="00D45E0E" w:rsidP="00AC7755">
      <w:pPr>
        <w:pStyle w:val="libNormal"/>
        <w:rPr>
          <w:rtl/>
        </w:rPr>
      </w:pPr>
      <w:r w:rsidRPr="00D95A45">
        <w:rPr>
          <w:rtl/>
        </w:rPr>
        <w:t>(337) 102</w:t>
      </w:r>
      <w:r w:rsidR="00CC15EB">
        <w:rPr>
          <w:rtl/>
        </w:rPr>
        <w:t xml:space="preserve"> - </w:t>
      </w:r>
      <w:r w:rsidRPr="00D95A45">
        <w:rPr>
          <w:rtl/>
        </w:rPr>
        <w:t xml:space="preserve">سهل بن زياد عن ابن محبوب عن بعض اصحابنا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بعث امير المؤمنين </w:t>
      </w:r>
      <w:r w:rsidR="00AC7755" w:rsidRPr="00AC7755">
        <w:rPr>
          <w:rStyle w:val="libAlaemChar"/>
          <w:rtl/>
        </w:rPr>
        <w:t>عليه‌السلام</w:t>
      </w:r>
      <w:r w:rsidRPr="00D95A45">
        <w:rPr>
          <w:rtl/>
        </w:rPr>
        <w:t xml:space="preserve"> الى لبيد بن عطارد التميمي في كلام بلغه فمر به رسول امير المؤمنين </w:t>
      </w:r>
      <w:r w:rsidR="00AC7755" w:rsidRPr="00AC7755">
        <w:rPr>
          <w:rStyle w:val="libAlaemChar"/>
          <w:rtl/>
        </w:rPr>
        <w:t>عليه‌السلام</w:t>
      </w:r>
      <w:r w:rsidRPr="00D95A45">
        <w:rPr>
          <w:rtl/>
        </w:rPr>
        <w:t xml:space="preserve"> في بني اسد فقام إليه نعيم بن دجاجة الاسدي فافلته فبعث إليه امير المؤمنين </w:t>
      </w:r>
      <w:r w:rsidR="00AC7755" w:rsidRPr="00AC7755">
        <w:rPr>
          <w:rStyle w:val="libAlaemChar"/>
          <w:rtl/>
        </w:rPr>
        <w:t>عليه‌السلام</w:t>
      </w:r>
      <w:r w:rsidRPr="00D95A45">
        <w:rPr>
          <w:rtl/>
        </w:rPr>
        <w:t xml:space="preserve"> فاتوه به وأمر به ان يضرب فقال له نعيم</w:t>
      </w:r>
      <w:r w:rsidR="00CC15EB">
        <w:rPr>
          <w:rtl/>
        </w:rPr>
        <w:t>:</w:t>
      </w:r>
      <w:r>
        <w:rPr>
          <w:rtl/>
        </w:rPr>
        <w:t xml:space="preserve"> </w:t>
      </w:r>
      <w:r w:rsidRPr="00D95A45">
        <w:rPr>
          <w:rtl/>
        </w:rPr>
        <w:t>والله ان المقام معك لذل وان فراقك لكفر فلما سمع ذلك منه قال له</w:t>
      </w:r>
      <w:r w:rsidR="00CC15EB">
        <w:rPr>
          <w:rtl/>
        </w:rPr>
        <w:t>:</w:t>
      </w:r>
      <w:r>
        <w:rPr>
          <w:rtl/>
        </w:rPr>
        <w:t xml:space="preserve"> </w:t>
      </w:r>
      <w:r w:rsidRPr="00D95A45">
        <w:rPr>
          <w:rtl/>
        </w:rPr>
        <w:t>قد عفونا عنك إن الله عز وجل يقول</w:t>
      </w:r>
      <w:r w:rsidR="00CC15EB">
        <w:rPr>
          <w:rtl/>
        </w:rPr>
        <w:t>:</w:t>
      </w:r>
      <w:r>
        <w:rPr>
          <w:rtl/>
        </w:rPr>
        <w:t xml:space="preserve"> </w:t>
      </w:r>
      <w:r w:rsidR="00AC7755" w:rsidRPr="00AC7755">
        <w:rPr>
          <w:rStyle w:val="libAlaemChar"/>
          <w:rFonts w:hint="cs"/>
          <w:rtl/>
        </w:rPr>
        <w:t>(</w:t>
      </w:r>
      <w:r w:rsidRPr="00AC7755">
        <w:rPr>
          <w:rStyle w:val="libAieChar"/>
          <w:rtl/>
        </w:rPr>
        <w:t xml:space="preserve"> ادفع بالتي هي احسن السيئة </w:t>
      </w:r>
      <w:r w:rsidRPr="00AC7755">
        <w:rPr>
          <w:rStyle w:val="libAlaemChar"/>
          <w:rFonts w:hint="cs"/>
          <w:rtl/>
        </w:rPr>
        <w:t>)</w:t>
      </w:r>
      <w:r w:rsidRPr="00AC7755">
        <w:rPr>
          <w:rStyle w:val="libFootnotenumChar"/>
          <w:rtl/>
        </w:rPr>
        <w:t xml:space="preserve"> (1) </w:t>
      </w:r>
      <w:r w:rsidRPr="00D95A45">
        <w:rPr>
          <w:rtl/>
        </w:rPr>
        <w:t>اما قولك ان المقام معك لذل فسيئة اكتسبتها</w:t>
      </w:r>
      <w:r w:rsidR="00CC15EB">
        <w:rPr>
          <w:rtl/>
        </w:rPr>
        <w:t>،</w:t>
      </w:r>
      <w:r>
        <w:rPr>
          <w:rtl/>
        </w:rPr>
        <w:t xml:space="preserve"> </w:t>
      </w:r>
      <w:r w:rsidRPr="00D95A45">
        <w:rPr>
          <w:rtl/>
        </w:rPr>
        <w:t>واما قولك</w:t>
      </w:r>
      <w:r w:rsidR="00CC15EB">
        <w:rPr>
          <w:rtl/>
        </w:rPr>
        <w:t>:</w:t>
      </w:r>
      <w:r>
        <w:rPr>
          <w:rtl/>
        </w:rPr>
        <w:t xml:space="preserve"> </w:t>
      </w:r>
      <w:r w:rsidRPr="00D95A45">
        <w:rPr>
          <w:rtl/>
        </w:rPr>
        <w:t>ان فراقك لكفر فحسنة اكتسبتها فهذه بهذه.</w:t>
      </w:r>
    </w:p>
    <w:p w:rsidR="00AC7755" w:rsidRDefault="00D45E0E" w:rsidP="00AC7755">
      <w:pPr>
        <w:pStyle w:val="libNormal"/>
        <w:rPr>
          <w:rtl/>
        </w:rPr>
      </w:pPr>
      <w:r w:rsidRPr="00D95A45">
        <w:rPr>
          <w:rtl/>
        </w:rPr>
        <w:t>(338) 103</w:t>
      </w:r>
      <w:r w:rsidR="00CC15EB">
        <w:rPr>
          <w:rtl/>
        </w:rPr>
        <w:t xml:space="preserve"> - </w:t>
      </w:r>
      <w:r w:rsidRPr="00D95A45">
        <w:rPr>
          <w:rtl/>
        </w:rPr>
        <w:t xml:space="preserve">محمد بن احمد بن يحيى عن ابراهيم عن النوفلي عن السكوني عن جعفر عن ابيه ان عليا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من اقر بولد ثم نفاه جلد الحد وألزم الولد. </w:t>
      </w:r>
    </w:p>
    <w:p w:rsidR="00AC7755" w:rsidRDefault="00D45E0E" w:rsidP="00AC7755">
      <w:pPr>
        <w:pStyle w:val="libNormal"/>
        <w:rPr>
          <w:rtl/>
        </w:rPr>
      </w:pPr>
      <w:r w:rsidRPr="00D95A45">
        <w:rPr>
          <w:rtl/>
        </w:rPr>
        <w:t>قال محمد بن الحسن</w:t>
      </w:r>
      <w:r w:rsidR="00CC15EB">
        <w:rPr>
          <w:rtl/>
        </w:rPr>
        <w:t>:</w:t>
      </w:r>
      <w:r>
        <w:rPr>
          <w:rtl/>
        </w:rPr>
        <w:t xml:space="preserve"> </w:t>
      </w:r>
      <w:r w:rsidRPr="00D95A45">
        <w:rPr>
          <w:rtl/>
        </w:rPr>
        <w:t>هذا الخبر هو الذي به افتي دون الخبر الذي رواه العلا بن فضيل فذكر فيه ان عليه خمسين جلدة ان كان من حرة ولا شئ عليه ان كان الولد من أمة</w:t>
      </w:r>
      <w:r w:rsidR="00CC15EB">
        <w:rPr>
          <w:rtl/>
        </w:rPr>
        <w:t>،</w:t>
      </w:r>
      <w:r>
        <w:rPr>
          <w:rtl/>
        </w:rPr>
        <w:t xml:space="preserve"> </w:t>
      </w:r>
      <w:r w:rsidRPr="00D95A45">
        <w:rPr>
          <w:rtl/>
        </w:rPr>
        <w:t>لان هذا الخبر موافق للاخبار كلها لانا قد بينا أن من قذف حرة كان عليه الحد ثمانين</w:t>
      </w:r>
      <w:r w:rsidR="00CC15EB">
        <w:rPr>
          <w:rtl/>
        </w:rPr>
        <w:t>،</w:t>
      </w:r>
      <w:r>
        <w:rPr>
          <w:rtl/>
        </w:rPr>
        <w:t xml:space="preserve"> </w:t>
      </w:r>
      <w:r w:rsidRPr="00D95A45">
        <w:rPr>
          <w:rtl/>
        </w:rPr>
        <w:t>ويوشك ان يكون ذلك الخبر وهما من الراوي.</w:t>
      </w:r>
    </w:p>
    <w:p w:rsidR="00AC7755" w:rsidRDefault="00D45E0E" w:rsidP="00AC7755">
      <w:pPr>
        <w:pStyle w:val="libNormal"/>
        <w:rPr>
          <w:rtl/>
        </w:rPr>
      </w:pPr>
      <w:r w:rsidRPr="00D95A45">
        <w:rPr>
          <w:rtl/>
        </w:rPr>
        <w:t>(339) 104</w:t>
      </w:r>
      <w:r w:rsidR="00CC15EB">
        <w:rPr>
          <w:rtl/>
        </w:rPr>
        <w:t xml:space="preserve"> - </w:t>
      </w:r>
      <w:r w:rsidRPr="00D95A45">
        <w:rPr>
          <w:rtl/>
        </w:rPr>
        <w:t xml:space="preserve">محمد بن الحسن الصفار عن الحسين بن علي عن يونس بن عبد الرحمان عن ابى بكر الحضرمي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سورة المؤمنون الآية</w:t>
      </w:r>
    </w:p>
    <w:p w:rsidR="00CC15EB" w:rsidRDefault="00CC15EB" w:rsidP="00AC7755">
      <w:pPr>
        <w:pStyle w:val="libFootnote0"/>
        <w:rPr>
          <w:rtl/>
        </w:rPr>
      </w:pPr>
      <w:r>
        <w:rPr>
          <w:rtl/>
        </w:rPr>
        <w:t>-</w:t>
      </w:r>
      <w:r w:rsidR="00D45E0E" w:rsidRPr="007277FF">
        <w:rPr>
          <w:rtl/>
        </w:rPr>
        <w:t xml:space="preserve"> 96</w:t>
      </w:r>
      <w:r>
        <w:rPr>
          <w:rtl/>
        </w:rPr>
        <w:t xml:space="preserve"> - </w:t>
      </w:r>
      <w:r w:rsidR="00D45E0E" w:rsidRPr="007277FF">
        <w:rPr>
          <w:rtl/>
        </w:rPr>
        <w:t>337</w:t>
      </w:r>
      <w:r>
        <w:rPr>
          <w:rtl/>
        </w:rPr>
        <w:t xml:space="preserve"> - </w:t>
      </w:r>
      <w:r w:rsidR="00D45E0E" w:rsidRPr="007277FF">
        <w:rPr>
          <w:rtl/>
        </w:rPr>
        <w:t>الكافي ج 2 ص 314</w:t>
      </w:r>
    </w:p>
    <w:p w:rsidR="00CC15EB" w:rsidRDefault="00CC15EB" w:rsidP="00AC7755">
      <w:pPr>
        <w:pStyle w:val="libFootnote0"/>
        <w:rPr>
          <w:rtl/>
        </w:rPr>
      </w:pPr>
      <w:r>
        <w:rPr>
          <w:rtl/>
        </w:rPr>
        <w:t>-</w:t>
      </w:r>
      <w:r w:rsidR="00D45E0E" w:rsidRPr="007277FF">
        <w:rPr>
          <w:rtl/>
        </w:rPr>
        <w:t xml:space="preserve"> 338</w:t>
      </w:r>
      <w:r>
        <w:rPr>
          <w:rtl/>
        </w:rPr>
        <w:t xml:space="preserve"> - </w:t>
      </w:r>
      <w:r w:rsidR="00D45E0E" w:rsidRPr="007277FF">
        <w:rPr>
          <w:rtl/>
        </w:rPr>
        <w:t>الاستبصار ج 4 ص 233 الكافي ج 2 ص 311 الفقيه ج 4 ص 36</w:t>
      </w:r>
    </w:p>
    <w:p w:rsidR="00AC7755" w:rsidRDefault="00CC15EB" w:rsidP="00AC7755">
      <w:pPr>
        <w:pStyle w:val="libFootnote0"/>
        <w:rPr>
          <w:rtl/>
        </w:rPr>
      </w:pPr>
      <w:r>
        <w:rPr>
          <w:rtl/>
        </w:rPr>
        <w:t>-</w:t>
      </w:r>
      <w:r w:rsidR="00D45E0E" w:rsidRPr="00DA0376">
        <w:rPr>
          <w:rtl/>
        </w:rPr>
        <w:t xml:space="preserve"> 339</w:t>
      </w:r>
      <w:r>
        <w:rPr>
          <w:rtl/>
        </w:rPr>
        <w:t xml:space="preserve"> - </w:t>
      </w:r>
      <w:r w:rsidR="00D45E0E" w:rsidRPr="00DA0376">
        <w:rPr>
          <w:rtl/>
        </w:rPr>
        <w:t>الفقيه ج 4 ص 35</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جعلت فداك ما تقول في رجل يقذف بعض جاهلية العرب</w:t>
      </w:r>
      <w:r>
        <w:rPr>
          <w:rtl/>
        </w:rPr>
        <w:t>؟</w:t>
      </w:r>
      <w:r w:rsidRPr="00DA0376">
        <w:rPr>
          <w:rtl/>
        </w:rPr>
        <w:t xml:space="preserve"> قال</w:t>
      </w:r>
      <w:r w:rsidR="00CC15EB">
        <w:rPr>
          <w:rtl/>
        </w:rPr>
        <w:t>:</w:t>
      </w:r>
      <w:r>
        <w:rPr>
          <w:rtl/>
        </w:rPr>
        <w:t xml:space="preserve"> </w:t>
      </w:r>
      <w:r w:rsidRPr="00DA0376">
        <w:rPr>
          <w:rtl/>
        </w:rPr>
        <w:t xml:space="preserve">يضرب الحد ان ذلك يدخل على رسول الله </w:t>
      </w:r>
      <w:r w:rsidR="00AC7755" w:rsidRPr="00AC7755">
        <w:rPr>
          <w:rStyle w:val="libAlaemChar"/>
          <w:rtl/>
        </w:rPr>
        <w:t>صلى‌الله‌عليه‌وآله‌وسلم</w:t>
      </w:r>
      <w:r w:rsidRPr="00DA0376">
        <w:rPr>
          <w:rtl/>
        </w:rPr>
        <w:t>.</w:t>
      </w:r>
    </w:p>
    <w:p w:rsidR="00AC7755" w:rsidRDefault="00D45E0E" w:rsidP="00AC7755">
      <w:pPr>
        <w:pStyle w:val="libNormal"/>
        <w:rPr>
          <w:rtl/>
        </w:rPr>
      </w:pPr>
      <w:r w:rsidRPr="00D95A45">
        <w:rPr>
          <w:rtl/>
        </w:rPr>
        <w:t>(340) 105</w:t>
      </w:r>
      <w:r w:rsidR="00CC15EB">
        <w:rPr>
          <w:rtl/>
        </w:rPr>
        <w:t xml:space="preserve"> - </w:t>
      </w:r>
      <w:r w:rsidRPr="00D95A45">
        <w:rPr>
          <w:rtl/>
        </w:rPr>
        <w:t xml:space="preserve">عنه عن الحسن بن موسى الخشاب عن غياث بن كلوب عن اسحاق بن عمار عن ابى جعفر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كان يعزر في الهجاء ولا يجلد الحد الا في الفرية المصرحة ان يقول</w:t>
      </w:r>
      <w:r w:rsidR="00CC15EB">
        <w:rPr>
          <w:rtl/>
        </w:rPr>
        <w:t>:</w:t>
      </w:r>
      <w:r>
        <w:rPr>
          <w:rtl/>
        </w:rPr>
        <w:t xml:space="preserve"> </w:t>
      </w:r>
      <w:r w:rsidRPr="00D95A45">
        <w:rPr>
          <w:rtl/>
        </w:rPr>
        <w:t>يا زاني ويابن الزانية أو لست لابيك.</w:t>
      </w:r>
    </w:p>
    <w:p w:rsidR="00AC7755" w:rsidRDefault="00D45E0E" w:rsidP="00AC7755">
      <w:pPr>
        <w:pStyle w:val="libNormal"/>
        <w:rPr>
          <w:rtl/>
        </w:rPr>
      </w:pPr>
      <w:r w:rsidRPr="00D95A45">
        <w:rPr>
          <w:rtl/>
        </w:rPr>
        <w:t xml:space="preserve"> (341) 106</w:t>
      </w:r>
      <w:r w:rsidR="00CC15EB">
        <w:rPr>
          <w:rtl/>
        </w:rPr>
        <w:t xml:space="preserve"> - </w:t>
      </w:r>
      <w:r w:rsidRPr="00D95A45">
        <w:rPr>
          <w:rtl/>
        </w:rPr>
        <w:t xml:space="preserve">محمد بن احمد بن يحيى عن محمد بن الحسين عن محمد ابن عبد الله بن هلال عن عقبة بن خالد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قال لامرأته يا زانية قال</w:t>
      </w:r>
      <w:r w:rsidR="00CC15EB">
        <w:rPr>
          <w:rtl/>
        </w:rPr>
        <w:t>:</w:t>
      </w:r>
      <w:r>
        <w:rPr>
          <w:rtl/>
        </w:rPr>
        <w:t xml:space="preserve"> </w:t>
      </w:r>
      <w:r w:rsidRPr="00D95A45">
        <w:rPr>
          <w:rtl/>
        </w:rPr>
        <w:t>يجلد حدا ويفرق بينهما بعد ما يجلد ولا تكون امرأته قال</w:t>
      </w:r>
      <w:r w:rsidR="00CC15EB">
        <w:rPr>
          <w:rtl/>
        </w:rPr>
        <w:t>:</w:t>
      </w:r>
      <w:r>
        <w:rPr>
          <w:rtl/>
        </w:rPr>
        <w:t xml:space="preserve"> </w:t>
      </w:r>
      <w:r w:rsidRPr="00D95A45">
        <w:rPr>
          <w:rtl/>
        </w:rPr>
        <w:t>وان كان قال كلاما افلت منه من غير ان يعلم شيئا اراد ان يغيظها به فلا يفرق بينهما.</w:t>
      </w:r>
    </w:p>
    <w:p w:rsidR="00AC7755" w:rsidRDefault="00D45E0E" w:rsidP="00AC7755">
      <w:pPr>
        <w:pStyle w:val="libNormal"/>
        <w:rPr>
          <w:rtl/>
        </w:rPr>
      </w:pPr>
      <w:r w:rsidRPr="00D95A45">
        <w:rPr>
          <w:rtl/>
        </w:rPr>
        <w:t>(342) 107</w:t>
      </w:r>
      <w:r w:rsidR="00CC15EB">
        <w:rPr>
          <w:rtl/>
        </w:rPr>
        <w:t xml:space="preserve"> - </w:t>
      </w:r>
      <w:r w:rsidRPr="00D95A45">
        <w:rPr>
          <w:rtl/>
        </w:rPr>
        <w:t xml:space="preserve">الحسين بن سعيد عن النضر عن عاصم عن محمد بن قيس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المملوك يدعو الرجل لغير ابيه قال</w:t>
      </w:r>
      <w:r w:rsidR="00CC15EB">
        <w:rPr>
          <w:rtl/>
        </w:rPr>
        <w:t>:</w:t>
      </w:r>
      <w:r>
        <w:rPr>
          <w:rtl/>
        </w:rPr>
        <w:t xml:space="preserve"> </w:t>
      </w:r>
      <w:r w:rsidRPr="00D95A45">
        <w:rPr>
          <w:rtl/>
        </w:rPr>
        <w:t>ارى ان يعرى جلده قال</w:t>
      </w:r>
      <w:r w:rsidR="00CC15EB">
        <w:rPr>
          <w:rtl/>
        </w:rPr>
        <w:t>:</w:t>
      </w:r>
      <w:r>
        <w:rPr>
          <w:rtl/>
        </w:rPr>
        <w:t xml:space="preserve"> </w:t>
      </w:r>
      <w:r w:rsidRPr="00D95A45">
        <w:rPr>
          <w:rtl/>
        </w:rPr>
        <w:t>وقال في رجل دعي لغير ابيه. اقم بينتك امكنك منه فلما اتى بالبينة قال</w:t>
      </w:r>
      <w:r w:rsidR="00CC15EB">
        <w:rPr>
          <w:rtl/>
        </w:rPr>
        <w:t>:</w:t>
      </w:r>
      <w:r>
        <w:rPr>
          <w:rtl/>
        </w:rPr>
        <w:t xml:space="preserve"> </w:t>
      </w:r>
      <w:r w:rsidRPr="00D95A45">
        <w:rPr>
          <w:rtl/>
        </w:rPr>
        <w:t>ان امه كانت أمة قال</w:t>
      </w:r>
      <w:r w:rsidR="00CC15EB">
        <w:rPr>
          <w:rtl/>
        </w:rPr>
        <w:t>:</w:t>
      </w:r>
      <w:r>
        <w:rPr>
          <w:rtl/>
        </w:rPr>
        <w:t xml:space="preserve"> </w:t>
      </w:r>
      <w:r w:rsidRPr="00D95A45">
        <w:rPr>
          <w:rtl/>
        </w:rPr>
        <w:t>ليس عليك حد</w:t>
      </w:r>
      <w:r w:rsidR="00CC15EB">
        <w:rPr>
          <w:rtl/>
        </w:rPr>
        <w:t>،</w:t>
      </w:r>
      <w:r>
        <w:rPr>
          <w:rtl/>
        </w:rPr>
        <w:t xml:space="preserve"> </w:t>
      </w:r>
      <w:r w:rsidRPr="00D95A45">
        <w:rPr>
          <w:rtl/>
        </w:rPr>
        <w:t>سبه كما سبك واعف عنه ان شئت.</w:t>
      </w:r>
    </w:p>
    <w:p w:rsidR="00AC7755" w:rsidRDefault="00D45E0E" w:rsidP="00AC7755">
      <w:pPr>
        <w:pStyle w:val="libNormal"/>
        <w:rPr>
          <w:rtl/>
        </w:rPr>
      </w:pPr>
      <w:r w:rsidRPr="00D95A45">
        <w:rPr>
          <w:rtl/>
        </w:rPr>
        <w:t xml:space="preserve"> قال محمد بن الحسن</w:t>
      </w:r>
      <w:r w:rsidR="00CC15EB">
        <w:rPr>
          <w:rtl/>
        </w:rPr>
        <w:t>:</w:t>
      </w:r>
      <w:r>
        <w:rPr>
          <w:rtl/>
        </w:rPr>
        <w:t xml:space="preserve"> </w:t>
      </w:r>
      <w:r w:rsidRPr="00D95A45">
        <w:rPr>
          <w:rtl/>
        </w:rPr>
        <w:t xml:space="preserve">هذا الخبر ضعيف مخالف لما قدمناه من الاخبار الصحيحة ولظاهر القرآن فلا ينبغي ان يعمل عليه على ان فيه ما يضعفه وهو أن امير المؤمنين </w:t>
      </w:r>
      <w:r w:rsidR="00AC7755" w:rsidRPr="00AC7755">
        <w:rPr>
          <w:rStyle w:val="libAlaemChar"/>
          <w:rtl/>
        </w:rPr>
        <w:t>عليه‌السلام</w:t>
      </w:r>
      <w:r w:rsidRPr="00D95A45">
        <w:rPr>
          <w:rtl/>
        </w:rPr>
        <w:t xml:space="preserve"> امر الخصم ان يسب خصمه كما سبه ولا يجوز منه </w:t>
      </w:r>
      <w:r w:rsidR="00AC7755" w:rsidRPr="00AC7755">
        <w:rPr>
          <w:rStyle w:val="libAlaemChar"/>
          <w:rtl/>
        </w:rPr>
        <w:t>عليه‌السلام</w:t>
      </w:r>
      <w:r w:rsidRPr="00D95A45">
        <w:rPr>
          <w:rtl/>
        </w:rPr>
        <w:t xml:space="preserve"> ان يأمر بذلك</w:t>
      </w:r>
      <w:r w:rsidR="00CC15EB">
        <w:rPr>
          <w:rtl/>
        </w:rPr>
        <w:t>،</w:t>
      </w:r>
      <w:r>
        <w:rPr>
          <w:rtl/>
        </w:rPr>
        <w:t xml:space="preserve"> </w:t>
      </w:r>
      <w:r w:rsidRPr="00D95A45">
        <w:rPr>
          <w:rtl/>
        </w:rPr>
        <w:t>بل الذي إليه ان ياخذ له بحقه من خصمه بان يقيم عليه الحد ان كان ممن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340</w:t>
      </w:r>
      <w:r>
        <w:rPr>
          <w:rtl/>
        </w:rPr>
        <w:t xml:space="preserve"> - </w:t>
      </w:r>
      <w:r w:rsidR="00D45E0E" w:rsidRPr="00D95A45">
        <w:rPr>
          <w:rtl/>
        </w:rPr>
        <w:t>الفقيه ج 4 ص 35</w:t>
      </w:r>
    </w:p>
    <w:p w:rsidR="00CC15EB" w:rsidRDefault="00CC15EB" w:rsidP="00AC7755">
      <w:pPr>
        <w:pStyle w:val="libFootnote0"/>
        <w:rPr>
          <w:rtl/>
        </w:rPr>
      </w:pPr>
      <w:r>
        <w:rPr>
          <w:rtl/>
        </w:rPr>
        <w:t>-</w:t>
      </w:r>
      <w:r w:rsidR="00D45E0E" w:rsidRPr="007277FF">
        <w:rPr>
          <w:rtl/>
        </w:rPr>
        <w:t xml:space="preserve"> 341</w:t>
      </w:r>
      <w:r>
        <w:rPr>
          <w:rtl/>
        </w:rPr>
        <w:t xml:space="preserve"> - </w:t>
      </w:r>
      <w:r w:rsidR="00D45E0E" w:rsidRPr="007277FF">
        <w:rPr>
          <w:rtl/>
        </w:rPr>
        <w:t>الفقيه ج 4 ص 36</w:t>
      </w:r>
    </w:p>
    <w:p w:rsidR="00AC7755" w:rsidRDefault="00CC15EB" w:rsidP="00AC7755">
      <w:pPr>
        <w:pStyle w:val="libFootnote0"/>
        <w:rPr>
          <w:rtl/>
        </w:rPr>
      </w:pPr>
      <w:r>
        <w:rPr>
          <w:rtl/>
        </w:rPr>
        <w:t>-</w:t>
      </w:r>
      <w:r w:rsidR="00D45E0E" w:rsidRPr="00DA0376">
        <w:rPr>
          <w:rtl/>
        </w:rPr>
        <w:t xml:space="preserve"> 342</w:t>
      </w:r>
      <w:r>
        <w:rPr>
          <w:rtl/>
        </w:rPr>
        <w:t xml:space="preserve"> - </w:t>
      </w:r>
      <w:r w:rsidR="00D45E0E" w:rsidRPr="00DA0376">
        <w:rPr>
          <w:rtl/>
        </w:rPr>
        <w:t>الاستبصار ج 4 ص 230</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وجب عليه ذلك أو يعزره ان لم يكن</w:t>
      </w:r>
      <w:r w:rsidR="00CC15EB">
        <w:rPr>
          <w:rtl/>
        </w:rPr>
        <w:t>،</w:t>
      </w:r>
      <w:r>
        <w:rPr>
          <w:rtl/>
        </w:rPr>
        <w:t xml:space="preserve"> </w:t>
      </w:r>
      <w:r w:rsidRPr="007277FF">
        <w:rPr>
          <w:rtl/>
        </w:rPr>
        <w:t>فاما ان يأمره بالسباب فذلك مما لا يجوز على حال</w:t>
      </w:r>
      <w:r w:rsidR="00CC15EB">
        <w:rPr>
          <w:rtl/>
        </w:rPr>
        <w:t>،</w:t>
      </w:r>
      <w:r>
        <w:rPr>
          <w:rtl/>
        </w:rPr>
        <w:t xml:space="preserve"> </w:t>
      </w:r>
    </w:p>
    <w:p w:rsidR="00AC7755" w:rsidRDefault="00D45E0E" w:rsidP="00AC7755">
      <w:pPr>
        <w:pStyle w:val="libNormal"/>
        <w:rPr>
          <w:rtl/>
        </w:rPr>
      </w:pPr>
      <w:r w:rsidRPr="00D95A45">
        <w:rPr>
          <w:rtl/>
        </w:rPr>
        <w:t>(343) 108</w:t>
      </w:r>
      <w:r w:rsidR="00CC15EB">
        <w:rPr>
          <w:rtl/>
        </w:rPr>
        <w:t xml:space="preserve"> - </w:t>
      </w:r>
      <w:r w:rsidRPr="00D95A45">
        <w:rPr>
          <w:rtl/>
        </w:rPr>
        <w:t xml:space="preserve">محمد بن احمد عن محمد بن عيسى عن يونس عن بعض رجاله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كل بالغ من ذكر أو انثى افترى على صغير أو كبير أو ذكر أو انثى أو مسلم أو كافر أو حر أو مملوك فعليه حد الفرية وعلى غير البالغ حد الادب.</w:t>
      </w:r>
    </w:p>
    <w:p w:rsidR="00AC7755" w:rsidRDefault="00D45E0E" w:rsidP="00AC7755">
      <w:pPr>
        <w:pStyle w:val="libNormal"/>
        <w:rPr>
          <w:rtl/>
        </w:rPr>
      </w:pPr>
      <w:r w:rsidRPr="00D95A45">
        <w:rPr>
          <w:rtl/>
        </w:rPr>
        <w:t xml:space="preserve"> قال محمد بن الحسن</w:t>
      </w:r>
      <w:r w:rsidR="00CC15EB">
        <w:rPr>
          <w:rtl/>
        </w:rPr>
        <w:t>:</w:t>
      </w:r>
      <w:r>
        <w:rPr>
          <w:rtl/>
        </w:rPr>
        <w:t xml:space="preserve"> </w:t>
      </w:r>
      <w:r w:rsidRPr="00D95A45">
        <w:rPr>
          <w:rtl/>
        </w:rPr>
        <w:t>ما تضمن هذا الخبر من ايجاب الحد على من قذف صبيا محمول على انه قذفه بنسبة الزنى إلى احد والديه كأن يقول</w:t>
      </w:r>
      <w:r w:rsidR="00CC15EB">
        <w:rPr>
          <w:rtl/>
        </w:rPr>
        <w:t>:</w:t>
      </w:r>
      <w:r>
        <w:rPr>
          <w:rtl/>
        </w:rPr>
        <w:t xml:space="preserve"> </w:t>
      </w:r>
      <w:r w:rsidRPr="00D95A45">
        <w:rPr>
          <w:rtl/>
        </w:rPr>
        <w:t>يا بن الزاني أو الزانية أو زنت بك امك أو ابوك لان ذلك يوجب عليه الحد على الكمال</w:t>
      </w:r>
      <w:r w:rsidR="00CC15EB">
        <w:rPr>
          <w:rtl/>
        </w:rPr>
        <w:t>،</w:t>
      </w:r>
      <w:r>
        <w:rPr>
          <w:rtl/>
        </w:rPr>
        <w:t xml:space="preserve"> </w:t>
      </w:r>
      <w:r w:rsidRPr="00D95A45">
        <w:rPr>
          <w:rtl/>
        </w:rPr>
        <w:t>فاما إذا قال له</w:t>
      </w:r>
      <w:r w:rsidR="00CC15EB">
        <w:rPr>
          <w:rtl/>
        </w:rPr>
        <w:t>:</w:t>
      </w:r>
      <w:r>
        <w:rPr>
          <w:rtl/>
        </w:rPr>
        <w:t xml:space="preserve"> </w:t>
      </w:r>
      <w:r w:rsidRPr="00D95A45">
        <w:rPr>
          <w:rtl/>
        </w:rPr>
        <w:t>قد زنيت فلا يجب عليه الحد حسب ما قدمناه من الاخبار</w:t>
      </w:r>
      <w:r w:rsidR="00CC15EB">
        <w:rPr>
          <w:rtl/>
        </w:rPr>
        <w:t>،</w:t>
      </w:r>
      <w:r>
        <w:rPr>
          <w:rtl/>
        </w:rPr>
        <w:t xml:space="preserve"> </w:t>
      </w:r>
      <w:r w:rsidRPr="00D95A45">
        <w:rPr>
          <w:rtl/>
        </w:rPr>
        <w:t>فاما ما تضمن من ايجاب الحد على من قذف كافرا أو يهوديا أو نصرانيا فيحتمل أن يكون المراد به إذا كانت امه مسلمة فانه يجب على من قذفه الحد لحرمة المسلمة</w:t>
      </w:r>
      <w:r w:rsidR="00CC15EB">
        <w:rPr>
          <w:rtl/>
        </w:rPr>
        <w:t>،</w:t>
      </w:r>
      <w:r>
        <w:rPr>
          <w:rtl/>
        </w:rPr>
        <w:t xml:space="preserve"> </w:t>
      </w:r>
      <w:r w:rsidRPr="00D95A45">
        <w:rPr>
          <w:rtl/>
        </w:rPr>
        <w:t>فاما إذا لم يكن كذلك فانه يجب عليه التعزير حسب ما قدمناه.</w:t>
      </w:r>
    </w:p>
    <w:p w:rsidR="00AC7755" w:rsidRDefault="00D45E0E" w:rsidP="00CA44E1">
      <w:pPr>
        <w:pStyle w:val="Heading2Center"/>
        <w:rPr>
          <w:rtl/>
        </w:rPr>
      </w:pPr>
      <w:bookmarkStart w:id="7" w:name="_Toc394318271"/>
      <w:r w:rsidRPr="00D95A45">
        <w:rPr>
          <w:rtl/>
        </w:rPr>
        <w:t>7</w:t>
      </w:r>
      <w:r w:rsidR="00CC15EB">
        <w:rPr>
          <w:rtl/>
        </w:rPr>
        <w:t xml:space="preserve"> - </w:t>
      </w:r>
      <w:r w:rsidRPr="00D95A45">
        <w:rPr>
          <w:rtl/>
        </w:rPr>
        <w:t>باب الحد في السكر وشرب المسكر والفقاع واكل المحظور من الطعام</w:t>
      </w:r>
      <w:bookmarkEnd w:id="7"/>
    </w:p>
    <w:p w:rsidR="00AC7755" w:rsidRDefault="00D45E0E" w:rsidP="00AC7755">
      <w:pPr>
        <w:pStyle w:val="libNormal"/>
        <w:rPr>
          <w:rtl/>
        </w:rPr>
      </w:pPr>
      <w:r w:rsidRPr="00D95A45">
        <w:rPr>
          <w:rtl/>
        </w:rPr>
        <w:t>(344) 1</w:t>
      </w:r>
      <w:r w:rsidR="00CC15EB">
        <w:rPr>
          <w:rtl/>
        </w:rPr>
        <w:t xml:space="preserve"> - </w:t>
      </w:r>
      <w:r w:rsidRPr="00D95A45">
        <w:rPr>
          <w:rtl/>
        </w:rPr>
        <w:t xml:space="preserve">محمد بن يحيى عن احمد بن محمد وعلي بن النعمان عن ابى الصباح الكناني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كل مسكر من الاشربة يجب</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343</w:t>
      </w:r>
      <w:r>
        <w:rPr>
          <w:rtl/>
        </w:rPr>
        <w:t xml:space="preserve"> - </w:t>
      </w:r>
      <w:r w:rsidR="00D45E0E" w:rsidRPr="00D95A45">
        <w:rPr>
          <w:rtl/>
        </w:rPr>
        <w:t>الاستبصار ج 4 ص 234 الفقيه ج 4 ص 36</w:t>
      </w:r>
    </w:p>
    <w:p w:rsidR="00AC7755" w:rsidRDefault="00CC15EB" w:rsidP="00AC7755">
      <w:pPr>
        <w:pStyle w:val="libFootnote0"/>
        <w:rPr>
          <w:rtl/>
        </w:rPr>
      </w:pPr>
      <w:r>
        <w:rPr>
          <w:rtl/>
        </w:rPr>
        <w:t>-</w:t>
      </w:r>
      <w:r w:rsidR="00D45E0E" w:rsidRPr="00DA0376">
        <w:rPr>
          <w:rtl/>
        </w:rPr>
        <w:t xml:space="preserve"> 344</w:t>
      </w:r>
      <w:r>
        <w:rPr>
          <w:rtl/>
        </w:rPr>
        <w:t xml:space="preserve"> - </w:t>
      </w:r>
      <w:r w:rsidR="00D45E0E" w:rsidRPr="00DA0376">
        <w:rPr>
          <w:rtl/>
        </w:rPr>
        <w:t>الكافي ج 2 ص 298</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فيه كما يجب في الخمر من الحد.</w:t>
      </w:r>
    </w:p>
    <w:p w:rsidR="00AC7755" w:rsidRDefault="00D45E0E" w:rsidP="00AC7755">
      <w:pPr>
        <w:pStyle w:val="libNormal"/>
        <w:rPr>
          <w:rtl/>
        </w:rPr>
      </w:pPr>
      <w:r w:rsidRPr="00D95A45">
        <w:rPr>
          <w:rtl/>
        </w:rPr>
        <w:t>(345) 2</w:t>
      </w:r>
      <w:r w:rsidR="00CC15EB">
        <w:rPr>
          <w:rtl/>
        </w:rPr>
        <w:t xml:space="preserve"> - </w:t>
      </w:r>
      <w:r w:rsidRPr="00D95A45">
        <w:rPr>
          <w:rtl/>
        </w:rPr>
        <w:t>سهل بن زياد عن احمد بن محمد بن ابي نصر عن حماد ابن عثمان عن عمر بن يزيد قال</w:t>
      </w:r>
      <w:r w:rsidR="00CC15EB">
        <w:rPr>
          <w:rtl/>
        </w:rPr>
        <w:t>:</w:t>
      </w:r>
      <w:r>
        <w:rPr>
          <w:rtl/>
        </w:rPr>
        <w:t xml:space="preserve"> </w:t>
      </w:r>
      <w:r w:rsidRPr="00D95A45">
        <w:rPr>
          <w:rtl/>
        </w:rPr>
        <w:t>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 xml:space="preserve">في كتاب علي </w:t>
      </w:r>
      <w:r w:rsidR="00AC7755" w:rsidRPr="00AC7755">
        <w:rPr>
          <w:rStyle w:val="libAlaemChar"/>
          <w:rtl/>
        </w:rPr>
        <w:t>عليه‌السلام</w:t>
      </w:r>
      <w:r w:rsidRPr="00D95A45">
        <w:rPr>
          <w:rtl/>
        </w:rPr>
        <w:t xml:space="preserve"> يضرب شارب الخمر وشارب المسكر قلت</w:t>
      </w:r>
      <w:r w:rsidR="00CC15EB">
        <w:rPr>
          <w:rtl/>
        </w:rPr>
        <w:t>:</w:t>
      </w:r>
      <w:r>
        <w:rPr>
          <w:rtl/>
        </w:rPr>
        <w:t xml:space="preserve"> </w:t>
      </w:r>
      <w:r w:rsidRPr="00D95A45">
        <w:rPr>
          <w:rtl/>
        </w:rPr>
        <w:t>كم</w:t>
      </w:r>
      <w:r>
        <w:rPr>
          <w:rtl/>
        </w:rPr>
        <w:t>؟</w:t>
      </w:r>
      <w:r w:rsidRPr="00D95A45">
        <w:rPr>
          <w:rtl/>
        </w:rPr>
        <w:t xml:space="preserve"> قال</w:t>
      </w:r>
      <w:r w:rsidR="00CC15EB">
        <w:rPr>
          <w:rtl/>
        </w:rPr>
        <w:t>:</w:t>
      </w:r>
      <w:r>
        <w:rPr>
          <w:rtl/>
        </w:rPr>
        <w:t xml:space="preserve"> </w:t>
      </w:r>
      <w:r w:rsidRPr="00D95A45">
        <w:rPr>
          <w:rtl/>
        </w:rPr>
        <w:t>حدهما واحد.</w:t>
      </w:r>
    </w:p>
    <w:p w:rsidR="00AC7755" w:rsidRDefault="00D45E0E" w:rsidP="00AC7755">
      <w:pPr>
        <w:pStyle w:val="libNormal"/>
        <w:rPr>
          <w:rtl/>
        </w:rPr>
      </w:pPr>
      <w:r w:rsidRPr="00D95A45">
        <w:rPr>
          <w:rtl/>
        </w:rPr>
        <w:t>(346) 3</w:t>
      </w:r>
      <w:r w:rsidR="00CC15EB">
        <w:rPr>
          <w:rtl/>
        </w:rPr>
        <w:t xml:space="preserve"> - </w:t>
      </w:r>
      <w:r w:rsidRPr="00D95A45">
        <w:rPr>
          <w:rtl/>
        </w:rPr>
        <w:t xml:space="preserve">يونس عن زرارة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علي </w:t>
      </w:r>
      <w:r w:rsidR="00AC7755" w:rsidRPr="00AC7755">
        <w:rPr>
          <w:rStyle w:val="libAlaemChar"/>
          <w:rtl/>
        </w:rPr>
        <w:t>عليه‌السلام</w:t>
      </w:r>
      <w:r w:rsidR="00CC15EB">
        <w:rPr>
          <w:rtl/>
        </w:rPr>
        <w:t>:</w:t>
      </w:r>
      <w:r>
        <w:rPr>
          <w:rtl/>
        </w:rPr>
        <w:t xml:space="preserve"> </w:t>
      </w:r>
      <w:r w:rsidRPr="00D95A45">
        <w:rPr>
          <w:rtl/>
        </w:rPr>
        <w:t>ان الرجل إذا شرب الخمر سكر وإذا سكر هذى</w:t>
      </w:r>
      <w:r w:rsidR="00CC15EB">
        <w:rPr>
          <w:rtl/>
        </w:rPr>
        <w:t>،</w:t>
      </w:r>
      <w:r>
        <w:rPr>
          <w:rtl/>
        </w:rPr>
        <w:t xml:space="preserve"> </w:t>
      </w:r>
      <w:r w:rsidRPr="00D95A45">
        <w:rPr>
          <w:rtl/>
        </w:rPr>
        <w:t>وإذا هذى افترى فاجلدوه حد المفتري.</w:t>
      </w:r>
    </w:p>
    <w:p w:rsidR="00AC7755" w:rsidRDefault="00D45E0E" w:rsidP="00AC7755">
      <w:pPr>
        <w:pStyle w:val="libNormal"/>
        <w:rPr>
          <w:rtl/>
        </w:rPr>
      </w:pPr>
      <w:r w:rsidRPr="00D95A45">
        <w:rPr>
          <w:rtl/>
        </w:rPr>
        <w:t>(347) 4</w:t>
      </w:r>
      <w:r w:rsidR="00CC15EB">
        <w:rPr>
          <w:rtl/>
        </w:rPr>
        <w:t xml:space="preserve"> - </w:t>
      </w:r>
      <w:r w:rsidRPr="00D95A45">
        <w:rPr>
          <w:rtl/>
        </w:rPr>
        <w:t>احمد ابن محمد عن علي بن الحكم عن موسى بن بكر عن زرارة قال</w:t>
      </w:r>
      <w:r w:rsidR="00CC15EB">
        <w:rPr>
          <w:rtl/>
        </w:rPr>
        <w:t>:</w:t>
      </w:r>
      <w:r>
        <w:rPr>
          <w:rtl/>
        </w:rPr>
        <w:t xml:space="preserve"> </w:t>
      </w:r>
      <w:r w:rsidRPr="00D95A45">
        <w:rPr>
          <w:rtl/>
        </w:rPr>
        <w:t xml:space="preserve">سمعت ابا جعفر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 xml:space="preserve">ان الوليد بن عقبة حين شهد عليه بشرب الخمر قال عثمان لعلي </w:t>
      </w:r>
      <w:r w:rsidR="00AC7755" w:rsidRPr="00AC7755">
        <w:rPr>
          <w:rStyle w:val="libAlaemChar"/>
          <w:rtl/>
        </w:rPr>
        <w:t>عليه‌السلام</w:t>
      </w:r>
      <w:r w:rsidR="00CC15EB">
        <w:rPr>
          <w:rtl/>
        </w:rPr>
        <w:t>:</w:t>
      </w:r>
      <w:r>
        <w:rPr>
          <w:rtl/>
        </w:rPr>
        <w:t xml:space="preserve"> </w:t>
      </w:r>
      <w:r w:rsidRPr="00D95A45">
        <w:rPr>
          <w:rtl/>
        </w:rPr>
        <w:t>اقض بينه وبين هؤلاء الذين يزعمون انه شرب الخمر</w:t>
      </w:r>
      <w:r w:rsidR="00CC15EB">
        <w:rPr>
          <w:rtl/>
        </w:rPr>
        <w:t>،</w:t>
      </w:r>
      <w:r>
        <w:rPr>
          <w:rtl/>
        </w:rPr>
        <w:t xml:space="preserve"> </w:t>
      </w:r>
      <w:r w:rsidRPr="00D95A45">
        <w:rPr>
          <w:rtl/>
        </w:rPr>
        <w:t xml:space="preserve">فأمر علي </w:t>
      </w:r>
      <w:r w:rsidR="00AC7755" w:rsidRPr="00AC7755">
        <w:rPr>
          <w:rStyle w:val="libAlaemChar"/>
          <w:rtl/>
        </w:rPr>
        <w:t>عليه‌السلام</w:t>
      </w:r>
      <w:r w:rsidRPr="00D95A45">
        <w:rPr>
          <w:rtl/>
        </w:rPr>
        <w:t xml:space="preserve"> فجلد بسوط له شعبتان أربعين جلدة.</w:t>
      </w:r>
    </w:p>
    <w:p w:rsidR="00AC7755" w:rsidRDefault="00D45E0E" w:rsidP="00AC7755">
      <w:pPr>
        <w:pStyle w:val="libNormal"/>
        <w:rPr>
          <w:rtl/>
        </w:rPr>
      </w:pPr>
      <w:r w:rsidRPr="00D95A45">
        <w:rPr>
          <w:rtl/>
        </w:rPr>
        <w:t>(348) 5</w:t>
      </w:r>
      <w:r w:rsidR="00CC15EB">
        <w:rPr>
          <w:rtl/>
        </w:rPr>
        <w:t xml:space="preserve"> - </w:t>
      </w:r>
      <w:r w:rsidRPr="00D95A45">
        <w:rPr>
          <w:rtl/>
        </w:rPr>
        <w:t>علي بن ابراهيم عن ابيه عن ابن ابي عمير عن حماد ابن عثمان عن بريد بن معاوية قال</w:t>
      </w:r>
      <w:r w:rsidR="00CC15EB">
        <w:rPr>
          <w:rtl/>
        </w:rPr>
        <w:t>:</w:t>
      </w:r>
      <w:r>
        <w:rPr>
          <w:rtl/>
        </w:rPr>
        <w:t xml:space="preserve"> </w:t>
      </w:r>
      <w:r w:rsidRPr="00D95A45">
        <w:rPr>
          <w:rtl/>
        </w:rPr>
        <w:t>سمعت ابا عبد الله (ع) يقول</w:t>
      </w:r>
      <w:r w:rsidR="00CC15EB">
        <w:rPr>
          <w:rtl/>
        </w:rPr>
        <w:t>:</w:t>
      </w:r>
      <w:r>
        <w:rPr>
          <w:rtl/>
        </w:rPr>
        <w:t xml:space="preserve"> </w:t>
      </w:r>
      <w:r w:rsidRPr="00D95A45">
        <w:rPr>
          <w:rtl/>
        </w:rPr>
        <w:t xml:space="preserve">ان في كتاب علي </w:t>
      </w:r>
      <w:r w:rsidR="00AC7755" w:rsidRPr="00AC7755">
        <w:rPr>
          <w:rStyle w:val="libAlaemChar"/>
          <w:rtl/>
        </w:rPr>
        <w:t>عليه‌السلام</w:t>
      </w:r>
      <w:r w:rsidRPr="00D95A45">
        <w:rPr>
          <w:rtl/>
        </w:rPr>
        <w:t xml:space="preserve"> يضرب شارب الخمر ثمانين وشارب النبيذ ثمانين.</w:t>
      </w:r>
    </w:p>
    <w:p w:rsidR="00AC7755" w:rsidRDefault="00D45E0E" w:rsidP="00AC7755">
      <w:pPr>
        <w:pStyle w:val="libNormal"/>
        <w:rPr>
          <w:rtl/>
        </w:rPr>
      </w:pPr>
      <w:r w:rsidRPr="00D95A45">
        <w:rPr>
          <w:rtl/>
        </w:rPr>
        <w:t>(349) 6</w:t>
      </w:r>
      <w:r w:rsidR="00CC15EB">
        <w:rPr>
          <w:rtl/>
        </w:rPr>
        <w:t xml:space="preserve"> - </w:t>
      </w:r>
      <w:r w:rsidRPr="00D95A45">
        <w:rPr>
          <w:rtl/>
        </w:rPr>
        <w:t>احمد ابن محمد عن ابن فضال عن ابن بكير عن زرارة قال</w:t>
      </w:r>
      <w:r w:rsidR="00CC15EB">
        <w:rPr>
          <w:rtl/>
        </w:rPr>
        <w:t>:</w:t>
      </w:r>
      <w:r>
        <w:rPr>
          <w:rtl/>
        </w:rPr>
        <w:t xml:space="preserve"> </w:t>
      </w:r>
      <w:r w:rsidRPr="00D95A45">
        <w:rPr>
          <w:rtl/>
        </w:rPr>
        <w:t xml:space="preserve">سمعت ابا جعفر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 xml:space="preserve">اقيم عبيد الله بن عمر وقد شرب الخمر فأمر به عمر أن يضرب فلم يتقدم عليه احد يضربه حتى قام علي </w:t>
      </w:r>
      <w:r w:rsidR="00AC7755" w:rsidRPr="00AC7755">
        <w:rPr>
          <w:rStyle w:val="libAlaemChar"/>
          <w:rtl/>
        </w:rPr>
        <w:t>عليه‌السلام</w:t>
      </w:r>
      <w:r w:rsidRPr="00D95A45">
        <w:rPr>
          <w:rtl/>
        </w:rPr>
        <w:t xml:space="preserve"> بنسعة</w:t>
      </w:r>
      <w:r w:rsidRPr="00AC7755">
        <w:rPr>
          <w:rStyle w:val="libFootnotenumChar"/>
          <w:rtl/>
        </w:rPr>
        <w:t xml:space="preserve"> (1) </w:t>
      </w:r>
      <w:r w:rsidRPr="00D95A45">
        <w:rPr>
          <w:rtl/>
        </w:rPr>
        <w:t>مثنية فضربه بها اربعين.</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النسعة</w:t>
      </w:r>
      <w:r w:rsidR="00CC15EB">
        <w:rPr>
          <w:rtl/>
        </w:rPr>
        <w:t>:</w:t>
      </w:r>
      <w:r>
        <w:rPr>
          <w:rtl/>
        </w:rPr>
        <w:t xml:space="preserve"> </w:t>
      </w:r>
      <w:r w:rsidRPr="00D95A45">
        <w:rPr>
          <w:rtl/>
        </w:rPr>
        <w:t>القطعة من النسع بالكسر وهو سير ينسج عريضا يشد به الرحال.</w:t>
      </w:r>
    </w:p>
    <w:p w:rsidR="00CC15EB" w:rsidRDefault="00CC15EB" w:rsidP="00AC7755">
      <w:pPr>
        <w:pStyle w:val="libFootnote0"/>
        <w:rPr>
          <w:rtl/>
        </w:rPr>
      </w:pPr>
      <w:r>
        <w:rPr>
          <w:rtl/>
        </w:rPr>
        <w:t>-</w:t>
      </w:r>
      <w:r w:rsidR="00D45E0E" w:rsidRPr="007277FF">
        <w:rPr>
          <w:rtl/>
        </w:rPr>
        <w:t xml:space="preserve"> 345</w:t>
      </w:r>
      <w:r>
        <w:rPr>
          <w:rtl/>
        </w:rPr>
        <w:t xml:space="preserve"> - </w:t>
      </w:r>
      <w:r w:rsidR="00D45E0E" w:rsidRPr="007277FF">
        <w:rPr>
          <w:rtl/>
        </w:rPr>
        <w:t>الكافي ج 2 ص 298</w:t>
      </w:r>
    </w:p>
    <w:p w:rsidR="00CC15EB" w:rsidRDefault="00CC15EB" w:rsidP="00AC7755">
      <w:pPr>
        <w:pStyle w:val="libFootnote0"/>
        <w:rPr>
          <w:rtl/>
        </w:rPr>
      </w:pPr>
      <w:r>
        <w:rPr>
          <w:rtl/>
        </w:rPr>
        <w:t>-</w:t>
      </w:r>
      <w:r w:rsidR="00D45E0E" w:rsidRPr="007277FF">
        <w:rPr>
          <w:rtl/>
        </w:rPr>
        <w:t xml:space="preserve"> 346</w:t>
      </w:r>
      <w:r>
        <w:rPr>
          <w:rtl/>
        </w:rPr>
        <w:t xml:space="preserve"> - </w:t>
      </w:r>
      <w:r w:rsidR="00D45E0E" w:rsidRPr="007277FF">
        <w:rPr>
          <w:rtl/>
        </w:rPr>
        <w:t>347</w:t>
      </w:r>
    </w:p>
    <w:p w:rsidR="00AC7755" w:rsidRDefault="00CC15EB" w:rsidP="00AC7755">
      <w:pPr>
        <w:pStyle w:val="libFootnote0"/>
        <w:rPr>
          <w:rtl/>
        </w:rPr>
      </w:pPr>
      <w:r>
        <w:rPr>
          <w:rtl/>
        </w:rPr>
        <w:t>-</w:t>
      </w:r>
      <w:r w:rsidR="00D45E0E" w:rsidRPr="00DA0376">
        <w:rPr>
          <w:rtl/>
        </w:rPr>
        <w:t xml:space="preserve"> 348</w:t>
      </w:r>
      <w:r>
        <w:rPr>
          <w:rtl/>
        </w:rPr>
        <w:t xml:space="preserve"> - </w:t>
      </w:r>
      <w:r w:rsidR="00D45E0E" w:rsidRPr="00DA0376">
        <w:rPr>
          <w:rtl/>
        </w:rPr>
        <w:t>349</w:t>
      </w:r>
      <w:r>
        <w:rPr>
          <w:rtl/>
        </w:rPr>
        <w:t xml:space="preserve"> - </w:t>
      </w:r>
      <w:r w:rsidR="00D45E0E" w:rsidRPr="00DA0376">
        <w:rPr>
          <w:rtl/>
        </w:rPr>
        <w:t>الكافي ج 2 ص 497</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(350) 7</w:t>
      </w:r>
      <w:r w:rsidR="00CC15EB">
        <w:rPr>
          <w:rtl/>
        </w:rPr>
        <w:t xml:space="preserve"> - </w:t>
      </w:r>
      <w:r w:rsidRPr="00D95A45">
        <w:rPr>
          <w:rtl/>
        </w:rPr>
        <w:t>احمد بن محمد عن ابن محبوب عن اسحاق بن عمار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شرب حسوة خمر قال</w:t>
      </w:r>
      <w:r w:rsidR="00CC15EB">
        <w:rPr>
          <w:rtl/>
        </w:rPr>
        <w:t>:</w:t>
      </w:r>
      <w:r>
        <w:rPr>
          <w:rtl/>
        </w:rPr>
        <w:t xml:space="preserve"> </w:t>
      </w:r>
      <w:r w:rsidRPr="00D95A45">
        <w:rPr>
          <w:rtl/>
        </w:rPr>
        <w:t>يجلد ثمانين جلدة قليلها وكثيرها حرام.</w:t>
      </w:r>
    </w:p>
    <w:p w:rsidR="00AC7755" w:rsidRDefault="00D45E0E" w:rsidP="00AC7755">
      <w:pPr>
        <w:pStyle w:val="libNormal"/>
        <w:rPr>
          <w:rtl/>
        </w:rPr>
      </w:pPr>
      <w:r w:rsidRPr="00D95A45">
        <w:rPr>
          <w:rtl/>
        </w:rPr>
        <w:t>(351) 8</w:t>
      </w:r>
      <w:r w:rsidR="00CC15EB">
        <w:rPr>
          <w:rtl/>
        </w:rPr>
        <w:t xml:space="preserve"> - </w:t>
      </w:r>
      <w:r w:rsidRPr="00D95A45">
        <w:rPr>
          <w:rtl/>
        </w:rPr>
        <w:t xml:space="preserve">يونس عن ابي بصير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 له</w:t>
      </w:r>
      <w:r w:rsidR="00CC15EB">
        <w:rPr>
          <w:rtl/>
        </w:rPr>
        <w:t>:</w:t>
      </w:r>
      <w:r>
        <w:rPr>
          <w:rtl/>
        </w:rPr>
        <w:t xml:space="preserve"> </w:t>
      </w:r>
      <w:r w:rsidRPr="00D95A45">
        <w:rPr>
          <w:rtl/>
        </w:rPr>
        <w:t xml:space="preserve">كيف كان يجلد رسول الله </w:t>
      </w:r>
      <w:r w:rsidR="00AC7755" w:rsidRPr="00AC7755">
        <w:rPr>
          <w:rStyle w:val="libAlaemChar"/>
          <w:rtl/>
        </w:rPr>
        <w:t>صلى‌الله‌عليه‌وآله‌وسلم</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كان يضرب بالنعال ويزيد كلما اتي بالشارب</w:t>
      </w:r>
      <w:r w:rsidR="00CC15EB">
        <w:rPr>
          <w:rtl/>
        </w:rPr>
        <w:t>،</w:t>
      </w:r>
      <w:r>
        <w:rPr>
          <w:rtl/>
        </w:rPr>
        <w:t xml:space="preserve"> </w:t>
      </w:r>
      <w:r w:rsidRPr="00D95A45">
        <w:rPr>
          <w:rtl/>
        </w:rPr>
        <w:t xml:space="preserve">ثم لم يزل الناس يزيدون حتى وقف ذلك على ثمانين أشار بذلك علي </w:t>
      </w:r>
      <w:r w:rsidR="00AC7755" w:rsidRPr="00AC7755">
        <w:rPr>
          <w:rStyle w:val="libAlaemChar"/>
          <w:rtl/>
        </w:rPr>
        <w:t>عليه‌السلام</w:t>
      </w:r>
      <w:r w:rsidRPr="00D95A45">
        <w:rPr>
          <w:rtl/>
        </w:rPr>
        <w:t xml:space="preserve"> على عمر فرضي بها.</w:t>
      </w:r>
    </w:p>
    <w:p w:rsidR="00AC7755" w:rsidRDefault="00D45E0E" w:rsidP="00AC7755">
      <w:pPr>
        <w:pStyle w:val="libNormal"/>
        <w:rPr>
          <w:rtl/>
        </w:rPr>
      </w:pPr>
      <w:r w:rsidRPr="00D95A45">
        <w:rPr>
          <w:rtl/>
        </w:rPr>
        <w:t>(352) 9</w:t>
      </w:r>
      <w:r w:rsidR="00CC15EB">
        <w:rPr>
          <w:rtl/>
        </w:rPr>
        <w:t xml:space="preserve"> - </w:t>
      </w:r>
      <w:r w:rsidRPr="00D95A45">
        <w:rPr>
          <w:rtl/>
        </w:rPr>
        <w:t xml:space="preserve">علي عن ابيه عن ابن ابى عمير عن حماد بن عثمان عن الحلبي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 له</w:t>
      </w:r>
      <w:r w:rsidR="00CC15EB">
        <w:rPr>
          <w:rtl/>
        </w:rPr>
        <w:t>:</w:t>
      </w:r>
      <w:r>
        <w:rPr>
          <w:rtl/>
        </w:rPr>
        <w:t xml:space="preserve"> </w:t>
      </w:r>
      <w:r w:rsidRPr="00D95A45">
        <w:rPr>
          <w:rtl/>
        </w:rPr>
        <w:t xml:space="preserve">أرأيت النبي </w:t>
      </w:r>
      <w:r w:rsidR="00AC7755" w:rsidRPr="00AC7755">
        <w:rPr>
          <w:rStyle w:val="libAlaemChar"/>
          <w:rtl/>
        </w:rPr>
        <w:t>صلى‌الله‌عليه‌وآله‌وسلم</w:t>
      </w:r>
      <w:r w:rsidRPr="00D95A45">
        <w:rPr>
          <w:rtl/>
        </w:rPr>
        <w:t xml:space="preserve"> كيف كان يضرب في الخمر</w:t>
      </w:r>
      <w:r>
        <w:rPr>
          <w:rtl/>
        </w:rPr>
        <w:t>؟</w:t>
      </w:r>
      <w:r w:rsidRPr="00D95A45">
        <w:rPr>
          <w:rtl/>
        </w:rPr>
        <w:t xml:space="preserve"> قال</w:t>
      </w:r>
      <w:r w:rsidR="00CC15EB">
        <w:rPr>
          <w:rtl/>
        </w:rPr>
        <w:t>:</w:t>
      </w:r>
      <w:r>
        <w:rPr>
          <w:rtl/>
        </w:rPr>
        <w:t xml:space="preserve"> </w:t>
      </w:r>
      <w:r w:rsidRPr="00D95A45">
        <w:rPr>
          <w:rtl/>
        </w:rPr>
        <w:t>كان يضرب بالنعال ويزيد إذا اتي بالشارب</w:t>
      </w:r>
      <w:r w:rsidR="00CC15EB">
        <w:rPr>
          <w:rtl/>
        </w:rPr>
        <w:t>،</w:t>
      </w:r>
      <w:r>
        <w:rPr>
          <w:rtl/>
        </w:rPr>
        <w:t xml:space="preserve"> </w:t>
      </w:r>
      <w:r w:rsidRPr="00D95A45">
        <w:rPr>
          <w:rtl/>
        </w:rPr>
        <w:t xml:space="preserve">ثم لم يزل الناس يزيدون حتى وقف ذلك على ثمانين اشار بذلك علي </w:t>
      </w:r>
      <w:r w:rsidR="00AC7755" w:rsidRPr="00AC7755">
        <w:rPr>
          <w:rStyle w:val="libAlaemChar"/>
          <w:rtl/>
        </w:rPr>
        <w:t>عليه‌السلام</w:t>
      </w:r>
      <w:r w:rsidRPr="00D95A45">
        <w:rPr>
          <w:rtl/>
        </w:rPr>
        <w:t xml:space="preserve"> على عمر.</w:t>
      </w:r>
    </w:p>
    <w:p w:rsidR="00AC7755" w:rsidRDefault="00D45E0E" w:rsidP="00AC7755">
      <w:pPr>
        <w:pStyle w:val="libNormal"/>
        <w:rPr>
          <w:rtl/>
        </w:rPr>
      </w:pPr>
      <w:r w:rsidRPr="00D95A45">
        <w:rPr>
          <w:rtl/>
        </w:rPr>
        <w:t>(353) 10</w:t>
      </w:r>
      <w:r w:rsidR="00CC15EB">
        <w:rPr>
          <w:rtl/>
        </w:rPr>
        <w:t xml:space="preserve"> - </w:t>
      </w:r>
      <w:r w:rsidRPr="00D95A45">
        <w:rPr>
          <w:rtl/>
        </w:rPr>
        <w:t xml:space="preserve">احمد بن محمد عن الحسن بن علي عن اسحاق بن عمار عن ابى بصير عن احدهما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كان علي </w:t>
      </w:r>
      <w:r w:rsidR="00AC7755" w:rsidRPr="00AC7755">
        <w:rPr>
          <w:rStyle w:val="libAlaemChar"/>
          <w:rtl/>
        </w:rPr>
        <w:t>عليه‌السلام</w:t>
      </w:r>
      <w:r w:rsidRPr="00D95A45">
        <w:rPr>
          <w:rtl/>
        </w:rPr>
        <w:t xml:space="preserve"> يضرب في الخمر والنبيذ ثمانين</w:t>
      </w:r>
      <w:r w:rsidR="00CC15EB">
        <w:rPr>
          <w:rtl/>
        </w:rPr>
        <w:t>،</w:t>
      </w:r>
      <w:r>
        <w:rPr>
          <w:rtl/>
        </w:rPr>
        <w:t xml:space="preserve"> </w:t>
      </w:r>
      <w:r w:rsidRPr="00D95A45">
        <w:rPr>
          <w:rtl/>
        </w:rPr>
        <w:t>الحر والعبد واليهودي والنصراني قلت</w:t>
      </w:r>
      <w:r w:rsidR="00CC15EB">
        <w:rPr>
          <w:rtl/>
        </w:rPr>
        <w:t>:</w:t>
      </w:r>
      <w:r>
        <w:rPr>
          <w:rtl/>
        </w:rPr>
        <w:t xml:space="preserve"> </w:t>
      </w:r>
      <w:r w:rsidRPr="00D95A45">
        <w:rPr>
          <w:rtl/>
        </w:rPr>
        <w:t>وما شأن اليهودي والنصراني</w:t>
      </w:r>
      <w:r>
        <w:rPr>
          <w:rtl/>
        </w:rPr>
        <w:t>؟</w:t>
      </w:r>
      <w:r w:rsidRPr="00D95A45">
        <w:rPr>
          <w:rtl/>
        </w:rPr>
        <w:t xml:space="preserve"> قال</w:t>
      </w:r>
      <w:r w:rsidR="00CC15EB">
        <w:rPr>
          <w:rtl/>
        </w:rPr>
        <w:t>:</w:t>
      </w:r>
      <w:r>
        <w:rPr>
          <w:rtl/>
        </w:rPr>
        <w:t xml:space="preserve"> </w:t>
      </w:r>
      <w:r w:rsidRPr="00D95A45">
        <w:rPr>
          <w:rtl/>
        </w:rPr>
        <w:t>ليس لهم أن يظهروا شربه يكون ذلك في بيوتهم.</w:t>
      </w:r>
    </w:p>
    <w:p w:rsidR="00AC7755" w:rsidRDefault="00D45E0E" w:rsidP="00AC7755">
      <w:pPr>
        <w:pStyle w:val="libNormal"/>
        <w:rPr>
          <w:rtl/>
        </w:rPr>
      </w:pPr>
      <w:r w:rsidRPr="00D95A45">
        <w:rPr>
          <w:rtl/>
        </w:rPr>
        <w:t>(354) 11</w:t>
      </w:r>
      <w:r w:rsidR="00CC15EB">
        <w:rPr>
          <w:rtl/>
        </w:rPr>
        <w:t xml:space="preserve"> - </w:t>
      </w:r>
      <w:r w:rsidRPr="00D95A45">
        <w:rPr>
          <w:rtl/>
        </w:rPr>
        <w:t>يونس عن سماعة عن ابى بصير قال</w:t>
      </w:r>
      <w:r w:rsidR="00CC15EB">
        <w:rPr>
          <w:rtl/>
        </w:rPr>
        <w:t>:</w:t>
      </w:r>
      <w:r>
        <w:rPr>
          <w:rtl/>
        </w:rPr>
        <w:t xml:space="preserve"> </w:t>
      </w:r>
      <w:r w:rsidRPr="00D95A45">
        <w:rPr>
          <w:rtl/>
        </w:rPr>
        <w:t xml:space="preserve">كان علي </w:t>
      </w:r>
      <w:r w:rsidR="00AC7755" w:rsidRPr="00AC7755">
        <w:rPr>
          <w:rStyle w:val="libAlaemChar"/>
          <w:rtl/>
        </w:rPr>
        <w:t>عليه‌السلام</w:t>
      </w:r>
      <w:r w:rsidRPr="00D95A45">
        <w:rPr>
          <w:rtl/>
        </w:rPr>
        <w:t xml:space="preserve"> يجلد الحر والعبد واليهودي والنصراني في الخمر والنبيذ ثمانين</w:t>
      </w:r>
      <w:r w:rsidR="00CC15EB">
        <w:rPr>
          <w:rtl/>
        </w:rPr>
        <w:t>،</w:t>
      </w:r>
      <w:r>
        <w:rPr>
          <w:rtl/>
        </w:rPr>
        <w:t xml:space="preserve"> </w:t>
      </w:r>
      <w:r w:rsidRPr="00D95A45">
        <w:rPr>
          <w:rtl/>
        </w:rPr>
        <w:t>فقلت</w:t>
      </w:r>
      <w:r w:rsidR="00CC15EB">
        <w:rPr>
          <w:rtl/>
        </w:rPr>
        <w:t>:</w:t>
      </w:r>
      <w:r>
        <w:rPr>
          <w:rtl/>
        </w:rPr>
        <w:t xml:space="preserve"> </w:t>
      </w:r>
      <w:r w:rsidRPr="00D95A45">
        <w:rPr>
          <w:rtl/>
        </w:rPr>
        <w:t>فما بال اليهودي والنصراني</w:t>
      </w:r>
      <w:r>
        <w:rPr>
          <w:rtl/>
        </w:rPr>
        <w:t>؟</w:t>
      </w:r>
      <w:r w:rsidRPr="00D95A45">
        <w:rPr>
          <w:rtl/>
        </w:rPr>
        <w:t xml:space="preserve"> فقال</w:t>
      </w:r>
      <w:r w:rsidR="00CC15EB">
        <w:rPr>
          <w:rtl/>
        </w:rPr>
        <w:t>:</w:t>
      </w:r>
      <w:r>
        <w:rPr>
          <w:rtl/>
        </w:rPr>
        <w:t xml:space="preserve"> </w:t>
      </w:r>
      <w:r w:rsidRPr="00D95A45">
        <w:rPr>
          <w:rtl/>
        </w:rPr>
        <w:t>إذا اظهروا ذلك في مصر من الامصار لأنه ليس لهم أن يظهروا شربها.</w:t>
      </w:r>
    </w:p>
    <w:p w:rsidR="00AC7755" w:rsidRDefault="00D45E0E" w:rsidP="00AC7755">
      <w:pPr>
        <w:pStyle w:val="libLine"/>
        <w:rPr>
          <w:rtl/>
        </w:rPr>
      </w:pPr>
      <w:r>
        <w:rPr>
          <w:rtl/>
        </w:rPr>
        <w:t>__________________</w:t>
      </w:r>
    </w:p>
    <w:p w:rsidR="00CC15EB" w:rsidRDefault="00D45E0E" w:rsidP="00AC7755">
      <w:pPr>
        <w:pStyle w:val="libFootnote0"/>
        <w:rPr>
          <w:rtl/>
        </w:rPr>
      </w:pPr>
      <w:r>
        <w:rPr>
          <w:rFonts w:hint="cs"/>
          <w:rtl/>
        </w:rPr>
        <w:t>_</w:t>
      </w:r>
      <w:r w:rsidRPr="00D95A45">
        <w:rPr>
          <w:rtl/>
        </w:rPr>
        <w:t>350</w:t>
      </w:r>
      <w:r w:rsidR="00CC15EB">
        <w:rPr>
          <w:rFonts w:hint="cs"/>
          <w:rtl/>
        </w:rPr>
        <w:t xml:space="preserve"> - </w:t>
      </w:r>
      <w:r w:rsidRPr="007277FF">
        <w:rPr>
          <w:rtl/>
        </w:rPr>
        <w:t>351</w:t>
      </w:r>
      <w:r w:rsidR="00CC15EB">
        <w:rPr>
          <w:rtl/>
        </w:rPr>
        <w:t xml:space="preserve"> - </w:t>
      </w:r>
      <w:r w:rsidRPr="007277FF">
        <w:rPr>
          <w:rtl/>
        </w:rPr>
        <w:t>352</w:t>
      </w:r>
      <w:r w:rsidR="00CC15EB">
        <w:rPr>
          <w:rFonts w:hint="cs"/>
          <w:rtl/>
        </w:rPr>
        <w:t xml:space="preserve"> - </w:t>
      </w:r>
      <w:r w:rsidRPr="007277FF">
        <w:rPr>
          <w:rtl/>
        </w:rPr>
        <w:t>353</w:t>
      </w:r>
      <w:r w:rsidR="00CC15EB">
        <w:rPr>
          <w:rtl/>
        </w:rPr>
        <w:t xml:space="preserve"> - </w:t>
      </w:r>
      <w:r w:rsidRPr="007277FF">
        <w:rPr>
          <w:rtl/>
        </w:rPr>
        <w:t>الكافي ج 2 ص 297 واخرج الاخير الشيخ في الاستبصار ج 4 ص 236</w:t>
      </w:r>
    </w:p>
    <w:p w:rsidR="00AC7755" w:rsidRDefault="00CC15EB" w:rsidP="00AC7755">
      <w:pPr>
        <w:pStyle w:val="libFootnote0"/>
        <w:rPr>
          <w:rtl/>
        </w:rPr>
      </w:pPr>
      <w:r>
        <w:rPr>
          <w:rtl/>
        </w:rPr>
        <w:t>-</w:t>
      </w:r>
      <w:r w:rsidR="00D45E0E" w:rsidRPr="00DA0376">
        <w:rPr>
          <w:rtl/>
        </w:rPr>
        <w:t xml:space="preserve"> 354</w:t>
      </w:r>
      <w:r>
        <w:rPr>
          <w:rtl/>
        </w:rPr>
        <w:t xml:space="preserve"> - </w:t>
      </w:r>
      <w:r w:rsidR="00D45E0E" w:rsidRPr="00DA0376">
        <w:rPr>
          <w:rtl/>
        </w:rPr>
        <w:t>الاستبصار ج 4 ص 237 الكافي ج 2 ص 298</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(355) 12</w:t>
      </w:r>
      <w:r w:rsidR="00CC15EB">
        <w:rPr>
          <w:rtl/>
        </w:rPr>
        <w:t xml:space="preserve"> - </w:t>
      </w:r>
      <w:r w:rsidRPr="00D95A45">
        <w:rPr>
          <w:rtl/>
        </w:rPr>
        <w:t>يونس عن عبد الله بن مسكان عن ابي بصير قال</w:t>
      </w:r>
      <w:r w:rsidR="00CC15EB">
        <w:rPr>
          <w:rtl/>
        </w:rPr>
        <w:t>:</w:t>
      </w:r>
      <w:r>
        <w:rPr>
          <w:rtl/>
        </w:rPr>
        <w:t xml:space="preserve"> </w:t>
      </w:r>
      <w:r w:rsidRPr="00D95A45">
        <w:rPr>
          <w:rtl/>
        </w:rPr>
        <w:t>حد اليهودي والنصراني والمملوك في الخمر والفرية سواء</w:t>
      </w:r>
      <w:r w:rsidR="00CC15EB">
        <w:rPr>
          <w:rtl/>
        </w:rPr>
        <w:t>،</w:t>
      </w:r>
      <w:r>
        <w:rPr>
          <w:rtl/>
        </w:rPr>
        <w:t xml:space="preserve"> </w:t>
      </w:r>
      <w:r w:rsidRPr="00D95A45">
        <w:rPr>
          <w:rtl/>
        </w:rPr>
        <w:t>وانما صولح اهل الذمة ان يشربوها في بيوتهم قال</w:t>
      </w:r>
      <w:r w:rsidR="00CC15EB">
        <w:rPr>
          <w:rtl/>
        </w:rPr>
        <w:t>:</w:t>
      </w:r>
      <w:r>
        <w:rPr>
          <w:rtl/>
        </w:rPr>
        <w:t xml:space="preserve"> </w:t>
      </w:r>
      <w:r w:rsidRPr="00D95A45">
        <w:rPr>
          <w:rtl/>
        </w:rPr>
        <w:t>وسألته عن السكران والزاني قال</w:t>
      </w:r>
      <w:r w:rsidR="00CC15EB">
        <w:rPr>
          <w:rtl/>
        </w:rPr>
        <w:t>:</w:t>
      </w:r>
      <w:r>
        <w:rPr>
          <w:rtl/>
        </w:rPr>
        <w:t xml:space="preserve"> </w:t>
      </w:r>
      <w:r w:rsidRPr="00D95A45">
        <w:rPr>
          <w:rtl/>
        </w:rPr>
        <w:t>يجلدان بالسياط مجردين بين الكتفين</w:t>
      </w:r>
      <w:r w:rsidR="00CC15EB">
        <w:rPr>
          <w:rtl/>
        </w:rPr>
        <w:t>،</w:t>
      </w:r>
      <w:r>
        <w:rPr>
          <w:rtl/>
        </w:rPr>
        <w:t xml:space="preserve"> </w:t>
      </w:r>
      <w:r w:rsidRPr="00D95A45">
        <w:rPr>
          <w:rtl/>
        </w:rPr>
        <w:t>فاما الحد في القذف فيجلد على ثيابه ضربا بين الضربين.</w:t>
      </w:r>
    </w:p>
    <w:p w:rsidR="00AC7755" w:rsidRDefault="00D45E0E" w:rsidP="00AC7755">
      <w:pPr>
        <w:pStyle w:val="libNormal"/>
        <w:rPr>
          <w:rtl/>
        </w:rPr>
      </w:pPr>
      <w:r w:rsidRPr="00D95A45">
        <w:rPr>
          <w:rtl/>
        </w:rPr>
        <w:t>(356) 13</w:t>
      </w:r>
      <w:r w:rsidR="00CC15EB">
        <w:rPr>
          <w:rtl/>
        </w:rPr>
        <w:t xml:space="preserve"> - </w:t>
      </w:r>
      <w:r w:rsidRPr="00D95A45">
        <w:rPr>
          <w:rtl/>
        </w:rPr>
        <w:t>فاما ما رواه محمد بن يعقوب عن الحسين بن محمد عن معلى بن محمد عن الحسين بن علي عن حماد بن عثمان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التعزير كم هو</w:t>
      </w:r>
      <w:r>
        <w:rPr>
          <w:rtl/>
        </w:rPr>
        <w:t>؟</w:t>
      </w:r>
      <w:r w:rsidRPr="00D95A45">
        <w:rPr>
          <w:rtl/>
        </w:rPr>
        <w:t xml:space="preserve"> فقال</w:t>
      </w:r>
      <w:r w:rsidR="00CC15EB">
        <w:rPr>
          <w:rtl/>
        </w:rPr>
        <w:t>:</w:t>
      </w:r>
      <w:r>
        <w:rPr>
          <w:rtl/>
        </w:rPr>
        <w:t xml:space="preserve"> </w:t>
      </w:r>
      <w:r w:rsidRPr="00D95A45">
        <w:rPr>
          <w:rtl/>
        </w:rPr>
        <w:t>دون الحد</w:t>
      </w:r>
      <w:r w:rsidR="00CC15EB">
        <w:rPr>
          <w:rtl/>
        </w:rPr>
        <w:t>،</w:t>
      </w:r>
      <w:r>
        <w:rPr>
          <w:rtl/>
        </w:rPr>
        <w:t xml:space="preserve"> </w:t>
      </w:r>
      <w:r w:rsidRPr="00D95A45">
        <w:rPr>
          <w:rtl/>
        </w:rPr>
        <w:t>قال</w:t>
      </w:r>
      <w:r w:rsidR="00CC15EB">
        <w:rPr>
          <w:rtl/>
        </w:rPr>
        <w:t>:</w:t>
      </w:r>
      <w:r>
        <w:rPr>
          <w:rtl/>
        </w:rPr>
        <w:t xml:space="preserve"> </w:t>
      </w:r>
      <w:r w:rsidRPr="00D95A45">
        <w:rPr>
          <w:rtl/>
        </w:rPr>
        <w:t>قلت</w:t>
      </w:r>
      <w:r w:rsidR="00CC15EB">
        <w:rPr>
          <w:rtl/>
        </w:rPr>
        <w:t>:</w:t>
      </w:r>
      <w:r>
        <w:rPr>
          <w:rtl/>
        </w:rPr>
        <w:t xml:space="preserve"> </w:t>
      </w:r>
      <w:r w:rsidRPr="00D95A45">
        <w:rPr>
          <w:rtl/>
        </w:rPr>
        <w:t>دون ثمانين</w:t>
      </w:r>
      <w:r>
        <w:rPr>
          <w:rtl/>
        </w:rPr>
        <w:t>؟</w:t>
      </w:r>
      <w:r w:rsidRPr="00D95A45">
        <w:rPr>
          <w:rtl/>
        </w:rPr>
        <w:t xml:space="preserve"> قال</w:t>
      </w:r>
      <w:r w:rsidR="00CC15EB">
        <w:rPr>
          <w:rtl/>
        </w:rPr>
        <w:t>:</w:t>
      </w:r>
      <w:r>
        <w:rPr>
          <w:rtl/>
        </w:rPr>
        <w:t xml:space="preserve"> </w:t>
      </w:r>
      <w:r w:rsidRPr="00D95A45">
        <w:rPr>
          <w:rtl/>
        </w:rPr>
        <w:t>لا ولكنها دون الاربعين فانها حد المملوك</w:t>
      </w:r>
      <w:r w:rsidR="00CC15EB">
        <w:rPr>
          <w:rtl/>
        </w:rPr>
        <w:t>،</w:t>
      </w:r>
      <w:r>
        <w:rPr>
          <w:rtl/>
        </w:rPr>
        <w:t xml:space="preserve"> </w:t>
      </w:r>
      <w:r w:rsidRPr="00D95A45">
        <w:rPr>
          <w:rtl/>
        </w:rPr>
        <w:t>قال</w:t>
      </w:r>
      <w:r w:rsidR="00CC15EB">
        <w:rPr>
          <w:rtl/>
        </w:rPr>
        <w:t>:</w:t>
      </w:r>
      <w:r>
        <w:rPr>
          <w:rtl/>
        </w:rPr>
        <w:t xml:space="preserve"> </w:t>
      </w:r>
      <w:r w:rsidRPr="00D95A45">
        <w:rPr>
          <w:rtl/>
        </w:rPr>
        <w:t>قلت</w:t>
      </w:r>
      <w:r w:rsidR="00CC15EB">
        <w:rPr>
          <w:rtl/>
        </w:rPr>
        <w:t>:</w:t>
      </w:r>
      <w:r>
        <w:rPr>
          <w:rtl/>
        </w:rPr>
        <w:t xml:space="preserve"> </w:t>
      </w:r>
      <w:r w:rsidRPr="00D95A45">
        <w:rPr>
          <w:rtl/>
        </w:rPr>
        <w:t>وكم ذاك</w:t>
      </w:r>
      <w:r>
        <w:rPr>
          <w:rtl/>
        </w:rPr>
        <w:t>؟</w:t>
      </w:r>
      <w:r w:rsidRPr="00D95A45">
        <w:rPr>
          <w:rtl/>
        </w:rPr>
        <w:t xml:space="preserve"> قال</w:t>
      </w:r>
      <w:r w:rsidR="00CC15EB">
        <w:rPr>
          <w:rtl/>
        </w:rPr>
        <w:t>:</w:t>
      </w:r>
      <w:r>
        <w:rPr>
          <w:rtl/>
        </w:rPr>
        <w:t xml:space="preserve"> </w:t>
      </w:r>
      <w:r w:rsidRPr="00D95A45">
        <w:rPr>
          <w:rtl/>
        </w:rPr>
        <w:t xml:space="preserve">قال علي </w:t>
      </w:r>
      <w:r w:rsidR="00AC7755" w:rsidRPr="00AC7755">
        <w:rPr>
          <w:rStyle w:val="libAlaemChar"/>
          <w:rtl/>
        </w:rPr>
        <w:t>عليه‌السلام</w:t>
      </w:r>
      <w:r w:rsidR="00CC15EB">
        <w:rPr>
          <w:rtl/>
        </w:rPr>
        <w:t>:</w:t>
      </w:r>
      <w:r>
        <w:rPr>
          <w:rtl/>
        </w:rPr>
        <w:t xml:space="preserve"> </w:t>
      </w:r>
      <w:r w:rsidRPr="00D95A45">
        <w:rPr>
          <w:rtl/>
        </w:rPr>
        <w:t>على قدر ما يرى الوالي من ذنب الرجل وقوة بدنه.</w:t>
      </w:r>
    </w:p>
    <w:p w:rsidR="00AC7755" w:rsidRDefault="00D45E0E" w:rsidP="00AC7755">
      <w:pPr>
        <w:pStyle w:val="libNormal"/>
        <w:rPr>
          <w:rtl/>
        </w:rPr>
      </w:pPr>
      <w:r w:rsidRPr="00D95A45">
        <w:rPr>
          <w:rtl/>
        </w:rPr>
        <w:t xml:space="preserve"> فأول ما فيه انه ليس في ظاهر الخبر ان حد العبد الذي هو الاربعين انما هو في شربه الخمر</w:t>
      </w:r>
      <w:r w:rsidR="00CC15EB">
        <w:rPr>
          <w:rtl/>
        </w:rPr>
        <w:t>،</w:t>
      </w:r>
      <w:r>
        <w:rPr>
          <w:rtl/>
        </w:rPr>
        <w:t xml:space="preserve"> </w:t>
      </w:r>
      <w:r w:rsidRPr="00D95A45">
        <w:rPr>
          <w:rtl/>
        </w:rPr>
        <w:t>وإذا لم يكن ذلك في ظاهره جاز أن يكون ذلك حده فيما سواه</w:t>
      </w:r>
      <w:r w:rsidR="00CC15EB">
        <w:rPr>
          <w:rtl/>
        </w:rPr>
        <w:t>،</w:t>
      </w:r>
      <w:r>
        <w:rPr>
          <w:rtl/>
        </w:rPr>
        <w:t xml:space="preserve"> </w:t>
      </w:r>
      <w:r w:rsidRPr="00D95A45">
        <w:rPr>
          <w:rtl/>
        </w:rPr>
        <w:t>ولو كان صريحا بان ذلك حده في شرب الخمر جاز لنا أن نحمله على ضربمن التقية لأن ذلك موافق لمذهب بعض العامة.</w:t>
      </w:r>
    </w:p>
    <w:p w:rsidR="00AC7755" w:rsidRDefault="00D45E0E" w:rsidP="00AC7755">
      <w:pPr>
        <w:pStyle w:val="libNormal"/>
        <w:rPr>
          <w:rtl/>
        </w:rPr>
      </w:pPr>
      <w:r w:rsidRPr="00D95A45">
        <w:rPr>
          <w:rtl/>
        </w:rPr>
        <w:t>(357) 14</w:t>
      </w:r>
      <w:r w:rsidR="00CC15EB">
        <w:rPr>
          <w:rtl/>
        </w:rPr>
        <w:t xml:space="preserve"> - </w:t>
      </w:r>
      <w:r w:rsidRPr="00D95A45">
        <w:rPr>
          <w:rtl/>
        </w:rPr>
        <w:t>فاما ما رواه الحسن بن محبوب عن سيف بن عميرة عن ابى بكر الحضرمي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عبد مملوك قذف حرا قال</w:t>
      </w:r>
      <w:r w:rsidR="00CC15EB">
        <w:rPr>
          <w:rtl/>
        </w:rPr>
        <w:t>:</w:t>
      </w:r>
      <w:r>
        <w:rPr>
          <w:rtl/>
        </w:rPr>
        <w:t xml:space="preserve"> </w:t>
      </w:r>
      <w:r w:rsidRPr="00D95A45">
        <w:rPr>
          <w:rtl/>
        </w:rPr>
        <w:t>يجلد ثمانين هذا من حقوق المسلمين فاما ما كان من حقوق الله عز وجل فانه يضرب نصف الحد قلت</w:t>
      </w:r>
      <w:r w:rsidR="00CC15EB">
        <w:rPr>
          <w:rtl/>
        </w:rPr>
        <w:t>:</w:t>
      </w:r>
      <w:r>
        <w:rPr>
          <w:rtl/>
        </w:rPr>
        <w:t xml:space="preserve"> </w:t>
      </w:r>
      <w:r w:rsidRPr="00D95A45">
        <w:rPr>
          <w:rtl/>
        </w:rPr>
        <w:t>الذى من حقوق الله ما هو</w:t>
      </w:r>
      <w:r>
        <w:rPr>
          <w:rtl/>
        </w:rPr>
        <w:t>؟</w:t>
      </w:r>
      <w:r w:rsidRPr="00D95A45">
        <w:rPr>
          <w:rtl/>
        </w:rPr>
        <w:t xml:space="preserve"> قال</w:t>
      </w:r>
      <w:r w:rsidR="00CC15EB">
        <w:rPr>
          <w:rtl/>
        </w:rPr>
        <w:t>:</w:t>
      </w:r>
      <w:r>
        <w:rPr>
          <w:rtl/>
        </w:rPr>
        <w:t xml:space="preserve"> </w:t>
      </w:r>
      <w:r w:rsidRPr="00D95A45">
        <w:rPr>
          <w:rtl/>
        </w:rPr>
        <w:t>إذا زنى أو شرب الخمر فهذا من الحقوق التى يضرب فيها نصف الحد.</w:t>
      </w:r>
    </w:p>
    <w:p w:rsidR="00AC7755" w:rsidRDefault="00D45E0E" w:rsidP="00AC7755">
      <w:pPr>
        <w:pStyle w:val="libNormal"/>
        <w:rPr>
          <w:rtl/>
        </w:rPr>
      </w:pPr>
      <w:r w:rsidRPr="00D95A45">
        <w:rPr>
          <w:rtl/>
        </w:rPr>
        <w:t xml:space="preserve"> فهذا خبر شاذ لا يعارض به الأخبار المتواترة في تناول شارب الخمر واستحقاقه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355</w:t>
      </w:r>
      <w:r>
        <w:rPr>
          <w:rtl/>
        </w:rPr>
        <w:t xml:space="preserve"> - </w:t>
      </w:r>
      <w:r w:rsidR="00D45E0E" w:rsidRPr="00D95A45">
        <w:rPr>
          <w:rtl/>
        </w:rPr>
        <w:t>الاستبصار ج 4 ص 237 وفيه صدر الحديث الكافي ج 2 ص 298</w:t>
      </w:r>
    </w:p>
    <w:p w:rsidR="00CC15EB" w:rsidRDefault="00CC15EB" w:rsidP="00AC7755">
      <w:pPr>
        <w:pStyle w:val="libFootnote0"/>
        <w:rPr>
          <w:rtl/>
        </w:rPr>
      </w:pPr>
      <w:r>
        <w:rPr>
          <w:rtl/>
        </w:rPr>
        <w:t>-</w:t>
      </w:r>
      <w:r w:rsidR="00D45E0E" w:rsidRPr="007277FF">
        <w:rPr>
          <w:rtl/>
        </w:rPr>
        <w:t xml:space="preserve"> 356</w:t>
      </w:r>
      <w:r>
        <w:rPr>
          <w:rtl/>
        </w:rPr>
        <w:t xml:space="preserve"> - </w:t>
      </w:r>
      <w:r w:rsidR="00D45E0E" w:rsidRPr="007277FF">
        <w:rPr>
          <w:rtl/>
        </w:rPr>
        <w:t>الاستبصار ج 4 ص 237 الكافي ج 2 ص 305</w:t>
      </w:r>
    </w:p>
    <w:p w:rsidR="00AC7755" w:rsidRDefault="00CC15EB" w:rsidP="00AC7755">
      <w:pPr>
        <w:pStyle w:val="libFootnote0"/>
        <w:rPr>
          <w:rtl/>
        </w:rPr>
      </w:pPr>
      <w:r>
        <w:rPr>
          <w:rtl/>
        </w:rPr>
        <w:t>-</w:t>
      </w:r>
      <w:r w:rsidR="00D45E0E" w:rsidRPr="00DA0376">
        <w:rPr>
          <w:rtl/>
        </w:rPr>
        <w:t xml:space="preserve"> 357</w:t>
      </w:r>
      <w:r>
        <w:rPr>
          <w:rtl/>
        </w:rPr>
        <w:t xml:space="preserve"> - </w:t>
      </w:r>
      <w:r w:rsidR="00D45E0E" w:rsidRPr="00DA0376">
        <w:rPr>
          <w:rtl/>
        </w:rPr>
        <w:t>الاستبصار ج 4 ص 237 الكافي ج 2 ص 304 وسبق برقم 40 من الباب السابق</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ثمانين جلدة وتلك عامة في العبيد والاحرار</w:t>
      </w:r>
      <w:r w:rsidR="00CC15EB">
        <w:rPr>
          <w:rtl/>
        </w:rPr>
        <w:t>،</w:t>
      </w:r>
      <w:r>
        <w:rPr>
          <w:rtl/>
        </w:rPr>
        <w:t xml:space="preserve"> </w:t>
      </w:r>
      <w:r w:rsidRPr="00DA0376">
        <w:rPr>
          <w:rtl/>
        </w:rPr>
        <w:t>وقد روينا ما يختص بتناول اللفظ لهم ايضا واستحقاقهم الحد على الكمال فلا ينبغي ان نعترضها كلها بهذا الخبر</w:t>
      </w:r>
      <w:r w:rsidR="00CC15EB">
        <w:rPr>
          <w:rtl/>
        </w:rPr>
        <w:t>،</w:t>
      </w:r>
      <w:r>
        <w:rPr>
          <w:rtl/>
        </w:rPr>
        <w:t xml:space="preserve"> </w:t>
      </w:r>
      <w:r w:rsidRPr="00DA0376">
        <w:rPr>
          <w:rtl/>
        </w:rPr>
        <w:t>ويوشك ان يكون الراوي سمع ذلك في الزنى خاصة لانه من حقوق الله فكان حد الشارب من حقوق الله فحمله عى ذلك</w:t>
      </w:r>
      <w:r w:rsidR="00CC15EB">
        <w:rPr>
          <w:rtl/>
        </w:rPr>
        <w:t>،</w:t>
      </w:r>
      <w:r>
        <w:rPr>
          <w:rtl/>
        </w:rPr>
        <w:t xml:space="preserve"> </w:t>
      </w:r>
      <w:r w:rsidRPr="00DA0376">
        <w:rPr>
          <w:rtl/>
        </w:rPr>
        <w:t>وليس ينبغي ان نحمله عليه لانه لا يمتنع ان يختص الزانى منهم بنصف الحد والشارب بالحد على الكمال وإن كانا جميعا من حقوق الله عزوجل</w:t>
      </w:r>
      <w:r w:rsidR="00CC15EB">
        <w:rPr>
          <w:rtl/>
        </w:rPr>
        <w:t>،</w:t>
      </w:r>
      <w:r>
        <w:rPr>
          <w:rtl/>
        </w:rPr>
        <w:t xml:space="preserve"> </w:t>
      </w:r>
      <w:r w:rsidRPr="00DA0376">
        <w:rPr>
          <w:rtl/>
        </w:rPr>
        <w:t>ثم انه يحتمل ان يكون الوجه فيه ما قدمناه في الخبر الاول من التقية لموافقته لمذاهب بعض العامة.</w:t>
      </w:r>
    </w:p>
    <w:p w:rsidR="00AC7755" w:rsidRDefault="00D45E0E" w:rsidP="00AC7755">
      <w:pPr>
        <w:pStyle w:val="libNormal"/>
        <w:rPr>
          <w:rtl/>
        </w:rPr>
      </w:pPr>
      <w:r w:rsidRPr="00D95A45">
        <w:rPr>
          <w:rtl/>
        </w:rPr>
        <w:t>(358) 15</w:t>
      </w:r>
      <w:r w:rsidR="00CC15EB">
        <w:rPr>
          <w:rtl/>
        </w:rPr>
        <w:t xml:space="preserve"> - </w:t>
      </w:r>
      <w:r w:rsidRPr="00D95A45">
        <w:rPr>
          <w:rtl/>
        </w:rPr>
        <w:t xml:space="preserve">واما ما رواه الحسين بن سعيد عن فضالة عن ابان عن يحيى بن ابى العلا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كان ابى يقول</w:t>
      </w:r>
      <w:r w:rsidR="00CC15EB">
        <w:rPr>
          <w:rtl/>
        </w:rPr>
        <w:t>:</w:t>
      </w:r>
      <w:r>
        <w:rPr>
          <w:rtl/>
        </w:rPr>
        <w:t xml:space="preserve"> </w:t>
      </w:r>
      <w:r w:rsidRPr="00D95A45">
        <w:rPr>
          <w:rtl/>
        </w:rPr>
        <w:t>حد المملوك نصف حد الحر.</w:t>
      </w:r>
    </w:p>
    <w:p w:rsidR="00AC7755" w:rsidRDefault="00D45E0E" w:rsidP="00AC7755">
      <w:pPr>
        <w:pStyle w:val="libNormal"/>
        <w:rPr>
          <w:rtl/>
        </w:rPr>
      </w:pPr>
      <w:r w:rsidRPr="00D95A45">
        <w:rPr>
          <w:rtl/>
        </w:rPr>
        <w:t xml:space="preserve"> فهذا الخبر عام ويجوز تخصيصه بحد الزنى وقد بينا ما يقتضي تخصيصه.</w:t>
      </w:r>
    </w:p>
    <w:p w:rsidR="00AC7755" w:rsidRDefault="00D45E0E" w:rsidP="00AC7755">
      <w:pPr>
        <w:pStyle w:val="libNormal"/>
        <w:rPr>
          <w:rtl/>
        </w:rPr>
      </w:pPr>
      <w:r w:rsidRPr="00D95A45">
        <w:rPr>
          <w:rtl/>
        </w:rPr>
        <w:t>(359) 16</w:t>
      </w:r>
      <w:r w:rsidR="00CC15EB">
        <w:rPr>
          <w:rtl/>
        </w:rPr>
        <w:t xml:space="preserve"> - </w:t>
      </w:r>
      <w:r w:rsidRPr="00D95A45">
        <w:rPr>
          <w:rtl/>
        </w:rPr>
        <w:t xml:space="preserve">ابن محبوب عن خالد بن نافع عن ابى خالد القماط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كان امير المؤمنين </w:t>
      </w:r>
      <w:r w:rsidR="00AC7755" w:rsidRPr="00AC7755">
        <w:rPr>
          <w:rStyle w:val="libAlaemChar"/>
          <w:rtl/>
        </w:rPr>
        <w:t>عليه‌السلام</w:t>
      </w:r>
      <w:r w:rsidRPr="00D95A45">
        <w:rPr>
          <w:rtl/>
        </w:rPr>
        <w:t xml:space="preserve"> يجلد اليهودي والنصراني في الخمر ومسكر النبيذ ثمانين جلدة إذا اظهروا شربه في مصر من الامصار وإن هم شربوه في كنائسهم وبيعهم لم يعترض لهم حتى يصيروا بين المسلمين.</w:t>
      </w:r>
    </w:p>
    <w:p w:rsidR="00AC7755" w:rsidRDefault="00D45E0E" w:rsidP="00AC7755">
      <w:pPr>
        <w:pStyle w:val="libNormal"/>
        <w:rPr>
          <w:rtl/>
        </w:rPr>
      </w:pPr>
      <w:r w:rsidRPr="00D95A45">
        <w:rPr>
          <w:rtl/>
        </w:rPr>
        <w:t>(360) 17</w:t>
      </w:r>
      <w:r w:rsidR="00CC15EB">
        <w:rPr>
          <w:rtl/>
        </w:rPr>
        <w:t xml:space="preserve"> - </w:t>
      </w:r>
      <w:r w:rsidRPr="00D95A45">
        <w:rPr>
          <w:rtl/>
        </w:rPr>
        <w:t>يونس عن عبد الله بن سنان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الحد في الخمر أن يشرب منها قليلا أو كثيرا قال</w:t>
      </w:r>
      <w:r w:rsidR="00CC15EB">
        <w:rPr>
          <w:rtl/>
        </w:rPr>
        <w:t>:</w:t>
      </w:r>
      <w:r>
        <w:rPr>
          <w:rtl/>
        </w:rPr>
        <w:t xml:space="preserve"> </w:t>
      </w:r>
      <w:r w:rsidRPr="00D95A45">
        <w:rPr>
          <w:rtl/>
        </w:rPr>
        <w:t>ثم قال</w:t>
      </w:r>
      <w:r w:rsidR="00CC15EB">
        <w:rPr>
          <w:rtl/>
        </w:rPr>
        <w:t>:</w:t>
      </w:r>
      <w:r>
        <w:rPr>
          <w:rtl/>
        </w:rPr>
        <w:t xml:space="preserve"> </w:t>
      </w:r>
      <w:r w:rsidRPr="00D95A45">
        <w:rPr>
          <w:rtl/>
        </w:rPr>
        <w:t xml:space="preserve">اتي عمر بقدامة بن مظعون وقد شرب الخمر وقامت عليه البينة فسأل عليا </w:t>
      </w:r>
      <w:r w:rsidR="00AC7755" w:rsidRPr="00AC7755">
        <w:rPr>
          <w:rStyle w:val="libAlaemChar"/>
          <w:rtl/>
        </w:rPr>
        <w:t>عليه‌السلام</w:t>
      </w:r>
      <w:r w:rsidRPr="00D95A45">
        <w:rPr>
          <w:rtl/>
        </w:rPr>
        <w:t xml:space="preserve"> فامر أن يضربه ثمانين فقال قدامة</w:t>
      </w:r>
      <w:r w:rsidR="00CC15EB">
        <w:rPr>
          <w:rtl/>
        </w:rPr>
        <w:t>:</w:t>
      </w:r>
      <w:r>
        <w:rPr>
          <w:rtl/>
        </w:rPr>
        <w:t xml:space="preserve"> </w:t>
      </w:r>
      <w:r w:rsidRPr="00D95A45">
        <w:rPr>
          <w:rtl/>
        </w:rPr>
        <w:t>يا امير المؤمنين ليس علي حد انا من اهل هذه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358</w:t>
      </w:r>
      <w:r>
        <w:rPr>
          <w:rtl/>
        </w:rPr>
        <w:t xml:space="preserve"> - </w:t>
      </w:r>
      <w:r w:rsidR="00D45E0E" w:rsidRPr="00D95A45">
        <w:rPr>
          <w:rtl/>
        </w:rPr>
        <w:t>الاستبصار ج 4 ص 238</w:t>
      </w:r>
    </w:p>
    <w:p w:rsidR="00CC15EB" w:rsidRDefault="00CC15EB" w:rsidP="00AC7755">
      <w:pPr>
        <w:pStyle w:val="libFootnote0"/>
        <w:rPr>
          <w:rtl/>
        </w:rPr>
      </w:pPr>
      <w:r>
        <w:rPr>
          <w:rtl/>
        </w:rPr>
        <w:t>-</w:t>
      </w:r>
      <w:r w:rsidR="00D45E0E" w:rsidRPr="007277FF">
        <w:rPr>
          <w:rtl/>
        </w:rPr>
        <w:t xml:space="preserve"> 359</w:t>
      </w:r>
      <w:r>
        <w:rPr>
          <w:rtl/>
        </w:rPr>
        <w:t xml:space="preserve"> - </w:t>
      </w:r>
      <w:r w:rsidR="00D45E0E" w:rsidRPr="007277FF">
        <w:rPr>
          <w:rtl/>
        </w:rPr>
        <w:t>الكافي ج 2 ص 305 بسند آخر</w:t>
      </w:r>
    </w:p>
    <w:p w:rsidR="00AC7755" w:rsidRDefault="00CC15EB" w:rsidP="00AC7755">
      <w:pPr>
        <w:pStyle w:val="libFootnote0"/>
        <w:rPr>
          <w:rtl/>
        </w:rPr>
      </w:pPr>
      <w:r>
        <w:rPr>
          <w:rtl/>
        </w:rPr>
        <w:t>-</w:t>
      </w:r>
      <w:r w:rsidR="00D45E0E" w:rsidRPr="00DA0376">
        <w:rPr>
          <w:rtl/>
        </w:rPr>
        <w:t xml:space="preserve"> 360</w:t>
      </w:r>
      <w:r>
        <w:rPr>
          <w:rtl/>
        </w:rPr>
        <w:t xml:space="preserve"> - </w:t>
      </w:r>
      <w:r w:rsidR="00D45E0E" w:rsidRPr="00DA0376">
        <w:rPr>
          <w:rtl/>
        </w:rPr>
        <w:t>الكافي ج 2 ص 298</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الآية </w:t>
      </w:r>
      <w:r w:rsidR="00AC7755" w:rsidRPr="00AC7755">
        <w:rPr>
          <w:rStyle w:val="libAlaemChar"/>
          <w:rFonts w:hint="cs"/>
          <w:rtl/>
        </w:rPr>
        <w:t>(</w:t>
      </w:r>
      <w:r w:rsidRPr="00DA0376">
        <w:rPr>
          <w:rtl/>
        </w:rPr>
        <w:t xml:space="preserve"> </w:t>
      </w:r>
      <w:r w:rsidRPr="00AC7755">
        <w:rPr>
          <w:rStyle w:val="libAieChar"/>
          <w:rtl/>
        </w:rPr>
        <w:t>ليس على الذين آمنوا وعملوا الصالحات جناح فيما طعموا</w:t>
      </w:r>
      <w:r w:rsidRPr="00DA0376">
        <w:rPr>
          <w:rtl/>
        </w:rPr>
        <w:t xml:space="preserve"> </w:t>
      </w:r>
      <w:r w:rsidRPr="00AC7755">
        <w:rPr>
          <w:rStyle w:val="libAlaemChar"/>
          <w:rFonts w:hint="cs"/>
          <w:rtl/>
        </w:rPr>
        <w:t>)</w:t>
      </w:r>
      <w:r w:rsidRPr="00DA0376">
        <w:rPr>
          <w:rtl/>
        </w:rPr>
        <w:t xml:space="preserve"> قال</w:t>
      </w:r>
      <w:r w:rsidR="00CC15EB">
        <w:rPr>
          <w:rtl/>
        </w:rPr>
        <w:t>:</w:t>
      </w:r>
      <w:r>
        <w:rPr>
          <w:rtl/>
        </w:rPr>
        <w:t xml:space="preserve"> </w:t>
      </w:r>
      <w:r w:rsidRPr="00DA0376">
        <w:rPr>
          <w:rtl/>
        </w:rPr>
        <w:t xml:space="preserve">فقال علي </w:t>
      </w:r>
      <w:r w:rsidR="00AC7755" w:rsidRPr="00AC7755">
        <w:rPr>
          <w:rStyle w:val="libAlaemChar"/>
          <w:rtl/>
        </w:rPr>
        <w:t>عليه‌السلام</w:t>
      </w:r>
      <w:r w:rsidR="00CC15EB">
        <w:rPr>
          <w:rtl/>
        </w:rPr>
        <w:t>:</w:t>
      </w:r>
      <w:r>
        <w:rPr>
          <w:rtl/>
        </w:rPr>
        <w:t xml:space="preserve"> </w:t>
      </w:r>
      <w:r w:rsidRPr="00DA0376">
        <w:rPr>
          <w:rtl/>
        </w:rPr>
        <w:t>لست من اهلها ان طعام أهلها لهم حلال ليس يأكلون ولا يشربون الا ما احل الله لهم</w:t>
      </w:r>
      <w:r w:rsidR="00CC15EB">
        <w:rPr>
          <w:rtl/>
        </w:rPr>
        <w:t>،</w:t>
      </w:r>
      <w:r>
        <w:rPr>
          <w:rtl/>
        </w:rPr>
        <w:t xml:space="preserve"> </w:t>
      </w:r>
      <w:r w:rsidRPr="00DA0376">
        <w:rPr>
          <w:rtl/>
        </w:rPr>
        <w:t xml:space="preserve">ثم قال علي </w:t>
      </w:r>
      <w:r w:rsidR="00AC7755" w:rsidRPr="00AC7755">
        <w:rPr>
          <w:rStyle w:val="libAlaemChar"/>
          <w:rtl/>
        </w:rPr>
        <w:t>عليه‌السلام</w:t>
      </w:r>
      <w:r w:rsidR="00CC15EB">
        <w:rPr>
          <w:rtl/>
        </w:rPr>
        <w:t>:</w:t>
      </w:r>
      <w:r>
        <w:rPr>
          <w:rtl/>
        </w:rPr>
        <w:t xml:space="preserve"> </w:t>
      </w:r>
      <w:r w:rsidRPr="00DA0376">
        <w:rPr>
          <w:rtl/>
        </w:rPr>
        <w:t>ان الشارب إذا شرب لم يدر ما يأكل ولا ما يشرب فاجلدوه ثمانين جلدة.</w:t>
      </w:r>
    </w:p>
    <w:p w:rsidR="00AC7755" w:rsidRDefault="00D45E0E" w:rsidP="00AC7755">
      <w:pPr>
        <w:pStyle w:val="libNormal"/>
        <w:rPr>
          <w:rtl/>
        </w:rPr>
      </w:pPr>
      <w:r w:rsidRPr="00D95A45">
        <w:rPr>
          <w:rtl/>
        </w:rPr>
        <w:t>(361) 18</w:t>
      </w:r>
      <w:r w:rsidR="00CC15EB">
        <w:rPr>
          <w:rtl/>
        </w:rPr>
        <w:t xml:space="preserve"> - </w:t>
      </w:r>
      <w:r w:rsidRPr="00D95A45">
        <w:rPr>
          <w:rtl/>
        </w:rPr>
        <w:t xml:space="preserve">على بن ابراهيم عن ابيه عن ابن فضال عن ابن بكير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شرب رجل على عهد ابي بكر خمرا فرفع الى ابى بكر فقال له</w:t>
      </w:r>
      <w:r w:rsidR="00CC15EB">
        <w:rPr>
          <w:rtl/>
        </w:rPr>
        <w:t>:</w:t>
      </w:r>
      <w:r>
        <w:rPr>
          <w:rtl/>
        </w:rPr>
        <w:t xml:space="preserve"> </w:t>
      </w:r>
      <w:r w:rsidRPr="00D95A45">
        <w:rPr>
          <w:rtl/>
        </w:rPr>
        <w:t>أشربت خمرا</w:t>
      </w:r>
      <w:r>
        <w:rPr>
          <w:rtl/>
        </w:rPr>
        <w:t>؟</w:t>
      </w:r>
      <w:r w:rsidRPr="00D95A45">
        <w:rPr>
          <w:rtl/>
        </w:rPr>
        <w:t xml:space="preserve"> قال</w:t>
      </w:r>
      <w:r w:rsidR="00CC15EB">
        <w:rPr>
          <w:rtl/>
        </w:rPr>
        <w:t>:</w:t>
      </w:r>
      <w:r>
        <w:rPr>
          <w:rtl/>
        </w:rPr>
        <w:t xml:space="preserve"> </w:t>
      </w:r>
      <w:r w:rsidRPr="00D95A45">
        <w:rPr>
          <w:rtl/>
        </w:rPr>
        <w:t>نعم قال</w:t>
      </w:r>
      <w:r w:rsidR="00CC15EB">
        <w:rPr>
          <w:rtl/>
        </w:rPr>
        <w:t>:</w:t>
      </w:r>
      <w:r>
        <w:rPr>
          <w:rtl/>
        </w:rPr>
        <w:t xml:space="preserve"> </w:t>
      </w:r>
      <w:r w:rsidRPr="00D95A45">
        <w:rPr>
          <w:rtl/>
        </w:rPr>
        <w:t>ولم وهي محرمة</w:t>
      </w:r>
      <w:r>
        <w:rPr>
          <w:rtl/>
        </w:rPr>
        <w:t>؟</w:t>
      </w:r>
      <w:r w:rsidRPr="00D95A45">
        <w:rPr>
          <w:rtl/>
        </w:rPr>
        <w:t xml:space="preserve"> قال</w:t>
      </w:r>
      <w:r w:rsidR="00CC15EB">
        <w:rPr>
          <w:rtl/>
        </w:rPr>
        <w:t>:</w:t>
      </w:r>
      <w:r>
        <w:rPr>
          <w:rtl/>
        </w:rPr>
        <w:t xml:space="preserve"> </w:t>
      </w:r>
      <w:r w:rsidRPr="00D95A45">
        <w:rPr>
          <w:rtl/>
        </w:rPr>
        <w:t>فقال له الرجل</w:t>
      </w:r>
      <w:r w:rsidR="00CC15EB">
        <w:rPr>
          <w:rtl/>
        </w:rPr>
        <w:t>:</w:t>
      </w:r>
      <w:r>
        <w:rPr>
          <w:rtl/>
        </w:rPr>
        <w:t xml:space="preserve"> </w:t>
      </w:r>
      <w:r w:rsidRPr="00D95A45">
        <w:rPr>
          <w:rtl/>
        </w:rPr>
        <w:t>اني اسلمت وحسن اسلامي ومنزلي بين ظهراني قوم يشربون الخمر ويستحلون ولو علمت انها حرام اجتنبتها</w:t>
      </w:r>
      <w:r w:rsidR="00CC15EB">
        <w:rPr>
          <w:rtl/>
        </w:rPr>
        <w:t>،</w:t>
      </w:r>
      <w:r>
        <w:rPr>
          <w:rtl/>
        </w:rPr>
        <w:t xml:space="preserve"> </w:t>
      </w:r>
      <w:r w:rsidRPr="00D95A45">
        <w:rPr>
          <w:rtl/>
        </w:rPr>
        <w:t>فالتفت أبو بكر الى عمر قال</w:t>
      </w:r>
      <w:r w:rsidR="00CC15EB">
        <w:rPr>
          <w:rtl/>
        </w:rPr>
        <w:t>:</w:t>
      </w:r>
      <w:r>
        <w:rPr>
          <w:rtl/>
        </w:rPr>
        <w:t xml:space="preserve"> </w:t>
      </w:r>
      <w:r w:rsidRPr="00D95A45">
        <w:rPr>
          <w:rtl/>
        </w:rPr>
        <w:t>فقال</w:t>
      </w:r>
      <w:r w:rsidR="00CC15EB">
        <w:rPr>
          <w:rtl/>
        </w:rPr>
        <w:t>:</w:t>
      </w:r>
      <w:r>
        <w:rPr>
          <w:rtl/>
        </w:rPr>
        <w:t xml:space="preserve"> </w:t>
      </w:r>
      <w:r w:rsidRPr="00D95A45">
        <w:rPr>
          <w:rtl/>
        </w:rPr>
        <w:t>ما تقول في امر هذا الرجل</w:t>
      </w:r>
      <w:r>
        <w:rPr>
          <w:rtl/>
        </w:rPr>
        <w:t>؟</w:t>
      </w:r>
      <w:r w:rsidRPr="00D95A45">
        <w:rPr>
          <w:rtl/>
        </w:rPr>
        <w:t xml:space="preserve"> قال عمر</w:t>
      </w:r>
      <w:r w:rsidR="00CC15EB">
        <w:rPr>
          <w:rtl/>
        </w:rPr>
        <w:t>:</w:t>
      </w:r>
      <w:r>
        <w:rPr>
          <w:rtl/>
        </w:rPr>
        <w:t xml:space="preserve"> </w:t>
      </w:r>
      <w:r w:rsidRPr="00D95A45">
        <w:rPr>
          <w:rtl/>
        </w:rPr>
        <w:t>معضلة وليس لها الا أبو الحسن فقال</w:t>
      </w:r>
      <w:r w:rsidR="00CC15EB">
        <w:rPr>
          <w:rtl/>
        </w:rPr>
        <w:t>:</w:t>
      </w:r>
      <w:r>
        <w:rPr>
          <w:rtl/>
        </w:rPr>
        <w:t xml:space="preserve"> </w:t>
      </w:r>
      <w:r w:rsidRPr="00D95A45">
        <w:rPr>
          <w:rtl/>
        </w:rPr>
        <w:t>ادع لنا عليا فقال عمر</w:t>
      </w:r>
      <w:r w:rsidR="00CC15EB">
        <w:rPr>
          <w:rtl/>
        </w:rPr>
        <w:t>:</w:t>
      </w:r>
      <w:r>
        <w:rPr>
          <w:rtl/>
        </w:rPr>
        <w:t xml:space="preserve"> </w:t>
      </w:r>
      <w:r w:rsidRPr="00D95A45">
        <w:rPr>
          <w:rtl/>
        </w:rPr>
        <w:t xml:space="preserve">يؤتى الحكم في بيته فقاما والرجل معهما ومن حضرهما من الناس حتى اتوا امير المؤمنين </w:t>
      </w:r>
      <w:r w:rsidR="00AC7755" w:rsidRPr="00AC7755">
        <w:rPr>
          <w:rStyle w:val="libAlaemChar"/>
          <w:rtl/>
        </w:rPr>
        <w:t>عليه‌السلام</w:t>
      </w:r>
      <w:r w:rsidRPr="00D95A45">
        <w:rPr>
          <w:rtl/>
        </w:rPr>
        <w:t xml:space="preserve"> فاخبراه بقصة الرجل وقص الرجل قصته قال</w:t>
      </w:r>
      <w:r w:rsidR="00CC15EB">
        <w:rPr>
          <w:rtl/>
        </w:rPr>
        <w:t>:</w:t>
      </w:r>
      <w:r>
        <w:rPr>
          <w:rtl/>
        </w:rPr>
        <w:t xml:space="preserve"> </w:t>
      </w:r>
      <w:r w:rsidRPr="00D95A45">
        <w:rPr>
          <w:rtl/>
        </w:rPr>
        <w:t>فقال</w:t>
      </w:r>
      <w:r w:rsidR="00CC15EB">
        <w:rPr>
          <w:rtl/>
        </w:rPr>
        <w:t>:</w:t>
      </w:r>
      <w:r>
        <w:rPr>
          <w:rtl/>
        </w:rPr>
        <w:t xml:space="preserve"> </w:t>
      </w:r>
      <w:r w:rsidRPr="00D95A45">
        <w:rPr>
          <w:rtl/>
        </w:rPr>
        <w:t>ابعثوا معه من يدور به على مجالس المهاجرين والانصار من كان تلا عليه آية التحريم فليشهد عليه ففعلوا ذلك فلم يشهد عليه احد بانه قرأ عليه آية التحريم فخلى عنه وقال له</w:t>
      </w:r>
      <w:r w:rsidR="00CC15EB">
        <w:rPr>
          <w:rtl/>
        </w:rPr>
        <w:t>:</w:t>
      </w:r>
      <w:r>
        <w:rPr>
          <w:rtl/>
        </w:rPr>
        <w:t xml:space="preserve"> </w:t>
      </w:r>
      <w:r w:rsidRPr="00D95A45">
        <w:rPr>
          <w:rtl/>
        </w:rPr>
        <w:t>ان شربت بعدها اقمنا عليك الحد.</w:t>
      </w:r>
    </w:p>
    <w:p w:rsidR="00AC7755" w:rsidRDefault="00D45E0E" w:rsidP="00AC7755">
      <w:pPr>
        <w:pStyle w:val="libNormal"/>
        <w:rPr>
          <w:rtl/>
        </w:rPr>
      </w:pPr>
      <w:r w:rsidRPr="00D95A45">
        <w:rPr>
          <w:rtl/>
        </w:rPr>
        <w:t>(362) 19</w:t>
      </w:r>
      <w:r w:rsidR="00CC15EB">
        <w:rPr>
          <w:rtl/>
        </w:rPr>
        <w:t xml:space="preserve"> - </w:t>
      </w:r>
      <w:r w:rsidRPr="00D95A45">
        <w:rPr>
          <w:rtl/>
        </w:rPr>
        <w:t>أبو علي الاشعري عن محمد بن عبد الجبار عن احمد ابن النضر عن عمرو بن شمر عن جابر رفعه عن ابي مريم قال</w:t>
      </w:r>
      <w:r w:rsidR="00CC15EB">
        <w:rPr>
          <w:rtl/>
        </w:rPr>
        <w:t>:</w:t>
      </w:r>
      <w:r>
        <w:rPr>
          <w:rtl/>
        </w:rPr>
        <w:t xml:space="preserve"> </w:t>
      </w:r>
      <w:r w:rsidRPr="00D95A45">
        <w:rPr>
          <w:rtl/>
        </w:rPr>
        <w:t xml:space="preserve">اتي امير المؤمنين </w:t>
      </w:r>
      <w:r w:rsidR="00AC7755" w:rsidRPr="00AC7755">
        <w:rPr>
          <w:rStyle w:val="libAlaemChar"/>
          <w:rtl/>
        </w:rPr>
        <w:t>عليه‌السلام</w:t>
      </w:r>
      <w:r w:rsidRPr="00D95A45">
        <w:rPr>
          <w:rtl/>
        </w:rPr>
        <w:t xml:space="preserve"> بالنجاشي الشاعر وقد شرب الخمر في شهر رمضان فضربه ثمانين جلدة ثم حبسه ليلة ثم دعا به من الغد فضربه عشرين سوطا فقال له</w:t>
      </w:r>
      <w:r w:rsidR="00CC15EB">
        <w:rPr>
          <w:rtl/>
        </w:rPr>
        <w:t>:</w:t>
      </w:r>
      <w:r>
        <w:rPr>
          <w:rtl/>
        </w:rPr>
        <w:t xml:space="preserve"> </w:t>
      </w:r>
      <w:r w:rsidRPr="00D95A45">
        <w:rPr>
          <w:rtl/>
        </w:rPr>
        <w:t>يا امير المؤمنين هذا ضربتني ثمانين جلدة في شرب الخمر وهذه العشرين ماهي</w:t>
      </w:r>
      <w:r>
        <w:rPr>
          <w:rtl/>
        </w:rPr>
        <w:t>؟</w:t>
      </w:r>
      <w:r w:rsidRPr="00D95A45">
        <w:rPr>
          <w:rtl/>
        </w:rPr>
        <w:t xml:space="preserve"> فقال</w:t>
      </w:r>
      <w:r w:rsidR="00CC15EB">
        <w:rPr>
          <w:rtl/>
        </w:rPr>
        <w:t>:</w:t>
      </w:r>
      <w:r>
        <w:rPr>
          <w:rtl/>
        </w:rPr>
        <w:t xml:space="preserve"> </w:t>
      </w:r>
      <w:r w:rsidRPr="00D95A45">
        <w:rPr>
          <w:rtl/>
        </w:rPr>
        <w:t>هذا لتجروئك</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361</w:t>
      </w:r>
      <w:r>
        <w:rPr>
          <w:rFonts w:hint="cs"/>
          <w:rtl/>
        </w:rPr>
        <w:t xml:space="preserve"> - </w:t>
      </w:r>
      <w:r w:rsidR="00D45E0E" w:rsidRPr="00DA0376">
        <w:rPr>
          <w:rtl/>
        </w:rPr>
        <w:t>362</w:t>
      </w:r>
      <w:r>
        <w:rPr>
          <w:rtl/>
        </w:rPr>
        <w:t xml:space="preserve"> - </w:t>
      </w:r>
      <w:r w:rsidR="00D45E0E" w:rsidRPr="00DA0376">
        <w:rPr>
          <w:rtl/>
        </w:rPr>
        <w:t>الكافي ج 2 ص 298 واخرج الثاني الصدوق في الفقيه ج 4 ص 40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على شرب الخمر في شهر رمضان.</w:t>
      </w:r>
    </w:p>
    <w:p w:rsidR="00AC7755" w:rsidRDefault="00D45E0E" w:rsidP="00AC7755">
      <w:pPr>
        <w:pStyle w:val="libNormal"/>
        <w:rPr>
          <w:rtl/>
        </w:rPr>
      </w:pPr>
      <w:r w:rsidRPr="00D95A45">
        <w:rPr>
          <w:rtl/>
        </w:rPr>
        <w:t>(363) 20</w:t>
      </w:r>
      <w:r w:rsidR="00CC15EB">
        <w:rPr>
          <w:rtl/>
        </w:rPr>
        <w:t xml:space="preserve"> - </w:t>
      </w:r>
      <w:r w:rsidRPr="00D95A45">
        <w:rPr>
          <w:rtl/>
        </w:rPr>
        <w:t>الحسين بن سعيد عن ابراهيم بن ابي البلاد عن ابيه عن الاصبغ أو عن حبة العرنى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Pr="00D95A45">
        <w:rPr>
          <w:rtl/>
        </w:rPr>
        <w:t xml:space="preserve"> على منبر الكوفة</w:t>
      </w:r>
      <w:r w:rsidR="00CC15EB">
        <w:rPr>
          <w:rtl/>
        </w:rPr>
        <w:t>:</w:t>
      </w:r>
      <w:r>
        <w:rPr>
          <w:rtl/>
        </w:rPr>
        <w:t xml:space="preserve"> </w:t>
      </w:r>
      <w:r w:rsidRPr="00D95A45">
        <w:rPr>
          <w:rtl/>
        </w:rPr>
        <w:t>من شرب شربة خمر فاجلدوه</w:t>
      </w:r>
      <w:r w:rsidR="00CC15EB">
        <w:rPr>
          <w:rtl/>
        </w:rPr>
        <w:t>،</w:t>
      </w:r>
      <w:r>
        <w:rPr>
          <w:rtl/>
        </w:rPr>
        <w:t xml:space="preserve"> </w:t>
      </w:r>
      <w:r w:rsidRPr="00D95A45">
        <w:rPr>
          <w:rtl/>
        </w:rPr>
        <w:t>فان عاد فاجلدوه</w:t>
      </w:r>
      <w:r w:rsidR="00CC15EB">
        <w:rPr>
          <w:rtl/>
        </w:rPr>
        <w:t>،</w:t>
      </w:r>
      <w:r>
        <w:rPr>
          <w:rtl/>
        </w:rPr>
        <w:t xml:space="preserve"> </w:t>
      </w:r>
      <w:r w:rsidRPr="00D95A45">
        <w:rPr>
          <w:rtl/>
        </w:rPr>
        <w:t>فان عاد فاقتلوه.</w:t>
      </w:r>
    </w:p>
    <w:p w:rsidR="00AC7755" w:rsidRDefault="00D45E0E" w:rsidP="00AC7755">
      <w:pPr>
        <w:pStyle w:val="libNormal"/>
        <w:rPr>
          <w:rtl/>
        </w:rPr>
      </w:pPr>
      <w:r w:rsidRPr="00D95A45">
        <w:rPr>
          <w:rtl/>
        </w:rPr>
        <w:t>(364) 21</w:t>
      </w:r>
      <w:r w:rsidR="00CC15EB">
        <w:rPr>
          <w:rtl/>
        </w:rPr>
        <w:t xml:space="preserve"> - </w:t>
      </w:r>
      <w:r w:rsidRPr="00D95A45">
        <w:rPr>
          <w:rtl/>
        </w:rPr>
        <w:t xml:space="preserve">عنه عن النضر عن هشام عن سليمان بن خالد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رسول الله </w:t>
      </w:r>
      <w:r w:rsidR="00AC7755" w:rsidRPr="00AC7755">
        <w:rPr>
          <w:rStyle w:val="libAlaemChar"/>
          <w:rtl/>
        </w:rPr>
        <w:t>صلى‌الله‌عليه‌وآله‌وسلم</w:t>
      </w:r>
      <w:r w:rsidR="00CC15EB">
        <w:rPr>
          <w:rtl/>
        </w:rPr>
        <w:t>:</w:t>
      </w:r>
      <w:r>
        <w:rPr>
          <w:rtl/>
        </w:rPr>
        <w:t xml:space="preserve"> </w:t>
      </w:r>
      <w:r w:rsidRPr="00D95A45">
        <w:rPr>
          <w:rtl/>
        </w:rPr>
        <w:t>من شرب الخمر فاجلدوه</w:t>
      </w:r>
      <w:r w:rsidR="00CC15EB">
        <w:rPr>
          <w:rtl/>
        </w:rPr>
        <w:t>،</w:t>
      </w:r>
      <w:r>
        <w:rPr>
          <w:rtl/>
        </w:rPr>
        <w:t xml:space="preserve"> </w:t>
      </w:r>
      <w:r w:rsidRPr="00D95A45">
        <w:rPr>
          <w:rtl/>
        </w:rPr>
        <w:t>فان عاد فاجلدوه</w:t>
      </w:r>
      <w:r w:rsidR="00CC15EB">
        <w:rPr>
          <w:rtl/>
        </w:rPr>
        <w:t>،</w:t>
      </w:r>
      <w:r>
        <w:rPr>
          <w:rtl/>
        </w:rPr>
        <w:t xml:space="preserve"> </w:t>
      </w:r>
      <w:r w:rsidRPr="00D95A45">
        <w:rPr>
          <w:rtl/>
        </w:rPr>
        <w:t>فان عاد فاقتلوه.</w:t>
      </w:r>
    </w:p>
    <w:p w:rsidR="00AC7755" w:rsidRDefault="00D45E0E" w:rsidP="00AC7755">
      <w:pPr>
        <w:pStyle w:val="libNormal"/>
        <w:rPr>
          <w:rtl/>
        </w:rPr>
      </w:pPr>
      <w:r w:rsidRPr="00D95A45">
        <w:rPr>
          <w:rtl/>
        </w:rPr>
        <w:t>(365) 22</w:t>
      </w:r>
      <w:r w:rsidR="00CC15EB">
        <w:rPr>
          <w:rtl/>
        </w:rPr>
        <w:t xml:space="preserve"> - </w:t>
      </w:r>
      <w:r w:rsidRPr="00D95A45">
        <w:rPr>
          <w:rtl/>
        </w:rPr>
        <w:t xml:space="preserve">عنه عن فضالة بن ايوب عن العلا عن محمد عن ابى جعفر </w:t>
      </w:r>
      <w:r w:rsidR="00AC7755" w:rsidRPr="00AC7755">
        <w:rPr>
          <w:rStyle w:val="libAlaemChar"/>
          <w:rtl/>
        </w:rPr>
        <w:t>عليه‌السلام</w:t>
      </w:r>
      <w:r w:rsidRPr="00D95A45">
        <w:rPr>
          <w:rtl/>
        </w:rPr>
        <w:t xml:space="preserve"> مثل ذلك.</w:t>
      </w:r>
    </w:p>
    <w:p w:rsidR="00AC7755" w:rsidRDefault="00D45E0E" w:rsidP="00AC7755">
      <w:pPr>
        <w:pStyle w:val="libNormal"/>
        <w:rPr>
          <w:rtl/>
        </w:rPr>
      </w:pPr>
      <w:r w:rsidRPr="00D95A45">
        <w:rPr>
          <w:rtl/>
        </w:rPr>
        <w:t>(366) 23</w:t>
      </w:r>
      <w:r w:rsidR="00CC15EB">
        <w:rPr>
          <w:rtl/>
        </w:rPr>
        <w:t xml:space="preserve"> - </w:t>
      </w:r>
      <w:r w:rsidRPr="00D95A45">
        <w:rPr>
          <w:rtl/>
        </w:rPr>
        <w:t xml:space="preserve">يونس عن المعلى عن ابي بصير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كان رسول الله </w:t>
      </w:r>
      <w:r w:rsidR="00AC7755" w:rsidRPr="00AC7755">
        <w:rPr>
          <w:rStyle w:val="libAlaemChar"/>
          <w:rtl/>
        </w:rPr>
        <w:t>صلى‌الله‌عليه‌وآله‌وسلم</w:t>
      </w:r>
      <w:r w:rsidRPr="00D95A45">
        <w:rPr>
          <w:rtl/>
        </w:rPr>
        <w:t xml:space="preserve"> إذا أتي بشارب الخمر ضربه ضربة</w:t>
      </w:r>
      <w:r w:rsidR="00CC15EB">
        <w:rPr>
          <w:rtl/>
        </w:rPr>
        <w:t>،</w:t>
      </w:r>
      <w:r>
        <w:rPr>
          <w:rtl/>
        </w:rPr>
        <w:t xml:space="preserve"> </w:t>
      </w:r>
      <w:r w:rsidRPr="00D95A45">
        <w:rPr>
          <w:rtl/>
        </w:rPr>
        <w:t>ثم ان أتي به ثانية ضربه</w:t>
      </w:r>
      <w:r w:rsidR="00CC15EB">
        <w:rPr>
          <w:rtl/>
        </w:rPr>
        <w:t>،</w:t>
      </w:r>
      <w:r>
        <w:rPr>
          <w:rtl/>
        </w:rPr>
        <w:t xml:space="preserve"> </w:t>
      </w:r>
      <w:r w:rsidRPr="00D95A45">
        <w:rPr>
          <w:rtl/>
        </w:rPr>
        <w:t>ثم إذا اتي به ثالثة ضرب عنقه.</w:t>
      </w:r>
    </w:p>
    <w:p w:rsidR="00AC7755" w:rsidRDefault="00D45E0E" w:rsidP="00AC7755">
      <w:pPr>
        <w:pStyle w:val="libNormal"/>
        <w:rPr>
          <w:rtl/>
        </w:rPr>
      </w:pPr>
      <w:r w:rsidRPr="00D95A45">
        <w:rPr>
          <w:rtl/>
        </w:rPr>
        <w:t>(367) 24</w:t>
      </w:r>
      <w:r w:rsidR="00CC15EB">
        <w:rPr>
          <w:rtl/>
        </w:rPr>
        <w:t xml:space="preserve"> - </w:t>
      </w:r>
      <w:r w:rsidRPr="00D95A45">
        <w:rPr>
          <w:rtl/>
        </w:rPr>
        <w:t xml:space="preserve">صفوان عن منصور بن حازم عن ابى عبيدة عن ابى عبد الله </w:t>
      </w:r>
      <w:r w:rsidR="00AC7755" w:rsidRPr="00AC7755">
        <w:rPr>
          <w:rStyle w:val="libAlaemChar"/>
          <w:rtl/>
        </w:rPr>
        <w:t>عليه‌السلام</w:t>
      </w:r>
      <w:r w:rsidRPr="00D95A45">
        <w:rPr>
          <w:rtl/>
        </w:rPr>
        <w:t xml:space="preserve"> أنه قال</w:t>
      </w:r>
      <w:r w:rsidR="00CC15EB">
        <w:rPr>
          <w:rtl/>
        </w:rPr>
        <w:t>:</w:t>
      </w:r>
      <w:r>
        <w:rPr>
          <w:rtl/>
        </w:rPr>
        <w:t xml:space="preserve"> </w:t>
      </w:r>
      <w:r w:rsidRPr="00D95A45">
        <w:rPr>
          <w:rtl/>
        </w:rPr>
        <w:t>من شرب الخمر فاجلدوه فان عاد فاجلدوه</w:t>
      </w:r>
      <w:r w:rsidR="00CC15EB">
        <w:rPr>
          <w:rtl/>
        </w:rPr>
        <w:t>،</w:t>
      </w:r>
      <w:r>
        <w:rPr>
          <w:rtl/>
        </w:rPr>
        <w:t xml:space="preserve"> </w:t>
      </w:r>
      <w:r w:rsidRPr="00D95A45">
        <w:rPr>
          <w:rtl/>
        </w:rPr>
        <w:t>فان عاد فاقتلوه.</w:t>
      </w:r>
    </w:p>
    <w:p w:rsidR="00AC7755" w:rsidRDefault="00D45E0E" w:rsidP="00AC7755">
      <w:pPr>
        <w:pStyle w:val="libNormal"/>
        <w:rPr>
          <w:rtl/>
        </w:rPr>
      </w:pPr>
      <w:r w:rsidRPr="00D95A45">
        <w:rPr>
          <w:rtl/>
        </w:rPr>
        <w:t>(368) 25</w:t>
      </w:r>
      <w:r w:rsidR="00CC15EB">
        <w:rPr>
          <w:rtl/>
        </w:rPr>
        <w:t xml:space="preserve"> - </w:t>
      </w:r>
      <w:r w:rsidRPr="00D95A45">
        <w:rPr>
          <w:rtl/>
        </w:rPr>
        <w:t xml:space="preserve">احمد بن محمد عن ابن ابي عمير عن جميل بن دراج عن ابي عبد الله </w:t>
      </w:r>
      <w:r w:rsidR="00AC7755" w:rsidRPr="00AC7755">
        <w:rPr>
          <w:rStyle w:val="libAlaemChar"/>
          <w:rtl/>
        </w:rPr>
        <w:t>عليه‌السلام</w:t>
      </w:r>
      <w:r w:rsidRPr="00D95A45">
        <w:rPr>
          <w:rtl/>
        </w:rPr>
        <w:t xml:space="preserve"> انه قال</w:t>
      </w:r>
      <w:r w:rsidR="00CC15EB">
        <w:rPr>
          <w:rtl/>
        </w:rPr>
        <w:t>:</w:t>
      </w:r>
      <w:r>
        <w:rPr>
          <w:rtl/>
        </w:rPr>
        <w:t xml:space="preserve"> </w:t>
      </w:r>
      <w:r w:rsidRPr="00D95A45">
        <w:rPr>
          <w:rtl/>
        </w:rPr>
        <w:t>في شارب الخمر إذا شرب ضرب</w:t>
      </w:r>
      <w:r w:rsidR="00CC15EB">
        <w:rPr>
          <w:rtl/>
        </w:rPr>
        <w:t>،</w:t>
      </w:r>
      <w:r>
        <w:rPr>
          <w:rtl/>
        </w:rPr>
        <w:t xml:space="preserve"> </w:t>
      </w:r>
      <w:r w:rsidRPr="00D95A45">
        <w:rPr>
          <w:rtl/>
        </w:rPr>
        <w:t>فان عاد ضرب فان عاد قتل في الثالثة.</w:t>
      </w:r>
    </w:p>
    <w:p w:rsidR="00AC7755" w:rsidRDefault="00D45E0E" w:rsidP="00AC7755">
      <w:pPr>
        <w:pStyle w:val="libNormal"/>
        <w:rPr>
          <w:rtl/>
        </w:rPr>
      </w:pPr>
      <w:r w:rsidRPr="00D95A45">
        <w:rPr>
          <w:rtl/>
        </w:rPr>
        <w:t>(369) 26</w:t>
      </w:r>
      <w:r w:rsidR="00CC15EB">
        <w:rPr>
          <w:rtl/>
        </w:rPr>
        <w:t xml:space="preserve"> - </w:t>
      </w:r>
      <w:r w:rsidRPr="00D95A45">
        <w:rPr>
          <w:rtl/>
        </w:rPr>
        <w:t xml:space="preserve">يونس عن ابى الحسن الماضي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اصحاب</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364</w:t>
      </w:r>
      <w:r>
        <w:rPr>
          <w:rtl/>
        </w:rPr>
        <w:t xml:space="preserve"> - </w:t>
      </w:r>
      <w:r w:rsidR="00D45E0E" w:rsidRPr="00D95A45">
        <w:rPr>
          <w:rtl/>
        </w:rPr>
        <w:t>الكافي ج 2 ص 299</w:t>
      </w:r>
    </w:p>
    <w:p w:rsidR="00CC15EB" w:rsidRDefault="00CC15EB" w:rsidP="00AC7755">
      <w:pPr>
        <w:pStyle w:val="libFootnote0"/>
        <w:rPr>
          <w:rtl/>
        </w:rPr>
      </w:pPr>
      <w:r>
        <w:rPr>
          <w:rtl/>
        </w:rPr>
        <w:t>-</w:t>
      </w:r>
      <w:r w:rsidR="00D45E0E" w:rsidRPr="007277FF">
        <w:rPr>
          <w:rtl/>
        </w:rPr>
        <w:t xml:space="preserve"> 366</w:t>
      </w:r>
      <w:r>
        <w:rPr>
          <w:rtl/>
        </w:rPr>
        <w:t xml:space="preserve"> - </w:t>
      </w:r>
      <w:r w:rsidR="00D45E0E" w:rsidRPr="007277FF">
        <w:rPr>
          <w:rtl/>
        </w:rPr>
        <w:t>367</w:t>
      </w:r>
      <w:r>
        <w:rPr>
          <w:rtl/>
        </w:rPr>
        <w:t xml:space="preserve"> - </w:t>
      </w:r>
      <w:r w:rsidR="00D45E0E" w:rsidRPr="007277FF">
        <w:rPr>
          <w:rtl/>
        </w:rPr>
        <w:t>الكافي ج 2 ص 298</w:t>
      </w:r>
    </w:p>
    <w:p w:rsidR="00CC15EB" w:rsidRDefault="00CC15EB" w:rsidP="00AC7755">
      <w:pPr>
        <w:pStyle w:val="libFootnote0"/>
        <w:rPr>
          <w:rtl/>
        </w:rPr>
      </w:pPr>
      <w:r>
        <w:rPr>
          <w:rtl/>
        </w:rPr>
        <w:t>-</w:t>
      </w:r>
      <w:r w:rsidR="00D45E0E" w:rsidRPr="007277FF">
        <w:rPr>
          <w:rtl/>
        </w:rPr>
        <w:t xml:space="preserve"> 368</w:t>
      </w:r>
      <w:r>
        <w:rPr>
          <w:rtl/>
        </w:rPr>
        <w:t xml:space="preserve"> - </w:t>
      </w:r>
      <w:r w:rsidR="00D45E0E" w:rsidRPr="007277FF">
        <w:rPr>
          <w:rtl/>
        </w:rPr>
        <w:t>الكافي ج 2 ص 299</w:t>
      </w:r>
    </w:p>
    <w:p w:rsidR="00AC7755" w:rsidRDefault="00CC15EB" w:rsidP="00AC7755">
      <w:pPr>
        <w:pStyle w:val="libFootnote0"/>
        <w:rPr>
          <w:rtl/>
        </w:rPr>
      </w:pPr>
      <w:r>
        <w:rPr>
          <w:rtl/>
        </w:rPr>
        <w:t>-</w:t>
      </w:r>
      <w:r w:rsidR="00D45E0E" w:rsidRPr="00DA0376">
        <w:rPr>
          <w:rtl/>
        </w:rPr>
        <w:t xml:space="preserve"> 369</w:t>
      </w:r>
      <w:r>
        <w:rPr>
          <w:rtl/>
        </w:rPr>
        <w:t xml:space="preserve"> - </w:t>
      </w:r>
      <w:r w:rsidR="00D45E0E" w:rsidRPr="00DA0376">
        <w:rPr>
          <w:rtl/>
        </w:rPr>
        <w:t>الاستبصار ج 4 ص 212 الكافي ج 2 ص 299 الفقيه ج 4 ص 51</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الكبائر كلها إذا أقيم عليهم الحد مرتين قتلوا في الثالثة.</w:t>
      </w:r>
    </w:p>
    <w:p w:rsidR="00AC7755" w:rsidRDefault="00D45E0E" w:rsidP="00AC7755">
      <w:pPr>
        <w:pStyle w:val="libNormal"/>
        <w:rPr>
          <w:rtl/>
        </w:rPr>
      </w:pPr>
      <w:r w:rsidRPr="00D95A45">
        <w:rPr>
          <w:rtl/>
        </w:rPr>
        <w:t>(370) 27</w:t>
      </w:r>
      <w:r w:rsidR="00CC15EB">
        <w:rPr>
          <w:rtl/>
        </w:rPr>
        <w:t xml:space="preserve"> - </w:t>
      </w:r>
      <w:r w:rsidRPr="00D95A45">
        <w:rPr>
          <w:rtl/>
        </w:rPr>
        <w:t>الحسين بن سعيد عن محمد بن الفضيل عن ابي الصباح الكناني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 xml:space="preserve">كان النبي </w:t>
      </w:r>
      <w:r w:rsidR="00AC7755" w:rsidRPr="00AC7755">
        <w:rPr>
          <w:rStyle w:val="libAlaemChar"/>
          <w:rtl/>
        </w:rPr>
        <w:t>صلى‌الله‌عليه‌وآله‌وسلم</w:t>
      </w:r>
      <w:r w:rsidRPr="00D95A45">
        <w:rPr>
          <w:rtl/>
        </w:rPr>
        <w:t xml:space="preserve"> إذا أتي بشارب الخمر ضربه فان اتي به ثانية ضربه</w:t>
      </w:r>
      <w:r w:rsidR="00CC15EB">
        <w:rPr>
          <w:rtl/>
        </w:rPr>
        <w:t>،</w:t>
      </w:r>
      <w:r>
        <w:rPr>
          <w:rtl/>
        </w:rPr>
        <w:t xml:space="preserve"> </w:t>
      </w:r>
      <w:r w:rsidRPr="00D95A45">
        <w:rPr>
          <w:rtl/>
        </w:rPr>
        <w:t>فان اتي به ثالثة ضرب عنقه</w:t>
      </w:r>
      <w:r w:rsidR="00CC15EB">
        <w:rPr>
          <w:rtl/>
        </w:rPr>
        <w:t>،</w:t>
      </w:r>
      <w:r>
        <w:rPr>
          <w:rtl/>
        </w:rPr>
        <w:t xml:space="preserve"> </w:t>
      </w:r>
      <w:r w:rsidRPr="00D95A45">
        <w:rPr>
          <w:rtl/>
        </w:rPr>
        <w:t>قلت</w:t>
      </w:r>
      <w:r w:rsidR="00CC15EB">
        <w:rPr>
          <w:rtl/>
        </w:rPr>
        <w:t>:</w:t>
      </w:r>
      <w:r>
        <w:rPr>
          <w:rtl/>
        </w:rPr>
        <w:t xml:space="preserve"> </w:t>
      </w:r>
      <w:r w:rsidRPr="00D95A45">
        <w:rPr>
          <w:rtl/>
        </w:rPr>
        <w:t>النبيذ</w:t>
      </w:r>
      <w:r>
        <w:rPr>
          <w:rtl/>
        </w:rPr>
        <w:t>؟</w:t>
      </w:r>
      <w:r w:rsidRPr="00D95A45">
        <w:rPr>
          <w:rtl/>
        </w:rPr>
        <w:t xml:space="preserve"> قال</w:t>
      </w:r>
      <w:r w:rsidR="00CC15EB">
        <w:rPr>
          <w:rtl/>
        </w:rPr>
        <w:t>:</w:t>
      </w:r>
      <w:r>
        <w:rPr>
          <w:rtl/>
        </w:rPr>
        <w:t xml:space="preserve"> </w:t>
      </w:r>
      <w:r w:rsidRPr="00D95A45">
        <w:rPr>
          <w:rtl/>
        </w:rPr>
        <w:t>إذا اخذ شاربه قد انتشى ضرب ثمانين</w:t>
      </w:r>
      <w:r w:rsidR="00CC15EB">
        <w:rPr>
          <w:rtl/>
        </w:rPr>
        <w:t>،</w:t>
      </w:r>
      <w:r>
        <w:rPr>
          <w:rtl/>
        </w:rPr>
        <w:t xml:space="preserve"> </w:t>
      </w:r>
      <w:r w:rsidRPr="00D95A45">
        <w:rPr>
          <w:rtl/>
        </w:rPr>
        <w:t>قلت</w:t>
      </w:r>
      <w:r w:rsidR="00CC15EB">
        <w:rPr>
          <w:rtl/>
        </w:rPr>
        <w:t>:</w:t>
      </w:r>
      <w:r>
        <w:rPr>
          <w:rtl/>
        </w:rPr>
        <w:t xml:space="preserve"> </w:t>
      </w:r>
      <w:r w:rsidRPr="00D95A45">
        <w:rPr>
          <w:rtl/>
        </w:rPr>
        <w:t>أرأيت ان اخذ به ثانية</w:t>
      </w:r>
      <w:r>
        <w:rPr>
          <w:rtl/>
        </w:rPr>
        <w:t>؟</w:t>
      </w:r>
      <w:r w:rsidRPr="00D95A45">
        <w:rPr>
          <w:rtl/>
        </w:rPr>
        <w:t xml:space="preserve"> قال</w:t>
      </w:r>
      <w:r w:rsidR="00CC15EB">
        <w:rPr>
          <w:rtl/>
        </w:rPr>
        <w:t>:</w:t>
      </w:r>
      <w:r>
        <w:rPr>
          <w:rtl/>
        </w:rPr>
        <w:t xml:space="preserve"> </w:t>
      </w:r>
      <w:r w:rsidRPr="00D95A45">
        <w:rPr>
          <w:rtl/>
        </w:rPr>
        <w:t>اضربه</w:t>
      </w:r>
      <w:r w:rsidR="00CC15EB">
        <w:rPr>
          <w:rtl/>
        </w:rPr>
        <w:t>،</w:t>
      </w:r>
      <w:r>
        <w:rPr>
          <w:rtl/>
        </w:rPr>
        <w:t xml:space="preserve"> </w:t>
      </w:r>
      <w:r w:rsidRPr="00D95A45">
        <w:rPr>
          <w:rtl/>
        </w:rPr>
        <w:t>قلت</w:t>
      </w:r>
      <w:r w:rsidR="00CC15EB">
        <w:rPr>
          <w:rtl/>
        </w:rPr>
        <w:t>:</w:t>
      </w:r>
      <w:r>
        <w:rPr>
          <w:rtl/>
        </w:rPr>
        <w:t xml:space="preserve"> </w:t>
      </w:r>
      <w:r w:rsidRPr="00D95A45">
        <w:rPr>
          <w:rtl/>
        </w:rPr>
        <w:t>فان اخذ به ثالثة</w:t>
      </w:r>
      <w:r>
        <w:rPr>
          <w:rtl/>
        </w:rPr>
        <w:t>؟</w:t>
      </w:r>
      <w:r w:rsidRPr="00D95A45">
        <w:rPr>
          <w:rtl/>
        </w:rPr>
        <w:t xml:space="preserve"> قال</w:t>
      </w:r>
      <w:r w:rsidR="00CC15EB">
        <w:rPr>
          <w:rtl/>
        </w:rPr>
        <w:t>:</w:t>
      </w:r>
      <w:r>
        <w:rPr>
          <w:rtl/>
        </w:rPr>
        <w:t xml:space="preserve"> </w:t>
      </w:r>
      <w:r w:rsidRPr="00D95A45">
        <w:rPr>
          <w:rtl/>
        </w:rPr>
        <w:t>يقتل كما يقتل شارب الخمر</w:t>
      </w:r>
      <w:r w:rsidR="00CC15EB">
        <w:rPr>
          <w:rtl/>
        </w:rPr>
        <w:t>،</w:t>
      </w:r>
      <w:r>
        <w:rPr>
          <w:rtl/>
        </w:rPr>
        <w:t xml:space="preserve"> </w:t>
      </w:r>
      <w:r w:rsidRPr="00D95A45">
        <w:rPr>
          <w:rtl/>
        </w:rPr>
        <w:t>قلت</w:t>
      </w:r>
      <w:r w:rsidR="00CC15EB">
        <w:rPr>
          <w:rtl/>
        </w:rPr>
        <w:t>:</w:t>
      </w:r>
      <w:r>
        <w:rPr>
          <w:rtl/>
        </w:rPr>
        <w:t xml:space="preserve"> </w:t>
      </w:r>
      <w:r w:rsidRPr="00D95A45">
        <w:rPr>
          <w:rtl/>
        </w:rPr>
        <w:t>أرأيت ان اخذ شارب النبيذ ولم يسكر أيجلد</w:t>
      </w:r>
      <w:r>
        <w:rPr>
          <w:rtl/>
        </w:rPr>
        <w:t>؟</w:t>
      </w:r>
      <w:r w:rsidRPr="00D95A45">
        <w:rPr>
          <w:rtl/>
        </w:rPr>
        <w:t xml:space="preserve"> قال</w:t>
      </w:r>
      <w:r w:rsidR="00CC15EB">
        <w:rPr>
          <w:rtl/>
        </w:rPr>
        <w:t>:</w:t>
      </w:r>
      <w:r>
        <w:rPr>
          <w:rtl/>
        </w:rPr>
        <w:t xml:space="preserve"> </w:t>
      </w:r>
      <w:r w:rsidRPr="00D95A45">
        <w:rPr>
          <w:rtl/>
        </w:rPr>
        <w:t>لا.</w:t>
      </w:r>
    </w:p>
    <w:p w:rsidR="00AC7755" w:rsidRDefault="00D45E0E" w:rsidP="00AC7755">
      <w:pPr>
        <w:pStyle w:val="libNormal"/>
        <w:rPr>
          <w:rtl/>
        </w:rPr>
      </w:pPr>
      <w:r w:rsidRPr="00D95A45">
        <w:rPr>
          <w:rtl/>
        </w:rPr>
        <w:t xml:space="preserve"> قال محمد بن الحسن</w:t>
      </w:r>
      <w:r w:rsidR="00CC15EB">
        <w:rPr>
          <w:rtl/>
        </w:rPr>
        <w:t>:</w:t>
      </w:r>
      <w:r>
        <w:rPr>
          <w:rtl/>
        </w:rPr>
        <w:t xml:space="preserve"> </w:t>
      </w:r>
      <w:r w:rsidRPr="00D95A45">
        <w:rPr>
          <w:rtl/>
        </w:rPr>
        <w:t>ما يتضمن هذا الخبر من الفرق ببن النبيذ والخمر وانه لا يجلد فيه الا إذا سكر محمول على ضرب من التقية لان ذلك مذهب فقهاء بعض العامة</w:t>
      </w:r>
      <w:r w:rsidR="00CC15EB">
        <w:rPr>
          <w:rtl/>
        </w:rPr>
        <w:t>،</w:t>
      </w:r>
      <w:r>
        <w:rPr>
          <w:rtl/>
        </w:rPr>
        <w:t xml:space="preserve"> </w:t>
      </w:r>
      <w:r w:rsidRPr="00D95A45">
        <w:rPr>
          <w:rtl/>
        </w:rPr>
        <w:t>لانا قد بينا انه لا فرق بين الخمر والنبيذ في قليله وكثيره وانه يوجب الحد وكذلك الحكم فيما رواه</w:t>
      </w:r>
      <w:r w:rsidR="00CC15EB">
        <w:rPr>
          <w:rtl/>
        </w:rPr>
        <w:t>:</w:t>
      </w:r>
      <w:r>
        <w:rPr>
          <w:rtl/>
        </w:rPr>
        <w:t xml:space="preserve"> </w:t>
      </w:r>
    </w:p>
    <w:p w:rsidR="00AC7755" w:rsidRDefault="00D45E0E" w:rsidP="00AC7755">
      <w:pPr>
        <w:pStyle w:val="libNormal"/>
        <w:rPr>
          <w:rtl/>
        </w:rPr>
      </w:pPr>
      <w:r w:rsidRPr="00D95A45">
        <w:rPr>
          <w:rtl/>
        </w:rPr>
        <w:t>(371) 28</w:t>
      </w:r>
      <w:r w:rsidR="00CC15EB">
        <w:rPr>
          <w:rtl/>
        </w:rPr>
        <w:t xml:space="preserve"> - </w:t>
      </w:r>
      <w:r w:rsidRPr="00D95A45">
        <w:rPr>
          <w:rtl/>
        </w:rPr>
        <w:t>احمد بن محمد بن عيسى عن ابن ابي عمير عن حماد عن الحلبي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قلت</w:t>
      </w:r>
      <w:r w:rsidR="00CC15EB">
        <w:rPr>
          <w:rtl/>
        </w:rPr>
        <w:t>:</w:t>
      </w:r>
      <w:r>
        <w:rPr>
          <w:rtl/>
        </w:rPr>
        <w:t xml:space="preserve"> </w:t>
      </w:r>
      <w:r w:rsidRPr="00D95A45">
        <w:rPr>
          <w:rtl/>
        </w:rPr>
        <w:t>أرأيت ان اخذ شارب النبيذ ولم يسكر أيجلد ثمانين</w:t>
      </w:r>
      <w:r>
        <w:rPr>
          <w:rtl/>
        </w:rPr>
        <w:t>؟</w:t>
      </w:r>
      <w:r w:rsidRPr="00D95A45">
        <w:rPr>
          <w:rtl/>
        </w:rPr>
        <w:t xml:space="preserve"> قال</w:t>
      </w:r>
      <w:r w:rsidR="00CC15EB">
        <w:rPr>
          <w:rtl/>
        </w:rPr>
        <w:t>:</w:t>
      </w:r>
      <w:r>
        <w:rPr>
          <w:rtl/>
        </w:rPr>
        <w:t xml:space="preserve"> </w:t>
      </w:r>
      <w:r w:rsidRPr="00D95A45">
        <w:rPr>
          <w:rtl/>
        </w:rPr>
        <w:t>لا</w:t>
      </w:r>
      <w:r w:rsidR="00CC15EB">
        <w:rPr>
          <w:rtl/>
        </w:rPr>
        <w:t>،</w:t>
      </w:r>
      <w:r>
        <w:rPr>
          <w:rtl/>
        </w:rPr>
        <w:t xml:space="preserve"> </w:t>
      </w:r>
      <w:r w:rsidRPr="00D95A45">
        <w:rPr>
          <w:rtl/>
        </w:rPr>
        <w:t>وكل مسكر حرام.</w:t>
      </w:r>
    </w:p>
    <w:p w:rsidR="00AC7755" w:rsidRDefault="00D45E0E" w:rsidP="00AC7755">
      <w:pPr>
        <w:pStyle w:val="libNormal"/>
        <w:rPr>
          <w:rtl/>
        </w:rPr>
      </w:pPr>
      <w:r w:rsidRPr="00D95A45">
        <w:rPr>
          <w:rtl/>
        </w:rPr>
        <w:t xml:space="preserve"> فالوجه فيه ايضا التقية حسب ما قدمناه فاما ما رواه</w:t>
      </w:r>
      <w:r w:rsidR="00CC15EB">
        <w:rPr>
          <w:rtl/>
        </w:rPr>
        <w:t>:</w:t>
      </w:r>
      <w:r>
        <w:rPr>
          <w:rtl/>
        </w:rPr>
        <w:t xml:space="preserve"> </w:t>
      </w:r>
    </w:p>
    <w:p w:rsidR="00AC7755" w:rsidRDefault="00D45E0E" w:rsidP="00AC7755">
      <w:pPr>
        <w:pStyle w:val="libNormal"/>
        <w:rPr>
          <w:rtl/>
        </w:rPr>
      </w:pPr>
      <w:r w:rsidRPr="00D95A45">
        <w:rPr>
          <w:rtl/>
        </w:rPr>
        <w:t>(372) 29</w:t>
      </w:r>
      <w:r w:rsidR="00CC15EB">
        <w:rPr>
          <w:rtl/>
        </w:rPr>
        <w:t xml:space="preserve"> - </w:t>
      </w:r>
      <w:r w:rsidRPr="00D95A45">
        <w:rPr>
          <w:rtl/>
        </w:rPr>
        <w:t>الحسين بن سعيد عن فضالة عن العلا عن محمد بن مسلم قال</w:t>
      </w:r>
      <w:r w:rsidR="00CC15EB">
        <w:rPr>
          <w:rtl/>
        </w:rPr>
        <w:t>:</w:t>
      </w:r>
      <w:r>
        <w:rPr>
          <w:rtl/>
        </w:rPr>
        <w:t xml:space="preserve"> </w:t>
      </w:r>
      <w:r w:rsidRPr="00D95A45">
        <w:rPr>
          <w:rtl/>
        </w:rPr>
        <w:t>سألته عن الشارب فقال</w:t>
      </w:r>
      <w:r w:rsidR="00CC15EB">
        <w:rPr>
          <w:rtl/>
        </w:rPr>
        <w:t>:</w:t>
      </w:r>
      <w:r>
        <w:rPr>
          <w:rtl/>
        </w:rPr>
        <w:t xml:space="preserve"> </w:t>
      </w:r>
      <w:r w:rsidRPr="00D95A45">
        <w:rPr>
          <w:rtl/>
        </w:rPr>
        <w:t>أما رجل كانت منه زلة فاني معزره واما آخر يدمن فاني كنت منهكه عقوبة لانه يستحل الحرمات كلها</w:t>
      </w:r>
      <w:r w:rsidR="00CC15EB">
        <w:rPr>
          <w:rtl/>
        </w:rPr>
        <w:t>،</w:t>
      </w:r>
      <w:r>
        <w:rPr>
          <w:rtl/>
        </w:rPr>
        <w:t xml:space="preserve"> </w:t>
      </w:r>
      <w:r w:rsidRPr="00D95A45">
        <w:rPr>
          <w:rtl/>
        </w:rPr>
        <w:t>ولو ترك الناس وذلك لفسدوا.</w:t>
      </w:r>
    </w:p>
    <w:p w:rsidR="00AC7755" w:rsidRDefault="00D45E0E" w:rsidP="00AC7755">
      <w:pPr>
        <w:pStyle w:val="libNormal"/>
        <w:rPr>
          <w:rtl/>
        </w:rPr>
      </w:pPr>
      <w:r w:rsidRPr="00D95A45">
        <w:rPr>
          <w:rtl/>
        </w:rPr>
        <w:t xml:space="preserve"> فهذا الخبر شاذ نادر لا يجوز العمل عليه لمنافاته للاخبار كلها</w:t>
      </w:r>
      <w:r w:rsidR="00CC15EB">
        <w:rPr>
          <w:rtl/>
        </w:rPr>
        <w:t>،</w:t>
      </w:r>
      <w:r>
        <w:rPr>
          <w:rtl/>
        </w:rPr>
        <w:t xml:space="preserve"> </w:t>
      </w:r>
      <w:r w:rsidRPr="00D95A45">
        <w:rPr>
          <w:rtl/>
        </w:rPr>
        <w:t>مع انه ليس</w:t>
      </w:r>
    </w:p>
    <w:p w:rsidR="00AC7755" w:rsidRDefault="00D45E0E" w:rsidP="00AC7755">
      <w:pPr>
        <w:pStyle w:val="libLine"/>
        <w:rPr>
          <w:rtl/>
        </w:rPr>
      </w:pPr>
      <w:r>
        <w:rPr>
          <w:rtl/>
        </w:rPr>
        <w:t>__________________</w:t>
      </w:r>
    </w:p>
    <w:p w:rsidR="00CC15EB" w:rsidRDefault="00D45E0E" w:rsidP="00AC7755">
      <w:pPr>
        <w:pStyle w:val="libFootnote0"/>
        <w:rPr>
          <w:rtl/>
        </w:rPr>
      </w:pPr>
      <w:r>
        <w:rPr>
          <w:rFonts w:hint="cs"/>
          <w:rtl/>
        </w:rPr>
        <w:t>_</w:t>
      </w:r>
      <w:r w:rsidRPr="00D95A45">
        <w:rPr>
          <w:rtl/>
        </w:rPr>
        <w:t xml:space="preserve"> 370</w:t>
      </w:r>
      <w:r w:rsidR="00CC15EB">
        <w:rPr>
          <w:rtl/>
        </w:rPr>
        <w:t xml:space="preserve"> - </w:t>
      </w:r>
      <w:r w:rsidRPr="00D95A45">
        <w:rPr>
          <w:rtl/>
        </w:rPr>
        <w:t>الاستبصار ج 4 ص 235</w:t>
      </w:r>
    </w:p>
    <w:p w:rsidR="00AC7755" w:rsidRDefault="00CC15EB" w:rsidP="00AC7755">
      <w:pPr>
        <w:pStyle w:val="libFootnote0"/>
        <w:rPr>
          <w:rtl/>
        </w:rPr>
      </w:pPr>
      <w:r>
        <w:rPr>
          <w:rtl/>
        </w:rPr>
        <w:t>-</w:t>
      </w:r>
      <w:r w:rsidR="00D45E0E" w:rsidRPr="00DA0376">
        <w:rPr>
          <w:rtl/>
        </w:rPr>
        <w:t xml:space="preserve"> 371</w:t>
      </w:r>
      <w:r>
        <w:rPr>
          <w:rtl/>
        </w:rPr>
        <w:t xml:space="preserve"> - </w:t>
      </w:r>
      <w:r w:rsidR="00D45E0E" w:rsidRPr="00DA0376">
        <w:rPr>
          <w:rtl/>
        </w:rPr>
        <w:t>372</w:t>
      </w:r>
      <w:r>
        <w:rPr>
          <w:rtl/>
        </w:rPr>
        <w:t xml:space="preserve"> - </w:t>
      </w:r>
      <w:r w:rsidR="00D45E0E" w:rsidRPr="00DA0376">
        <w:rPr>
          <w:rtl/>
        </w:rPr>
        <w:t>الاستبصار ج 4 ص 236</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في ظاهر الخبر اكثر من انه سأله عن الشارب ولم يبين له هل هو شارب خمر أو نبيذ أو شراب آخر </w:t>
      </w:r>
    </w:p>
    <w:p w:rsidR="00AC7755" w:rsidRDefault="00D45E0E" w:rsidP="00AC7755">
      <w:pPr>
        <w:pStyle w:val="libNormal"/>
        <w:rPr>
          <w:rtl/>
        </w:rPr>
      </w:pPr>
      <w:r w:rsidRPr="00DA0376">
        <w:rPr>
          <w:rtl/>
        </w:rPr>
        <w:t>ويحتمل ان يكون هذا الحكم مختصا بمن شرب بعض الاشربة المحرمة وان لم يكن مسكرا</w:t>
      </w:r>
      <w:r w:rsidR="00CC15EB">
        <w:rPr>
          <w:rtl/>
        </w:rPr>
        <w:t>،</w:t>
      </w:r>
      <w:r>
        <w:rPr>
          <w:rtl/>
        </w:rPr>
        <w:t xml:space="preserve"> </w:t>
      </w:r>
      <w:r w:rsidRPr="00DA0376">
        <w:rPr>
          <w:rtl/>
        </w:rPr>
        <w:t>والذى يكشف عما ذكرناه من ان حكم النبيذ في قليله حكم الكثير وان حكمه حكم الخمر على السواء ما رواه</w:t>
      </w:r>
      <w:r w:rsidR="00CC15EB">
        <w:rPr>
          <w:rtl/>
        </w:rPr>
        <w:t>:</w:t>
      </w:r>
      <w:r>
        <w:rPr>
          <w:rtl/>
        </w:rPr>
        <w:t xml:space="preserve"> </w:t>
      </w:r>
    </w:p>
    <w:p w:rsidR="00AC7755" w:rsidRDefault="00D45E0E" w:rsidP="00AC7755">
      <w:pPr>
        <w:pStyle w:val="libNormal"/>
        <w:rPr>
          <w:rtl/>
        </w:rPr>
      </w:pPr>
      <w:r w:rsidRPr="00D95A45">
        <w:rPr>
          <w:rtl/>
        </w:rPr>
        <w:t>(373) 30</w:t>
      </w:r>
      <w:r w:rsidR="00CC15EB">
        <w:rPr>
          <w:rtl/>
        </w:rPr>
        <w:t xml:space="preserve"> - </w:t>
      </w:r>
      <w:r w:rsidRPr="00D95A45">
        <w:rPr>
          <w:rtl/>
        </w:rPr>
        <w:t xml:space="preserve">يونس عن هشام بن ابراهيم المشرقي عمن رواه عن ابى عبد الله </w:t>
      </w:r>
      <w:r w:rsidR="00AC7755" w:rsidRPr="00AC7755">
        <w:rPr>
          <w:rStyle w:val="libAlaemChar"/>
          <w:rtl/>
        </w:rPr>
        <w:t>عليه‌السلام</w:t>
      </w:r>
      <w:r w:rsidRPr="00D95A45">
        <w:rPr>
          <w:rtl/>
        </w:rPr>
        <w:t xml:space="preserve"> انه قال</w:t>
      </w:r>
      <w:r w:rsidR="00CC15EB">
        <w:rPr>
          <w:rtl/>
        </w:rPr>
        <w:t>:</w:t>
      </w:r>
      <w:r>
        <w:rPr>
          <w:rtl/>
        </w:rPr>
        <w:t xml:space="preserve"> </w:t>
      </w:r>
      <w:r w:rsidRPr="00D95A45">
        <w:rPr>
          <w:rtl/>
        </w:rPr>
        <w:t xml:space="preserve">كان امير المؤمنين </w:t>
      </w:r>
      <w:r w:rsidR="00AC7755" w:rsidRPr="00AC7755">
        <w:rPr>
          <w:rStyle w:val="libAlaemChar"/>
          <w:rtl/>
        </w:rPr>
        <w:t>عليه‌السلام</w:t>
      </w:r>
      <w:r w:rsidRPr="00D95A45">
        <w:rPr>
          <w:rtl/>
        </w:rPr>
        <w:t xml:space="preserve"> يجلد في قليل النبيذ كما يجلد في قليل الخمر</w:t>
      </w:r>
      <w:r w:rsidR="00CC15EB">
        <w:rPr>
          <w:rtl/>
        </w:rPr>
        <w:t>،</w:t>
      </w:r>
      <w:r>
        <w:rPr>
          <w:rtl/>
        </w:rPr>
        <w:t xml:space="preserve"> </w:t>
      </w:r>
      <w:r w:rsidRPr="00D95A45">
        <w:rPr>
          <w:rtl/>
        </w:rPr>
        <w:t>ويقتل في الثالثة من النبيذ كما يقتل في الثالثة من الخمر.</w:t>
      </w:r>
    </w:p>
    <w:p w:rsidR="00AC7755" w:rsidRDefault="00D45E0E" w:rsidP="00AC7755">
      <w:pPr>
        <w:pStyle w:val="libNormal"/>
        <w:rPr>
          <w:rtl/>
        </w:rPr>
      </w:pPr>
      <w:r w:rsidRPr="00D95A45">
        <w:rPr>
          <w:rtl/>
        </w:rPr>
        <w:t>(374) 31</w:t>
      </w:r>
      <w:r w:rsidR="00CC15EB">
        <w:rPr>
          <w:rtl/>
        </w:rPr>
        <w:t xml:space="preserve"> - </w:t>
      </w:r>
      <w:r w:rsidRPr="00D95A45">
        <w:rPr>
          <w:rtl/>
        </w:rPr>
        <w:t>يونس عن ابن مسكان عن سليمان بن خالد قال</w:t>
      </w:r>
      <w:r w:rsidR="00CC15EB">
        <w:rPr>
          <w:rtl/>
        </w:rPr>
        <w:t>:</w:t>
      </w:r>
      <w:r>
        <w:rPr>
          <w:rtl/>
        </w:rPr>
        <w:t xml:space="preserve"> </w:t>
      </w:r>
      <w:r w:rsidRPr="00D95A45">
        <w:rPr>
          <w:rtl/>
        </w:rPr>
        <w:t xml:space="preserve">كان امير المؤمنين </w:t>
      </w:r>
      <w:r w:rsidR="00AC7755" w:rsidRPr="00AC7755">
        <w:rPr>
          <w:rStyle w:val="libAlaemChar"/>
          <w:rtl/>
        </w:rPr>
        <w:t>عليه‌السلام</w:t>
      </w:r>
      <w:r w:rsidRPr="00D95A45">
        <w:rPr>
          <w:rtl/>
        </w:rPr>
        <w:t xml:space="preserve"> يضرب في النبيذ المسكر ثمانين كما يضرب في الخمر ويقتل في الثالثة كما يقتل صاحب الخمر.</w:t>
      </w:r>
    </w:p>
    <w:p w:rsidR="00AC7755" w:rsidRDefault="00D45E0E" w:rsidP="00AC7755">
      <w:pPr>
        <w:pStyle w:val="libNormal"/>
        <w:rPr>
          <w:rtl/>
        </w:rPr>
      </w:pPr>
      <w:r w:rsidRPr="00D95A45">
        <w:rPr>
          <w:rtl/>
        </w:rPr>
        <w:t>(375) 32</w:t>
      </w:r>
      <w:r w:rsidR="00CC15EB">
        <w:rPr>
          <w:rtl/>
        </w:rPr>
        <w:t xml:space="preserve"> - </w:t>
      </w:r>
      <w:r w:rsidRPr="00D95A45">
        <w:rPr>
          <w:rtl/>
        </w:rPr>
        <w:t>عنه عن ابي ايوب عن محمد بن مسلم قال</w:t>
      </w:r>
      <w:r w:rsidR="00CC15EB">
        <w:rPr>
          <w:rtl/>
        </w:rPr>
        <w:t>:</w:t>
      </w:r>
      <w:r>
        <w:rPr>
          <w:rtl/>
        </w:rPr>
        <w:t xml:space="preserve"> </w:t>
      </w:r>
      <w:r w:rsidRPr="00D95A45">
        <w:rPr>
          <w:rtl/>
        </w:rPr>
        <w:t xml:space="preserve">قلت لابي جعفر </w:t>
      </w:r>
      <w:r w:rsidR="00AC7755" w:rsidRPr="00AC7755">
        <w:rPr>
          <w:rStyle w:val="libAlaemChar"/>
          <w:rtl/>
        </w:rPr>
        <w:t>عليه‌السلام</w:t>
      </w:r>
      <w:r w:rsidR="00CC15EB">
        <w:rPr>
          <w:rtl/>
        </w:rPr>
        <w:t>:</w:t>
      </w:r>
      <w:r>
        <w:rPr>
          <w:rtl/>
        </w:rPr>
        <w:t xml:space="preserve"> </w:t>
      </w:r>
      <w:r w:rsidRPr="00D95A45">
        <w:rPr>
          <w:rtl/>
        </w:rPr>
        <w:t>رجل دعوناه إلى جملة ما نحن عليه من جملة الاسلام فأقر به ثم شرب الخمر وزنى وأكل الربا ولم يبين له شئ من الحلال والحرام اقيم عليه الحد إذا جهله</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لا الا ان تقوم عليه بينة انه قد كان اقر بتحريمها.</w:t>
      </w:r>
    </w:p>
    <w:p w:rsidR="00AC7755" w:rsidRDefault="00D45E0E" w:rsidP="00AC7755">
      <w:pPr>
        <w:pStyle w:val="libNormal"/>
        <w:rPr>
          <w:rtl/>
        </w:rPr>
      </w:pPr>
      <w:r w:rsidRPr="00D95A45">
        <w:rPr>
          <w:rtl/>
        </w:rPr>
        <w:t>(376) 33</w:t>
      </w:r>
      <w:r w:rsidR="00CC15EB">
        <w:rPr>
          <w:rtl/>
        </w:rPr>
        <w:t xml:space="preserve"> - </w:t>
      </w:r>
      <w:r w:rsidRPr="00D95A45">
        <w:rPr>
          <w:rtl/>
        </w:rPr>
        <w:t xml:space="preserve">احمد بن محمد عن البرقى عن النوفلي عن السكوني عن جعفر عن ابيه عن علي </w:t>
      </w:r>
      <w:r w:rsidR="00AC7755" w:rsidRPr="00AC7755">
        <w:rPr>
          <w:rStyle w:val="libAlaemChar"/>
          <w:rtl/>
        </w:rPr>
        <w:t>عليه‌السلام</w:t>
      </w:r>
      <w:r w:rsidRPr="00D95A45">
        <w:rPr>
          <w:rtl/>
        </w:rPr>
        <w:t xml:space="preserve"> انه اتي بشارب الخمر واستقرأه القرآن فقرأ فاخذ رداءه فألقاه مع اردية الناس وقال له</w:t>
      </w:r>
      <w:r w:rsidR="00CC15EB">
        <w:rPr>
          <w:rtl/>
        </w:rPr>
        <w:t>:</w:t>
      </w:r>
      <w:r>
        <w:rPr>
          <w:rtl/>
        </w:rPr>
        <w:t xml:space="preserve"> </w:t>
      </w:r>
      <w:r w:rsidRPr="00D95A45">
        <w:rPr>
          <w:rtl/>
        </w:rPr>
        <w:t>خلص رداءك فلم يخلصه فحده.</w:t>
      </w:r>
    </w:p>
    <w:p w:rsidR="00AC7755" w:rsidRDefault="00D45E0E" w:rsidP="00AC7755">
      <w:pPr>
        <w:pStyle w:val="libNormal"/>
        <w:rPr>
          <w:rtl/>
        </w:rPr>
      </w:pPr>
      <w:r w:rsidRPr="00D95A45">
        <w:rPr>
          <w:rtl/>
        </w:rPr>
        <w:t>(377) 34</w:t>
      </w:r>
      <w:r w:rsidR="00CC15EB">
        <w:rPr>
          <w:rtl/>
        </w:rPr>
        <w:t xml:space="preserve"> - </w:t>
      </w:r>
      <w:r w:rsidRPr="00D95A45">
        <w:rPr>
          <w:rtl/>
        </w:rPr>
        <w:t>احمد بن محمد عن الحسين بن سعيد عن ابن سنان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373</w:t>
      </w:r>
      <w:r>
        <w:rPr>
          <w:rFonts w:hint="cs"/>
          <w:rtl/>
        </w:rPr>
        <w:t xml:space="preserve"> - </w:t>
      </w:r>
      <w:r w:rsidR="00D45E0E" w:rsidRPr="007277FF">
        <w:rPr>
          <w:rtl/>
        </w:rPr>
        <w:t>374</w:t>
      </w:r>
      <w:r>
        <w:rPr>
          <w:rtl/>
        </w:rPr>
        <w:t xml:space="preserve"> - </w:t>
      </w:r>
      <w:r w:rsidR="00D45E0E" w:rsidRPr="007277FF">
        <w:rPr>
          <w:rtl/>
        </w:rPr>
        <w:t>الاستبصار ج 4 ص 235</w:t>
      </w:r>
    </w:p>
    <w:p w:rsidR="00CC15EB" w:rsidRDefault="00CC15EB" w:rsidP="00AC7755">
      <w:pPr>
        <w:pStyle w:val="libFootnote0"/>
        <w:rPr>
          <w:rtl/>
        </w:rPr>
      </w:pPr>
      <w:r>
        <w:rPr>
          <w:rtl/>
        </w:rPr>
        <w:t>-</w:t>
      </w:r>
      <w:r w:rsidR="00D45E0E" w:rsidRPr="007277FF">
        <w:rPr>
          <w:rtl/>
        </w:rPr>
        <w:t xml:space="preserve"> 375</w:t>
      </w:r>
      <w:r>
        <w:rPr>
          <w:rtl/>
        </w:rPr>
        <w:t xml:space="preserve"> - </w:t>
      </w:r>
      <w:r w:rsidR="00D45E0E" w:rsidRPr="007277FF">
        <w:rPr>
          <w:rtl/>
        </w:rPr>
        <w:t>الكافي ج 2 ص 308</w:t>
      </w:r>
    </w:p>
    <w:p w:rsidR="00CC15EB" w:rsidRDefault="00CC15EB" w:rsidP="00AC7755">
      <w:pPr>
        <w:pStyle w:val="libFootnote0"/>
        <w:rPr>
          <w:rtl/>
        </w:rPr>
      </w:pPr>
      <w:r>
        <w:rPr>
          <w:rtl/>
        </w:rPr>
        <w:t>-</w:t>
      </w:r>
      <w:r w:rsidR="00D45E0E" w:rsidRPr="007277FF">
        <w:rPr>
          <w:rtl/>
        </w:rPr>
        <w:t xml:space="preserve"> 376</w:t>
      </w:r>
      <w:r>
        <w:rPr>
          <w:rtl/>
        </w:rPr>
        <w:t xml:space="preserve"> - </w:t>
      </w:r>
      <w:r w:rsidR="00D45E0E" w:rsidRPr="007277FF">
        <w:rPr>
          <w:rtl/>
        </w:rPr>
        <w:t>الاستبصار ج 4 ص 236 الفقيه ج 4 ص 53</w:t>
      </w:r>
    </w:p>
    <w:p w:rsidR="00AC7755" w:rsidRDefault="00CC15EB" w:rsidP="00AC7755">
      <w:pPr>
        <w:pStyle w:val="libFootnote0"/>
        <w:rPr>
          <w:rtl/>
        </w:rPr>
      </w:pPr>
      <w:r>
        <w:rPr>
          <w:rtl/>
        </w:rPr>
        <w:t>-</w:t>
      </w:r>
      <w:r w:rsidR="00D45E0E" w:rsidRPr="00DA0376">
        <w:rPr>
          <w:rtl/>
        </w:rPr>
        <w:t xml:space="preserve"> 377</w:t>
      </w:r>
      <w:r>
        <w:rPr>
          <w:rtl/>
        </w:rPr>
        <w:t xml:space="preserve"> - </w:t>
      </w:r>
      <w:r w:rsidR="00D45E0E" w:rsidRPr="00DA0376">
        <w:rPr>
          <w:rtl/>
        </w:rPr>
        <w:t>الكافي ج 2 ص 197</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عن الحسين القلانسي قال</w:t>
      </w:r>
      <w:r w:rsidR="00CC15EB">
        <w:rPr>
          <w:rtl/>
        </w:rPr>
        <w:t>:</w:t>
      </w:r>
      <w:r>
        <w:rPr>
          <w:rtl/>
        </w:rPr>
        <w:t xml:space="preserve"> </w:t>
      </w:r>
      <w:r w:rsidRPr="00DA0376">
        <w:rPr>
          <w:rtl/>
        </w:rPr>
        <w:t xml:space="preserve">كتبت إلى ابي الحسن الماضي </w:t>
      </w:r>
      <w:r w:rsidR="00AC7755" w:rsidRPr="00AC7755">
        <w:rPr>
          <w:rStyle w:val="libAlaemChar"/>
          <w:rtl/>
        </w:rPr>
        <w:t>عليه‌السلام</w:t>
      </w:r>
      <w:r w:rsidRPr="00DA0376">
        <w:rPr>
          <w:rtl/>
        </w:rPr>
        <w:t xml:space="preserve"> اسأله عن الفقاع فقال</w:t>
      </w:r>
      <w:r w:rsidR="00CC15EB">
        <w:rPr>
          <w:rtl/>
        </w:rPr>
        <w:t>:</w:t>
      </w:r>
      <w:r>
        <w:rPr>
          <w:rtl/>
        </w:rPr>
        <w:t xml:space="preserve"> </w:t>
      </w:r>
      <w:r w:rsidRPr="00DA0376">
        <w:rPr>
          <w:rtl/>
        </w:rPr>
        <w:t>لا تقربه فانه من الخمر.</w:t>
      </w:r>
    </w:p>
    <w:p w:rsidR="00AC7755" w:rsidRDefault="00D45E0E" w:rsidP="00AC7755">
      <w:pPr>
        <w:pStyle w:val="libNormal"/>
        <w:rPr>
          <w:rtl/>
        </w:rPr>
      </w:pPr>
      <w:r w:rsidRPr="00D95A45">
        <w:rPr>
          <w:rtl/>
        </w:rPr>
        <w:t>(378) 35</w:t>
      </w:r>
      <w:r w:rsidR="00CC15EB">
        <w:rPr>
          <w:rtl/>
        </w:rPr>
        <w:t xml:space="preserve"> - </w:t>
      </w:r>
      <w:r w:rsidRPr="00D95A45">
        <w:rPr>
          <w:rtl/>
        </w:rPr>
        <w:t xml:space="preserve">محمد بن احمد بن يحيى عن ابي عبد الله عن منصور ابن العباس عن عمرو بن سعيد عن ابن فضال وابن الجهم عن ابي الحسن </w:t>
      </w:r>
      <w:r w:rsidR="00AC7755" w:rsidRPr="00AC7755">
        <w:rPr>
          <w:rStyle w:val="libAlaemChar"/>
          <w:rtl/>
        </w:rPr>
        <w:t>عليه‌السلام</w:t>
      </w:r>
      <w:r w:rsidRPr="00D95A45">
        <w:rPr>
          <w:rtl/>
        </w:rPr>
        <w:t xml:space="preserve"> قالا</w:t>
      </w:r>
      <w:r w:rsidR="00CC15EB">
        <w:rPr>
          <w:rtl/>
        </w:rPr>
        <w:t>:</w:t>
      </w:r>
      <w:r>
        <w:rPr>
          <w:rtl/>
        </w:rPr>
        <w:t xml:space="preserve"> </w:t>
      </w:r>
      <w:r w:rsidRPr="00D95A45">
        <w:rPr>
          <w:rtl/>
        </w:rPr>
        <w:t>سألناه عن الفقاع فقال</w:t>
      </w:r>
      <w:r w:rsidR="00CC15EB">
        <w:rPr>
          <w:rtl/>
        </w:rPr>
        <w:t>:</w:t>
      </w:r>
      <w:r>
        <w:rPr>
          <w:rtl/>
        </w:rPr>
        <w:t xml:space="preserve"> </w:t>
      </w:r>
      <w:r w:rsidRPr="00D95A45">
        <w:rPr>
          <w:rtl/>
        </w:rPr>
        <w:t>خمر وفيه حد شارب الخمر.</w:t>
      </w:r>
    </w:p>
    <w:p w:rsidR="00AC7755" w:rsidRDefault="00D45E0E" w:rsidP="00AC7755">
      <w:pPr>
        <w:pStyle w:val="libNormal"/>
        <w:rPr>
          <w:rtl/>
        </w:rPr>
      </w:pPr>
      <w:r w:rsidRPr="00D95A45">
        <w:rPr>
          <w:rtl/>
        </w:rPr>
        <w:t>(379) 36</w:t>
      </w:r>
      <w:r w:rsidR="00CC15EB">
        <w:rPr>
          <w:rtl/>
        </w:rPr>
        <w:t xml:space="preserve"> - </w:t>
      </w:r>
      <w:r w:rsidRPr="00D95A45">
        <w:rPr>
          <w:rtl/>
        </w:rPr>
        <w:t xml:space="preserve">محمد بن الحسن الصفار عن محمد بن الحسين عن محمد ابن اسماعيل بن بزيع عن أبي الحسن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الفقاع فقال</w:t>
      </w:r>
      <w:r w:rsidR="00CC15EB">
        <w:rPr>
          <w:rtl/>
        </w:rPr>
        <w:t>:</w:t>
      </w:r>
      <w:r>
        <w:rPr>
          <w:rtl/>
        </w:rPr>
        <w:t xml:space="preserve"> </w:t>
      </w:r>
      <w:r w:rsidRPr="00D95A45">
        <w:rPr>
          <w:rtl/>
        </w:rPr>
        <w:t>خمر وفيه حد شارب الخمر.</w:t>
      </w:r>
    </w:p>
    <w:p w:rsidR="00AC7755" w:rsidRDefault="00D45E0E" w:rsidP="00AC7755">
      <w:pPr>
        <w:pStyle w:val="libNormal"/>
        <w:rPr>
          <w:rtl/>
        </w:rPr>
      </w:pPr>
      <w:r w:rsidRPr="00D95A45">
        <w:rPr>
          <w:rtl/>
        </w:rPr>
        <w:t>(380) 37</w:t>
      </w:r>
      <w:r w:rsidR="00CC15EB">
        <w:rPr>
          <w:rtl/>
        </w:rPr>
        <w:t xml:space="preserve"> - </w:t>
      </w:r>
      <w:r w:rsidRPr="00D95A45">
        <w:rPr>
          <w:rtl/>
        </w:rPr>
        <w:t xml:space="preserve">محمد بن احمد بن </w:t>
      </w:r>
      <w:r>
        <w:rPr>
          <w:rtl/>
        </w:rPr>
        <w:t>يحيى عن يعقوب عن يحيى بن المبار</w:t>
      </w:r>
      <w:r w:rsidRPr="00D95A45">
        <w:rPr>
          <w:rtl/>
        </w:rPr>
        <w:t>ك عن عبد الله بن جبلة عن ابي جميلة عن اسحاق بن عمار وسماعة عن ابي بصير قال</w:t>
      </w:r>
      <w:r w:rsidR="00CC15EB">
        <w:rPr>
          <w:rtl/>
        </w:rPr>
        <w:t>:</w:t>
      </w:r>
      <w:r>
        <w:rPr>
          <w:rtl/>
        </w:rPr>
        <w:t xml:space="preserve"> </w:t>
      </w:r>
      <w:r w:rsidRPr="00D95A45">
        <w:rPr>
          <w:rtl/>
        </w:rPr>
        <w:t>قلت</w:t>
      </w:r>
      <w:r w:rsidR="00CC15EB">
        <w:rPr>
          <w:rtl/>
        </w:rPr>
        <w:t>:</w:t>
      </w:r>
      <w:r>
        <w:rPr>
          <w:rtl/>
        </w:rPr>
        <w:t xml:space="preserve"> </w:t>
      </w:r>
      <w:r w:rsidRPr="00D95A45">
        <w:rPr>
          <w:rtl/>
        </w:rPr>
        <w:t>آكل الربا بعد البينة</w:t>
      </w:r>
      <w:r>
        <w:rPr>
          <w:rtl/>
        </w:rPr>
        <w:t>؟</w:t>
      </w:r>
      <w:r w:rsidRPr="00D95A45">
        <w:rPr>
          <w:rtl/>
        </w:rPr>
        <w:t xml:space="preserve"> قال</w:t>
      </w:r>
      <w:r w:rsidR="00CC15EB">
        <w:rPr>
          <w:rtl/>
        </w:rPr>
        <w:t>:</w:t>
      </w:r>
      <w:r>
        <w:rPr>
          <w:rtl/>
        </w:rPr>
        <w:t xml:space="preserve"> </w:t>
      </w:r>
    </w:p>
    <w:p w:rsidR="00AC7755" w:rsidRDefault="00D45E0E" w:rsidP="00AC7755">
      <w:pPr>
        <w:pStyle w:val="libNormal"/>
        <w:rPr>
          <w:rtl/>
        </w:rPr>
      </w:pPr>
      <w:r w:rsidRPr="00D95A45">
        <w:rPr>
          <w:rtl/>
        </w:rPr>
        <w:t>(381) 38</w:t>
      </w:r>
      <w:r w:rsidR="00CC15EB">
        <w:rPr>
          <w:rtl/>
        </w:rPr>
        <w:t xml:space="preserve"> - </w:t>
      </w:r>
      <w:r w:rsidRPr="00D95A45">
        <w:rPr>
          <w:rtl/>
        </w:rPr>
        <w:t xml:space="preserve">وبهذا الاسناد عن اسحاق بن عمار عن ابي عبد الله </w:t>
      </w:r>
      <w:r w:rsidR="00AC7755" w:rsidRPr="00AC7755">
        <w:rPr>
          <w:rStyle w:val="libAlaemChar"/>
          <w:rtl/>
        </w:rPr>
        <w:t>عليه‌السلام</w:t>
      </w:r>
      <w:r w:rsidRPr="00D95A45">
        <w:rPr>
          <w:rtl/>
        </w:rPr>
        <w:t xml:space="preserve"> انه قال</w:t>
      </w:r>
      <w:r w:rsidR="00CC15EB">
        <w:rPr>
          <w:rtl/>
        </w:rPr>
        <w:t>:</w:t>
      </w:r>
      <w:r>
        <w:rPr>
          <w:rtl/>
        </w:rPr>
        <w:t xml:space="preserve"> </w:t>
      </w:r>
      <w:r w:rsidRPr="00D95A45">
        <w:rPr>
          <w:rtl/>
        </w:rPr>
        <w:t>آكل الميتة والدم ولحم الخنزير عليهم ادب</w:t>
      </w:r>
      <w:r w:rsidR="00CC15EB">
        <w:rPr>
          <w:rtl/>
        </w:rPr>
        <w:t>،</w:t>
      </w:r>
      <w:r>
        <w:rPr>
          <w:rtl/>
        </w:rPr>
        <w:t xml:space="preserve"> </w:t>
      </w:r>
      <w:r w:rsidRPr="00D95A45">
        <w:rPr>
          <w:rtl/>
        </w:rPr>
        <w:t>فان عاد أدب قلت</w:t>
      </w:r>
      <w:r w:rsidR="00CC15EB">
        <w:rPr>
          <w:rtl/>
        </w:rPr>
        <w:t>:</w:t>
      </w:r>
      <w:r>
        <w:rPr>
          <w:rtl/>
        </w:rPr>
        <w:t xml:space="preserve"> </w:t>
      </w:r>
      <w:r w:rsidRPr="00D95A45">
        <w:rPr>
          <w:rtl/>
        </w:rPr>
        <w:t>فان عاد يؤدب</w:t>
      </w:r>
      <w:r>
        <w:rPr>
          <w:rtl/>
        </w:rPr>
        <w:t>؟</w:t>
      </w:r>
      <w:r w:rsidRPr="00D95A45">
        <w:rPr>
          <w:rtl/>
        </w:rPr>
        <w:t xml:space="preserve"> قال</w:t>
      </w:r>
      <w:r>
        <w:rPr>
          <w:rtl/>
        </w:rPr>
        <w:t>؟</w:t>
      </w:r>
      <w:r w:rsidRPr="00D95A45">
        <w:rPr>
          <w:rtl/>
        </w:rPr>
        <w:t xml:space="preserve"> يؤدب وليس عليه حد.</w:t>
      </w:r>
    </w:p>
    <w:p w:rsidR="00AC7755" w:rsidRDefault="00D45E0E" w:rsidP="00AC7755">
      <w:pPr>
        <w:pStyle w:val="libNormal"/>
        <w:rPr>
          <w:rtl/>
        </w:rPr>
      </w:pPr>
      <w:r w:rsidRPr="00D95A45">
        <w:rPr>
          <w:rtl/>
        </w:rPr>
        <w:t>(382) 39</w:t>
      </w:r>
      <w:r w:rsidR="00CC15EB">
        <w:rPr>
          <w:rtl/>
        </w:rPr>
        <w:t xml:space="preserve"> - </w:t>
      </w:r>
      <w:r w:rsidRPr="00D95A45">
        <w:rPr>
          <w:rtl/>
        </w:rPr>
        <w:t xml:space="preserve">علي بن ابراهيم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اتي امير المؤمنين </w:t>
      </w:r>
      <w:r w:rsidR="00AC7755" w:rsidRPr="00AC7755">
        <w:rPr>
          <w:rStyle w:val="libAlaemChar"/>
          <w:rtl/>
        </w:rPr>
        <w:t>عليه‌السلام</w:t>
      </w:r>
      <w:r w:rsidRPr="00D95A45">
        <w:rPr>
          <w:rtl/>
        </w:rPr>
        <w:t xml:space="preserve"> برجل نصراني كان اسلم ومعه خنزير قد شواه وأدرجه بريحان قال</w:t>
      </w:r>
      <w:r w:rsidR="00CC15EB">
        <w:rPr>
          <w:rtl/>
        </w:rPr>
        <w:t>:</w:t>
      </w:r>
      <w:r>
        <w:rPr>
          <w:rtl/>
        </w:rPr>
        <w:t xml:space="preserve"> </w:t>
      </w:r>
      <w:r w:rsidRPr="00D95A45">
        <w:rPr>
          <w:rtl/>
        </w:rPr>
        <w:t>ما حملك على هذا</w:t>
      </w:r>
      <w:r>
        <w:rPr>
          <w:rtl/>
        </w:rPr>
        <w:t>؟</w:t>
      </w:r>
      <w:r w:rsidRPr="00D95A45">
        <w:rPr>
          <w:rtl/>
        </w:rPr>
        <w:t xml:space="preserve"> قال الرجل</w:t>
      </w:r>
      <w:r w:rsidR="00CC15EB">
        <w:rPr>
          <w:rtl/>
        </w:rPr>
        <w:t>:</w:t>
      </w:r>
      <w:r>
        <w:rPr>
          <w:rtl/>
        </w:rPr>
        <w:t xml:space="preserve"> </w:t>
      </w:r>
      <w:r w:rsidRPr="00D95A45">
        <w:rPr>
          <w:rtl/>
        </w:rPr>
        <w:t>مرضت فقرمت إلى اللحم فقال</w:t>
      </w:r>
      <w:r w:rsidR="00CC15EB">
        <w:rPr>
          <w:rtl/>
        </w:rPr>
        <w:t>:</w:t>
      </w:r>
      <w:r>
        <w:rPr>
          <w:rtl/>
        </w:rPr>
        <w:t xml:space="preserve"> </w:t>
      </w:r>
      <w:r w:rsidRPr="00D95A45">
        <w:rPr>
          <w:rtl/>
        </w:rPr>
        <w:t>اين انت عن لحم الماعز</w:t>
      </w:r>
      <w:r>
        <w:rPr>
          <w:rtl/>
        </w:rPr>
        <w:t>؟</w:t>
      </w:r>
      <w:r w:rsidRPr="00D95A45">
        <w:rPr>
          <w:rtl/>
        </w:rPr>
        <w:t xml:space="preserve"> ثم قال</w:t>
      </w:r>
      <w:r w:rsidR="00CC15EB">
        <w:rPr>
          <w:rtl/>
        </w:rPr>
        <w:t>:</w:t>
      </w:r>
      <w:r>
        <w:rPr>
          <w:rtl/>
        </w:rPr>
        <w:t xml:space="preserve"> </w:t>
      </w:r>
      <w:r w:rsidRPr="00D95A45">
        <w:rPr>
          <w:rtl/>
        </w:rPr>
        <w:t>لو انك اكلته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378</w:t>
      </w:r>
      <w:r>
        <w:rPr>
          <w:rtl/>
        </w:rPr>
        <w:t xml:space="preserve"> - </w:t>
      </w:r>
      <w:r w:rsidR="00D45E0E" w:rsidRPr="00D95A45">
        <w:rPr>
          <w:rtl/>
        </w:rPr>
        <w:t>الاستبصار ج 4 ص 95 الكافي ج 2 ص 197</w:t>
      </w:r>
    </w:p>
    <w:p w:rsidR="00CC15EB" w:rsidRDefault="00CC15EB" w:rsidP="00AC7755">
      <w:pPr>
        <w:pStyle w:val="libFootnote0"/>
        <w:rPr>
          <w:rtl/>
        </w:rPr>
      </w:pPr>
      <w:r>
        <w:rPr>
          <w:rtl/>
        </w:rPr>
        <w:t>-</w:t>
      </w:r>
      <w:r w:rsidR="00D45E0E" w:rsidRPr="007277FF">
        <w:rPr>
          <w:rtl/>
        </w:rPr>
        <w:t xml:space="preserve"> 379</w:t>
      </w:r>
      <w:r>
        <w:rPr>
          <w:rtl/>
        </w:rPr>
        <w:t xml:space="preserve"> - </w:t>
      </w:r>
      <w:r w:rsidR="00D45E0E" w:rsidRPr="007277FF">
        <w:rPr>
          <w:rtl/>
        </w:rPr>
        <w:t>الكافي ج 2 ص 198 بسند آخر</w:t>
      </w:r>
    </w:p>
    <w:p w:rsidR="00CC15EB" w:rsidRDefault="00CC15EB" w:rsidP="00AC7755">
      <w:pPr>
        <w:pStyle w:val="libFootnote0"/>
        <w:rPr>
          <w:rtl/>
        </w:rPr>
      </w:pPr>
      <w:r>
        <w:rPr>
          <w:rtl/>
        </w:rPr>
        <w:t>-</w:t>
      </w:r>
      <w:r w:rsidR="00D45E0E" w:rsidRPr="007277FF">
        <w:rPr>
          <w:rtl/>
        </w:rPr>
        <w:t xml:space="preserve"> 380</w:t>
      </w:r>
      <w:r>
        <w:rPr>
          <w:rtl/>
        </w:rPr>
        <w:t xml:space="preserve"> - </w:t>
      </w:r>
      <w:r w:rsidR="00D45E0E" w:rsidRPr="007277FF">
        <w:rPr>
          <w:rtl/>
        </w:rPr>
        <w:t>381</w:t>
      </w:r>
      <w:r>
        <w:rPr>
          <w:rtl/>
        </w:rPr>
        <w:t xml:space="preserve"> - </w:t>
      </w:r>
      <w:r w:rsidR="00D45E0E" w:rsidRPr="007277FF">
        <w:rPr>
          <w:rtl/>
        </w:rPr>
        <w:t>الكافي ج 2 ص 305 الفقيه ج 4 ص 50</w:t>
      </w:r>
    </w:p>
    <w:p w:rsidR="00AC7755" w:rsidRDefault="00CC15EB" w:rsidP="00AC7755">
      <w:pPr>
        <w:pStyle w:val="libFootnote0"/>
        <w:rPr>
          <w:rtl/>
        </w:rPr>
      </w:pPr>
      <w:r>
        <w:rPr>
          <w:rtl/>
        </w:rPr>
        <w:t>-</w:t>
      </w:r>
      <w:r w:rsidR="00D45E0E" w:rsidRPr="00DA0376">
        <w:rPr>
          <w:rtl/>
        </w:rPr>
        <w:t xml:space="preserve"> 382</w:t>
      </w:r>
      <w:r>
        <w:rPr>
          <w:rtl/>
        </w:rPr>
        <w:t xml:space="preserve"> - </w:t>
      </w:r>
      <w:r w:rsidR="00D45E0E" w:rsidRPr="00DA0376">
        <w:rPr>
          <w:rtl/>
        </w:rPr>
        <w:t>الكافي ج 2 ص 313</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لأقمت عليك الحد</w:t>
      </w:r>
      <w:r w:rsidR="00CC15EB">
        <w:rPr>
          <w:rtl/>
        </w:rPr>
        <w:t>،</w:t>
      </w:r>
      <w:r>
        <w:rPr>
          <w:rtl/>
        </w:rPr>
        <w:t xml:space="preserve"> </w:t>
      </w:r>
      <w:r w:rsidRPr="007277FF">
        <w:rPr>
          <w:rtl/>
        </w:rPr>
        <w:t>ولكن سأضربك ضربا فلا تعد</w:t>
      </w:r>
      <w:r w:rsidR="00CC15EB">
        <w:rPr>
          <w:rtl/>
        </w:rPr>
        <w:t>،</w:t>
      </w:r>
      <w:r>
        <w:rPr>
          <w:rtl/>
        </w:rPr>
        <w:t xml:space="preserve"> </w:t>
      </w:r>
      <w:r w:rsidRPr="007277FF">
        <w:rPr>
          <w:rtl/>
        </w:rPr>
        <w:t>فضربه حتى شغر ببوله.</w:t>
      </w:r>
    </w:p>
    <w:p w:rsidR="00AC7755" w:rsidRDefault="00D45E0E" w:rsidP="00AC7755">
      <w:pPr>
        <w:pStyle w:val="libNormal"/>
        <w:rPr>
          <w:rtl/>
        </w:rPr>
      </w:pPr>
      <w:r w:rsidRPr="00D95A45">
        <w:rPr>
          <w:rtl/>
        </w:rPr>
        <w:t>(383) 40</w:t>
      </w:r>
      <w:r w:rsidR="00CC15EB">
        <w:rPr>
          <w:rtl/>
        </w:rPr>
        <w:t xml:space="preserve"> - </w:t>
      </w:r>
      <w:r w:rsidRPr="00D95A45">
        <w:rPr>
          <w:rtl/>
        </w:rPr>
        <w:t>محمد بن احمد بن ابى عبد الله الرازي عن الحسن ابن علي بن ابي حمزة عن ابى عبد الله المؤمن عن اسحاق بن عمار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الزنى شر أو شرب الخمر</w:t>
      </w:r>
      <w:r>
        <w:rPr>
          <w:rtl/>
        </w:rPr>
        <w:t>؟</w:t>
      </w:r>
      <w:r w:rsidRPr="00D95A45">
        <w:rPr>
          <w:rtl/>
        </w:rPr>
        <w:t xml:space="preserve"> وكيف صار في الخمر ثمانون وفي الزنى مائة</w:t>
      </w:r>
      <w:r>
        <w:rPr>
          <w:rtl/>
        </w:rPr>
        <w:t>؟</w:t>
      </w:r>
      <w:r w:rsidRPr="00D95A45">
        <w:rPr>
          <w:rtl/>
        </w:rPr>
        <w:t xml:space="preserve"> فقال</w:t>
      </w:r>
      <w:r w:rsidR="00CC15EB">
        <w:rPr>
          <w:rtl/>
        </w:rPr>
        <w:t>:</w:t>
      </w:r>
      <w:r>
        <w:rPr>
          <w:rtl/>
        </w:rPr>
        <w:t xml:space="preserve"> </w:t>
      </w:r>
      <w:r w:rsidRPr="00D95A45">
        <w:rPr>
          <w:rtl/>
        </w:rPr>
        <w:t>يا اسحاق الحد واحد ولكن زيد في هذا لتضييعه النطفة ولوضعه اياها في غير موضعها الذي امر الله به.</w:t>
      </w:r>
    </w:p>
    <w:p w:rsidR="00AC7755" w:rsidRDefault="00D45E0E" w:rsidP="00CA44E1">
      <w:pPr>
        <w:pStyle w:val="Heading2Center"/>
        <w:rPr>
          <w:rtl/>
        </w:rPr>
      </w:pPr>
      <w:bookmarkStart w:id="8" w:name="_Toc394318272"/>
      <w:r w:rsidRPr="00D95A45">
        <w:rPr>
          <w:rtl/>
        </w:rPr>
        <w:t>8</w:t>
      </w:r>
      <w:r w:rsidR="00CC15EB">
        <w:rPr>
          <w:rtl/>
        </w:rPr>
        <w:t xml:space="preserve"> - </w:t>
      </w:r>
      <w:r w:rsidRPr="00D95A45">
        <w:rPr>
          <w:rtl/>
        </w:rPr>
        <w:t>باب الحد في السرقة والخيانة والخلسة ونبش القبور</w:t>
      </w:r>
      <w:r>
        <w:rPr>
          <w:rFonts w:hint="cs"/>
          <w:rtl/>
        </w:rPr>
        <w:t xml:space="preserve"> </w:t>
      </w:r>
      <w:r w:rsidRPr="00D95A45">
        <w:rPr>
          <w:rtl/>
        </w:rPr>
        <w:t>والخنق والفساد في الارضين</w:t>
      </w:r>
      <w:bookmarkEnd w:id="8"/>
    </w:p>
    <w:p w:rsidR="00AC7755" w:rsidRDefault="00D45E0E" w:rsidP="00AC7755">
      <w:pPr>
        <w:pStyle w:val="libNormal"/>
        <w:rPr>
          <w:rtl/>
        </w:rPr>
      </w:pPr>
      <w:r w:rsidRPr="00D95A45">
        <w:rPr>
          <w:rtl/>
        </w:rPr>
        <w:t>(384) 1</w:t>
      </w:r>
      <w:r w:rsidR="00CC15EB">
        <w:rPr>
          <w:rtl/>
        </w:rPr>
        <w:t xml:space="preserve"> - </w:t>
      </w:r>
      <w:r w:rsidRPr="00D95A45">
        <w:rPr>
          <w:rtl/>
        </w:rPr>
        <w:t>احمد بن محمد عن ابن محبوب عن ابي ايوب عن محمد ابن مسلم قال</w:t>
      </w:r>
      <w:r w:rsidR="00CC15EB">
        <w:rPr>
          <w:rtl/>
        </w:rPr>
        <w:t>:</w:t>
      </w:r>
      <w:r>
        <w:rPr>
          <w:rtl/>
        </w:rPr>
        <w:t xml:space="preserve"> </w:t>
      </w:r>
      <w:r w:rsidRPr="00D95A45">
        <w:rPr>
          <w:rtl/>
        </w:rPr>
        <w:t>قلت</w:t>
      </w:r>
      <w:r w:rsidR="00CC15EB">
        <w:rPr>
          <w:rtl/>
        </w:rPr>
        <w:t>:</w:t>
      </w:r>
      <w:r>
        <w:rPr>
          <w:rtl/>
        </w:rPr>
        <w:t xml:space="preserve"> </w:t>
      </w:r>
      <w:r w:rsidRPr="00D95A45">
        <w:rPr>
          <w:rtl/>
        </w:rPr>
        <w:t xml:space="preserve">لابي عبد الله </w:t>
      </w:r>
      <w:r w:rsidR="00AC7755" w:rsidRPr="00AC7755">
        <w:rPr>
          <w:rStyle w:val="libAlaemChar"/>
          <w:rtl/>
        </w:rPr>
        <w:t>عليه‌السلام</w:t>
      </w:r>
      <w:r w:rsidRPr="00D95A45">
        <w:rPr>
          <w:rtl/>
        </w:rPr>
        <w:t xml:space="preserve"> في كم يقطع السارق</w:t>
      </w:r>
      <w:r>
        <w:rPr>
          <w:rtl/>
        </w:rPr>
        <w:t>؟</w:t>
      </w:r>
      <w:r w:rsidRPr="00D95A45">
        <w:rPr>
          <w:rtl/>
        </w:rPr>
        <w:t xml:space="preserve"> فقال</w:t>
      </w:r>
      <w:r w:rsidR="00CC15EB">
        <w:rPr>
          <w:rtl/>
        </w:rPr>
        <w:t>:</w:t>
      </w:r>
      <w:r>
        <w:rPr>
          <w:rtl/>
        </w:rPr>
        <w:t xml:space="preserve"> </w:t>
      </w:r>
      <w:r w:rsidRPr="00D95A45">
        <w:rPr>
          <w:rtl/>
        </w:rPr>
        <w:t>في ربع دينار</w:t>
      </w:r>
      <w:r w:rsidR="00CC15EB">
        <w:rPr>
          <w:rtl/>
        </w:rPr>
        <w:t>،</w:t>
      </w:r>
      <w:r>
        <w:rPr>
          <w:rtl/>
        </w:rPr>
        <w:t xml:space="preserve"> </w:t>
      </w:r>
      <w:r w:rsidRPr="00D95A45">
        <w:rPr>
          <w:rtl/>
        </w:rPr>
        <w:t>قال</w:t>
      </w:r>
      <w:r w:rsidR="00CC15EB">
        <w:rPr>
          <w:rtl/>
        </w:rPr>
        <w:t>:</w:t>
      </w:r>
      <w:r>
        <w:rPr>
          <w:rtl/>
        </w:rPr>
        <w:t xml:space="preserve"> </w:t>
      </w:r>
      <w:r w:rsidRPr="00D95A45">
        <w:rPr>
          <w:rtl/>
        </w:rPr>
        <w:t>قلت له</w:t>
      </w:r>
      <w:r w:rsidR="00CC15EB">
        <w:rPr>
          <w:rtl/>
        </w:rPr>
        <w:t>:</w:t>
      </w:r>
      <w:r>
        <w:rPr>
          <w:rtl/>
        </w:rPr>
        <w:t xml:space="preserve"> </w:t>
      </w:r>
      <w:r w:rsidRPr="00D95A45">
        <w:rPr>
          <w:rtl/>
        </w:rPr>
        <w:t>في درهمين</w:t>
      </w:r>
      <w:r>
        <w:rPr>
          <w:rtl/>
        </w:rPr>
        <w:t>؟</w:t>
      </w:r>
      <w:r w:rsidRPr="00D95A45">
        <w:rPr>
          <w:rtl/>
        </w:rPr>
        <w:t xml:space="preserve"> فقال</w:t>
      </w:r>
      <w:r w:rsidR="00CC15EB">
        <w:rPr>
          <w:rtl/>
        </w:rPr>
        <w:t>:</w:t>
      </w:r>
      <w:r>
        <w:rPr>
          <w:rtl/>
        </w:rPr>
        <w:t xml:space="preserve"> </w:t>
      </w:r>
      <w:r w:rsidRPr="00D95A45">
        <w:rPr>
          <w:rtl/>
        </w:rPr>
        <w:t>في ربع دينار بلغ الدينار ما بلغ قال</w:t>
      </w:r>
      <w:r w:rsidR="00CC15EB">
        <w:rPr>
          <w:rtl/>
        </w:rPr>
        <w:t>:</w:t>
      </w:r>
      <w:r>
        <w:rPr>
          <w:rtl/>
        </w:rPr>
        <w:t xml:space="preserve"> </w:t>
      </w:r>
      <w:r w:rsidRPr="00D95A45">
        <w:rPr>
          <w:rtl/>
        </w:rPr>
        <w:t>فقلت له أرأيت من سرق اقل من ربع دينار هل يقع عليه حين سرق اسم السارق</w:t>
      </w:r>
      <w:r>
        <w:rPr>
          <w:rtl/>
        </w:rPr>
        <w:t>؟</w:t>
      </w:r>
      <w:r w:rsidRPr="00D95A45">
        <w:rPr>
          <w:rtl/>
        </w:rPr>
        <w:t xml:space="preserve"> وهو عند الله سارق في تلك الحال</w:t>
      </w:r>
      <w:r>
        <w:rPr>
          <w:rtl/>
        </w:rPr>
        <w:t>؟</w:t>
      </w:r>
      <w:r w:rsidRPr="00D95A45">
        <w:rPr>
          <w:rtl/>
        </w:rPr>
        <w:t xml:space="preserve"> فقال</w:t>
      </w:r>
      <w:r w:rsidR="00CC15EB">
        <w:rPr>
          <w:rtl/>
        </w:rPr>
        <w:t>:</w:t>
      </w:r>
      <w:r>
        <w:rPr>
          <w:rtl/>
        </w:rPr>
        <w:t xml:space="preserve"> </w:t>
      </w:r>
      <w:r w:rsidRPr="00D95A45">
        <w:rPr>
          <w:rtl/>
        </w:rPr>
        <w:t>كل من سرق من مسلم شيئا قد حواه واحرزه فهو يقع عليه اسم السارق</w:t>
      </w:r>
      <w:r>
        <w:rPr>
          <w:rtl/>
        </w:rPr>
        <w:t>؟</w:t>
      </w:r>
      <w:r w:rsidRPr="00D95A45">
        <w:rPr>
          <w:rtl/>
        </w:rPr>
        <w:t xml:space="preserve"> وهو عند الله السارق</w:t>
      </w:r>
      <w:r w:rsidR="00CC15EB">
        <w:rPr>
          <w:rtl/>
        </w:rPr>
        <w:t>،</w:t>
      </w:r>
      <w:r>
        <w:rPr>
          <w:rtl/>
        </w:rPr>
        <w:t xml:space="preserve"> </w:t>
      </w:r>
      <w:r w:rsidRPr="00D95A45">
        <w:rPr>
          <w:rtl/>
        </w:rPr>
        <w:t>ولكن لا يقطع الا في ربع دينار أو اكثر</w:t>
      </w:r>
      <w:r w:rsidR="00CC15EB">
        <w:rPr>
          <w:rtl/>
        </w:rPr>
        <w:t>،</w:t>
      </w:r>
      <w:r>
        <w:rPr>
          <w:rtl/>
        </w:rPr>
        <w:t xml:space="preserve"> </w:t>
      </w:r>
      <w:r w:rsidRPr="00D95A45">
        <w:rPr>
          <w:rtl/>
        </w:rPr>
        <w:t>ولو قطعت يد السارق فيما هو اقل من ربع دينار لألفيت عامة الناس مقطعين.</w:t>
      </w:r>
    </w:p>
    <w:p w:rsidR="00AC7755" w:rsidRDefault="00D45E0E" w:rsidP="00AC7755">
      <w:pPr>
        <w:pStyle w:val="libNormal"/>
        <w:rPr>
          <w:rtl/>
        </w:rPr>
      </w:pPr>
      <w:r w:rsidRPr="00D95A45">
        <w:rPr>
          <w:rtl/>
        </w:rPr>
        <w:t>(385) 2</w:t>
      </w:r>
      <w:r w:rsidR="00CC15EB">
        <w:rPr>
          <w:rtl/>
        </w:rPr>
        <w:t xml:space="preserve"> - </w:t>
      </w:r>
      <w:r w:rsidRPr="00D95A45">
        <w:rPr>
          <w:rtl/>
        </w:rPr>
        <w:t>احمد بن محمد عن الحسين بن سعيد عن القاسم بن محمد</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383</w:t>
      </w:r>
      <w:r>
        <w:rPr>
          <w:rtl/>
        </w:rPr>
        <w:t xml:space="preserve"> - </w:t>
      </w:r>
      <w:r w:rsidR="00D45E0E" w:rsidRPr="00D95A45">
        <w:rPr>
          <w:rtl/>
        </w:rPr>
        <w:t>الكافي ج 2 ص 312 الفقيه ج 4 ص 28</w:t>
      </w:r>
    </w:p>
    <w:p w:rsidR="00AC7755" w:rsidRDefault="00CC15EB" w:rsidP="00AC7755">
      <w:pPr>
        <w:pStyle w:val="libFootnote0"/>
        <w:rPr>
          <w:rtl/>
        </w:rPr>
      </w:pPr>
      <w:r>
        <w:rPr>
          <w:rtl/>
        </w:rPr>
        <w:t>-</w:t>
      </w:r>
      <w:r w:rsidR="00D45E0E" w:rsidRPr="00DA0376">
        <w:rPr>
          <w:rtl/>
        </w:rPr>
        <w:t xml:space="preserve"> 384</w:t>
      </w:r>
      <w:r>
        <w:rPr>
          <w:rtl/>
        </w:rPr>
        <w:t xml:space="preserve"> - </w:t>
      </w:r>
      <w:r w:rsidR="00D45E0E" w:rsidRPr="00DA0376">
        <w:rPr>
          <w:rtl/>
        </w:rPr>
        <w:t>385</w:t>
      </w:r>
      <w:r>
        <w:rPr>
          <w:rtl/>
        </w:rPr>
        <w:t xml:space="preserve"> - </w:t>
      </w:r>
      <w:r w:rsidR="00D45E0E" w:rsidRPr="00DA0376">
        <w:rPr>
          <w:rtl/>
        </w:rPr>
        <w:t>الاستبصار ج 4 ص 238 الكافي ج 2 ص 299</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عن علي بن ابي حمزة عن ابى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 xml:space="preserve">لا تقطع يد السارق حتى تبلغ سرقته ربع دينار وقد قطع علي </w:t>
      </w:r>
      <w:r w:rsidR="00AC7755" w:rsidRPr="00AC7755">
        <w:rPr>
          <w:rStyle w:val="libAlaemChar"/>
          <w:rtl/>
        </w:rPr>
        <w:t>عليه‌السلام</w:t>
      </w:r>
      <w:r w:rsidRPr="00DA0376">
        <w:rPr>
          <w:rtl/>
        </w:rPr>
        <w:t xml:space="preserve"> في بيضة حديد</w:t>
      </w:r>
      <w:r w:rsidR="00CC15EB">
        <w:rPr>
          <w:rtl/>
        </w:rPr>
        <w:t>،</w:t>
      </w:r>
      <w:r>
        <w:rPr>
          <w:rtl/>
        </w:rPr>
        <w:t xml:space="preserve"> </w:t>
      </w:r>
      <w:r w:rsidRPr="00DA0376">
        <w:rPr>
          <w:rtl/>
        </w:rPr>
        <w:t>قال علي</w:t>
      </w:r>
      <w:r w:rsidR="00CC15EB">
        <w:rPr>
          <w:rtl/>
        </w:rPr>
        <w:t>:</w:t>
      </w:r>
      <w:r>
        <w:rPr>
          <w:rtl/>
        </w:rPr>
        <w:t xml:space="preserve"> </w:t>
      </w:r>
      <w:r w:rsidRPr="00DA0376">
        <w:rPr>
          <w:rtl/>
        </w:rPr>
        <w:t>وقال أبو بصير</w:t>
      </w:r>
      <w:r w:rsidR="00CC15EB">
        <w:rPr>
          <w:rtl/>
        </w:rPr>
        <w:t>:</w:t>
      </w:r>
      <w:r>
        <w:rPr>
          <w:rtl/>
        </w:rPr>
        <w:t xml:space="preserve"> </w:t>
      </w:r>
      <w:r w:rsidRPr="00DA0376">
        <w:rPr>
          <w:rtl/>
        </w:rPr>
        <w:t xml:space="preserve">سألت ابا عبد الله </w:t>
      </w:r>
      <w:r w:rsidR="00AC7755" w:rsidRPr="00AC7755">
        <w:rPr>
          <w:rStyle w:val="libAlaemChar"/>
          <w:rtl/>
        </w:rPr>
        <w:t>عليه‌السلام</w:t>
      </w:r>
      <w:r w:rsidRPr="00DA0376">
        <w:rPr>
          <w:rtl/>
        </w:rPr>
        <w:t xml:space="preserve"> عن ادنى ما يقطع فيه السارق</w:t>
      </w:r>
      <w:r>
        <w:rPr>
          <w:rtl/>
        </w:rPr>
        <w:t>؟</w:t>
      </w:r>
      <w:r w:rsidRPr="00DA0376">
        <w:rPr>
          <w:rtl/>
        </w:rPr>
        <w:t xml:space="preserve"> فقال</w:t>
      </w:r>
      <w:r w:rsidR="00CC15EB">
        <w:rPr>
          <w:rtl/>
        </w:rPr>
        <w:t>:</w:t>
      </w:r>
      <w:r>
        <w:rPr>
          <w:rtl/>
        </w:rPr>
        <w:t xml:space="preserve"> </w:t>
      </w:r>
      <w:r w:rsidRPr="00DA0376">
        <w:rPr>
          <w:rtl/>
        </w:rPr>
        <w:t>في بيضة حديد قلت</w:t>
      </w:r>
      <w:r w:rsidR="00CC15EB">
        <w:rPr>
          <w:rtl/>
        </w:rPr>
        <w:t>:</w:t>
      </w:r>
      <w:r>
        <w:rPr>
          <w:rtl/>
        </w:rPr>
        <w:t xml:space="preserve"> </w:t>
      </w:r>
      <w:r w:rsidRPr="00DA0376">
        <w:rPr>
          <w:rtl/>
        </w:rPr>
        <w:t>وكم ثمنها</w:t>
      </w:r>
      <w:r>
        <w:rPr>
          <w:rtl/>
        </w:rPr>
        <w:t>؟</w:t>
      </w:r>
      <w:r w:rsidRPr="00DA0376">
        <w:rPr>
          <w:rtl/>
        </w:rPr>
        <w:t xml:space="preserve"> قال</w:t>
      </w:r>
      <w:r w:rsidR="00CC15EB">
        <w:rPr>
          <w:rtl/>
        </w:rPr>
        <w:t>:</w:t>
      </w:r>
      <w:r>
        <w:rPr>
          <w:rtl/>
        </w:rPr>
        <w:t xml:space="preserve"> </w:t>
      </w:r>
      <w:r w:rsidRPr="00DA0376">
        <w:rPr>
          <w:rtl/>
        </w:rPr>
        <w:t>ربع دينار.</w:t>
      </w:r>
    </w:p>
    <w:p w:rsidR="00AC7755" w:rsidRDefault="00D45E0E" w:rsidP="00AC7755">
      <w:pPr>
        <w:pStyle w:val="libNormal"/>
        <w:rPr>
          <w:rtl/>
        </w:rPr>
      </w:pPr>
      <w:r w:rsidRPr="00D95A45">
        <w:rPr>
          <w:rtl/>
        </w:rPr>
        <w:t>(386) 3</w:t>
      </w:r>
      <w:r w:rsidR="00CC15EB">
        <w:rPr>
          <w:rtl/>
        </w:rPr>
        <w:t xml:space="preserve"> - </w:t>
      </w:r>
      <w:r w:rsidRPr="00D95A45">
        <w:rPr>
          <w:rtl/>
        </w:rPr>
        <w:t xml:space="preserve">علي بن ابراهيم عن محمد بن عيسى بن عبيد عن يونس عن سماعة بن مهران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قطع امير المؤمنين </w:t>
      </w:r>
      <w:r w:rsidR="00AC7755" w:rsidRPr="00AC7755">
        <w:rPr>
          <w:rStyle w:val="libAlaemChar"/>
          <w:rtl/>
        </w:rPr>
        <w:t>عليه‌السلام</w:t>
      </w:r>
      <w:r w:rsidRPr="00D95A45">
        <w:rPr>
          <w:rtl/>
        </w:rPr>
        <w:t xml:space="preserve"> في بيضة قال</w:t>
      </w:r>
      <w:r w:rsidR="00CC15EB">
        <w:rPr>
          <w:rtl/>
        </w:rPr>
        <w:t>:</w:t>
      </w:r>
      <w:r>
        <w:rPr>
          <w:rtl/>
        </w:rPr>
        <w:t xml:space="preserve"> </w:t>
      </w:r>
      <w:r w:rsidRPr="00D95A45">
        <w:rPr>
          <w:rtl/>
        </w:rPr>
        <w:t>قلت</w:t>
      </w:r>
      <w:r w:rsidR="00CC15EB">
        <w:rPr>
          <w:rtl/>
        </w:rPr>
        <w:t>:</w:t>
      </w:r>
      <w:r>
        <w:rPr>
          <w:rtl/>
        </w:rPr>
        <w:t xml:space="preserve"> </w:t>
      </w:r>
      <w:r w:rsidRPr="00D95A45">
        <w:rPr>
          <w:rtl/>
        </w:rPr>
        <w:t>وما بيضة</w:t>
      </w:r>
      <w:r>
        <w:rPr>
          <w:rtl/>
        </w:rPr>
        <w:t>؟</w:t>
      </w:r>
      <w:r w:rsidRPr="00D95A45">
        <w:rPr>
          <w:rtl/>
        </w:rPr>
        <w:t xml:space="preserve"> فقال</w:t>
      </w:r>
      <w:r w:rsidR="00CC15EB">
        <w:rPr>
          <w:rtl/>
        </w:rPr>
        <w:t>:</w:t>
      </w:r>
      <w:r>
        <w:rPr>
          <w:rtl/>
        </w:rPr>
        <w:t xml:space="preserve"> </w:t>
      </w:r>
      <w:r w:rsidRPr="00D95A45">
        <w:rPr>
          <w:rtl/>
        </w:rPr>
        <w:t>بيضة قيمتها ربع دينار قال</w:t>
      </w:r>
      <w:r w:rsidR="00CC15EB">
        <w:rPr>
          <w:rtl/>
        </w:rPr>
        <w:t>:</w:t>
      </w:r>
      <w:r>
        <w:rPr>
          <w:rtl/>
        </w:rPr>
        <w:t xml:space="preserve"> </w:t>
      </w:r>
      <w:r w:rsidRPr="00D95A45">
        <w:rPr>
          <w:rtl/>
        </w:rPr>
        <w:t>قلت</w:t>
      </w:r>
      <w:r w:rsidR="00CC15EB">
        <w:rPr>
          <w:rtl/>
        </w:rPr>
        <w:t>:</w:t>
      </w:r>
      <w:r>
        <w:rPr>
          <w:rtl/>
        </w:rPr>
        <w:t xml:space="preserve"> </w:t>
      </w:r>
      <w:r w:rsidRPr="00D95A45">
        <w:rPr>
          <w:rtl/>
        </w:rPr>
        <w:t>هو ادنى حد السارق</w:t>
      </w:r>
      <w:r>
        <w:rPr>
          <w:rtl/>
        </w:rPr>
        <w:t>؟</w:t>
      </w:r>
      <w:r w:rsidRPr="00D95A45">
        <w:rPr>
          <w:rtl/>
        </w:rPr>
        <w:t xml:space="preserve"> فسكت.</w:t>
      </w:r>
    </w:p>
    <w:p w:rsidR="00AC7755" w:rsidRDefault="00D45E0E" w:rsidP="00AC7755">
      <w:pPr>
        <w:pStyle w:val="libNormal"/>
        <w:rPr>
          <w:rtl/>
        </w:rPr>
      </w:pPr>
      <w:r w:rsidRPr="00D95A45">
        <w:rPr>
          <w:rtl/>
        </w:rPr>
        <w:t>(387) 4</w:t>
      </w:r>
      <w:r w:rsidR="00CC15EB">
        <w:rPr>
          <w:rtl/>
        </w:rPr>
        <w:t xml:space="preserve"> - </w:t>
      </w:r>
      <w:r w:rsidRPr="00D95A45">
        <w:rPr>
          <w:rtl/>
        </w:rPr>
        <w:t xml:space="preserve">يونس عن عبد الله بن سنان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يقطع السارق الا في شئ تبلغ قيمته مجنا وهو ربع دينار.</w:t>
      </w:r>
    </w:p>
    <w:p w:rsidR="00AC7755" w:rsidRDefault="00D45E0E" w:rsidP="00AC7755">
      <w:pPr>
        <w:pStyle w:val="libNormal"/>
        <w:rPr>
          <w:rtl/>
        </w:rPr>
      </w:pPr>
      <w:r w:rsidRPr="00D95A45">
        <w:rPr>
          <w:rtl/>
        </w:rPr>
        <w:t>(388) 5</w:t>
      </w:r>
      <w:r w:rsidR="00CC15EB">
        <w:rPr>
          <w:rtl/>
        </w:rPr>
        <w:t xml:space="preserve"> - </w:t>
      </w:r>
      <w:r w:rsidRPr="00D95A45">
        <w:rPr>
          <w:rtl/>
        </w:rPr>
        <w:t xml:space="preserve">الحسين بن سعيد عن فضالة عن ابان عن سلمة عن ابي عبد الله عن ابيه </w:t>
      </w:r>
      <w:r w:rsidR="00AC7755" w:rsidRPr="00AC7755">
        <w:rPr>
          <w:rStyle w:val="libAlaemChar"/>
          <w:rtl/>
        </w:rPr>
        <w:t>عليهما‌السلام</w:t>
      </w:r>
      <w:r w:rsidRPr="00D95A45">
        <w:rPr>
          <w:rtl/>
        </w:rPr>
        <w:t xml:space="preserve"> ان امير المؤمنين </w:t>
      </w:r>
      <w:r w:rsidR="00AC7755" w:rsidRPr="00AC7755">
        <w:rPr>
          <w:rStyle w:val="libAlaemChar"/>
          <w:rtl/>
        </w:rPr>
        <w:t>عليه‌السلام</w:t>
      </w:r>
      <w:r w:rsidRPr="00D95A45">
        <w:rPr>
          <w:rtl/>
        </w:rPr>
        <w:t xml:space="preserve"> كان يقطع السارق في ربع دينار.</w:t>
      </w:r>
    </w:p>
    <w:p w:rsidR="00AC7755" w:rsidRDefault="00D45E0E" w:rsidP="00AC7755">
      <w:pPr>
        <w:pStyle w:val="libNormal"/>
        <w:rPr>
          <w:rtl/>
        </w:rPr>
      </w:pPr>
      <w:r w:rsidRPr="00D95A45">
        <w:rPr>
          <w:rtl/>
        </w:rPr>
        <w:t>(389) 6</w:t>
      </w:r>
      <w:r w:rsidR="00CC15EB">
        <w:rPr>
          <w:rtl/>
        </w:rPr>
        <w:t xml:space="preserve"> - </w:t>
      </w:r>
      <w:r w:rsidRPr="00D95A45">
        <w:rPr>
          <w:rtl/>
        </w:rPr>
        <w:t>عنه عن القاسم عن علي بن ابي حمزة عن ابي بصير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ادنى ما يقطع فيه السارق</w:t>
      </w:r>
      <w:r>
        <w:rPr>
          <w:rtl/>
        </w:rPr>
        <w:t>؟</w:t>
      </w:r>
      <w:r w:rsidRPr="00D95A45">
        <w:rPr>
          <w:rtl/>
        </w:rPr>
        <w:t xml:space="preserve"> فقال</w:t>
      </w:r>
      <w:r w:rsidR="00CC15EB">
        <w:rPr>
          <w:rtl/>
        </w:rPr>
        <w:t>:</w:t>
      </w:r>
      <w:r>
        <w:rPr>
          <w:rtl/>
        </w:rPr>
        <w:t xml:space="preserve"> </w:t>
      </w:r>
      <w:r w:rsidRPr="00D95A45">
        <w:rPr>
          <w:rtl/>
        </w:rPr>
        <w:t>في بيضة حديد</w:t>
      </w:r>
      <w:r w:rsidR="00CC15EB">
        <w:rPr>
          <w:rtl/>
        </w:rPr>
        <w:t>،</w:t>
      </w:r>
      <w:r>
        <w:rPr>
          <w:rtl/>
        </w:rPr>
        <w:t xml:space="preserve"> </w:t>
      </w:r>
      <w:r w:rsidRPr="00D95A45">
        <w:rPr>
          <w:rtl/>
        </w:rPr>
        <w:t>قلت</w:t>
      </w:r>
      <w:r w:rsidR="00CC15EB">
        <w:rPr>
          <w:rtl/>
        </w:rPr>
        <w:t>:</w:t>
      </w:r>
      <w:r>
        <w:rPr>
          <w:rtl/>
        </w:rPr>
        <w:t xml:space="preserve"> </w:t>
      </w:r>
      <w:r w:rsidRPr="00D95A45">
        <w:rPr>
          <w:rtl/>
        </w:rPr>
        <w:t>وكم ثمنها</w:t>
      </w:r>
      <w:r>
        <w:rPr>
          <w:rtl/>
        </w:rPr>
        <w:t>؟</w:t>
      </w:r>
      <w:r w:rsidRPr="00D95A45">
        <w:rPr>
          <w:rtl/>
        </w:rPr>
        <w:t xml:space="preserve"> قال</w:t>
      </w:r>
      <w:r w:rsidR="00CC15EB">
        <w:rPr>
          <w:rtl/>
        </w:rPr>
        <w:t>:</w:t>
      </w:r>
      <w:r>
        <w:rPr>
          <w:rtl/>
        </w:rPr>
        <w:t xml:space="preserve"> </w:t>
      </w:r>
      <w:r w:rsidRPr="00D95A45">
        <w:rPr>
          <w:rtl/>
        </w:rPr>
        <w:t>ربع دينار</w:t>
      </w:r>
      <w:r w:rsidR="00CC15EB">
        <w:rPr>
          <w:rtl/>
        </w:rPr>
        <w:t>،</w:t>
      </w:r>
      <w:r>
        <w:rPr>
          <w:rtl/>
        </w:rPr>
        <w:t xml:space="preserve"> </w:t>
      </w:r>
      <w:r w:rsidRPr="00D95A45">
        <w:rPr>
          <w:rtl/>
        </w:rPr>
        <w:t xml:space="preserve">وقال علي عن ابى عبد الله </w:t>
      </w:r>
      <w:r w:rsidR="00AC7755" w:rsidRPr="00AC7755">
        <w:rPr>
          <w:rStyle w:val="libAlaemChar"/>
          <w:rtl/>
        </w:rPr>
        <w:t>عليه‌السلام</w:t>
      </w:r>
      <w:r w:rsidR="00CC15EB">
        <w:rPr>
          <w:rtl/>
        </w:rPr>
        <w:t>:</w:t>
      </w:r>
      <w:r>
        <w:rPr>
          <w:rtl/>
        </w:rPr>
        <w:t xml:space="preserve"> </w:t>
      </w:r>
      <w:r w:rsidRPr="00D95A45">
        <w:rPr>
          <w:rtl/>
        </w:rPr>
        <w:t>لا تقطع يد السارق حتى تبلغ سرقته ربع دينار</w:t>
      </w:r>
      <w:r w:rsidR="00CC15EB">
        <w:rPr>
          <w:rtl/>
        </w:rPr>
        <w:t>،</w:t>
      </w:r>
      <w:r>
        <w:rPr>
          <w:rtl/>
        </w:rPr>
        <w:t xml:space="preserve"> </w:t>
      </w:r>
      <w:r w:rsidRPr="00D95A45">
        <w:rPr>
          <w:rtl/>
        </w:rPr>
        <w:t xml:space="preserve">وقد قطع امير المؤمنين </w:t>
      </w:r>
      <w:r w:rsidR="00AC7755" w:rsidRPr="00AC7755">
        <w:rPr>
          <w:rStyle w:val="libAlaemChar"/>
          <w:rtl/>
        </w:rPr>
        <w:t>عليه‌السلام</w:t>
      </w:r>
      <w:r w:rsidRPr="00D95A45">
        <w:rPr>
          <w:rtl/>
        </w:rPr>
        <w:t xml:space="preserve"> في بيضة حديد.</w:t>
      </w:r>
    </w:p>
    <w:p w:rsidR="00AC7755" w:rsidRDefault="00D45E0E" w:rsidP="00AC7755">
      <w:pPr>
        <w:pStyle w:val="libNormal"/>
        <w:rPr>
          <w:rtl/>
        </w:rPr>
      </w:pPr>
      <w:r w:rsidRPr="00D95A45">
        <w:rPr>
          <w:rtl/>
        </w:rPr>
        <w:t>(390) 7</w:t>
      </w:r>
      <w:r w:rsidR="00CC15EB">
        <w:rPr>
          <w:rtl/>
        </w:rPr>
        <w:t xml:space="preserve"> - </w:t>
      </w:r>
      <w:r w:rsidRPr="00D95A45">
        <w:rPr>
          <w:rtl/>
        </w:rPr>
        <w:t>فاما ما رواه الحسين بن سعيد عن ابن محبوب عن ابن ابي حمزة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في كم يقطع السارق</w:t>
      </w:r>
      <w:r>
        <w:rPr>
          <w:rtl/>
        </w:rPr>
        <w:t>؟</w:t>
      </w:r>
      <w:r w:rsidRPr="00D95A45">
        <w:rPr>
          <w:rtl/>
        </w:rPr>
        <w:t xml:space="preserve"> فجمع كفيه ثم قال</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386</w:t>
      </w:r>
      <w:r>
        <w:rPr>
          <w:rFonts w:hint="cs"/>
          <w:rtl/>
        </w:rPr>
        <w:t xml:space="preserve"> - </w:t>
      </w:r>
      <w:r w:rsidR="00D45E0E" w:rsidRPr="007277FF">
        <w:rPr>
          <w:rtl/>
        </w:rPr>
        <w:t>387</w:t>
      </w:r>
      <w:r>
        <w:rPr>
          <w:rtl/>
        </w:rPr>
        <w:t xml:space="preserve"> - </w:t>
      </w:r>
      <w:r w:rsidR="00D45E0E" w:rsidRPr="007277FF">
        <w:rPr>
          <w:rtl/>
        </w:rPr>
        <w:t>388</w:t>
      </w:r>
      <w:r>
        <w:rPr>
          <w:rtl/>
        </w:rPr>
        <w:t xml:space="preserve"> - </w:t>
      </w:r>
      <w:r w:rsidR="00D45E0E" w:rsidRPr="007277FF">
        <w:rPr>
          <w:rtl/>
        </w:rPr>
        <w:t>الاستبصار ج 4 ص 239 واخرج الاولين الكليني في الكافي ج 2 ص 299</w:t>
      </w:r>
    </w:p>
    <w:p w:rsidR="00CC15EB" w:rsidRDefault="00CC15EB" w:rsidP="00AC7755">
      <w:pPr>
        <w:pStyle w:val="libFootnote0"/>
        <w:rPr>
          <w:rtl/>
        </w:rPr>
      </w:pPr>
      <w:r>
        <w:rPr>
          <w:rtl/>
        </w:rPr>
        <w:t>-</w:t>
      </w:r>
      <w:r w:rsidR="00D45E0E" w:rsidRPr="007277FF">
        <w:rPr>
          <w:rtl/>
        </w:rPr>
        <w:t xml:space="preserve"> 389</w:t>
      </w:r>
      <w:r>
        <w:rPr>
          <w:rtl/>
        </w:rPr>
        <w:t xml:space="preserve"> - </w:t>
      </w:r>
      <w:r w:rsidR="00D45E0E" w:rsidRPr="007277FF">
        <w:rPr>
          <w:rtl/>
        </w:rPr>
        <w:t>الاستبصار ج 4 ص 239 الفقيه ج 4 ص 45</w:t>
      </w:r>
    </w:p>
    <w:p w:rsidR="00AC7755" w:rsidRDefault="00CC15EB" w:rsidP="00AC7755">
      <w:pPr>
        <w:pStyle w:val="libFootnote0"/>
        <w:rPr>
          <w:rtl/>
        </w:rPr>
      </w:pPr>
      <w:r>
        <w:rPr>
          <w:rtl/>
        </w:rPr>
        <w:t>-</w:t>
      </w:r>
      <w:r w:rsidR="00D45E0E" w:rsidRPr="00DA0376">
        <w:rPr>
          <w:rtl/>
        </w:rPr>
        <w:t xml:space="preserve"> 390</w:t>
      </w:r>
      <w:r>
        <w:rPr>
          <w:rtl/>
        </w:rPr>
        <w:t xml:space="preserve"> - </w:t>
      </w:r>
      <w:r w:rsidR="00D45E0E" w:rsidRPr="00DA0376">
        <w:rPr>
          <w:rtl/>
        </w:rPr>
        <w:t>الاستبصار ج 4 ص 239</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في عددها من الدراهم.</w:t>
      </w:r>
    </w:p>
    <w:p w:rsidR="00AC7755" w:rsidRDefault="00D45E0E" w:rsidP="00AC7755">
      <w:pPr>
        <w:pStyle w:val="libNormal"/>
        <w:rPr>
          <w:rtl/>
        </w:rPr>
      </w:pPr>
      <w:r w:rsidRPr="00DA0376">
        <w:rPr>
          <w:rtl/>
        </w:rPr>
        <w:t xml:space="preserve"> فلا ينافي ما قدمناه من أن حد ما يقطع السارق فيه ربع دينار لأنه لا يمتنع أن تكون قيمة الدراهم التى اشار إليها كانت ربع دينار. وقد بين أبو عبد الله </w:t>
      </w:r>
      <w:r w:rsidR="00AC7755" w:rsidRPr="00AC7755">
        <w:rPr>
          <w:rStyle w:val="libAlaemChar"/>
          <w:rtl/>
        </w:rPr>
        <w:t>عليه‌السلام</w:t>
      </w:r>
      <w:r w:rsidRPr="00DA0376">
        <w:rPr>
          <w:rtl/>
        </w:rPr>
        <w:t xml:space="preserve"> ذلك في رواية محمد بن مسلم التى ذكرناها في اول الباب حين سئل عمن سرق درهمين فقال</w:t>
      </w:r>
      <w:r w:rsidR="00CC15EB">
        <w:rPr>
          <w:rtl/>
        </w:rPr>
        <w:t>:</w:t>
      </w:r>
      <w:r>
        <w:rPr>
          <w:rtl/>
        </w:rPr>
        <w:t xml:space="preserve"> </w:t>
      </w:r>
      <w:r w:rsidRPr="00DA0376">
        <w:rPr>
          <w:rtl/>
        </w:rPr>
        <w:t>في ربع دينار بلغ الدينار ما بلغ.</w:t>
      </w:r>
    </w:p>
    <w:p w:rsidR="00AC7755" w:rsidRDefault="00D45E0E" w:rsidP="00AC7755">
      <w:pPr>
        <w:pStyle w:val="libNormal"/>
        <w:rPr>
          <w:rtl/>
        </w:rPr>
      </w:pPr>
      <w:r w:rsidRPr="00D95A45">
        <w:rPr>
          <w:rtl/>
        </w:rPr>
        <w:t>(391) 8</w:t>
      </w:r>
      <w:r w:rsidR="00CC15EB">
        <w:rPr>
          <w:rtl/>
        </w:rPr>
        <w:t xml:space="preserve"> - </w:t>
      </w:r>
      <w:r w:rsidRPr="00D95A45">
        <w:rPr>
          <w:rtl/>
        </w:rPr>
        <w:t>واما ما رواه الحسين بن سعيد عن عثمان عن سماعة قال</w:t>
      </w:r>
      <w:r w:rsidR="00CC15EB">
        <w:rPr>
          <w:rtl/>
        </w:rPr>
        <w:t>:</w:t>
      </w:r>
      <w:r>
        <w:rPr>
          <w:rtl/>
        </w:rPr>
        <w:t xml:space="preserve"> </w:t>
      </w:r>
      <w:r w:rsidRPr="00D95A45">
        <w:rPr>
          <w:rtl/>
        </w:rPr>
        <w:t>سألته على كم يقطع السارق</w:t>
      </w:r>
      <w:r>
        <w:rPr>
          <w:rtl/>
        </w:rPr>
        <w:t>؟</w:t>
      </w:r>
      <w:r w:rsidRPr="00D95A45">
        <w:rPr>
          <w:rtl/>
        </w:rPr>
        <w:t xml:space="preserve"> قال</w:t>
      </w:r>
      <w:r w:rsidR="00CC15EB">
        <w:rPr>
          <w:rtl/>
        </w:rPr>
        <w:t>:</w:t>
      </w:r>
      <w:r>
        <w:rPr>
          <w:rtl/>
        </w:rPr>
        <w:t xml:space="preserve"> </w:t>
      </w:r>
      <w:r w:rsidRPr="00D95A45">
        <w:rPr>
          <w:rtl/>
        </w:rPr>
        <w:t xml:space="preserve">ادناه على ثلث دينار. فالوجه في هذا الخبر انه لا يمتنع ان يكون هذا حكاية حال سئل </w:t>
      </w:r>
      <w:r w:rsidR="00AC7755" w:rsidRPr="00AC7755">
        <w:rPr>
          <w:rStyle w:val="libAlaemChar"/>
          <w:rtl/>
        </w:rPr>
        <w:t>عليه‌السلام</w:t>
      </w:r>
      <w:r w:rsidRPr="00D95A45">
        <w:rPr>
          <w:rtl/>
        </w:rPr>
        <w:t xml:space="preserve"> عنها وهو ما قطع امير المؤمنين </w:t>
      </w:r>
      <w:r w:rsidR="00AC7755" w:rsidRPr="00AC7755">
        <w:rPr>
          <w:rStyle w:val="libAlaemChar"/>
          <w:rtl/>
        </w:rPr>
        <w:t>عليه‌السلام</w:t>
      </w:r>
      <w:r w:rsidRPr="00D95A45">
        <w:rPr>
          <w:rtl/>
        </w:rPr>
        <w:t xml:space="preserve"> فقيل للسائل ثلث دينار ولا يكون إخبارا عن ان هذا حده في جميع الاحوال</w:t>
      </w:r>
      <w:r w:rsidR="00CC15EB">
        <w:rPr>
          <w:rtl/>
        </w:rPr>
        <w:t>،</w:t>
      </w:r>
      <w:r>
        <w:rPr>
          <w:rtl/>
        </w:rPr>
        <w:t xml:space="preserve"> </w:t>
      </w:r>
      <w:r w:rsidRPr="00D95A45">
        <w:rPr>
          <w:rtl/>
        </w:rPr>
        <w:t xml:space="preserve">والذي يكشف عن ذلك ان سماعة قد روى عن ابى عبد الله </w:t>
      </w:r>
      <w:r w:rsidR="00AC7755" w:rsidRPr="00AC7755">
        <w:rPr>
          <w:rStyle w:val="libAlaemChar"/>
          <w:rtl/>
        </w:rPr>
        <w:t>عليه‌السلام</w:t>
      </w:r>
      <w:r w:rsidRPr="00D95A45">
        <w:rPr>
          <w:rtl/>
        </w:rPr>
        <w:t xml:space="preserve"> قصة البيضة التى قطع امير المؤمنين </w:t>
      </w:r>
      <w:r w:rsidR="00AC7755" w:rsidRPr="00AC7755">
        <w:rPr>
          <w:rStyle w:val="libAlaemChar"/>
          <w:rtl/>
        </w:rPr>
        <w:t>عليه‌السلام</w:t>
      </w:r>
      <w:r w:rsidRPr="00D95A45">
        <w:rPr>
          <w:rtl/>
        </w:rPr>
        <w:t xml:space="preserve"> سارقها وذكر ان قيمتها كانت ربع دينار</w:t>
      </w:r>
      <w:r w:rsidR="00CC15EB">
        <w:rPr>
          <w:rtl/>
        </w:rPr>
        <w:t>،</w:t>
      </w:r>
      <w:r>
        <w:rPr>
          <w:rtl/>
        </w:rPr>
        <w:t xml:space="preserve"> </w:t>
      </w:r>
      <w:r w:rsidRPr="00D95A45">
        <w:rPr>
          <w:rtl/>
        </w:rPr>
        <w:t>والذي يزيد ذلك بيانا ما رواه</w:t>
      </w:r>
      <w:r w:rsidR="00CC15EB">
        <w:rPr>
          <w:rtl/>
        </w:rPr>
        <w:t>:</w:t>
      </w:r>
      <w:r>
        <w:rPr>
          <w:rtl/>
        </w:rPr>
        <w:t xml:space="preserve"> </w:t>
      </w:r>
    </w:p>
    <w:p w:rsidR="00AC7755" w:rsidRDefault="00D45E0E" w:rsidP="00AC7755">
      <w:pPr>
        <w:pStyle w:val="libNormal"/>
        <w:rPr>
          <w:rtl/>
        </w:rPr>
      </w:pPr>
      <w:r w:rsidRPr="00D95A45">
        <w:rPr>
          <w:rtl/>
        </w:rPr>
        <w:t>(392) 9</w:t>
      </w:r>
      <w:r w:rsidR="00CC15EB">
        <w:rPr>
          <w:rtl/>
        </w:rPr>
        <w:t xml:space="preserve"> - </w:t>
      </w:r>
      <w:r w:rsidRPr="00D95A45">
        <w:rPr>
          <w:rtl/>
        </w:rPr>
        <w:t xml:space="preserve">الحسين بن سعيد عن عثمان ين عيسى عن سماعة عن ابي بصير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قطع امير المؤمنين </w:t>
      </w:r>
      <w:r w:rsidR="00AC7755" w:rsidRPr="00AC7755">
        <w:rPr>
          <w:rStyle w:val="libAlaemChar"/>
          <w:rtl/>
        </w:rPr>
        <w:t>عليه‌السلام</w:t>
      </w:r>
      <w:r w:rsidRPr="00D95A45">
        <w:rPr>
          <w:rtl/>
        </w:rPr>
        <w:t xml:space="preserve"> رجلا في بيضة قلت</w:t>
      </w:r>
      <w:r w:rsidR="00CC15EB">
        <w:rPr>
          <w:rtl/>
        </w:rPr>
        <w:t>:</w:t>
      </w:r>
      <w:r>
        <w:rPr>
          <w:rtl/>
        </w:rPr>
        <w:t xml:space="preserve"> </w:t>
      </w:r>
      <w:r w:rsidRPr="00D95A45">
        <w:rPr>
          <w:rtl/>
        </w:rPr>
        <w:t>وأي بيضة</w:t>
      </w:r>
      <w:r>
        <w:rPr>
          <w:rtl/>
        </w:rPr>
        <w:t>؟</w:t>
      </w:r>
      <w:r w:rsidRPr="00D95A45">
        <w:rPr>
          <w:rtl/>
        </w:rPr>
        <w:t xml:space="preserve"> قال</w:t>
      </w:r>
      <w:r w:rsidR="00CC15EB">
        <w:rPr>
          <w:rtl/>
        </w:rPr>
        <w:t>:</w:t>
      </w:r>
      <w:r>
        <w:rPr>
          <w:rtl/>
        </w:rPr>
        <w:t xml:space="preserve"> </w:t>
      </w:r>
      <w:r w:rsidRPr="00D95A45">
        <w:rPr>
          <w:rtl/>
        </w:rPr>
        <w:t>بيضة حديد قيمتها ثلث دينار</w:t>
      </w:r>
      <w:r w:rsidR="00CC15EB">
        <w:rPr>
          <w:rtl/>
        </w:rPr>
        <w:t>،</w:t>
      </w:r>
      <w:r>
        <w:rPr>
          <w:rtl/>
        </w:rPr>
        <w:t xml:space="preserve"> </w:t>
      </w:r>
      <w:r w:rsidRPr="00D95A45">
        <w:rPr>
          <w:rtl/>
        </w:rPr>
        <w:t>فقلت</w:t>
      </w:r>
      <w:r w:rsidR="00CC15EB">
        <w:rPr>
          <w:rtl/>
        </w:rPr>
        <w:t>:</w:t>
      </w:r>
      <w:r>
        <w:rPr>
          <w:rtl/>
        </w:rPr>
        <w:t xml:space="preserve"> </w:t>
      </w:r>
      <w:r w:rsidRPr="00D95A45">
        <w:rPr>
          <w:rtl/>
        </w:rPr>
        <w:t>هذا ادنى حد السارق</w:t>
      </w:r>
      <w:r>
        <w:rPr>
          <w:rtl/>
        </w:rPr>
        <w:t>؟</w:t>
      </w:r>
      <w:r w:rsidRPr="00D95A45">
        <w:rPr>
          <w:rtl/>
        </w:rPr>
        <w:t xml:space="preserve"> فسكت.</w:t>
      </w:r>
    </w:p>
    <w:p w:rsidR="00AC7755" w:rsidRDefault="00D45E0E" w:rsidP="00AC7755">
      <w:pPr>
        <w:pStyle w:val="libNormal"/>
        <w:rPr>
          <w:rtl/>
        </w:rPr>
      </w:pPr>
      <w:r w:rsidRPr="00D95A45">
        <w:rPr>
          <w:rtl/>
        </w:rPr>
        <w:t>(393) 10</w:t>
      </w:r>
      <w:r w:rsidR="00CC15EB">
        <w:rPr>
          <w:rtl/>
        </w:rPr>
        <w:t xml:space="preserve"> - </w:t>
      </w:r>
      <w:r w:rsidRPr="00D95A45">
        <w:rPr>
          <w:rtl/>
        </w:rPr>
        <w:t xml:space="preserve">واما ما رواه الحسين بن سعيد عن ابن ابي عمير عن جميل وعبد الرحمان عن محمد بن حمران جميعا عن محمد بن مسلم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ادنى ما يقطع فيه السارق خمس دينار.</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291</w:t>
      </w:r>
      <w:r>
        <w:rPr>
          <w:rtl/>
        </w:rPr>
        <w:t xml:space="preserve"> - </w:t>
      </w:r>
      <w:r w:rsidR="00D45E0E" w:rsidRPr="00D95A45">
        <w:rPr>
          <w:rtl/>
        </w:rPr>
        <w:t>الاستبصار ج 4 ص 239</w:t>
      </w:r>
    </w:p>
    <w:p w:rsidR="00AC7755" w:rsidRDefault="00CC15EB" w:rsidP="00AC7755">
      <w:pPr>
        <w:pStyle w:val="libFootnote0"/>
        <w:rPr>
          <w:rtl/>
        </w:rPr>
      </w:pPr>
      <w:r>
        <w:rPr>
          <w:rtl/>
        </w:rPr>
        <w:t>-</w:t>
      </w:r>
      <w:r w:rsidR="00D45E0E" w:rsidRPr="00DA0376">
        <w:rPr>
          <w:rtl/>
        </w:rPr>
        <w:t xml:space="preserve"> 392</w:t>
      </w:r>
      <w:r>
        <w:rPr>
          <w:rtl/>
        </w:rPr>
        <w:t xml:space="preserve"> - </w:t>
      </w:r>
      <w:r w:rsidR="00D45E0E" w:rsidRPr="00DA0376">
        <w:rPr>
          <w:rtl/>
        </w:rPr>
        <w:t>393</w:t>
      </w:r>
      <w:r>
        <w:rPr>
          <w:rtl/>
        </w:rPr>
        <w:t xml:space="preserve"> - </w:t>
      </w:r>
      <w:r w:rsidR="00D45E0E" w:rsidRPr="00DA0376">
        <w:rPr>
          <w:rtl/>
        </w:rPr>
        <w:t>الاستبصار ج 4 ص 240 الكافي ج 2 ص 299 والاول فيه بسند آخر</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(394) 11</w:t>
      </w:r>
      <w:r w:rsidR="00CC15EB">
        <w:rPr>
          <w:rtl/>
        </w:rPr>
        <w:t xml:space="preserve"> - </w:t>
      </w:r>
      <w:r w:rsidRPr="00D95A45">
        <w:rPr>
          <w:rtl/>
        </w:rPr>
        <w:t xml:space="preserve">عنه عن احمد بن ابي عبد الله وفضالة عن ابان عن زرارة عن ابي جعفر </w:t>
      </w:r>
      <w:r w:rsidR="00AC7755" w:rsidRPr="00AC7755">
        <w:rPr>
          <w:rStyle w:val="libAlaemChar"/>
          <w:rtl/>
        </w:rPr>
        <w:t>عليه‌السلام</w:t>
      </w:r>
      <w:r w:rsidRPr="00D95A45">
        <w:rPr>
          <w:rtl/>
        </w:rPr>
        <w:t xml:space="preserve"> مثله.</w:t>
      </w:r>
    </w:p>
    <w:p w:rsidR="00AC7755" w:rsidRDefault="00D45E0E" w:rsidP="00AC7755">
      <w:pPr>
        <w:pStyle w:val="libNormal"/>
        <w:rPr>
          <w:rtl/>
        </w:rPr>
      </w:pPr>
      <w:r w:rsidRPr="00D95A45">
        <w:rPr>
          <w:rtl/>
        </w:rPr>
        <w:t>(395) 12</w:t>
      </w:r>
      <w:r w:rsidR="00CC15EB">
        <w:rPr>
          <w:rtl/>
        </w:rPr>
        <w:t xml:space="preserve"> - </w:t>
      </w:r>
      <w:r w:rsidRPr="00D95A45">
        <w:rPr>
          <w:rtl/>
        </w:rPr>
        <w:t xml:space="preserve">وعنه عن ابن ابي عمير عن حماد عن الحلبي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يقطع السارق في كل شئ بلغ قيمته خمس دينار وإن سرق من سوق أو زرع أو غير ذلك.</w:t>
      </w:r>
    </w:p>
    <w:p w:rsidR="00AC7755" w:rsidRDefault="00D45E0E" w:rsidP="00AC7755">
      <w:pPr>
        <w:pStyle w:val="libNormal"/>
        <w:rPr>
          <w:rtl/>
        </w:rPr>
      </w:pPr>
      <w:r w:rsidRPr="00D95A45">
        <w:rPr>
          <w:rtl/>
        </w:rPr>
        <w:t xml:space="preserve"> فالوجه في هذه الاخبار ان نحملها على ضرب من التقية لأنها موافقة لمذهب بعض العامة</w:t>
      </w:r>
      <w:r w:rsidR="00CC15EB">
        <w:rPr>
          <w:rtl/>
        </w:rPr>
        <w:t>،</w:t>
      </w:r>
      <w:r>
        <w:rPr>
          <w:rtl/>
        </w:rPr>
        <w:t xml:space="preserve"> </w:t>
      </w:r>
      <w:r w:rsidRPr="00D95A45">
        <w:rPr>
          <w:rtl/>
        </w:rPr>
        <w:t>ويحتمل هذه الاخبار أن تكون مختصة بمن يرى الامام من حاله أن المصلحة تقضي فيه قطع يده فيما هذا قيمته لأن ذلك من فرائضه التى يقوم بها هو أو من يأمره هو به</w:t>
      </w:r>
      <w:r w:rsidR="00CC15EB">
        <w:rPr>
          <w:rtl/>
        </w:rPr>
        <w:t>،</w:t>
      </w:r>
      <w:r>
        <w:rPr>
          <w:rtl/>
        </w:rPr>
        <w:t xml:space="preserve"> </w:t>
      </w:r>
      <w:r w:rsidRPr="00D95A45">
        <w:rPr>
          <w:rtl/>
        </w:rPr>
        <w:t>والذي يكشف عما ذكرناه ما رواه</w:t>
      </w:r>
      <w:r w:rsidR="00CC15EB">
        <w:rPr>
          <w:rtl/>
        </w:rPr>
        <w:t>:</w:t>
      </w:r>
      <w:r>
        <w:rPr>
          <w:rtl/>
        </w:rPr>
        <w:t xml:space="preserve"> </w:t>
      </w:r>
    </w:p>
    <w:p w:rsidR="00AC7755" w:rsidRDefault="00D45E0E" w:rsidP="00AC7755">
      <w:pPr>
        <w:pStyle w:val="libNormal"/>
        <w:rPr>
          <w:rtl/>
        </w:rPr>
      </w:pPr>
      <w:r w:rsidRPr="00D95A45">
        <w:rPr>
          <w:rtl/>
        </w:rPr>
        <w:t>(396) 13</w:t>
      </w:r>
      <w:r w:rsidR="00CC15EB">
        <w:rPr>
          <w:rtl/>
        </w:rPr>
        <w:t xml:space="preserve"> - </w:t>
      </w:r>
      <w:r w:rsidRPr="00D95A45">
        <w:rPr>
          <w:rtl/>
        </w:rPr>
        <w:t>يونس عن محمد بن حمران عن محمد بن مسلم قال</w:t>
      </w:r>
      <w:r w:rsidR="00CC15EB">
        <w:rPr>
          <w:rtl/>
        </w:rPr>
        <w:t>:</w:t>
      </w:r>
      <w:r>
        <w:rPr>
          <w:rtl/>
        </w:rPr>
        <w:t xml:space="preserve"> </w:t>
      </w:r>
      <w:r w:rsidRPr="00D95A45">
        <w:rPr>
          <w:rtl/>
        </w:rPr>
        <w:t xml:space="preserve">قال أبو جعفر </w:t>
      </w:r>
      <w:r w:rsidR="00AC7755" w:rsidRPr="00AC7755">
        <w:rPr>
          <w:rStyle w:val="libAlaemChar"/>
          <w:rtl/>
        </w:rPr>
        <w:t>عليه‌السلام</w:t>
      </w:r>
      <w:r w:rsidR="00CC15EB">
        <w:rPr>
          <w:rtl/>
        </w:rPr>
        <w:t>:</w:t>
      </w:r>
      <w:r>
        <w:rPr>
          <w:rtl/>
        </w:rPr>
        <w:t xml:space="preserve"> </w:t>
      </w:r>
      <w:r w:rsidRPr="00D95A45">
        <w:rPr>
          <w:rtl/>
        </w:rPr>
        <w:t>ادنى ما تقطع فيه يد السارق خمس دينار</w:t>
      </w:r>
      <w:r w:rsidR="00CC15EB">
        <w:rPr>
          <w:rtl/>
        </w:rPr>
        <w:t>،</w:t>
      </w:r>
      <w:r>
        <w:rPr>
          <w:rtl/>
        </w:rPr>
        <w:t xml:space="preserve"> </w:t>
      </w:r>
      <w:r w:rsidRPr="00D95A45">
        <w:rPr>
          <w:rtl/>
        </w:rPr>
        <w:t>والخمس آخر الحد الذي لا يكون القطع في دونه</w:t>
      </w:r>
      <w:r w:rsidR="00CC15EB">
        <w:rPr>
          <w:rtl/>
        </w:rPr>
        <w:t>،</w:t>
      </w:r>
      <w:r>
        <w:rPr>
          <w:rtl/>
        </w:rPr>
        <w:t xml:space="preserve"> </w:t>
      </w:r>
      <w:r w:rsidRPr="00D95A45">
        <w:rPr>
          <w:rtl/>
        </w:rPr>
        <w:t>ويقطع فيه وفيما فوقه.</w:t>
      </w:r>
    </w:p>
    <w:p w:rsidR="00AC7755" w:rsidRDefault="00D45E0E" w:rsidP="00AC7755">
      <w:pPr>
        <w:pStyle w:val="libNormal"/>
        <w:rPr>
          <w:rtl/>
        </w:rPr>
      </w:pPr>
      <w:r w:rsidRPr="00D95A45">
        <w:rPr>
          <w:rtl/>
        </w:rPr>
        <w:t>(397) 14</w:t>
      </w:r>
      <w:r w:rsidR="00CC15EB">
        <w:rPr>
          <w:rtl/>
        </w:rPr>
        <w:t xml:space="preserve"> - </w:t>
      </w:r>
      <w:r w:rsidRPr="00D95A45">
        <w:rPr>
          <w:rtl/>
        </w:rPr>
        <w:t xml:space="preserve">احمد بن محمد عن ابن ابي عمير عن حماد عن الحلبي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 له</w:t>
      </w:r>
      <w:r w:rsidR="00CC15EB">
        <w:rPr>
          <w:rtl/>
        </w:rPr>
        <w:t>:</w:t>
      </w:r>
      <w:r>
        <w:rPr>
          <w:rtl/>
        </w:rPr>
        <w:t xml:space="preserve"> </w:t>
      </w:r>
      <w:r w:rsidRPr="00D95A45">
        <w:rPr>
          <w:rtl/>
        </w:rPr>
        <w:t>من اين يجب القطع</w:t>
      </w:r>
      <w:r>
        <w:rPr>
          <w:rtl/>
        </w:rPr>
        <w:t>؟</w:t>
      </w:r>
      <w:r w:rsidRPr="00D95A45">
        <w:rPr>
          <w:rtl/>
        </w:rPr>
        <w:t xml:space="preserve"> فبسط اصابعه وقال</w:t>
      </w:r>
      <w:r w:rsidR="00CC15EB">
        <w:rPr>
          <w:rtl/>
        </w:rPr>
        <w:t>:</w:t>
      </w:r>
      <w:r>
        <w:rPr>
          <w:rtl/>
        </w:rPr>
        <w:t xml:space="preserve"> </w:t>
      </w:r>
      <w:r w:rsidRPr="00D95A45">
        <w:rPr>
          <w:rtl/>
        </w:rPr>
        <w:t>من هاهنا يعني من مفصل الكف.</w:t>
      </w:r>
    </w:p>
    <w:p w:rsidR="00AC7755" w:rsidRDefault="00D45E0E" w:rsidP="00AC7755">
      <w:pPr>
        <w:pStyle w:val="libNormal"/>
        <w:rPr>
          <w:rtl/>
        </w:rPr>
      </w:pPr>
      <w:r w:rsidRPr="00D95A45">
        <w:rPr>
          <w:rtl/>
        </w:rPr>
        <w:t>(398) 15</w:t>
      </w:r>
      <w:r w:rsidR="00CC15EB">
        <w:rPr>
          <w:rtl/>
        </w:rPr>
        <w:t xml:space="preserve"> - </w:t>
      </w:r>
      <w:r w:rsidRPr="00D95A45">
        <w:rPr>
          <w:rtl/>
        </w:rPr>
        <w:t xml:space="preserve">عنه عن علي بن الحكم عن علي بن ابي حمزة عن ابي بصير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القطع من وسط الكف ولا يقطع الابهام</w:t>
      </w:r>
      <w:r w:rsidR="00CC15EB">
        <w:rPr>
          <w:rtl/>
        </w:rPr>
        <w:t>،</w:t>
      </w:r>
      <w:r>
        <w:rPr>
          <w:rtl/>
        </w:rPr>
        <w:t xml:space="preserve"> </w:t>
      </w:r>
      <w:r w:rsidRPr="00D95A45">
        <w:rPr>
          <w:rtl/>
        </w:rPr>
        <w:t>وإذا قطعت الرجل ترك العقب ولم يقطع.</w:t>
      </w:r>
    </w:p>
    <w:p w:rsidR="00AC7755" w:rsidRDefault="00D45E0E" w:rsidP="00AC7755">
      <w:pPr>
        <w:pStyle w:val="libNormal"/>
        <w:rPr>
          <w:rtl/>
        </w:rPr>
      </w:pPr>
      <w:r w:rsidRPr="00D95A45">
        <w:rPr>
          <w:rtl/>
        </w:rPr>
        <w:t>(399) 16</w:t>
      </w:r>
      <w:r w:rsidR="00CC15EB">
        <w:rPr>
          <w:rtl/>
        </w:rPr>
        <w:t xml:space="preserve"> - </w:t>
      </w:r>
      <w:r w:rsidRPr="00D95A45">
        <w:rPr>
          <w:rtl/>
        </w:rPr>
        <w:t>أبو علي الاشعري عن محمد بن عبد الجبار عن صفوان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394</w:t>
      </w:r>
      <w:r>
        <w:rPr>
          <w:rtl/>
        </w:rPr>
        <w:t xml:space="preserve"> - </w:t>
      </w:r>
      <w:r w:rsidR="00D45E0E" w:rsidRPr="00D95A45">
        <w:rPr>
          <w:rtl/>
        </w:rPr>
        <w:t>الاستبصار ج 4 ص 240 الكافي ج 2 ص 299 الفقيه ج 4 ص 45</w:t>
      </w:r>
    </w:p>
    <w:p w:rsidR="00CC15EB" w:rsidRDefault="00CC15EB" w:rsidP="00AC7755">
      <w:pPr>
        <w:pStyle w:val="libFootnote0"/>
        <w:rPr>
          <w:rtl/>
        </w:rPr>
      </w:pPr>
      <w:r>
        <w:rPr>
          <w:rtl/>
        </w:rPr>
        <w:t>-</w:t>
      </w:r>
      <w:r w:rsidR="00D45E0E" w:rsidRPr="007277FF">
        <w:rPr>
          <w:rtl/>
        </w:rPr>
        <w:t xml:space="preserve"> 395</w:t>
      </w:r>
      <w:r>
        <w:rPr>
          <w:rtl/>
        </w:rPr>
        <w:t xml:space="preserve"> - </w:t>
      </w:r>
      <w:r w:rsidR="00D45E0E" w:rsidRPr="007277FF">
        <w:rPr>
          <w:rtl/>
        </w:rPr>
        <w:t>396</w:t>
      </w:r>
      <w:r>
        <w:rPr>
          <w:rtl/>
        </w:rPr>
        <w:t xml:space="preserve"> - </w:t>
      </w:r>
      <w:r w:rsidR="00D45E0E" w:rsidRPr="007277FF">
        <w:rPr>
          <w:rtl/>
        </w:rPr>
        <w:t>الاستبصار ج 4 ص 240</w:t>
      </w:r>
    </w:p>
    <w:p w:rsidR="00CC15EB" w:rsidRDefault="00CC15EB" w:rsidP="00AC7755">
      <w:pPr>
        <w:pStyle w:val="libFootnote0"/>
        <w:rPr>
          <w:rtl/>
        </w:rPr>
      </w:pPr>
      <w:r>
        <w:rPr>
          <w:rtl/>
        </w:rPr>
        <w:t>-</w:t>
      </w:r>
      <w:r w:rsidR="00D45E0E" w:rsidRPr="007277FF">
        <w:rPr>
          <w:rtl/>
        </w:rPr>
        <w:t xml:space="preserve"> 397</w:t>
      </w:r>
      <w:r>
        <w:rPr>
          <w:rtl/>
        </w:rPr>
        <w:t xml:space="preserve"> - </w:t>
      </w:r>
      <w:r w:rsidR="00D45E0E" w:rsidRPr="007277FF">
        <w:rPr>
          <w:rtl/>
        </w:rPr>
        <w:t>398</w:t>
      </w:r>
    </w:p>
    <w:p w:rsidR="00AC7755" w:rsidRDefault="00CC15EB" w:rsidP="00AC7755">
      <w:pPr>
        <w:pStyle w:val="libFootnote0"/>
        <w:rPr>
          <w:rtl/>
        </w:rPr>
      </w:pPr>
      <w:r>
        <w:rPr>
          <w:rtl/>
        </w:rPr>
        <w:t>-</w:t>
      </w:r>
      <w:r w:rsidR="00D45E0E" w:rsidRPr="00DA0376">
        <w:rPr>
          <w:rtl/>
        </w:rPr>
        <w:t xml:space="preserve"> 399</w:t>
      </w:r>
      <w:r>
        <w:rPr>
          <w:rtl/>
        </w:rPr>
        <w:t xml:space="preserve"> - </w:t>
      </w:r>
      <w:r w:rsidR="00D45E0E" w:rsidRPr="00DA0376">
        <w:rPr>
          <w:rtl/>
        </w:rPr>
        <w:t>الكافي ج 2 ص 300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عن اسحاق بن عمار عن ابى ابراهيم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تقطع يد السارق ويترك ابهامه وصدر راحته</w:t>
      </w:r>
      <w:r w:rsidR="00CC15EB">
        <w:rPr>
          <w:rtl/>
        </w:rPr>
        <w:t>،</w:t>
      </w:r>
      <w:r>
        <w:rPr>
          <w:rtl/>
        </w:rPr>
        <w:t xml:space="preserve"> </w:t>
      </w:r>
      <w:r w:rsidRPr="00DA0376">
        <w:rPr>
          <w:rtl/>
        </w:rPr>
        <w:t>وتقطع رجله ويترك عقبه يمشي عليها.</w:t>
      </w:r>
    </w:p>
    <w:p w:rsidR="00AC7755" w:rsidRDefault="00D45E0E" w:rsidP="00AC7755">
      <w:pPr>
        <w:pStyle w:val="libNormal"/>
        <w:rPr>
          <w:rtl/>
        </w:rPr>
      </w:pPr>
      <w:r w:rsidRPr="00D95A45">
        <w:rPr>
          <w:rtl/>
        </w:rPr>
        <w:t>(400) 17</w:t>
      </w:r>
      <w:r w:rsidR="00CC15EB">
        <w:rPr>
          <w:rtl/>
        </w:rPr>
        <w:t xml:space="preserve"> - </w:t>
      </w:r>
      <w:r w:rsidRPr="00D95A45">
        <w:rPr>
          <w:rtl/>
        </w:rPr>
        <w:t>يونس عن سماعة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إذا اخذ السارق قطع من وسط الكف</w:t>
      </w:r>
      <w:r w:rsidR="00CC15EB">
        <w:rPr>
          <w:rtl/>
        </w:rPr>
        <w:t>،</w:t>
      </w:r>
      <w:r>
        <w:rPr>
          <w:rtl/>
        </w:rPr>
        <w:t xml:space="preserve"> </w:t>
      </w:r>
      <w:r w:rsidRPr="00D95A45">
        <w:rPr>
          <w:rtl/>
        </w:rPr>
        <w:t>فان عاد قطعت رجله من وسط القدم فان عاد استودع السجن</w:t>
      </w:r>
      <w:r w:rsidR="00CC15EB">
        <w:rPr>
          <w:rtl/>
        </w:rPr>
        <w:t>،</w:t>
      </w:r>
      <w:r>
        <w:rPr>
          <w:rtl/>
        </w:rPr>
        <w:t xml:space="preserve"> </w:t>
      </w:r>
      <w:r w:rsidRPr="00D95A45">
        <w:rPr>
          <w:rtl/>
        </w:rPr>
        <w:t>فان سرق في السجن قتل.</w:t>
      </w:r>
    </w:p>
    <w:p w:rsidR="00AC7755" w:rsidRDefault="00D45E0E" w:rsidP="00AC7755">
      <w:pPr>
        <w:pStyle w:val="libNormal"/>
        <w:rPr>
          <w:rtl/>
        </w:rPr>
      </w:pPr>
      <w:r w:rsidRPr="00D95A45">
        <w:rPr>
          <w:rtl/>
        </w:rPr>
        <w:t>(401) 18</w:t>
      </w:r>
      <w:r w:rsidR="00CC15EB">
        <w:rPr>
          <w:rtl/>
        </w:rPr>
        <w:t xml:space="preserve"> - </w:t>
      </w:r>
      <w:r w:rsidRPr="00D95A45">
        <w:rPr>
          <w:rtl/>
        </w:rPr>
        <w:t xml:space="preserve">محمد بن يحيى عن محمد بن الحسين عن محمد بن عبد الله بن هلال عن ابيه عن ابى عبد الله </w:t>
      </w:r>
      <w:r w:rsidR="00AC7755" w:rsidRPr="00AC7755">
        <w:rPr>
          <w:rStyle w:val="libAlaemChar"/>
          <w:rtl/>
        </w:rPr>
        <w:t>عليه‌السلام</w:t>
      </w:r>
      <w:r w:rsidRPr="00D95A45">
        <w:rPr>
          <w:rtl/>
        </w:rPr>
        <w:t xml:space="preserve"> قال له</w:t>
      </w:r>
      <w:r w:rsidR="00CC15EB">
        <w:rPr>
          <w:rtl/>
        </w:rPr>
        <w:t>:</w:t>
      </w:r>
      <w:r>
        <w:rPr>
          <w:rtl/>
        </w:rPr>
        <w:t xml:space="preserve"> </w:t>
      </w:r>
      <w:r w:rsidRPr="00D95A45">
        <w:rPr>
          <w:rtl/>
        </w:rPr>
        <w:t>اخبرني عن السارق لم تقطع يده اليمنى ورجله اليسرى ولا تقطع يده اليمنى ورجله اليمنى</w:t>
      </w:r>
      <w:r>
        <w:rPr>
          <w:rtl/>
        </w:rPr>
        <w:t>؟</w:t>
      </w:r>
      <w:r w:rsidRPr="00D95A45">
        <w:rPr>
          <w:rtl/>
        </w:rPr>
        <w:t xml:space="preserve"> فقال</w:t>
      </w:r>
      <w:r w:rsidR="00CC15EB">
        <w:rPr>
          <w:rtl/>
        </w:rPr>
        <w:t>:</w:t>
      </w:r>
      <w:r>
        <w:rPr>
          <w:rtl/>
        </w:rPr>
        <w:t xml:space="preserve"> </w:t>
      </w:r>
      <w:r w:rsidRPr="00D95A45">
        <w:rPr>
          <w:rtl/>
        </w:rPr>
        <w:t>ما احسن ما سألت إذا قطعت يده اليمنى ورجله اليمنى سقط على جانبه الايسر ولم يقدر على القيام</w:t>
      </w:r>
      <w:r w:rsidR="00CC15EB">
        <w:rPr>
          <w:rtl/>
        </w:rPr>
        <w:t>،</w:t>
      </w:r>
      <w:r>
        <w:rPr>
          <w:rtl/>
        </w:rPr>
        <w:t xml:space="preserve"> </w:t>
      </w:r>
      <w:r w:rsidRPr="00D95A45">
        <w:rPr>
          <w:rtl/>
        </w:rPr>
        <w:t>فإذا قطعت يده اليمنى ورجله اليسرى اعتدل واستوى قائما قلت له</w:t>
      </w:r>
      <w:r w:rsidR="00CC15EB">
        <w:rPr>
          <w:rtl/>
        </w:rPr>
        <w:t>:</w:t>
      </w:r>
      <w:r>
        <w:rPr>
          <w:rtl/>
        </w:rPr>
        <w:t xml:space="preserve"> </w:t>
      </w:r>
      <w:r w:rsidRPr="00D95A45">
        <w:rPr>
          <w:rtl/>
        </w:rPr>
        <w:t>جعلت فداك وكيف يقوم وقد قطعت رجله</w:t>
      </w:r>
      <w:r>
        <w:rPr>
          <w:rtl/>
        </w:rPr>
        <w:t>!؟</w:t>
      </w:r>
      <w:r w:rsidRPr="00D95A45">
        <w:rPr>
          <w:rtl/>
        </w:rPr>
        <w:t xml:space="preserve"> فقال</w:t>
      </w:r>
      <w:r w:rsidR="00CC15EB">
        <w:rPr>
          <w:rtl/>
        </w:rPr>
        <w:t>:</w:t>
      </w:r>
      <w:r>
        <w:rPr>
          <w:rtl/>
        </w:rPr>
        <w:t xml:space="preserve"> </w:t>
      </w:r>
      <w:r w:rsidRPr="00D95A45">
        <w:rPr>
          <w:rtl/>
        </w:rPr>
        <w:t>ان القطع ليس حيث رأيت يقطع</w:t>
      </w:r>
      <w:r w:rsidR="00CC15EB">
        <w:rPr>
          <w:rtl/>
        </w:rPr>
        <w:t>،</w:t>
      </w:r>
      <w:r>
        <w:rPr>
          <w:rtl/>
        </w:rPr>
        <w:t xml:space="preserve"> </w:t>
      </w:r>
      <w:r w:rsidRPr="00D95A45">
        <w:rPr>
          <w:rtl/>
        </w:rPr>
        <w:t>انما تقطع الرجل من الكعب ويترك له من قدمه ما يقوم عليه يصلي ويعبد ربه قلت له</w:t>
      </w:r>
      <w:r w:rsidR="00CC15EB">
        <w:rPr>
          <w:rtl/>
        </w:rPr>
        <w:t>:</w:t>
      </w:r>
      <w:r>
        <w:rPr>
          <w:rtl/>
        </w:rPr>
        <w:t xml:space="preserve"> </w:t>
      </w:r>
      <w:r w:rsidRPr="00D95A45">
        <w:rPr>
          <w:rtl/>
        </w:rPr>
        <w:t>من اين تقطع اليد</w:t>
      </w:r>
      <w:r w:rsidR="00CC15EB">
        <w:rPr>
          <w:rtl/>
        </w:rPr>
        <w:t>،</w:t>
      </w:r>
      <w:r>
        <w:rPr>
          <w:rtl/>
        </w:rPr>
        <w:t xml:space="preserve"> </w:t>
      </w:r>
      <w:r w:rsidRPr="00D95A45">
        <w:rPr>
          <w:rtl/>
        </w:rPr>
        <w:t>فقال</w:t>
      </w:r>
      <w:r w:rsidR="00CC15EB">
        <w:rPr>
          <w:rtl/>
        </w:rPr>
        <w:t>:</w:t>
      </w:r>
      <w:r>
        <w:rPr>
          <w:rtl/>
        </w:rPr>
        <w:t xml:space="preserve"> </w:t>
      </w:r>
      <w:r w:rsidRPr="00D95A45">
        <w:rPr>
          <w:rtl/>
        </w:rPr>
        <w:t>تقطع الاربع اصابع ويترك الابهام يعتمد عليها في الصلاة فيغسل بها وجهه للصلاة</w:t>
      </w:r>
      <w:r w:rsidR="00CC15EB">
        <w:rPr>
          <w:rtl/>
        </w:rPr>
        <w:t>،</w:t>
      </w:r>
      <w:r>
        <w:rPr>
          <w:rtl/>
        </w:rPr>
        <w:t xml:space="preserve"> </w:t>
      </w:r>
      <w:r w:rsidRPr="00D95A45">
        <w:rPr>
          <w:rtl/>
        </w:rPr>
        <w:t>قلت</w:t>
      </w:r>
      <w:r w:rsidR="00CC15EB">
        <w:rPr>
          <w:rtl/>
        </w:rPr>
        <w:t>:</w:t>
      </w:r>
      <w:r>
        <w:rPr>
          <w:rtl/>
        </w:rPr>
        <w:t xml:space="preserve"> </w:t>
      </w:r>
      <w:r w:rsidRPr="00D95A45">
        <w:rPr>
          <w:rtl/>
        </w:rPr>
        <w:t>فهذا القطع</w:t>
      </w:r>
      <w:r w:rsidRPr="00AC7755">
        <w:rPr>
          <w:rStyle w:val="libFootnotenumChar"/>
          <w:rtl/>
        </w:rPr>
        <w:t xml:space="preserve"> (1) </w:t>
      </w:r>
      <w:r w:rsidRPr="00D95A45">
        <w:rPr>
          <w:rtl/>
        </w:rPr>
        <w:t>من اول من قطعه</w:t>
      </w:r>
      <w:r>
        <w:rPr>
          <w:rtl/>
        </w:rPr>
        <w:t>؟</w:t>
      </w:r>
      <w:r w:rsidRPr="00D95A45">
        <w:rPr>
          <w:rtl/>
        </w:rPr>
        <w:t xml:space="preserve"> فقال</w:t>
      </w:r>
      <w:r w:rsidR="00CC15EB">
        <w:rPr>
          <w:rtl/>
        </w:rPr>
        <w:t>:</w:t>
      </w:r>
      <w:r>
        <w:rPr>
          <w:rtl/>
        </w:rPr>
        <w:t xml:space="preserve"> </w:t>
      </w:r>
      <w:r w:rsidRPr="00D95A45">
        <w:rPr>
          <w:rtl/>
        </w:rPr>
        <w:t>قد كان عثمان بن عفان حسن ذلك لمعاوية.</w:t>
      </w:r>
    </w:p>
    <w:p w:rsidR="00AC7755" w:rsidRDefault="00D45E0E" w:rsidP="00AC7755">
      <w:pPr>
        <w:pStyle w:val="libNormal"/>
        <w:rPr>
          <w:rtl/>
        </w:rPr>
      </w:pPr>
      <w:r w:rsidRPr="00D95A45">
        <w:rPr>
          <w:rtl/>
        </w:rPr>
        <w:t>(402) 19</w:t>
      </w:r>
      <w:r w:rsidR="00CC15EB">
        <w:rPr>
          <w:rtl/>
        </w:rPr>
        <w:t xml:space="preserve"> - </w:t>
      </w:r>
      <w:r w:rsidRPr="00D95A45">
        <w:rPr>
          <w:rtl/>
        </w:rPr>
        <w:t xml:space="preserve">سهل بن زياد عن ابن ابي نجران عن عاصم بن حميد عن محمد بن قيس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السارق إذا سرق قطعت يمينه فان سرق مرة اخرى قطعت رجله اليسرى</w:t>
      </w:r>
      <w:r w:rsidR="00CC15EB">
        <w:rPr>
          <w:rtl/>
        </w:rPr>
        <w:t>،</w:t>
      </w:r>
      <w:r>
        <w:rPr>
          <w:rtl/>
        </w:rPr>
        <w:t xml:space="preserve"> </w:t>
      </w:r>
      <w:r w:rsidRPr="00D95A45">
        <w:rPr>
          <w:rtl/>
        </w:rPr>
        <w:t>ثم إذا سرق مرة اخرى سجنه وتركت رجله اليمنى يمشي عليها إلى الغائط ويده اليسرى</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أي القطع من الزند.</w:t>
      </w:r>
    </w:p>
    <w:p w:rsidR="00CC15EB" w:rsidRDefault="00CC15EB" w:rsidP="00AC7755">
      <w:pPr>
        <w:pStyle w:val="libFootnote0"/>
        <w:rPr>
          <w:rtl/>
        </w:rPr>
      </w:pPr>
      <w:r>
        <w:rPr>
          <w:rtl/>
        </w:rPr>
        <w:t>-</w:t>
      </w:r>
      <w:r w:rsidR="00D45E0E" w:rsidRPr="007277FF">
        <w:rPr>
          <w:rtl/>
        </w:rPr>
        <w:t xml:space="preserve"> 400</w:t>
      </w:r>
      <w:r>
        <w:rPr>
          <w:rtl/>
        </w:rPr>
        <w:t xml:space="preserve"> - </w:t>
      </w:r>
      <w:r w:rsidR="00D45E0E" w:rsidRPr="007277FF">
        <w:rPr>
          <w:rtl/>
        </w:rPr>
        <w:t>الكافي ج 2 ص 300</w:t>
      </w:r>
    </w:p>
    <w:p w:rsidR="00CC15EB" w:rsidRDefault="00CC15EB" w:rsidP="00AC7755">
      <w:pPr>
        <w:pStyle w:val="libFootnote0"/>
        <w:rPr>
          <w:rtl/>
        </w:rPr>
      </w:pPr>
      <w:r>
        <w:rPr>
          <w:rtl/>
        </w:rPr>
        <w:t>-</w:t>
      </w:r>
      <w:r w:rsidR="00D45E0E" w:rsidRPr="007277FF">
        <w:rPr>
          <w:rtl/>
        </w:rPr>
        <w:t xml:space="preserve"> 401</w:t>
      </w:r>
      <w:r>
        <w:rPr>
          <w:rtl/>
        </w:rPr>
        <w:t xml:space="preserve"> - </w:t>
      </w:r>
      <w:r w:rsidR="00D45E0E" w:rsidRPr="007277FF">
        <w:rPr>
          <w:rtl/>
        </w:rPr>
        <w:t>الكافي ج 2 ص 301</w:t>
      </w:r>
    </w:p>
    <w:p w:rsidR="00AC7755" w:rsidRDefault="00CC15EB" w:rsidP="00AC7755">
      <w:pPr>
        <w:pStyle w:val="libFootnote0"/>
        <w:rPr>
          <w:rtl/>
        </w:rPr>
      </w:pPr>
      <w:r>
        <w:rPr>
          <w:rtl/>
        </w:rPr>
        <w:t>-</w:t>
      </w:r>
      <w:r w:rsidR="00D45E0E" w:rsidRPr="00DA0376">
        <w:rPr>
          <w:rtl/>
        </w:rPr>
        <w:t xml:space="preserve"> 402</w:t>
      </w:r>
      <w:r>
        <w:rPr>
          <w:rtl/>
        </w:rPr>
        <w:t xml:space="preserve"> - </w:t>
      </w:r>
      <w:r w:rsidR="00D45E0E" w:rsidRPr="00DA0376">
        <w:rPr>
          <w:rtl/>
        </w:rPr>
        <w:t>الكافي ج 2 ص 300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يأكل بها ويستنجي بها</w:t>
      </w:r>
      <w:r w:rsidR="00CC15EB">
        <w:rPr>
          <w:rtl/>
        </w:rPr>
        <w:t>،</w:t>
      </w:r>
      <w:r>
        <w:rPr>
          <w:rtl/>
        </w:rPr>
        <w:t xml:space="preserve"> </w:t>
      </w:r>
      <w:r w:rsidRPr="00DA0376">
        <w:rPr>
          <w:rtl/>
        </w:rPr>
        <w:t>وقال</w:t>
      </w:r>
      <w:r w:rsidR="00CC15EB">
        <w:rPr>
          <w:rtl/>
        </w:rPr>
        <w:t>:</w:t>
      </w:r>
      <w:r>
        <w:rPr>
          <w:rtl/>
        </w:rPr>
        <w:t xml:space="preserve"> </w:t>
      </w:r>
      <w:r w:rsidRPr="00DA0376">
        <w:rPr>
          <w:rtl/>
        </w:rPr>
        <w:t>اني لاستحي من الله عز وجل ان اتركه لا ينتفع بشئ ولكني اسجنه حتى يموت في السجن وقال</w:t>
      </w:r>
      <w:r w:rsidR="00CC15EB">
        <w:rPr>
          <w:rtl/>
        </w:rPr>
        <w:t>:</w:t>
      </w:r>
      <w:r>
        <w:rPr>
          <w:rtl/>
        </w:rPr>
        <w:t xml:space="preserve"> </w:t>
      </w:r>
      <w:r w:rsidRPr="00DA0376">
        <w:rPr>
          <w:rtl/>
        </w:rPr>
        <w:t xml:space="preserve">ما قطع رسول الله </w:t>
      </w:r>
      <w:r w:rsidR="00AC7755" w:rsidRPr="00AC7755">
        <w:rPr>
          <w:rStyle w:val="libAlaemChar"/>
          <w:rtl/>
        </w:rPr>
        <w:t>صلى‌الله‌عليه‌وآله‌وسلم</w:t>
      </w:r>
      <w:r w:rsidRPr="00DA0376">
        <w:rPr>
          <w:rtl/>
        </w:rPr>
        <w:t xml:space="preserve"> من سارق بعد يده ورجله.</w:t>
      </w:r>
    </w:p>
    <w:p w:rsidR="00AC7755" w:rsidRDefault="00D45E0E" w:rsidP="00AC7755">
      <w:pPr>
        <w:pStyle w:val="libNormal"/>
        <w:rPr>
          <w:rtl/>
        </w:rPr>
      </w:pPr>
      <w:r w:rsidRPr="00D95A45">
        <w:rPr>
          <w:rtl/>
        </w:rPr>
        <w:t>(403) 20</w:t>
      </w:r>
      <w:r w:rsidR="00CC15EB">
        <w:rPr>
          <w:rtl/>
        </w:rPr>
        <w:t xml:space="preserve"> - </w:t>
      </w:r>
      <w:r w:rsidRPr="00D95A45">
        <w:rPr>
          <w:rtl/>
        </w:rPr>
        <w:t xml:space="preserve">حميد بن زياد عن الحسن بن محمد بن سماعة عن غير واحد عن ابان بن عثمان عن زرارة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كان علي </w:t>
      </w:r>
      <w:r w:rsidR="00AC7755" w:rsidRPr="00AC7755">
        <w:rPr>
          <w:rStyle w:val="libAlaemChar"/>
          <w:rtl/>
        </w:rPr>
        <w:t>عليه‌السلام</w:t>
      </w:r>
      <w:r w:rsidRPr="00D95A45">
        <w:rPr>
          <w:rtl/>
        </w:rPr>
        <w:t xml:space="preserve"> لا يزيد على قطع اليد والرجل ويقول</w:t>
      </w:r>
      <w:r w:rsidR="00CC15EB">
        <w:rPr>
          <w:rtl/>
        </w:rPr>
        <w:t>:</w:t>
      </w:r>
      <w:r>
        <w:rPr>
          <w:rtl/>
        </w:rPr>
        <w:t xml:space="preserve"> </w:t>
      </w:r>
      <w:r w:rsidRPr="00D95A45">
        <w:rPr>
          <w:rtl/>
        </w:rPr>
        <w:t>انى لاستحي من ربي أن ادعه ليس له ما يستنجي به أو يتطهر به قال</w:t>
      </w:r>
      <w:r w:rsidR="00CC15EB">
        <w:rPr>
          <w:rtl/>
        </w:rPr>
        <w:t>:</w:t>
      </w:r>
      <w:r>
        <w:rPr>
          <w:rtl/>
        </w:rPr>
        <w:t xml:space="preserve"> </w:t>
      </w:r>
      <w:r w:rsidRPr="00D95A45">
        <w:rPr>
          <w:rtl/>
        </w:rPr>
        <w:t>وسألته ان هو سرق بعد ما قطع اليد والرجل فقال</w:t>
      </w:r>
      <w:r w:rsidR="00CC15EB">
        <w:rPr>
          <w:rtl/>
        </w:rPr>
        <w:t>:</w:t>
      </w:r>
      <w:r>
        <w:rPr>
          <w:rtl/>
        </w:rPr>
        <w:t xml:space="preserve"> </w:t>
      </w:r>
      <w:r w:rsidRPr="00D95A45">
        <w:rPr>
          <w:rtl/>
        </w:rPr>
        <w:t>استودعه السجن ابدا واغني الناس شره.</w:t>
      </w:r>
    </w:p>
    <w:p w:rsidR="00AC7755" w:rsidRDefault="00D45E0E" w:rsidP="00AC7755">
      <w:pPr>
        <w:pStyle w:val="libNormal"/>
        <w:rPr>
          <w:rtl/>
        </w:rPr>
      </w:pPr>
      <w:r w:rsidRPr="00D95A45">
        <w:rPr>
          <w:rtl/>
        </w:rPr>
        <w:t>(404) 21</w:t>
      </w:r>
      <w:r w:rsidR="00CC15EB">
        <w:rPr>
          <w:rtl/>
        </w:rPr>
        <w:t xml:space="preserve"> - </w:t>
      </w:r>
      <w:r w:rsidRPr="00D95A45">
        <w:rPr>
          <w:rtl/>
        </w:rPr>
        <w:t xml:space="preserve">صفوان عن شعيب عن ابي بصير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تقطع رجل السارق بعد قطع اليد ثم لا يقطع بعد</w:t>
      </w:r>
      <w:r w:rsidR="00CC15EB">
        <w:rPr>
          <w:rtl/>
        </w:rPr>
        <w:t>،</w:t>
      </w:r>
      <w:r>
        <w:rPr>
          <w:rtl/>
        </w:rPr>
        <w:t xml:space="preserve"> </w:t>
      </w:r>
      <w:r w:rsidRPr="00D95A45">
        <w:rPr>
          <w:rtl/>
        </w:rPr>
        <w:t>فان عاد حبس في السجن وانفق عليه من بيت مال المسلمين.</w:t>
      </w:r>
    </w:p>
    <w:p w:rsidR="00AC7755" w:rsidRDefault="00D45E0E" w:rsidP="00AC7755">
      <w:pPr>
        <w:pStyle w:val="libNormal"/>
        <w:rPr>
          <w:rtl/>
        </w:rPr>
      </w:pPr>
      <w:r w:rsidRPr="00D95A45">
        <w:rPr>
          <w:rtl/>
        </w:rPr>
        <w:t>(405) 22</w:t>
      </w:r>
      <w:r w:rsidR="00CC15EB">
        <w:rPr>
          <w:rtl/>
        </w:rPr>
        <w:t xml:space="preserve"> - </w:t>
      </w:r>
      <w:r w:rsidRPr="00D95A45">
        <w:rPr>
          <w:rtl/>
        </w:rPr>
        <w:t xml:space="preserve">الحسين بن سعيد عن النضر بن سويد عن ابى القاسم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سرق فقال</w:t>
      </w:r>
      <w:r w:rsidR="00CC15EB">
        <w:rPr>
          <w:rtl/>
        </w:rPr>
        <w:t>:</w:t>
      </w:r>
      <w:r>
        <w:rPr>
          <w:rtl/>
        </w:rPr>
        <w:t xml:space="preserve"> </w:t>
      </w:r>
      <w:r w:rsidRPr="00D95A45">
        <w:rPr>
          <w:rtl/>
        </w:rPr>
        <w:t xml:space="preserve">سمعت أبى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 xml:space="preserve">اتي علي </w:t>
      </w:r>
      <w:r w:rsidR="00AC7755" w:rsidRPr="00AC7755">
        <w:rPr>
          <w:rStyle w:val="libAlaemChar"/>
          <w:rtl/>
        </w:rPr>
        <w:t>عليه‌السلام</w:t>
      </w:r>
      <w:r w:rsidRPr="00D95A45">
        <w:rPr>
          <w:rtl/>
        </w:rPr>
        <w:t xml:space="preserve"> في زمانه برجل قد سرق فقطع يده</w:t>
      </w:r>
      <w:r w:rsidR="00CC15EB">
        <w:rPr>
          <w:rtl/>
        </w:rPr>
        <w:t>،</w:t>
      </w:r>
      <w:r>
        <w:rPr>
          <w:rtl/>
        </w:rPr>
        <w:t xml:space="preserve"> </w:t>
      </w:r>
      <w:r w:rsidRPr="00D95A45">
        <w:rPr>
          <w:rtl/>
        </w:rPr>
        <w:t>ثم اتي به ثانية فقطع رجله من خلاف</w:t>
      </w:r>
      <w:r w:rsidR="00CC15EB">
        <w:rPr>
          <w:rtl/>
        </w:rPr>
        <w:t>،</w:t>
      </w:r>
      <w:r>
        <w:rPr>
          <w:rtl/>
        </w:rPr>
        <w:t xml:space="preserve"> </w:t>
      </w:r>
      <w:r w:rsidRPr="00D95A45">
        <w:rPr>
          <w:rtl/>
        </w:rPr>
        <w:t>ثم اتي به ثالثة فخلده السجن وانفق عليه من بيت مال المسلمين</w:t>
      </w:r>
      <w:r w:rsidR="00CC15EB">
        <w:rPr>
          <w:rtl/>
        </w:rPr>
        <w:t>،</w:t>
      </w:r>
      <w:r>
        <w:rPr>
          <w:rtl/>
        </w:rPr>
        <w:t xml:space="preserve"> </w:t>
      </w:r>
      <w:r w:rsidRPr="00D95A45">
        <w:rPr>
          <w:rtl/>
        </w:rPr>
        <w:t>وقال</w:t>
      </w:r>
      <w:r w:rsidR="00CC15EB">
        <w:rPr>
          <w:rtl/>
        </w:rPr>
        <w:t>:</w:t>
      </w:r>
      <w:r>
        <w:rPr>
          <w:rtl/>
        </w:rPr>
        <w:t xml:space="preserve"> </w:t>
      </w:r>
      <w:r w:rsidRPr="00D95A45">
        <w:rPr>
          <w:rtl/>
        </w:rPr>
        <w:t xml:space="preserve">هكذا صنع رسول الله </w:t>
      </w:r>
      <w:r w:rsidR="00AC7755" w:rsidRPr="00AC7755">
        <w:rPr>
          <w:rStyle w:val="libAlaemChar"/>
          <w:rtl/>
        </w:rPr>
        <w:t>صلى‌الله‌عليه‌وآله‌وسلم</w:t>
      </w:r>
      <w:r w:rsidRPr="00D95A45">
        <w:rPr>
          <w:rtl/>
        </w:rPr>
        <w:t xml:space="preserve"> لا اخالفة.</w:t>
      </w:r>
    </w:p>
    <w:p w:rsidR="00AC7755" w:rsidRDefault="00D45E0E" w:rsidP="00AC7755">
      <w:pPr>
        <w:pStyle w:val="libNormal"/>
        <w:rPr>
          <w:rtl/>
        </w:rPr>
      </w:pPr>
      <w:r w:rsidRPr="00D95A45">
        <w:rPr>
          <w:rtl/>
        </w:rPr>
        <w:t>(406) 23</w:t>
      </w:r>
      <w:r w:rsidR="00CC15EB">
        <w:rPr>
          <w:rtl/>
        </w:rPr>
        <w:t xml:space="preserve"> - </w:t>
      </w:r>
      <w:r w:rsidRPr="00D95A45">
        <w:rPr>
          <w:rtl/>
        </w:rPr>
        <w:t xml:space="preserve">سهل بن زياد عن ابن أبي نجران عن عاصم بن حميد عن محمد بن قيس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رجل امر به ان تقطع يمينه فقدمت شماله فقطعوها وحسبوها يمينه وقال</w:t>
      </w:r>
      <w:r w:rsidR="00CC15EB">
        <w:rPr>
          <w:rtl/>
        </w:rPr>
        <w:t>:</w:t>
      </w:r>
      <w:r>
        <w:rPr>
          <w:rtl/>
        </w:rPr>
        <w:t xml:space="preserve"> </w:t>
      </w:r>
      <w:r w:rsidRPr="00D95A45">
        <w:rPr>
          <w:rtl/>
        </w:rPr>
        <w:t>انما قطعنا شماله اتقطع يمينه</w:t>
      </w:r>
      <w:r>
        <w:rPr>
          <w:rtl/>
        </w:rPr>
        <w:t>؟</w:t>
      </w:r>
      <w:r w:rsidRPr="00D95A45">
        <w:rPr>
          <w:rtl/>
        </w:rPr>
        <w:t xml:space="preserve"> فقال</w:t>
      </w:r>
      <w:r w:rsidR="00CC15EB">
        <w:rPr>
          <w:rtl/>
        </w:rPr>
        <w:t>:</w:t>
      </w:r>
      <w:r>
        <w:rPr>
          <w:rtl/>
        </w:rPr>
        <w:t xml:space="preserve"> </w:t>
      </w:r>
      <w:r w:rsidRPr="00D95A45">
        <w:rPr>
          <w:rtl/>
        </w:rPr>
        <w:t>لا تقطع يمينه وقد قطعت شماله</w:t>
      </w:r>
      <w:r w:rsidR="00CC15EB">
        <w:rPr>
          <w:rtl/>
        </w:rPr>
        <w:t>،</w:t>
      </w:r>
      <w:r>
        <w:rPr>
          <w:rtl/>
        </w:rPr>
        <w:t xml:space="preserve"> </w:t>
      </w:r>
      <w:r w:rsidRPr="00D95A45">
        <w:rPr>
          <w:rtl/>
        </w:rPr>
        <w:t>وقال في رجل</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403</w:t>
      </w:r>
      <w:r>
        <w:rPr>
          <w:rFonts w:hint="cs"/>
          <w:rtl/>
        </w:rPr>
        <w:t xml:space="preserve"> - </w:t>
      </w:r>
      <w:r w:rsidR="00D45E0E" w:rsidRPr="007277FF">
        <w:rPr>
          <w:rtl/>
        </w:rPr>
        <w:t>404</w:t>
      </w:r>
      <w:r>
        <w:rPr>
          <w:rtl/>
        </w:rPr>
        <w:t xml:space="preserve"> - </w:t>
      </w:r>
      <w:r w:rsidR="00D45E0E" w:rsidRPr="007277FF">
        <w:rPr>
          <w:rtl/>
        </w:rPr>
        <w:t>405</w:t>
      </w:r>
      <w:r>
        <w:rPr>
          <w:rtl/>
        </w:rPr>
        <w:t xml:space="preserve"> - </w:t>
      </w:r>
      <w:r w:rsidR="00D45E0E" w:rsidRPr="007277FF">
        <w:rPr>
          <w:rtl/>
        </w:rPr>
        <w:t>الكافي ج 2 ص 300</w:t>
      </w:r>
    </w:p>
    <w:p w:rsidR="00AC7755" w:rsidRDefault="00CC15EB" w:rsidP="00AC7755">
      <w:pPr>
        <w:pStyle w:val="libFootnote0"/>
        <w:rPr>
          <w:rtl/>
        </w:rPr>
      </w:pPr>
      <w:r>
        <w:rPr>
          <w:rtl/>
        </w:rPr>
        <w:t>-</w:t>
      </w:r>
      <w:r w:rsidR="00D45E0E" w:rsidRPr="00DA0376">
        <w:rPr>
          <w:rtl/>
        </w:rPr>
        <w:t xml:space="preserve"> 406</w:t>
      </w:r>
      <w:r>
        <w:rPr>
          <w:rtl/>
        </w:rPr>
        <w:t xml:space="preserve"> - </w:t>
      </w:r>
      <w:r w:rsidR="00D45E0E" w:rsidRPr="00DA0376">
        <w:rPr>
          <w:rtl/>
        </w:rPr>
        <w:t>الاستبصار ج 4 ص 241 الكافي ج 2 ص 300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اخذ بيضة من المغنم وقالوا قد سرق إقطعه فقال</w:t>
      </w:r>
      <w:r w:rsidR="00CC15EB">
        <w:rPr>
          <w:rtl/>
        </w:rPr>
        <w:t>:</w:t>
      </w:r>
      <w:r>
        <w:rPr>
          <w:rtl/>
        </w:rPr>
        <w:t xml:space="preserve"> </w:t>
      </w:r>
      <w:r w:rsidRPr="00DA0376">
        <w:rPr>
          <w:rtl/>
        </w:rPr>
        <w:t>انى لم اقطع احدا له فيما اخذ شرك.</w:t>
      </w:r>
    </w:p>
    <w:p w:rsidR="00AC7755" w:rsidRDefault="00D45E0E" w:rsidP="00AC7755">
      <w:pPr>
        <w:pStyle w:val="libNormal"/>
        <w:rPr>
          <w:rtl/>
        </w:rPr>
      </w:pPr>
      <w:r w:rsidRPr="00D95A45">
        <w:rPr>
          <w:rtl/>
        </w:rPr>
        <w:t>(407) 24</w:t>
      </w:r>
      <w:r w:rsidR="00CC15EB">
        <w:rPr>
          <w:rtl/>
        </w:rPr>
        <w:t xml:space="preserve"> - </w:t>
      </w:r>
      <w:r w:rsidRPr="00D95A45">
        <w:rPr>
          <w:rtl/>
        </w:rPr>
        <w:t xml:space="preserve">سهل بن زياد عن محمد بن الحسن بن شمون عن عبد الله بن عبد الرحمان الاصم عن مسمع بن عبد الملك عن ابي عبد الله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اتي برجل سرق من بيت المال فقال</w:t>
      </w:r>
      <w:r w:rsidR="00CC15EB">
        <w:rPr>
          <w:rtl/>
        </w:rPr>
        <w:t>:</w:t>
      </w:r>
      <w:r>
        <w:rPr>
          <w:rtl/>
        </w:rPr>
        <w:t xml:space="preserve"> </w:t>
      </w:r>
      <w:r w:rsidRPr="00D95A45">
        <w:rPr>
          <w:rtl/>
        </w:rPr>
        <w:t xml:space="preserve">لا نقطعه فان له فيه نصيبا. </w:t>
      </w:r>
    </w:p>
    <w:p w:rsidR="00AC7755" w:rsidRDefault="00D45E0E" w:rsidP="00AC7755">
      <w:pPr>
        <w:pStyle w:val="libNormal"/>
        <w:rPr>
          <w:rtl/>
        </w:rPr>
      </w:pPr>
      <w:r w:rsidRPr="00D95A45">
        <w:rPr>
          <w:rtl/>
        </w:rPr>
        <w:t>ولا ينافي هذين الخبرين ما رواه</w:t>
      </w:r>
      <w:r w:rsidR="00CC15EB">
        <w:rPr>
          <w:rtl/>
        </w:rPr>
        <w:t>:</w:t>
      </w:r>
      <w:r>
        <w:rPr>
          <w:rtl/>
        </w:rPr>
        <w:t xml:space="preserve"> </w:t>
      </w:r>
    </w:p>
    <w:p w:rsidR="00AC7755" w:rsidRDefault="00D45E0E" w:rsidP="00AC7755">
      <w:pPr>
        <w:pStyle w:val="libNormal"/>
        <w:rPr>
          <w:rtl/>
        </w:rPr>
      </w:pPr>
      <w:r>
        <w:rPr>
          <w:rFonts w:hint="cs"/>
          <w:rtl/>
        </w:rPr>
        <w:t>(</w:t>
      </w:r>
      <w:r w:rsidRPr="00D95A45">
        <w:rPr>
          <w:rtl/>
        </w:rPr>
        <w:t xml:space="preserve"> 408) 25</w:t>
      </w:r>
      <w:r w:rsidR="00CC15EB">
        <w:rPr>
          <w:rtl/>
        </w:rPr>
        <w:t xml:space="preserve"> - </w:t>
      </w:r>
      <w:r w:rsidRPr="00D95A45">
        <w:rPr>
          <w:rtl/>
        </w:rPr>
        <w:t>الحسين بن سعيد عن فضالة عن ابان عن عبد الرحمان ابن ابى عبد الله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البيضة التى قطع فيها امير المؤمنين </w:t>
      </w:r>
      <w:r w:rsidR="00AC7755" w:rsidRPr="00AC7755">
        <w:rPr>
          <w:rStyle w:val="libAlaemChar"/>
          <w:rtl/>
        </w:rPr>
        <w:t>عليه‌السلام</w:t>
      </w:r>
      <w:r w:rsidRPr="00D95A45">
        <w:rPr>
          <w:rtl/>
        </w:rPr>
        <w:t xml:space="preserve"> فقال</w:t>
      </w:r>
      <w:r w:rsidR="00CC15EB">
        <w:rPr>
          <w:rtl/>
        </w:rPr>
        <w:t>:</w:t>
      </w:r>
      <w:r>
        <w:rPr>
          <w:rtl/>
        </w:rPr>
        <w:t xml:space="preserve"> </w:t>
      </w:r>
      <w:r w:rsidRPr="00D95A45">
        <w:rPr>
          <w:rtl/>
        </w:rPr>
        <w:t xml:space="preserve">كانت بيضة حديد سرقها رجل من المغنم فقطعه. </w:t>
      </w:r>
    </w:p>
    <w:p w:rsidR="00AC7755" w:rsidRDefault="00D45E0E" w:rsidP="00AC7755">
      <w:pPr>
        <w:pStyle w:val="libNormal"/>
        <w:rPr>
          <w:rtl/>
        </w:rPr>
      </w:pPr>
      <w:r w:rsidRPr="00D95A45">
        <w:rPr>
          <w:rtl/>
        </w:rPr>
        <w:t xml:space="preserve">لأن الوجه في هذا الخبر أن يكون الحكم مقصورا على ما فعله امير المؤمنين </w:t>
      </w:r>
      <w:r w:rsidR="00AC7755" w:rsidRPr="00AC7755">
        <w:rPr>
          <w:rStyle w:val="libAlaemChar"/>
          <w:rtl/>
        </w:rPr>
        <w:t>عليه‌السلام</w:t>
      </w:r>
      <w:r w:rsidRPr="00D95A45">
        <w:rPr>
          <w:rtl/>
        </w:rPr>
        <w:t xml:space="preserve"> وليس في الخبر أن من سرق من المغنم يقطع فيكون منافيا للاول بل هو صريح بحكاية فعله</w:t>
      </w:r>
      <w:r w:rsidR="00CC15EB">
        <w:rPr>
          <w:rtl/>
        </w:rPr>
        <w:t>،</w:t>
      </w:r>
      <w:r>
        <w:rPr>
          <w:rtl/>
        </w:rPr>
        <w:t xml:space="preserve"> </w:t>
      </w:r>
      <w:r w:rsidRPr="00D95A45">
        <w:rPr>
          <w:rtl/>
        </w:rPr>
        <w:t xml:space="preserve">ولا يمتنع ان يكون امير المؤمنين </w:t>
      </w:r>
      <w:r w:rsidR="00AC7755" w:rsidRPr="00AC7755">
        <w:rPr>
          <w:rStyle w:val="libAlaemChar"/>
          <w:rtl/>
        </w:rPr>
        <w:t>عليه‌السلام</w:t>
      </w:r>
      <w:r w:rsidRPr="00D95A45">
        <w:rPr>
          <w:rtl/>
        </w:rPr>
        <w:t xml:space="preserve"> فعل ذلك لما اقتضته المصلحة في الحال</w:t>
      </w:r>
      <w:r w:rsidR="00CC15EB">
        <w:rPr>
          <w:rtl/>
        </w:rPr>
        <w:t>،</w:t>
      </w:r>
      <w:r>
        <w:rPr>
          <w:rtl/>
        </w:rPr>
        <w:t xml:space="preserve"> </w:t>
      </w:r>
      <w:r w:rsidRPr="00D95A45">
        <w:rPr>
          <w:rtl/>
        </w:rPr>
        <w:t>على ان في الخبرين الاولين صريحا بانه لا قطع عليه إذا سرق من المغنم ويؤكد ذلك ما رواه</w:t>
      </w:r>
      <w:r w:rsidR="00CC15EB">
        <w:rPr>
          <w:rtl/>
        </w:rPr>
        <w:t>:</w:t>
      </w:r>
      <w:r>
        <w:rPr>
          <w:rtl/>
        </w:rPr>
        <w:t xml:space="preserve"> </w:t>
      </w:r>
    </w:p>
    <w:p w:rsidR="00AC7755" w:rsidRDefault="00D45E0E" w:rsidP="00AC7755">
      <w:pPr>
        <w:pStyle w:val="libNormal"/>
        <w:rPr>
          <w:rtl/>
        </w:rPr>
      </w:pPr>
      <w:r w:rsidRPr="00D95A45">
        <w:rPr>
          <w:rtl/>
        </w:rPr>
        <w:t>(409) 26</w:t>
      </w:r>
      <w:r w:rsidR="00CC15EB">
        <w:rPr>
          <w:rtl/>
        </w:rPr>
        <w:t xml:space="preserve"> - </w:t>
      </w:r>
      <w:r w:rsidRPr="00D95A45">
        <w:rPr>
          <w:rtl/>
        </w:rPr>
        <w:t xml:space="preserve">علي بن ابراهيم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اربعة لا قطع عليهم</w:t>
      </w:r>
      <w:r w:rsidR="00CC15EB">
        <w:rPr>
          <w:rtl/>
        </w:rPr>
        <w:t>:</w:t>
      </w:r>
      <w:r>
        <w:rPr>
          <w:rtl/>
        </w:rPr>
        <w:t xml:space="preserve"> </w:t>
      </w:r>
      <w:r w:rsidRPr="00D95A45">
        <w:rPr>
          <w:rtl/>
        </w:rPr>
        <w:t>المختلس والغلول</w:t>
      </w:r>
      <w:r w:rsidR="00CC15EB">
        <w:rPr>
          <w:rtl/>
        </w:rPr>
        <w:t>،</w:t>
      </w:r>
      <w:r>
        <w:rPr>
          <w:rtl/>
        </w:rPr>
        <w:t xml:space="preserve"> </w:t>
      </w:r>
      <w:r w:rsidRPr="00D95A45">
        <w:rPr>
          <w:rtl/>
        </w:rPr>
        <w:t>ومن سرق من الغنيمة</w:t>
      </w:r>
      <w:r w:rsidR="00CC15EB">
        <w:rPr>
          <w:rtl/>
        </w:rPr>
        <w:t>،</w:t>
      </w:r>
      <w:r>
        <w:rPr>
          <w:rtl/>
        </w:rPr>
        <w:t xml:space="preserve"> </w:t>
      </w:r>
      <w:r w:rsidRPr="00D95A45">
        <w:rPr>
          <w:rtl/>
        </w:rPr>
        <w:t>وسرقة الأجير فانها خيانة.</w:t>
      </w:r>
    </w:p>
    <w:p w:rsidR="00AC7755" w:rsidRDefault="00D45E0E" w:rsidP="00AC7755">
      <w:pPr>
        <w:pStyle w:val="libNormal"/>
        <w:rPr>
          <w:rtl/>
        </w:rPr>
      </w:pPr>
      <w:r w:rsidRPr="00D95A45">
        <w:rPr>
          <w:rtl/>
        </w:rPr>
        <w:t xml:space="preserve"> على انه يجوز ان يكون انما قطع امير المؤمنين </w:t>
      </w:r>
      <w:r w:rsidR="00AC7755" w:rsidRPr="00AC7755">
        <w:rPr>
          <w:rStyle w:val="libAlaemChar"/>
          <w:rtl/>
        </w:rPr>
        <w:t>عليه‌السلام</w:t>
      </w:r>
      <w:r w:rsidRPr="00D95A45">
        <w:rPr>
          <w:rtl/>
        </w:rPr>
        <w:t xml:space="preserve"> من سرق من المغنم من لم يكن له فيه نصيب</w:t>
      </w:r>
      <w:r w:rsidR="00CC15EB">
        <w:rPr>
          <w:rtl/>
        </w:rPr>
        <w:t>،</w:t>
      </w:r>
      <w:r>
        <w:rPr>
          <w:rtl/>
        </w:rPr>
        <w:t xml:space="preserve"> </w:t>
      </w:r>
      <w:r w:rsidRPr="00D95A45">
        <w:rPr>
          <w:rtl/>
        </w:rPr>
        <w:t>لأن من هذا حاله يجب عليه القطع</w:t>
      </w:r>
      <w:r w:rsidR="00CC15EB">
        <w:rPr>
          <w:rtl/>
        </w:rPr>
        <w:t>،</w:t>
      </w:r>
      <w:r>
        <w:rPr>
          <w:rtl/>
        </w:rPr>
        <w:t xml:space="preserve"> </w:t>
      </w:r>
      <w:r w:rsidRPr="00D95A45">
        <w:rPr>
          <w:rtl/>
        </w:rPr>
        <w:t>أو ان يكون له فيه حظ</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407</w:t>
      </w:r>
      <w:r>
        <w:rPr>
          <w:rFonts w:hint="cs"/>
          <w:rtl/>
        </w:rPr>
        <w:t xml:space="preserve"> - </w:t>
      </w:r>
      <w:r w:rsidR="00D45E0E" w:rsidRPr="007277FF">
        <w:rPr>
          <w:rtl/>
        </w:rPr>
        <w:t>408</w:t>
      </w:r>
      <w:r>
        <w:rPr>
          <w:rtl/>
        </w:rPr>
        <w:t xml:space="preserve"> - </w:t>
      </w:r>
      <w:r w:rsidR="00D45E0E" w:rsidRPr="007277FF">
        <w:rPr>
          <w:rtl/>
        </w:rPr>
        <w:t>الاستبصار ج 4 ص 241 واخرج الاول الكليني في الكافي ج 2 ص 302</w:t>
      </w:r>
    </w:p>
    <w:p w:rsidR="00AC7755" w:rsidRDefault="00CC15EB" w:rsidP="00AC7755">
      <w:pPr>
        <w:pStyle w:val="libFootnote0"/>
        <w:rPr>
          <w:rtl/>
        </w:rPr>
      </w:pPr>
      <w:r>
        <w:rPr>
          <w:rtl/>
        </w:rPr>
        <w:t>-</w:t>
      </w:r>
      <w:r w:rsidR="00D45E0E" w:rsidRPr="00DA0376">
        <w:rPr>
          <w:rtl/>
        </w:rPr>
        <w:t xml:space="preserve"> 409</w:t>
      </w:r>
      <w:r>
        <w:rPr>
          <w:rtl/>
        </w:rPr>
        <w:t xml:space="preserve"> - </w:t>
      </w:r>
      <w:r w:rsidR="00D45E0E" w:rsidRPr="00DA0376">
        <w:rPr>
          <w:rtl/>
        </w:rPr>
        <w:t>الاستبصار ج 4 ص 241 الكافي ج 2 ص 301</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غير ان قيمة ما سرق يزيد على ماله بقيمة ربع دينار فان من هذه حاله ايضا يجب عليه القطع</w:t>
      </w:r>
      <w:r w:rsidR="00CC15EB">
        <w:rPr>
          <w:rtl/>
        </w:rPr>
        <w:t>،</w:t>
      </w:r>
      <w:r>
        <w:rPr>
          <w:rtl/>
        </w:rPr>
        <w:t xml:space="preserve"> </w:t>
      </w:r>
      <w:r w:rsidRPr="00DA0376">
        <w:rPr>
          <w:rtl/>
        </w:rPr>
        <w:t>يدل على هذا التفصيل ما رواه</w:t>
      </w:r>
      <w:r w:rsidR="00CC15EB">
        <w:rPr>
          <w:rtl/>
        </w:rPr>
        <w:t>:</w:t>
      </w:r>
      <w:r>
        <w:rPr>
          <w:rtl/>
        </w:rPr>
        <w:t xml:space="preserve"> </w:t>
      </w:r>
    </w:p>
    <w:p w:rsidR="00AC7755" w:rsidRDefault="00D45E0E" w:rsidP="00AC7755">
      <w:pPr>
        <w:pStyle w:val="libNormal"/>
        <w:rPr>
          <w:rtl/>
        </w:rPr>
      </w:pPr>
      <w:r w:rsidRPr="00D95A45">
        <w:rPr>
          <w:rtl/>
        </w:rPr>
        <w:t>(410) 27</w:t>
      </w:r>
      <w:r w:rsidR="00CC15EB">
        <w:rPr>
          <w:rtl/>
        </w:rPr>
        <w:t xml:space="preserve"> - </w:t>
      </w:r>
      <w:r w:rsidRPr="00D95A45">
        <w:rPr>
          <w:rtl/>
        </w:rPr>
        <w:t xml:space="preserve">يونس بن عبد الرحمان عن عبد الله بن سنان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 له</w:t>
      </w:r>
      <w:r w:rsidR="00CC15EB">
        <w:rPr>
          <w:rtl/>
        </w:rPr>
        <w:t>:</w:t>
      </w:r>
      <w:r>
        <w:rPr>
          <w:rtl/>
        </w:rPr>
        <w:t xml:space="preserve"> </w:t>
      </w:r>
      <w:r w:rsidRPr="00D95A45">
        <w:rPr>
          <w:rtl/>
        </w:rPr>
        <w:t>رجل سرق من المغنم اي شئ الذي يجب عليه أيقطع</w:t>
      </w:r>
      <w:r>
        <w:rPr>
          <w:rtl/>
        </w:rPr>
        <w:t>؟</w:t>
      </w:r>
      <w:r w:rsidRPr="00D95A45">
        <w:rPr>
          <w:rtl/>
        </w:rPr>
        <w:t xml:space="preserve"> قال</w:t>
      </w:r>
      <w:r w:rsidR="00CC15EB">
        <w:rPr>
          <w:rtl/>
        </w:rPr>
        <w:t>:</w:t>
      </w:r>
      <w:r>
        <w:rPr>
          <w:rtl/>
        </w:rPr>
        <w:t xml:space="preserve"> </w:t>
      </w:r>
      <w:r w:rsidRPr="00D95A45">
        <w:rPr>
          <w:rtl/>
        </w:rPr>
        <w:t>ينظر كم الذى يصيبه</w:t>
      </w:r>
      <w:r w:rsidR="00CC15EB">
        <w:rPr>
          <w:rtl/>
        </w:rPr>
        <w:t>،</w:t>
      </w:r>
      <w:r>
        <w:rPr>
          <w:rtl/>
        </w:rPr>
        <w:t xml:space="preserve"> </w:t>
      </w:r>
      <w:r w:rsidRPr="00D95A45">
        <w:rPr>
          <w:rtl/>
        </w:rPr>
        <w:t>فان كان الذي أخذ اقل من نصيبه عزر ودفع إليه تمام ماله</w:t>
      </w:r>
      <w:r w:rsidR="00CC15EB">
        <w:rPr>
          <w:rtl/>
        </w:rPr>
        <w:t>،</w:t>
      </w:r>
      <w:r>
        <w:rPr>
          <w:rtl/>
        </w:rPr>
        <w:t xml:space="preserve"> </w:t>
      </w:r>
      <w:r w:rsidRPr="00D95A45">
        <w:rPr>
          <w:rtl/>
        </w:rPr>
        <w:t>وان كان أخذ مثل الذي له فلا شئ عليه</w:t>
      </w:r>
      <w:r w:rsidR="00CC15EB">
        <w:rPr>
          <w:rtl/>
        </w:rPr>
        <w:t>،</w:t>
      </w:r>
      <w:r>
        <w:rPr>
          <w:rtl/>
        </w:rPr>
        <w:t xml:space="preserve"> </w:t>
      </w:r>
      <w:r w:rsidRPr="00D95A45">
        <w:rPr>
          <w:rtl/>
        </w:rPr>
        <w:t>وان كان اخذ فضلا بقدر ثمن مجن وهو ربع دينار قطع.</w:t>
      </w:r>
    </w:p>
    <w:p w:rsidR="00AC7755" w:rsidRDefault="00D45E0E" w:rsidP="00AC7755">
      <w:pPr>
        <w:pStyle w:val="libNormal"/>
        <w:rPr>
          <w:rtl/>
        </w:rPr>
      </w:pPr>
      <w:r w:rsidRPr="00D95A45">
        <w:rPr>
          <w:rtl/>
        </w:rPr>
        <w:t>(411) 28</w:t>
      </w:r>
      <w:r w:rsidR="00CC15EB">
        <w:rPr>
          <w:rtl/>
        </w:rPr>
        <w:t xml:space="preserve"> - </w:t>
      </w:r>
      <w:r w:rsidRPr="00D95A45">
        <w:rPr>
          <w:rtl/>
        </w:rPr>
        <w:t>علي بن ابراهيم عن ابيه عن ابن ابى عمير عن هشام ابن سالم عن سليمان بن خالد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سرق سرقة وكابر عنها فضرب فجاء بها بعينها هل يجب عليه القطع</w:t>
      </w:r>
      <w:r>
        <w:rPr>
          <w:rtl/>
        </w:rPr>
        <w:t>؟</w:t>
      </w:r>
      <w:r w:rsidRPr="00D95A45">
        <w:rPr>
          <w:rtl/>
        </w:rPr>
        <w:t xml:space="preserve"> قال</w:t>
      </w:r>
      <w:r w:rsidR="00CC15EB">
        <w:rPr>
          <w:rtl/>
        </w:rPr>
        <w:t>:</w:t>
      </w:r>
      <w:r>
        <w:rPr>
          <w:rtl/>
        </w:rPr>
        <w:t xml:space="preserve"> </w:t>
      </w:r>
      <w:r w:rsidRPr="00D95A45">
        <w:rPr>
          <w:rtl/>
        </w:rPr>
        <w:t>نعم ولكن إذا اعترف ولم يجئ بالسرقة لم تقطع يده لانه اعترف على العذاب.</w:t>
      </w:r>
    </w:p>
    <w:p w:rsidR="00AC7755" w:rsidRDefault="00D45E0E" w:rsidP="00AC7755">
      <w:pPr>
        <w:pStyle w:val="libNormal"/>
        <w:rPr>
          <w:rtl/>
        </w:rPr>
      </w:pPr>
      <w:r w:rsidRPr="00D95A45">
        <w:rPr>
          <w:rtl/>
        </w:rPr>
        <w:t>(412) 29</w:t>
      </w:r>
      <w:r w:rsidR="00CC15EB">
        <w:rPr>
          <w:rtl/>
        </w:rPr>
        <w:t xml:space="preserve"> - </w:t>
      </w:r>
      <w:r w:rsidRPr="00D95A45">
        <w:rPr>
          <w:rtl/>
        </w:rPr>
        <w:t>يونس عن منصور بن حازم عن سليمان بن خالد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إذا سرق السارق قطعت يده وغرم ما اخذ.</w:t>
      </w:r>
    </w:p>
    <w:p w:rsidR="00AC7755" w:rsidRDefault="00D45E0E" w:rsidP="00AC7755">
      <w:pPr>
        <w:pStyle w:val="libNormal"/>
        <w:rPr>
          <w:rtl/>
        </w:rPr>
      </w:pPr>
      <w:r w:rsidRPr="00D95A45">
        <w:rPr>
          <w:rtl/>
        </w:rPr>
        <w:t>(413) 30</w:t>
      </w:r>
      <w:r w:rsidR="00CC15EB">
        <w:rPr>
          <w:rtl/>
        </w:rPr>
        <w:t xml:space="preserve"> - </w:t>
      </w:r>
      <w:r w:rsidRPr="00D95A45">
        <w:rPr>
          <w:rtl/>
        </w:rPr>
        <w:t xml:space="preserve">الحسين بن سعيد عن ابن محبوب عن ابن بكير عن محمد بن مسلم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السارق يتبع بسرقته وان قطعت يده ولا يترك أن يذهب بمال امرئ مسلم.</w:t>
      </w:r>
    </w:p>
    <w:p w:rsidR="00AC7755" w:rsidRDefault="00D45E0E" w:rsidP="00AC7755">
      <w:pPr>
        <w:pStyle w:val="libNormal"/>
        <w:rPr>
          <w:rtl/>
        </w:rPr>
      </w:pPr>
      <w:r w:rsidRPr="00D95A45">
        <w:rPr>
          <w:rtl/>
        </w:rPr>
        <w:t>(414) 31</w:t>
      </w:r>
      <w:r w:rsidR="00CC15EB">
        <w:rPr>
          <w:rtl/>
        </w:rPr>
        <w:t xml:space="preserve"> - </w:t>
      </w:r>
      <w:r w:rsidRPr="00D95A45">
        <w:rPr>
          <w:rtl/>
        </w:rPr>
        <w:t>محمد بن على بن محبوب عن جعفر بن عبد الله عن محمد بن عيسى بن عبد الله عن ابيه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السارق يسرق العام فيقدم الى الوالي ليقطعه فيوهب</w:t>
      </w:r>
      <w:r w:rsidR="00CC15EB">
        <w:rPr>
          <w:rtl/>
        </w:rPr>
        <w:t>،</w:t>
      </w:r>
      <w:r>
        <w:rPr>
          <w:rtl/>
        </w:rPr>
        <w:t xml:space="preserve"> </w:t>
      </w:r>
      <w:r w:rsidRPr="00D95A45">
        <w:rPr>
          <w:rtl/>
        </w:rPr>
        <w:t>ثم يؤخذ في قابل وقد سرق الثانية ويقدم إلى</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410</w:t>
      </w:r>
      <w:r>
        <w:rPr>
          <w:rtl/>
        </w:rPr>
        <w:t xml:space="preserve"> - </w:t>
      </w:r>
      <w:r w:rsidR="00D45E0E" w:rsidRPr="00D95A45">
        <w:rPr>
          <w:rtl/>
        </w:rPr>
        <w:t>الاستبصار ج 4 ص 242 الفقيه ج 4 ص 45</w:t>
      </w:r>
    </w:p>
    <w:p w:rsidR="00AC7755" w:rsidRDefault="00CC15EB" w:rsidP="00AC7755">
      <w:pPr>
        <w:pStyle w:val="libFootnote0"/>
        <w:rPr>
          <w:rtl/>
        </w:rPr>
      </w:pPr>
      <w:r>
        <w:rPr>
          <w:rtl/>
        </w:rPr>
        <w:t>-</w:t>
      </w:r>
      <w:r w:rsidR="00D45E0E" w:rsidRPr="00DA0376">
        <w:rPr>
          <w:rtl/>
        </w:rPr>
        <w:t xml:space="preserve"> 411</w:t>
      </w:r>
      <w:r>
        <w:rPr>
          <w:rtl/>
        </w:rPr>
        <w:t xml:space="preserve"> - </w:t>
      </w:r>
      <w:r w:rsidR="00D45E0E" w:rsidRPr="00DA0376">
        <w:rPr>
          <w:rtl/>
        </w:rPr>
        <w:t>412</w:t>
      </w:r>
      <w:r>
        <w:rPr>
          <w:rtl/>
        </w:rPr>
        <w:t xml:space="preserve"> - </w:t>
      </w:r>
      <w:r w:rsidR="00D45E0E" w:rsidRPr="00DA0376">
        <w:rPr>
          <w:rtl/>
        </w:rPr>
        <w:t>الكافي ج 2 ص 300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السلطان فبأي السرقتين يقطع</w:t>
      </w:r>
      <w:r>
        <w:rPr>
          <w:rtl/>
        </w:rPr>
        <w:t>؟</w:t>
      </w:r>
      <w:r w:rsidRPr="00DA0376">
        <w:rPr>
          <w:rtl/>
        </w:rPr>
        <w:t xml:space="preserve"> قال</w:t>
      </w:r>
      <w:r w:rsidR="00CC15EB">
        <w:rPr>
          <w:rtl/>
        </w:rPr>
        <w:t>:</w:t>
      </w:r>
      <w:r>
        <w:rPr>
          <w:rtl/>
        </w:rPr>
        <w:t xml:space="preserve"> </w:t>
      </w:r>
      <w:r w:rsidRPr="00DA0376">
        <w:rPr>
          <w:rtl/>
        </w:rPr>
        <w:t>يقطع بالاخيرة ويستسعى بالمال الذي سرقه الا حتى يرده على صاحبه</w:t>
      </w:r>
      <w:r w:rsidR="00CC15EB">
        <w:rPr>
          <w:rtl/>
        </w:rPr>
        <w:t>،</w:t>
      </w:r>
      <w:r>
        <w:rPr>
          <w:rtl/>
        </w:rPr>
        <w:t xml:space="preserve"> </w:t>
      </w:r>
    </w:p>
    <w:p w:rsidR="00AC7755" w:rsidRDefault="00D45E0E" w:rsidP="00AC7755">
      <w:pPr>
        <w:pStyle w:val="libNormal"/>
        <w:rPr>
          <w:rtl/>
        </w:rPr>
      </w:pPr>
      <w:r w:rsidRPr="00D95A45">
        <w:rPr>
          <w:rtl/>
        </w:rPr>
        <w:t>(415) 32</w:t>
      </w:r>
      <w:r w:rsidR="00CC15EB">
        <w:rPr>
          <w:rtl/>
        </w:rPr>
        <w:t xml:space="preserve"> - </w:t>
      </w:r>
      <w:r w:rsidRPr="00D95A45">
        <w:rPr>
          <w:rtl/>
        </w:rPr>
        <w:t xml:space="preserve">محمد بن الحسن الصفار عن الحسن بن موسى الخشاب عن غياث بن كلوب عن اسحاق بن عمار عن جعفر عن ابيه </w:t>
      </w:r>
      <w:r w:rsidR="00AC7755" w:rsidRPr="00AC7755">
        <w:rPr>
          <w:rStyle w:val="libAlaemChar"/>
          <w:rtl/>
        </w:rPr>
        <w:t>عليه‌السلام</w:t>
      </w:r>
      <w:r w:rsidRPr="00D95A45">
        <w:rPr>
          <w:rtl/>
        </w:rPr>
        <w:t xml:space="preserve"> أن عليا </w:t>
      </w:r>
      <w:r w:rsidR="00AC7755" w:rsidRPr="00AC7755">
        <w:rPr>
          <w:rStyle w:val="libAlaemChar"/>
          <w:rtl/>
        </w:rPr>
        <w:t>عليه‌السلام</w:t>
      </w:r>
      <w:r w:rsidRPr="00D95A45">
        <w:rPr>
          <w:rtl/>
        </w:rPr>
        <w:t xml:space="preserve"> كان يقول</w:t>
      </w:r>
      <w:r w:rsidR="00CC15EB">
        <w:rPr>
          <w:rtl/>
        </w:rPr>
        <w:t>:</w:t>
      </w:r>
      <w:r>
        <w:rPr>
          <w:rtl/>
        </w:rPr>
        <w:t xml:space="preserve"> </w:t>
      </w:r>
      <w:r w:rsidRPr="00D95A45">
        <w:rPr>
          <w:rtl/>
        </w:rPr>
        <w:t>لا قطع على السارق حتى يخرج بالسرقة من البيت ويكون فيها ما يجب فيه القطع.</w:t>
      </w:r>
    </w:p>
    <w:p w:rsidR="00AC7755" w:rsidRDefault="00D45E0E" w:rsidP="00AC7755">
      <w:pPr>
        <w:pStyle w:val="libNormal"/>
        <w:rPr>
          <w:rtl/>
        </w:rPr>
      </w:pPr>
      <w:r w:rsidRPr="00D95A45">
        <w:rPr>
          <w:rtl/>
        </w:rPr>
        <w:t>(416) 33</w:t>
      </w:r>
      <w:r w:rsidR="00CC15EB">
        <w:rPr>
          <w:rtl/>
        </w:rPr>
        <w:t xml:space="preserve"> - </w:t>
      </w:r>
      <w:r w:rsidRPr="00D95A45">
        <w:rPr>
          <w:rtl/>
        </w:rPr>
        <w:t>علي عن ابيه عن ابن ابى عمير عن حماد عن الحلبي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نقب بيتا واخذ قبل ان يصل الى شي قال</w:t>
      </w:r>
      <w:r w:rsidR="00CC15EB">
        <w:rPr>
          <w:rtl/>
        </w:rPr>
        <w:t>:</w:t>
      </w:r>
      <w:r>
        <w:rPr>
          <w:rtl/>
        </w:rPr>
        <w:t xml:space="preserve"> </w:t>
      </w:r>
      <w:r w:rsidRPr="00D95A45">
        <w:rPr>
          <w:rtl/>
        </w:rPr>
        <w:t>يعاقب فان اخذ وقد اخرج منه شيئا فعليه القطع</w:t>
      </w:r>
      <w:r w:rsidR="00CC15EB">
        <w:rPr>
          <w:rtl/>
        </w:rPr>
        <w:t>،</w:t>
      </w:r>
      <w:r>
        <w:rPr>
          <w:rtl/>
        </w:rPr>
        <w:t xml:space="preserve"> </w:t>
      </w:r>
      <w:r w:rsidRPr="00D95A45">
        <w:rPr>
          <w:rtl/>
        </w:rPr>
        <w:t>قال</w:t>
      </w:r>
      <w:r w:rsidR="00CC15EB">
        <w:rPr>
          <w:rtl/>
        </w:rPr>
        <w:t>:</w:t>
      </w:r>
      <w:r>
        <w:rPr>
          <w:rtl/>
        </w:rPr>
        <w:t xml:space="preserve"> </w:t>
      </w:r>
      <w:r w:rsidRPr="00D95A45">
        <w:rPr>
          <w:rtl/>
        </w:rPr>
        <w:t>وسألته عن رجل اخذوه وقد حمل كارة من ثياب فقال صاحب البيت</w:t>
      </w:r>
      <w:r w:rsidR="00CC15EB">
        <w:rPr>
          <w:rtl/>
        </w:rPr>
        <w:t>:</w:t>
      </w:r>
      <w:r>
        <w:rPr>
          <w:rtl/>
        </w:rPr>
        <w:t xml:space="preserve"> </w:t>
      </w:r>
      <w:r w:rsidRPr="00D95A45">
        <w:rPr>
          <w:rtl/>
        </w:rPr>
        <w:t>اعطانيها قال. يدرأ عنه القطع الا أن يقوم عليه البينة فان قامت عليه البينة قطع وقال</w:t>
      </w:r>
      <w:r w:rsidR="00CC15EB">
        <w:rPr>
          <w:rtl/>
        </w:rPr>
        <w:t>:</w:t>
      </w:r>
      <w:r>
        <w:rPr>
          <w:rtl/>
        </w:rPr>
        <w:t xml:space="preserve"> </w:t>
      </w:r>
      <w:r w:rsidRPr="00D95A45">
        <w:rPr>
          <w:rtl/>
        </w:rPr>
        <w:t>تقطع اليد والرجل ثم لا يقطع بعد</w:t>
      </w:r>
      <w:r w:rsidR="00CC15EB">
        <w:rPr>
          <w:rtl/>
        </w:rPr>
        <w:t>،</w:t>
      </w:r>
      <w:r>
        <w:rPr>
          <w:rtl/>
        </w:rPr>
        <w:t xml:space="preserve"> </w:t>
      </w:r>
      <w:r w:rsidRPr="00D95A45">
        <w:rPr>
          <w:rtl/>
        </w:rPr>
        <w:t>ولكن ان عاد حبس وانفق عليه من بيت مال المسلمين.</w:t>
      </w:r>
    </w:p>
    <w:p w:rsidR="00AC7755" w:rsidRDefault="00D45E0E" w:rsidP="00AC7755">
      <w:pPr>
        <w:pStyle w:val="libNormal"/>
        <w:rPr>
          <w:rtl/>
        </w:rPr>
      </w:pPr>
      <w:r w:rsidRPr="00D95A45">
        <w:rPr>
          <w:rtl/>
        </w:rPr>
        <w:t>(417) 34</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في السارق إذا اخذ وقد اخذ المتاع وهو في البيت لم يخرج بعد قال</w:t>
      </w:r>
      <w:r w:rsidR="00CC15EB">
        <w:rPr>
          <w:rtl/>
        </w:rPr>
        <w:t>:</w:t>
      </w:r>
      <w:r>
        <w:rPr>
          <w:rtl/>
        </w:rPr>
        <w:t xml:space="preserve"> </w:t>
      </w:r>
      <w:r w:rsidRPr="00D95A45">
        <w:rPr>
          <w:rtl/>
        </w:rPr>
        <w:t>ليس عليه قطع حتى يخرج به من الدار.</w:t>
      </w:r>
    </w:p>
    <w:p w:rsidR="00AC7755" w:rsidRDefault="00D45E0E" w:rsidP="00AC7755">
      <w:pPr>
        <w:pStyle w:val="libNormal"/>
        <w:rPr>
          <w:rtl/>
        </w:rPr>
      </w:pPr>
      <w:r w:rsidRPr="00D95A45">
        <w:rPr>
          <w:rtl/>
        </w:rPr>
        <w:t>(418) 35</w:t>
      </w:r>
      <w:r w:rsidR="00CC15EB">
        <w:rPr>
          <w:rtl/>
        </w:rPr>
        <w:t xml:space="preserve"> - </w:t>
      </w:r>
      <w:r w:rsidRPr="00D95A45">
        <w:rPr>
          <w:rtl/>
        </w:rPr>
        <w:t xml:space="preserve">سهل بن زياد عن الحسن بن محبوب عن عبد الرحمان ابن الحجاج عن بكير بن اعين عن ابي جعفر </w:t>
      </w:r>
      <w:r w:rsidR="00AC7755" w:rsidRPr="00AC7755">
        <w:rPr>
          <w:rStyle w:val="libAlaemChar"/>
          <w:rtl/>
        </w:rPr>
        <w:t>عليه‌السلام</w:t>
      </w:r>
      <w:r w:rsidRPr="00D95A45">
        <w:rPr>
          <w:rtl/>
        </w:rPr>
        <w:t xml:space="preserve"> في رجل سرق فلم يقدر عليه ثم. سرق مرة اخرى فاخذ فجاءت البينة فشهدوا عليه بالسرقة الاولى والسرقة الاخيرة فقال</w:t>
      </w:r>
      <w:r w:rsidR="00CC15EB">
        <w:rPr>
          <w:rtl/>
        </w:rPr>
        <w:t>:</w:t>
      </w:r>
      <w:r>
        <w:rPr>
          <w:rtl/>
        </w:rPr>
        <w:t xml:space="preserve"> </w:t>
      </w:r>
      <w:r w:rsidRPr="00D95A45">
        <w:rPr>
          <w:rtl/>
        </w:rPr>
        <w:t>تقطع يده بالسرقة الاولى ولا تقطع رجله بالسرقة الاخيرة</w:t>
      </w:r>
      <w:r w:rsidR="00CC15EB">
        <w:rPr>
          <w:rtl/>
        </w:rPr>
        <w:t>،</w:t>
      </w:r>
      <w:r>
        <w:rPr>
          <w:rtl/>
        </w:rPr>
        <w:t xml:space="preserve"> </w:t>
      </w:r>
      <w:r w:rsidRPr="00D95A45">
        <w:rPr>
          <w:rtl/>
        </w:rPr>
        <w:t>فقيل كيف ذاك</w:t>
      </w:r>
      <w:r>
        <w:rPr>
          <w:rtl/>
        </w:rPr>
        <w:t>؟</w:t>
      </w:r>
      <w:r w:rsidRPr="00D95A45">
        <w:rPr>
          <w:rtl/>
        </w:rPr>
        <w:t xml:space="preserve"> فقال</w:t>
      </w:r>
      <w:r w:rsidR="00CC15EB">
        <w:rPr>
          <w:rtl/>
        </w:rPr>
        <w:t>:</w:t>
      </w:r>
      <w:r>
        <w:rPr>
          <w:rtl/>
        </w:rPr>
        <w:t xml:space="preserve"> </w:t>
      </w:r>
      <w:r w:rsidRPr="00D95A45">
        <w:rPr>
          <w:rtl/>
        </w:rPr>
        <w:t>لأن الشهود شهدوا جميعا في مقام واحد بالسرقة الاولى والاخيرة</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416</w:t>
      </w:r>
      <w:r>
        <w:rPr>
          <w:rFonts w:hint="cs"/>
          <w:rtl/>
        </w:rPr>
        <w:t xml:space="preserve"> - </w:t>
      </w:r>
      <w:r w:rsidR="00D45E0E" w:rsidRPr="00DA0376">
        <w:rPr>
          <w:rtl/>
        </w:rPr>
        <w:t>417</w:t>
      </w:r>
      <w:r>
        <w:rPr>
          <w:rtl/>
        </w:rPr>
        <w:t xml:space="preserve"> - </w:t>
      </w:r>
      <w:r w:rsidR="00D45E0E" w:rsidRPr="00DA0376">
        <w:rPr>
          <w:rtl/>
        </w:rPr>
        <w:t>418 الكافي ج 2 ص 300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قبل أن يقطع بالسرقة الاولى ولو أن الشهود شهدوا عليه بالسرقة الاولى ثم امسكوا حتى تقطع يده ثم شهدوا عليه بالسرقة الاخيرة قطعت رجله اليسرى.</w:t>
      </w:r>
    </w:p>
    <w:p w:rsidR="00AC7755" w:rsidRDefault="00D45E0E" w:rsidP="00AC7755">
      <w:pPr>
        <w:pStyle w:val="libNormal"/>
        <w:rPr>
          <w:rtl/>
        </w:rPr>
      </w:pPr>
      <w:r w:rsidRPr="00D95A45">
        <w:rPr>
          <w:rtl/>
        </w:rPr>
        <w:t>(419) 36</w:t>
      </w:r>
      <w:r w:rsidR="00CC15EB">
        <w:rPr>
          <w:rtl/>
        </w:rPr>
        <w:t xml:space="preserve"> - </w:t>
      </w:r>
      <w:r w:rsidRPr="00D95A45">
        <w:rPr>
          <w:rtl/>
        </w:rPr>
        <w:t xml:space="preserve">احمد بن محمد بن عيسى عن ابن محبوب عن عبد الله ابن سنان عن ابى عبد الله </w:t>
      </w:r>
      <w:r w:rsidR="00AC7755" w:rsidRPr="00AC7755">
        <w:rPr>
          <w:rStyle w:val="libAlaemChar"/>
          <w:rtl/>
        </w:rPr>
        <w:t>عليه‌السلام</w:t>
      </w:r>
      <w:r w:rsidRPr="00D95A45">
        <w:rPr>
          <w:rtl/>
        </w:rPr>
        <w:t xml:space="preserve"> في رجل أشل اليد اليمنى أو أشل الشمال سرق قال</w:t>
      </w:r>
      <w:r w:rsidR="00CC15EB">
        <w:rPr>
          <w:rtl/>
        </w:rPr>
        <w:t>:</w:t>
      </w:r>
      <w:r>
        <w:rPr>
          <w:rtl/>
        </w:rPr>
        <w:t xml:space="preserve"> </w:t>
      </w:r>
      <w:r w:rsidRPr="00D95A45">
        <w:rPr>
          <w:rtl/>
        </w:rPr>
        <w:t>تقطع يده اليمنى على كل حال.</w:t>
      </w:r>
    </w:p>
    <w:p w:rsidR="00AC7755" w:rsidRDefault="00D45E0E" w:rsidP="00AC7755">
      <w:pPr>
        <w:pStyle w:val="libNormal"/>
        <w:rPr>
          <w:rtl/>
        </w:rPr>
      </w:pPr>
      <w:r w:rsidRPr="00D95A45">
        <w:rPr>
          <w:rtl/>
        </w:rPr>
        <w:t>(420) 37</w:t>
      </w:r>
      <w:r w:rsidR="00CC15EB">
        <w:rPr>
          <w:rtl/>
        </w:rPr>
        <w:t xml:space="preserve"> - </w:t>
      </w:r>
      <w:r w:rsidRPr="00D95A45">
        <w:rPr>
          <w:rtl/>
        </w:rPr>
        <w:t>يونس بن عبد الرحمان عن المفضل بن صالح عن بعض اصحابه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إذا سرق الرجل ويده اليسرى شلاء لم تقطع يمينه ولا رجله وإن كان اشل ثم قطع يد رجل قص منه يعني لا يقطع بالسرقة ولكن يقطع في القصاص.</w:t>
      </w:r>
    </w:p>
    <w:p w:rsidR="00AC7755" w:rsidRDefault="00D45E0E" w:rsidP="00AC7755">
      <w:pPr>
        <w:pStyle w:val="libNormal"/>
        <w:rPr>
          <w:rtl/>
        </w:rPr>
      </w:pPr>
      <w:r w:rsidRPr="00D95A45">
        <w:rPr>
          <w:rtl/>
        </w:rPr>
        <w:t>(421) 38</w:t>
      </w:r>
      <w:r w:rsidR="00CC15EB">
        <w:rPr>
          <w:rtl/>
        </w:rPr>
        <w:t xml:space="preserve"> - </w:t>
      </w:r>
      <w:r w:rsidRPr="00D95A45">
        <w:rPr>
          <w:rtl/>
        </w:rPr>
        <w:t>عنه عن عبد الرحمان بن الحجاج قال</w:t>
      </w:r>
      <w:r w:rsidR="00CC15EB">
        <w:rPr>
          <w:rtl/>
        </w:rPr>
        <w:t>:</w:t>
      </w:r>
      <w:r>
        <w:rPr>
          <w:rtl/>
        </w:rPr>
        <w:t xml:space="preserve"> </w:t>
      </w:r>
      <w:r w:rsidRPr="00D95A45">
        <w:rPr>
          <w:rtl/>
        </w:rPr>
        <w:t xml:space="preserve">سألت أبا عبد الله </w:t>
      </w:r>
      <w:r w:rsidR="00AC7755" w:rsidRPr="00AC7755">
        <w:rPr>
          <w:rStyle w:val="libAlaemChar"/>
          <w:rtl/>
        </w:rPr>
        <w:t>عليه‌السلام</w:t>
      </w:r>
      <w:r w:rsidRPr="00D95A45">
        <w:rPr>
          <w:rtl/>
        </w:rPr>
        <w:t xml:space="preserve"> عن السارق يسرق فتقطع يده ثم يسرق فتقطع رجله ثم يسرق هل عليه قطع</w:t>
      </w:r>
      <w:r>
        <w:rPr>
          <w:rtl/>
        </w:rPr>
        <w:t>؟</w:t>
      </w:r>
      <w:r w:rsidRPr="00D95A45">
        <w:rPr>
          <w:rtl/>
        </w:rPr>
        <w:t xml:space="preserve"> فقال</w:t>
      </w:r>
      <w:r w:rsidR="00CC15EB">
        <w:rPr>
          <w:rtl/>
        </w:rPr>
        <w:t>:</w:t>
      </w:r>
      <w:r>
        <w:rPr>
          <w:rtl/>
        </w:rPr>
        <w:t xml:space="preserve"> </w:t>
      </w:r>
      <w:r w:rsidRPr="00D95A45">
        <w:rPr>
          <w:rtl/>
        </w:rPr>
        <w:t xml:space="preserve">في كتاب علي </w:t>
      </w:r>
      <w:r w:rsidR="00AC7755" w:rsidRPr="00AC7755">
        <w:rPr>
          <w:rStyle w:val="libAlaemChar"/>
          <w:rtl/>
        </w:rPr>
        <w:t>عليه‌السلام</w:t>
      </w:r>
      <w:r w:rsidRPr="00D95A45">
        <w:rPr>
          <w:rtl/>
        </w:rPr>
        <w:t xml:space="preserve"> إن رسول الله </w:t>
      </w:r>
      <w:r w:rsidR="00AC7755" w:rsidRPr="00AC7755">
        <w:rPr>
          <w:rStyle w:val="libAlaemChar"/>
          <w:rtl/>
        </w:rPr>
        <w:t>صلى‌الله‌عليه‌وآله‌وسلم</w:t>
      </w:r>
      <w:r w:rsidRPr="00D95A45">
        <w:rPr>
          <w:rtl/>
        </w:rPr>
        <w:t xml:space="preserve"> مضى قبل أن يقطع اكثر من يد ورجل</w:t>
      </w:r>
      <w:r w:rsidR="00CC15EB">
        <w:rPr>
          <w:rtl/>
        </w:rPr>
        <w:t>،</w:t>
      </w:r>
      <w:r>
        <w:rPr>
          <w:rtl/>
        </w:rPr>
        <w:t xml:space="preserve"> </w:t>
      </w:r>
      <w:r w:rsidRPr="00D95A45">
        <w:rPr>
          <w:rtl/>
        </w:rPr>
        <w:t xml:space="preserve">وكان علي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اني لاستحي من ربي ان لا ادع له يدا يستنجي بها أو رجلا يمشي عليها</w:t>
      </w:r>
      <w:r w:rsidR="00CC15EB">
        <w:rPr>
          <w:rtl/>
        </w:rPr>
        <w:t>،</w:t>
      </w:r>
      <w:r>
        <w:rPr>
          <w:rtl/>
        </w:rPr>
        <w:t xml:space="preserve"> </w:t>
      </w:r>
      <w:r w:rsidRPr="00D95A45">
        <w:rPr>
          <w:rtl/>
        </w:rPr>
        <w:t>قال</w:t>
      </w:r>
      <w:r w:rsidR="00CC15EB">
        <w:rPr>
          <w:rtl/>
        </w:rPr>
        <w:t>:</w:t>
      </w:r>
      <w:r>
        <w:rPr>
          <w:rtl/>
        </w:rPr>
        <w:t xml:space="preserve"> </w:t>
      </w:r>
      <w:r w:rsidRPr="00D95A45">
        <w:rPr>
          <w:rtl/>
        </w:rPr>
        <w:t>فقلت له</w:t>
      </w:r>
      <w:r w:rsidR="00CC15EB">
        <w:rPr>
          <w:rtl/>
        </w:rPr>
        <w:t>:</w:t>
      </w:r>
      <w:r>
        <w:rPr>
          <w:rtl/>
        </w:rPr>
        <w:t xml:space="preserve"> </w:t>
      </w:r>
      <w:r w:rsidRPr="00D95A45">
        <w:rPr>
          <w:rtl/>
        </w:rPr>
        <w:t>لو أن رجلا قطعت يده اليسرى في قصاص فسرق ما يصنع به</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لا يقطع ولا يترك بغير ساق</w:t>
      </w:r>
      <w:r w:rsidR="00CC15EB">
        <w:rPr>
          <w:rtl/>
        </w:rPr>
        <w:t>،</w:t>
      </w:r>
      <w:r>
        <w:rPr>
          <w:rtl/>
        </w:rPr>
        <w:t xml:space="preserve"> </w:t>
      </w:r>
      <w:r w:rsidRPr="00D95A45">
        <w:rPr>
          <w:rtl/>
        </w:rPr>
        <w:t>قال</w:t>
      </w:r>
      <w:r w:rsidR="00CC15EB">
        <w:rPr>
          <w:rtl/>
        </w:rPr>
        <w:t>:</w:t>
      </w:r>
      <w:r>
        <w:rPr>
          <w:rtl/>
        </w:rPr>
        <w:t xml:space="preserve"> </w:t>
      </w:r>
      <w:r w:rsidRPr="00D95A45">
        <w:rPr>
          <w:rtl/>
        </w:rPr>
        <w:t>قلت</w:t>
      </w:r>
      <w:r w:rsidR="00CC15EB">
        <w:rPr>
          <w:rtl/>
        </w:rPr>
        <w:t>:</w:t>
      </w:r>
      <w:r>
        <w:rPr>
          <w:rtl/>
        </w:rPr>
        <w:t xml:space="preserve"> </w:t>
      </w:r>
      <w:r w:rsidRPr="00D95A45">
        <w:rPr>
          <w:rtl/>
        </w:rPr>
        <w:t>فلو أن رجلا قطعت يده اليمنى في قصاص ثم قطع يد رجل أيقتص منه</w:t>
      </w:r>
      <w:r>
        <w:rPr>
          <w:rtl/>
        </w:rPr>
        <w:t>؟</w:t>
      </w:r>
      <w:r w:rsidRPr="00D95A45">
        <w:rPr>
          <w:rtl/>
        </w:rPr>
        <w:t xml:space="preserve"> ام لا</w:t>
      </w:r>
      <w:r>
        <w:rPr>
          <w:rtl/>
        </w:rPr>
        <w:t>؟</w:t>
      </w:r>
      <w:r w:rsidRPr="00D95A45">
        <w:rPr>
          <w:rtl/>
        </w:rPr>
        <w:t xml:space="preserve"> فقال</w:t>
      </w:r>
      <w:r w:rsidR="00CC15EB">
        <w:rPr>
          <w:rtl/>
        </w:rPr>
        <w:t>:</w:t>
      </w:r>
      <w:r>
        <w:rPr>
          <w:rtl/>
        </w:rPr>
        <w:t xml:space="preserve"> </w:t>
      </w:r>
      <w:r w:rsidRPr="00D95A45">
        <w:rPr>
          <w:rtl/>
        </w:rPr>
        <w:t>انما يترك في حق الله عز وجل فأما في حقوق الناس فيقتص منه في الاربع جميعا</w:t>
      </w:r>
      <w:r w:rsidR="00CC15EB">
        <w:rPr>
          <w:rtl/>
        </w:rPr>
        <w:t>،</w:t>
      </w:r>
      <w:r>
        <w:rPr>
          <w:rtl/>
        </w:rPr>
        <w:t xml:space="preserve"> </w:t>
      </w:r>
    </w:p>
    <w:p w:rsidR="00AC7755" w:rsidRDefault="00D45E0E" w:rsidP="00AC7755">
      <w:pPr>
        <w:pStyle w:val="libNormal"/>
        <w:rPr>
          <w:rtl/>
        </w:rPr>
      </w:pPr>
      <w:r w:rsidRPr="00D95A45">
        <w:rPr>
          <w:rtl/>
        </w:rPr>
        <w:t>(422) 39</w:t>
      </w:r>
      <w:r w:rsidR="00CC15EB">
        <w:rPr>
          <w:rtl/>
        </w:rPr>
        <w:t xml:space="preserve"> - </w:t>
      </w:r>
      <w:r w:rsidRPr="00D95A45">
        <w:rPr>
          <w:rtl/>
        </w:rPr>
        <w:t>احمد بن محمد عن البرقي عن النوفلي عن السكوني عن جعفر</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419</w:t>
      </w:r>
      <w:r>
        <w:rPr>
          <w:rFonts w:hint="cs"/>
          <w:rtl/>
        </w:rPr>
        <w:t xml:space="preserve"> - </w:t>
      </w:r>
      <w:r w:rsidR="00D45E0E" w:rsidRPr="00DA0376">
        <w:rPr>
          <w:rtl/>
        </w:rPr>
        <w:t>420</w:t>
      </w:r>
      <w:r>
        <w:rPr>
          <w:rtl/>
        </w:rPr>
        <w:t xml:space="preserve"> - </w:t>
      </w:r>
      <w:r w:rsidR="00D45E0E" w:rsidRPr="00DA0376">
        <w:rPr>
          <w:rtl/>
        </w:rPr>
        <w:t>421</w:t>
      </w:r>
      <w:r>
        <w:rPr>
          <w:rtl/>
        </w:rPr>
        <w:t xml:space="preserve"> - </w:t>
      </w:r>
      <w:r w:rsidR="00D45E0E" w:rsidRPr="00DA0376">
        <w:rPr>
          <w:rtl/>
        </w:rPr>
        <w:t>الاستبصار ج 4 ص 242 واخرج الاول الكليني في الكافي ج 2 ص 301</w:t>
      </w:r>
      <w:r>
        <w:rPr>
          <w:rtl/>
        </w:rPr>
        <w:t xml:space="preserve"> - </w:t>
      </w:r>
      <w:r w:rsidR="00D45E0E" w:rsidRPr="00DA0376">
        <w:rPr>
          <w:rtl/>
        </w:rPr>
        <w:t>422 الكافي ج 2 ص 302 الفقيه ج 4 ص 44 بتفاوت فيهما</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عن ابيه عن علي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كل مدخل يدخل فيه بغير اذن يسرق منه السارق فلا قطع عليه يعني الحمام والارحية.</w:t>
      </w:r>
    </w:p>
    <w:p w:rsidR="00AC7755" w:rsidRDefault="00D45E0E" w:rsidP="00AC7755">
      <w:pPr>
        <w:pStyle w:val="libNormal"/>
        <w:rPr>
          <w:rtl/>
        </w:rPr>
      </w:pPr>
      <w:r w:rsidRPr="00D95A45">
        <w:rPr>
          <w:rtl/>
        </w:rPr>
        <w:t>(423) 40</w:t>
      </w:r>
      <w:r w:rsidR="00CC15EB">
        <w:rPr>
          <w:rtl/>
        </w:rPr>
        <w:t xml:space="preserve"> - </w:t>
      </w:r>
      <w:r w:rsidRPr="00D95A45">
        <w:rPr>
          <w:rtl/>
        </w:rPr>
        <w:t>وعنه بهذا الاسناد قال</w:t>
      </w:r>
      <w:r w:rsidR="00CC15EB">
        <w:rPr>
          <w:rtl/>
        </w:rPr>
        <w:t>:</w:t>
      </w:r>
      <w:r>
        <w:rPr>
          <w:rtl/>
        </w:rPr>
        <w:t xml:space="preserve"> </w:t>
      </w:r>
      <w:r w:rsidRPr="00D95A45">
        <w:rPr>
          <w:rtl/>
        </w:rPr>
        <w:t>لا يقطع الا من نقب بيتا أو كسر قفلا</w:t>
      </w:r>
      <w:r w:rsidR="00CC15EB">
        <w:rPr>
          <w:rtl/>
        </w:rPr>
        <w:t>،</w:t>
      </w:r>
      <w:r>
        <w:rPr>
          <w:rtl/>
        </w:rPr>
        <w:t xml:space="preserve"> </w:t>
      </w:r>
    </w:p>
    <w:p w:rsidR="00AC7755" w:rsidRDefault="00D45E0E" w:rsidP="00AC7755">
      <w:pPr>
        <w:pStyle w:val="libNormal"/>
        <w:rPr>
          <w:rtl/>
        </w:rPr>
      </w:pPr>
      <w:r w:rsidRPr="00D95A45">
        <w:rPr>
          <w:rtl/>
        </w:rPr>
        <w:t>(424) 41</w:t>
      </w:r>
      <w:r w:rsidR="00CC15EB">
        <w:rPr>
          <w:rtl/>
        </w:rPr>
        <w:t xml:space="preserve"> - </w:t>
      </w:r>
      <w:r w:rsidRPr="00D95A45">
        <w:rPr>
          <w:rtl/>
        </w:rPr>
        <w:t>احمد بن محمد عن ابن محبوب عن ايوب الخزاز عن سليمان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الرجل استأجر اجيرا فيسرق من بيته هل تقطع يده</w:t>
      </w:r>
      <w:r>
        <w:rPr>
          <w:rtl/>
        </w:rPr>
        <w:t>؟</w:t>
      </w:r>
      <w:r w:rsidRPr="00D95A45">
        <w:rPr>
          <w:rtl/>
        </w:rPr>
        <w:t xml:space="preserve"> قال</w:t>
      </w:r>
      <w:r w:rsidR="00CC15EB">
        <w:rPr>
          <w:rtl/>
        </w:rPr>
        <w:t>:</w:t>
      </w:r>
      <w:r>
        <w:rPr>
          <w:rtl/>
        </w:rPr>
        <w:t xml:space="preserve"> </w:t>
      </w:r>
      <w:r w:rsidRPr="00D95A45">
        <w:rPr>
          <w:rtl/>
        </w:rPr>
        <w:t>هذا مؤتمن ليس بسارق وهذا خائن.</w:t>
      </w:r>
    </w:p>
    <w:p w:rsidR="00AC7755" w:rsidRDefault="00D45E0E" w:rsidP="00AC7755">
      <w:pPr>
        <w:pStyle w:val="libNormal"/>
        <w:rPr>
          <w:rtl/>
        </w:rPr>
      </w:pPr>
      <w:r w:rsidRPr="00D95A45">
        <w:rPr>
          <w:rtl/>
        </w:rPr>
        <w:t>(425) 42</w:t>
      </w:r>
      <w:r w:rsidR="00CC15EB">
        <w:rPr>
          <w:rtl/>
        </w:rPr>
        <w:t xml:space="preserve"> - </w:t>
      </w:r>
      <w:r w:rsidRPr="00D95A45">
        <w:rPr>
          <w:rtl/>
        </w:rPr>
        <w:t>الحسين بن سعيد عن عثمان عن سماعة قال</w:t>
      </w:r>
      <w:r w:rsidR="00CC15EB">
        <w:rPr>
          <w:rtl/>
        </w:rPr>
        <w:t>:</w:t>
      </w:r>
      <w:r>
        <w:rPr>
          <w:rtl/>
        </w:rPr>
        <w:t xml:space="preserve"> </w:t>
      </w:r>
      <w:r w:rsidRPr="00D95A45">
        <w:rPr>
          <w:rtl/>
        </w:rPr>
        <w:t>سألته عمن استأجر اجيرا فأخذ الاجير متاعه فسرقه قال</w:t>
      </w:r>
      <w:r w:rsidR="00CC15EB">
        <w:rPr>
          <w:rtl/>
        </w:rPr>
        <w:t>:</w:t>
      </w:r>
      <w:r>
        <w:rPr>
          <w:rtl/>
        </w:rPr>
        <w:t xml:space="preserve"> </w:t>
      </w:r>
      <w:r w:rsidRPr="00D95A45">
        <w:rPr>
          <w:rtl/>
        </w:rPr>
        <w:t>هذا مؤتمن ثم قال</w:t>
      </w:r>
      <w:r w:rsidR="00CC15EB">
        <w:rPr>
          <w:rtl/>
        </w:rPr>
        <w:t>:</w:t>
      </w:r>
      <w:r>
        <w:rPr>
          <w:rtl/>
        </w:rPr>
        <w:t xml:space="preserve"> </w:t>
      </w:r>
      <w:r w:rsidRPr="00D95A45">
        <w:rPr>
          <w:rtl/>
        </w:rPr>
        <w:t>الاجير والضيف امناء ليس يقع عليهما حد السرقة.</w:t>
      </w:r>
    </w:p>
    <w:p w:rsidR="00AC7755" w:rsidRDefault="00D45E0E" w:rsidP="00AC7755">
      <w:pPr>
        <w:pStyle w:val="libNormal"/>
        <w:rPr>
          <w:rtl/>
        </w:rPr>
      </w:pPr>
      <w:r w:rsidRPr="00D95A45">
        <w:rPr>
          <w:rtl/>
        </w:rPr>
        <w:t>(426) 43</w:t>
      </w:r>
      <w:r w:rsidR="00CC15EB">
        <w:rPr>
          <w:rtl/>
        </w:rPr>
        <w:t xml:space="preserve"> - </w:t>
      </w:r>
      <w:r w:rsidRPr="00D95A45">
        <w:rPr>
          <w:rtl/>
        </w:rPr>
        <w:t xml:space="preserve">علي بن ابراهيم عن ابيه عن ابن ابي عمير عن حماد عن الحلبي عن ابي عبد الله </w:t>
      </w:r>
      <w:r w:rsidR="00AC7755" w:rsidRPr="00AC7755">
        <w:rPr>
          <w:rStyle w:val="libAlaemChar"/>
          <w:rtl/>
        </w:rPr>
        <w:t>عليه‌السلام</w:t>
      </w:r>
      <w:r w:rsidRPr="00D95A45">
        <w:rPr>
          <w:rtl/>
        </w:rPr>
        <w:t xml:space="preserve"> انه قال في رجل استأجر اجيرا فاقعده على متاعه فسرقه فقال</w:t>
      </w:r>
      <w:r w:rsidR="00CC15EB">
        <w:rPr>
          <w:rtl/>
        </w:rPr>
        <w:t>:</w:t>
      </w:r>
      <w:r>
        <w:rPr>
          <w:rtl/>
        </w:rPr>
        <w:t xml:space="preserve"> </w:t>
      </w:r>
      <w:r w:rsidRPr="00D95A45">
        <w:rPr>
          <w:rtl/>
        </w:rPr>
        <w:t>هو مؤتمن</w:t>
      </w:r>
      <w:r w:rsidR="00CC15EB">
        <w:rPr>
          <w:rtl/>
        </w:rPr>
        <w:t>،</w:t>
      </w:r>
      <w:r>
        <w:rPr>
          <w:rtl/>
        </w:rPr>
        <w:t xml:space="preserve"> </w:t>
      </w:r>
      <w:r w:rsidRPr="00D95A45">
        <w:rPr>
          <w:rtl/>
        </w:rPr>
        <w:t>وقال في رجل اتى رجلا فقال</w:t>
      </w:r>
      <w:r w:rsidR="00CC15EB">
        <w:rPr>
          <w:rtl/>
        </w:rPr>
        <w:t>:</w:t>
      </w:r>
      <w:r>
        <w:rPr>
          <w:rtl/>
        </w:rPr>
        <w:t xml:space="preserve"> </w:t>
      </w:r>
      <w:r w:rsidRPr="00D95A45">
        <w:rPr>
          <w:rtl/>
        </w:rPr>
        <w:t>ارسلني فلان اليك لترسل إليه بكذا وكذا فاعطه وصدقه فلقي صاحبه فقال له</w:t>
      </w:r>
      <w:r w:rsidR="00CC15EB">
        <w:rPr>
          <w:rtl/>
        </w:rPr>
        <w:t>:</w:t>
      </w:r>
      <w:r>
        <w:rPr>
          <w:rtl/>
        </w:rPr>
        <w:t xml:space="preserve"> </w:t>
      </w:r>
      <w:r w:rsidRPr="00D95A45">
        <w:rPr>
          <w:rtl/>
        </w:rPr>
        <w:t>ان رسولك اتاني فبعثت اليك معه بكذا وكذا فقال</w:t>
      </w:r>
      <w:r w:rsidR="00CC15EB">
        <w:rPr>
          <w:rtl/>
        </w:rPr>
        <w:t>:</w:t>
      </w:r>
      <w:r>
        <w:rPr>
          <w:rtl/>
        </w:rPr>
        <w:t xml:space="preserve"> </w:t>
      </w:r>
      <w:r w:rsidRPr="00D95A45">
        <w:rPr>
          <w:rtl/>
        </w:rPr>
        <w:t>ما ارسلته اليك وما اتاني بشئ وزعم الرسول انه قد أرسله ودفعه إليه فقال. ان وجد عليه بينة انه لم يرسله قطع يده</w:t>
      </w:r>
      <w:r w:rsidR="00CC15EB">
        <w:rPr>
          <w:rtl/>
        </w:rPr>
        <w:t>،</w:t>
      </w:r>
      <w:r>
        <w:rPr>
          <w:rtl/>
        </w:rPr>
        <w:t xml:space="preserve"> </w:t>
      </w:r>
      <w:r w:rsidRPr="00D95A45">
        <w:rPr>
          <w:rtl/>
        </w:rPr>
        <w:t>وان لم يجد بينة فيمينه بالله ما ارسلته ويستوفي الآخر من الرسول المال</w:t>
      </w:r>
      <w:r w:rsidR="00CC15EB">
        <w:rPr>
          <w:rtl/>
        </w:rPr>
        <w:t>،</w:t>
      </w:r>
      <w:r>
        <w:rPr>
          <w:rtl/>
        </w:rPr>
        <w:t xml:space="preserve"> </w:t>
      </w:r>
      <w:r w:rsidRPr="00D95A45">
        <w:rPr>
          <w:rtl/>
        </w:rPr>
        <w:t>قلت</w:t>
      </w:r>
      <w:r w:rsidR="00CC15EB">
        <w:rPr>
          <w:rtl/>
        </w:rPr>
        <w:t>:</w:t>
      </w:r>
      <w:r>
        <w:rPr>
          <w:rtl/>
        </w:rPr>
        <w:t xml:space="preserve"> </w:t>
      </w:r>
      <w:r w:rsidRPr="00D95A45">
        <w:rPr>
          <w:rtl/>
        </w:rPr>
        <w:t>أرأيت ان زعم انه انما حمله على ذلك الحاجة</w:t>
      </w:r>
      <w:r w:rsidR="00CC15EB">
        <w:rPr>
          <w:rtl/>
        </w:rPr>
        <w:t>،</w:t>
      </w:r>
      <w:r>
        <w:rPr>
          <w:rtl/>
        </w:rPr>
        <w:t xml:space="preserve"> </w:t>
      </w:r>
      <w:r w:rsidRPr="00D95A45">
        <w:rPr>
          <w:rtl/>
        </w:rPr>
        <w:t>فقال</w:t>
      </w:r>
      <w:r w:rsidR="00CC15EB">
        <w:rPr>
          <w:rtl/>
        </w:rPr>
        <w:t>:</w:t>
      </w:r>
      <w:r>
        <w:rPr>
          <w:rtl/>
        </w:rPr>
        <w:t xml:space="preserve"> </w:t>
      </w:r>
      <w:r w:rsidRPr="00D95A45">
        <w:rPr>
          <w:rtl/>
        </w:rPr>
        <w:t>يقطع لانه سرق مال الرجل.</w:t>
      </w:r>
    </w:p>
    <w:p w:rsidR="00AC7755" w:rsidRDefault="00D45E0E" w:rsidP="00AC7755">
      <w:pPr>
        <w:pStyle w:val="libNormal"/>
        <w:rPr>
          <w:rtl/>
        </w:rPr>
      </w:pPr>
      <w:r w:rsidRPr="00D95A45">
        <w:rPr>
          <w:rtl/>
        </w:rPr>
        <w:t>(427) 44</w:t>
      </w:r>
      <w:r w:rsidR="00CC15EB">
        <w:rPr>
          <w:rtl/>
        </w:rPr>
        <w:t xml:space="preserve"> - </w:t>
      </w:r>
      <w:r w:rsidRPr="00D95A45">
        <w:rPr>
          <w:rtl/>
        </w:rPr>
        <w:t>احمد بن محمد عن علي بن الحكم عن موسى بن بكر</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423</w:t>
      </w:r>
      <w:r>
        <w:rPr>
          <w:rtl/>
        </w:rPr>
        <w:t xml:space="preserve"> - </w:t>
      </w:r>
      <w:r w:rsidR="00D45E0E" w:rsidRPr="00D95A45">
        <w:rPr>
          <w:rtl/>
        </w:rPr>
        <w:t>الاستبصار ج 4 ص 243</w:t>
      </w:r>
    </w:p>
    <w:p w:rsidR="00CC15EB" w:rsidRDefault="00CC15EB" w:rsidP="00AC7755">
      <w:pPr>
        <w:pStyle w:val="libFootnote0"/>
        <w:rPr>
          <w:rtl/>
        </w:rPr>
      </w:pPr>
      <w:r>
        <w:rPr>
          <w:rtl/>
        </w:rPr>
        <w:t>-</w:t>
      </w:r>
      <w:r w:rsidR="00D45E0E" w:rsidRPr="007277FF">
        <w:rPr>
          <w:rtl/>
        </w:rPr>
        <w:t xml:space="preserve"> 424</w:t>
      </w:r>
      <w:r>
        <w:rPr>
          <w:rtl/>
        </w:rPr>
        <w:t xml:space="preserve"> - </w:t>
      </w:r>
      <w:r w:rsidR="00D45E0E" w:rsidRPr="007277FF">
        <w:rPr>
          <w:rtl/>
        </w:rPr>
        <w:t>425</w:t>
      </w:r>
      <w:r>
        <w:rPr>
          <w:rtl/>
        </w:rPr>
        <w:t xml:space="preserve"> - </w:t>
      </w:r>
      <w:r w:rsidR="00D45E0E" w:rsidRPr="007277FF">
        <w:rPr>
          <w:rtl/>
        </w:rPr>
        <w:t>الكافي ج 2 ص 301</w:t>
      </w:r>
    </w:p>
    <w:p w:rsidR="00CC15EB" w:rsidRDefault="00CC15EB" w:rsidP="00AC7755">
      <w:pPr>
        <w:pStyle w:val="libFootnote0"/>
        <w:rPr>
          <w:rtl/>
        </w:rPr>
      </w:pPr>
      <w:r>
        <w:rPr>
          <w:rtl/>
        </w:rPr>
        <w:t>-</w:t>
      </w:r>
      <w:r w:rsidR="00D45E0E" w:rsidRPr="007277FF">
        <w:rPr>
          <w:rtl/>
        </w:rPr>
        <w:t xml:space="preserve"> 426</w:t>
      </w:r>
      <w:r>
        <w:rPr>
          <w:rtl/>
        </w:rPr>
        <w:t xml:space="preserve"> - </w:t>
      </w:r>
      <w:r w:rsidR="00D45E0E" w:rsidRPr="007277FF">
        <w:rPr>
          <w:rtl/>
        </w:rPr>
        <w:t>الاستبصار ج 4 ص 243 الكافي ج 2 ص 301 الفقيه ج 4 ص 43</w:t>
      </w:r>
    </w:p>
    <w:p w:rsidR="00AC7755" w:rsidRDefault="00CC15EB" w:rsidP="00AC7755">
      <w:pPr>
        <w:pStyle w:val="libFootnote0"/>
        <w:rPr>
          <w:rtl/>
        </w:rPr>
      </w:pPr>
      <w:r>
        <w:rPr>
          <w:rtl/>
        </w:rPr>
        <w:t>-</w:t>
      </w:r>
      <w:r w:rsidR="00D45E0E" w:rsidRPr="00DA0376">
        <w:rPr>
          <w:rtl/>
        </w:rPr>
        <w:t xml:space="preserve"> 427</w:t>
      </w:r>
      <w:r>
        <w:rPr>
          <w:rtl/>
        </w:rPr>
        <w:t xml:space="preserve"> - </w:t>
      </w:r>
      <w:r w:rsidR="00D45E0E" w:rsidRPr="00DA0376">
        <w:rPr>
          <w:rtl/>
        </w:rPr>
        <w:t>الكافي ج 2 ص 301</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عن علي بن سعيد قال</w:t>
      </w:r>
      <w:r w:rsidR="00CC15EB">
        <w:rPr>
          <w:rtl/>
        </w:rPr>
        <w:t>:</w:t>
      </w:r>
      <w:r>
        <w:rPr>
          <w:rtl/>
        </w:rPr>
        <w:t xml:space="preserve"> </w:t>
      </w:r>
      <w:r w:rsidRPr="00DA0376">
        <w:rPr>
          <w:rtl/>
        </w:rPr>
        <w:t xml:space="preserve">سألت ابا عبد الله </w:t>
      </w:r>
      <w:r w:rsidR="00AC7755" w:rsidRPr="00AC7755">
        <w:rPr>
          <w:rStyle w:val="libAlaemChar"/>
          <w:rtl/>
        </w:rPr>
        <w:t>عليه‌السلام</w:t>
      </w:r>
      <w:r w:rsidRPr="00DA0376">
        <w:rPr>
          <w:rtl/>
        </w:rPr>
        <w:t xml:space="preserve"> عن رجل اكترى حمارا ثم اقبل به الى اصحاب الثياب فابتاع منهم ثوبا أو ثوبين فترك الحمار فقال</w:t>
      </w:r>
      <w:r w:rsidR="00CC15EB">
        <w:rPr>
          <w:rtl/>
        </w:rPr>
        <w:t>:</w:t>
      </w:r>
      <w:r>
        <w:rPr>
          <w:rtl/>
        </w:rPr>
        <w:t xml:space="preserve"> </w:t>
      </w:r>
      <w:r w:rsidRPr="00DA0376">
        <w:rPr>
          <w:rtl/>
        </w:rPr>
        <w:t>يرد الحمار على صاحبه ويتبع الذي ذهب بالثوبين وليس عليه قطع انما هي خيانة.</w:t>
      </w:r>
    </w:p>
    <w:p w:rsidR="00AC7755" w:rsidRDefault="00D45E0E" w:rsidP="00AC7755">
      <w:pPr>
        <w:pStyle w:val="libNormal"/>
        <w:rPr>
          <w:rtl/>
        </w:rPr>
      </w:pPr>
      <w:r w:rsidRPr="00D95A45">
        <w:rPr>
          <w:rtl/>
        </w:rPr>
        <w:t>(428) 45</w:t>
      </w:r>
      <w:r w:rsidR="00CC15EB">
        <w:rPr>
          <w:rtl/>
        </w:rPr>
        <w:t xml:space="preserve"> - </w:t>
      </w:r>
      <w:r w:rsidRPr="00D95A45">
        <w:rPr>
          <w:rtl/>
        </w:rPr>
        <w:t xml:space="preserve">علي بن ابراهيم عن ابيه عن ابن محبوب عن على ابن رئاب عن محمد بن قيس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الضيف إذا سرق لم يقطع</w:t>
      </w:r>
      <w:r w:rsidR="00CC15EB">
        <w:rPr>
          <w:rtl/>
        </w:rPr>
        <w:t>،</w:t>
      </w:r>
      <w:r>
        <w:rPr>
          <w:rtl/>
        </w:rPr>
        <w:t xml:space="preserve"> </w:t>
      </w:r>
      <w:r w:rsidRPr="00D95A45">
        <w:rPr>
          <w:rtl/>
        </w:rPr>
        <w:t>وان اضاف الضيف ضيفا فسرق قطع ضيف الضيف.</w:t>
      </w:r>
    </w:p>
    <w:p w:rsidR="00AC7755" w:rsidRDefault="00D45E0E" w:rsidP="00AC7755">
      <w:pPr>
        <w:pStyle w:val="libNormal"/>
        <w:rPr>
          <w:rtl/>
        </w:rPr>
      </w:pPr>
      <w:r w:rsidRPr="00D95A45">
        <w:rPr>
          <w:rtl/>
        </w:rPr>
        <w:t>(429) 46</w:t>
      </w:r>
      <w:r w:rsidR="00CC15EB">
        <w:rPr>
          <w:rtl/>
        </w:rPr>
        <w:t xml:space="preserve"> - </w:t>
      </w:r>
      <w:r w:rsidRPr="00D95A45">
        <w:rPr>
          <w:rtl/>
        </w:rPr>
        <w:t>عنه عن ابيه عن ابن محبوب عن ابى ايوب عن ابي بصير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قوم اصطحبوا في سفرهم رفقاء فسرق بعضهم متاع بعض فقال</w:t>
      </w:r>
      <w:r w:rsidR="00CC15EB">
        <w:rPr>
          <w:rtl/>
        </w:rPr>
        <w:t>:</w:t>
      </w:r>
      <w:r>
        <w:rPr>
          <w:rtl/>
        </w:rPr>
        <w:t xml:space="preserve"> </w:t>
      </w:r>
      <w:r w:rsidRPr="00D95A45">
        <w:rPr>
          <w:rtl/>
        </w:rPr>
        <w:t>هذا خائن لا يقطع ولكن يتبع بسرقته وخيانته قيل له</w:t>
      </w:r>
      <w:r w:rsidR="00CC15EB">
        <w:rPr>
          <w:rtl/>
        </w:rPr>
        <w:t>:</w:t>
      </w:r>
      <w:r>
        <w:rPr>
          <w:rtl/>
        </w:rPr>
        <w:t xml:space="preserve"> </w:t>
      </w:r>
      <w:r w:rsidRPr="00D95A45">
        <w:rPr>
          <w:rtl/>
        </w:rPr>
        <w:t>فان سرق من منزل ابيه</w:t>
      </w:r>
      <w:r>
        <w:rPr>
          <w:rtl/>
        </w:rPr>
        <w:t>؟</w:t>
      </w:r>
      <w:r w:rsidRPr="00D95A45">
        <w:rPr>
          <w:rtl/>
        </w:rPr>
        <w:t xml:space="preserve"> فقال</w:t>
      </w:r>
      <w:r w:rsidR="00CC15EB">
        <w:rPr>
          <w:rtl/>
        </w:rPr>
        <w:t>:</w:t>
      </w:r>
      <w:r>
        <w:rPr>
          <w:rtl/>
        </w:rPr>
        <w:t xml:space="preserve"> </w:t>
      </w:r>
      <w:r w:rsidRPr="00D95A45">
        <w:rPr>
          <w:rtl/>
        </w:rPr>
        <w:t>لا يقطع لأن ابن الرجل لا يحجب عن الدخول الى منزل ابيه</w:t>
      </w:r>
      <w:r w:rsidR="00CC15EB">
        <w:rPr>
          <w:rtl/>
        </w:rPr>
        <w:t>،</w:t>
      </w:r>
      <w:r>
        <w:rPr>
          <w:rtl/>
        </w:rPr>
        <w:t xml:space="preserve"> </w:t>
      </w:r>
      <w:r w:rsidRPr="00D95A45">
        <w:rPr>
          <w:rtl/>
        </w:rPr>
        <w:t>هذا خائن</w:t>
      </w:r>
      <w:r w:rsidR="00CC15EB">
        <w:rPr>
          <w:rtl/>
        </w:rPr>
        <w:t>،</w:t>
      </w:r>
      <w:r>
        <w:rPr>
          <w:rtl/>
        </w:rPr>
        <w:t xml:space="preserve"> </w:t>
      </w:r>
      <w:r w:rsidRPr="00D95A45">
        <w:rPr>
          <w:rtl/>
        </w:rPr>
        <w:t>وكذلك ان سرق من منزل لأخيه واخته إذا كان يدخل عليهما لا يحجبانه عن الدخول.</w:t>
      </w:r>
    </w:p>
    <w:p w:rsidR="00AC7755" w:rsidRDefault="00D45E0E" w:rsidP="00AC7755">
      <w:pPr>
        <w:pStyle w:val="libNormal"/>
        <w:rPr>
          <w:rtl/>
        </w:rPr>
      </w:pPr>
      <w:r w:rsidRPr="00D95A45">
        <w:rPr>
          <w:rtl/>
        </w:rPr>
        <w:t>(430) 47</w:t>
      </w:r>
      <w:r w:rsidR="00CC15EB">
        <w:rPr>
          <w:rtl/>
        </w:rPr>
        <w:t xml:space="preserve"> - </w:t>
      </w:r>
      <w:r w:rsidRPr="00D95A45">
        <w:rPr>
          <w:rtl/>
        </w:rPr>
        <w:t xml:space="preserve">علي بن ابراهيم عن ابيه عن النوفلي عن السكوني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رسول الله </w:t>
      </w:r>
      <w:r w:rsidR="00AC7755" w:rsidRPr="00AC7755">
        <w:rPr>
          <w:rStyle w:val="libAlaemChar"/>
          <w:rtl/>
        </w:rPr>
        <w:t>صلى‌الله‌عليه‌وآله‌وسلم</w:t>
      </w:r>
      <w:r w:rsidR="00CC15EB">
        <w:rPr>
          <w:rtl/>
        </w:rPr>
        <w:t>:</w:t>
      </w:r>
      <w:r>
        <w:rPr>
          <w:rtl/>
        </w:rPr>
        <w:t xml:space="preserve"> </w:t>
      </w:r>
      <w:r w:rsidRPr="00D95A45">
        <w:rPr>
          <w:rtl/>
        </w:rPr>
        <w:t>لا قطع في ثمر ولا كثر والكثر شحم النخل.</w:t>
      </w:r>
    </w:p>
    <w:p w:rsidR="00AC7755" w:rsidRDefault="00D45E0E" w:rsidP="00AC7755">
      <w:pPr>
        <w:pStyle w:val="libNormal"/>
        <w:rPr>
          <w:rtl/>
        </w:rPr>
      </w:pPr>
      <w:r w:rsidRPr="00D95A45">
        <w:rPr>
          <w:rtl/>
        </w:rPr>
        <w:t>(431) 48</w:t>
      </w:r>
      <w:r w:rsidR="00CC15EB">
        <w:rPr>
          <w:rtl/>
        </w:rPr>
        <w:t xml:space="preserve"> - </w:t>
      </w:r>
      <w:r w:rsidRPr="00D95A45">
        <w:rPr>
          <w:rtl/>
        </w:rPr>
        <w:t>وبهذا الاسناد قال</w:t>
      </w:r>
      <w:r w:rsidR="00CC15EB">
        <w:rPr>
          <w:rtl/>
        </w:rPr>
        <w:t>:</w:t>
      </w:r>
      <w:r>
        <w:rPr>
          <w:rtl/>
        </w:rPr>
        <w:t xml:space="preserve"> </w:t>
      </w:r>
      <w:r w:rsidRPr="00D95A45">
        <w:rPr>
          <w:rtl/>
        </w:rPr>
        <w:t xml:space="preserve">قضى النبي </w:t>
      </w:r>
      <w:r w:rsidR="00AC7755" w:rsidRPr="00AC7755">
        <w:rPr>
          <w:rStyle w:val="libAlaemChar"/>
          <w:rtl/>
        </w:rPr>
        <w:t>صلى‌الله‌عليه‌وآله‌وسلم</w:t>
      </w:r>
      <w:r w:rsidRPr="00D95A45">
        <w:rPr>
          <w:rtl/>
        </w:rPr>
        <w:t xml:space="preserve"> فيمن سرق الثمار في كمه فما اكل منه فلا شئ عليه وما حمل فيعزر ويغرم قيمته مرتين.</w:t>
      </w:r>
    </w:p>
    <w:p w:rsidR="00AC7755" w:rsidRDefault="00D45E0E" w:rsidP="00AC7755">
      <w:pPr>
        <w:pStyle w:val="libNormal"/>
        <w:rPr>
          <w:rtl/>
        </w:rPr>
      </w:pPr>
      <w:r w:rsidRPr="00D95A45">
        <w:rPr>
          <w:rtl/>
        </w:rPr>
        <w:t>(432) 49</w:t>
      </w:r>
      <w:r w:rsidR="00CC15EB">
        <w:rPr>
          <w:rtl/>
        </w:rPr>
        <w:t xml:space="preserve"> - </w:t>
      </w:r>
      <w:r w:rsidRPr="00D95A45">
        <w:rPr>
          <w:rtl/>
        </w:rPr>
        <w:t xml:space="preserve">وبهذا الاسناد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لا قطع في ريش يعني الطير كله.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428</w:t>
      </w:r>
      <w:r>
        <w:rPr>
          <w:rFonts w:hint="cs"/>
          <w:rtl/>
        </w:rPr>
        <w:t xml:space="preserve"> - </w:t>
      </w:r>
      <w:r w:rsidR="00D45E0E" w:rsidRPr="007277FF">
        <w:rPr>
          <w:rtl/>
        </w:rPr>
        <w:t>429</w:t>
      </w:r>
      <w:r>
        <w:rPr>
          <w:rtl/>
        </w:rPr>
        <w:t xml:space="preserve"> - </w:t>
      </w:r>
      <w:r w:rsidR="00D45E0E" w:rsidRPr="007277FF">
        <w:rPr>
          <w:rtl/>
        </w:rPr>
        <w:t>الكافي ج 2 ص 301 واخرج الاول الصدوق في الفقيه ج 4 ص 47 بتفاوت</w:t>
      </w:r>
    </w:p>
    <w:p w:rsidR="00AC7755" w:rsidRDefault="00CC15EB" w:rsidP="00AC7755">
      <w:pPr>
        <w:pStyle w:val="libFootnote0"/>
        <w:rPr>
          <w:rtl/>
        </w:rPr>
      </w:pPr>
      <w:r>
        <w:rPr>
          <w:rtl/>
        </w:rPr>
        <w:t>-</w:t>
      </w:r>
      <w:r w:rsidR="00D45E0E" w:rsidRPr="00DA0376">
        <w:rPr>
          <w:rtl/>
        </w:rPr>
        <w:t xml:space="preserve"> 430</w:t>
      </w:r>
      <w:r>
        <w:rPr>
          <w:rtl/>
        </w:rPr>
        <w:t xml:space="preserve"> - </w:t>
      </w:r>
      <w:r w:rsidR="00D45E0E" w:rsidRPr="00DA0376">
        <w:rPr>
          <w:rtl/>
        </w:rPr>
        <w:t>الكافي ج 2 ص 302 الفقيه ج 4 ص 44 وفيه (الجمار) بدل (شحم النخل)</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(433) 50</w:t>
      </w:r>
      <w:r w:rsidR="00CC15EB">
        <w:rPr>
          <w:rtl/>
        </w:rPr>
        <w:t xml:space="preserve"> - </w:t>
      </w:r>
      <w:r w:rsidRPr="00D95A45">
        <w:rPr>
          <w:rtl/>
        </w:rPr>
        <w:t>وبهذا الاسناد قال</w:t>
      </w:r>
      <w:r w:rsidR="00CC15EB">
        <w:rPr>
          <w:rtl/>
        </w:rPr>
        <w:t>:</w:t>
      </w:r>
      <w:r>
        <w:rPr>
          <w:rtl/>
        </w:rPr>
        <w:t xml:space="preserve"> </w:t>
      </w:r>
      <w:r w:rsidRPr="00D95A45">
        <w:rPr>
          <w:rtl/>
        </w:rPr>
        <w:t xml:space="preserve">قال النبي </w:t>
      </w:r>
      <w:r w:rsidR="00AC7755" w:rsidRPr="00AC7755">
        <w:rPr>
          <w:rStyle w:val="libAlaemChar"/>
          <w:rtl/>
        </w:rPr>
        <w:t>صلى‌الله‌عليه‌وآله‌وسلم</w:t>
      </w:r>
      <w:r w:rsidR="00CC15EB">
        <w:rPr>
          <w:rtl/>
        </w:rPr>
        <w:t>:</w:t>
      </w:r>
      <w:r>
        <w:rPr>
          <w:rtl/>
        </w:rPr>
        <w:t xml:space="preserve"> </w:t>
      </w:r>
      <w:r w:rsidRPr="00D95A45">
        <w:rPr>
          <w:rtl/>
        </w:rPr>
        <w:t>لا قطع على من سرق الحجارة يعني الرخام واشباه ذلك.</w:t>
      </w:r>
    </w:p>
    <w:p w:rsidR="00AC7755" w:rsidRDefault="00D45E0E" w:rsidP="00AC7755">
      <w:pPr>
        <w:pStyle w:val="libNormal"/>
        <w:rPr>
          <w:rtl/>
        </w:rPr>
      </w:pPr>
      <w:r w:rsidRPr="00D95A45">
        <w:rPr>
          <w:rtl/>
        </w:rPr>
        <w:t>(434) 51</w:t>
      </w:r>
      <w:r w:rsidR="00CC15EB">
        <w:rPr>
          <w:rtl/>
        </w:rPr>
        <w:t xml:space="preserve"> - </w:t>
      </w:r>
      <w:r w:rsidRPr="00D95A45">
        <w:rPr>
          <w:rtl/>
        </w:rPr>
        <w:t xml:space="preserve">احمد بن محمد بن عيسى عن محمد بن يحيى الخزاز عن عبد الله بن ابراهيم عن ابي عبد الله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اتي بالكوفة برجل سرق حماما فلم يقطعه وقال</w:t>
      </w:r>
      <w:r w:rsidR="00CC15EB">
        <w:rPr>
          <w:rtl/>
        </w:rPr>
        <w:t>:</w:t>
      </w:r>
      <w:r>
        <w:rPr>
          <w:rtl/>
        </w:rPr>
        <w:t xml:space="preserve"> </w:t>
      </w:r>
      <w:r w:rsidRPr="00D95A45">
        <w:rPr>
          <w:rtl/>
        </w:rPr>
        <w:t>لا أقطع في الطير.</w:t>
      </w:r>
    </w:p>
    <w:p w:rsidR="00AC7755" w:rsidRDefault="00D45E0E" w:rsidP="00AC7755">
      <w:pPr>
        <w:pStyle w:val="libNormal"/>
        <w:rPr>
          <w:rtl/>
        </w:rPr>
      </w:pPr>
      <w:r w:rsidRPr="00D95A45">
        <w:rPr>
          <w:rtl/>
        </w:rPr>
        <w:t>(435) 52</w:t>
      </w:r>
      <w:r w:rsidR="00CC15EB">
        <w:rPr>
          <w:rtl/>
        </w:rPr>
        <w:t xml:space="preserve"> - </w:t>
      </w:r>
      <w:r w:rsidRPr="00D95A45">
        <w:rPr>
          <w:rtl/>
        </w:rPr>
        <w:t xml:space="preserve">عنه عن ابن محبوب عن علي بن الحسن بن رباط عن ابن مسكان عن الحلبي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أقيم على السارق الحد نفي إلى بلدة اخرى.</w:t>
      </w:r>
    </w:p>
    <w:p w:rsidR="00AC7755" w:rsidRDefault="00D45E0E" w:rsidP="00AC7755">
      <w:pPr>
        <w:pStyle w:val="libNormal"/>
        <w:rPr>
          <w:rtl/>
        </w:rPr>
      </w:pPr>
      <w:r w:rsidRPr="00D95A45">
        <w:rPr>
          <w:rtl/>
        </w:rPr>
        <w:t>(436) 53</w:t>
      </w:r>
      <w:r w:rsidR="00CC15EB">
        <w:rPr>
          <w:rtl/>
        </w:rPr>
        <w:t xml:space="preserve"> - </w:t>
      </w:r>
      <w:r w:rsidRPr="00D95A45">
        <w:rPr>
          <w:rtl/>
        </w:rPr>
        <w:t xml:space="preserve">سهل بن زياد عن عبد الرحمان بن ابي نجران عن عاصم ابن حميد عن محمد بن قيس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عبد سرق واختان من مال مولاه قال</w:t>
      </w:r>
      <w:r w:rsidR="00CC15EB">
        <w:rPr>
          <w:rtl/>
        </w:rPr>
        <w:t>:</w:t>
      </w:r>
      <w:r>
        <w:rPr>
          <w:rtl/>
        </w:rPr>
        <w:t xml:space="preserve"> </w:t>
      </w:r>
      <w:r w:rsidRPr="00D95A45">
        <w:rPr>
          <w:rtl/>
        </w:rPr>
        <w:t>ليس عليه قطع.</w:t>
      </w:r>
    </w:p>
    <w:p w:rsidR="00AC7755" w:rsidRDefault="00D45E0E" w:rsidP="00AC7755">
      <w:pPr>
        <w:pStyle w:val="libNormal"/>
        <w:rPr>
          <w:rtl/>
        </w:rPr>
      </w:pPr>
      <w:r w:rsidRPr="00D95A45">
        <w:rPr>
          <w:rtl/>
        </w:rPr>
        <w:t>(437) 54</w:t>
      </w:r>
      <w:r w:rsidR="00CC15EB">
        <w:rPr>
          <w:rtl/>
        </w:rPr>
        <w:t xml:space="preserve"> - </w:t>
      </w:r>
      <w:r w:rsidRPr="00D95A45">
        <w:rPr>
          <w:rtl/>
        </w:rPr>
        <w:t xml:space="preserve">علي بن ابراهيم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عبدي إذا سرقني لم اقطعه وعبدي إذا سرق غيري قطعته وعبد الامارة إذا سرق لم اقطعه لانه فئ.</w:t>
      </w:r>
    </w:p>
    <w:p w:rsidR="00AC7755" w:rsidRDefault="00D45E0E" w:rsidP="00AC7755">
      <w:pPr>
        <w:pStyle w:val="libNormal"/>
        <w:rPr>
          <w:rtl/>
        </w:rPr>
      </w:pPr>
      <w:r w:rsidRPr="00D95A45">
        <w:rPr>
          <w:rtl/>
        </w:rPr>
        <w:t>(438) 55</w:t>
      </w:r>
      <w:r w:rsidR="00CC15EB">
        <w:rPr>
          <w:rtl/>
        </w:rPr>
        <w:t xml:space="preserve"> - </w:t>
      </w:r>
      <w:r w:rsidRPr="00D95A45">
        <w:rPr>
          <w:rtl/>
        </w:rPr>
        <w:t xml:space="preserve">يونس عن بعض اصحابه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المملوك إذا سرق من مواليه لم يقطع</w:t>
      </w:r>
      <w:r w:rsidR="00CC15EB">
        <w:rPr>
          <w:rtl/>
        </w:rPr>
        <w:t>،</w:t>
      </w:r>
      <w:r>
        <w:rPr>
          <w:rtl/>
        </w:rPr>
        <w:t xml:space="preserve"> </w:t>
      </w:r>
      <w:r w:rsidRPr="00D95A45">
        <w:rPr>
          <w:rtl/>
        </w:rPr>
        <w:t>وإذا سرق من غير مواليه قطع.</w:t>
      </w:r>
    </w:p>
    <w:p w:rsidR="00AC7755" w:rsidRDefault="00D45E0E" w:rsidP="00AC7755">
      <w:pPr>
        <w:pStyle w:val="libNormal"/>
        <w:rPr>
          <w:rtl/>
        </w:rPr>
      </w:pPr>
      <w:r w:rsidRPr="00D95A45">
        <w:rPr>
          <w:rtl/>
        </w:rPr>
        <w:t>(439) 56</w:t>
      </w:r>
      <w:r w:rsidR="00CC15EB">
        <w:rPr>
          <w:rtl/>
        </w:rPr>
        <w:t xml:space="preserve"> - </w:t>
      </w:r>
      <w:r w:rsidRPr="00D95A45">
        <w:rPr>
          <w:rtl/>
        </w:rPr>
        <w:t xml:space="preserve">الحسين بن سعيد عن النضر عن عاصم ويوسف ابن عقيل عن محمد بن قيس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قال</w:t>
      </w:r>
      <w:r w:rsidR="00CC15EB">
        <w:rPr>
          <w:rtl/>
        </w:rPr>
        <w:t>:</w:t>
      </w:r>
      <w:r>
        <w:rPr>
          <w:rtl/>
        </w:rPr>
        <w:t xml:space="preserve"> </w:t>
      </w:r>
      <w:r w:rsidRPr="00D95A45">
        <w:rPr>
          <w:rtl/>
        </w:rPr>
        <w:t>إذا أخذ رقيق الامام لم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434 الكافي ج 2 ص 302 الفقيه ج 4 ص 43</w:t>
      </w:r>
    </w:p>
    <w:p w:rsidR="00CC15EB" w:rsidRDefault="00CC15EB" w:rsidP="00AC7755">
      <w:pPr>
        <w:pStyle w:val="libFootnote0"/>
        <w:rPr>
          <w:rtl/>
        </w:rPr>
      </w:pPr>
      <w:r>
        <w:rPr>
          <w:rtl/>
        </w:rPr>
        <w:t>-</w:t>
      </w:r>
      <w:r w:rsidR="00D45E0E" w:rsidRPr="007277FF">
        <w:rPr>
          <w:rtl/>
        </w:rPr>
        <w:t xml:space="preserve"> 435</w:t>
      </w:r>
      <w:r>
        <w:rPr>
          <w:rtl/>
        </w:rPr>
        <w:t xml:space="preserve"> - </w:t>
      </w:r>
      <w:r w:rsidR="00D45E0E" w:rsidRPr="007277FF">
        <w:rPr>
          <w:rtl/>
        </w:rPr>
        <w:t>الكافي ج 2 ص 302 الفقيه ج 4 ص 46</w:t>
      </w:r>
    </w:p>
    <w:p w:rsidR="00CC15EB" w:rsidRDefault="00CC15EB" w:rsidP="00AC7755">
      <w:pPr>
        <w:pStyle w:val="libFootnote0"/>
        <w:rPr>
          <w:rtl/>
        </w:rPr>
      </w:pPr>
      <w:r>
        <w:rPr>
          <w:rtl/>
        </w:rPr>
        <w:t>-</w:t>
      </w:r>
      <w:r w:rsidR="00D45E0E" w:rsidRPr="007277FF">
        <w:rPr>
          <w:rtl/>
        </w:rPr>
        <w:t xml:space="preserve"> 436</w:t>
      </w:r>
      <w:r>
        <w:rPr>
          <w:rtl/>
        </w:rPr>
        <w:t xml:space="preserve"> - </w:t>
      </w:r>
      <w:r w:rsidR="00D45E0E" w:rsidRPr="007277FF">
        <w:rPr>
          <w:rtl/>
        </w:rPr>
        <w:t>الكافي ج 2 ص 303</w:t>
      </w:r>
    </w:p>
    <w:p w:rsidR="00CC15EB" w:rsidRDefault="00CC15EB" w:rsidP="00AC7755">
      <w:pPr>
        <w:pStyle w:val="libFootnote0"/>
        <w:rPr>
          <w:rtl/>
        </w:rPr>
      </w:pPr>
      <w:r>
        <w:rPr>
          <w:rtl/>
        </w:rPr>
        <w:t>-</w:t>
      </w:r>
      <w:r w:rsidR="00D45E0E" w:rsidRPr="007277FF">
        <w:rPr>
          <w:rtl/>
        </w:rPr>
        <w:t xml:space="preserve"> 437</w:t>
      </w:r>
      <w:r>
        <w:rPr>
          <w:rtl/>
        </w:rPr>
        <w:t xml:space="preserve"> - </w:t>
      </w:r>
      <w:r w:rsidR="00D45E0E" w:rsidRPr="007277FF">
        <w:rPr>
          <w:rtl/>
        </w:rPr>
        <w:t>الكافي ج 2 ص 304</w:t>
      </w:r>
    </w:p>
    <w:p w:rsidR="00AC7755" w:rsidRDefault="00CC15EB" w:rsidP="00AC7755">
      <w:pPr>
        <w:pStyle w:val="libFootnote0"/>
        <w:rPr>
          <w:rtl/>
        </w:rPr>
      </w:pPr>
      <w:r>
        <w:rPr>
          <w:rtl/>
        </w:rPr>
        <w:t>-</w:t>
      </w:r>
      <w:r w:rsidR="00D45E0E" w:rsidRPr="00DA0376">
        <w:rPr>
          <w:rtl/>
        </w:rPr>
        <w:t xml:space="preserve"> 438</w:t>
      </w:r>
      <w:r>
        <w:rPr>
          <w:rtl/>
        </w:rPr>
        <w:t xml:space="preserve"> - </w:t>
      </w:r>
      <w:r w:rsidR="00D45E0E" w:rsidRPr="00DA0376">
        <w:rPr>
          <w:rtl/>
        </w:rPr>
        <w:t>الكافي ج 2 ص 304</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يقطع وإذا سرق واحد من رقيقي من مال الامارة قطعت يده</w:t>
      </w:r>
      <w:r w:rsidR="00CC15EB">
        <w:rPr>
          <w:rtl/>
        </w:rPr>
        <w:t>،</w:t>
      </w:r>
      <w:r>
        <w:rPr>
          <w:rtl/>
        </w:rPr>
        <w:t xml:space="preserve"> </w:t>
      </w:r>
      <w:r w:rsidRPr="00DA0376">
        <w:rPr>
          <w:rtl/>
        </w:rPr>
        <w:t>وقال</w:t>
      </w:r>
      <w:r w:rsidR="00CC15EB">
        <w:rPr>
          <w:rtl/>
        </w:rPr>
        <w:t>:</w:t>
      </w:r>
      <w:r>
        <w:rPr>
          <w:rtl/>
        </w:rPr>
        <w:t xml:space="preserve"> </w:t>
      </w:r>
      <w:r w:rsidRPr="00DA0376">
        <w:rPr>
          <w:rtl/>
        </w:rPr>
        <w:t>سمعته يقول</w:t>
      </w:r>
      <w:r w:rsidR="00CC15EB">
        <w:rPr>
          <w:rtl/>
        </w:rPr>
        <w:t>:</w:t>
      </w:r>
      <w:r>
        <w:rPr>
          <w:rtl/>
        </w:rPr>
        <w:t xml:space="preserve"> </w:t>
      </w:r>
      <w:r w:rsidRPr="00DA0376">
        <w:rPr>
          <w:rtl/>
        </w:rPr>
        <w:t>إذا سرق عبد أو اجير من مال صاحبه فليس عليه قطع.</w:t>
      </w:r>
    </w:p>
    <w:p w:rsidR="00AC7755" w:rsidRDefault="00D45E0E" w:rsidP="00AC7755">
      <w:pPr>
        <w:pStyle w:val="libNormal"/>
        <w:rPr>
          <w:rtl/>
        </w:rPr>
      </w:pPr>
      <w:r w:rsidRPr="00D95A45">
        <w:rPr>
          <w:rtl/>
        </w:rPr>
        <w:t>(440) 57</w:t>
      </w:r>
      <w:r w:rsidR="00CC15EB">
        <w:rPr>
          <w:rtl/>
        </w:rPr>
        <w:t xml:space="preserve"> - </w:t>
      </w:r>
      <w:r w:rsidRPr="00D95A45">
        <w:rPr>
          <w:rtl/>
        </w:rPr>
        <w:t xml:space="preserve">الحسين بن سعيد عن ابن محبوب عن ابي ايوب عن الفضل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أقر العبد على نفسه بالسرقة لم يقطع وإذا شهد عليه شاهدان قطع.</w:t>
      </w:r>
    </w:p>
    <w:p w:rsidR="00AC7755" w:rsidRDefault="00D45E0E" w:rsidP="00AC7755">
      <w:pPr>
        <w:pStyle w:val="libNormal"/>
        <w:rPr>
          <w:rtl/>
        </w:rPr>
      </w:pPr>
      <w:r w:rsidRPr="00D95A45">
        <w:rPr>
          <w:rtl/>
        </w:rPr>
        <w:t xml:space="preserve"> ولا ينافى هذه الاخبار ما رواه.</w:t>
      </w:r>
    </w:p>
    <w:p w:rsidR="00AC7755" w:rsidRDefault="00D45E0E" w:rsidP="00AC7755">
      <w:pPr>
        <w:pStyle w:val="libNormal"/>
        <w:rPr>
          <w:rtl/>
        </w:rPr>
      </w:pPr>
      <w:r w:rsidRPr="00D95A45">
        <w:rPr>
          <w:rtl/>
        </w:rPr>
        <w:t>(441) 58</w:t>
      </w:r>
      <w:r w:rsidR="00CC15EB">
        <w:rPr>
          <w:rtl/>
        </w:rPr>
        <w:t xml:space="preserve"> - </w:t>
      </w:r>
      <w:r w:rsidRPr="00D95A45">
        <w:rPr>
          <w:rtl/>
        </w:rPr>
        <w:t xml:space="preserve">احمد بن محمد عن الحسن بن محبوب عن علي بن رئاب عن ضريس الكناسي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العبد إذا أقر على نفسه عند الامام مرة انه سرق قطعه والامة إذا أقرت على نفسها عند الامام بالسرقة قطعها.</w:t>
      </w:r>
    </w:p>
    <w:p w:rsidR="00AC7755" w:rsidRDefault="00D45E0E" w:rsidP="00AC7755">
      <w:pPr>
        <w:pStyle w:val="libNormal"/>
        <w:rPr>
          <w:rtl/>
        </w:rPr>
      </w:pPr>
      <w:r w:rsidRPr="00D95A45">
        <w:rPr>
          <w:rtl/>
        </w:rPr>
        <w:t xml:space="preserve"> لأن الوجه في هذا الخبر أن نحمله على انه إذا انضاف إلى الاقرار البينة</w:t>
      </w:r>
      <w:r w:rsidR="00CC15EB">
        <w:rPr>
          <w:rtl/>
        </w:rPr>
        <w:t>،</w:t>
      </w:r>
      <w:r>
        <w:rPr>
          <w:rtl/>
        </w:rPr>
        <w:t xml:space="preserve"> </w:t>
      </w:r>
      <w:r w:rsidRPr="00D95A45">
        <w:rPr>
          <w:rtl/>
        </w:rPr>
        <w:t>فاما مجرد الاقرار فلا قطع عليهما حسب ما تضمنه الخبر الاول.</w:t>
      </w:r>
    </w:p>
    <w:p w:rsidR="00AC7755" w:rsidRDefault="00D45E0E" w:rsidP="00AC7755">
      <w:pPr>
        <w:pStyle w:val="libNormal"/>
        <w:rPr>
          <w:rtl/>
        </w:rPr>
      </w:pPr>
      <w:r w:rsidRPr="00D95A45">
        <w:rPr>
          <w:rtl/>
        </w:rPr>
        <w:t>(442) 59</w:t>
      </w:r>
      <w:r w:rsidR="00CC15EB">
        <w:rPr>
          <w:rtl/>
        </w:rPr>
        <w:t xml:space="preserve"> - </w:t>
      </w:r>
      <w:r w:rsidRPr="00D95A45">
        <w:rPr>
          <w:rtl/>
        </w:rPr>
        <w:t xml:space="preserve">علي بن ابراهيم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قال</w:t>
      </w:r>
      <w:r w:rsidR="00CC15EB">
        <w:rPr>
          <w:rtl/>
        </w:rPr>
        <w:t>:</w:t>
      </w:r>
      <w:r>
        <w:rPr>
          <w:rtl/>
        </w:rPr>
        <w:t xml:space="preserve"> </w:t>
      </w:r>
      <w:r w:rsidRPr="00D95A45">
        <w:rPr>
          <w:rtl/>
        </w:rPr>
        <w:t>لا يقطع السارق في عام سنة يعني في عام مجاعة.</w:t>
      </w:r>
    </w:p>
    <w:p w:rsidR="00AC7755" w:rsidRDefault="00D45E0E" w:rsidP="00AC7755">
      <w:pPr>
        <w:pStyle w:val="libNormal"/>
        <w:rPr>
          <w:rtl/>
        </w:rPr>
      </w:pPr>
      <w:r w:rsidRPr="00D95A45">
        <w:rPr>
          <w:rtl/>
        </w:rPr>
        <w:t>(443) 60</w:t>
      </w:r>
      <w:r w:rsidR="00CC15EB">
        <w:rPr>
          <w:rtl/>
        </w:rPr>
        <w:t xml:space="preserve"> - </w:t>
      </w:r>
      <w:r w:rsidRPr="00D95A45">
        <w:rPr>
          <w:rtl/>
        </w:rPr>
        <w:t xml:space="preserve">محمد بن احمد بن يحيى عن محمد بن عيسى بن عبيد عن زياد القندي عمن ذكره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يقطع السارق في سنة المحق في شئ يؤكل مثل الخبز واللحم واشباهه.</w:t>
      </w:r>
    </w:p>
    <w:p w:rsidR="00AC7755" w:rsidRDefault="00D45E0E" w:rsidP="00AC7755">
      <w:pPr>
        <w:pStyle w:val="libNormal"/>
        <w:rPr>
          <w:rtl/>
        </w:rPr>
      </w:pPr>
      <w:r w:rsidRPr="00D95A45">
        <w:rPr>
          <w:rtl/>
        </w:rPr>
        <w:t>(444) 61</w:t>
      </w:r>
      <w:r w:rsidR="00CC15EB">
        <w:rPr>
          <w:rtl/>
        </w:rPr>
        <w:t xml:space="preserve"> - </w:t>
      </w:r>
      <w:r w:rsidRPr="00D95A45">
        <w:rPr>
          <w:rtl/>
        </w:rPr>
        <w:t>سهل بن زياد عن علي بن الحكم عن عاصم بن حميد</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440</w:t>
      </w:r>
      <w:r>
        <w:rPr>
          <w:rtl/>
        </w:rPr>
        <w:t xml:space="preserve"> - </w:t>
      </w:r>
      <w:r w:rsidR="00D45E0E" w:rsidRPr="00D95A45">
        <w:rPr>
          <w:rtl/>
        </w:rPr>
        <w:t>الاستبصار ج 4 ص 243 الفقيه ج 4 ص 50</w:t>
      </w:r>
    </w:p>
    <w:p w:rsidR="00CC15EB" w:rsidRDefault="00CC15EB" w:rsidP="00AC7755">
      <w:pPr>
        <w:pStyle w:val="libFootnote0"/>
        <w:rPr>
          <w:rtl/>
        </w:rPr>
      </w:pPr>
      <w:r>
        <w:rPr>
          <w:rtl/>
        </w:rPr>
        <w:t>-</w:t>
      </w:r>
      <w:r w:rsidR="00D45E0E" w:rsidRPr="007277FF">
        <w:rPr>
          <w:rtl/>
        </w:rPr>
        <w:t xml:space="preserve"> 441</w:t>
      </w:r>
      <w:r>
        <w:rPr>
          <w:rtl/>
        </w:rPr>
        <w:t xml:space="preserve"> - </w:t>
      </w:r>
      <w:r w:rsidR="00D45E0E" w:rsidRPr="007277FF">
        <w:rPr>
          <w:rtl/>
        </w:rPr>
        <w:t>الاستبصار ج 4 ص 244 الكافي ج 2 ص 299 الفقيه ج 4 ص 49</w:t>
      </w:r>
    </w:p>
    <w:p w:rsidR="00CC15EB" w:rsidRDefault="00CC15EB" w:rsidP="00AC7755">
      <w:pPr>
        <w:pStyle w:val="libFootnote0"/>
        <w:rPr>
          <w:rtl/>
        </w:rPr>
      </w:pPr>
      <w:r>
        <w:rPr>
          <w:rtl/>
        </w:rPr>
        <w:t>-</w:t>
      </w:r>
      <w:r w:rsidR="00D45E0E" w:rsidRPr="007277FF">
        <w:rPr>
          <w:rtl/>
        </w:rPr>
        <w:t xml:space="preserve"> 442</w:t>
      </w:r>
      <w:r>
        <w:rPr>
          <w:rtl/>
        </w:rPr>
        <w:t xml:space="preserve"> - </w:t>
      </w:r>
      <w:r w:rsidR="00D45E0E" w:rsidRPr="007277FF">
        <w:rPr>
          <w:rtl/>
        </w:rPr>
        <w:t>الكافي ج 2 ص 302 الفقيه ج 4 ص 43</w:t>
      </w:r>
    </w:p>
    <w:p w:rsidR="00AC7755" w:rsidRDefault="00CC15EB" w:rsidP="00AC7755">
      <w:pPr>
        <w:pStyle w:val="libFootnote0"/>
        <w:rPr>
          <w:rtl/>
        </w:rPr>
      </w:pPr>
      <w:r>
        <w:rPr>
          <w:rtl/>
        </w:rPr>
        <w:t>-</w:t>
      </w:r>
      <w:r w:rsidR="00D45E0E" w:rsidRPr="00DA0376">
        <w:rPr>
          <w:rtl/>
        </w:rPr>
        <w:t xml:space="preserve"> 443</w:t>
      </w:r>
      <w:r>
        <w:rPr>
          <w:rtl/>
        </w:rPr>
        <w:t xml:space="preserve"> - </w:t>
      </w:r>
      <w:r w:rsidR="00D45E0E" w:rsidRPr="00DA0376">
        <w:rPr>
          <w:rtl/>
        </w:rPr>
        <w:t>444</w:t>
      </w:r>
      <w:r>
        <w:rPr>
          <w:rtl/>
        </w:rPr>
        <w:t xml:space="preserve"> - </w:t>
      </w:r>
      <w:r w:rsidR="00D45E0E" w:rsidRPr="00DA0376">
        <w:rPr>
          <w:rtl/>
        </w:rPr>
        <w:t>الكافي ج 2 ص 302 وفيه</w:t>
      </w:r>
      <w:r>
        <w:rPr>
          <w:rtl/>
        </w:rPr>
        <w:t xml:space="preserve"> - </w:t>
      </w:r>
      <w:r w:rsidR="00D45E0E" w:rsidRPr="00DA0376">
        <w:rPr>
          <w:rtl/>
        </w:rPr>
        <w:t>المحل</w:t>
      </w:r>
      <w:r>
        <w:rPr>
          <w:rtl/>
        </w:rPr>
        <w:t xml:space="preserve"> - </w:t>
      </w:r>
      <w:r w:rsidR="00D45E0E" w:rsidRPr="00DA0376">
        <w:rPr>
          <w:rtl/>
        </w:rPr>
        <w:t>بدل</w:t>
      </w:r>
      <w:r>
        <w:rPr>
          <w:rtl/>
        </w:rPr>
        <w:t xml:space="preserve"> - </w:t>
      </w:r>
      <w:r w:rsidR="00D45E0E" w:rsidRPr="00DA0376">
        <w:rPr>
          <w:rtl/>
        </w:rPr>
        <w:t>المحق</w:t>
      </w:r>
      <w:r>
        <w:rPr>
          <w:rtl/>
        </w:rPr>
        <w:t xml:space="preserve"> - </w:t>
      </w:r>
      <w:r w:rsidR="00D45E0E" w:rsidRPr="00DA0376">
        <w:rPr>
          <w:rtl/>
        </w:rPr>
        <w:t>واخرج الاول الصدوق في الفقيه ج 4 ص 52</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عمن اخبره عن ابى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 xml:space="preserve">كان امير المؤمنين </w:t>
      </w:r>
      <w:r w:rsidR="00AC7755" w:rsidRPr="00AC7755">
        <w:rPr>
          <w:rStyle w:val="libAlaemChar"/>
          <w:rtl/>
        </w:rPr>
        <w:t>عليه‌السلام</w:t>
      </w:r>
      <w:r w:rsidRPr="00DA0376">
        <w:rPr>
          <w:rtl/>
        </w:rPr>
        <w:t xml:space="preserve"> لا يقطع السارق في ايام المجاعة.</w:t>
      </w:r>
    </w:p>
    <w:p w:rsidR="00AC7755" w:rsidRDefault="00D45E0E" w:rsidP="00AC7755">
      <w:pPr>
        <w:pStyle w:val="libNormal"/>
        <w:rPr>
          <w:rtl/>
        </w:rPr>
      </w:pPr>
      <w:r w:rsidRPr="00D95A45">
        <w:rPr>
          <w:rtl/>
        </w:rPr>
        <w:t>(445) 62</w:t>
      </w:r>
      <w:r w:rsidR="00CC15EB">
        <w:rPr>
          <w:rtl/>
        </w:rPr>
        <w:t xml:space="preserve"> - </w:t>
      </w:r>
      <w:r w:rsidRPr="00D95A45">
        <w:rPr>
          <w:rtl/>
        </w:rPr>
        <w:t xml:space="preserve">علي عن ابيه عن النوفلي عن السكوني عن ابى عبد الله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أتي برجل قد باع حرا فقطع يده.</w:t>
      </w:r>
    </w:p>
    <w:p w:rsidR="00AC7755" w:rsidRDefault="00D45E0E" w:rsidP="00AC7755">
      <w:pPr>
        <w:pStyle w:val="libNormal"/>
        <w:rPr>
          <w:rtl/>
        </w:rPr>
      </w:pPr>
      <w:r w:rsidRPr="00D95A45">
        <w:rPr>
          <w:rtl/>
        </w:rPr>
        <w:t>(446) 63</w:t>
      </w:r>
      <w:r w:rsidR="00CC15EB">
        <w:rPr>
          <w:rtl/>
        </w:rPr>
        <w:t xml:space="preserve"> - </w:t>
      </w:r>
      <w:r w:rsidRPr="00D95A45">
        <w:rPr>
          <w:rtl/>
        </w:rPr>
        <w:t>عنه عن ابيه عن محمد بن حفص عن عبد الله بن طلحة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الرجل يبيع الرجل وهما حران يبيع هذا هذا وهذا هذا ويفران من بلد إلى بلد فيبيعان انفسهما ويفران باموال الناس قال</w:t>
      </w:r>
      <w:r w:rsidR="00CC15EB">
        <w:rPr>
          <w:rtl/>
        </w:rPr>
        <w:t>:</w:t>
      </w:r>
      <w:r>
        <w:rPr>
          <w:rtl/>
        </w:rPr>
        <w:t xml:space="preserve"> </w:t>
      </w:r>
      <w:r w:rsidRPr="00D95A45">
        <w:rPr>
          <w:rtl/>
        </w:rPr>
        <w:t>تقطع ايديهما لانهما سرقا انفسهما واموال المسلمين.</w:t>
      </w:r>
    </w:p>
    <w:p w:rsidR="00AC7755" w:rsidRDefault="00D45E0E" w:rsidP="00AC7755">
      <w:pPr>
        <w:pStyle w:val="libNormal"/>
        <w:rPr>
          <w:rtl/>
        </w:rPr>
      </w:pPr>
      <w:r w:rsidRPr="00D95A45">
        <w:rPr>
          <w:rtl/>
        </w:rPr>
        <w:t>(447) 64</w:t>
      </w:r>
      <w:r w:rsidR="00CC15EB">
        <w:rPr>
          <w:rtl/>
        </w:rPr>
        <w:t xml:space="preserve"> - </w:t>
      </w:r>
      <w:r w:rsidRPr="00D95A45">
        <w:rPr>
          <w:rtl/>
        </w:rPr>
        <w:t>محمد بن يحيى عن محمد بن الحسين عن حنان بن معاوية عن طريف بن سنان الثوري قال</w:t>
      </w:r>
      <w:r w:rsidR="00CC15EB">
        <w:rPr>
          <w:rtl/>
        </w:rPr>
        <w:t>:</w:t>
      </w:r>
      <w:r>
        <w:rPr>
          <w:rtl/>
        </w:rPr>
        <w:t xml:space="preserve"> </w:t>
      </w:r>
      <w:r w:rsidRPr="00D95A45">
        <w:rPr>
          <w:rtl/>
        </w:rPr>
        <w:t xml:space="preserve">سألت جعفر بن محمد </w:t>
      </w:r>
      <w:r w:rsidR="00AC7755" w:rsidRPr="00AC7755">
        <w:rPr>
          <w:rStyle w:val="libAlaemChar"/>
          <w:rtl/>
        </w:rPr>
        <w:t>عليه‌السلام</w:t>
      </w:r>
      <w:r w:rsidRPr="00D95A45">
        <w:rPr>
          <w:rtl/>
        </w:rPr>
        <w:t xml:space="preserve"> عن رجل سرق حرة فباعها قال</w:t>
      </w:r>
      <w:r w:rsidR="00CC15EB">
        <w:rPr>
          <w:rtl/>
        </w:rPr>
        <w:t>:</w:t>
      </w:r>
      <w:r>
        <w:rPr>
          <w:rtl/>
        </w:rPr>
        <w:t xml:space="preserve"> </w:t>
      </w:r>
      <w:r w:rsidRPr="00D95A45">
        <w:rPr>
          <w:rtl/>
        </w:rPr>
        <w:t>فقال</w:t>
      </w:r>
      <w:r w:rsidR="00CC15EB">
        <w:rPr>
          <w:rtl/>
        </w:rPr>
        <w:t>:</w:t>
      </w:r>
      <w:r>
        <w:rPr>
          <w:rtl/>
        </w:rPr>
        <w:t xml:space="preserve"> </w:t>
      </w:r>
      <w:r w:rsidRPr="00D95A45">
        <w:rPr>
          <w:rtl/>
        </w:rPr>
        <w:t>فيها اربعة حدود اما اولها</w:t>
      </w:r>
      <w:r w:rsidR="00CC15EB">
        <w:rPr>
          <w:rtl/>
        </w:rPr>
        <w:t>:</w:t>
      </w:r>
      <w:r>
        <w:rPr>
          <w:rtl/>
        </w:rPr>
        <w:t xml:space="preserve"> </w:t>
      </w:r>
      <w:r w:rsidRPr="00D95A45">
        <w:rPr>
          <w:rtl/>
        </w:rPr>
        <w:t>فسارق تقطع يده</w:t>
      </w:r>
      <w:r w:rsidR="00CC15EB">
        <w:rPr>
          <w:rtl/>
        </w:rPr>
        <w:t>،</w:t>
      </w:r>
      <w:r>
        <w:rPr>
          <w:rtl/>
        </w:rPr>
        <w:t xml:space="preserve"> </w:t>
      </w:r>
      <w:r w:rsidRPr="00D95A45">
        <w:rPr>
          <w:rtl/>
        </w:rPr>
        <w:t>الثانية. ان كان وطئها جلد وعلى الذي اشتراها ان كان وطئها وقد علم ان كان محصنا رجم وان كان غير محصن جلد الحد وان كان لم يعلم فلا شئ عليه وهي ان كان استكرهها فلا شئ عليها وان كانت اطاعت جلدت الحد.</w:t>
      </w:r>
    </w:p>
    <w:p w:rsidR="00AC7755" w:rsidRDefault="00D45E0E" w:rsidP="00AC7755">
      <w:pPr>
        <w:pStyle w:val="libNormal"/>
        <w:rPr>
          <w:rtl/>
        </w:rPr>
      </w:pPr>
      <w:r w:rsidRPr="00D95A45">
        <w:rPr>
          <w:rtl/>
        </w:rPr>
        <w:t>(448) 65</w:t>
      </w:r>
      <w:r w:rsidR="00CC15EB">
        <w:rPr>
          <w:rtl/>
        </w:rPr>
        <w:t xml:space="preserve"> - </w:t>
      </w:r>
      <w:r w:rsidRPr="00D95A45">
        <w:rPr>
          <w:rtl/>
        </w:rPr>
        <w:t>محمد بن علي بن محبوب عن العباس بن موسى عن يونس بن عبد الرحمان عن سنان بن طريف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باع امرأته قال</w:t>
      </w:r>
      <w:r w:rsidR="00CC15EB">
        <w:rPr>
          <w:rtl/>
        </w:rPr>
        <w:t>:</w:t>
      </w:r>
      <w:r>
        <w:rPr>
          <w:rtl/>
        </w:rPr>
        <w:t xml:space="preserve"> </w:t>
      </w:r>
      <w:r w:rsidRPr="00D95A45">
        <w:rPr>
          <w:rtl/>
        </w:rPr>
        <w:t>على الرجل أن تقطع يده وعلى المرأة الرجم ان كانت وطئت وعلى الذي اشتراها ان وطئها وكان محصنا أن يرجم ان علم بذلك وان لم يكن محصنا ضرب مائة جلدة.</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445</w:t>
      </w:r>
      <w:r>
        <w:rPr>
          <w:rFonts w:hint="cs"/>
          <w:rtl/>
        </w:rPr>
        <w:t xml:space="preserve"> - </w:t>
      </w:r>
      <w:r w:rsidR="00D45E0E" w:rsidRPr="007277FF">
        <w:rPr>
          <w:rtl/>
        </w:rPr>
        <w:t>446</w:t>
      </w:r>
      <w:r>
        <w:rPr>
          <w:rtl/>
        </w:rPr>
        <w:t xml:space="preserve"> - </w:t>
      </w:r>
      <w:r w:rsidR="00D45E0E" w:rsidRPr="007277FF">
        <w:rPr>
          <w:rtl/>
        </w:rPr>
        <w:t>الكافي ج 2 ص 302</w:t>
      </w:r>
    </w:p>
    <w:p w:rsidR="00AC7755" w:rsidRDefault="00CC15EB" w:rsidP="00AC7755">
      <w:pPr>
        <w:pStyle w:val="libFootnote0"/>
        <w:rPr>
          <w:rtl/>
        </w:rPr>
      </w:pPr>
      <w:r>
        <w:rPr>
          <w:rtl/>
        </w:rPr>
        <w:t>-</w:t>
      </w:r>
      <w:r w:rsidR="00D45E0E" w:rsidRPr="00DA0376">
        <w:rPr>
          <w:rtl/>
        </w:rPr>
        <w:t xml:space="preserve"> 447</w:t>
      </w:r>
      <w:r>
        <w:rPr>
          <w:rtl/>
        </w:rPr>
        <w:t xml:space="preserve"> - </w:t>
      </w:r>
      <w:r w:rsidR="00D45E0E" w:rsidRPr="00DA0376">
        <w:rPr>
          <w:rtl/>
        </w:rPr>
        <w:t>الكافي ج 2 ص 202 الفقيه ج 4 ص 48</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(449) 66</w:t>
      </w:r>
      <w:r w:rsidR="00CC15EB">
        <w:rPr>
          <w:rtl/>
        </w:rPr>
        <w:t xml:space="preserve"> - </w:t>
      </w:r>
      <w:r w:rsidRPr="00D95A45">
        <w:rPr>
          <w:rtl/>
        </w:rPr>
        <w:t xml:space="preserve">علي بن ابراهيم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اربعة لا قطع عليهم</w:t>
      </w:r>
      <w:r w:rsidR="00CC15EB">
        <w:rPr>
          <w:rtl/>
        </w:rPr>
        <w:t>:</w:t>
      </w:r>
      <w:r>
        <w:rPr>
          <w:rtl/>
        </w:rPr>
        <w:t xml:space="preserve"> </w:t>
      </w:r>
      <w:r w:rsidRPr="00D95A45">
        <w:rPr>
          <w:rtl/>
        </w:rPr>
        <w:t>المختلس والغلول</w:t>
      </w:r>
      <w:r w:rsidR="00CC15EB">
        <w:rPr>
          <w:rtl/>
        </w:rPr>
        <w:t>،</w:t>
      </w:r>
      <w:r>
        <w:rPr>
          <w:rtl/>
        </w:rPr>
        <w:t xml:space="preserve"> </w:t>
      </w:r>
      <w:r w:rsidRPr="00D95A45">
        <w:rPr>
          <w:rtl/>
        </w:rPr>
        <w:t>ومن سرق من الغنيمة وسرقة الا جبر فانها خيانة.</w:t>
      </w:r>
    </w:p>
    <w:p w:rsidR="00AC7755" w:rsidRDefault="00D45E0E" w:rsidP="00AC7755">
      <w:pPr>
        <w:pStyle w:val="libNormal"/>
        <w:rPr>
          <w:rtl/>
        </w:rPr>
      </w:pPr>
      <w:r w:rsidRPr="00D95A45">
        <w:rPr>
          <w:rtl/>
        </w:rPr>
        <w:t>(450) 67</w:t>
      </w:r>
      <w:r w:rsidR="00CC15EB">
        <w:rPr>
          <w:rtl/>
        </w:rPr>
        <w:t xml:space="preserve"> - </w:t>
      </w:r>
      <w:r w:rsidRPr="00D95A45">
        <w:rPr>
          <w:rtl/>
        </w:rPr>
        <w:t xml:space="preserve">وبهذا الاسناد ان امير المؤمنين </w:t>
      </w:r>
      <w:r w:rsidR="00AC7755" w:rsidRPr="00AC7755">
        <w:rPr>
          <w:rStyle w:val="libAlaemChar"/>
          <w:rtl/>
        </w:rPr>
        <w:t>عليه‌السلام</w:t>
      </w:r>
      <w:r w:rsidRPr="00D95A45">
        <w:rPr>
          <w:rtl/>
        </w:rPr>
        <w:t xml:space="preserve"> اتي برجل اختلس درة من أذن جارية فقال</w:t>
      </w:r>
      <w:r w:rsidR="00CC15EB">
        <w:rPr>
          <w:rtl/>
        </w:rPr>
        <w:t>:</w:t>
      </w:r>
      <w:r>
        <w:rPr>
          <w:rtl/>
        </w:rPr>
        <w:t xml:space="preserve"> </w:t>
      </w:r>
      <w:r w:rsidRPr="00D95A45">
        <w:rPr>
          <w:rtl/>
        </w:rPr>
        <w:t>هذه الزعارة</w:t>
      </w:r>
      <w:r w:rsidRPr="00AC7755">
        <w:rPr>
          <w:rStyle w:val="libFootnotenumChar"/>
          <w:rtl/>
        </w:rPr>
        <w:t xml:space="preserve"> (1) </w:t>
      </w:r>
      <w:r w:rsidRPr="00D95A45">
        <w:rPr>
          <w:rtl/>
        </w:rPr>
        <w:t>المعلنة فضربه وحبسه.</w:t>
      </w:r>
    </w:p>
    <w:p w:rsidR="00AC7755" w:rsidRDefault="00D45E0E" w:rsidP="00AC7755">
      <w:pPr>
        <w:pStyle w:val="libNormal"/>
        <w:rPr>
          <w:rtl/>
        </w:rPr>
      </w:pPr>
      <w:r w:rsidRPr="00D95A45">
        <w:rPr>
          <w:rtl/>
        </w:rPr>
        <w:t>(451) 68</w:t>
      </w:r>
      <w:r w:rsidR="00CC15EB">
        <w:rPr>
          <w:rtl/>
        </w:rPr>
        <w:t xml:space="preserve"> - </w:t>
      </w:r>
      <w:r w:rsidRPr="00D95A45">
        <w:rPr>
          <w:rtl/>
        </w:rPr>
        <w:t xml:space="preserve">حميد بن زياد عن الحسن بن محمد بن سماعة عن عدة من اصحابنا عن ابان بن عثمان عن عبد الرحمان بن ابي عبد الله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ليس على الذي يستلب قطع</w:t>
      </w:r>
      <w:r w:rsidR="00CC15EB">
        <w:rPr>
          <w:rtl/>
        </w:rPr>
        <w:t>،</w:t>
      </w:r>
      <w:r>
        <w:rPr>
          <w:rtl/>
        </w:rPr>
        <w:t xml:space="preserve"> </w:t>
      </w:r>
      <w:r w:rsidRPr="00D95A45">
        <w:rPr>
          <w:rtl/>
        </w:rPr>
        <w:t>وليس على الذي يطر</w:t>
      </w:r>
      <w:r w:rsidRPr="00AC7755">
        <w:rPr>
          <w:rStyle w:val="libFootnotenumChar"/>
          <w:rtl/>
        </w:rPr>
        <w:t xml:space="preserve"> (2) </w:t>
      </w:r>
      <w:r w:rsidRPr="00D95A45">
        <w:rPr>
          <w:rtl/>
        </w:rPr>
        <w:t>الدراهم من ثوب الرجل قطع.</w:t>
      </w:r>
    </w:p>
    <w:p w:rsidR="00AC7755" w:rsidRDefault="00D45E0E" w:rsidP="00AC7755">
      <w:pPr>
        <w:pStyle w:val="libNormal"/>
        <w:rPr>
          <w:rtl/>
        </w:rPr>
      </w:pPr>
      <w:r w:rsidRPr="00D95A45">
        <w:rPr>
          <w:rtl/>
        </w:rPr>
        <w:t>(452) 69</w:t>
      </w:r>
      <w:r w:rsidR="00CC15EB">
        <w:rPr>
          <w:rtl/>
        </w:rPr>
        <w:t xml:space="preserve"> - </w:t>
      </w:r>
      <w:r w:rsidRPr="00D95A45">
        <w:rPr>
          <w:rtl/>
        </w:rPr>
        <w:t>احمد بن محمد بن خالد عن عثمان بن عيس عن سماعة قال</w:t>
      </w:r>
      <w:r w:rsidR="00CC15EB">
        <w:rPr>
          <w:rtl/>
        </w:rPr>
        <w:t>:</w:t>
      </w:r>
      <w:r>
        <w:rPr>
          <w:rtl/>
        </w:rPr>
        <w:t xml:space="preserve"> </w:t>
      </w:r>
      <w:r w:rsidRPr="00D95A45">
        <w:rPr>
          <w:rtl/>
        </w:rPr>
        <w:t>قال</w:t>
      </w:r>
      <w:r w:rsidR="00CC15EB">
        <w:rPr>
          <w:rtl/>
        </w:rPr>
        <w:t>:</w:t>
      </w:r>
      <w:r>
        <w:rPr>
          <w:rtl/>
        </w:rPr>
        <w:t xml:space="preserve"> </w:t>
      </w:r>
      <w:r w:rsidRPr="00D95A45">
        <w:rPr>
          <w:rtl/>
        </w:rPr>
        <w:t>من سرق خلسة اختلسها لم يقطع ولكن يضرب ضربا شديدا.</w:t>
      </w:r>
    </w:p>
    <w:p w:rsidR="00AC7755" w:rsidRDefault="00D45E0E" w:rsidP="00AC7755">
      <w:pPr>
        <w:pStyle w:val="libNormal"/>
        <w:rPr>
          <w:rtl/>
        </w:rPr>
      </w:pPr>
      <w:r w:rsidRPr="00D95A45">
        <w:rPr>
          <w:rtl/>
        </w:rPr>
        <w:t>(453) 70</w:t>
      </w:r>
      <w:r w:rsidR="00CC15EB">
        <w:rPr>
          <w:rtl/>
        </w:rPr>
        <w:t xml:space="preserve"> - </w:t>
      </w:r>
      <w:r w:rsidRPr="00D95A45">
        <w:rPr>
          <w:rtl/>
        </w:rPr>
        <w:t xml:space="preserve">سهل بن زياد عن ابن ابى نجران عن عاصم بن حميد عن محمد بن قيس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رجل اختلس ثوبا من السوق فقالوا</w:t>
      </w:r>
      <w:r w:rsidR="00CC15EB">
        <w:rPr>
          <w:rtl/>
        </w:rPr>
        <w:t>:</w:t>
      </w:r>
      <w:r>
        <w:rPr>
          <w:rtl/>
        </w:rPr>
        <w:t xml:space="preserve"> </w:t>
      </w:r>
      <w:r w:rsidRPr="00D95A45">
        <w:rPr>
          <w:rtl/>
        </w:rPr>
        <w:t>قد سرق هذا الرجل فقال</w:t>
      </w:r>
      <w:r w:rsidR="00CC15EB">
        <w:rPr>
          <w:rtl/>
        </w:rPr>
        <w:t>:</w:t>
      </w:r>
      <w:r>
        <w:rPr>
          <w:rtl/>
        </w:rPr>
        <w:t xml:space="preserve"> </w:t>
      </w:r>
      <w:r w:rsidRPr="00D95A45">
        <w:rPr>
          <w:rtl/>
        </w:rPr>
        <w:t>انى لا اقطع في الزعارة المعلنة ولكن اقطع يد من يأخذ ثم يخفي.</w:t>
      </w:r>
    </w:p>
    <w:p w:rsidR="00AC7755" w:rsidRDefault="00D45E0E" w:rsidP="00AC7755">
      <w:pPr>
        <w:pStyle w:val="libNormal"/>
        <w:rPr>
          <w:rtl/>
        </w:rPr>
      </w:pPr>
      <w:r w:rsidRPr="00D95A45">
        <w:rPr>
          <w:rtl/>
        </w:rPr>
        <w:t>(454) 71</w:t>
      </w:r>
      <w:r w:rsidR="00CC15EB">
        <w:rPr>
          <w:rtl/>
        </w:rPr>
        <w:t xml:space="preserve"> - </w:t>
      </w:r>
      <w:r w:rsidRPr="00D95A45">
        <w:rPr>
          <w:rtl/>
        </w:rPr>
        <w:t xml:space="preserve">صفوان بن يحيى عن اسحاق بن عمار عن ابى بصير عن احدهما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سمعته يقول قال امير المؤمنين </w:t>
      </w:r>
      <w:r w:rsidR="00AC7755" w:rsidRPr="00AC7755">
        <w:rPr>
          <w:rStyle w:val="libAlaemChar"/>
          <w:rtl/>
        </w:rPr>
        <w:t>عليه‌السلام</w:t>
      </w:r>
      <w:r w:rsidR="00CC15EB">
        <w:rPr>
          <w:rtl/>
        </w:rPr>
        <w:t>:</w:t>
      </w:r>
      <w:r>
        <w:rPr>
          <w:rtl/>
        </w:rPr>
        <w:t xml:space="preserve"> </w:t>
      </w:r>
      <w:r w:rsidRPr="00D95A45">
        <w:rPr>
          <w:rtl/>
        </w:rPr>
        <w:t>لا أقطع في الزعارة</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الزعارة</w:t>
      </w:r>
      <w:r w:rsidR="00CC15EB">
        <w:rPr>
          <w:rtl/>
        </w:rPr>
        <w:t>:</w:t>
      </w:r>
      <w:r>
        <w:rPr>
          <w:rtl/>
        </w:rPr>
        <w:t xml:space="preserve"> </w:t>
      </w:r>
      <w:r w:rsidRPr="00D95A45">
        <w:rPr>
          <w:rtl/>
        </w:rPr>
        <w:t>وهى</w:t>
      </w:r>
      <w:r w:rsidR="00CC15EB">
        <w:rPr>
          <w:rtl/>
        </w:rPr>
        <w:t>:</w:t>
      </w:r>
      <w:r>
        <w:rPr>
          <w:rtl/>
        </w:rPr>
        <w:t xml:space="preserve"> </w:t>
      </w:r>
      <w:r w:rsidRPr="00D95A45">
        <w:rPr>
          <w:rtl/>
        </w:rPr>
        <w:t>شراسة الخلق (1) الطرار</w:t>
      </w:r>
      <w:r w:rsidR="00CC15EB">
        <w:rPr>
          <w:rtl/>
        </w:rPr>
        <w:t>:</w:t>
      </w:r>
      <w:r>
        <w:rPr>
          <w:rtl/>
        </w:rPr>
        <w:t xml:space="preserve"> </w:t>
      </w:r>
      <w:r w:rsidRPr="00D95A45">
        <w:rPr>
          <w:rtl/>
        </w:rPr>
        <w:t>وهو الذى يقطع النفقات ويأخذها على غفلة من اهلها.</w:t>
      </w:r>
    </w:p>
    <w:p w:rsidR="00CC15EB" w:rsidRDefault="00CC15EB" w:rsidP="00AC7755">
      <w:pPr>
        <w:pStyle w:val="libFootnote0"/>
        <w:rPr>
          <w:rtl/>
        </w:rPr>
      </w:pPr>
      <w:r>
        <w:rPr>
          <w:rtl/>
        </w:rPr>
        <w:t>-</w:t>
      </w:r>
      <w:r w:rsidR="00D45E0E" w:rsidRPr="007277FF">
        <w:rPr>
          <w:rtl/>
        </w:rPr>
        <w:t xml:space="preserve"> 449</w:t>
      </w:r>
      <w:r>
        <w:rPr>
          <w:rtl/>
        </w:rPr>
        <w:t xml:space="preserve"> - </w:t>
      </w:r>
      <w:r w:rsidR="00D45E0E" w:rsidRPr="007277FF">
        <w:rPr>
          <w:rtl/>
        </w:rPr>
        <w:t>الاستبصار ج 4 ص 241 الكافي ج 2 ص 301</w:t>
      </w:r>
    </w:p>
    <w:p w:rsidR="00CC15EB" w:rsidRDefault="00CC15EB" w:rsidP="00AC7755">
      <w:pPr>
        <w:pStyle w:val="libFootnote0"/>
        <w:rPr>
          <w:rtl/>
        </w:rPr>
      </w:pPr>
      <w:r>
        <w:rPr>
          <w:rtl/>
        </w:rPr>
        <w:t>-</w:t>
      </w:r>
      <w:r w:rsidR="00D45E0E" w:rsidRPr="007277FF">
        <w:rPr>
          <w:rtl/>
        </w:rPr>
        <w:t xml:space="preserve"> 450</w:t>
      </w:r>
      <w:r>
        <w:rPr>
          <w:rtl/>
        </w:rPr>
        <w:t xml:space="preserve"> - </w:t>
      </w:r>
      <w:r w:rsidR="00D45E0E" w:rsidRPr="007277FF">
        <w:rPr>
          <w:rtl/>
        </w:rPr>
        <w:t>451</w:t>
      </w:r>
      <w:r>
        <w:rPr>
          <w:rFonts w:hint="cs"/>
          <w:rtl/>
        </w:rPr>
        <w:t xml:space="preserve"> - </w:t>
      </w:r>
      <w:r w:rsidR="00D45E0E" w:rsidRPr="007277FF">
        <w:rPr>
          <w:rtl/>
        </w:rPr>
        <w:t>452</w:t>
      </w:r>
      <w:r>
        <w:rPr>
          <w:rtl/>
        </w:rPr>
        <w:t xml:space="preserve"> - </w:t>
      </w:r>
      <w:r w:rsidR="00D45E0E" w:rsidRPr="007277FF">
        <w:rPr>
          <w:rtl/>
        </w:rPr>
        <w:t>453</w:t>
      </w:r>
      <w:r>
        <w:rPr>
          <w:rtl/>
        </w:rPr>
        <w:t xml:space="preserve"> - </w:t>
      </w:r>
      <w:r w:rsidR="00D45E0E" w:rsidRPr="007277FF">
        <w:rPr>
          <w:rtl/>
        </w:rPr>
        <w:t>الكافي ج 2 ص 301 واخرج الثاني الشيخ في الاستبصار ج 4 ص 244</w:t>
      </w:r>
    </w:p>
    <w:p w:rsidR="00AC7755" w:rsidRDefault="00CC15EB" w:rsidP="00AC7755">
      <w:pPr>
        <w:pStyle w:val="libFootnote0"/>
        <w:rPr>
          <w:rtl/>
        </w:rPr>
      </w:pPr>
      <w:r>
        <w:rPr>
          <w:rtl/>
        </w:rPr>
        <w:t>-</w:t>
      </w:r>
      <w:r w:rsidR="00D45E0E" w:rsidRPr="00DA0376">
        <w:rPr>
          <w:rtl/>
        </w:rPr>
        <w:t xml:space="preserve"> 454</w:t>
      </w:r>
      <w:r>
        <w:rPr>
          <w:rtl/>
        </w:rPr>
        <w:t xml:space="preserve"> - </w:t>
      </w:r>
      <w:r w:rsidR="00D45E0E" w:rsidRPr="00DA0376">
        <w:rPr>
          <w:rtl/>
        </w:rPr>
        <w:t>الكافي ج 2 ص 301 الفقيه ج 4 ص 46</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المعلنة وهي الخلسة ولكن اعزره.</w:t>
      </w:r>
    </w:p>
    <w:p w:rsidR="00AC7755" w:rsidRDefault="00D45E0E" w:rsidP="00AC7755">
      <w:pPr>
        <w:pStyle w:val="libNormal"/>
        <w:rPr>
          <w:rtl/>
        </w:rPr>
      </w:pPr>
      <w:r w:rsidRPr="00D95A45">
        <w:rPr>
          <w:rtl/>
        </w:rPr>
        <w:t>(455) 72</w:t>
      </w:r>
      <w:r w:rsidR="00CC15EB">
        <w:rPr>
          <w:rtl/>
        </w:rPr>
        <w:t xml:space="preserve"> - </w:t>
      </w:r>
      <w:r w:rsidRPr="00D95A45">
        <w:rPr>
          <w:rtl/>
        </w:rPr>
        <w:t xml:space="preserve">علي بن ابراهيم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اتي امير المؤمنين </w:t>
      </w:r>
      <w:r w:rsidR="00AC7755" w:rsidRPr="00AC7755">
        <w:rPr>
          <w:rStyle w:val="libAlaemChar"/>
          <w:rtl/>
        </w:rPr>
        <w:t>عليه‌السلام</w:t>
      </w:r>
      <w:r w:rsidRPr="00D95A45">
        <w:rPr>
          <w:rtl/>
        </w:rPr>
        <w:t xml:space="preserve"> بطرار قد طر دراهم من كم رجل فقال</w:t>
      </w:r>
      <w:r w:rsidR="00CC15EB">
        <w:rPr>
          <w:rtl/>
        </w:rPr>
        <w:t>:</w:t>
      </w:r>
      <w:r>
        <w:rPr>
          <w:rtl/>
        </w:rPr>
        <w:t xml:space="preserve"> </w:t>
      </w:r>
      <w:r w:rsidRPr="00D95A45">
        <w:rPr>
          <w:rtl/>
        </w:rPr>
        <w:t>ان كان طر من قميصه الاعلى لم أقطعه وان كان طر من قميصه الداخل قطعته</w:t>
      </w:r>
      <w:r w:rsidR="00CC15EB">
        <w:rPr>
          <w:rtl/>
        </w:rPr>
        <w:t>،</w:t>
      </w:r>
      <w:r>
        <w:rPr>
          <w:rtl/>
        </w:rPr>
        <w:t xml:space="preserve"> </w:t>
      </w:r>
    </w:p>
    <w:p w:rsidR="00AC7755" w:rsidRDefault="00D45E0E" w:rsidP="00AC7755">
      <w:pPr>
        <w:pStyle w:val="libNormal"/>
        <w:rPr>
          <w:rtl/>
        </w:rPr>
      </w:pPr>
      <w:r w:rsidRPr="00D95A45">
        <w:rPr>
          <w:rtl/>
        </w:rPr>
        <w:t>(456) 73</w:t>
      </w:r>
      <w:r w:rsidR="00CC15EB">
        <w:rPr>
          <w:rtl/>
        </w:rPr>
        <w:t xml:space="preserve"> - </w:t>
      </w:r>
      <w:r w:rsidRPr="00D95A45">
        <w:rPr>
          <w:rtl/>
        </w:rPr>
        <w:t xml:space="preserve">سهل بن زياد عن محمد بن الحسن بن شمون عن عبد الله بن عبد الرحمان عن مسمع ابي سيار عن ابي عبد الله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اتي بطرار قد طر من رجل من ردائه دراهم فقال</w:t>
      </w:r>
      <w:r w:rsidR="00CC15EB">
        <w:rPr>
          <w:rtl/>
        </w:rPr>
        <w:t>:</w:t>
      </w:r>
      <w:r>
        <w:rPr>
          <w:rtl/>
        </w:rPr>
        <w:t xml:space="preserve"> </w:t>
      </w:r>
      <w:r w:rsidRPr="00D95A45">
        <w:rPr>
          <w:rtl/>
        </w:rPr>
        <w:t>ان كان قد طر من قميصه الاعلى لم نقطعه</w:t>
      </w:r>
      <w:r w:rsidR="00CC15EB">
        <w:rPr>
          <w:rtl/>
        </w:rPr>
        <w:t>،</w:t>
      </w:r>
      <w:r>
        <w:rPr>
          <w:rtl/>
        </w:rPr>
        <w:t xml:space="preserve"> </w:t>
      </w:r>
      <w:r w:rsidRPr="00D95A45">
        <w:rPr>
          <w:rtl/>
        </w:rPr>
        <w:t>وان كان طر من قميصه الاسفل قطعناه.</w:t>
      </w:r>
    </w:p>
    <w:p w:rsidR="00AC7755" w:rsidRDefault="00D45E0E" w:rsidP="00AC7755">
      <w:pPr>
        <w:pStyle w:val="libNormal"/>
        <w:rPr>
          <w:rtl/>
        </w:rPr>
      </w:pPr>
      <w:r w:rsidRPr="00D95A45">
        <w:rPr>
          <w:rtl/>
        </w:rPr>
        <w:t>(457) 74</w:t>
      </w:r>
      <w:r w:rsidR="00CC15EB">
        <w:rPr>
          <w:rtl/>
        </w:rPr>
        <w:t xml:space="preserve"> - </w:t>
      </w:r>
      <w:r w:rsidRPr="00D95A45">
        <w:rPr>
          <w:rtl/>
        </w:rPr>
        <w:t>علي بابراهيم عن ابيه ومحمد بن اسماعيل عن الفضل ابن شاذان جميعا عن ابن ابى عمير عن حفص بن البخترى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حد النباش حد السارق.</w:t>
      </w:r>
    </w:p>
    <w:p w:rsidR="00AC7755" w:rsidRDefault="00D45E0E" w:rsidP="00AC7755">
      <w:pPr>
        <w:pStyle w:val="libNormal"/>
        <w:rPr>
          <w:rtl/>
        </w:rPr>
      </w:pPr>
      <w:r w:rsidRPr="00D95A45">
        <w:rPr>
          <w:rtl/>
        </w:rPr>
        <w:t>(458) 75</w:t>
      </w:r>
      <w:r w:rsidR="00CC15EB">
        <w:rPr>
          <w:rtl/>
        </w:rPr>
        <w:t xml:space="preserve"> - </w:t>
      </w:r>
      <w:r w:rsidRPr="00D95A45">
        <w:rPr>
          <w:rtl/>
        </w:rPr>
        <w:t>محمد بن يعقوب عن حبيب بن الحسن عن محمد بن الوليد عن عمرو بن ثابت عن أبي الجارود عن أبي جعفر (ع) قال</w:t>
      </w:r>
      <w:r w:rsidR="00CC15EB">
        <w:rPr>
          <w:rtl/>
        </w:rPr>
        <w:t>:</w:t>
      </w:r>
      <w:r>
        <w:rPr>
          <w:rtl/>
        </w:rPr>
        <w:t xml:space="preserve"> </w:t>
      </w:r>
      <w:r w:rsidRPr="00D95A45">
        <w:rPr>
          <w:rtl/>
        </w:rPr>
        <w:t>قال أمير المؤمنين (ع)</w:t>
      </w:r>
      <w:r w:rsidR="00CC15EB">
        <w:rPr>
          <w:rtl/>
        </w:rPr>
        <w:t>:</w:t>
      </w:r>
      <w:r>
        <w:rPr>
          <w:rtl/>
        </w:rPr>
        <w:t xml:space="preserve"> </w:t>
      </w:r>
      <w:r w:rsidRPr="00D95A45">
        <w:rPr>
          <w:rtl/>
        </w:rPr>
        <w:t>يقطع سارق الموتى كما يقطع سارق الاحياء</w:t>
      </w:r>
      <w:r w:rsidR="00CC15EB">
        <w:rPr>
          <w:rtl/>
        </w:rPr>
        <w:t>،</w:t>
      </w:r>
      <w:r>
        <w:rPr>
          <w:rtl/>
        </w:rPr>
        <w:t xml:space="preserve"> </w:t>
      </w:r>
    </w:p>
    <w:p w:rsidR="00AC7755" w:rsidRDefault="00D45E0E" w:rsidP="00AC7755">
      <w:pPr>
        <w:pStyle w:val="libNormal"/>
        <w:rPr>
          <w:rtl/>
        </w:rPr>
      </w:pPr>
      <w:r w:rsidRPr="00D95A45">
        <w:rPr>
          <w:rtl/>
        </w:rPr>
        <w:t>(459) 76</w:t>
      </w:r>
      <w:r w:rsidR="00CC15EB">
        <w:rPr>
          <w:rtl/>
        </w:rPr>
        <w:t xml:space="preserve"> - </w:t>
      </w:r>
      <w:r w:rsidRPr="00D95A45">
        <w:rPr>
          <w:rtl/>
        </w:rPr>
        <w:t xml:space="preserve">حبيب عن محمد بن عبد الحميد العطار عن يسار عن زيد الشحام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اخذ نباش في زمن معاوية فقال لاصحابه</w:t>
      </w:r>
      <w:r w:rsidR="00CC15EB">
        <w:rPr>
          <w:rtl/>
        </w:rPr>
        <w:t>:</w:t>
      </w:r>
      <w:r>
        <w:rPr>
          <w:rtl/>
        </w:rPr>
        <w:t xml:space="preserve"> </w:t>
      </w:r>
      <w:r w:rsidRPr="00D95A45">
        <w:rPr>
          <w:rtl/>
        </w:rPr>
        <w:t>ما ترون</w:t>
      </w:r>
      <w:r>
        <w:rPr>
          <w:rtl/>
        </w:rPr>
        <w:t>؟</w:t>
      </w:r>
      <w:r w:rsidRPr="00D95A45">
        <w:rPr>
          <w:rtl/>
        </w:rPr>
        <w:t xml:space="preserve"> فقالوا</w:t>
      </w:r>
      <w:r w:rsidR="00CC15EB">
        <w:rPr>
          <w:rtl/>
        </w:rPr>
        <w:t>:</w:t>
      </w:r>
      <w:r>
        <w:rPr>
          <w:rtl/>
        </w:rPr>
        <w:t xml:space="preserve"> </w:t>
      </w:r>
      <w:r w:rsidRPr="00D95A45">
        <w:rPr>
          <w:rtl/>
        </w:rPr>
        <w:t>نعاقبه ونخلي سبيله فقال رجل من القوم</w:t>
      </w:r>
      <w:r w:rsidR="00CC15EB">
        <w:rPr>
          <w:rtl/>
        </w:rPr>
        <w:t>:</w:t>
      </w:r>
      <w:r>
        <w:rPr>
          <w:rtl/>
        </w:rPr>
        <w:t xml:space="preserve"> </w:t>
      </w:r>
      <w:r w:rsidRPr="00D95A45">
        <w:rPr>
          <w:rtl/>
        </w:rPr>
        <w:t xml:space="preserve">ما هكذا فعل علي ابن ابي طالب </w:t>
      </w:r>
      <w:r w:rsidR="00AC7755" w:rsidRPr="00AC7755">
        <w:rPr>
          <w:rStyle w:val="libAlaemChar"/>
          <w:rtl/>
        </w:rPr>
        <w:t>عليه‌السلام</w:t>
      </w:r>
      <w:r w:rsidRPr="00D95A45">
        <w:rPr>
          <w:rtl/>
        </w:rPr>
        <w:t xml:space="preserve"> قالوا</w:t>
      </w:r>
      <w:r w:rsidR="00CC15EB">
        <w:rPr>
          <w:rtl/>
        </w:rPr>
        <w:t>:</w:t>
      </w:r>
      <w:r>
        <w:rPr>
          <w:rtl/>
        </w:rPr>
        <w:t xml:space="preserve"> </w:t>
      </w:r>
      <w:r w:rsidRPr="00D95A45">
        <w:rPr>
          <w:rtl/>
        </w:rPr>
        <w:t>وما فعل</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يقطع النباش وقال</w:t>
      </w:r>
      <w:r w:rsidR="00CC15EB">
        <w:rPr>
          <w:rtl/>
        </w:rPr>
        <w:t>:</w:t>
      </w:r>
      <w:r>
        <w:rPr>
          <w:rtl/>
        </w:rPr>
        <w:t xml:space="preserve"> </w:t>
      </w:r>
      <w:r w:rsidRPr="00D95A45">
        <w:rPr>
          <w:rtl/>
        </w:rPr>
        <w:t>هو سارق وهتاك للموتى.</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455</w:t>
      </w:r>
      <w:r>
        <w:rPr>
          <w:rFonts w:hint="cs"/>
          <w:rtl/>
        </w:rPr>
        <w:t xml:space="preserve"> - </w:t>
      </w:r>
      <w:r w:rsidR="00D45E0E" w:rsidRPr="007277FF">
        <w:rPr>
          <w:rtl/>
        </w:rPr>
        <w:t>456</w:t>
      </w:r>
      <w:r>
        <w:rPr>
          <w:rtl/>
        </w:rPr>
        <w:t xml:space="preserve"> - </w:t>
      </w:r>
      <w:r w:rsidR="00D45E0E" w:rsidRPr="007277FF">
        <w:rPr>
          <w:rtl/>
        </w:rPr>
        <w:t>الاستبصار ج 4 ص 244 الكافي ج 2 ص 301 واخرج الثاني الصدوق في الفقيه ج 4 ص 46 مقطوعا</w:t>
      </w:r>
    </w:p>
    <w:p w:rsidR="00CC15EB" w:rsidRDefault="00CC15EB" w:rsidP="00AC7755">
      <w:pPr>
        <w:pStyle w:val="libFootnote0"/>
        <w:rPr>
          <w:rtl/>
        </w:rPr>
      </w:pPr>
      <w:r>
        <w:rPr>
          <w:rtl/>
        </w:rPr>
        <w:t>-</w:t>
      </w:r>
      <w:r w:rsidR="00D45E0E" w:rsidRPr="007277FF">
        <w:rPr>
          <w:rtl/>
        </w:rPr>
        <w:t xml:space="preserve"> 457</w:t>
      </w:r>
      <w:r>
        <w:rPr>
          <w:rtl/>
        </w:rPr>
        <w:t xml:space="preserve"> - </w:t>
      </w:r>
      <w:r w:rsidR="00D45E0E" w:rsidRPr="007277FF">
        <w:rPr>
          <w:rtl/>
        </w:rPr>
        <w:t>الاستبصار ج 4 ص 245 الكافي ج 2 ص 302</w:t>
      </w:r>
    </w:p>
    <w:p w:rsidR="00AC7755" w:rsidRDefault="00CC15EB" w:rsidP="00AC7755">
      <w:pPr>
        <w:pStyle w:val="libFootnote0"/>
        <w:rPr>
          <w:rtl/>
        </w:rPr>
      </w:pPr>
      <w:r>
        <w:rPr>
          <w:rtl/>
        </w:rPr>
        <w:t>-</w:t>
      </w:r>
      <w:r w:rsidR="00D45E0E" w:rsidRPr="00DA0376">
        <w:rPr>
          <w:rtl/>
        </w:rPr>
        <w:t xml:space="preserve"> 458</w:t>
      </w:r>
      <w:r>
        <w:rPr>
          <w:rtl/>
        </w:rPr>
        <w:t xml:space="preserve"> - </w:t>
      </w:r>
      <w:r w:rsidR="00D45E0E" w:rsidRPr="00DA0376">
        <w:rPr>
          <w:rtl/>
        </w:rPr>
        <w:t>459</w:t>
      </w:r>
      <w:r>
        <w:rPr>
          <w:rtl/>
        </w:rPr>
        <w:t xml:space="preserve"> - </w:t>
      </w:r>
      <w:r w:rsidR="00D45E0E" w:rsidRPr="00DA0376">
        <w:rPr>
          <w:rtl/>
        </w:rPr>
        <w:t>الاستبصار ج 4 ص 245 الكافي ج 2 ص 302</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(460) 77</w:t>
      </w:r>
      <w:r w:rsidR="00CC15EB">
        <w:rPr>
          <w:rtl/>
        </w:rPr>
        <w:t xml:space="preserve"> - </w:t>
      </w:r>
      <w:r w:rsidRPr="00D95A45">
        <w:rPr>
          <w:rtl/>
        </w:rPr>
        <w:t>محمد بن يعقوب عن محمد بن جعفر الكوفي عن محمد ابن عبد الحميد عن سيف بن عميرة عن منصور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يقطع النباش والطرار ولا يقطع المختلس.</w:t>
      </w:r>
    </w:p>
    <w:p w:rsidR="00AC7755" w:rsidRDefault="00D45E0E" w:rsidP="00AC7755">
      <w:pPr>
        <w:pStyle w:val="libNormal"/>
        <w:rPr>
          <w:rtl/>
        </w:rPr>
      </w:pPr>
      <w:r w:rsidRPr="00D95A45">
        <w:rPr>
          <w:rtl/>
        </w:rPr>
        <w:t>(461) 78</w:t>
      </w:r>
      <w:r w:rsidR="00CC15EB">
        <w:rPr>
          <w:rtl/>
        </w:rPr>
        <w:t xml:space="preserve"> - </w:t>
      </w:r>
      <w:r w:rsidRPr="00D95A45">
        <w:rPr>
          <w:rtl/>
        </w:rPr>
        <w:t>علي عن ابيه عن آدم بن اسحاق عن عبد الله بن محمد الجعفي قال</w:t>
      </w:r>
      <w:r w:rsidR="00CC15EB">
        <w:rPr>
          <w:rtl/>
        </w:rPr>
        <w:t>:</w:t>
      </w:r>
      <w:r>
        <w:rPr>
          <w:rtl/>
        </w:rPr>
        <w:t xml:space="preserve"> </w:t>
      </w:r>
      <w:r w:rsidRPr="00D95A45">
        <w:rPr>
          <w:rtl/>
        </w:rPr>
        <w:t xml:space="preserve">كنت عند ابي جعفر </w:t>
      </w:r>
      <w:r w:rsidR="00AC7755" w:rsidRPr="00AC7755">
        <w:rPr>
          <w:rStyle w:val="libAlaemChar"/>
          <w:rtl/>
        </w:rPr>
        <w:t>عليه‌السلام</w:t>
      </w:r>
      <w:r w:rsidRPr="00D95A45">
        <w:rPr>
          <w:rtl/>
        </w:rPr>
        <w:t xml:space="preserve"> وجاءه كتاب هشام بن عبد الملك في رجل نبش امرأة فسلبها ثيابها ونكحها فان الناس قد اختلفوا علينا هاهنا طائقة قالوا</w:t>
      </w:r>
      <w:r w:rsidR="00CC15EB">
        <w:rPr>
          <w:rtl/>
        </w:rPr>
        <w:t>:</w:t>
      </w:r>
      <w:r>
        <w:rPr>
          <w:rtl/>
        </w:rPr>
        <w:t xml:space="preserve"> </w:t>
      </w:r>
      <w:r w:rsidRPr="00D95A45">
        <w:rPr>
          <w:rtl/>
        </w:rPr>
        <w:t>اقتلوه</w:t>
      </w:r>
      <w:r w:rsidR="00CC15EB">
        <w:rPr>
          <w:rtl/>
        </w:rPr>
        <w:t>،</w:t>
      </w:r>
      <w:r>
        <w:rPr>
          <w:rtl/>
        </w:rPr>
        <w:t xml:space="preserve"> </w:t>
      </w:r>
      <w:r w:rsidRPr="00D95A45">
        <w:rPr>
          <w:rtl/>
        </w:rPr>
        <w:t>وطائفة قالوا</w:t>
      </w:r>
      <w:r w:rsidR="00CC15EB">
        <w:rPr>
          <w:rtl/>
        </w:rPr>
        <w:t>:</w:t>
      </w:r>
      <w:r>
        <w:rPr>
          <w:rtl/>
        </w:rPr>
        <w:t xml:space="preserve"> </w:t>
      </w:r>
      <w:r w:rsidRPr="00D95A45">
        <w:rPr>
          <w:rtl/>
        </w:rPr>
        <w:t xml:space="preserve">احرقوه فكتب إليه أبو جعفر </w:t>
      </w:r>
      <w:r w:rsidR="00AC7755" w:rsidRPr="00AC7755">
        <w:rPr>
          <w:rStyle w:val="libAlaemChar"/>
          <w:rtl/>
        </w:rPr>
        <w:t>عليه‌السلام</w:t>
      </w:r>
      <w:r w:rsidR="00CC15EB">
        <w:rPr>
          <w:rtl/>
        </w:rPr>
        <w:t>:</w:t>
      </w:r>
      <w:r>
        <w:rPr>
          <w:rtl/>
        </w:rPr>
        <w:t xml:space="preserve"> </w:t>
      </w:r>
      <w:r w:rsidRPr="00D95A45">
        <w:rPr>
          <w:rtl/>
        </w:rPr>
        <w:t>ان حرمة الميت كحرمة الحي حده ان تقطع يده لنبشه وسلبه الثياب ويقام عليه الحد في الزنى ان احصن رجم وان لم يكن أحصن جلد مائة.</w:t>
      </w:r>
    </w:p>
    <w:p w:rsidR="00AC7755" w:rsidRDefault="00D45E0E" w:rsidP="00AC7755">
      <w:pPr>
        <w:pStyle w:val="libNormal"/>
        <w:rPr>
          <w:rtl/>
        </w:rPr>
      </w:pPr>
      <w:r w:rsidRPr="00D95A45">
        <w:rPr>
          <w:rtl/>
        </w:rPr>
        <w:t>(462) 79</w:t>
      </w:r>
      <w:r w:rsidR="00CC15EB">
        <w:rPr>
          <w:rtl/>
        </w:rPr>
        <w:t xml:space="preserve"> - </w:t>
      </w:r>
      <w:r w:rsidRPr="00D95A45">
        <w:rPr>
          <w:rtl/>
        </w:rPr>
        <w:t>الحسين بن سعيد عن ابن محبوب عن عيسى بن صبيح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الطرار والنباش والمختلس فقال</w:t>
      </w:r>
      <w:r w:rsidR="00CC15EB">
        <w:rPr>
          <w:rtl/>
        </w:rPr>
        <w:t>:</w:t>
      </w:r>
      <w:r>
        <w:rPr>
          <w:rtl/>
        </w:rPr>
        <w:t xml:space="preserve"> </w:t>
      </w:r>
      <w:r w:rsidRPr="00D95A45">
        <w:rPr>
          <w:rtl/>
        </w:rPr>
        <w:t>يقطع الطرار والنباش ولا يقطع المختلس.</w:t>
      </w:r>
    </w:p>
    <w:p w:rsidR="00AC7755" w:rsidRDefault="00D45E0E" w:rsidP="00AC7755">
      <w:pPr>
        <w:pStyle w:val="libNormal"/>
        <w:rPr>
          <w:rtl/>
        </w:rPr>
      </w:pPr>
      <w:r w:rsidRPr="00D95A45">
        <w:rPr>
          <w:rtl/>
        </w:rPr>
        <w:t xml:space="preserve"> قال محمد بن الحسن</w:t>
      </w:r>
      <w:r w:rsidR="00CC15EB">
        <w:rPr>
          <w:rtl/>
        </w:rPr>
        <w:t>:</w:t>
      </w:r>
      <w:r>
        <w:rPr>
          <w:rtl/>
        </w:rPr>
        <w:t xml:space="preserve"> </w:t>
      </w:r>
      <w:r w:rsidRPr="00D95A45">
        <w:rPr>
          <w:rtl/>
        </w:rPr>
        <w:t>ما تضمن هذا الخبر وحديث منصور من أن الطرار يقطع محمول على انه إذا طر من الثوب الاسفل</w:t>
      </w:r>
      <w:r w:rsidR="00CC15EB">
        <w:rPr>
          <w:rtl/>
        </w:rPr>
        <w:t>،</w:t>
      </w:r>
      <w:r>
        <w:rPr>
          <w:rtl/>
        </w:rPr>
        <w:t xml:space="preserve"> </w:t>
      </w:r>
      <w:r w:rsidRPr="00D95A45">
        <w:rPr>
          <w:rtl/>
        </w:rPr>
        <w:t xml:space="preserve">فاما إذا طر من الثوب الاعلى فلا يجب قطعه حسب ما فصله السكوني ومسمع أبو سيار في روايتيهما عن ابى عبد الله </w:t>
      </w:r>
      <w:r w:rsidR="00AC7755" w:rsidRPr="00AC7755">
        <w:rPr>
          <w:rStyle w:val="libAlaemChar"/>
          <w:rtl/>
        </w:rPr>
        <w:t>عليه‌السلام</w:t>
      </w:r>
      <w:r w:rsidRPr="00D95A45">
        <w:rPr>
          <w:rtl/>
        </w:rPr>
        <w:t>.</w:t>
      </w:r>
    </w:p>
    <w:p w:rsidR="00AC7755" w:rsidRDefault="00D45E0E" w:rsidP="00AC7755">
      <w:pPr>
        <w:pStyle w:val="libNormal"/>
        <w:rPr>
          <w:rtl/>
        </w:rPr>
      </w:pPr>
      <w:r w:rsidRPr="00D95A45">
        <w:rPr>
          <w:rtl/>
        </w:rPr>
        <w:t>(463) 80</w:t>
      </w:r>
      <w:r w:rsidR="00CC15EB">
        <w:rPr>
          <w:rtl/>
        </w:rPr>
        <w:t xml:space="preserve"> - </w:t>
      </w:r>
      <w:r w:rsidRPr="00D95A45">
        <w:rPr>
          <w:rtl/>
        </w:rPr>
        <w:t xml:space="preserve">احمد بن محمد عن الحكم عن عبد الرحمان العزرمي عن ابى عبد الله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قطع نباشا.</w:t>
      </w:r>
    </w:p>
    <w:p w:rsidR="00AC7755" w:rsidRDefault="00D45E0E" w:rsidP="00AC7755">
      <w:pPr>
        <w:pStyle w:val="libNormal"/>
        <w:rPr>
          <w:rtl/>
        </w:rPr>
      </w:pPr>
      <w:r w:rsidRPr="00D95A45">
        <w:rPr>
          <w:rtl/>
        </w:rPr>
        <w:t>(464) 81</w:t>
      </w:r>
      <w:r w:rsidR="00CC15EB">
        <w:rPr>
          <w:rtl/>
        </w:rPr>
        <w:t xml:space="preserve"> - </w:t>
      </w:r>
      <w:r w:rsidRPr="00D95A45">
        <w:rPr>
          <w:rtl/>
        </w:rPr>
        <w:t>الصفار عن الحسن بن موسى الخشاب عن غياث ابن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460</w:t>
      </w:r>
      <w:r>
        <w:rPr>
          <w:rtl/>
        </w:rPr>
        <w:t xml:space="preserve"> - </w:t>
      </w:r>
      <w:r w:rsidR="00D45E0E" w:rsidRPr="00D95A45">
        <w:rPr>
          <w:rtl/>
        </w:rPr>
        <w:t>الاستبصار ج 4 ص 245 الكافي ج 2 ص 302</w:t>
      </w:r>
    </w:p>
    <w:p w:rsidR="00CC15EB" w:rsidRDefault="00CC15EB" w:rsidP="00AC7755">
      <w:pPr>
        <w:pStyle w:val="libFootnote0"/>
        <w:rPr>
          <w:rtl/>
        </w:rPr>
      </w:pPr>
      <w:r>
        <w:rPr>
          <w:rtl/>
        </w:rPr>
        <w:t>-</w:t>
      </w:r>
      <w:r w:rsidR="00D45E0E" w:rsidRPr="007277FF">
        <w:rPr>
          <w:rtl/>
        </w:rPr>
        <w:t xml:space="preserve"> 461</w:t>
      </w:r>
      <w:r>
        <w:rPr>
          <w:rtl/>
        </w:rPr>
        <w:t xml:space="preserve"> - </w:t>
      </w:r>
      <w:r w:rsidR="00D45E0E" w:rsidRPr="007277FF">
        <w:rPr>
          <w:rtl/>
        </w:rPr>
        <w:t>الاستبصار ج 4 ص 246 الكافي ج 2 ص 302 الفقيه ج 4 ص 52</w:t>
      </w:r>
    </w:p>
    <w:p w:rsidR="00CC15EB" w:rsidRDefault="00CC15EB" w:rsidP="00AC7755">
      <w:pPr>
        <w:pStyle w:val="libFootnote0"/>
        <w:rPr>
          <w:rtl/>
        </w:rPr>
      </w:pPr>
      <w:r>
        <w:rPr>
          <w:rtl/>
        </w:rPr>
        <w:t>-</w:t>
      </w:r>
      <w:r w:rsidR="00D45E0E" w:rsidRPr="007277FF">
        <w:rPr>
          <w:rtl/>
        </w:rPr>
        <w:t xml:space="preserve"> 462</w:t>
      </w:r>
      <w:r>
        <w:rPr>
          <w:rtl/>
        </w:rPr>
        <w:t xml:space="preserve"> - </w:t>
      </w:r>
      <w:r w:rsidR="00D45E0E" w:rsidRPr="007277FF">
        <w:rPr>
          <w:rtl/>
        </w:rPr>
        <w:t>463</w:t>
      </w:r>
      <w:r>
        <w:rPr>
          <w:rtl/>
        </w:rPr>
        <w:t xml:space="preserve"> - </w:t>
      </w:r>
      <w:r w:rsidR="00D45E0E" w:rsidRPr="007277FF">
        <w:rPr>
          <w:rtl/>
        </w:rPr>
        <w:t>الاستبصار ج 4 ص 246 واخرج الاول الكليني في الكافي ج 2 ص 302</w:t>
      </w:r>
    </w:p>
    <w:p w:rsidR="00AC7755" w:rsidRDefault="00CC15EB" w:rsidP="00AC7755">
      <w:pPr>
        <w:pStyle w:val="libFootnote0"/>
        <w:rPr>
          <w:rtl/>
        </w:rPr>
      </w:pPr>
      <w:r>
        <w:rPr>
          <w:rtl/>
        </w:rPr>
        <w:t>-</w:t>
      </w:r>
      <w:r w:rsidR="00D45E0E" w:rsidRPr="00DA0376">
        <w:rPr>
          <w:rtl/>
        </w:rPr>
        <w:t xml:space="preserve"> 464</w:t>
      </w:r>
      <w:r>
        <w:rPr>
          <w:rtl/>
        </w:rPr>
        <w:t xml:space="preserve"> - </w:t>
      </w:r>
      <w:r w:rsidR="00D45E0E" w:rsidRPr="00DA0376">
        <w:rPr>
          <w:rtl/>
        </w:rPr>
        <w:t>الاستبصار ج 4 ص 246 الفقيه ج 4 ص 47</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كلوب عن اسحاق بن عمار عن ابي عبد الله </w:t>
      </w:r>
      <w:r w:rsidR="00AC7755" w:rsidRPr="00AC7755">
        <w:rPr>
          <w:rStyle w:val="libAlaemChar"/>
          <w:rtl/>
        </w:rPr>
        <w:t>عليه‌السلام</w:t>
      </w:r>
      <w:r w:rsidRPr="00DA0376">
        <w:rPr>
          <w:rtl/>
        </w:rPr>
        <w:t xml:space="preserve"> ان عليا </w:t>
      </w:r>
      <w:r w:rsidR="00AC7755" w:rsidRPr="00AC7755">
        <w:rPr>
          <w:rStyle w:val="libAlaemChar"/>
          <w:rtl/>
        </w:rPr>
        <w:t>عليه‌السلام</w:t>
      </w:r>
      <w:r w:rsidRPr="00DA0376">
        <w:rPr>
          <w:rtl/>
        </w:rPr>
        <w:t xml:space="preserve"> قطع نباش القبر فقيل له</w:t>
      </w:r>
      <w:r w:rsidR="00CC15EB">
        <w:rPr>
          <w:rtl/>
        </w:rPr>
        <w:t>:</w:t>
      </w:r>
      <w:r>
        <w:rPr>
          <w:rtl/>
        </w:rPr>
        <w:t xml:space="preserve"> </w:t>
      </w:r>
      <w:r w:rsidRPr="00DA0376">
        <w:rPr>
          <w:rtl/>
        </w:rPr>
        <w:t>اتقطع في الموتى</w:t>
      </w:r>
      <w:r>
        <w:rPr>
          <w:rtl/>
        </w:rPr>
        <w:t>؟</w:t>
      </w:r>
      <w:r w:rsidRPr="00DA0376">
        <w:rPr>
          <w:rtl/>
        </w:rPr>
        <w:t xml:space="preserve"> فقال. انا لنقطع لامواتنا كما نقطع لاحيائنا</w:t>
      </w:r>
      <w:r w:rsidR="00CC15EB">
        <w:rPr>
          <w:rtl/>
        </w:rPr>
        <w:t>،</w:t>
      </w:r>
      <w:r>
        <w:rPr>
          <w:rtl/>
        </w:rPr>
        <w:t xml:space="preserve"> </w:t>
      </w:r>
    </w:p>
    <w:p w:rsidR="00AC7755" w:rsidRDefault="00D45E0E" w:rsidP="00AC7755">
      <w:pPr>
        <w:pStyle w:val="libNormal"/>
        <w:rPr>
          <w:rtl/>
        </w:rPr>
      </w:pPr>
      <w:r w:rsidRPr="00DA0376">
        <w:rPr>
          <w:rtl/>
        </w:rPr>
        <w:t xml:space="preserve"> فاما ما رواه</w:t>
      </w:r>
      <w:r w:rsidR="00CC15EB">
        <w:rPr>
          <w:rtl/>
        </w:rPr>
        <w:t>:</w:t>
      </w:r>
      <w:r>
        <w:rPr>
          <w:rtl/>
        </w:rPr>
        <w:t xml:space="preserve"> </w:t>
      </w:r>
    </w:p>
    <w:p w:rsidR="00AC7755" w:rsidRDefault="00D45E0E" w:rsidP="00AC7755">
      <w:pPr>
        <w:pStyle w:val="libNormal"/>
        <w:rPr>
          <w:rtl/>
        </w:rPr>
      </w:pPr>
      <w:r w:rsidRPr="00D95A45">
        <w:rPr>
          <w:rtl/>
        </w:rPr>
        <w:t>(465) 82</w:t>
      </w:r>
      <w:r w:rsidR="00CC15EB">
        <w:rPr>
          <w:rtl/>
        </w:rPr>
        <w:t xml:space="preserve"> - </w:t>
      </w:r>
      <w:r w:rsidRPr="00D95A45">
        <w:rPr>
          <w:rtl/>
        </w:rPr>
        <w:t>احمد بن محمد بن عيسى عن الحسين بن سعيد عن ابن ابي عمير عن محمد بن ابى حمزة عن علي بن سعيد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النباش قال</w:t>
      </w:r>
      <w:r w:rsidR="00CC15EB">
        <w:rPr>
          <w:rtl/>
        </w:rPr>
        <w:t>:</w:t>
      </w:r>
      <w:r>
        <w:rPr>
          <w:rtl/>
        </w:rPr>
        <w:t xml:space="preserve"> </w:t>
      </w:r>
      <w:r w:rsidRPr="00D95A45">
        <w:rPr>
          <w:rtl/>
        </w:rPr>
        <w:t>إذا لم يكن النبش له بعادة لم يقطع ويعزر.</w:t>
      </w:r>
    </w:p>
    <w:p w:rsidR="00AC7755" w:rsidRDefault="00D45E0E" w:rsidP="00AC7755">
      <w:pPr>
        <w:pStyle w:val="libNormal"/>
        <w:rPr>
          <w:rtl/>
        </w:rPr>
      </w:pPr>
      <w:r w:rsidRPr="00D95A45">
        <w:rPr>
          <w:rtl/>
        </w:rPr>
        <w:t>(466) 83</w:t>
      </w:r>
      <w:r w:rsidR="00CC15EB">
        <w:rPr>
          <w:rtl/>
        </w:rPr>
        <w:t xml:space="preserve"> - </w:t>
      </w:r>
      <w:r w:rsidRPr="00D95A45">
        <w:rPr>
          <w:rtl/>
        </w:rPr>
        <w:t xml:space="preserve">محمد بن علي بن محبوب عن احمد بن محمد عن الحسن بن محبوب عن ابي ايوب عن الفضيل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النباش إذا كان معروفا بذلك قطع</w:t>
      </w:r>
      <w:r w:rsidR="00CC15EB">
        <w:rPr>
          <w:rtl/>
        </w:rPr>
        <w:t>،</w:t>
      </w:r>
      <w:r>
        <w:rPr>
          <w:rtl/>
        </w:rPr>
        <w:t xml:space="preserve"> </w:t>
      </w:r>
    </w:p>
    <w:p w:rsidR="00AC7755" w:rsidRDefault="00D45E0E" w:rsidP="00AC7755">
      <w:pPr>
        <w:pStyle w:val="libNormal"/>
        <w:rPr>
          <w:rtl/>
        </w:rPr>
      </w:pPr>
      <w:r w:rsidRPr="00D95A45">
        <w:rPr>
          <w:rtl/>
        </w:rPr>
        <w:t>(467) 84</w:t>
      </w:r>
      <w:r w:rsidR="00CC15EB">
        <w:rPr>
          <w:rtl/>
        </w:rPr>
        <w:t xml:space="preserve"> - </w:t>
      </w:r>
      <w:r w:rsidRPr="00D95A45">
        <w:rPr>
          <w:rtl/>
        </w:rPr>
        <w:t>وعنه عن ابن محبوب عن عيسى بن صبيح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الطرار والنباش والمختلس قال</w:t>
      </w:r>
      <w:r w:rsidR="00CC15EB">
        <w:rPr>
          <w:rtl/>
        </w:rPr>
        <w:t>:</w:t>
      </w:r>
      <w:r>
        <w:rPr>
          <w:rtl/>
        </w:rPr>
        <w:t xml:space="preserve"> </w:t>
      </w:r>
      <w:r w:rsidRPr="00D95A45">
        <w:rPr>
          <w:rtl/>
        </w:rPr>
        <w:t>لا يقطع.</w:t>
      </w:r>
    </w:p>
    <w:p w:rsidR="00AC7755" w:rsidRDefault="00D45E0E" w:rsidP="00AC7755">
      <w:pPr>
        <w:pStyle w:val="libNormal"/>
        <w:rPr>
          <w:rtl/>
        </w:rPr>
      </w:pPr>
      <w:r w:rsidRPr="00D95A45">
        <w:rPr>
          <w:rtl/>
        </w:rPr>
        <w:t>(468) 85</w:t>
      </w:r>
      <w:r w:rsidR="00CC15EB">
        <w:rPr>
          <w:rtl/>
        </w:rPr>
        <w:t xml:space="preserve"> - </w:t>
      </w:r>
      <w:r w:rsidRPr="00D95A45">
        <w:rPr>
          <w:rtl/>
        </w:rPr>
        <w:t xml:space="preserve">احمد بن محمد عن ابن فضال عن الحسن بن الجهم عن ابن بكير عن بعض اصحابنا عن ابي عبد الله </w:t>
      </w:r>
      <w:r w:rsidR="00AC7755" w:rsidRPr="00AC7755">
        <w:rPr>
          <w:rStyle w:val="libAlaemChar"/>
          <w:rtl/>
        </w:rPr>
        <w:t>عليه‌السلام</w:t>
      </w:r>
      <w:r w:rsidRPr="00D95A45">
        <w:rPr>
          <w:rtl/>
        </w:rPr>
        <w:t xml:space="preserve"> في النباش إذا اخذ أول مرة عزر فان عاد قطع. قال محمد بن الحسن</w:t>
      </w:r>
      <w:r w:rsidR="00CC15EB">
        <w:rPr>
          <w:rtl/>
        </w:rPr>
        <w:t>:</w:t>
      </w:r>
      <w:r>
        <w:rPr>
          <w:rtl/>
        </w:rPr>
        <w:t xml:space="preserve"> </w:t>
      </w:r>
      <w:r w:rsidRPr="00D95A45">
        <w:rPr>
          <w:rtl/>
        </w:rPr>
        <w:t>هذه الرواية والرواية التى رواها علي بن سعيد من أن النباش لا يقطع إذا لم يكن ذلك له عادة محمولتان على أنه إذا نبش ولم يأخذ شيئا فان ذلك لا يجب عليه به القطع وانما يجب عليه القطع إذا أخذ ويكون ذلك بمنزلة من نقب ولم يأخذ شيئا فانه لا يجب عليه القطع وانما يجب عليه إذا أخذ المال</w:t>
      </w:r>
      <w:r w:rsidR="00CC15EB">
        <w:rPr>
          <w:rtl/>
        </w:rPr>
        <w:t>،</w:t>
      </w:r>
      <w:r>
        <w:rPr>
          <w:rtl/>
        </w:rPr>
        <w:t xml:space="preserve"> </w:t>
      </w:r>
      <w:r w:rsidRPr="00D95A45">
        <w:rPr>
          <w:rtl/>
        </w:rPr>
        <w:t>والذي يدل على ذلك ما رواه</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465</w:t>
      </w:r>
      <w:r>
        <w:rPr>
          <w:rFonts w:hint="cs"/>
          <w:rtl/>
        </w:rPr>
        <w:t xml:space="preserve"> - </w:t>
      </w:r>
      <w:r w:rsidR="00D45E0E" w:rsidRPr="007277FF">
        <w:rPr>
          <w:rtl/>
        </w:rPr>
        <w:t>466</w:t>
      </w:r>
      <w:r>
        <w:rPr>
          <w:rtl/>
        </w:rPr>
        <w:t xml:space="preserve"> - </w:t>
      </w:r>
      <w:r w:rsidR="00D45E0E" w:rsidRPr="007277FF">
        <w:rPr>
          <w:rtl/>
        </w:rPr>
        <w:t>الاستبصار ج 4 ص 246</w:t>
      </w:r>
    </w:p>
    <w:p w:rsidR="00CC15EB" w:rsidRDefault="00CC15EB" w:rsidP="00AC7755">
      <w:pPr>
        <w:pStyle w:val="libFootnote0"/>
        <w:rPr>
          <w:rtl/>
        </w:rPr>
      </w:pPr>
      <w:r>
        <w:rPr>
          <w:rtl/>
        </w:rPr>
        <w:t>-</w:t>
      </w:r>
      <w:r w:rsidR="00D45E0E" w:rsidRPr="007277FF">
        <w:rPr>
          <w:rtl/>
        </w:rPr>
        <w:t xml:space="preserve"> 467</w:t>
      </w:r>
      <w:r>
        <w:rPr>
          <w:rtl/>
        </w:rPr>
        <w:t xml:space="preserve"> - </w:t>
      </w:r>
      <w:r w:rsidR="00D45E0E" w:rsidRPr="007277FF">
        <w:rPr>
          <w:rtl/>
        </w:rPr>
        <w:t>الاستبصار ج 4 ص 247</w:t>
      </w:r>
    </w:p>
    <w:p w:rsidR="00AC7755" w:rsidRDefault="00CC15EB" w:rsidP="00AC7755">
      <w:pPr>
        <w:pStyle w:val="libFootnote0"/>
        <w:rPr>
          <w:rtl/>
        </w:rPr>
      </w:pPr>
      <w:r>
        <w:rPr>
          <w:rtl/>
        </w:rPr>
        <w:t>-</w:t>
      </w:r>
      <w:r w:rsidR="00D45E0E" w:rsidRPr="00DA0376">
        <w:rPr>
          <w:rtl/>
        </w:rPr>
        <w:t xml:space="preserve"> 468</w:t>
      </w:r>
      <w:r>
        <w:rPr>
          <w:rtl/>
        </w:rPr>
        <w:t xml:space="preserve"> - </w:t>
      </w:r>
      <w:r w:rsidR="00D45E0E" w:rsidRPr="00DA0376">
        <w:rPr>
          <w:rtl/>
        </w:rPr>
        <w:t>الاستبصار ج 4 ص 246</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(469) 86</w:t>
      </w:r>
      <w:r w:rsidR="00CC15EB">
        <w:rPr>
          <w:rtl/>
        </w:rPr>
        <w:t xml:space="preserve"> - </w:t>
      </w:r>
      <w:r w:rsidRPr="00D95A45">
        <w:rPr>
          <w:rtl/>
        </w:rPr>
        <w:t xml:space="preserve">الحسين بن سعيد عن فضالة عن موسى عن علي ابن سعيد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اخذ وهو ينبش</w:t>
      </w:r>
      <w:r>
        <w:rPr>
          <w:rtl/>
        </w:rPr>
        <w:t>؟</w:t>
      </w:r>
      <w:r w:rsidRPr="00D95A45">
        <w:rPr>
          <w:rtl/>
        </w:rPr>
        <w:t xml:space="preserve"> قال</w:t>
      </w:r>
      <w:r w:rsidR="00CC15EB">
        <w:rPr>
          <w:rtl/>
        </w:rPr>
        <w:t>:</w:t>
      </w:r>
      <w:r>
        <w:rPr>
          <w:rtl/>
        </w:rPr>
        <w:t xml:space="preserve"> </w:t>
      </w:r>
      <w:r w:rsidRPr="00D95A45">
        <w:rPr>
          <w:rtl/>
        </w:rPr>
        <w:t>لا ارى عليه قطعا الا أن يؤخذ وقد نبش مرارا فاقطعه.</w:t>
      </w:r>
    </w:p>
    <w:p w:rsidR="00AC7755" w:rsidRDefault="00D45E0E" w:rsidP="00AC7755">
      <w:pPr>
        <w:pStyle w:val="libNormal"/>
        <w:rPr>
          <w:rtl/>
        </w:rPr>
      </w:pPr>
      <w:r w:rsidRPr="00D95A45">
        <w:rPr>
          <w:rtl/>
        </w:rPr>
        <w:t xml:space="preserve"> واما ما رواية عيسى بن صبيح وقوله لا يقطع الطرار والنباش والمختلس فيوشك ان يكون قد سقط من الخبر شئ لانه قد روى هذا الخبر بعينه وقال</w:t>
      </w:r>
      <w:r w:rsidR="00CC15EB">
        <w:rPr>
          <w:rtl/>
        </w:rPr>
        <w:t>:</w:t>
      </w:r>
      <w:r>
        <w:rPr>
          <w:rtl/>
        </w:rPr>
        <w:t xml:space="preserve"> </w:t>
      </w:r>
      <w:r w:rsidRPr="00D95A45">
        <w:rPr>
          <w:rtl/>
        </w:rPr>
        <w:t>سألته عن هؤلاء الثلاثة فقال</w:t>
      </w:r>
      <w:r w:rsidR="00CC15EB">
        <w:rPr>
          <w:rtl/>
        </w:rPr>
        <w:t>:</w:t>
      </w:r>
      <w:r>
        <w:rPr>
          <w:rtl/>
        </w:rPr>
        <w:t xml:space="preserve"> </w:t>
      </w:r>
      <w:r w:rsidRPr="00D95A45">
        <w:rPr>
          <w:rtl/>
        </w:rPr>
        <w:t>يقطع الطرار والنباش ولا يقطع المختلس وقد قدمنا الرواية عنه في ذلك</w:t>
      </w:r>
      <w:r w:rsidR="00CC15EB">
        <w:rPr>
          <w:rtl/>
        </w:rPr>
        <w:t>،</w:t>
      </w:r>
      <w:r>
        <w:rPr>
          <w:rtl/>
        </w:rPr>
        <w:t xml:space="preserve"> </w:t>
      </w:r>
      <w:r w:rsidRPr="00D95A45">
        <w:rPr>
          <w:rtl/>
        </w:rPr>
        <w:t>ولو لم يكن قد روى هذا التفصيل لكنا نحمله على ما حملنا عليه الخبرين الاخيرين الذين تكلمنا عليهما فاما ما رواه</w:t>
      </w:r>
      <w:r w:rsidR="00CC15EB">
        <w:rPr>
          <w:rtl/>
        </w:rPr>
        <w:t>:</w:t>
      </w:r>
      <w:r>
        <w:rPr>
          <w:rtl/>
        </w:rPr>
        <w:t xml:space="preserve"> </w:t>
      </w:r>
    </w:p>
    <w:p w:rsidR="00AC7755" w:rsidRDefault="00D45E0E" w:rsidP="00AC7755">
      <w:pPr>
        <w:pStyle w:val="libNormal"/>
        <w:rPr>
          <w:rtl/>
        </w:rPr>
      </w:pPr>
      <w:r w:rsidRPr="00D95A45">
        <w:rPr>
          <w:rtl/>
        </w:rPr>
        <w:t>(470) 87</w:t>
      </w:r>
      <w:r w:rsidR="00CC15EB">
        <w:rPr>
          <w:rtl/>
        </w:rPr>
        <w:t xml:space="preserve"> - </w:t>
      </w:r>
      <w:r w:rsidRPr="00D95A45">
        <w:rPr>
          <w:rtl/>
        </w:rPr>
        <w:t>علي بن ابراهيم عن ابيه عن ابن ابي عمير عن غير واحد من اصحابنا قال</w:t>
      </w:r>
      <w:r w:rsidR="00CC15EB">
        <w:rPr>
          <w:rtl/>
        </w:rPr>
        <w:t>:</w:t>
      </w:r>
      <w:r>
        <w:rPr>
          <w:rtl/>
        </w:rPr>
        <w:t xml:space="preserve"> </w:t>
      </w:r>
      <w:r w:rsidRPr="00D95A45">
        <w:rPr>
          <w:rtl/>
        </w:rPr>
        <w:t xml:space="preserve">اتي امير المؤمنين برجل نباش فأخذ امير المؤمنين </w:t>
      </w:r>
      <w:r w:rsidR="00AC7755" w:rsidRPr="00AC7755">
        <w:rPr>
          <w:rStyle w:val="libAlaemChar"/>
          <w:rtl/>
        </w:rPr>
        <w:t>عليه‌السلام</w:t>
      </w:r>
      <w:r w:rsidRPr="00D95A45">
        <w:rPr>
          <w:rtl/>
        </w:rPr>
        <w:t xml:space="preserve"> بشعره فضرب به الارض ثم امر الناس فوطؤوه حتى مات.</w:t>
      </w:r>
    </w:p>
    <w:p w:rsidR="00AC7755" w:rsidRDefault="00D45E0E" w:rsidP="00AC7755">
      <w:pPr>
        <w:pStyle w:val="libNormal"/>
        <w:rPr>
          <w:rtl/>
        </w:rPr>
      </w:pPr>
      <w:r w:rsidRPr="00D95A45">
        <w:rPr>
          <w:rtl/>
        </w:rPr>
        <w:t>(471) 88</w:t>
      </w:r>
      <w:r w:rsidR="00CC15EB">
        <w:rPr>
          <w:rtl/>
        </w:rPr>
        <w:t xml:space="preserve"> - </w:t>
      </w:r>
      <w:r w:rsidRPr="00D95A45">
        <w:rPr>
          <w:rtl/>
        </w:rPr>
        <w:t xml:space="preserve">احمد بن محمد عيسى عن ابى يحيى الواسطي عن بعض اصحابنا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اتي امير المؤمنين </w:t>
      </w:r>
      <w:r w:rsidR="00AC7755" w:rsidRPr="00AC7755">
        <w:rPr>
          <w:rStyle w:val="libAlaemChar"/>
          <w:rtl/>
        </w:rPr>
        <w:t>عليه‌السلام</w:t>
      </w:r>
      <w:r w:rsidRPr="00D95A45">
        <w:rPr>
          <w:rtl/>
        </w:rPr>
        <w:t xml:space="preserve"> بنباش فأخر عذابه الى يوم الجمعة</w:t>
      </w:r>
      <w:r w:rsidR="00CC15EB">
        <w:rPr>
          <w:rtl/>
        </w:rPr>
        <w:t>،</w:t>
      </w:r>
      <w:r>
        <w:rPr>
          <w:rtl/>
        </w:rPr>
        <w:t xml:space="preserve"> </w:t>
      </w:r>
      <w:r w:rsidRPr="00D95A45">
        <w:rPr>
          <w:rtl/>
        </w:rPr>
        <w:t>فلما كان يوم الجمعة القاه تحت اقدام الناس فما زالوا يتواطؤنه بأرجلهم حتى مات.</w:t>
      </w:r>
    </w:p>
    <w:p w:rsidR="00AC7755" w:rsidRDefault="00D45E0E" w:rsidP="00AC7755">
      <w:pPr>
        <w:pStyle w:val="libNormal"/>
        <w:rPr>
          <w:rtl/>
        </w:rPr>
      </w:pPr>
      <w:r w:rsidRPr="00D95A45">
        <w:rPr>
          <w:rtl/>
        </w:rPr>
        <w:t xml:space="preserve"> فهذه الروايات محمولة على انه إذا تكرر الفعل منهم ثلاث مرات واقيم عليهم الحد فحينئذ يجب عليهم القتل كما يجب على السارق</w:t>
      </w:r>
      <w:r w:rsidR="00CC15EB">
        <w:rPr>
          <w:rtl/>
        </w:rPr>
        <w:t>،</w:t>
      </w:r>
      <w:r>
        <w:rPr>
          <w:rtl/>
        </w:rPr>
        <w:t xml:space="preserve"> </w:t>
      </w:r>
      <w:r w:rsidRPr="00D95A45">
        <w:rPr>
          <w:rtl/>
        </w:rPr>
        <w:t>والامام مخير في كيفية القتل كيف شاء بحسب ما يراه اردع في الحال.</w:t>
      </w:r>
    </w:p>
    <w:p w:rsidR="00AC7755" w:rsidRDefault="00D45E0E" w:rsidP="00AC7755">
      <w:pPr>
        <w:pStyle w:val="libNormal"/>
        <w:rPr>
          <w:rtl/>
        </w:rPr>
      </w:pPr>
      <w:r w:rsidRPr="00D95A45">
        <w:rPr>
          <w:rtl/>
        </w:rPr>
        <w:t>(472) 89</w:t>
      </w:r>
      <w:r w:rsidR="00CC15EB">
        <w:rPr>
          <w:rtl/>
        </w:rPr>
        <w:t xml:space="preserve"> - </w:t>
      </w:r>
      <w:r w:rsidRPr="00D95A45">
        <w:rPr>
          <w:rtl/>
        </w:rPr>
        <w:t>علي بن ابراهيم عن ابيه عن ابن ابى عمير عن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469</w:t>
      </w:r>
      <w:r>
        <w:rPr>
          <w:rFonts w:hint="cs"/>
          <w:rtl/>
        </w:rPr>
        <w:t xml:space="preserve"> - </w:t>
      </w:r>
      <w:r w:rsidR="00D45E0E" w:rsidRPr="007277FF">
        <w:rPr>
          <w:rtl/>
        </w:rPr>
        <w:t>470</w:t>
      </w:r>
      <w:r>
        <w:rPr>
          <w:rtl/>
        </w:rPr>
        <w:t xml:space="preserve"> - </w:t>
      </w:r>
      <w:r w:rsidR="00D45E0E" w:rsidRPr="007277FF">
        <w:rPr>
          <w:rtl/>
        </w:rPr>
        <w:t>471</w:t>
      </w:r>
      <w:r>
        <w:rPr>
          <w:rtl/>
        </w:rPr>
        <w:t xml:space="preserve"> - </w:t>
      </w:r>
      <w:r w:rsidR="00D45E0E" w:rsidRPr="007277FF">
        <w:rPr>
          <w:rtl/>
        </w:rPr>
        <w:t>الاستبصار ج 4 ص 247 واخرج الثاني الكليني في الكافي ج 2 ص 302 والصدوق في الفقيه ج 4 ص 47</w:t>
      </w:r>
    </w:p>
    <w:p w:rsidR="00AC7755" w:rsidRDefault="00CC15EB" w:rsidP="00AC7755">
      <w:pPr>
        <w:pStyle w:val="libFootnote0"/>
        <w:rPr>
          <w:rtl/>
        </w:rPr>
      </w:pPr>
      <w:r>
        <w:rPr>
          <w:rtl/>
        </w:rPr>
        <w:t>-</w:t>
      </w:r>
      <w:r w:rsidR="00D45E0E" w:rsidRPr="00DA0376">
        <w:rPr>
          <w:rtl/>
        </w:rPr>
        <w:t xml:space="preserve"> 472</w:t>
      </w:r>
      <w:r>
        <w:rPr>
          <w:rtl/>
        </w:rPr>
        <w:t xml:space="preserve"> - </w:t>
      </w:r>
      <w:r w:rsidR="00D45E0E" w:rsidRPr="00DA0376">
        <w:rPr>
          <w:rtl/>
        </w:rPr>
        <w:t>الاستبصار ج 4 ص 248 الكافي ج 2 ص 303 وفيهما ذيل الحديث</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حماد عن الحلبي عن ابي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إذا سرق الصبي عفي عنه</w:t>
      </w:r>
      <w:r w:rsidR="00CC15EB">
        <w:rPr>
          <w:rtl/>
        </w:rPr>
        <w:t>،</w:t>
      </w:r>
      <w:r>
        <w:rPr>
          <w:rtl/>
        </w:rPr>
        <w:t xml:space="preserve"> </w:t>
      </w:r>
      <w:r w:rsidRPr="00DA0376">
        <w:rPr>
          <w:rtl/>
        </w:rPr>
        <w:t>فان عاد عزر</w:t>
      </w:r>
      <w:r w:rsidR="00CC15EB">
        <w:rPr>
          <w:rtl/>
        </w:rPr>
        <w:t>،</w:t>
      </w:r>
      <w:r>
        <w:rPr>
          <w:rtl/>
        </w:rPr>
        <w:t xml:space="preserve"> </w:t>
      </w:r>
      <w:r w:rsidRPr="00DA0376">
        <w:rPr>
          <w:rtl/>
        </w:rPr>
        <w:t>فان عاد قطع اطراف الاصابع</w:t>
      </w:r>
      <w:r w:rsidR="00CC15EB">
        <w:rPr>
          <w:rtl/>
        </w:rPr>
        <w:t>،</w:t>
      </w:r>
      <w:r>
        <w:rPr>
          <w:rtl/>
        </w:rPr>
        <w:t xml:space="preserve"> </w:t>
      </w:r>
      <w:r w:rsidRPr="00DA0376">
        <w:rPr>
          <w:rtl/>
        </w:rPr>
        <w:t>فان عاد قطع اسفل من ذلك</w:t>
      </w:r>
      <w:r w:rsidR="00CC15EB">
        <w:rPr>
          <w:rtl/>
        </w:rPr>
        <w:t>،</w:t>
      </w:r>
      <w:r>
        <w:rPr>
          <w:rtl/>
        </w:rPr>
        <w:t xml:space="preserve"> </w:t>
      </w:r>
      <w:r w:rsidRPr="00DA0376">
        <w:rPr>
          <w:rtl/>
        </w:rPr>
        <w:t>وقال</w:t>
      </w:r>
      <w:r w:rsidR="00CC15EB">
        <w:rPr>
          <w:rtl/>
        </w:rPr>
        <w:t>:</w:t>
      </w:r>
      <w:r>
        <w:rPr>
          <w:rtl/>
        </w:rPr>
        <w:t xml:space="preserve"> </w:t>
      </w:r>
      <w:r w:rsidRPr="00DA0376">
        <w:rPr>
          <w:rtl/>
        </w:rPr>
        <w:t xml:space="preserve">اتي علي </w:t>
      </w:r>
      <w:r w:rsidR="00AC7755" w:rsidRPr="00AC7755">
        <w:rPr>
          <w:rStyle w:val="libAlaemChar"/>
          <w:rtl/>
        </w:rPr>
        <w:t>عليه‌السلام</w:t>
      </w:r>
      <w:r w:rsidRPr="00DA0376">
        <w:rPr>
          <w:rtl/>
        </w:rPr>
        <w:t xml:space="preserve"> بغلام يشك في احتلامه فقطع أطراف الاصابع.</w:t>
      </w:r>
    </w:p>
    <w:p w:rsidR="00AC7755" w:rsidRDefault="00D45E0E" w:rsidP="00AC7755">
      <w:pPr>
        <w:pStyle w:val="libNormal"/>
        <w:rPr>
          <w:rtl/>
        </w:rPr>
      </w:pPr>
      <w:r w:rsidRPr="00D95A45">
        <w:rPr>
          <w:rtl/>
        </w:rPr>
        <w:t>(473) 90</w:t>
      </w:r>
      <w:r w:rsidR="00CC15EB">
        <w:rPr>
          <w:rtl/>
        </w:rPr>
        <w:t xml:space="preserve"> - </w:t>
      </w:r>
      <w:r w:rsidRPr="00D95A45">
        <w:rPr>
          <w:rtl/>
        </w:rPr>
        <w:t>يونس عن عبد الله بن سنان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الصبي يسرق قال</w:t>
      </w:r>
      <w:r w:rsidR="00CC15EB">
        <w:rPr>
          <w:rtl/>
        </w:rPr>
        <w:t>:</w:t>
      </w:r>
      <w:r>
        <w:rPr>
          <w:rtl/>
        </w:rPr>
        <w:t xml:space="preserve"> </w:t>
      </w:r>
      <w:r w:rsidRPr="00D95A45">
        <w:rPr>
          <w:rtl/>
        </w:rPr>
        <w:t>يعفى عنه مرة ومرتين ويعزر في الثالثة</w:t>
      </w:r>
      <w:r w:rsidR="00CC15EB">
        <w:rPr>
          <w:rtl/>
        </w:rPr>
        <w:t>،</w:t>
      </w:r>
      <w:r>
        <w:rPr>
          <w:rtl/>
        </w:rPr>
        <w:t xml:space="preserve"> </w:t>
      </w:r>
      <w:r w:rsidRPr="00D95A45">
        <w:rPr>
          <w:rtl/>
        </w:rPr>
        <w:t>فان عاد قطعت اطراف اصابعه</w:t>
      </w:r>
      <w:r w:rsidR="00CC15EB">
        <w:rPr>
          <w:rtl/>
        </w:rPr>
        <w:t>،</w:t>
      </w:r>
      <w:r>
        <w:rPr>
          <w:rtl/>
        </w:rPr>
        <w:t xml:space="preserve"> </w:t>
      </w:r>
      <w:r w:rsidRPr="00D95A45">
        <w:rPr>
          <w:rtl/>
        </w:rPr>
        <w:t>فان عاد قطع اسفل من ذلك</w:t>
      </w:r>
      <w:r w:rsidR="00CC15EB">
        <w:rPr>
          <w:rtl/>
        </w:rPr>
        <w:t>،</w:t>
      </w:r>
      <w:r>
        <w:rPr>
          <w:rtl/>
        </w:rPr>
        <w:t xml:space="preserve"> </w:t>
      </w:r>
    </w:p>
    <w:p w:rsidR="00AC7755" w:rsidRDefault="00D45E0E" w:rsidP="00AC7755">
      <w:pPr>
        <w:pStyle w:val="libNormal"/>
        <w:rPr>
          <w:rtl/>
        </w:rPr>
      </w:pPr>
      <w:r w:rsidRPr="00D95A45">
        <w:rPr>
          <w:rtl/>
        </w:rPr>
        <w:t>(474) 91</w:t>
      </w:r>
      <w:r w:rsidR="00CC15EB">
        <w:rPr>
          <w:rtl/>
        </w:rPr>
        <w:t xml:space="preserve"> - </w:t>
      </w:r>
      <w:r w:rsidRPr="00D95A45">
        <w:rPr>
          <w:rtl/>
        </w:rPr>
        <w:t xml:space="preserve">أبو علي الاشعري عن محمد بن عبد الجبار عن صفوان عن العلا بن رزين عن محمد بن مسلم عن احدهما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الصبي يسرق قال</w:t>
      </w:r>
      <w:r w:rsidR="00CC15EB">
        <w:rPr>
          <w:rtl/>
        </w:rPr>
        <w:t>:</w:t>
      </w:r>
      <w:r>
        <w:rPr>
          <w:rtl/>
        </w:rPr>
        <w:t xml:space="preserve"> </w:t>
      </w:r>
      <w:r w:rsidRPr="00D95A45">
        <w:rPr>
          <w:rtl/>
        </w:rPr>
        <w:t>إذا سرق مرة وهو صغير عفي عنه</w:t>
      </w:r>
      <w:r w:rsidR="00CC15EB">
        <w:rPr>
          <w:rtl/>
        </w:rPr>
        <w:t>،</w:t>
      </w:r>
      <w:r>
        <w:rPr>
          <w:rtl/>
        </w:rPr>
        <w:t xml:space="preserve"> </w:t>
      </w:r>
      <w:r w:rsidRPr="00D95A45">
        <w:rPr>
          <w:rtl/>
        </w:rPr>
        <w:t>فان عاد قطع بنانه</w:t>
      </w:r>
      <w:r w:rsidR="00CC15EB">
        <w:rPr>
          <w:rtl/>
        </w:rPr>
        <w:t>،</w:t>
      </w:r>
      <w:r>
        <w:rPr>
          <w:rtl/>
        </w:rPr>
        <w:t xml:space="preserve"> </w:t>
      </w:r>
      <w:r w:rsidRPr="00D95A45">
        <w:rPr>
          <w:rtl/>
        </w:rPr>
        <w:t>فان عاد قطع اسفل من بنانه</w:t>
      </w:r>
      <w:r w:rsidR="00CC15EB">
        <w:rPr>
          <w:rtl/>
        </w:rPr>
        <w:t>،</w:t>
      </w:r>
      <w:r>
        <w:rPr>
          <w:rtl/>
        </w:rPr>
        <w:t xml:space="preserve"> </w:t>
      </w:r>
      <w:r w:rsidRPr="00D95A45">
        <w:rPr>
          <w:rtl/>
        </w:rPr>
        <w:t>فان عاد قطع اسفل من ذلك.</w:t>
      </w:r>
    </w:p>
    <w:p w:rsidR="00AC7755" w:rsidRDefault="00D45E0E" w:rsidP="00AC7755">
      <w:pPr>
        <w:pStyle w:val="libNormal"/>
        <w:rPr>
          <w:rtl/>
        </w:rPr>
      </w:pPr>
      <w:r w:rsidRPr="00D95A45">
        <w:rPr>
          <w:rtl/>
        </w:rPr>
        <w:t>(475) 92</w:t>
      </w:r>
      <w:r w:rsidR="00CC15EB">
        <w:rPr>
          <w:rtl/>
        </w:rPr>
        <w:t xml:space="preserve"> - </w:t>
      </w:r>
      <w:r w:rsidRPr="00D95A45">
        <w:rPr>
          <w:rtl/>
        </w:rPr>
        <w:t>صفوان بن يحيى عن اسحاق بن عمار قال</w:t>
      </w:r>
      <w:r w:rsidR="00CC15EB">
        <w:rPr>
          <w:rtl/>
        </w:rPr>
        <w:t>:</w:t>
      </w:r>
      <w:r>
        <w:rPr>
          <w:rtl/>
        </w:rPr>
        <w:t xml:space="preserve"> </w:t>
      </w:r>
      <w:r w:rsidRPr="00D95A45">
        <w:rPr>
          <w:rtl/>
        </w:rPr>
        <w:t xml:space="preserve">قلت لابي ابراهيم </w:t>
      </w:r>
      <w:r w:rsidR="00AC7755" w:rsidRPr="00AC7755">
        <w:rPr>
          <w:rStyle w:val="libAlaemChar"/>
          <w:rtl/>
        </w:rPr>
        <w:t>عليه‌السلام</w:t>
      </w:r>
      <w:r w:rsidRPr="00D95A45">
        <w:rPr>
          <w:rtl/>
        </w:rPr>
        <w:t xml:space="preserve"> الصبيان إذا اتي بهم علمنا قطع اناملهم من اين تقطع</w:t>
      </w:r>
      <w:r>
        <w:rPr>
          <w:rtl/>
        </w:rPr>
        <w:t>؟</w:t>
      </w:r>
      <w:r w:rsidRPr="00D95A45">
        <w:rPr>
          <w:rtl/>
        </w:rPr>
        <w:t xml:space="preserve"> قال</w:t>
      </w:r>
      <w:r w:rsidR="00CC15EB">
        <w:rPr>
          <w:rtl/>
        </w:rPr>
        <w:t>:</w:t>
      </w:r>
      <w:r>
        <w:rPr>
          <w:rtl/>
        </w:rPr>
        <w:t xml:space="preserve"> </w:t>
      </w:r>
      <w:r w:rsidRPr="00D95A45">
        <w:rPr>
          <w:rtl/>
        </w:rPr>
        <w:t>من المفصل مفصل الانامل.</w:t>
      </w:r>
    </w:p>
    <w:p w:rsidR="00AC7755" w:rsidRDefault="00D45E0E" w:rsidP="00AC7755">
      <w:pPr>
        <w:pStyle w:val="libNormal"/>
        <w:rPr>
          <w:rtl/>
        </w:rPr>
      </w:pPr>
      <w:r w:rsidRPr="00D95A45">
        <w:rPr>
          <w:rtl/>
        </w:rPr>
        <w:t>(476) 93</w:t>
      </w:r>
      <w:r w:rsidR="00CC15EB">
        <w:rPr>
          <w:rtl/>
        </w:rPr>
        <w:t xml:space="preserve"> - </w:t>
      </w:r>
      <w:r w:rsidRPr="00D95A45">
        <w:rPr>
          <w:rtl/>
        </w:rPr>
        <w:t xml:space="preserve">احمد بن محمد عن ابن محبوب عن عبد الله بن سنان عن ابي عبد الله </w:t>
      </w:r>
      <w:r w:rsidR="00AC7755" w:rsidRPr="00AC7755">
        <w:rPr>
          <w:rStyle w:val="libAlaemChar"/>
          <w:rtl/>
        </w:rPr>
        <w:t>عليه‌السلام</w:t>
      </w:r>
      <w:r w:rsidRPr="00D95A45">
        <w:rPr>
          <w:rtl/>
        </w:rPr>
        <w:t xml:space="preserve"> في الصبي يسرق قال</w:t>
      </w:r>
      <w:r w:rsidR="00CC15EB">
        <w:rPr>
          <w:rtl/>
        </w:rPr>
        <w:t>:</w:t>
      </w:r>
      <w:r>
        <w:rPr>
          <w:rtl/>
        </w:rPr>
        <w:t xml:space="preserve"> </w:t>
      </w:r>
      <w:r w:rsidRPr="00D95A45">
        <w:rPr>
          <w:rtl/>
        </w:rPr>
        <w:t>يعفى عنه مرة</w:t>
      </w:r>
      <w:r w:rsidR="00CC15EB">
        <w:rPr>
          <w:rtl/>
        </w:rPr>
        <w:t>،</w:t>
      </w:r>
      <w:r>
        <w:rPr>
          <w:rtl/>
        </w:rPr>
        <w:t xml:space="preserve"> </w:t>
      </w:r>
      <w:r w:rsidRPr="00D95A45">
        <w:rPr>
          <w:rtl/>
        </w:rPr>
        <w:t>فان عاد قطعت انامله أو حكت حتى تدمى</w:t>
      </w:r>
      <w:r w:rsidR="00CC15EB">
        <w:rPr>
          <w:rtl/>
        </w:rPr>
        <w:t>،</w:t>
      </w:r>
      <w:r>
        <w:rPr>
          <w:rtl/>
        </w:rPr>
        <w:t xml:space="preserve"> </w:t>
      </w:r>
      <w:r w:rsidRPr="00D95A45">
        <w:rPr>
          <w:rtl/>
        </w:rPr>
        <w:t>فان عاد قطعت اصابعه</w:t>
      </w:r>
      <w:r w:rsidR="00CC15EB">
        <w:rPr>
          <w:rtl/>
        </w:rPr>
        <w:t>،</w:t>
      </w:r>
      <w:r>
        <w:rPr>
          <w:rtl/>
        </w:rPr>
        <w:t xml:space="preserve"> </w:t>
      </w:r>
      <w:r w:rsidRPr="00D95A45">
        <w:rPr>
          <w:rtl/>
        </w:rPr>
        <w:t>فان عاد قطع اسفل من ذلك.</w:t>
      </w:r>
    </w:p>
    <w:p w:rsidR="00AC7755" w:rsidRDefault="00D45E0E" w:rsidP="00AC7755">
      <w:pPr>
        <w:pStyle w:val="libNormal"/>
        <w:rPr>
          <w:rtl/>
        </w:rPr>
      </w:pPr>
      <w:r w:rsidRPr="00D95A45">
        <w:rPr>
          <w:rtl/>
        </w:rPr>
        <w:t>(477) 94</w:t>
      </w:r>
      <w:r w:rsidR="00CC15EB">
        <w:rPr>
          <w:rtl/>
        </w:rPr>
        <w:t xml:space="preserve"> - </w:t>
      </w:r>
      <w:r w:rsidRPr="00D95A45">
        <w:rPr>
          <w:rtl/>
        </w:rPr>
        <w:t>الحسن بن محمد بن سماعة عن غير واحد عن ابان ابن عثمان عن زرارة قال</w:t>
      </w:r>
      <w:r w:rsidR="00CC15EB">
        <w:rPr>
          <w:rtl/>
        </w:rPr>
        <w:t>:</w:t>
      </w:r>
      <w:r>
        <w:rPr>
          <w:rtl/>
        </w:rPr>
        <w:t xml:space="preserve"> </w:t>
      </w:r>
      <w:r w:rsidRPr="00D95A45">
        <w:rPr>
          <w:rtl/>
        </w:rPr>
        <w:t xml:space="preserve">سمعت ابا جعفر </w:t>
      </w:r>
      <w:r w:rsidR="00AC7755" w:rsidRPr="00AC7755">
        <w:rPr>
          <w:rStyle w:val="libAlaemChar"/>
          <w:rtl/>
        </w:rPr>
        <w:t>عليه‌السلام</w:t>
      </w:r>
      <w:r w:rsidRPr="00D95A45">
        <w:rPr>
          <w:rtl/>
        </w:rPr>
        <w:t xml:space="preserve"> يقول اتي امير المؤمنين </w:t>
      </w:r>
      <w:r w:rsidR="00AC7755" w:rsidRPr="00AC7755">
        <w:rPr>
          <w:rStyle w:val="libAlaemChar"/>
          <w:rtl/>
        </w:rPr>
        <w:t>عليه‌السلام</w:t>
      </w:r>
      <w:r w:rsidRPr="00D95A45">
        <w:rPr>
          <w:rtl/>
        </w:rPr>
        <w:t xml:space="preserve"> بغلام قد سرق فطرف اصابعه ثم قال</w:t>
      </w:r>
      <w:r w:rsidR="00CC15EB">
        <w:rPr>
          <w:rtl/>
        </w:rPr>
        <w:t>:</w:t>
      </w:r>
      <w:r>
        <w:rPr>
          <w:rtl/>
        </w:rPr>
        <w:t xml:space="preserve"> </w:t>
      </w:r>
      <w:r w:rsidRPr="00D95A45">
        <w:rPr>
          <w:rtl/>
        </w:rPr>
        <w:t>لئن عدت لاقطعنها</w:t>
      </w:r>
      <w:r w:rsidR="00CC15EB">
        <w:rPr>
          <w:rtl/>
        </w:rPr>
        <w:t>،</w:t>
      </w:r>
      <w:r>
        <w:rPr>
          <w:rtl/>
        </w:rPr>
        <w:t xml:space="preserve"> </w:t>
      </w:r>
      <w:r w:rsidRPr="00D95A45">
        <w:rPr>
          <w:rtl/>
        </w:rPr>
        <w:t>ثم قال</w:t>
      </w:r>
      <w:r w:rsidR="00CC15EB">
        <w:rPr>
          <w:rtl/>
        </w:rPr>
        <w:t>:</w:t>
      </w:r>
      <w:r>
        <w:rPr>
          <w:rtl/>
        </w:rPr>
        <w:t xml:space="preserve"> </w:t>
      </w:r>
      <w:r w:rsidRPr="00D95A45">
        <w:rPr>
          <w:rtl/>
        </w:rPr>
        <w:t xml:space="preserve">اما انه ما عمله الا رسول الله </w:t>
      </w:r>
      <w:r w:rsidR="00AC7755" w:rsidRPr="00AC7755">
        <w:rPr>
          <w:rStyle w:val="libAlaemChar"/>
          <w:rtl/>
        </w:rPr>
        <w:t>صلى‌الله‌عليه‌وآله‌وسلم</w:t>
      </w:r>
      <w:r w:rsidRPr="00D95A45">
        <w:rPr>
          <w:rtl/>
        </w:rPr>
        <w:t xml:space="preserve"> وانا.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473</w:t>
      </w:r>
      <w:r>
        <w:rPr>
          <w:rtl/>
        </w:rPr>
        <w:t xml:space="preserve"> - </w:t>
      </w:r>
      <w:r w:rsidR="00D45E0E" w:rsidRPr="00D95A45">
        <w:rPr>
          <w:rtl/>
        </w:rPr>
        <w:t>الكافي ج 2 ص 302</w:t>
      </w:r>
    </w:p>
    <w:p w:rsidR="00AC7755" w:rsidRDefault="00CC15EB" w:rsidP="00AC7755">
      <w:pPr>
        <w:pStyle w:val="libFootnote0"/>
        <w:rPr>
          <w:rtl/>
        </w:rPr>
      </w:pPr>
      <w:r>
        <w:rPr>
          <w:rtl/>
        </w:rPr>
        <w:t>-</w:t>
      </w:r>
      <w:r w:rsidR="00D45E0E" w:rsidRPr="007277FF">
        <w:rPr>
          <w:rtl/>
        </w:rPr>
        <w:t xml:space="preserve"> 474</w:t>
      </w:r>
      <w:r>
        <w:rPr>
          <w:rtl/>
        </w:rPr>
        <w:t xml:space="preserve"> - </w:t>
      </w:r>
      <w:r w:rsidR="00D45E0E" w:rsidRPr="007277FF">
        <w:rPr>
          <w:rtl/>
        </w:rPr>
        <w:t>475</w:t>
      </w:r>
      <w:r>
        <w:rPr>
          <w:rFonts w:hint="cs"/>
          <w:rtl/>
        </w:rPr>
        <w:t xml:space="preserve"> - </w:t>
      </w:r>
      <w:r w:rsidR="00D45E0E" w:rsidRPr="00DA0376">
        <w:rPr>
          <w:rtl/>
        </w:rPr>
        <w:t>476</w:t>
      </w:r>
      <w:r>
        <w:rPr>
          <w:rtl/>
        </w:rPr>
        <w:t xml:space="preserve"> - </w:t>
      </w:r>
      <w:r w:rsidR="00D45E0E" w:rsidRPr="00DA0376">
        <w:rPr>
          <w:rtl/>
        </w:rPr>
        <w:t>477</w:t>
      </w:r>
      <w:r>
        <w:rPr>
          <w:rtl/>
        </w:rPr>
        <w:t xml:space="preserve"> - </w:t>
      </w:r>
      <w:r w:rsidR="00D45E0E" w:rsidRPr="00DA0376">
        <w:rPr>
          <w:rtl/>
        </w:rPr>
        <w:t>الكافي ج 2 ص 303</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(478) 95</w:t>
      </w:r>
      <w:r w:rsidR="00CC15EB">
        <w:rPr>
          <w:rtl/>
        </w:rPr>
        <w:t xml:space="preserve"> - </w:t>
      </w:r>
      <w:r w:rsidRPr="00D95A45">
        <w:rPr>
          <w:rtl/>
        </w:rPr>
        <w:t xml:space="preserve">ابان عن عبد الرحمان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سرق الصبي ولم يحتلم قطعت اطراف اصابعه قال</w:t>
      </w:r>
      <w:r w:rsidR="00CC15EB">
        <w:rPr>
          <w:rtl/>
        </w:rPr>
        <w:t>:</w:t>
      </w:r>
      <w:r>
        <w:rPr>
          <w:rtl/>
        </w:rPr>
        <w:t xml:space="preserve"> </w:t>
      </w:r>
      <w:r w:rsidRPr="00D95A45">
        <w:rPr>
          <w:rtl/>
        </w:rPr>
        <w:t>وقال</w:t>
      </w:r>
      <w:r w:rsidR="00CC15EB">
        <w:rPr>
          <w:rtl/>
        </w:rPr>
        <w:t>:</w:t>
      </w:r>
      <w:r>
        <w:rPr>
          <w:rtl/>
        </w:rPr>
        <w:t xml:space="preserve"> </w:t>
      </w:r>
      <w:r w:rsidRPr="00D95A45">
        <w:rPr>
          <w:rtl/>
        </w:rPr>
        <w:t xml:space="preserve">لم يصنعه الا رسول الله </w:t>
      </w:r>
      <w:r w:rsidR="00AC7755" w:rsidRPr="00AC7755">
        <w:rPr>
          <w:rStyle w:val="libAlaemChar"/>
          <w:rtl/>
        </w:rPr>
        <w:t>صلى‌الله‌عليه‌وآله‌وسلم</w:t>
      </w:r>
      <w:r w:rsidRPr="00D95A45">
        <w:rPr>
          <w:rtl/>
        </w:rPr>
        <w:t xml:space="preserve"> وأنا.</w:t>
      </w:r>
    </w:p>
    <w:p w:rsidR="00AC7755" w:rsidRDefault="00D45E0E" w:rsidP="00AC7755">
      <w:pPr>
        <w:pStyle w:val="libNormal"/>
        <w:rPr>
          <w:rtl/>
        </w:rPr>
      </w:pPr>
      <w:r w:rsidRPr="00D95A45">
        <w:rPr>
          <w:rtl/>
        </w:rPr>
        <w:t>(479) 96</w:t>
      </w:r>
      <w:r w:rsidR="00CC15EB">
        <w:rPr>
          <w:rtl/>
        </w:rPr>
        <w:t xml:space="preserve"> - </w:t>
      </w:r>
      <w:r w:rsidRPr="00D95A45">
        <w:rPr>
          <w:rtl/>
        </w:rPr>
        <w:t>محمد بن يحيى عن محمد بن الحسين عن بعض أصحابه عن العلا بن رزين عن محمد بن مسلم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الصبي يسرق فقال</w:t>
      </w:r>
      <w:r w:rsidR="00CC15EB">
        <w:rPr>
          <w:rtl/>
        </w:rPr>
        <w:t>:</w:t>
      </w:r>
      <w:r>
        <w:rPr>
          <w:rtl/>
        </w:rPr>
        <w:t xml:space="preserve"> </w:t>
      </w:r>
      <w:r w:rsidRPr="00D95A45">
        <w:rPr>
          <w:rtl/>
        </w:rPr>
        <w:t>ان كان له تسع سنين قطعت يده ولا يضيع حد من حدود الله.</w:t>
      </w:r>
    </w:p>
    <w:p w:rsidR="00AC7755" w:rsidRDefault="00D45E0E" w:rsidP="00AC7755">
      <w:pPr>
        <w:pStyle w:val="libNormal"/>
        <w:rPr>
          <w:rtl/>
        </w:rPr>
      </w:pPr>
      <w:r w:rsidRPr="00D95A45">
        <w:rPr>
          <w:rtl/>
        </w:rPr>
        <w:t>(480) 97</w:t>
      </w:r>
      <w:r w:rsidR="00CC15EB">
        <w:rPr>
          <w:rtl/>
        </w:rPr>
        <w:t xml:space="preserve"> - </w:t>
      </w:r>
      <w:r w:rsidRPr="00D95A45">
        <w:rPr>
          <w:rtl/>
        </w:rPr>
        <w:t>محمد بن احمد يحيى عن محمد بن الحسين عن محمد ابن عبد الله بن هلال عن العلا بن رزين عن محمد بن مسلم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الصبي يسرق قال</w:t>
      </w:r>
      <w:r w:rsidR="00CC15EB">
        <w:rPr>
          <w:rtl/>
        </w:rPr>
        <w:t>:</w:t>
      </w:r>
      <w:r>
        <w:rPr>
          <w:rtl/>
        </w:rPr>
        <w:t xml:space="preserve"> </w:t>
      </w:r>
      <w:r w:rsidRPr="00D95A45">
        <w:rPr>
          <w:rtl/>
        </w:rPr>
        <w:t>ان كان له سبع سنين أو أقل رفع عنه</w:t>
      </w:r>
      <w:r w:rsidR="00CC15EB">
        <w:rPr>
          <w:rtl/>
        </w:rPr>
        <w:t>،</w:t>
      </w:r>
      <w:r>
        <w:rPr>
          <w:rtl/>
        </w:rPr>
        <w:t xml:space="preserve"> </w:t>
      </w:r>
      <w:r w:rsidRPr="00D95A45">
        <w:rPr>
          <w:rtl/>
        </w:rPr>
        <w:t>فان عاد بعد السبع سنين قطعت بنانه أو حكت حتى تدمى</w:t>
      </w:r>
      <w:r w:rsidR="00CC15EB">
        <w:rPr>
          <w:rtl/>
        </w:rPr>
        <w:t>،</w:t>
      </w:r>
      <w:r>
        <w:rPr>
          <w:rtl/>
        </w:rPr>
        <w:t xml:space="preserve"> </w:t>
      </w:r>
      <w:r w:rsidRPr="00D95A45">
        <w:rPr>
          <w:rtl/>
        </w:rPr>
        <w:t>فان عاد قطع منه اسفل من بنانه</w:t>
      </w:r>
      <w:r w:rsidR="00CC15EB">
        <w:rPr>
          <w:rtl/>
        </w:rPr>
        <w:t>،</w:t>
      </w:r>
      <w:r>
        <w:rPr>
          <w:rtl/>
        </w:rPr>
        <w:t xml:space="preserve"> </w:t>
      </w:r>
      <w:r w:rsidRPr="00D95A45">
        <w:rPr>
          <w:rtl/>
        </w:rPr>
        <w:t>فان عاد بعد ذلك وقد بلغ تسع سنين قطع يده ولا يضيع حد من حدود الله عز وجل.</w:t>
      </w:r>
    </w:p>
    <w:p w:rsidR="00AC7755" w:rsidRDefault="00D45E0E" w:rsidP="00AC7755">
      <w:pPr>
        <w:pStyle w:val="libNormal"/>
        <w:rPr>
          <w:rtl/>
        </w:rPr>
      </w:pPr>
      <w:r w:rsidRPr="00D95A45">
        <w:rPr>
          <w:rtl/>
        </w:rPr>
        <w:t>(481) 98</w:t>
      </w:r>
      <w:r w:rsidR="00CC15EB">
        <w:rPr>
          <w:rtl/>
        </w:rPr>
        <w:t xml:space="preserve"> - </w:t>
      </w:r>
      <w:r w:rsidRPr="00D95A45">
        <w:rPr>
          <w:rtl/>
        </w:rPr>
        <w:t xml:space="preserve">عنه عن محمد بن عيسى عن سليمان بن حفص المروزى عن الرجل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تم الغلام ثمان سنين فجائز أمره</w:t>
      </w:r>
      <w:r w:rsidR="00CC15EB">
        <w:rPr>
          <w:rtl/>
        </w:rPr>
        <w:t>،</w:t>
      </w:r>
      <w:r>
        <w:rPr>
          <w:rtl/>
        </w:rPr>
        <w:t xml:space="preserve"> </w:t>
      </w:r>
      <w:r w:rsidRPr="00D95A45">
        <w:rPr>
          <w:rtl/>
        </w:rPr>
        <w:t>وقد وجبت عليه الفرائض والحدود</w:t>
      </w:r>
      <w:r w:rsidR="00CC15EB">
        <w:rPr>
          <w:rtl/>
        </w:rPr>
        <w:t>،</w:t>
      </w:r>
      <w:r>
        <w:rPr>
          <w:rtl/>
        </w:rPr>
        <w:t xml:space="preserve"> </w:t>
      </w:r>
      <w:r w:rsidRPr="00D95A45">
        <w:rPr>
          <w:rtl/>
        </w:rPr>
        <w:t>وإذا تم للجارية تسع سنين فكذلك</w:t>
      </w:r>
    </w:p>
    <w:p w:rsidR="00AC7755" w:rsidRDefault="00D45E0E" w:rsidP="00AC7755">
      <w:pPr>
        <w:pStyle w:val="libNormal"/>
        <w:rPr>
          <w:rtl/>
        </w:rPr>
      </w:pPr>
      <w:r w:rsidRPr="00D95A45">
        <w:rPr>
          <w:rtl/>
        </w:rPr>
        <w:t>(482) 99</w:t>
      </w:r>
      <w:r w:rsidR="00CC15EB">
        <w:rPr>
          <w:rtl/>
        </w:rPr>
        <w:t xml:space="preserve"> - </w:t>
      </w:r>
      <w:r w:rsidRPr="00D95A45">
        <w:rPr>
          <w:rtl/>
        </w:rPr>
        <w:t>حميد بن زياد عن عبيد الله بن احمد النهيكي عن ابن ابى عمير عن عدة من اصحابنا عن محمد بن خالد بن عبد الله القسرى قال</w:t>
      </w:r>
      <w:r w:rsidR="00CC15EB">
        <w:rPr>
          <w:rtl/>
        </w:rPr>
        <w:t>:</w:t>
      </w:r>
      <w:r>
        <w:rPr>
          <w:rtl/>
        </w:rPr>
        <w:t xml:space="preserve"> </w:t>
      </w:r>
      <w:r w:rsidRPr="00D95A45">
        <w:rPr>
          <w:rtl/>
        </w:rPr>
        <w:t xml:space="preserve">كنت على المدينة فاتيت بغلام قد سرق فسالت ابا عبد الله </w:t>
      </w:r>
      <w:r w:rsidR="00AC7755" w:rsidRPr="00AC7755">
        <w:rPr>
          <w:rStyle w:val="libAlaemChar"/>
          <w:rtl/>
        </w:rPr>
        <w:t>عليه‌السلام</w:t>
      </w:r>
      <w:r w:rsidRPr="00D95A45">
        <w:rPr>
          <w:rtl/>
        </w:rPr>
        <w:t xml:space="preserve"> عنه فقال</w:t>
      </w:r>
      <w:r w:rsidR="00CC15EB">
        <w:rPr>
          <w:rtl/>
        </w:rPr>
        <w:t>:</w:t>
      </w:r>
      <w:r>
        <w:rPr>
          <w:rtl/>
        </w:rPr>
        <w:t xml:space="preserve"> </w:t>
      </w:r>
      <w:r w:rsidRPr="00D95A45">
        <w:rPr>
          <w:rtl/>
        </w:rPr>
        <w:t>سله حيث سرق كان يعلم ان عليه في السرقة عقوبة</w:t>
      </w:r>
      <w:r>
        <w:rPr>
          <w:rtl/>
        </w:rPr>
        <w:t>؟</w:t>
      </w:r>
      <w:r w:rsidRPr="00D95A45">
        <w:rPr>
          <w:rtl/>
        </w:rPr>
        <w:t xml:space="preserve"> فان قال نعم فقل له</w:t>
      </w:r>
      <w:r w:rsidR="00CC15EB">
        <w:rPr>
          <w:rtl/>
        </w:rPr>
        <w:t>:</w:t>
      </w:r>
      <w:r>
        <w:rPr>
          <w:rtl/>
        </w:rPr>
        <w:t xml:space="preserve"> </w:t>
      </w:r>
      <w:r w:rsidRPr="00D95A45">
        <w:rPr>
          <w:rtl/>
        </w:rPr>
        <w:t>أي شئ تلك</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478</w:t>
      </w:r>
      <w:r>
        <w:rPr>
          <w:rFonts w:hint="cs"/>
          <w:rtl/>
        </w:rPr>
        <w:t xml:space="preserve"> - </w:t>
      </w:r>
      <w:r w:rsidR="00D45E0E" w:rsidRPr="007277FF">
        <w:rPr>
          <w:rtl/>
        </w:rPr>
        <w:t>479</w:t>
      </w:r>
      <w:r>
        <w:rPr>
          <w:rtl/>
        </w:rPr>
        <w:t xml:space="preserve"> - </w:t>
      </w:r>
      <w:r w:rsidR="00D45E0E" w:rsidRPr="007277FF">
        <w:rPr>
          <w:rtl/>
        </w:rPr>
        <w:t>الكافي ج 2 ص 303 الاستبصار ج 4 ص 248</w:t>
      </w:r>
    </w:p>
    <w:p w:rsidR="00CC15EB" w:rsidRDefault="00CC15EB" w:rsidP="00AC7755">
      <w:pPr>
        <w:pStyle w:val="libFootnote0"/>
        <w:rPr>
          <w:rtl/>
        </w:rPr>
      </w:pPr>
      <w:r>
        <w:rPr>
          <w:rtl/>
        </w:rPr>
        <w:t>-</w:t>
      </w:r>
      <w:r w:rsidR="00D45E0E" w:rsidRPr="007277FF">
        <w:rPr>
          <w:rtl/>
        </w:rPr>
        <w:t xml:space="preserve"> 480</w:t>
      </w:r>
      <w:r>
        <w:rPr>
          <w:rtl/>
        </w:rPr>
        <w:t xml:space="preserve"> - </w:t>
      </w:r>
      <w:r w:rsidR="00D45E0E" w:rsidRPr="007277FF">
        <w:rPr>
          <w:rtl/>
        </w:rPr>
        <w:t>481</w:t>
      </w:r>
      <w:r>
        <w:rPr>
          <w:rtl/>
        </w:rPr>
        <w:t xml:space="preserve"> - </w:t>
      </w:r>
      <w:r w:rsidR="00D45E0E" w:rsidRPr="007277FF">
        <w:rPr>
          <w:rtl/>
        </w:rPr>
        <w:t>الاستبصار ج 4 ص 249 واخرج الاول الصدوق في الفقيه ج 4 ص 4</w:t>
      </w:r>
    </w:p>
    <w:p w:rsidR="00AC7755" w:rsidRDefault="00CC15EB" w:rsidP="00AC7755">
      <w:pPr>
        <w:pStyle w:val="libFootnote0"/>
        <w:rPr>
          <w:rtl/>
        </w:rPr>
      </w:pPr>
      <w:r>
        <w:rPr>
          <w:rtl/>
        </w:rPr>
        <w:t>-</w:t>
      </w:r>
      <w:r w:rsidR="00D45E0E" w:rsidRPr="00DA0376">
        <w:rPr>
          <w:rtl/>
        </w:rPr>
        <w:t xml:space="preserve"> 482</w:t>
      </w:r>
      <w:r>
        <w:rPr>
          <w:rtl/>
        </w:rPr>
        <w:t xml:space="preserve"> - </w:t>
      </w:r>
      <w:r w:rsidR="00D45E0E" w:rsidRPr="00DA0376">
        <w:rPr>
          <w:rtl/>
        </w:rPr>
        <w:t>الاستبصار ج 4 ص 249 الكافي ج 2 ص 303</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العقوبة</w:t>
      </w:r>
      <w:r>
        <w:rPr>
          <w:rtl/>
        </w:rPr>
        <w:t>؟</w:t>
      </w:r>
      <w:r w:rsidRPr="00DA0376">
        <w:rPr>
          <w:rtl/>
        </w:rPr>
        <w:t xml:space="preserve"> فان لم يعلم ان عليه في السرقة قطعا فخل عنه قال</w:t>
      </w:r>
      <w:r w:rsidR="00CC15EB">
        <w:rPr>
          <w:rtl/>
        </w:rPr>
        <w:t>:</w:t>
      </w:r>
      <w:r>
        <w:rPr>
          <w:rtl/>
        </w:rPr>
        <w:t xml:space="preserve"> </w:t>
      </w:r>
      <w:r w:rsidRPr="00DA0376">
        <w:rPr>
          <w:rtl/>
        </w:rPr>
        <w:t>فأخذت الغلام فسألته وقلت له</w:t>
      </w:r>
      <w:r w:rsidR="00CC15EB">
        <w:rPr>
          <w:rtl/>
        </w:rPr>
        <w:t>:</w:t>
      </w:r>
      <w:r>
        <w:rPr>
          <w:rtl/>
        </w:rPr>
        <w:t xml:space="preserve"> </w:t>
      </w:r>
      <w:r w:rsidRPr="00DA0376">
        <w:rPr>
          <w:rtl/>
        </w:rPr>
        <w:t>اكنت تعلم ان في السرقة عقوبة</w:t>
      </w:r>
      <w:r>
        <w:rPr>
          <w:rtl/>
        </w:rPr>
        <w:t>؟</w:t>
      </w:r>
      <w:r w:rsidRPr="00DA0376">
        <w:rPr>
          <w:rtl/>
        </w:rPr>
        <w:t xml:space="preserve"> فقال</w:t>
      </w:r>
      <w:r w:rsidR="00CC15EB">
        <w:rPr>
          <w:rtl/>
        </w:rPr>
        <w:t>:</w:t>
      </w:r>
      <w:r>
        <w:rPr>
          <w:rtl/>
        </w:rPr>
        <w:t xml:space="preserve"> </w:t>
      </w:r>
      <w:r w:rsidRPr="00DA0376">
        <w:rPr>
          <w:rtl/>
        </w:rPr>
        <w:t>نعم قلت</w:t>
      </w:r>
      <w:r w:rsidR="00CC15EB">
        <w:rPr>
          <w:rtl/>
        </w:rPr>
        <w:t>:</w:t>
      </w:r>
      <w:r>
        <w:rPr>
          <w:rtl/>
        </w:rPr>
        <w:t xml:space="preserve"> </w:t>
      </w:r>
      <w:r w:rsidRPr="00DA0376">
        <w:rPr>
          <w:rtl/>
        </w:rPr>
        <w:t>أي شئ</w:t>
      </w:r>
      <w:r>
        <w:rPr>
          <w:rtl/>
        </w:rPr>
        <w:t>؟</w:t>
      </w:r>
      <w:r w:rsidRPr="00DA0376">
        <w:rPr>
          <w:rtl/>
        </w:rPr>
        <w:t xml:space="preserve"> قال</w:t>
      </w:r>
      <w:r w:rsidR="00CC15EB">
        <w:rPr>
          <w:rtl/>
        </w:rPr>
        <w:t>:</w:t>
      </w:r>
      <w:r>
        <w:rPr>
          <w:rtl/>
        </w:rPr>
        <w:t xml:space="preserve"> </w:t>
      </w:r>
      <w:r w:rsidRPr="00DA0376">
        <w:rPr>
          <w:rtl/>
        </w:rPr>
        <w:t>الضرب فخليت عنه.</w:t>
      </w:r>
    </w:p>
    <w:p w:rsidR="00AC7755" w:rsidRDefault="00D45E0E" w:rsidP="00AC7755">
      <w:pPr>
        <w:pStyle w:val="libNormal"/>
        <w:rPr>
          <w:rtl/>
        </w:rPr>
      </w:pPr>
      <w:r w:rsidRPr="00D95A45">
        <w:rPr>
          <w:rtl/>
        </w:rPr>
        <w:t>(483) 100</w:t>
      </w:r>
      <w:r w:rsidR="00CC15EB">
        <w:rPr>
          <w:rtl/>
        </w:rPr>
        <w:t xml:space="preserve"> - </w:t>
      </w:r>
      <w:r w:rsidRPr="00D95A45">
        <w:rPr>
          <w:rtl/>
        </w:rPr>
        <w:t>الحسين بن سعيد عن عثمان بن عيسى عن سماعة قال</w:t>
      </w:r>
      <w:r w:rsidR="00CC15EB">
        <w:rPr>
          <w:rtl/>
        </w:rPr>
        <w:t>:</w:t>
      </w:r>
      <w:r>
        <w:rPr>
          <w:rtl/>
        </w:rPr>
        <w:t xml:space="preserve"> </w:t>
      </w:r>
      <w:r w:rsidRPr="00D95A45">
        <w:rPr>
          <w:rtl/>
        </w:rPr>
        <w:t xml:space="preserve">إذا سرق الصبي ولم يبلغ الحلم قطعت انامله وقال أبو عبد الله </w:t>
      </w:r>
      <w:r w:rsidR="00AC7755" w:rsidRPr="00AC7755">
        <w:rPr>
          <w:rStyle w:val="libAlaemChar"/>
          <w:rtl/>
        </w:rPr>
        <w:t>عليه‌السلام</w:t>
      </w:r>
      <w:r w:rsidR="00CC15EB">
        <w:rPr>
          <w:rtl/>
        </w:rPr>
        <w:t>:</w:t>
      </w:r>
      <w:r>
        <w:rPr>
          <w:rtl/>
        </w:rPr>
        <w:t xml:space="preserve"> </w:t>
      </w:r>
      <w:r w:rsidRPr="00D95A45">
        <w:rPr>
          <w:rtl/>
        </w:rPr>
        <w:t xml:space="preserve">اتي امير المؤمنين </w:t>
      </w:r>
      <w:r w:rsidR="00AC7755" w:rsidRPr="00AC7755">
        <w:rPr>
          <w:rStyle w:val="libAlaemChar"/>
          <w:rtl/>
        </w:rPr>
        <w:t>عليه‌السلام</w:t>
      </w:r>
      <w:r w:rsidRPr="00D95A45">
        <w:rPr>
          <w:rtl/>
        </w:rPr>
        <w:t xml:space="preserve"> بغلام قد سرق ولم يبلغ الحلم فقطع من لحم اطراف اصابعه ثم قال</w:t>
      </w:r>
      <w:r w:rsidR="00CC15EB">
        <w:rPr>
          <w:rtl/>
        </w:rPr>
        <w:t>:</w:t>
      </w:r>
      <w:r>
        <w:rPr>
          <w:rtl/>
        </w:rPr>
        <w:t xml:space="preserve"> </w:t>
      </w:r>
      <w:r w:rsidRPr="00D95A45">
        <w:rPr>
          <w:rtl/>
        </w:rPr>
        <w:t>ان عدت قطعت يدك.</w:t>
      </w:r>
    </w:p>
    <w:p w:rsidR="00AC7755" w:rsidRDefault="00D45E0E" w:rsidP="00AC7755">
      <w:pPr>
        <w:pStyle w:val="libNormal"/>
        <w:rPr>
          <w:rtl/>
        </w:rPr>
      </w:pPr>
      <w:r w:rsidRPr="00D95A45">
        <w:rPr>
          <w:rtl/>
        </w:rPr>
        <w:t>(484) 101</w:t>
      </w:r>
      <w:r w:rsidR="00CC15EB">
        <w:rPr>
          <w:rtl/>
        </w:rPr>
        <w:t xml:space="preserve"> - </w:t>
      </w:r>
      <w:r w:rsidRPr="00D95A45">
        <w:rPr>
          <w:rtl/>
        </w:rPr>
        <w:t xml:space="preserve">عنه عن القاسم بن محمد عن عبد الصمد بن بشير عن اسحاق بن عمار عن ابي الحسن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 الصبي يسرق قال</w:t>
      </w:r>
      <w:r w:rsidR="00CC15EB">
        <w:rPr>
          <w:rtl/>
        </w:rPr>
        <w:t>:</w:t>
      </w:r>
      <w:r>
        <w:rPr>
          <w:rtl/>
        </w:rPr>
        <w:t xml:space="preserve"> </w:t>
      </w:r>
      <w:r w:rsidRPr="00D95A45">
        <w:rPr>
          <w:rtl/>
        </w:rPr>
        <w:t>يعفى عنه مرتين</w:t>
      </w:r>
      <w:r w:rsidR="00CC15EB">
        <w:rPr>
          <w:rtl/>
        </w:rPr>
        <w:t>،</w:t>
      </w:r>
      <w:r>
        <w:rPr>
          <w:rtl/>
        </w:rPr>
        <w:t xml:space="preserve"> </w:t>
      </w:r>
      <w:r w:rsidRPr="00D95A45">
        <w:rPr>
          <w:rtl/>
        </w:rPr>
        <w:t>فان عاد الثالثة قطعت انامله</w:t>
      </w:r>
      <w:r w:rsidR="00CC15EB">
        <w:rPr>
          <w:rtl/>
        </w:rPr>
        <w:t>،</w:t>
      </w:r>
      <w:r>
        <w:rPr>
          <w:rtl/>
        </w:rPr>
        <w:t xml:space="preserve"> </w:t>
      </w:r>
      <w:r w:rsidRPr="00D95A45">
        <w:rPr>
          <w:rtl/>
        </w:rPr>
        <w:t>فان عاد قطع المفصل الثاني</w:t>
      </w:r>
      <w:r w:rsidR="00CC15EB">
        <w:rPr>
          <w:rtl/>
        </w:rPr>
        <w:t>،</w:t>
      </w:r>
      <w:r>
        <w:rPr>
          <w:rtl/>
        </w:rPr>
        <w:t xml:space="preserve"> </w:t>
      </w:r>
      <w:r w:rsidRPr="00D95A45">
        <w:rPr>
          <w:rtl/>
        </w:rPr>
        <w:t>فان عاد قطع المفصل الثالث وتركت راحته وإبهامه.</w:t>
      </w:r>
    </w:p>
    <w:p w:rsidR="00AC7755" w:rsidRDefault="00D45E0E" w:rsidP="00AC7755">
      <w:pPr>
        <w:pStyle w:val="libNormal"/>
        <w:rPr>
          <w:rtl/>
        </w:rPr>
      </w:pPr>
      <w:r w:rsidRPr="00D95A45">
        <w:rPr>
          <w:rtl/>
        </w:rPr>
        <w:t>(485) 102</w:t>
      </w:r>
      <w:r w:rsidR="00CC15EB">
        <w:rPr>
          <w:rtl/>
        </w:rPr>
        <w:t xml:space="preserve"> - </w:t>
      </w:r>
      <w:r w:rsidRPr="00D95A45">
        <w:rPr>
          <w:rtl/>
        </w:rPr>
        <w:t xml:space="preserve">عنه عن فضالة عن اسماعيل بن أبى زياد عن ابى عبد الله عن ابيه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اتي امير المؤمنين </w:t>
      </w:r>
      <w:r w:rsidR="00AC7755" w:rsidRPr="00AC7755">
        <w:rPr>
          <w:rStyle w:val="libAlaemChar"/>
          <w:rtl/>
        </w:rPr>
        <w:t>عليه‌السلام</w:t>
      </w:r>
      <w:r w:rsidRPr="00D95A45">
        <w:rPr>
          <w:rtl/>
        </w:rPr>
        <w:t xml:space="preserve"> بجارية لم تحض قد سرقت فضربها اسواطا ولم يقطعها.</w:t>
      </w:r>
    </w:p>
    <w:p w:rsidR="00AC7755" w:rsidRDefault="00D45E0E" w:rsidP="00AC7755">
      <w:pPr>
        <w:pStyle w:val="libNormal"/>
        <w:rPr>
          <w:rtl/>
        </w:rPr>
      </w:pPr>
      <w:r w:rsidRPr="00D95A45">
        <w:rPr>
          <w:rtl/>
        </w:rPr>
        <w:t>(486) 103</w:t>
      </w:r>
      <w:r w:rsidR="00CC15EB">
        <w:rPr>
          <w:rtl/>
        </w:rPr>
        <w:t xml:space="preserve"> - </w:t>
      </w:r>
      <w:r w:rsidRPr="00D95A45">
        <w:rPr>
          <w:rtl/>
        </w:rPr>
        <w:t>علي بن ابراهيم عن ابيه عن ابن ابى عمير رواه عن ابى عبيدة الحذاء قال</w:t>
      </w:r>
      <w:r w:rsidR="00CC15EB">
        <w:rPr>
          <w:rtl/>
        </w:rPr>
        <w:t>:</w:t>
      </w:r>
      <w:r>
        <w:rPr>
          <w:rtl/>
        </w:rPr>
        <w:t xml:space="preserve"> </w:t>
      </w:r>
      <w:r w:rsidRPr="00D95A45">
        <w:rPr>
          <w:rtl/>
        </w:rPr>
        <w:t xml:space="preserve">قال أبو جعفر </w:t>
      </w:r>
      <w:r w:rsidR="00AC7755" w:rsidRPr="00AC7755">
        <w:rPr>
          <w:rStyle w:val="libAlaemChar"/>
          <w:rtl/>
        </w:rPr>
        <w:t>عليه‌السلام</w:t>
      </w:r>
      <w:r w:rsidR="00CC15EB">
        <w:rPr>
          <w:rtl/>
        </w:rPr>
        <w:t>:</w:t>
      </w:r>
      <w:r>
        <w:rPr>
          <w:rtl/>
        </w:rPr>
        <w:t xml:space="preserve"> </w:t>
      </w:r>
      <w:r w:rsidRPr="00D95A45">
        <w:rPr>
          <w:rtl/>
        </w:rPr>
        <w:t>لو وجدت رجلا من العجم أقر بجملة الاسلام لم يأته شئ من التفسير زنى أو سرق أو شرب الخمر لم اقم عليه الحد إذا جهله الا أن تقوم عليه البينة انه قد اقر بذلك وعرفه.</w:t>
      </w:r>
    </w:p>
    <w:p w:rsidR="00AC7755" w:rsidRDefault="00D45E0E" w:rsidP="00AC7755">
      <w:pPr>
        <w:pStyle w:val="libNormal"/>
        <w:rPr>
          <w:rtl/>
        </w:rPr>
      </w:pPr>
      <w:r w:rsidRPr="00D95A45">
        <w:rPr>
          <w:rtl/>
        </w:rPr>
        <w:t>(487) 104</w:t>
      </w:r>
      <w:r w:rsidR="00CC15EB">
        <w:rPr>
          <w:rtl/>
        </w:rPr>
        <w:t xml:space="preserve"> - </w:t>
      </w:r>
      <w:r w:rsidRPr="00D95A45">
        <w:rPr>
          <w:rtl/>
        </w:rPr>
        <w:t>احمد بن محمد عن الحسين بن سعيد عن الحسن عن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483</w:t>
      </w:r>
      <w:r>
        <w:rPr>
          <w:rtl/>
        </w:rPr>
        <w:t xml:space="preserve"> - </w:t>
      </w:r>
      <w:r w:rsidR="00D45E0E" w:rsidRPr="00D95A45">
        <w:rPr>
          <w:rtl/>
        </w:rPr>
        <w:t>الاستبصار ج 4 ص 248</w:t>
      </w:r>
    </w:p>
    <w:p w:rsidR="00CC15EB" w:rsidRDefault="00CC15EB" w:rsidP="00AC7755">
      <w:pPr>
        <w:pStyle w:val="libFootnote0"/>
        <w:rPr>
          <w:rtl/>
        </w:rPr>
      </w:pPr>
      <w:r>
        <w:rPr>
          <w:rtl/>
        </w:rPr>
        <w:t>-</w:t>
      </w:r>
      <w:r w:rsidR="00D45E0E" w:rsidRPr="007277FF">
        <w:rPr>
          <w:rtl/>
        </w:rPr>
        <w:t xml:space="preserve"> 485</w:t>
      </w:r>
      <w:r>
        <w:rPr>
          <w:rtl/>
        </w:rPr>
        <w:t xml:space="preserve"> - </w:t>
      </w:r>
      <w:r w:rsidR="00D45E0E" w:rsidRPr="007277FF">
        <w:rPr>
          <w:rtl/>
        </w:rPr>
        <w:t>الكافي ج 2 ص 303</w:t>
      </w:r>
    </w:p>
    <w:p w:rsidR="00AC7755" w:rsidRDefault="00CC15EB" w:rsidP="00AC7755">
      <w:pPr>
        <w:pStyle w:val="libFootnote0"/>
        <w:rPr>
          <w:rtl/>
        </w:rPr>
      </w:pPr>
      <w:r>
        <w:rPr>
          <w:rtl/>
        </w:rPr>
        <w:t>-</w:t>
      </w:r>
      <w:r w:rsidR="00D45E0E" w:rsidRPr="00DA0376">
        <w:rPr>
          <w:rtl/>
        </w:rPr>
        <w:t xml:space="preserve"> 486</w:t>
      </w:r>
      <w:r>
        <w:rPr>
          <w:rtl/>
        </w:rPr>
        <w:t xml:space="preserve"> - </w:t>
      </w:r>
      <w:r w:rsidR="00D45E0E" w:rsidRPr="00DA0376">
        <w:rPr>
          <w:rtl/>
        </w:rPr>
        <w:t>487</w:t>
      </w:r>
      <w:r>
        <w:rPr>
          <w:rtl/>
        </w:rPr>
        <w:t xml:space="preserve"> - </w:t>
      </w:r>
      <w:r w:rsidR="00D45E0E" w:rsidRPr="00DA0376">
        <w:rPr>
          <w:rtl/>
        </w:rPr>
        <w:t>الكافي ج 2 ص 308</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زرعة عن سماعة عن ابى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 xml:space="preserve">قضى امير المؤمنين </w:t>
      </w:r>
      <w:r w:rsidR="00AC7755" w:rsidRPr="00AC7755">
        <w:rPr>
          <w:rStyle w:val="libAlaemChar"/>
          <w:rtl/>
        </w:rPr>
        <w:t>عليه‌السلام</w:t>
      </w:r>
      <w:r w:rsidRPr="00DA0376">
        <w:rPr>
          <w:rtl/>
        </w:rPr>
        <w:t xml:space="preserve"> فيمن قتل وشرب خمرا وسرق فاقام عليه الحد فجلده لشربه الخمر وقطع يده في سرقته وقتله لقتله.</w:t>
      </w:r>
    </w:p>
    <w:p w:rsidR="00AC7755" w:rsidRDefault="00D45E0E" w:rsidP="00AC7755">
      <w:pPr>
        <w:pStyle w:val="libNormal"/>
        <w:rPr>
          <w:rtl/>
        </w:rPr>
      </w:pPr>
      <w:r w:rsidRPr="00D95A45">
        <w:rPr>
          <w:rtl/>
        </w:rPr>
        <w:t>(488) 105</w:t>
      </w:r>
      <w:r w:rsidR="00CC15EB">
        <w:rPr>
          <w:rtl/>
        </w:rPr>
        <w:t xml:space="preserve"> - </w:t>
      </w:r>
      <w:r w:rsidRPr="00D95A45">
        <w:rPr>
          <w:rtl/>
        </w:rPr>
        <w:t xml:space="preserve">ابن محبوب عن عبد الله بن سنان عن ابن بكير عن ابى عبد الله </w:t>
      </w:r>
      <w:r w:rsidR="00AC7755" w:rsidRPr="00AC7755">
        <w:rPr>
          <w:rStyle w:val="libAlaemChar"/>
          <w:rtl/>
        </w:rPr>
        <w:t>عليه‌السلام</w:t>
      </w:r>
      <w:r w:rsidRPr="00D95A45">
        <w:rPr>
          <w:rtl/>
        </w:rPr>
        <w:t xml:space="preserve"> في رجل اجتمعت عليه حدود فيها القتل قال</w:t>
      </w:r>
      <w:r w:rsidR="00CC15EB">
        <w:rPr>
          <w:rtl/>
        </w:rPr>
        <w:t>:</w:t>
      </w:r>
      <w:r>
        <w:rPr>
          <w:rtl/>
        </w:rPr>
        <w:t xml:space="preserve"> </w:t>
      </w:r>
      <w:r w:rsidRPr="00D95A45">
        <w:rPr>
          <w:rtl/>
        </w:rPr>
        <w:t>يبدأ بالحدود التى هي دون القتل ثم يقتل بعد.</w:t>
      </w:r>
    </w:p>
    <w:p w:rsidR="00AC7755" w:rsidRDefault="00D45E0E" w:rsidP="00AC7755">
      <w:pPr>
        <w:pStyle w:val="libNormal"/>
        <w:rPr>
          <w:rtl/>
        </w:rPr>
      </w:pPr>
      <w:r w:rsidRPr="00D95A45">
        <w:rPr>
          <w:rtl/>
        </w:rPr>
        <w:t>(489) 106</w:t>
      </w:r>
      <w:r w:rsidR="00CC15EB">
        <w:rPr>
          <w:rtl/>
        </w:rPr>
        <w:t xml:space="preserve"> - </w:t>
      </w:r>
      <w:r w:rsidRPr="00D95A45">
        <w:rPr>
          <w:rtl/>
        </w:rPr>
        <w:t xml:space="preserve">الحسن بن محبوب عن عبد الله بن سنان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السارق إذا جاء من قبل نفسه تائبا الى الله ورد سرقته على صاحبها فلا قطع عليه.</w:t>
      </w:r>
    </w:p>
    <w:p w:rsidR="00AC7755" w:rsidRDefault="00D45E0E" w:rsidP="00AC7755">
      <w:pPr>
        <w:pStyle w:val="libNormal"/>
        <w:rPr>
          <w:rtl/>
        </w:rPr>
      </w:pPr>
      <w:r w:rsidRPr="00D95A45">
        <w:rPr>
          <w:rtl/>
        </w:rPr>
        <w:t>(490) 107</w:t>
      </w:r>
      <w:r w:rsidR="00CC15EB">
        <w:rPr>
          <w:rtl/>
        </w:rPr>
        <w:t xml:space="preserve"> - </w:t>
      </w:r>
      <w:r w:rsidRPr="00D95A45">
        <w:rPr>
          <w:rtl/>
        </w:rPr>
        <w:t xml:space="preserve">احمد بن محمد عن ابن ابى عمير عن جميل بن دراج عن رجل عن احدهما </w:t>
      </w:r>
      <w:r w:rsidR="00AC7755" w:rsidRPr="00AC7755">
        <w:rPr>
          <w:rStyle w:val="libAlaemChar"/>
          <w:rtl/>
        </w:rPr>
        <w:t>عليه‌السلام</w:t>
      </w:r>
      <w:r w:rsidRPr="00D95A45">
        <w:rPr>
          <w:rtl/>
        </w:rPr>
        <w:t xml:space="preserve"> في رجل سرق أو شرب الخمر أو زنى فلم يعلم بذلك منه ولم يؤخذ حتى تاب وصلح فقال</w:t>
      </w:r>
      <w:r w:rsidR="00CC15EB">
        <w:rPr>
          <w:rtl/>
        </w:rPr>
        <w:t>:</w:t>
      </w:r>
      <w:r>
        <w:rPr>
          <w:rtl/>
        </w:rPr>
        <w:t xml:space="preserve"> </w:t>
      </w:r>
      <w:r w:rsidRPr="00D95A45">
        <w:rPr>
          <w:rtl/>
        </w:rPr>
        <w:t>إذا صلح وعرف منه أمر جميل لم يقم عليه الحد قال محمد ابن ابى عمير</w:t>
      </w:r>
      <w:r w:rsidR="00CC15EB">
        <w:rPr>
          <w:rtl/>
        </w:rPr>
        <w:t>:</w:t>
      </w:r>
      <w:r>
        <w:rPr>
          <w:rtl/>
        </w:rPr>
        <w:t xml:space="preserve"> </w:t>
      </w:r>
      <w:r w:rsidRPr="00D95A45">
        <w:rPr>
          <w:rtl/>
        </w:rPr>
        <w:t>قلت</w:t>
      </w:r>
      <w:r w:rsidR="00CC15EB">
        <w:rPr>
          <w:rtl/>
        </w:rPr>
        <w:t>:</w:t>
      </w:r>
      <w:r>
        <w:rPr>
          <w:rtl/>
        </w:rPr>
        <w:t xml:space="preserve"> </w:t>
      </w:r>
      <w:r w:rsidRPr="00D95A45">
        <w:rPr>
          <w:rtl/>
        </w:rPr>
        <w:t>فان كان امرا قريبا لم يقم</w:t>
      </w:r>
      <w:r>
        <w:rPr>
          <w:rtl/>
        </w:rPr>
        <w:t>؟</w:t>
      </w:r>
      <w:r w:rsidRPr="00D95A45">
        <w:rPr>
          <w:rtl/>
        </w:rPr>
        <w:t xml:space="preserve"> قال</w:t>
      </w:r>
      <w:r w:rsidR="00CC15EB">
        <w:rPr>
          <w:rtl/>
        </w:rPr>
        <w:t>:</w:t>
      </w:r>
      <w:r>
        <w:rPr>
          <w:rtl/>
        </w:rPr>
        <w:t xml:space="preserve"> </w:t>
      </w:r>
      <w:r w:rsidRPr="00D95A45">
        <w:rPr>
          <w:rtl/>
        </w:rPr>
        <w:t>لو كان خمسة اشهر أو اقل وقد ظهر منه امر جميل لم يقم عليه الحدود</w:t>
      </w:r>
      <w:r w:rsidR="00CC15EB">
        <w:rPr>
          <w:rtl/>
        </w:rPr>
        <w:t>،</w:t>
      </w:r>
      <w:r>
        <w:rPr>
          <w:rtl/>
        </w:rPr>
        <w:t xml:space="preserve"> </w:t>
      </w:r>
      <w:r w:rsidRPr="00D95A45">
        <w:rPr>
          <w:rtl/>
        </w:rPr>
        <w:t xml:space="preserve">روى ذلك عن بعض اصحابنا عن احدهما </w:t>
      </w:r>
      <w:r w:rsidR="00AC7755" w:rsidRPr="00AC7755">
        <w:rPr>
          <w:rStyle w:val="libAlaemChar"/>
          <w:rtl/>
        </w:rPr>
        <w:t>عليه‌السلام</w:t>
      </w:r>
      <w:r w:rsidRPr="00D95A45">
        <w:rPr>
          <w:rtl/>
        </w:rPr>
        <w:t>.</w:t>
      </w:r>
    </w:p>
    <w:p w:rsidR="00AC7755" w:rsidRDefault="00D45E0E" w:rsidP="00AC7755">
      <w:pPr>
        <w:pStyle w:val="libNormal"/>
        <w:rPr>
          <w:rtl/>
        </w:rPr>
      </w:pPr>
      <w:r w:rsidRPr="00D95A45">
        <w:rPr>
          <w:rtl/>
        </w:rPr>
        <w:t>(491) 108</w:t>
      </w:r>
      <w:r w:rsidR="00CC15EB">
        <w:rPr>
          <w:rtl/>
        </w:rPr>
        <w:t xml:space="preserve"> - </w:t>
      </w:r>
      <w:r w:rsidRPr="00D95A45">
        <w:rPr>
          <w:rtl/>
        </w:rPr>
        <w:t xml:space="preserve">احمد بن محمد عن علي بن حديد عن جميل بن دراج عن بعض اصحابنا عن احدهما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يقطع السارق حتى يقر بالسرقة مرتين فان رجع ضمن السرقة ولم يقطع إذا لم يكن شهود</w:t>
      </w:r>
      <w:r w:rsidR="00CC15EB">
        <w:rPr>
          <w:rtl/>
        </w:rPr>
        <w:t>،</w:t>
      </w:r>
      <w:r>
        <w:rPr>
          <w:rtl/>
        </w:rPr>
        <w:t xml:space="preserve"> </w:t>
      </w:r>
      <w:r w:rsidRPr="00D95A45">
        <w:rPr>
          <w:rtl/>
        </w:rPr>
        <w:t>وقال</w:t>
      </w:r>
      <w:r w:rsidR="00CC15EB">
        <w:rPr>
          <w:rtl/>
        </w:rPr>
        <w:t>:</w:t>
      </w:r>
      <w:r>
        <w:rPr>
          <w:rtl/>
        </w:rPr>
        <w:t xml:space="preserve"> </w:t>
      </w:r>
      <w:r w:rsidRPr="00D95A45">
        <w:rPr>
          <w:rtl/>
        </w:rPr>
        <w:t>لا يرجم الزانى حتى يقر اربع مرات إذا لم يكن شهود فإن رجع ترك ولم يرجم.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488</w:t>
      </w:r>
      <w:r>
        <w:rPr>
          <w:rtl/>
        </w:rPr>
        <w:t xml:space="preserve"> - </w:t>
      </w:r>
      <w:r w:rsidR="00D45E0E" w:rsidRPr="00D95A45">
        <w:rPr>
          <w:rtl/>
        </w:rPr>
        <w:t>الكافي ج 2 ص 308</w:t>
      </w:r>
    </w:p>
    <w:p w:rsidR="00CC15EB" w:rsidRDefault="00CC15EB" w:rsidP="00AC7755">
      <w:pPr>
        <w:pStyle w:val="libFootnote0"/>
        <w:rPr>
          <w:rtl/>
        </w:rPr>
      </w:pPr>
      <w:r>
        <w:rPr>
          <w:rtl/>
        </w:rPr>
        <w:t>-</w:t>
      </w:r>
      <w:r w:rsidR="00D45E0E" w:rsidRPr="007277FF">
        <w:rPr>
          <w:rtl/>
        </w:rPr>
        <w:t xml:space="preserve"> 489</w:t>
      </w:r>
      <w:r>
        <w:rPr>
          <w:rtl/>
        </w:rPr>
        <w:t xml:space="preserve"> - </w:t>
      </w:r>
      <w:r w:rsidR="00D45E0E" w:rsidRPr="007277FF">
        <w:rPr>
          <w:rtl/>
        </w:rPr>
        <w:t>الكافي ج 2 ص 299</w:t>
      </w:r>
    </w:p>
    <w:p w:rsidR="00CC15EB" w:rsidRDefault="00CC15EB" w:rsidP="00AC7755">
      <w:pPr>
        <w:pStyle w:val="libFootnote0"/>
        <w:rPr>
          <w:rtl/>
        </w:rPr>
      </w:pPr>
      <w:r>
        <w:rPr>
          <w:rtl/>
        </w:rPr>
        <w:t>-</w:t>
      </w:r>
      <w:r w:rsidR="00D45E0E" w:rsidRPr="007277FF">
        <w:rPr>
          <w:rtl/>
        </w:rPr>
        <w:t xml:space="preserve"> 490</w:t>
      </w:r>
      <w:r>
        <w:rPr>
          <w:rtl/>
        </w:rPr>
        <w:t xml:space="preserve"> - </w:t>
      </w:r>
      <w:r w:rsidR="00D45E0E" w:rsidRPr="007277FF">
        <w:rPr>
          <w:rtl/>
        </w:rPr>
        <w:t>الكافي ج 2 ص 308</w:t>
      </w:r>
    </w:p>
    <w:p w:rsidR="00AC7755" w:rsidRDefault="00CC15EB" w:rsidP="00AC7755">
      <w:pPr>
        <w:pStyle w:val="libFootnote0"/>
        <w:rPr>
          <w:rtl/>
        </w:rPr>
      </w:pPr>
      <w:r>
        <w:rPr>
          <w:rtl/>
        </w:rPr>
        <w:t>-</w:t>
      </w:r>
      <w:r w:rsidR="00D45E0E" w:rsidRPr="00DA0376">
        <w:rPr>
          <w:rtl/>
        </w:rPr>
        <w:t xml:space="preserve"> 491</w:t>
      </w:r>
      <w:r>
        <w:rPr>
          <w:rtl/>
        </w:rPr>
        <w:t xml:space="preserve"> - </w:t>
      </w:r>
      <w:r w:rsidR="00D45E0E" w:rsidRPr="00DA0376">
        <w:rPr>
          <w:rtl/>
        </w:rPr>
        <w:t>الاستبصار ج 4 ص 250 الكافي ج 2 ص 299 الفقيه ج 4 ص 43 وفيه صدر الحديث</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(492) 109</w:t>
      </w:r>
      <w:r w:rsidR="00CC15EB">
        <w:rPr>
          <w:rtl/>
        </w:rPr>
        <w:t xml:space="preserve"> - </w:t>
      </w:r>
      <w:r w:rsidRPr="00D95A45">
        <w:rPr>
          <w:rtl/>
        </w:rPr>
        <w:t xml:space="preserve">احمد بن محمد عن ابن محبوب عن ابان عن الحلبي عن ابى عبد الله </w:t>
      </w:r>
      <w:r w:rsidR="00AC7755" w:rsidRPr="00AC7755">
        <w:rPr>
          <w:rStyle w:val="libAlaemChar"/>
          <w:rtl/>
        </w:rPr>
        <w:t>عليه‌السلام</w:t>
      </w:r>
      <w:r w:rsidRPr="00D95A45">
        <w:rPr>
          <w:rtl/>
        </w:rPr>
        <w:t xml:space="preserve"> في رجل أقر على نفسه بحد ثم جحد بعد فقال</w:t>
      </w:r>
      <w:r w:rsidR="00CC15EB">
        <w:rPr>
          <w:rtl/>
        </w:rPr>
        <w:t>:</w:t>
      </w:r>
      <w:r>
        <w:rPr>
          <w:rtl/>
        </w:rPr>
        <w:t xml:space="preserve"> </w:t>
      </w:r>
      <w:r w:rsidRPr="00D95A45">
        <w:rPr>
          <w:rtl/>
        </w:rPr>
        <w:t>إذا اقر على نفسه عند الامام انه سرق ثم جحد قطعت يده وان رغم انفه</w:t>
      </w:r>
      <w:r w:rsidR="00CC15EB">
        <w:rPr>
          <w:rtl/>
        </w:rPr>
        <w:t>،</w:t>
      </w:r>
      <w:r>
        <w:rPr>
          <w:rtl/>
        </w:rPr>
        <w:t xml:space="preserve"> </w:t>
      </w:r>
      <w:r w:rsidRPr="00D95A45">
        <w:rPr>
          <w:rtl/>
        </w:rPr>
        <w:t>وان اقر على نفسه انه شرب خمرا أو بفرية فاجلدوه ثمانين جلدة قلت</w:t>
      </w:r>
      <w:r w:rsidR="00CC15EB">
        <w:rPr>
          <w:rtl/>
        </w:rPr>
        <w:t>:</w:t>
      </w:r>
      <w:r>
        <w:rPr>
          <w:rtl/>
        </w:rPr>
        <w:t xml:space="preserve"> </w:t>
      </w:r>
      <w:r w:rsidRPr="00D95A45">
        <w:rPr>
          <w:rtl/>
        </w:rPr>
        <w:t>فان اقر على نفسه بحد يجب فيه الرجم اكنت راجمه</w:t>
      </w:r>
      <w:r>
        <w:rPr>
          <w:rtl/>
        </w:rPr>
        <w:t>؟</w:t>
      </w:r>
      <w:r w:rsidRPr="00D95A45">
        <w:rPr>
          <w:rtl/>
        </w:rPr>
        <w:t xml:space="preserve"> قال</w:t>
      </w:r>
      <w:r w:rsidR="00CC15EB">
        <w:rPr>
          <w:rtl/>
        </w:rPr>
        <w:t>:</w:t>
      </w:r>
      <w:r>
        <w:rPr>
          <w:rtl/>
        </w:rPr>
        <w:t xml:space="preserve"> </w:t>
      </w:r>
      <w:r w:rsidRPr="00D95A45">
        <w:rPr>
          <w:rtl/>
        </w:rPr>
        <w:t>لا ولكن كنت ضاربه الحد.</w:t>
      </w:r>
    </w:p>
    <w:p w:rsidR="00AC7755" w:rsidRDefault="00D45E0E" w:rsidP="00AC7755">
      <w:pPr>
        <w:pStyle w:val="libNormal"/>
        <w:rPr>
          <w:rtl/>
        </w:rPr>
      </w:pPr>
      <w:r w:rsidRPr="00D95A45">
        <w:rPr>
          <w:rtl/>
        </w:rPr>
        <w:t>(493) 110</w:t>
      </w:r>
      <w:r w:rsidR="00CC15EB">
        <w:rPr>
          <w:rtl/>
        </w:rPr>
        <w:t xml:space="preserve"> - </w:t>
      </w:r>
      <w:r w:rsidRPr="00D95A45">
        <w:rPr>
          <w:rtl/>
        </w:rPr>
        <w:t xml:space="preserve">احمد بن محمد عن عثمان بن عيسى عن سماعة ابن مهران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من اخذ سارقا فعفى عنه فذلك له</w:t>
      </w:r>
      <w:r w:rsidR="00CC15EB">
        <w:rPr>
          <w:rtl/>
        </w:rPr>
        <w:t>،</w:t>
      </w:r>
      <w:r>
        <w:rPr>
          <w:rtl/>
        </w:rPr>
        <w:t xml:space="preserve"> </w:t>
      </w:r>
      <w:r w:rsidRPr="00D95A45">
        <w:rPr>
          <w:rtl/>
        </w:rPr>
        <w:t xml:space="preserve">فإذا رفع الى الامام قطعه فان قال الذي سرق منه انا أهب له لم يدعه الامام حتى يقطعه إذا رفعه إليه وانما الهبة قبل ان يرفع إلى الامام وذلك قول الله عز وجل </w:t>
      </w:r>
      <w:r w:rsidR="00AC7755" w:rsidRPr="00AC7755">
        <w:rPr>
          <w:rStyle w:val="libAlaemChar"/>
          <w:rFonts w:hint="cs"/>
          <w:rtl/>
        </w:rPr>
        <w:t>(</w:t>
      </w:r>
      <w:r w:rsidRPr="00AC7755">
        <w:rPr>
          <w:rStyle w:val="libAieChar"/>
          <w:rtl/>
        </w:rPr>
        <w:t xml:space="preserve"> والحافظون لحدود الله </w:t>
      </w:r>
      <w:r w:rsidRPr="00AC7755">
        <w:rPr>
          <w:rStyle w:val="libAlaemChar"/>
          <w:rFonts w:hint="cs"/>
          <w:rtl/>
        </w:rPr>
        <w:t>)</w:t>
      </w:r>
      <w:r w:rsidRPr="00AC7755">
        <w:rPr>
          <w:rStyle w:val="libFootnotenumChar"/>
          <w:rtl/>
        </w:rPr>
        <w:t xml:space="preserve"> (1) </w:t>
      </w:r>
      <w:r w:rsidRPr="00D95A45">
        <w:rPr>
          <w:rtl/>
        </w:rPr>
        <w:t>فإذا انتهى الى الامام فليس لاحد ان يتركه.</w:t>
      </w:r>
    </w:p>
    <w:p w:rsidR="00AC7755" w:rsidRDefault="00D45E0E" w:rsidP="00AC7755">
      <w:pPr>
        <w:pStyle w:val="libNormal"/>
        <w:rPr>
          <w:rtl/>
        </w:rPr>
      </w:pPr>
      <w:r w:rsidRPr="00D95A45">
        <w:rPr>
          <w:rtl/>
        </w:rPr>
        <w:t>(494) 111</w:t>
      </w:r>
      <w:r w:rsidR="00CC15EB">
        <w:rPr>
          <w:rtl/>
        </w:rPr>
        <w:t xml:space="preserve"> - </w:t>
      </w:r>
      <w:r w:rsidRPr="00D95A45">
        <w:rPr>
          <w:rtl/>
        </w:rPr>
        <w:t xml:space="preserve">علي عن ابيه عن ابن ابى عمير عن حماد عن الحلبي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الرجل يأخذ اللص يرفعه أو يتركه</w:t>
      </w:r>
      <w:r>
        <w:rPr>
          <w:rtl/>
        </w:rPr>
        <w:t>؟</w:t>
      </w:r>
      <w:r w:rsidRPr="00D95A45">
        <w:rPr>
          <w:rtl/>
        </w:rPr>
        <w:t xml:space="preserve"> فقال</w:t>
      </w:r>
      <w:r w:rsidR="00CC15EB">
        <w:rPr>
          <w:rtl/>
        </w:rPr>
        <w:t>:</w:t>
      </w:r>
      <w:r>
        <w:rPr>
          <w:rtl/>
        </w:rPr>
        <w:t xml:space="preserve"> </w:t>
      </w:r>
      <w:r w:rsidRPr="00D95A45">
        <w:rPr>
          <w:rtl/>
        </w:rPr>
        <w:t>ان صفوان بن امية كان مضطجعا في المسجد الحرام فوضع رداءه وخرج يهريق الماء فوجد رداءه قد سرق حين رجع فقال</w:t>
      </w:r>
      <w:r w:rsidR="00CC15EB">
        <w:rPr>
          <w:rtl/>
        </w:rPr>
        <w:t>:</w:t>
      </w:r>
      <w:r>
        <w:rPr>
          <w:rtl/>
        </w:rPr>
        <w:t xml:space="preserve"> </w:t>
      </w:r>
      <w:r w:rsidRPr="00D95A45">
        <w:rPr>
          <w:rtl/>
        </w:rPr>
        <w:t>من ذهب بردائي</w:t>
      </w:r>
      <w:r>
        <w:rPr>
          <w:rtl/>
        </w:rPr>
        <w:t>؟</w:t>
      </w:r>
      <w:r w:rsidRPr="00D95A45">
        <w:rPr>
          <w:rtl/>
        </w:rPr>
        <w:t xml:space="preserve"> فذهب يطلبه فأخذ صاحبه فرفعه الى النبي فقال النبي </w:t>
      </w:r>
      <w:r w:rsidR="00AC7755" w:rsidRPr="00AC7755">
        <w:rPr>
          <w:rStyle w:val="libAlaemChar"/>
          <w:rtl/>
        </w:rPr>
        <w:t>صلى‌الله‌عليه‌وآله‌وسلم</w:t>
      </w:r>
      <w:r w:rsidR="00CC15EB">
        <w:rPr>
          <w:rtl/>
        </w:rPr>
        <w:t>:</w:t>
      </w:r>
      <w:r>
        <w:rPr>
          <w:rtl/>
        </w:rPr>
        <w:t xml:space="preserve"> </w:t>
      </w:r>
      <w:r w:rsidRPr="00D95A45">
        <w:rPr>
          <w:rtl/>
        </w:rPr>
        <w:t>اقطعوا يده فقال صفوان</w:t>
      </w:r>
      <w:r w:rsidR="00CC15EB">
        <w:rPr>
          <w:rtl/>
        </w:rPr>
        <w:t>:</w:t>
      </w:r>
      <w:r>
        <w:rPr>
          <w:rtl/>
        </w:rPr>
        <w:t xml:space="preserve"> </w:t>
      </w:r>
      <w:r w:rsidRPr="00D95A45">
        <w:rPr>
          <w:rtl/>
        </w:rPr>
        <w:t>تقطع يده من اجل ردائي يا رسول الله</w:t>
      </w:r>
      <w:r>
        <w:rPr>
          <w:rtl/>
        </w:rPr>
        <w:t>؟</w:t>
      </w:r>
      <w:r w:rsidRPr="00D95A45">
        <w:rPr>
          <w:rtl/>
        </w:rPr>
        <w:t xml:space="preserve"> قال</w:t>
      </w:r>
      <w:r w:rsidR="00CC15EB">
        <w:rPr>
          <w:rtl/>
        </w:rPr>
        <w:t>:</w:t>
      </w:r>
      <w:r>
        <w:rPr>
          <w:rtl/>
        </w:rPr>
        <w:t xml:space="preserve"> </w:t>
      </w:r>
      <w:r w:rsidRPr="00D95A45">
        <w:rPr>
          <w:rtl/>
        </w:rPr>
        <w:t>نعم قال</w:t>
      </w:r>
      <w:r w:rsidR="00CC15EB">
        <w:rPr>
          <w:rtl/>
        </w:rPr>
        <w:t>:</w:t>
      </w:r>
      <w:r>
        <w:rPr>
          <w:rtl/>
        </w:rPr>
        <w:t xml:space="preserve"> </w:t>
      </w:r>
      <w:r w:rsidRPr="00D95A45">
        <w:rPr>
          <w:rtl/>
        </w:rPr>
        <w:t xml:space="preserve">فانا اهبه له فقال النبي </w:t>
      </w:r>
      <w:r w:rsidR="00AC7755" w:rsidRPr="00AC7755">
        <w:rPr>
          <w:rStyle w:val="libAlaemChar"/>
          <w:rtl/>
        </w:rPr>
        <w:t>صلى‌الله‌عليه‌وآله‌وسلم</w:t>
      </w:r>
      <w:r w:rsidR="00CC15EB">
        <w:rPr>
          <w:rtl/>
        </w:rPr>
        <w:t>:</w:t>
      </w:r>
      <w:r>
        <w:rPr>
          <w:rtl/>
        </w:rPr>
        <w:t xml:space="preserve"> </w:t>
      </w:r>
      <w:r w:rsidRPr="00D95A45">
        <w:rPr>
          <w:rtl/>
        </w:rPr>
        <w:t>فهلا كان هذا قبل ترفعه الي</w:t>
      </w:r>
      <w:r w:rsidR="00CC15EB">
        <w:rPr>
          <w:rtl/>
        </w:rPr>
        <w:t>:</w:t>
      </w:r>
      <w:r>
        <w:rPr>
          <w:rtl/>
        </w:rPr>
        <w:t xml:space="preserve"> </w:t>
      </w:r>
      <w:r w:rsidRPr="00D95A45">
        <w:rPr>
          <w:rtl/>
        </w:rPr>
        <w:t>قلت</w:t>
      </w:r>
      <w:r w:rsidR="00CC15EB">
        <w:rPr>
          <w:rtl/>
        </w:rPr>
        <w:t>:</w:t>
      </w:r>
      <w:r>
        <w:rPr>
          <w:rtl/>
        </w:rPr>
        <w:t xml:space="preserve"> </w:t>
      </w:r>
      <w:r w:rsidRPr="00D95A45">
        <w:rPr>
          <w:rtl/>
        </w:rPr>
        <w:t>فالامام بمنزلته إذا رفع إليه</w:t>
      </w:r>
      <w:r>
        <w:rPr>
          <w:rtl/>
        </w:rPr>
        <w:t>؟</w:t>
      </w:r>
      <w:r w:rsidRPr="00D95A45">
        <w:rPr>
          <w:rtl/>
        </w:rPr>
        <w:t xml:space="preserve"> قال</w:t>
      </w:r>
      <w:r w:rsidR="00CC15EB">
        <w:rPr>
          <w:rtl/>
        </w:rPr>
        <w:t>:</w:t>
      </w:r>
      <w:r>
        <w:rPr>
          <w:rtl/>
        </w:rPr>
        <w:t xml:space="preserve"> </w:t>
      </w:r>
      <w:r w:rsidRPr="00D95A45">
        <w:rPr>
          <w:rtl/>
        </w:rPr>
        <w:t>نعم قال</w:t>
      </w:r>
      <w:r w:rsidR="00CC15EB">
        <w:rPr>
          <w:rtl/>
        </w:rPr>
        <w:t>:</w:t>
      </w:r>
      <w:r>
        <w:rPr>
          <w:rtl/>
        </w:rPr>
        <w:t xml:space="preserve"> </w:t>
      </w:r>
      <w:r w:rsidRPr="00D95A45">
        <w:rPr>
          <w:rtl/>
        </w:rPr>
        <w:t>وسألته عن العفو قبل أن ينتهي إلى الامام</w:t>
      </w:r>
      <w:r>
        <w:rPr>
          <w:rtl/>
        </w:rPr>
        <w:t>؟</w:t>
      </w:r>
      <w:r w:rsidRPr="00D95A45">
        <w:rPr>
          <w:rtl/>
        </w:rPr>
        <w:t xml:space="preserve"> فقال</w:t>
      </w:r>
      <w:r w:rsidR="00CC15EB">
        <w:rPr>
          <w:rtl/>
        </w:rPr>
        <w:t>:</w:t>
      </w:r>
      <w:r>
        <w:rPr>
          <w:rtl/>
        </w:rPr>
        <w:t xml:space="preserve"> </w:t>
      </w:r>
      <w:r w:rsidRPr="00D95A45">
        <w:rPr>
          <w:rtl/>
        </w:rPr>
        <w:t>حسن.</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سورة التوبة الآية</w:t>
      </w:r>
    </w:p>
    <w:p w:rsidR="00CC15EB" w:rsidRDefault="00CC15EB" w:rsidP="00AC7755">
      <w:pPr>
        <w:pStyle w:val="libFootnote0"/>
        <w:rPr>
          <w:rtl/>
        </w:rPr>
      </w:pPr>
      <w:r>
        <w:rPr>
          <w:rtl/>
        </w:rPr>
        <w:t>-</w:t>
      </w:r>
      <w:r w:rsidR="00D45E0E" w:rsidRPr="007277FF">
        <w:rPr>
          <w:rtl/>
        </w:rPr>
        <w:t xml:space="preserve"> 112</w:t>
      </w:r>
      <w:r>
        <w:rPr>
          <w:rtl/>
        </w:rPr>
        <w:t xml:space="preserve"> - </w:t>
      </w:r>
      <w:r w:rsidR="00D45E0E" w:rsidRPr="007277FF">
        <w:rPr>
          <w:rtl/>
        </w:rPr>
        <w:t>492</w:t>
      </w:r>
      <w:r>
        <w:rPr>
          <w:rtl/>
        </w:rPr>
        <w:t xml:space="preserve"> - </w:t>
      </w:r>
      <w:r w:rsidR="00D45E0E" w:rsidRPr="007277FF">
        <w:rPr>
          <w:rtl/>
        </w:rPr>
        <w:t>الكافي ج 2 ص 299</w:t>
      </w:r>
    </w:p>
    <w:p w:rsidR="00CC15EB" w:rsidRDefault="00CC15EB" w:rsidP="00AC7755">
      <w:pPr>
        <w:pStyle w:val="libFootnote0"/>
        <w:rPr>
          <w:rtl/>
        </w:rPr>
      </w:pPr>
      <w:r>
        <w:rPr>
          <w:rtl/>
        </w:rPr>
        <w:t>-</w:t>
      </w:r>
      <w:r w:rsidR="00D45E0E" w:rsidRPr="007277FF">
        <w:rPr>
          <w:rtl/>
        </w:rPr>
        <w:t xml:space="preserve"> 493</w:t>
      </w:r>
      <w:r>
        <w:rPr>
          <w:rtl/>
        </w:rPr>
        <w:t xml:space="preserve"> - </w:t>
      </w:r>
      <w:r w:rsidR="00D45E0E" w:rsidRPr="007277FF">
        <w:rPr>
          <w:rtl/>
        </w:rPr>
        <w:t>الاستبصار ج 4 ص 251 الكافي ج 2 ص 308</w:t>
      </w:r>
    </w:p>
    <w:p w:rsidR="00AC7755" w:rsidRDefault="00CC15EB" w:rsidP="00AC7755">
      <w:pPr>
        <w:pStyle w:val="libFootnote0"/>
        <w:rPr>
          <w:rtl/>
        </w:rPr>
      </w:pPr>
      <w:r>
        <w:rPr>
          <w:rtl/>
        </w:rPr>
        <w:t>-</w:t>
      </w:r>
      <w:r w:rsidR="00D45E0E" w:rsidRPr="00DA0376">
        <w:rPr>
          <w:rtl/>
        </w:rPr>
        <w:t xml:space="preserve"> 494</w:t>
      </w:r>
      <w:r>
        <w:rPr>
          <w:rtl/>
        </w:rPr>
        <w:t xml:space="preserve"> - </w:t>
      </w:r>
      <w:r w:rsidR="00D45E0E" w:rsidRPr="00DA0376">
        <w:rPr>
          <w:rtl/>
        </w:rPr>
        <w:t>الاستبصار ج 4 ص 251 الكافي ج 2 ص 309</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(495) 112</w:t>
      </w:r>
      <w:r w:rsidR="00CC15EB">
        <w:rPr>
          <w:rtl/>
        </w:rPr>
        <w:t xml:space="preserve"> - </w:t>
      </w:r>
      <w:r w:rsidRPr="00D95A45">
        <w:rPr>
          <w:rtl/>
        </w:rPr>
        <w:t xml:space="preserve">احمد بن محمد بن عيسى عن علي بن الحكم عن الحسين ابن ابى العلا قال. سألت ابا عبد الله </w:t>
      </w:r>
      <w:r w:rsidR="00AC7755" w:rsidRPr="00AC7755">
        <w:rPr>
          <w:rStyle w:val="libAlaemChar"/>
          <w:rtl/>
        </w:rPr>
        <w:t>عليه‌السلام</w:t>
      </w:r>
      <w:r w:rsidRPr="00D95A45">
        <w:rPr>
          <w:rtl/>
        </w:rPr>
        <w:t xml:space="preserve"> عن الرجل يأخذ اللص يدعه افضل ام يرفعه</w:t>
      </w:r>
      <w:r>
        <w:rPr>
          <w:rtl/>
        </w:rPr>
        <w:t>؟</w:t>
      </w:r>
      <w:r w:rsidRPr="00D95A45">
        <w:rPr>
          <w:rtl/>
        </w:rPr>
        <w:t xml:space="preserve"> فقال</w:t>
      </w:r>
      <w:r w:rsidR="00CC15EB">
        <w:rPr>
          <w:rtl/>
        </w:rPr>
        <w:t>:</w:t>
      </w:r>
      <w:r>
        <w:rPr>
          <w:rtl/>
        </w:rPr>
        <w:t xml:space="preserve"> </w:t>
      </w:r>
      <w:r w:rsidRPr="00D95A45">
        <w:rPr>
          <w:rtl/>
        </w:rPr>
        <w:t xml:space="preserve">ان صفوان بن امية كان متكئا في المسجد على ردائه فقام يبول فرجع وقد ذهب به فطلب صاحبه فوجده فقدمه إلى رسول الله </w:t>
      </w:r>
      <w:r w:rsidR="00AC7755" w:rsidRPr="00AC7755">
        <w:rPr>
          <w:rStyle w:val="libAlaemChar"/>
          <w:rtl/>
        </w:rPr>
        <w:t>صلى‌الله‌عليه‌وآله‌وسلم</w:t>
      </w:r>
      <w:r w:rsidRPr="00D95A45">
        <w:rPr>
          <w:rtl/>
        </w:rPr>
        <w:t xml:space="preserve"> فقال</w:t>
      </w:r>
      <w:r w:rsidR="00CC15EB">
        <w:rPr>
          <w:rtl/>
        </w:rPr>
        <w:t>:</w:t>
      </w:r>
      <w:r>
        <w:rPr>
          <w:rtl/>
        </w:rPr>
        <w:t xml:space="preserve"> </w:t>
      </w:r>
      <w:r w:rsidRPr="00D95A45">
        <w:rPr>
          <w:rtl/>
        </w:rPr>
        <w:t>اقطعوا يده فقال صفوان</w:t>
      </w:r>
      <w:r w:rsidR="00CC15EB">
        <w:rPr>
          <w:rtl/>
        </w:rPr>
        <w:t>:</w:t>
      </w:r>
      <w:r>
        <w:rPr>
          <w:rtl/>
        </w:rPr>
        <w:t xml:space="preserve"> </w:t>
      </w:r>
      <w:r w:rsidRPr="00D95A45">
        <w:rPr>
          <w:rtl/>
        </w:rPr>
        <w:t xml:space="preserve">يا رسول الله انا اهب ذلك له فقال رسول الله </w:t>
      </w:r>
      <w:r w:rsidR="00AC7755" w:rsidRPr="00AC7755">
        <w:rPr>
          <w:rStyle w:val="libAlaemChar"/>
          <w:rtl/>
        </w:rPr>
        <w:t>صلى‌الله‌عليه‌وآله‌وسلم</w:t>
      </w:r>
      <w:r w:rsidRPr="00D95A45">
        <w:rPr>
          <w:rtl/>
        </w:rPr>
        <w:t xml:space="preserve"> الا كان ذلك قبل ان تنتهي به الي</w:t>
      </w:r>
      <w:r>
        <w:rPr>
          <w:rtl/>
        </w:rPr>
        <w:t>؟</w:t>
      </w:r>
      <w:r w:rsidRPr="00D95A45">
        <w:rPr>
          <w:rtl/>
        </w:rPr>
        <w:t xml:space="preserve"> قال</w:t>
      </w:r>
      <w:r w:rsidR="00CC15EB">
        <w:rPr>
          <w:rtl/>
        </w:rPr>
        <w:t>:</w:t>
      </w:r>
      <w:r>
        <w:rPr>
          <w:rtl/>
        </w:rPr>
        <w:t xml:space="preserve"> </w:t>
      </w:r>
      <w:r w:rsidRPr="00D95A45">
        <w:rPr>
          <w:rtl/>
        </w:rPr>
        <w:t>وسألته عن العفو عن الحدود قبل ان ينتهي إلى الامام فقال</w:t>
      </w:r>
      <w:r w:rsidR="00CC15EB">
        <w:rPr>
          <w:rtl/>
        </w:rPr>
        <w:t>:</w:t>
      </w:r>
      <w:r>
        <w:rPr>
          <w:rtl/>
        </w:rPr>
        <w:t xml:space="preserve"> </w:t>
      </w:r>
      <w:r w:rsidRPr="00D95A45">
        <w:rPr>
          <w:rtl/>
        </w:rPr>
        <w:t>حسن.</w:t>
      </w:r>
    </w:p>
    <w:p w:rsidR="00AC7755" w:rsidRDefault="00D45E0E" w:rsidP="00AC7755">
      <w:pPr>
        <w:pStyle w:val="libNormal"/>
        <w:rPr>
          <w:rtl/>
        </w:rPr>
      </w:pPr>
      <w:r w:rsidRPr="00D95A45">
        <w:rPr>
          <w:rtl/>
        </w:rPr>
        <w:t>(496) 113</w:t>
      </w:r>
      <w:r w:rsidR="00CC15EB">
        <w:rPr>
          <w:rtl/>
        </w:rPr>
        <w:t xml:space="preserve"> - </w:t>
      </w:r>
      <w:r w:rsidRPr="00D95A45">
        <w:rPr>
          <w:rtl/>
        </w:rPr>
        <w:t xml:space="preserve">الحسن بن محبوب عن علي بن رئاب عن ضريس الكناسي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يعفى عن الحدود التي لله دون الامام</w:t>
      </w:r>
      <w:r w:rsidR="00CC15EB">
        <w:rPr>
          <w:rtl/>
        </w:rPr>
        <w:t>،</w:t>
      </w:r>
      <w:r>
        <w:rPr>
          <w:rtl/>
        </w:rPr>
        <w:t xml:space="preserve"> </w:t>
      </w:r>
      <w:r w:rsidRPr="00D95A45">
        <w:rPr>
          <w:rtl/>
        </w:rPr>
        <w:t>فاما ما كان من حقوق الناس في حد فلا بأس ان يعفي عنه دون الامام.</w:t>
      </w:r>
    </w:p>
    <w:p w:rsidR="00AC7755" w:rsidRDefault="00D45E0E" w:rsidP="00AC7755">
      <w:pPr>
        <w:pStyle w:val="libNormal"/>
        <w:rPr>
          <w:rtl/>
        </w:rPr>
      </w:pPr>
      <w:r w:rsidRPr="00D95A45">
        <w:rPr>
          <w:rtl/>
        </w:rPr>
        <w:t>(497) 114</w:t>
      </w:r>
      <w:r w:rsidR="00CC15EB">
        <w:rPr>
          <w:rtl/>
        </w:rPr>
        <w:t xml:space="preserve"> - </w:t>
      </w:r>
      <w:r w:rsidRPr="00D95A45">
        <w:rPr>
          <w:rtl/>
        </w:rPr>
        <w:t xml:space="preserve">احمد بن محمد بن عيسى عن ابن محبوب عن ابن رئاب عن محمد بن قيس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كان لام سلمة زوج النبي </w:t>
      </w:r>
      <w:r w:rsidR="00AC7755" w:rsidRPr="00AC7755">
        <w:rPr>
          <w:rStyle w:val="libAlaemChar"/>
          <w:rtl/>
        </w:rPr>
        <w:t>صلى‌الله‌عليه‌وآله‌وسلم</w:t>
      </w:r>
      <w:r w:rsidRPr="00D95A45">
        <w:rPr>
          <w:rtl/>
        </w:rPr>
        <w:t xml:space="preserve"> مولاة فسرقت من قوم فأتي بها النبي </w:t>
      </w:r>
      <w:r w:rsidR="00AC7755" w:rsidRPr="00AC7755">
        <w:rPr>
          <w:rStyle w:val="libAlaemChar"/>
          <w:rtl/>
        </w:rPr>
        <w:t>صلى‌الله‌عليه‌وآله‌وسلم</w:t>
      </w:r>
      <w:r w:rsidRPr="00D95A45">
        <w:rPr>
          <w:rtl/>
        </w:rPr>
        <w:t xml:space="preserve"> فكلمته ام سلمة فيها فقال النبي </w:t>
      </w:r>
      <w:r w:rsidR="00AC7755" w:rsidRPr="00AC7755">
        <w:rPr>
          <w:rStyle w:val="libAlaemChar"/>
          <w:rtl/>
        </w:rPr>
        <w:t>صلى‌الله‌عليه‌وآله‌وسلم</w:t>
      </w:r>
      <w:r w:rsidR="00CC15EB">
        <w:rPr>
          <w:rtl/>
        </w:rPr>
        <w:t>:</w:t>
      </w:r>
      <w:r>
        <w:rPr>
          <w:rtl/>
        </w:rPr>
        <w:t xml:space="preserve"> </w:t>
      </w:r>
      <w:r w:rsidRPr="00D95A45">
        <w:rPr>
          <w:rtl/>
        </w:rPr>
        <w:t xml:space="preserve">يا ام سلمة هذا حد من حدود الله لا يضيع فقطعها رسول الله </w:t>
      </w:r>
      <w:r w:rsidR="00AC7755" w:rsidRPr="00AC7755">
        <w:rPr>
          <w:rStyle w:val="libAlaemChar"/>
          <w:rtl/>
        </w:rPr>
        <w:t>صلى‌الله‌عليه‌وآله‌وسلم</w:t>
      </w:r>
      <w:r w:rsidRPr="00D95A45">
        <w:rPr>
          <w:rtl/>
        </w:rPr>
        <w:t>.</w:t>
      </w:r>
    </w:p>
    <w:p w:rsidR="00AC7755" w:rsidRDefault="00D45E0E" w:rsidP="00AC7755">
      <w:pPr>
        <w:pStyle w:val="libNormal"/>
        <w:rPr>
          <w:rtl/>
        </w:rPr>
      </w:pPr>
      <w:r w:rsidRPr="00D95A45">
        <w:rPr>
          <w:rtl/>
        </w:rPr>
        <w:t>(498) 115</w:t>
      </w:r>
      <w:r w:rsidR="00CC15EB">
        <w:rPr>
          <w:rtl/>
        </w:rPr>
        <w:t xml:space="preserve"> - </w:t>
      </w:r>
      <w:r w:rsidRPr="00D95A45">
        <w:rPr>
          <w:rtl/>
        </w:rPr>
        <w:t xml:space="preserve">علي عن ابيه عن النوفلي عن السكوني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لا يشفعن احد في حد إذا بلغ الامام فانه يملكه</w:t>
      </w:r>
      <w:r w:rsidR="00CC15EB">
        <w:rPr>
          <w:rtl/>
        </w:rPr>
        <w:t>،</w:t>
      </w:r>
      <w:r>
        <w:rPr>
          <w:rtl/>
        </w:rPr>
        <w:t xml:space="preserve"> </w:t>
      </w:r>
      <w:r w:rsidRPr="00D95A45">
        <w:rPr>
          <w:rtl/>
        </w:rPr>
        <w:t>وإشفع فيما لم يبلغ الامام إذا رأيت الندم واشفع عند الامام في غير الحد مع الرضا من المشفوع له</w:t>
      </w:r>
      <w:r w:rsidR="00CC15EB">
        <w:rPr>
          <w:rtl/>
        </w:rPr>
        <w:t>،</w:t>
      </w:r>
      <w:r>
        <w:rPr>
          <w:rtl/>
        </w:rPr>
        <w:t xml:space="preserve"> </w:t>
      </w:r>
      <w:r w:rsidRPr="00D95A45">
        <w:rPr>
          <w:rtl/>
        </w:rPr>
        <w:t>ولا يشفع في حق امرئ مسلم أو غيره الا باذنه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495</w:t>
      </w:r>
      <w:r>
        <w:rPr>
          <w:rtl/>
        </w:rPr>
        <w:t xml:space="preserve"> - </w:t>
      </w:r>
      <w:r w:rsidR="00D45E0E" w:rsidRPr="00D95A45">
        <w:rPr>
          <w:rtl/>
        </w:rPr>
        <w:t>الاستبصار ج 4 ص 251 الكافي ج 2 ص 309</w:t>
      </w:r>
    </w:p>
    <w:p w:rsidR="00CC15EB" w:rsidRDefault="00CC15EB" w:rsidP="00AC7755">
      <w:pPr>
        <w:pStyle w:val="libFootnote0"/>
        <w:rPr>
          <w:rtl/>
        </w:rPr>
      </w:pPr>
      <w:r>
        <w:rPr>
          <w:rtl/>
        </w:rPr>
        <w:t>-</w:t>
      </w:r>
      <w:r w:rsidR="00D45E0E" w:rsidRPr="007277FF">
        <w:rPr>
          <w:rtl/>
        </w:rPr>
        <w:t xml:space="preserve"> 496</w:t>
      </w:r>
      <w:r>
        <w:rPr>
          <w:rtl/>
        </w:rPr>
        <w:t xml:space="preserve"> - </w:t>
      </w:r>
      <w:r w:rsidR="00D45E0E" w:rsidRPr="007277FF">
        <w:rPr>
          <w:rtl/>
        </w:rPr>
        <w:t>الاستبصار ج 4 ص 232 الكافي ج 2 ص 309 الفقيه ج 4 ص 52</w:t>
      </w:r>
    </w:p>
    <w:p w:rsidR="00AC7755" w:rsidRDefault="00CC15EB" w:rsidP="00AC7755">
      <w:pPr>
        <w:pStyle w:val="libFootnote0"/>
        <w:rPr>
          <w:rtl/>
        </w:rPr>
      </w:pPr>
      <w:r>
        <w:rPr>
          <w:rtl/>
        </w:rPr>
        <w:t>-</w:t>
      </w:r>
      <w:r w:rsidR="00D45E0E" w:rsidRPr="00DA0376">
        <w:rPr>
          <w:rtl/>
        </w:rPr>
        <w:t xml:space="preserve"> 497</w:t>
      </w:r>
      <w:r>
        <w:rPr>
          <w:rtl/>
        </w:rPr>
        <w:t xml:space="preserve"> - </w:t>
      </w:r>
      <w:r w:rsidR="00D45E0E" w:rsidRPr="00DA0376">
        <w:rPr>
          <w:rtl/>
        </w:rPr>
        <w:t>498</w:t>
      </w:r>
      <w:r>
        <w:rPr>
          <w:rtl/>
        </w:rPr>
        <w:t xml:space="preserve"> - </w:t>
      </w:r>
      <w:r w:rsidR="00D45E0E" w:rsidRPr="00DA0376">
        <w:rPr>
          <w:rtl/>
        </w:rPr>
        <w:t>الكافي ج 2 ص 309</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(499) 116</w:t>
      </w:r>
      <w:r w:rsidR="00CC15EB">
        <w:rPr>
          <w:rtl/>
        </w:rPr>
        <w:t xml:space="preserve"> - </w:t>
      </w:r>
      <w:r w:rsidRPr="00D95A45">
        <w:rPr>
          <w:rtl/>
        </w:rPr>
        <w:t xml:space="preserve">علي عن ابيه عن النوفلي عن السكوني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رسول الله </w:t>
      </w:r>
      <w:r w:rsidR="00AC7755" w:rsidRPr="00AC7755">
        <w:rPr>
          <w:rStyle w:val="libAlaemChar"/>
          <w:rtl/>
        </w:rPr>
        <w:t>صلى‌الله‌عليه‌وآله‌وسلم</w:t>
      </w:r>
      <w:r w:rsidR="00CC15EB">
        <w:rPr>
          <w:rtl/>
        </w:rPr>
        <w:t>:</w:t>
      </w:r>
      <w:r>
        <w:rPr>
          <w:rtl/>
        </w:rPr>
        <w:t xml:space="preserve"> </w:t>
      </w:r>
      <w:r w:rsidRPr="00D95A45">
        <w:rPr>
          <w:rtl/>
        </w:rPr>
        <w:t>لا كفالة في حد.</w:t>
      </w:r>
    </w:p>
    <w:p w:rsidR="00AC7755" w:rsidRDefault="00D45E0E" w:rsidP="00AC7755">
      <w:pPr>
        <w:pStyle w:val="libNormal"/>
        <w:rPr>
          <w:rtl/>
        </w:rPr>
      </w:pPr>
      <w:r w:rsidRPr="00D95A45">
        <w:rPr>
          <w:rtl/>
        </w:rPr>
        <w:t>(500) 117</w:t>
      </w:r>
      <w:r w:rsidR="00CC15EB">
        <w:rPr>
          <w:rtl/>
        </w:rPr>
        <w:t xml:space="preserve"> - </w:t>
      </w:r>
      <w:r w:rsidRPr="00D95A45">
        <w:rPr>
          <w:rtl/>
        </w:rPr>
        <w:t xml:space="preserve">علي عن ابيه عن ابن ابى نجران عن عاصم بن حميد عن محمد بن قيس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رجل جاء به رجلان وقالا</w:t>
      </w:r>
      <w:r w:rsidR="00CC15EB">
        <w:rPr>
          <w:rtl/>
        </w:rPr>
        <w:t>:</w:t>
      </w:r>
      <w:r>
        <w:rPr>
          <w:rtl/>
        </w:rPr>
        <w:t xml:space="preserve"> </w:t>
      </w:r>
      <w:r w:rsidRPr="00D95A45">
        <w:rPr>
          <w:rtl/>
        </w:rPr>
        <w:t>ان هذا سرق درعا فجعل الرجل يناشده لما نظر في البينة وجعل يقول</w:t>
      </w:r>
      <w:r w:rsidR="00CC15EB">
        <w:rPr>
          <w:rtl/>
        </w:rPr>
        <w:t>:</w:t>
      </w:r>
      <w:r>
        <w:rPr>
          <w:rtl/>
        </w:rPr>
        <w:t xml:space="preserve"> </w:t>
      </w:r>
      <w:r w:rsidRPr="00D95A45">
        <w:rPr>
          <w:rtl/>
        </w:rPr>
        <w:t xml:space="preserve">والله لو كان رسول الله </w:t>
      </w:r>
      <w:r w:rsidR="00AC7755" w:rsidRPr="00AC7755">
        <w:rPr>
          <w:rStyle w:val="libAlaemChar"/>
          <w:rtl/>
        </w:rPr>
        <w:t>صلى‌الله‌عليه‌وآله‌وسلم</w:t>
      </w:r>
      <w:r w:rsidRPr="00D95A45">
        <w:rPr>
          <w:rtl/>
        </w:rPr>
        <w:t xml:space="preserve"> ما قطع يدي ابدا قال</w:t>
      </w:r>
      <w:r w:rsidR="00CC15EB">
        <w:rPr>
          <w:rtl/>
        </w:rPr>
        <w:t>:</w:t>
      </w:r>
      <w:r>
        <w:rPr>
          <w:rtl/>
        </w:rPr>
        <w:t xml:space="preserve"> </w:t>
      </w:r>
      <w:r w:rsidRPr="00D95A45">
        <w:rPr>
          <w:rtl/>
        </w:rPr>
        <w:t>ولم</w:t>
      </w:r>
      <w:r>
        <w:rPr>
          <w:rtl/>
        </w:rPr>
        <w:t>؟</w:t>
      </w:r>
      <w:r w:rsidRPr="00D95A45">
        <w:rPr>
          <w:rtl/>
        </w:rPr>
        <w:t xml:space="preserve"> قال يخبره ربه اني برئ فيبرئني ببرائتي</w:t>
      </w:r>
      <w:r w:rsidR="00CC15EB">
        <w:rPr>
          <w:rtl/>
        </w:rPr>
        <w:t>،</w:t>
      </w:r>
      <w:r>
        <w:rPr>
          <w:rtl/>
        </w:rPr>
        <w:t xml:space="preserve"> </w:t>
      </w:r>
      <w:r w:rsidRPr="00D95A45">
        <w:rPr>
          <w:rtl/>
        </w:rPr>
        <w:t>قال</w:t>
      </w:r>
      <w:r w:rsidR="00CC15EB">
        <w:rPr>
          <w:rtl/>
        </w:rPr>
        <w:t>:</w:t>
      </w:r>
      <w:r>
        <w:rPr>
          <w:rtl/>
        </w:rPr>
        <w:t xml:space="preserve"> </w:t>
      </w:r>
      <w:r w:rsidRPr="00D95A45">
        <w:rPr>
          <w:rtl/>
        </w:rPr>
        <w:t>فلما رأى مناشدته اياه دعا الشاهدين فقال</w:t>
      </w:r>
      <w:r w:rsidR="00CC15EB">
        <w:rPr>
          <w:rtl/>
        </w:rPr>
        <w:t>:</w:t>
      </w:r>
      <w:r>
        <w:rPr>
          <w:rtl/>
        </w:rPr>
        <w:t xml:space="preserve"> </w:t>
      </w:r>
      <w:r w:rsidRPr="00D95A45">
        <w:rPr>
          <w:rtl/>
        </w:rPr>
        <w:t>اتقيا الله ولا تقطعا يد الرجل ظلما وناشدهما ثم قال</w:t>
      </w:r>
      <w:r w:rsidR="00CC15EB">
        <w:rPr>
          <w:rtl/>
        </w:rPr>
        <w:t>:</w:t>
      </w:r>
      <w:r>
        <w:rPr>
          <w:rtl/>
        </w:rPr>
        <w:t xml:space="preserve"> </w:t>
      </w:r>
      <w:r w:rsidRPr="00D95A45">
        <w:rPr>
          <w:rtl/>
        </w:rPr>
        <w:t>ليقطع احدكما يده ويمسك الآخر يده فلما تقدما إلى المصطبة ليقطع يده ضرب الناس حتى اختلطوا</w:t>
      </w:r>
      <w:r w:rsidR="00CC15EB">
        <w:rPr>
          <w:rtl/>
        </w:rPr>
        <w:t>،</w:t>
      </w:r>
      <w:r>
        <w:rPr>
          <w:rtl/>
        </w:rPr>
        <w:t xml:space="preserve"> </w:t>
      </w:r>
      <w:r w:rsidRPr="00D95A45">
        <w:rPr>
          <w:rtl/>
        </w:rPr>
        <w:t>فلما اختلطوا ارسلا الرجل في غمار الناس حين اختلطوا بالناس فجاء الذي شهدا عليه فقال</w:t>
      </w:r>
      <w:r w:rsidR="00CC15EB">
        <w:rPr>
          <w:rtl/>
        </w:rPr>
        <w:t>:</w:t>
      </w:r>
      <w:r>
        <w:rPr>
          <w:rtl/>
        </w:rPr>
        <w:t xml:space="preserve"> </w:t>
      </w:r>
      <w:r w:rsidRPr="00D95A45">
        <w:rPr>
          <w:rtl/>
        </w:rPr>
        <w:t>يا امير المؤمنين شهد علي الرجلان ظلما</w:t>
      </w:r>
      <w:r w:rsidR="00CC15EB">
        <w:rPr>
          <w:rtl/>
        </w:rPr>
        <w:t>،</w:t>
      </w:r>
      <w:r>
        <w:rPr>
          <w:rtl/>
        </w:rPr>
        <w:t xml:space="preserve"> </w:t>
      </w:r>
      <w:r w:rsidRPr="00D95A45">
        <w:rPr>
          <w:rtl/>
        </w:rPr>
        <w:t xml:space="preserve">فلما ضرب الناس واختلطوا أرسلاني وفرا ولو كانا صادقين لم يرسلاني فقال امير المؤمنين </w:t>
      </w:r>
      <w:r w:rsidR="00AC7755" w:rsidRPr="00AC7755">
        <w:rPr>
          <w:rStyle w:val="libAlaemChar"/>
          <w:rtl/>
        </w:rPr>
        <w:t>عليه‌السلام</w:t>
      </w:r>
      <w:r w:rsidR="00CC15EB">
        <w:rPr>
          <w:rtl/>
        </w:rPr>
        <w:t>:</w:t>
      </w:r>
      <w:r>
        <w:rPr>
          <w:rtl/>
        </w:rPr>
        <w:t xml:space="preserve"> </w:t>
      </w:r>
      <w:r w:rsidRPr="00D95A45">
        <w:rPr>
          <w:rtl/>
        </w:rPr>
        <w:t>من يدلني على هذين انكلهما</w:t>
      </w:r>
      <w:r>
        <w:rPr>
          <w:rtl/>
        </w:rPr>
        <w:t>؟</w:t>
      </w:r>
      <w:r w:rsidRPr="00D95A45">
        <w:rPr>
          <w:rtl/>
        </w:rPr>
        <w:t>.</w:t>
      </w:r>
    </w:p>
    <w:p w:rsidR="00AC7755" w:rsidRDefault="00D45E0E" w:rsidP="00AC7755">
      <w:pPr>
        <w:pStyle w:val="libNormal"/>
        <w:rPr>
          <w:rtl/>
        </w:rPr>
      </w:pPr>
      <w:r w:rsidRPr="00D95A45">
        <w:rPr>
          <w:rtl/>
        </w:rPr>
        <w:t>(501) 118</w:t>
      </w:r>
      <w:r w:rsidR="00CC15EB">
        <w:rPr>
          <w:rtl/>
        </w:rPr>
        <w:t xml:space="preserve"> - </w:t>
      </w:r>
      <w:r w:rsidRPr="00D95A45">
        <w:rPr>
          <w:rtl/>
        </w:rPr>
        <w:t xml:space="preserve">علي عن ابيه عن الوشا عن عاصم بن حميد عن محمد ابن قيس عن ابي جعفر </w:t>
      </w:r>
      <w:r w:rsidR="00AC7755" w:rsidRPr="00AC7755">
        <w:rPr>
          <w:rStyle w:val="libAlaemChar"/>
          <w:rtl/>
        </w:rPr>
        <w:t>عليه‌السلام</w:t>
      </w:r>
      <w:r w:rsidRPr="00D95A45">
        <w:rPr>
          <w:rtl/>
        </w:rPr>
        <w:t xml:space="preserve"> قال. قضى امير المؤمنين </w:t>
      </w:r>
      <w:r w:rsidR="00AC7755" w:rsidRPr="00AC7755">
        <w:rPr>
          <w:rStyle w:val="libAlaemChar"/>
          <w:rtl/>
        </w:rPr>
        <w:t>عليه‌السلام</w:t>
      </w:r>
      <w:r w:rsidRPr="00D95A45">
        <w:rPr>
          <w:rtl/>
        </w:rPr>
        <w:t xml:space="preserve"> في رجلين قد سرقا من مال الله احدهما عبد مال الله والاخر من عرض الناس فقال</w:t>
      </w:r>
      <w:r w:rsidR="00CC15EB">
        <w:rPr>
          <w:rtl/>
        </w:rPr>
        <w:t>:</w:t>
      </w:r>
      <w:r>
        <w:rPr>
          <w:rtl/>
        </w:rPr>
        <w:t xml:space="preserve"> </w:t>
      </w:r>
      <w:r w:rsidRPr="00D95A45">
        <w:rPr>
          <w:rtl/>
        </w:rPr>
        <w:t>اما هذا فمن مال الله ليس عليه شئ</w:t>
      </w:r>
      <w:r w:rsidR="00CC15EB">
        <w:rPr>
          <w:rtl/>
        </w:rPr>
        <w:t>،</w:t>
      </w:r>
      <w:r>
        <w:rPr>
          <w:rtl/>
        </w:rPr>
        <w:t xml:space="preserve"> </w:t>
      </w:r>
      <w:r w:rsidRPr="00D95A45">
        <w:rPr>
          <w:rtl/>
        </w:rPr>
        <w:t>مال الله اكل بعضه بعضا</w:t>
      </w:r>
      <w:r w:rsidR="00CC15EB">
        <w:rPr>
          <w:rtl/>
        </w:rPr>
        <w:t>،</w:t>
      </w:r>
      <w:r>
        <w:rPr>
          <w:rtl/>
        </w:rPr>
        <w:t xml:space="preserve"> </w:t>
      </w:r>
      <w:r w:rsidRPr="00D95A45">
        <w:rPr>
          <w:rtl/>
        </w:rPr>
        <w:t>واما الآخر فقدمه وقطع يده ثم أمر ان يطعم السمن واللحم حتى برئت يده.</w:t>
      </w:r>
    </w:p>
    <w:p w:rsidR="00AC7755" w:rsidRDefault="00D45E0E" w:rsidP="00AC7755">
      <w:pPr>
        <w:pStyle w:val="libNormal"/>
        <w:rPr>
          <w:rtl/>
        </w:rPr>
      </w:pPr>
      <w:r w:rsidRPr="00D95A45">
        <w:rPr>
          <w:rtl/>
        </w:rPr>
        <w:t>(502) 119</w:t>
      </w:r>
      <w:r w:rsidR="00CC15EB">
        <w:rPr>
          <w:rtl/>
        </w:rPr>
        <w:t xml:space="preserve"> - </w:t>
      </w:r>
      <w:r w:rsidRPr="00D95A45">
        <w:rPr>
          <w:rtl/>
        </w:rPr>
        <w:t xml:space="preserve">سهل بن زياد عن محمد بن سليمان الديلمي عن هارون ابن الجهم عن محمد بن مسلم عن ابى جعفر </w:t>
      </w:r>
      <w:r w:rsidR="00AC7755" w:rsidRPr="00AC7755">
        <w:rPr>
          <w:rStyle w:val="libAlaemChar"/>
          <w:rtl/>
        </w:rPr>
        <w:t>عليه‌السلام</w:t>
      </w:r>
      <w:r w:rsidRPr="00D95A45">
        <w:rPr>
          <w:rtl/>
        </w:rPr>
        <w:t xml:space="preserve"> قال اتي امير المؤمنين </w:t>
      </w:r>
      <w:r w:rsidR="00AC7755" w:rsidRPr="00AC7755">
        <w:rPr>
          <w:rStyle w:val="libAlaemChar"/>
          <w:rtl/>
        </w:rPr>
        <w:t>عليه‌السلام</w:t>
      </w:r>
      <w:r w:rsidRPr="00D95A45">
        <w:rPr>
          <w:rtl/>
        </w:rPr>
        <w:t xml:space="preserve"> بقوم لصوص قد سرقوا فقطع ايديهم من نصف الكف وترك الابهام لم يقطعها وأمرهم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499</w:t>
      </w:r>
      <w:r>
        <w:rPr>
          <w:rtl/>
        </w:rPr>
        <w:t xml:space="preserve"> - </w:t>
      </w:r>
      <w:r w:rsidR="00D45E0E" w:rsidRPr="00D95A45">
        <w:rPr>
          <w:rtl/>
        </w:rPr>
        <w:t>الكافي ج 2 ص 309</w:t>
      </w:r>
    </w:p>
    <w:p w:rsidR="00AC7755" w:rsidRDefault="00CC15EB" w:rsidP="00AC7755">
      <w:pPr>
        <w:pStyle w:val="libFootnote0"/>
        <w:rPr>
          <w:rtl/>
        </w:rPr>
      </w:pPr>
      <w:r>
        <w:rPr>
          <w:rtl/>
        </w:rPr>
        <w:t>-</w:t>
      </w:r>
      <w:r w:rsidR="00D45E0E" w:rsidRPr="00DA0376">
        <w:rPr>
          <w:rtl/>
        </w:rPr>
        <w:t xml:space="preserve"> 501</w:t>
      </w:r>
      <w:r>
        <w:rPr>
          <w:rtl/>
        </w:rPr>
        <w:t xml:space="preserve"> - </w:t>
      </w:r>
      <w:r w:rsidR="00D45E0E" w:rsidRPr="00DA0376">
        <w:rPr>
          <w:rtl/>
        </w:rPr>
        <w:t>502</w:t>
      </w:r>
      <w:r>
        <w:rPr>
          <w:rtl/>
        </w:rPr>
        <w:t xml:space="preserve"> - </w:t>
      </w:r>
      <w:r w:rsidR="00D45E0E" w:rsidRPr="00DA0376">
        <w:rPr>
          <w:rtl/>
        </w:rPr>
        <w:t>الكافي ج 2 ص 313</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ان يدخلوا دار الضيافة وامر بايديهم ان تعالج واطعمهم السمن والعسل واللحم حتى برؤا ودعا بهم وقال</w:t>
      </w:r>
      <w:r w:rsidR="00CC15EB">
        <w:rPr>
          <w:rtl/>
        </w:rPr>
        <w:t>:</w:t>
      </w:r>
      <w:r>
        <w:rPr>
          <w:rtl/>
        </w:rPr>
        <w:t xml:space="preserve"> </w:t>
      </w:r>
      <w:r w:rsidRPr="00DA0376">
        <w:rPr>
          <w:rtl/>
        </w:rPr>
        <w:t>يا هؤلاء ان ايديكم قد سبقت الى النار فان تبتم وعلم الله عز وجل صدق النية تاب الله عليكم وجررتم ايديكم الى الجنة</w:t>
      </w:r>
      <w:r w:rsidR="00CC15EB">
        <w:rPr>
          <w:rtl/>
        </w:rPr>
        <w:t>،</w:t>
      </w:r>
      <w:r>
        <w:rPr>
          <w:rtl/>
        </w:rPr>
        <w:t xml:space="preserve"> </w:t>
      </w:r>
      <w:r w:rsidRPr="00DA0376">
        <w:rPr>
          <w:rtl/>
        </w:rPr>
        <w:t>وان انتم لم تتوبوا ولم تقلعوا عما انتم عليه جرتكم ايديكم الى النار.</w:t>
      </w:r>
    </w:p>
    <w:p w:rsidR="00AC7755" w:rsidRDefault="00D45E0E" w:rsidP="00AC7755">
      <w:pPr>
        <w:pStyle w:val="libNormal"/>
        <w:rPr>
          <w:rtl/>
        </w:rPr>
      </w:pPr>
      <w:r w:rsidRPr="00D95A45">
        <w:rPr>
          <w:rtl/>
        </w:rPr>
        <w:t>(503) 120</w:t>
      </w:r>
      <w:r w:rsidR="00CC15EB">
        <w:rPr>
          <w:rtl/>
        </w:rPr>
        <w:t xml:space="preserve"> - </w:t>
      </w:r>
      <w:r w:rsidRPr="00D95A45">
        <w:rPr>
          <w:rtl/>
        </w:rPr>
        <w:t xml:space="preserve">الحسين بن سعيد عن ابن ابى عمير عن حماد عن الحلبي ومحمد بن فضيل عن الكناني وفضالة عن العلا عن محمد بن مسلم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اقر الرجل على نفسه انه سرق ثم جحد فاقطعه وان رغم انفه وان اقر على نفسه بخمر أو فرية ثم جحد فاجلده</w:t>
      </w:r>
      <w:r w:rsidR="00CC15EB">
        <w:rPr>
          <w:rtl/>
        </w:rPr>
        <w:t>،</w:t>
      </w:r>
      <w:r>
        <w:rPr>
          <w:rtl/>
        </w:rPr>
        <w:t xml:space="preserve"> </w:t>
      </w:r>
      <w:r w:rsidRPr="00D95A45">
        <w:rPr>
          <w:rtl/>
        </w:rPr>
        <w:t>قلت</w:t>
      </w:r>
      <w:r w:rsidR="00CC15EB">
        <w:rPr>
          <w:rtl/>
        </w:rPr>
        <w:t>:</w:t>
      </w:r>
      <w:r>
        <w:rPr>
          <w:rtl/>
        </w:rPr>
        <w:t xml:space="preserve"> </w:t>
      </w:r>
      <w:r w:rsidRPr="00D95A45">
        <w:rPr>
          <w:rtl/>
        </w:rPr>
        <w:t>أرأيت ان اقر على نفسه بحد يبلغ فيه الرجم ثم جحد اكنت راجمه</w:t>
      </w:r>
      <w:r>
        <w:rPr>
          <w:rtl/>
        </w:rPr>
        <w:t>؟</w:t>
      </w:r>
      <w:r w:rsidRPr="00D95A45">
        <w:rPr>
          <w:rtl/>
        </w:rPr>
        <w:t xml:space="preserve"> قال</w:t>
      </w:r>
      <w:r w:rsidR="00CC15EB">
        <w:rPr>
          <w:rtl/>
        </w:rPr>
        <w:t>:</w:t>
      </w:r>
      <w:r>
        <w:rPr>
          <w:rtl/>
        </w:rPr>
        <w:t xml:space="preserve"> </w:t>
      </w:r>
      <w:r w:rsidRPr="00D95A45">
        <w:rPr>
          <w:rtl/>
        </w:rPr>
        <w:t>لا ولكني كنت ضاربه.</w:t>
      </w:r>
    </w:p>
    <w:p w:rsidR="00AC7755" w:rsidRDefault="00D45E0E" w:rsidP="00AC7755">
      <w:pPr>
        <w:pStyle w:val="libNormal"/>
        <w:rPr>
          <w:rtl/>
        </w:rPr>
      </w:pPr>
      <w:r w:rsidRPr="00D95A45">
        <w:rPr>
          <w:rtl/>
        </w:rPr>
        <w:t>(504) 121</w:t>
      </w:r>
      <w:r w:rsidR="00CC15EB">
        <w:rPr>
          <w:rtl/>
        </w:rPr>
        <w:t xml:space="preserve"> - </w:t>
      </w:r>
      <w:r w:rsidRPr="00D95A45">
        <w:rPr>
          <w:rtl/>
        </w:rPr>
        <w:t xml:space="preserve">عنه عن ابن محبوب عن ابي ايوب عن الفضيل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اقر الحر على نفسه بالسرقة مرة واحدة عند الامام قطع.</w:t>
      </w:r>
    </w:p>
    <w:p w:rsidR="00AC7755" w:rsidRDefault="00D45E0E" w:rsidP="00AC7755">
      <w:pPr>
        <w:pStyle w:val="libNormal"/>
        <w:rPr>
          <w:rtl/>
        </w:rPr>
      </w:pPr>
      <w:r w:rsidRPr="00D95A45">
        <w:rPr>
          <w:rtl/>
        </w:rPr>
        <w:t xml:space="preserve"> قال محمد بن الحسن</w:t>
      </w:r>
      <w:r w:rsidR="00CC15EB">
        <w:rPr>
          <w:rtl/>
        </w:rPr>
        <w:t>:</w:t>
      </w:r>
      <w:r>
        <w:rPr>
          <w:rtl/>
        </w:rPr>
        <w:t xml:space="preserve"> </w:t>
      </w:r>
      <w:r w:rsidRPr="00D95A45">
        <w:rPr>
          <w:rtl/>
        </w:rPr>
        <w:t>الاقرار بالسرقة يحتاج إلى مرتين فاما مرة واحدة فلا يوجب القطع وقد قدمنا ذلك فيما مضى</w:t>
      </w:r>
      <w:r w:rsidR="00CC15EB">
        <w:rPr>
          <w:rtl/>
        </w:rPr>
        <w:t>،</w:t>
      </w:r>
      <w:r>
        <w:rPr>
          <w:rtl/>
        </w:rPr>
        <w:t xml:space="preserve"> </w:t>
      </w:r>
      <w:r w:rsidRPr="00D95A45">
        <w:rPr>
          <w:rtl/>
        </w:rPr>
        <w:t>والوجه في هذه الرواية أن نحملها على ضرب من التقية لموافقتها لمذاهب بعض العامة</w:t>
      </w:r>
      <w:r w:rsidR="00CC15EB">
        <w:rPr>
          <w:rtl/>
        </w:rPr>
        <w:t>،</w:t>
      </w:r>
      <w:r>
        <w:rPr>
          <w:rtl/>
        </w:rPr>
        <w:t xml:space="preserve"> </w:t>
      </w:r>
      <w:r w:rsidRPr="00D95A45">
        <w:rPr>
          <w:rtl/>
        </w:rPr>
        <w:t>واما الروايات التي قدمناها في انه إذا اقر قطع ليس فيها انه مرة أو مرتين بل هي مجملة</w:t>
      </w:r>
      <w:r w:rsidR="00CC15EB">
        <w:rPr>
          <w:rtl/>
        </w:rPr>
        <w:t>،</w:t>
      </w:r>
      <w:r>
        <w:rPr>
          <w:rtl/>
        </w:rPr>
        <w:t xml:space="preserve"> </w:t>
      </w:r>
      <w:r w:rsidRPr="00D95A45">
        <w:rPr>
          <w:rtl/>
        </w:rPr>
        <w:t>وإذا كانت الاحاديث التي قدمناها مفصلة فينبغي ان يكون العمل بها</w:t>
      </w:r>
      <w:r w:rsidR="00CC15EB">
        <w:rPr>
          <w:rtl/>
        </w:rPr>
        <w:t>،</w:t>
      </w:r>
      <w:r>
        <w:rPr>
          <w:rtl/>
        </w:rPr>
        <w:t xml:space="preserve"> </w:t>
      </w:r>
      <w:r w:rsidRPr="00D95A45">
        <w:rPr>
          <w:rtl/>
        </w:rPr>
        <w:t>ويزيد ذلك بيانا ما رواه</w:t>
      </w:r>
      <w:r w:rsidR="00CC15EB">
        <w:rPr>
          <w:rtl/>
        </w:rPr>
        <w:t>:</w:t>
      </w:r>
      <w:r>
        <w:rPr>
          <w:rtl/>
        </w:rPr>
        <w:t xml:space="preserve"> </w:t>
      </w:r>
    </w:p>
    <w:p w:rsidR="00AC7755" w:rsidRDefault="00D45E0E" w:rsidP="00AC7755">
      <w:pPr>
        <w:pStyle w:val="libNormal"/>
        <w:rPr>
          <w:rtl/>
        </w:rPr>
      </w:pPr>
      <w:r w:rsidRPr="00D95A45">
        <w:rPr>
          <w:rtl/>
        </w:rPr>
        <w:t>(505) 122</w:t>
      </w:r>
      <w:r w:rsidR="00CC15EB">
        <w:rPr>
          <w:rtl/>
        </w:rPr>
        <w:t xml:space="preserve"> - </w:t>
      </w:r>
      <w:r w:rsidRPr="00D95A45">
        <w:rPr>
          <w:rtl/>
        </w:rPr>
        <w:t xml:space="preserve">الحسين بن سعيد عن فضالة عن ابان بن عثمان عن ابى عبد الله </w:t>
      </w:r>
      <w:r w:rsidR="00AC7755" w:rsidRPr="00AC7755">
        <w:rPr>
          <w:rStyle w:val="libAlaemChar"/>
          <w:rtl/>
        </w:rPr>
        <w:t>عليه‌السلام</w:t>
      </w:r>
      <w:r w:rsidRPr="00D95A45">
        <w:rPr>
          <w:rtl/>
        </w:rPr>
        <w:t xml:space="preserve"> انه قال</w:t>
      </w:r>
      <w:r w:rsidR="00CC15EB">
        <w:rPr>
          <w:rtl/>
        </w:rPr>
        <w:t>:</w:t>
      </w:r>
      <w:r>
        <w:rPr>
          <w:rtl/>
        </w:rPr>
        <w:t xml:space="preserve"> </w:t>
      </w:r>
      <w:r w:rsidRPr="00D95A45">
        <w:rPr>
          <w:rtl/>
        </w:rPr>
        <w:t>كنت عند عيسى بن موسى فاتي بسارق وعنده رجل من آل عمر فاقبل يسائلني فقلت</w:t>
      </w:r>
      <w:r w:rsidR="00CC15EB">
        <w:rPr>
          <w:rtl/>
        </w:rPr>
        <w:t>:</w:t>
      </w:r>
      <w:r>
        <w:rPr>
          <w:rtl/>
        </w:rPr>
        <w:t xml:space="preserve"> </w:t>
      </w:r>
      <w:r w:rsidRPr="00D95A45">
        <w:rPr>
          <w:rtl/>
        </w:rPr>
        <w:t>ما تقول في السارق إذا اقر على نفسه انه سرق</w:t>
      </w:r>
      <w:r>
        <w:rPr>
          <w:rtl/>
        </w:rPr>
        <w:t>؟</w:t>
      </w:r>
      <w:r w:rsidRPr="00D95A45">
        <w:rPr>
          <w:rtl/>
        </w:rPr>
        <w:t xml:space="preserve"> قال</w:t>
      </w:r>
      <w:r w:rsidR="00CC15EB">
        <w:rPr>
          <w:rtl/>
        </w:rPr>
        <w:t>:</w:t>
      </w:r>
      <w:r>
        <w:rPr>
          <w:rtl/>
        </w:rPr>
        <w:t xml:space="preserve"> </w:t>
      </w:r>
      <w:r w:rsidRPr="00D95A45">
        <w:rPr>
          <w:rtl/>
        </w:rPr>
        <w:t>يقطع</w:t>
      </w:r>
      <w:r w:rsidR="00CC15EB">
        <w:rPr>
          <w:rtl/>
        </w:rPr>
        <w:t>،</w:t>
      </w:r>
      <w:r>
        <w:rPr>
          <w:rtl/>
        </w:rPr>
        <w:t xml:space="preserve"> </w:t>
      </w:r>
      <w:r w:rsidRPr="00D95A45">
        <w:rPr>
          <w:rtl/>
        </w:rPr>
        <w:t>قلت</w:t>
      </w:r>
      <w:r w:rsidR="00CC15EB">
        <w:rPr>
          <w:rtl/>
        </w:rPr>
        <w:t>:</w:t>
      </w:r>
      <w:r>
        <w:rPr>
          <w:rtl/>
        </w:rPr>
        <w:t xml:space="preserve"> </w:t>
      </w:r>
      <w:r w:rsidRPr="00D95A45">
        <w:rPr>
          <w:rtl/>
        </w:rPr>
        <w:t>فما تقولون في الزانى إذا اقر على نفسه اربع مرات</w:t>
      </w:r>
      <w:r>
        <w:rPr>
          <w:rtl/>
        </w:rPr>
        <w:t>؟</w:t>
      </w:r>
      <w:r w:rsidRPr="00D95A45">
        <w:rPr>
          <w:rtl/>
        </w:rPr>
        <w:t xml:space="preserve"> قال</w:t>
      </w:r>
      <w:r w:rsidR="00CC15EB">
        <w:rPr>
          <w:rtl/>
        </w:rPr>
        <w:t>:</w:t>
      </w:r>
      <w:r>
        <w:rPr>
          <w:rtl/>
        </w:rPr>
        <w:t xml:space="preserve"> </w:t>
      </w:r>
      <w:r w:rsidRPr="00D95A45">
        <w:rPr>
          <w:rtl/>
        </w:rPr>
        <w:t>نرجمه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503</w:t>
      </w:r>
      <w:r>
        <w:rPr>
          <w:rtl/>
        </w:rPr>
        <w:t xml:space="preserve"> - </w:t>
      </w:r>
      <w:r w:rsidR="00D45E0E" w:rsidRPr="00D95A45">
        <w:rPr>
          <w:rtl/>
        </w:rPr>
        <w:t>الكافي ج 2 ص 299</w:t>
      </w:r>
    </w:p>
    <w:p w:rsidR="00AC7755" w:rsidRDefault="00CC15EB" w:rsidP="00AC7755">
      <w:pPr>
        <w:pStyle w:val="libFootnote0"/>
        <w:rPr>
          <w:rtl/>
        </w:rPr>
      </w:pPr>
      <w:r>
        <w:rPr>
          <w:rtl/>
        </w:rPr>
        <w:t>-</w:t>
      </w:r>
      <w:r w:rsidR="00D45E0E" w:rsidRPr="00DA0376">
        <w:rPr>
          <w:rtl/>
        </w:rPr>
        <w:t xml:space="preserve"> 504</w:t>
      </w:r>
      <w:r>
        <w:rPr>
          <w:rtl/>
        </w:rPr>
        <w:t xml:space="preserve"> - </w:t>
      </w:r>
      <w:r w:rsidR="00D45E0E" w:rsidRPr="00DA0376">
        <w:rPr>
          <w:rtl/>
        </w:rPr>
        <w:t>505</w:t>
      </w:r>
      <w:r>
        <w:rPr>
          <w:rtl/>
        </w:rPr>
        <w:t xml:space="preserve"> - </w:t>
      </w:r>
      <w:r w:rsidR="00D45E0E" w:rsidRPr="00DA0376">
        <w:rPr>
          <w:rtl/>
        </w:rPr>
        <w:t>الاستبصار ج 4 ص 250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قلت</w:t>
      </w:r>
      <w:r w:rsidR="00CC15EB">
        <w:rPr>
          <w:rtl/>
        </w:rPr>
        <w:t>:</w:t>
      </w:r>
      <w:r>
        <w:rPr>
          <w:rtl/>
        </w:rPr>
        <w:t xml:space="preserve"> </w:t>
      </w:r>
      <w:r w:rsidRPr="00DA0376">
        <w:rPr>
          <w:rtl/>
        </w:rPr>
        <w:t>فما يمنعكم من السارق إذا اقر على نفسه مرتين ان تقطعوه فيكون بمنزلة الزاني</w:t>
      </w:r>
      <w:r>
        <w:rPr>
          <w:rtl/>
        </w:rPr>
        <w:t>؟</w:t>
      </w:r>
      <w:r w:rsidRPr="00DA0376">
        <w:rPr>
          <w:rtl/>
        </w:rPr>
        <w:t xml:space="preserve"> </w:t>
      </w:r>
    </w:p>
    <w:p w:rsidR="00AC7755" w:rsidRDefault="00D45E0E" w:rsidP="00AC7755">
      <w:pPr>
        <w:pStyle w:val="libNormal"/>
        <w:rPr>
          <w:rtl/>
        </w:rPr>
      </w:pPr>
      <w:r w:rsidRPr="00D95A45">
        <w:rPr>
          <w:rtl/>
        </w:rPr>
        <w:t>(506) 123</w:t>
      </w:r>
      <w:r w:rsidR="00CC15EB">
        <w:rPr>
          <w:rtl/>
        </w:rPr>
        <w:t xml:space="preserve"> - </w:t>
      </w:r>
      <w:r w:rsidRPr="00D95A45">
        <w:rPr>
          <w:rtl/>
        </w:rPr>
        <w:t>الحسين بن سعيد عن محمد بن يحيى عن طلحة بن زيد عن جعفر قال</w:t>
      </w:r>
      <w:r w:rsidR="00CC15EB">
        <w:rPr>
          <w:rtl/>
        </w:rPr>
        <w:t>:</w:t>
      </w:r>
      <w:r>
        <w:rPr>
          <w:rtl/>
        </w:rPr>
        <w:t xml:space="preserve"> </w:t>
      </w:r>
      <w:r w:rsidRPr="00D95A45">
        <w:rPr>
          <w:rtl/>
        </w:rPr>
        <w:t xml:space="preserve">حدثنى بعض اهلي ان شابا اتى امير المؤمنين </w:t>
      </w:r>
      <w:r w:rsidR="00AC7755" w:rsidRPr="00AC7755">
        <w:rPr>
          <w:rStyle w:val="libAlaemChar"/>
          <w:rtl/>
        </w:rPr>
        <w:t>عليه‌السلام</w:t>
      </w:r>
      <w:r w:rsidRPr="00D95A45">
        <w:rPr>
          <w:rtl/>
        </w:rPr>
        <w:t xml:space="preserve"> فاقر عنده بالسرقة قال</w:t>
      </w:r>
      <w:r w:rsidR="00CC15EB">
        <w:rPr>
          <w:rtl/>
        </w:rPr>
        <w:t>:</w:t>
      </w:r>
      <w:r>
        <w:rPr>
          <w:rtl/>
        </w:rPr>
        <w:t xml:space="preserve"> </w:t>
      </w:r>
      <w:r w:rsidRPr="00D95A45">
        <w:rPr>
          <w:rtl/>
        </w:rPr>
        <w:t xml:space="preserve">فقال له </w:t>
      </w:r>
      <w:r w:rsidR="00AC7755" w:rsidRPr="00AC7755">
        <w:rPr>
          <w:rStyle w:val="libAlaemChar"/>
          <w:rtl/>
        </w:rPr>
        <w:t>عليه‌السلام</w:t>
      </w:r>
      <w:r w:rsidR="00CC15EB">
        <w:rPr>
          <w:rtl/>
        </w:rPr>
        <w:t>:</w:t>
      </w:r>
      <w:r>
        <w:rPr>
          <w:rtl/>
        </w:rPr>
        <w:t xml:space="preserve"> </w:t>
      </w:r>
      <w:r w:rsidRPr="00D95A45">
        <w:rPr>
          <w:rtl/>
        </w:rPr>
        <w:t>اني اراك شابا لا بأس بهيئتك فهل تقرأ شيئا من القرآن</w:t>
      </w:r>
      <w:r>
        <w:rPr>
          <w:rtl/>
        </w:rPr>
        <w:t>؟</w:t>
      </w:r>
      <w:r w:rsidRPr="00D95A45">
        <w:rPr>
          <w:rtl/>
        </w:rPr>
        <w:t xml:space="preserve"> قال</w:t>
      </w:r>
      <w:r w:rsidR="00CC15EB">
        <w:rPr>
          <w:rtl/>
        </w:rPr>
        <w:t>:</w:t>
      </w:r>
      <w:r>
        <w:rPr>
          <w:rtl/>
        </w:rPr>
        <w:t xml:space="preserve"> </w:t>
      </w:r>
      <w:r w:rsidRPr="00D95A45">
        <w:rPr>
          <w:rtl/>
        </w:rPr>
        <w:t>نعم سورة البقرة فقال</w:t>
      </w:r>
      <w:r w:rsidR="00CC15EB">
        <w:rPr>
          <w:rtl/>
        </w:rPr>
        <w:t>:</w:t>
      </w:r>
      <w:r>
        <w:rPr>
          <w:rtl/>
        </w:rPr>
        <w:t xml:space="preserve"> </w:t>
      </w:r>
      <w:r w:rsidRPr="00D95A45">
        <w:rPr>
          <w:rtl/>
        </w:rPr>
        <w:t>فقد وهبت يدك لسورة البقرة قال</w:t>
      </w:r>
      <w:r w:rsidR="00CC15EB">
        <w:rPr>
          <w:rtl/>
        </w:rPr>
        <w:t>:</w:t>
      </w:r>
      <w:r>
        <w:rPr>
          <w:rtl/>
        </w:rPr>
        <w:t xml:space="preserve"> </w:t>
      </w:r>
      <w:r w:rsidRPr="00D95A45">
        <w:rPr>
          <w:rtl/>
        </w:rPr>
        <w:t>وانما منعه ان يقطعه لانه لم تقم عليه بينة.</w:t>
      </w:r>
    </w:p>
    <w:p w:rsidR="00AC7755" w:rsidRDefault="00D45E0E" w:rsidP="00AC7755">
      <w:pPr>
        <w:pStyle w:val="libNormal"/>
        <w:rPr>
          <w:rtl/>
        </w:rPr>
      </w:pPr>
      <w:r w:rsidRPr="00D95A45">
        <w:rPr>
          <w:rtl/>
        </w:rPr>
        <w:t>(507) 124</w:t>
      </w:r>
      <w:r w:rsidR="00CC15EB">
        <w:rPr>
          <w:rtl/>
        </w:rPr>
        <w:t xml:space="preserve"> - </w:t>
      </w:r>
      <w:r w:rsidRPr="00D95A45">
        <w:rPr>
          <w:rtl/>
        </w:rPr>
        <w:t>عنه عن ابن ابى عمير عن جميل بن دراج قال</w:t>
      </w:r>
      <w:r w:rsidR="00CC15EB">
        <w:rPr>
          <w:rtl/>
        </w:rPr>
        <w:t>:</w:t>
      </w:r>
      <w:r>
        <w:rPr>
          <w:rtl/>
        </w:rPr>
        <w:t xml:space="preserve"> </w:t>
      </w:r>
      <w:r w:rsidRPr="00D95A45">
        <w:rPr>
          <w:rtl/>
        </w:rPr>
        <w:t xml:space="preserve">اشتريت انا والمعلى بن خنيس طعاما بالمدينة فادركنا المساء قبل ان ننقله فتركناه في السوق في جواليقه وانصرفنا فلما كان من الغد غدونا الى السوق فإذا اهل السوق مجتمعون على اسود قد اخذوه وقد سرق جوالقا من طعامنا فقالوا لنا إن هذا قد سرق جوالقا من طعامكم فارفعوه الى الوالي فكرهنا ان نتقدم على ذلك حتى نعرف رأي ابي عبد الله </w:t>
      </w:r>
      <w:r w:rsidR="00AC7755" w:rsidRPr="00AC7755">
        <w:rPr>
          <w:rStyle w:val="libAlaemChar"/>
          <w:rtl/>
        </w:rPr>
        <w:t>عليه‌السلام</w:t>
      </w:r>
      <w:r w:rsidRPr="00D95A45">
        <w:rPr>
          <w:rtl/>
        </w:rPr>
        <w:t xml:space="preserve"> فدخل المعلى على ابى عبد الله </w:t>
      </w:r>
      <w:r w:rsidR="00AC7755" w:rsidRPr="00AC7755">
        <w:rPr>
          <w:rStyle w:val="libAlaemChar"/>
          <w:rtl/>
        </w:rPr>
        <w:t>عليه‌السلام</w:t>
      </w:r>
      <w:r w:rsidRPr="00D95A45">
        <w:rPr>
          <w:rtl/>
        </w:rPr>
        <w:t xml:space="preserve"> فذكر ذلك له فأمرنا ان نرفعه فرفعناه فقطع.</w:t>
      </w:r>
    </w:p>
    <w:p w:rsidR="00AC7755" w:rsidRDefault="00D45E0E" w:rsidP="00AC7755">
      <w:pPr>
        <w:pStyle w:val="libNormal"/>
        <w:rPr>
          <w:rtl/>
        </w:rPr>
      </w:pPr>
      <w:r w:rsidRPr="00D95A45">
        <w:rPr>
          <w:rtl/>
        </w:rPr>
        <w:t>(508) 125</w:t>
      </w:r>
      <w:r w:rsidR="00CC15EB">
        <w:rPr>
          <w:rtl/>
        </w:rPr>
        <w:t xml:space="preserve"> - </w:t>
      </w:r>
      <w:r w:rsidRPr="00D95A45">
        <w:rPr>
          <w:rtl/>
        </w:rPr>
        <w:t>عنه عن الحسن عن زرعة عن سماعة قال</w:t>
      </w:r>
      <w:r w:rsidR="00CC15EB">
        <w:rPr>
          <w:rtl/>
        </w:rPr>
        <w:t>:</w:t>
      </w:r>
      <w:r>
        <w:rPr>
          <w:rtl/>
        </w:rPr>
        <w:t xml:space="preserve"> </w:t>
      </w:r>
      <w:r w:rsidRPr="00D95A45">
        <w:rPr>
          <w:rtl/>
        </w:rPr>
        <w:t>ينفى الرجل إذا قطع.</w:t>
      </w:r>
    </w:p>
    <w:p w:rsidR="00AC7755" w:rsidRDefault="00D45E0E" w:rsidP="00AC7755">
      <w:pPr>
        <w:pStyle w:val="libNormal"/>
        <w:rPr>
          <w:rtl/>
        </w:rPr>
      </w:pPr>
      <w:r w:rsidRPr="00D95A45">
        <w:rPr>
          <w:rtl/>
        </w:rPr>
        <w:t>(509) 126</w:t>
      </w:r>
      <w:r w:rsidR="00CC15EB">
        <w:rPr>
          <w:rtl/>
        </w:rPr>
        <w:t xml:space="preserve"> - </w:t>
      </w:r>
      <w:r w:rsidRPr="00D95A45">
        <w:rPr>
          <w:rtl/>
        </w:rPr>
        <w:t xml:space="preserve">عنه عن محمد بن سنان عن حذيفة بن منصور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اتى امير المؤمنين </w:t>
      </w:r>
      <w:r w:rsidR="00AC7755" w:rsidRPr="00AC7755">
        <w:rPr>
          <w:rStyle w:val="libAlaemChar"/>
          <w:rtl/>
        </w:rPr>
        <w:t>عليه‌السلام</w:t>
      </w:r>
      <w:r w:rsidRPr="00D95A45">
        <w:rPr>
          <w:rtl/>
        </w:rPr>
        <w:t xml:space="preserve"> بقوم سراق قد قامت عليهم البينة وأقروا قال</w:t>
      </w:r>
      <w:r w:rsidR="00CC15EB">
        <w:rPr>
          <w:rtl/>
        </w:rPr>
        <w:t>:</w:t>
      </w:r>
      <w:r>
        <w:rPr>
          <w:rtl/>
        </w:rPr>
        <w:t xml:space="preserve"> </w:t>
      </w:r>
      <w:r w:rsidRPr="00D95A45">
        <w:rPr>
          <w:rtl/>
        </w:rPr>
        <w:t>فقطع ايديهم ثم قال</w:t>
      </w:r>
      <w:r w:rsidR="00CC15EB">
        <w:rPr>
          <w:rtl/>
        </w:rPr>
        <w:t>:</w:t>
      </w:r>
      <w:r>
        <w:rPr>
          <w:rtl/>
        </w:rPr>
        <w:t xml:space="preserve"> </w:t>
      </w:r>
      <w:r w:rsidRPr="00D95A45">
        <w:rPr>
          <w:rtl/>
        </w:rPr>
        <w:t>يا قنبر ضمهم اليك فداو كلومهم واحسن القيام عليهم فإذا برؤا فاعلمني</w:t>
      </w:r>
      <w:r w:rsidR="00CC15EB">
        <w:rPr>
          <w:rtl/>
        </w:rPr>
        <w:t>،</w:t>
      </w:r>
      <w:r>
        <w:rPr>
          <w:rtl/>
        </w:rPr>
        <w:t xml:space="preserve"> </w:t>
      </w:r>
      <w:r w:rsidRPr="00D95A45">
        <w:rPr>
          <w:rtl/>
        </w:rPr>
        <w:t>فلما برؤا اتاه فقال يا امير المؤمنين القوم الذين اقمت عليهم الحدود قد برئت جراحاتهم قال</w:t>
      </w:r>
      <w:r w:rsidR="00CC15EB">
        <w:rPr>
          <w:rtl/>
        </w:rPr>
        <w:t>:</w:t>
      </w:r>
      <w:r>
        <w:rPr>
          <w:rtl/>
        </w:rPr>
        <w:t xml:space="preserve"> </w:t>
      </w:r>
      <w:r w:rsidRPr="00D95A45">
        <w:rPr>
          <w:rtl/>
        </w:rPr>
        <w:t>اذهب فاكس كل رجل منهم ثوبين وائتني بهم قال</w:t>
      </w:r>
      <w:r w:rsidR="00CC15EB">
        <w:rPr>
          <w:rtl/>
        </w:rPr>
        <w:t>:</w:t>
      </w:r>
      <w:r>
        <w:rPr>
          <w:rtl/>
        </w:rPr>
        <w:t xml:space="preserve"> </w:t>
      </w:r>
      <w:r w:rsidRPr="00D95A45">
        <w:rPr>
          <w:rtl/>
        </w:rPr>
        <w:t>فكساهم ثوبين ثوبين فأتى بهم في أحسن هيئة متردين</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506 الاستبصار ج 4 ص 252</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مشتملين كأنهم قوم محرمون فمثلوا بين يديه قياما فأقبل على الارض ينكتها باصبعه مليا ثم رفع رأسه إليهم فقال اكشفوا ايديكم ثم قال</w:t>
      </w:r>
      <w:r w:rsidR="00CC15EB">
        <w:rPr>
          <w:rtl/>
        </w:rPr>
        <w:t>:</w:t>
      </w:r>
      <w:r>
        <w:rPr>
          <w:rtl/>
        </w:rPr>
        <w:t xml:space="preserve"> </w:t>
      </w:r>
      <w:r w:rsidRPr="00D95A45">
        <w:rPr>
          <w:rtl/>
        </w:rPr>
        <w:t>ارفعوا الى السماء فقولوا</w:t>
      </w:r>
      <w:r w:rsidR="00CC15EB">
        <w:rPr>
          <w:rtl/>
        </w:rPr>
        <w:t>:</w:t>
      </w:r>
      <w:r>
        <w:rPr>
          <w:rtl/>
        </w:rPr>
        <w:t xml:space="preserve"> </w:t>
      </w:r>
      <w:r w:rsidRPr="00D95A45">
        <w:rPr>
          <w:rtl/>
        </w:rPr>
        <w:t>(اللهم إن عليا قطعنا) ففعلوا فقال</w:t>
      </w:r>
      <w:r w:rsidR="00CC15EB">
        <w:rPr>
          <w:rtl/>
        </w:rPr>
        <w:t>:</w:t>
      </w:r>
      <w:r>
        <w:rPr>
          <w:rtl/>
        </w:rPr>
        <w:t xml:space="preserve"> </w:t>
      </w:r>
      <w:r w:rsidRPr="00D95A45">
        <w:rPr>
          <w:rtl/>
        </w:rPr>
        <w:t>(اللهم على كتابك وسنة نبيك) ثم قال لهم</w:t>
      </w:r>
      <w:r w:rsidR="00CC15EB">
        <w:rPr>
          <w:rtl/>
        </w:rPr>
        <w:t>:</w:t>
      </w:r>
      <w:r>
        <w:rPr>
          <w:rtl/>
        </w:rPr>
        <w:t xml:space="preserve"> </w:t>
      </w:r>
      <w:r w:rsidRPr="00D95A45">
        <w:rPr>
          <w:rtl/>
        </w:rPr>
        <w:t>يا هؤلاء ان تبتم استلمتم ايديكم والا تتوبوا الحقتم بها ثم قال</w:t>
      </w:r>
      <w:r w:rsidR="00CC15EB">
        <w:rPr>
          <w:rtl/>
        </w:rPr>
        <w:t>:</w:t>
      </w:r>
      <w:r>
        <w:rPr>
          <w:rtl/>
        </w:rPr>
        <w:t xml:space="preserve"> </w:t>
      </w:r>
      <w:r w:rsidRPr="00D95A45">
        <w:rPr>
          <w:rtl/>
        </w:rPr>
        <w:t>يا قنبر خل سبيلهم واعط كل واحد منهم ما يكفيه الى بلده.</w:t>
      </w:r>
    </w:p>
    <w:p w:rsidR="00AC7755" w:rsidRDefault="00D45E0E" w:rsidP="00AC7755">
      <w:pPr>
        <w:pStyle w:val="libNormal"/>
        <w:rPr>
          <w:rtl/>
        </w:rPr>
      </w:pPr>
      <w:r w:rsidRPr="00D95A45">
        <w:rPr>
          <w:rtl/>
        </w:rPr>
        <w:t>(510) 127</w:t>
      </w:r>
      <w:r w:rsidR="00CC15EB">
        <w:rPr>
          <w:rtl/>
        </w:rPr>
        <w:t xml:space="preserve"> - </w:t>
      </w:r>
      <w:r w:rsidRPr="00D95A45">
        <w:rPr>
          <w:rtl/>
        </w:rPr>
        <w:t xml:space="preserve">محمد بن الحسن الصفار عن محمد بن الحسين عن محمد بن اسماعيل بن بزيع عن صالح بن عقبة عن يزيد بن عبد الملك عن ابي جعفر وابى عبد الله وابي الحسن </w:t>
      </w:r>
      <w:r w:rsidR="00AC7755" w:rsidRPr="00AC7755">
        <w:rPr>
          <w:rStyle w:val="libAlaemChar"/>
          <w:rtl/>
        </w:rPr>
        <w:t>عليهم‌السلام</w:t>
      </w:r>
      <w:r w:rsidRPr="00D95A45">
        <w:rPr>
          <w:rtl/>
        </w:rPr>
        <w:t xml:space="preserve"> وعن المفضل بن صالح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سرق السارق من البيدر من امام جائر فلا قطع عليه انما أخذ حقه فإذا كان مع إمام عادل عليه القتل.</w:t>
      </w:r>
    </w:p>
    <w:p w:rsidR="00AC7755" w:rsidRDefault="00D45E0E" w:rsidP="00AC7755">
      <w:pPr>
        <w:pStyle w:val="libNormal"/>
        <w:rPr>
          <w:rtl/>
        </w:rPr>
      </w:pPr>
      <w:r w:rsidRPr="00D95A45">
        <w:rPr>
          <w:rtl/>
        </w:rPr>
        <w:t>(511) 128</w:t>
      </w:r>
      <w:r w:rsidR="00CC15EB">
        <w:rPr>
          <w:rtl/>
        </w:rPr>
        <w:t xml:space="preserve"> - </w:t>
      </w:r>
      <w:r w:rsidRPr="00D95A45">
        <w:rPr>
          <w:rtl/>
        </w:rPr>
        <w:t xml:space="preserve">عنه عن الحسن بن موسى الخشاب عن غياث ابن كلوب عن اسحاق بن عمار عن ابي جعفر </w:t>
      </w:r>
      <w:r w:rsidR="00AC7755" w:rsidRPr="00AC7755">
        <w:rPr>
          <w:rStyle w:val="libAlaemChar"/>
          <w:rtl/>
        </w:rPr>
        <w:t>عليه‌السلام</w:t>
      </w:r>
      <w:r w:rsidRPr="00D95A45">
        <w:rPr>
          <w:rtl/>
        </w:rPr>
        <w:t xml:space="preserve"> عن ابيه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كان يقول</w:t>
      </w:r>
      <w:r w:rsidR="00CC15EB">
        <w:rPr>
          <w:rtl/>
        </w:rPr>
        <w:t>:</w:t>
      </w:r>
      <w:r>
        <w:rPr>
          <w:rtl/>
        </w:rPr>
        <w:t xml:space="preserve"> </w:t>
      </w:r>
      <w:r w:rsidRPr="00D95A45">
        <w:rPr>
          <w:rtl/>
        </w:rPr>
        <w:t>لا قطع على أحد تخوف من ضرب ولا قيد ولا سجن ولا تعنيف الا أن يعترف فان اعترف قطع وان لم يعترف سقط عنه لمكان التخويف.</w:t>
      </w:r>
    </w:p>
    <w:p w:rsidR="00AC7755" w:rsidRDefault="00D45E0E" w:rsidP="00AC7755">
      <w:pPr>
        <w:pStyle w:val="libNormal"/>
        <w:rPr>
          <w:rtl/>
        </w:rPr>
      </w:pPr>
      <w:r w:rsidRPr="00D95A45">
        <w:rPr>
          <w:rtl/>
        </w:rPr>
        <w:t>(512) 129</w:t>
      </w:r>
      <w:r w:rsidR="00CC15EB">
        <w:rPr>
          <w:rtl/>
        </w:rPr>
        <w:t xml:space="preserve"> - </w:t>
      </w:r>
      <w:r w:rsidRPr="00D95A45">
        <w:rPr>
          <w:rtl/>
        </w:rPr>
        <w:t xml:space="preserve">عنه عن محمد بن الحسين عن احمد بن محمد بن عيسى عن علي بن الحكم عن ابان بن عثمان عن علي بن الحسين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سرق فقامت عليه البينة انرفعه يقطع وهو يقطع في غير حده</w:t>
      </w:r>
      <w:r>
        <w:rPr>
          <w:rtl/>
        </w:rPr>
        <w:t>؟</w:t>
      </w:r>
      <w:r w:rsidRPr="00D95A45">
        <w:rPr>
          <w:rtl/>
        </w:rPr>
        <w:t xml:space="preserve"> قال</w:t>
      </w:r>
      <w:r w:rsidR="00CC15EB">
        <w:rPr>
          <w:rtl/>
        </w:rPr>
        <w:t>:</w:t>
      </w:r>
      <w:r>
        <w:rPr>
          <w:rtl/>
        </w:rPr>
        <w:t xml:space="preserve"> </w:t>
      </w:r>
      <w:r w:rsidRPr="00D95A45">
        <w:rPr>
          <w:rtl/>
        </w:rPr>
        <w:t>نعم ارفعه.</w:t>
      </w:r>
    </w:p>
    <w:p w:rsidR="00AC7755" w:rsidRDefault="00D45E0E" w:rsidP="00AC7755">
      <w:pPr>
        <w:pStyle w:val="libNormal"/>
        <w:rPr>
          <w:rtl/>
        </w:rPr>
      </w:pPr>
      <w:r w:rsidRPr="00D95A45">
        <w:rPr>
          <w:rtl/>
        </w:rPr>
        <w:t>(513) 130</w:t>
      </w:r>
      <w:r w:rsidR="00CC15EB">
        <w:rPr>
          <w:rtl/>
        </w:rPr>
        <w:t xml:space="preserve"> - </w:t>
      </w:r>
      <w:r w:rsidRPr="00D95A45">
        <w:rPr>
          <w:rtl/>
        </w:rPr>
        <w:t xml:space="preserve">عنه عن يعقوب بن يزيد عن يحيى بن المبارك عن عبد الله بن جبلة عن اسحاق بن عمار عن ابي عبد الله </w:t>
      </w:r>
      <w:r w:rsidR="00AC7755" w:rsidRPr="00AC7755">
        <w:rPr>
          <w:rStyle w:val="libAlaemChar"/>
          <w:rtl/>
        </w:rPr>
        <w:t>عليه‌السلام</w:t>
      </w:r>
      <w:r w:rsidRPr="00D95A45">
        <w:rPr>
          <w:rtl/>
        </w:rPr>
        <w:t xml:space="preserve"> في رجل سرق من</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513</w:t>
      </w:r>
      <w:r>
        <w:rPr>
          <w:rtl/>
        </w:rPr>
        <w:t xml:space="preserve"> - </w:t>
      </w:r>
      <w:r w:rsidR="00D45E0E" w:rsidRPr="00D95A45">
        <w:rPr>
          <w:rtl/>
        </w:rPr>
        <w:t>الفقيه ج 4 ص 49</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بستان عذقا قيمته درهمان قال</w:t>
      </w:r>
      <w:r w:rsidR="00CC15EB">
        <w:rPr>
          <w:rtl/>
        </w:rPr>
        <w:t>:</w:t>
      </w:r>
      <w:r>
        <w:rPr>
          <w:rtl/>
        </w:rPr>
        <w:t xml:space="preserve"> </w:t>
      </w:r>
      <w:r w:rsidRPr="00D95A45">
        <w:rPr>
          <w:rtl/>
        </w:rPr>
        <w:t>يقطع به.</w:t>
      </w:r>
    </w:p>
    <w:p w:rsidR="00AC7755" w:rsidRDefault="00D45E0E" w:rsidP="00AC7755">
      <w:pPr>
        <w:pStyle w:val="libNormal"/>
        <w:rPr>
          <w:rtl/>
        </w:rPr>
      </w:pPr>
      <w:r w:rsidRPr="00D95A45">
        <w:rPr>
          <w:rtl/>
        </w:rPr>
        <w:t>(514) 131</w:t>
      </w:r>
      <w:r w:rsidR="00CC15EB">
        <w:rPr>
          <w:rtl/>
        </w:rPr>
        <w:t xml:space="preserve"> - </w:t>
      </w:r>
      <w:r w:rsidRPr="00D95A45">
        <w:rPr>
          <w:rtl/>
        </w:rPr>
        <w:t xml:space="preserve">محمد بن الحسن الصفار عن ابراهيم بن هاشم عن صالح بن سعيد عن يونس بن عبد الرحمان عن ابن سنان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 له</w:t>
      </w:r>
      <w:r w:rsidR="00CC15EB">
        <w:rPr>
          <w:rtl/>
        </w:rPr>
        <w:t>:</w:t>
      </w:r>
      <w:r>
        <w:rPr>
          <w:rtl/>
        </w:rPr>
        <w:t xml:space="preserve"> </w:t>
      </w:r>
      <w:r w:rsidRPr="00D95A45">
        <w:rPr>
          <w:rtl/>
        </w:rPr>
        <w:t>رجل سرق من الفئ قال</w:t>
      </w:r>
      <w:r w:rsidR="00CC15EB">
        <w:rPr>
          <w:rtl/>
        </w:rPr>
        <w:t>:</w:t>
      </w:r>
      <w:r>
        <w:rPr>
          <w:rtl/>
        </w:rPr>
        <w:t xml:space="preserve"> </w:t>
      </w:r>
      <w:r w:rsidRPr="00D95A45">
        <w:rPr>
          <w:rtl/>
        </w:rPr>
        <w:t>بعدما قسم أو قبل</w:t>
      </w:r>
      <w:r>
        <w:rPr>
          <w:rtl/>
        </w:rPr>
        <w:t>؟</w:t>
      </w:r>
      <w:r w:rsidRPr="00D95A45">
        <w:rPr>
          <w:rtl/>
        </w:rPr>
        <w:t xml:space="preserve"> قلت</w:t>
      </w:r>
      <w:r w:rsidR="00CC15EB">
        <w:rPr>
          <w:rtl/>
        </w:rPr>
        <w:t>:</w:t>
      </w:r>
      <w:r>
        <w:rPr>
          <w:rtl/>
        </w:rPr>
        <w:t xml:space="preserve"> </w:t>
      </w:r>
      <w:r w:rsidRPr="00D95A45">
        <w:rPr>
          <w:rtl/>
        </w:rPr>
        <w:t>فاجبني فيهما قال</w:t>
      </w:r>
      <w:r w:rsidR="00CC15EB">
        <w:rPr>
          <w:rtl/>
        </w:rPr>
        <w:t>:</w:t>
      </w:r>
      <w:r>
        <w:rPr>
          <w:rtl/>
        </w:rPr>
        <w:t xml:space="preserve"> </w:t>
      </w:r>
      <w:r w:rsidRPr="00D95A45">
        <w:rPr>
          <w:rtl/>
        </w:rPr>
        <w:t>ان كان سرق بعدما اخذ حصته منه قطع وان كان سرق قبل ان يقسم لم يقطع حتى ينظر ماله فيدفع إليه حقه منه</w:t>
      </w:r>
      <w:r w:rsidR="00CC15EB">
        <w:rPr>
          <w:rtl/>
        </w:rPr>
        <w:t>،</w:t>
      </w:r>
      <w:r>
        <w:rPr>
          <w:rtl/>
        </w:rPr>
        <w:t xml:space="preserve"> </w:t>
      </w:r>
      <w:r w:rsidRPr="00D95A45">
        <w:rPr>
          <w:rtl/>
        </w:rPr>
        <w:t>فان كان الذي اخذ اقل مما له اعطي بقية حقه ولا شئ عليه الا أنه يعزر لجرأته</w:t>
      </w:r>
      <w:r w:rsidR="00CC15EB">
        <w:rPr>
          <w:rtl/>
        </w:rPr>
        <w:t>،</w:t>
      </w:r>
      <w:r>
        <w:rPr>
          <w:rtl/>
        </w:rPr>
        <w:t xml:space="preserve"> </w:t>
      </w:r>
      <w:r w:rsidRPr="00D95A45">
        <w:rPr>
          <w:rtl/>
        </w:rPr>
        <w:t>وان كان الذي أخذ مثل حقه اقر في يده وزيد ايضا</w:t>
      </w:r>
      <w:r w:rsidR="00CC15EB">
        <w:rPr>
          <w:rtl/>
        </w:rPr>
        <w:t>،</w:t>
      </w:r>
      <w:r>
        <w:rPr>
          <w:rtl/>
        </w:rPr>
        <w:t xml:space="preserve"> </w:t>
      </w:r>
      <w:r w:rsidRPr="00D95A45">
        <w:rPr>
          <w:rtl/>
        </w:rPr>
        <w:t>وان كان الذي سرق اكثر مما له بقدر مجن قطع وهو صاغر وثمن مجن ربع دينار.</w:t>
      </w:r>
    </w:p>
    <w:p w:rsidR="00AC7755" w:rsidRDefault="00D45E0E" w:rsidP="00AC7755">
      <w:pPr>
        <w:pStyle w:val="libNormal"/>
        <w:rPr>
          <w:rtl/>
        </w:rPr>
      </w:pPr>
      <w:r w:rsidRPr="00D95A45">
        <w:rPr>
          <w:rtl/>
        </w:rPr>
        <w:t>(515) 132</w:t>
      </w:r>
      <w:r w:rsidR="00CC15EB">
        <w:rPr>
          <w:rtl/>
        </w:rPr>
        <w:t xml:space="preserve"> - </w:t>
      </w:r>
      <w:r w:rsidRPr="00D95A45">
        <w:rPr>
          <w:rtl/>
        </w:rPr>
        <w:t xml:space="preserve">محمد بن احمد بن يحيى عن احمد بن محمد عن علي بن حديد عن جميل عن بعض اصحابنا عن احدهما </w:t>
      </w:r>
      <w:r w:rsidR="00AC7755" w:rsidRPr="00AC7755">
        <w:rPr>
          <w:rStyle w:val="libAlaemChar"/>
          <w:rtl/>
        </w:rPr>
        <w:t>عليه‌السلام</w:t>
      </w:r>
      <w:r w:rsidRPr="00D95A45">
        <w:rPr>
          <w:rtl/>
        </w:rPr>
        <w:t xml:space="preserve"> انه قال</w:t>
      </w:r>
      <w:r w:rsidR="00CC15EB">
        <w:rPr>
          <w:rtl/>
        </w:rPr>
        <w:t>:</w:t>
      </w:r>
      <w:r>
        <w:rPr>
          <w:rtl/>
        </w:rPr>
        <w:t xml:space="preserve"> </w:t>
      </w:r>
      <w:r w:rsidRPr="00D95A45">
        <w:rPr>
          <w:rtl/>
        </w:rPr>
        <w:t>لا يقطع السارق حتى يقر بالسرقة مرتين فان رجع ضمن السرقة ولم يقطع إذا لم يكن شهود.</w:t>
      </w:r>
    </w:p>
    <w:p w:rsidR="00AC7755" w:rsidRDefault="00D45E0E" w:rsidP="00AC7755">
      <w:pPr>
        <w:pStyle w:val="libNormal"/>
        <w:rPr>
          <w:rtl/>
        </w:rPr>
      </w:pPr>
      <w:r w:rsidRPr="00D95A45">
        <w:rPr>
          <w:rtl/>
        </w:rPr>
        <w:t>(516) 133</w:t>
      </w:r>
      <w:r w:rsidR="00CC15EB">
        <w:rPr>
          <w:rtl/>
        </w:rPr>
        <w:t xml:space="preserve"> - </w:t>
      </w:r>
      <w:r w:rsidRPr="00D95A45">
        <w:rPr>
          <w:rtl/>
        </w:rPr>
        <w:t xml:space="preserve">عنه عن ابي عبد الله البرقي عن بعض اصحابه عن بعض الصادقين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جاء رجل الى امير المؤمنين </w:t>
      </w:r>
      <w:r w:rsidR="00AC7755" w:rsidRPr="00AC7755">
        <w:rPr>
          <w:rStyle w:val="libAlaemChar"/>
          <w:rtl/>
        </w:rPr>
        <w:t>عليه‌السلام</w:t>
      </w:r>
      <w:r w:rsidRPr="00D95A45">
        <w:rPr>
          <w:rtl/>
        </w:rPr>
        <w:t xml:space="preserve"> فاقر بالسرقة فقال له امير المؤمنين</w:t>
      </w:r>
      <w:r w:rsidR="00CC15EB">
        <w:rPr>
          <w:rtl/>
        </w:rPr>
        <w:t>:</w:t>
      </w:r>
      <w:r>
        <w:rPr>
          <w:rtl/>
        </w:rPr>
        <w:t xml:space="preserve"> </w:t>
      </w:r>
      <w:r w:rsidRPr="00D95A45">
        <w:rPr>
          <w:rtl/>
        </w:rPr>
        <w:t>اتقرأ شيئا من كتاب الله</w:t>
      </w:r>
      <w:r>
        <w:rPr>
          <w:rtl/>
        </w:rPr>
        <w:t>؟</w:t>
      </w:r>
      <w:r w:rsidRPr="00D95A45">
        <w:rPr>
          <w:rtl/>
        </w:rPr>
        <w:t xml:space="preserve"> قال</w:t>
      </w:r>
      <w:r w:rsidR="00CC15EB">
        <w:rPr>
          <w:rtl/>
        </w:rPr>
        <w:t>:</w:t>
      </w:r>
      <w:r>
        <w:rPr>
          <w:rtl/>
        </w:rPr>
        <w:t xml:space="preserve"> </w:t>
      </w:r>
      <w:r w:rsidRPr="00D95A45">
        <w:rPr>
          <w:rtl/>
        </w:rPr>
        <w:t>نعم سورة البقرة قال</w:t>
      </w:r>
      <w:r w:rsidR="00CC15EB">
        <w:rPr>
          <w:rtl/>
        </w:rPr>
        <w:t>:</w:t>
      </w:r>
      <w:r>
        <w:rPr>
          <w:rtl/>
        </w:rPr>
        <w:t xml:space="preserve"> </w:t>
      </w:r>
      <w:r w:rsidRPr="00D95A45">
        <w:rPr>
          <w:rtl/>
        </w:rPr>
        <w:t>قد وهبت يدك لسورة البقرة</w:t>
      </w:r>
      <w:r w:rsidR="00CC15EB">
        <w:rPr>
          <w:rtl/>
        </w:rPr>
        <w:t>،</w:t>
      </w:r>
      <w:r>
        <w:rPr>
          <w:rtl/>
        </w:rPr>
        <w:t xml:space="preserve"> </w:t>
      </w:r>
      <w:r w:rsidRPr="00D95A45">
        <w:rPr>
          <w:rtl/>
        </w:rPr>
        <w:t>قال</w:t>
      </w:r>
      <w:r w:rsidR="00CC15EB">
        <w:rPr>
          <w:rtl/>
        </w:rPr>
        <w:t>:</w:t>
      </w:r>
      <w:r>
        <w:rPr>
          <w:rtl/>
        </w:rPr>
        <w:t xml:space="preserve"> </w:t>
      </w:r>
      <w:r w:rsidRPr="00D95A45">
        <w:rPr>
          <w:rtl/>
        </w:rPr>
        <w:t>فقال الاشعث. اتعطل حدا من حدود الله</w:t>
      </w:r>
      <w:r>
        <w:rPr>
          <w:rtl/>
        </w:rPr>
        <w:t>؟</w:t>
      </w:r>
      <w:r w:rsidRPr="00D95A45">
        <w:rPr>
          <w:rtl/>
        </w:rPr>
        <w:t xml:space="preserve"> فقال</w:t>
      </w:r>
      <w:r w:rsidR="00CC15EB">
        <w:rPr>
          <w:rtl/>
        </w:rPr>
        <w:t>:</w:t>
      </w:r>
      <w:r>
        <w:rPr>
          <w:rtl/>
        </w:rPr>
        <w:t xml:space="preserve"> </w:t>
      </w:r>
      <w:r w:rsidRPr="00D95A45">
        <w:rPr>
          <w:rtl/>
        </w:rPr>
        <w:t>وما يدريك ما هذا</w:t>
      </w:r>
      <w:r>
        <w:rPr>
          <w:rtl/>
        </w:rPr>
        <w:t>؟</w:t>
      </w:r>
      <w:r w:rsidRPr="00D95A45">
        <w:rPr>
          <w:rtl/>
        </w:rPr>
        <w:t xml:space="preserve"> إذا قامت البينة فليس للامام ان يعفو وإذا اقر الرجل على نفسه فذلك إلى الامام ان شاء عفى وان شاء قطع.</w:t>
      </w:r>
    </w:p>
    <w:p w:rsidR="00AC7755" w:rsidRDefault="00D45E0E" w:rsidP="00AC7755">
      <w:pPr>
        <w:pStyle w:val="libNormal"/>
        <w:rPr>
          <w:rtl/>
        </w:rPr>
      </w:pPr>
      <w:r w:rsidRPr="00D95A45">
        <w:rPr>
          <w:rtl/>
        </w:rPr>
        <w:t>(517) 134</w:t>
      </w:r>
      <w:r w:rsidR="00CC15EB">
        <w:rPr>
          <w:rtl/>
        </w:rPr>
        <w:t xml:space="preserve"> - </w:t>
      </w:r>
      <w:r w:rsidRPr="00D95A45">
        <w:rPr>
          <w:rtl/>
        </w:rPr>
        <w:t>عنه عن محمد بن عيسى عن يوسف بن عقيل عن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515</w:t>
      </w:r>
      <w:r>
        <w:rPr>
          <w:rtl/>
        </w:rPr>
        <w:t xml:space="preserve"> - </w:t>
      </w:r>
      <w:r w:rsidR="00D45E0E" w:rsidRPr="00D95A45">
        <w:rPr>
          <w:rtl/>
        </w:rPr>
        <w:t>الاستبصار ج 4 ص 250 الكافي ج 2 ص 299 بزيادة في آخره فيهما الفقيه ج 4 ص 43</w:t>
      </w:r>
    </w:p>
    <w:p w:rsidR="00AC7755" w:rsidRDefault="00CC15EB" w:rsidP="00AC7755">
      <w:pPr>
        <w:pStyle w:val="libFootnote0"/>
        <w:rPr>
          <w:rtl/>
        </w:rPr>
      </w:pPr>
      <w:r>
        <w:rPr>
          <w:rtl/>
        </w:rPr>
        <w:t>-</w:t>
      </w:r>
      <w:r w:rsidR="00D45E0E" w:rsidRPr="00DA0376">
        <w:rPr>
          <w:rtl/>
        </w:rPr>
        <w:t xml:space="preserve"> 516</w:t>
      </w:r>
      <w:r>
        <w:rPr>
          <w:rtl/>
        </w:rPr>
        <w:t xml:space="preserve"> - </w:t>
      </w:r>
      <w:r w:rsidR="00D45E0E" w:rsidRPr="00DA0376">
        <w:rPr>
          <w:rtl/>
        </w:rPr>
        <w:t>الاستبصار ج 4 ص 252 الفقيه ج 4 ص 44 517</w:t>
      </w:r>
      <w:r>
        <w:rPr>
          <w:rtl/>
        </w:rPr>
        <w:t xml:space="preserve"> - </w:t>
      </w:r>
      <w:r w:rsidR="00D45E0E" w:rsidRPr="00DA0376">
        <w:rPr>
          <w:rtl/>
        </w:rPr>
        <w:t>الفقيه ج 4 ص 44</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محمد بن قيس عن ابي جعفر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 xml:space="preserve">قضى امير المؤمنين </w:t>
      </w:r>
      <w:r w:rsidR="00AC7755" w:rsidRPr="00AC7755">
        <w:rPr>
          <w:rStyle w:val="libAlaemChar"/>
          <w:rtl/>
        </w:rPr>
        <w:t>عليه‌السلام</w:t>
      </w:r>
      <w:r w:rsidRPr="00DA0376">
        <w:rPr>
          <w:rtl/>
        </w:rPr>
        <w:t xml:space="preserve"> في نفر نحروا بعيرا فأكلوه فامتحنوا ايهم نحر فشهدوا على انفسهم انهم نحروا جميعا لم يخصوا أحدا دون احد فقضى أن تقطع ايمانهم.</w:t>
      </w:r>
    </w:p>
    <w:p w:rsidR="00AC7755" w:rsidRDefault="00D45E0E" w:rsidP="00AC7755">
      <w:pPr>
        <w:pStyle w:val="libNormal"/>
        <w:rPr>
          <w:rtl/>
        </w:rPr>
      </w:pPr>
      <w:r w:rsidRPr="00D95A45">
        <w:rPr>
          <w:rtl/>
        </w:rPr>
        <w:t>(518) 135</w:t>
      </w:r>
      <w:r w:rsidR="00CC15EB">
        <w:rPr>
          <w:rtl/>
        </w:rPr>
        <w:t xml:space="preserve"> - </w:t>
      </w:r>
      <w:r w:rsidRPr="00D95A45">
        <w:rPr>
          <w:rtl/>
        </w:rPr>
        <w:t xml:space="preserve">عنه عن ابى اسحاق عن صالح بن سعيد رفعه عن احدهما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سرق فقطع يده باقامة البينة عليه ولم يرد ما سرق كيف يصنع به في مال الرجل الذي سرقه منه أو ليس عليه رده وان ادعى انه ليس عنده قليل ولا كثير وعلم ذلك منه</w:t>
      </w:r>
      <w:r>
        <w:rPr>
          <w:rtl/>
        </w:rPr>
        <w:t>؟</w:t>
      </w:r>
      <w:r w:rsidRPr="00D95A45">
        <w:rPr>
          <w:rtl/>
        </w:rPr>
        <w:t xml:space="preserve"> قال</w:t>
      </w:r>
      <w:r w:rsidR="00CC15EB">
        <w:rPr>
          <w:rtl/>
        </w:rPr>
        <w:t>:</w:t>
      </w:r>
      <w:r>
        <w:rPr>
          <w:rtl/>
        </w:rPr>
        <w:t xml:space="preserve"> </w:t>
      </w:r>
      <w:r w:rsidRPr="00D95A45">
        <w:rPr>
          <w:rtl/>
        </w:rPr>
        <w:t>يستسعى حتى يؤدي آخر درهم سرقه.</w:t>
      </w:r>
    </w:p>
    <w:p w:rsidR="00AC7755" w:rsidRDefault="00D45E0E" w:rsidP="00AC7755">
      <w:pPr>
        <w:pStyle w:val="libNormal"/>
        <w:rPr>
          <w:rtl/>
        </w:rPr>
      </w:pPr>
      <w:r w:rsidRPr="00D95A45">
        <w:rPr>
          <w:rtl/>
        </w:rPr>
        <w:t>(519) 136</w:t>
      </w:r>
      <w:r w:rsidR="00CC15EB">
        <w:rPr>
          <w:rtl/>
        </w:rPr>
        <w:t xml:space="preserve"> - </w:t>
      </w:r>
      <w:r w:rsidRPr="00D95A45">
        <w:rPr>
          <w:rtl/>
        </w:rPr>
        <w:t xml:space="preserve">احمد بن محمد بن عيسى عن محمد بن سنان عن حماد ابن عثمان وخلف بن حماد عن ربعي بن عبد الله عن الفضيل بن يسار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اخذ الرجل من النخل والزرع قبل أن يصرم فليس عليه قطع فإذا صرم النخل واخذ وحصد الزرع فاخذ قطع.</w:t>
      </w:r>
    </w:p>
    <w:p w:rsidR="00AC7755" w:rsidRDefault="00D45E0E" w:rsidP="00AC7755">
      <w:pPr>
        <w:pStyle w:val="libNormal"/>
        <w:rPr>
          <w:rtl/>
        </w:rPr>
      </w:pPr>
      <w:r w:rsidRPr="00D95A45">
        <w:rPr>
          <w:rtl/>
        </w:rPr>
        <w:t>(520) 137</w:t>
      </w:r>
      <w:r w:rsidR="00CC15EB">
        <w:rPr>
          <w:rtl/>
        </w:rPr>
        <w:t xml:space="preserve"> - </w:t>
      </w:r>
      <w:r w:rsidRPr="00D95A45">
        <w:rPr>
          <w:rtl/>
        </w:rPr>
        <w:t>عنه عن محمد بن يحيى عن طلحة بن زيد عن جعفر عن ابيه عن علي (ع) قال</w:t>
      </w:r>
      <w:r w:rsidR="00CC15EB">
        <w:rPr>
          <w:rtl/>
        </w:rPr>
        <w:t>:</w:t>
      </w:r>
      <w:r>
        <w:rPr>
          <w:rtl/>
        </w:rPr>
        <w:t xml:space="preserve"> </w:t>
      </w:r>
      <w:r w:rsidRPr="00D95A45">
        <w:rPr>
          <w:rtl/>
        </w:rPr>
        <w:t>ليس على السارق قطع حتى يخرج بالسرقة من البيت.</w:t>
      </w:r>
    </w:p>
    <w:p w:rsidR="00AC7755" w:rsidRDefault="00D45E0E" w:rsidP="00AC7755">
      <w:pPr>
        <w:pStyle w:val="libNormal"/>
        <w:rPr>
          <w:rtl/>
        </w:rPr>
      </w:pPr>
      <w:r w:rsidRPr="00D95A45">
        <w:rPr>
          <w:rtl/>
        </w:rPr>
        <w:t>(521) 138</w:t>
      </w:r>
      <w:r w:rsidR="00CC15EB">
        <w:rPr>
          <w:rtl/>
        </w:rPr>
        <w:t xml:space="preserve"> - </w:t>
      </w:r>
      <w:r w:rsidRPr="00D95A45">
        <w:rPr>
          <w:rtl/>
        </w:rPr>
        <w:t xml:space="preserve">محمد بن علي بن محبوب عن احمد بن عبدوس عن الحسن بن علي بن فضال عن ابى جميلة عن الاصبغ عن امير المؤمنين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يقطع من سرق شيئا من الفاكهة وإذا مر بها فليأكل ولا يفسد.</w:t>
      </w:r>
    </w:p>
    <w:p w:rsidR="00AC7755" w:rsidRDefault="00D45E0E" w:rsidP="00AC7755">
      <w:pPr>
        <w:pStyle w:val="libNormal"/>
        <w:rPr>
          <w:rtl/>
        </w:rPr>
      </w:pPr>
      <w:r w:rsidRPr="00D95A45">
        <w:rPr>
          <w:rtl/>
        </w:rPr>
        <w:t>(522) 139</w:t>
      </w:r>
      <w:r w:rsidR="00CC15EB">
        <w:rPr>
          <w:rtl/>
        </w:rPr>
        <w:t xml:space="preserve"> - </w:t>
      </w:r>
      <w:r w:rsidRPr="00D95A45">
        <w:rPr>
          <w:rtl/>
        </w:rPr>
        <w:t>عنه عن ابن محبوب عن خالد بن نافع عن حمزة ابن حمران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سارق عدا على رجل من المسلمين فعقره وغصب ماله</w:t>
      </w:r>
      <w:r w:rsidR="00CC15EB">
        <w:rPr>
          <w:rtl/>
        </w:rPr>
        <w:t>،</w:t>
      </w:r>
      <w:r>
        <w:rPr>
          <w:rtl/>
        </w:rPr>
        <w:t xml:space="preserve"> </w:t>
      </w:r>
      <w:r w:rsidRPr="00D95A45">
        <w:rPr>
          <w:rtl/>
        </w:rPr>
        <w:t>ثم ان السارق بعد تاب فنظر الى مثل المال الذي كان غصبه</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من الرجل فحمله إليه وهو يريد أن يدفعه إليه ويتحلل منه مما صنع به فوجد الرجل قد مات فسأل معارفه هل ترك وارثا</w:t>
      </w:r>
      <w:r>
        <w:rPr>
          <w:rtl/>
        </w:rPr>
        <w:t>؟</w:t>
      </w:r>
      <w:r w:rsidRPr="00D95A45">
        <w:rPr>
          <w:rtl/>
        </w:rPr>
        <w:t xml:space="preserve"> وقد سألني ان اسألك عن ذلك حتى ينتهي إلى قولك قال</w:t>
      </w:r>
      <w:r w:rsidR="00CC15EB">
        <w:rPr>
          <w:rtl/>
        </w:rPr>
        <w:t>:</w:t>
      </w:r>
      <w:r>
        <w:rPr>
          <w:rtl/>
        </w:rPr>
        <w:t xml:space="preserve"> </w:t>
      </w:r>
      <w:r w:rsidRPr="00D95A45">
        <w:rPr>
          <w:rtl/>
        </w:rPr>
        <w:t xml:space="preserve">فقال أبو عبد الله </w:t>
      </w:r>
      <w:r w:rsidR="00AC7755" w:rsidRPr="00AC7755">
        <w:rPr>
          <w:rStyle w:val="libAlaemChar"/>
          <w:rtl/>
        </w:rPr>
        <w:t>عليه‌السلام</w:t>
      </w:r>
      <w:r w:rsidR="00CC15EB">
        <w:rPr>
          <w:rtl/>
        </w:rPr>
        <w:t>:</w:t>
      </w:r>
      <w:r>
        <w:rPr>
          <w:rtl/>
        </w:rPr>
        <w:t xml:space="preserve"> </w:t>
      </w:r>
      <w:r w:rsidRPr="00D95A45">
        <w:rPr>
          <w:rtl/>
        </w:rPr>
        <w:t>ان كان الرجل الميت توالى الى رجل من المسلمين فضمن جريرته وحدثه وأشهد بذلك على نفسه فإن ميراث الميت له وان كان الميت لم يتوال إلى احد حتى مات فإن ميراثه لامام المسلمين</w:t>
      </w:r>
      <w:r w:rsidR="00CC15EB">
        <w:rPr>
          <w:rtl/>
        </w:rPr>
        <w:t>،</w:t>
      </w:r>
      <w:r>
        <w:rPr>
          <w:rtl/>
        </w:rPr>
        <w:t xml:space="preserve"> </w:t>
      </w:r>
      <w:r w:rsidRPr="00D95A45">
        <w:rPr>
          <w:rtl/>
        </w:rPr>
        <w:t>فقلت له فما حال الغاصب فيما بينه وبين الله تعالى</w:t>
      </w:r>
      <w:r>
        <w:rPr>
          <w:rtl/>
        </w:rPr>
        <w:t>؟</w:t>
      </w:r>
      <w:r w:rsidRPr="00D95A45">
        <w:rPr>
          <w:rtl/>
        </w:rPr>
        <w:t xml:space="preserve"> فقال</w:t>
      </w:r>
      <w:r w:rsidR="00CC15EB">
        <w:rPr>
          <w:rtl/>
        </w:rPr>
        <w:t>:</w:t>
      </w:r>
      <w:r>
        <w:rPr>
          <w:rtl/>
        </w:rPr>
        <w:t xml:space="preserve"> </w:t>
      </w:r>
      <w:r w:rsidRPr="00D95A45">
        <w:rPr>
          <w:rtl/>
        </w:rPr>
        <w:t>إذا هو أوصل المال إلى امام المسلمين فقد سلم</w:t>
      </w:r>
      <w:r w:rsidR="00CC15EB">
        <w:rPr>
          <w:rtl/>
        </w:rPr>
        <w:t>،</w:t>
      </w:r>
      <w:r>
        <w:rPr>
          <w:rtl/>
        </w:rPr>
        <w:t xml:space="preserve"> </w:t>
      </w:r>
      <w:r w:rsidRPr="00D95A45">
        <w:rPr>
          <w:rtl/>
        </w:rPr>
        <w:t>وأما الجراحة فان الجروح تقتص منه يوم القيامة.</w:t>
      </w:r>
    </w:p>
    <w:p w:rsidR="00AC7755" w:rsidRDefault="00D45E0E" w:rsidP="00AC7755">
      <w:pPr>
        <w:pStyle w:val="libNormal"/>
        <w:rPr>
          <w:rtl/>
        </w:rPr>
      </w:pPr>
      <w:r w:rsidRPr="00D95A45">
        <w:rPr>
          <w:rtl/>
        </w:rPr>
        <w:t>(523) 140</w:t>
      </w:r>
      <w:r w:rsidR="00CC15EB">
        <w:rPr>
          <w:rtl/>
        </w:rPr>
        <w:t xml:space="preserve"> - </w:t>
      </w:r>
      <w:r w:rsidRPr="00D95A45">
        <w:rPr>
          <w:rtl/>
        </w:rPr>
        <w:t xml:space="preserve">محمد بن علي بن محبوب عن احمد بن محمد عن جعفر بن محمد بن عبيد الله عن محمد بن سليمان الديلمي عن عبيد الله المدائني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قلت له جعلت فداك اخبرني عن قول الله عز وجل </w:t>
      </w:r>
      <w:r w:rsidR="00AC7755" w:rsidRPr="00AC7755">
        <w:rPr>
          <w:rStyle w:val="libAlaemChar"/>
          <w:rFonts w:hint="cs"/>
          <w:rtl/>
        </w:rPr>
        <w:t>(</w:t>
      </w:r>
      <w:r w:rsidRPr="00AC7755">
        <w:rPr>
          <w:rStyle w:val="libAieChar"/>
          <w:rtl/>
        </w:rPr>
        <w:t xml:space="preserve"> انما جزاء الذين يحاربون الله ورسوله ويسعون في الارض فسادا ان يقتلوا أو يصلبوا أو تقطع ايديهم وارجلهم من خلاف أو ينفوا من الارض </w:t>
      </w:r>
      <w:r w:rsidRPr="00AC7755">
        <w:rPr>
          <w:rStyle w:val="libAlaemChar"/>
          <w:rFonts w:hint="cs"/>
          <w:rtl/>
        </w:rPr>
        <w:t>)</w:t>
      </w:r>
      <w:r w:rsidRPr="00AC7755">
        <w:rPr>
          <w:rStyle w:val="libFootnotenumChar"/>
          <w:rtl/>
        </w:rPr>
        <w:t xml:space="preserve"> (1) </w:t>
      </w:r>
      <w:r w:rsidRPr="00D95A45">
        <w:rPr>
          <w:rtl/>
        </w:rPr>
        <w:t>قال</w:t>
      </w:r>
      <w:r w:rsidR="00CC15EB">
        <w:rPr>
          <w:rtl/>
        </w:rPr>
        <w:t>:</w:t>
      </w:r>
      <w:r>
        <w:rPr>
          <w:rtl/>
        </w:rPr>
        <w:t xml:space="preserve"> </w:t>
      </w:r>
      <w:r w:rsidRPr="00D95A45">
        <w:rPr>
          <w:rtl/>
        </w:rPr>
        <w:t>فعقد بيده ثم قال</w:t>
      </w:r>
      <w:r w:rsidR="00CC15EB">
        <w:rPr>
          <w:rtl/>
        </w:rPr>
        <w:t>:</w:t>
      </w:r>
      <w:r>
        <w:rPr>
          <w:rtl/>
        </w:rPr>
        <w:t xml:space="preserve"> </w:t>
      </w:r>
      <w:r w:rsidRPr="00D95A45">
        <w:rPr>
          <w:rtl/>
        </w:rPr>
        <w:t>يا ابا عبد الله خذها اربعا باربع</w:t>
      </w:r>
      <w:r w:rsidR="00CC15EB">
        <w:rPr>
          <w:rtl/>
        </w:rPr>
        <w:t>،</w:t>
      </w:r>
      <w:r>
        <w:rPr>
          <w:rtl/>
        </w:rPr>
        <w:t xml:space="preserve"> </w:t>
      </w:r>
      <w:r w:rsidRPr="00D95A45">
        <w:rPr>
          <w:rtl/>
        </w:rPr>
        <w:t>ثم قال</w:t>
      </w:r>
      <w:r w:rsidR="00CC15EB">
        <w:rPr>
          <w:rtl/>
        </w:rPr>
        <w:t>:</w:t>
      </w:r>
      <w:r>
        <w:rPr>
          <w:rtl/>
        </w:rPr>
        <w:t xml:space="preserve"> </w:t>
      </w:r>
      <w:r w:rsidRPr="00D95A45">
        <w:rPr>
          <w:rtl/>
        </w:rPr>
        <w:t>إذا حارب الله ورسوله وسعى في الارض فسادا فقتل قتل</w:t>
      </w:r>
      <w:r w:rsidR="00CC15EB">
        <w:rPr>
          <w:rtl/>
        </w:rPr>
        <w:t>،</w:t>
      </w:r>
      <w:r>
        <w:rPr>
          <w:rtl/>
        </w:rPr>
        <w:t xml:space="preserve"> </w:t>
      </w:r>
      <w:r w:rsidRPr="00D95A45">
        <w:rPr>
          <w:rtl/>
        </w:rPr>
        <w:t>وان قتل وأخذ المال قتل وصلب</w:t>
      </w:r>
      <w:r w:rsidR="00CC15EB">
        <w:rPr>
          <w:rtl/>
        </w:rPr>
        <w:t>،</w:t>
      </w:r>
      <w:r>
        <w:rPr>
          <w:rtl/>
        </w:rPr>
        <w:t xml:space="preserve"> </w:t>
      </w:r>
      <w:r w:rsidRPr="00D95A45">
        <w:rPr>
          <w:rtl/>
        </w:rPr>
        <w:t>وان اخذ المال ولم يقتل قطعت يده ورجله من خلاف</w:t>
      </w:r>
      <w:r w:rsidR="00CC15EB">
        <w:rPr>
          <w:rtl/>
        </w:rPr>
        <w:t>،</w:t>
      </w:r>
      <w:r>
        <w:rPr>
          <w:rtl/>
        </w:rPr>
        <w:t xml:space="preserve"> </w:t>
      </w:r>
      <w:r w:rsidRPr="00D95A45">
        <w:rPr>
          <w:rtl/>
        </w:rPr>
        <w:t>وان حارب الله وسعى في الارض فسادا ولم يقتل ولم يأخذ من المال نفي في الارض</w:t>
      </w:r>
      <w:r w:rsidR="00CC15EB">
        <w:rPr>
          <w:rtl/>
        </w:rPr>
        <w:t>،</w:t>
      </w:r>
      <w:r>
        <w:rPr>
          <w:rtl/>
        </w:rPr>
        <w:t xml:space="preserve"> </w:t>
      </w:r>
      <w:r w:rsidRPr="00D95A45">
        <w:rPr>
          <w:rtl/>
        </w:rPr>
        <w:t>قال</w:t>
      </w:r>
      <w:r w:rsidR="00CC15EB">
        <w:rPr>
          <w:rtl/>
        </w:rPr>
        <w:t>:</w:t>
      </w:r>
      <w:r>
        <w:rPr>
          <w:rtl/>
        </w:rPr>
        <w:t xml:space="preserve"> </w:t>
      </w:r>
      <w:r w:rsidRPr="00D95A45">
        <w:rPr>
          <w:rtl/>
        </w:rPr>
        <w:t>قلت</w:t>
      </w:r>
      <w:r w:rsidR="00CC15EB">
        <w:rPr>
          <w:rtl/>
        </w:rPr>
        <w:t>:</w:t>
      </w:r>
      <w:r>
        <w:rPr>
          <w:rtl/>
        </w:rPr>
        <w:t xml:space="preserve"> </w:t>
      </w:r>
      <w:r w:rsidRPr="00D95A45">
        <w:rPr>
          <w:rtl/>
        </w:rPr>
        <w:t>وما حد نفيه</w:t>
      </w:r>
      <w:r w:rsidR="00CC15EB">
        <w:rPr>
          <w:rtl/>
        </w:rPr>
        <w:t>،</w:t>
      </w:r>
      <w:r>
        <w:rPr>
          <w:rtl/>
        </w:rPr>
        <w:t xml:space="preserve"> </w:t>
      </w:r>
      <w:r w:rsidRPr="00D95A45">
        <w:rPr>
          <w:rtl/>
        </w:rPr>
        <w:t>قال</w:t>
      </w:r>
      <w:r w:rsidR="00CC15EB">
        <w:rPr>
          <w:rtl/>
        </w:rPr>
        <w:t>:</w:t>
      </w:r>
      <w:r>
        <w:rPr>
          <w:rtl/>
        </w:rPr>
        <w:t xml:space="preserve"> </w:t>
      </w:r>
      <w:r w:rsidRPr="00D95A45">
        <w:rPr>
          <w:rtl/>
        </w:rPr>
        <w:t>سنة ينفى من الارض التي فعل فيها الى غيرها ثم يكتب الى ذلك المصر بانه منفي فلا تواكلوه ولا تشاربوه ولا تناكحوه حتى يخرج الى غيره فيكتب إليهم ايضا بمثل ذلك فلا يزال هذه حاله سنة</w:t>
      </w:r>
      <w:r w:rsidR="00CC15EB">
        <w:rPr>
          <w:rtl/>
        </w:rPr>
        <w:t>،</w:t>
      </w:r>
      <w:r>
        <w:rPr>
          <w:rtl/>
        </w:rPr>
        <w:t xml:space="preserve"> </w:t>
      </w:r>
      <w:r w:rsidRPr="00D95A45">
        <w:rPr>
          <w:rtl/>
        </w:rPr>
        <w:t>فإذا فعل به ذلك تاب وهو صاغر.</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سورة المائدة الآية</w:t>
      </w:r>
    </w:p>
    <w:p w:rsidR="00AC7755" w:rsidRDefault="00CC15EB" w:rsidP="00AC7755">
      <w:pPr>
        <w:pStyle w:val="libFootnote0"/>
        <w:rPr>
          <w:rtl/>
        </w:rPr>
      </w:pPr>
      <w:r>
        <w:rPr>
          <w:rtl/>
        </w:rPr>
        <w:t>-</w:t>
      </w:r>
      <w:r w:rsidR="00D45E0E" w:rsidRPr="00DA0376">
        <w:rPr>
          <w:rtl/>
        </w:rPr>
        <w:t xml:space="preserve"> 33</w:t>
      </w:r>
      <w:r>
        <w:rPr>
          <w:rtl/>
        </w:rPr>
        <w:t xml:space="preserve"> - </w:t>
      </w:r>
      <w:r w:rsidR="00D45E0E" w:rsidRPr="00DA0376">
        <w:rPr>
          <w:rtl/>
        </w:rPr>
        <w:t>523</w:t>
      </w:r>
      <w:r>
        <w:rPr>
          <w:rtl/>
        </w:rPr>
        <w:t xml:space="preserve"> - </w:t>
      </w:r>
      <w:r w:rsidR="00D45E0E" w:rsidRPr="00DA0376">
        <w:rPr>
          <w:rtl/>
        </w:rPr>
        <w:t>الاستبصار ج 4 ص 307 بتفاوت فيه</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(524) 141</w:t>
      </w:r>
      <w:r w:rsidR="00CC15EB">
        <w:rPr>
          <w:rtl/>
        </w:rPr>
        <w:t xml:space="preserve"> - </w:t>
      </w:r>
      <w:r w:rsidRPr="00D95A45">
        <w:rPr>
          <w:rtl/>
        </w:rPr>
        <w:t xml:space="preserve">احمد بن محمد عن ابن محبوب عن ابي ايوب عن محمد بن مسلم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من شهر السلاح في مصر من الامصار فعقر اقتص منه ونفي من تلك البلدة</w:t>
      </w:r>
      <w:r w:rsidR="00CC15EB">
        <w:rPr>
          <w:rtl/>
        </w:rPr>
        <w:t>،</w:t>
      </w:r>
      <w:r>
        <w:rPr>
          <w:rtl/>
        </w:rPr>
        <w:t xml:space="preserve"> </w:t>
      </w:r>
      <w:r w:rsidRPr="00D95A45">
        <w:rPr>
          <w:rtl/>
        </w:rPr>
        <w:t>ومن شهر السلاح في غير الامصار وضرب وعقر واخذ الاموال ولم يقتل فهو محارب فجزاؤه جزاء المحارب وأمره الى الامام ان شاء قتله وان شاء صلبه وان شاء قطع يده ورجله</w:t>
      </w:r>
      <w:r w:rsidR="00CC15EB">
        <w:rPr>
          <w:rtl/>
        </w:rPr>
        <w:t>،</w:t>
      </w:r>
      <w:r>
        <w:rPr>
          <w:rtl/>
        </w:rPr>
        <w:t xml:space="preserve"> </w:t>
      </w:r>
      <w:r w:rsidRPr="00D95A45">
        <w:rPr>
          <w:rtl/>
        </w:rPr>
        <w:t>قال</w:t>
      </w:r>
      <w:r w:rsidR="00CC15EB">
        <w:rPr>
          <w:rtl/>
        </w:rPr>
        <w:t>:</w:t>
      </w:r>
      <w:r>
        <w:rPr>
          <w:rtl/>
        </w:rPr>
        <w:t xml:space="preserve"> </w:t>
      </w:r>
      <w:r w:rsidRPr="00D95A45">
        <w:rPr>
          <w:rtl/>
        </w:rPr>
        <w:t>وان ضرب وقتل واخذ المال فعلى الامام ان يقطع يده اليمنى بالسرقة ثم يدفعه الى اولياء المقتول فيتبعونه بالمال ثم يقتلونه</w:t>
      </w:r>
      <w:r w:rsidR="00CC15EB">
        <w:rPr>
          <w:rtl/>
        </w:rPr>
        <w:t>،</w:t>
      </w:r>
      <w:r>
        <w:rPr>
          <w:rtl/>
        </w:rPr>
        <w:t xml:space="preserve"> </w:t>
      </w:r>
      <w:r w:rsidRPr="00D95A45">
        <w:rPr>
          <w:rtl/>
        </w:rPr>
        <w:t>قال</w:t>
      </w:r>
      <w:r w:rsidR="00CC15EB">
        <w:rPr>
          <w:rtl/>
        </w:rPr>
        <w:t>:</w:t>
      </w:r>
      <w:r>
        <w:rPr>
          <w:rtl/>
        </w:rPr>
        <w:t xml:space="preserve"> </w:t>
      </w:r>
      <w:r w:rsidRPr="00D95A45">
        <w:rPr>
          <w:rtl/>
        </w:rPr>
        <w:t>فقال له أبو عبيدة اصلحك الله أرأيت ان عفى عنه أولياء المقتول قال</w:t>
      </w:r>
      <w:r w:rsidR="00CC15EB">
        <w:rPr>
          <w:rtl/>
        </w:rPr>
        <w:t>:</w:t>
      </w:r>
      <w:r>
        <w:rPr>
          <w:rtl/>
        </w:rPr>
        <w:t xml:space="preserve"> </w:t>
      </w:r>
      <w:r w:rsidRPr="00D95A45">
        <w:rPr>
          <w:rtl/>
        </w:rPr>
        <w:t xml:space="preserve">فقال أبو جعفر </w:t>
      </w:r>
      <w:r w:rsidR="00AC7755" w:rsidRPr="00AC7755">
        <w:rPr>
          <w:rStyle w:val="libAlaemChar"/>
          <w:rtl/>
        </w:rPr>
        <w:t>عليه‌السلام</w:t>
      </w:r>
      <w:r w:rsidRPr="00D95A45">
        <w:rPr>
          <w:rtl/>
        </w:rPr>
        <w:t>. ان عفوا عنه فان على الامام ان يقتله لانه قد حارب الله وقتل وسرق</w:t>
      </w:r>
      <w:r w:rsidR="00CC15EB">
        <w:rPr>
          <w:rtl/>
        </w:rPr>
        <w:t>،</w:t>
      </w:r>
      <w:r>
        <w:rPr>
          <w:rtl/>
        </w:rPr>
        <w:t xml:space="preserve"> </w:t>
      </w:r>
      <w:r w:rsidRPr="00D95A45">
        <w:rPr>
          <w:rtl/>
        </w:rPr>
        <w:t>قال</w:t>
      </w:r>
      <w:r w:rsidR="00CC15EB">
        <w:rPr>
          <w:rtl/>
        </w:rPr>
        <w:t>:</w:t>
      </w:r>
      <w:r>
        <w:rPr>
          <w:rtl/>
        </w:rPr>
        <w:t xml:space="preserve"> </w:t>
      </w:r>
      <w:r w:rsidRPr="00D95A45">
        <w:rPr>
          <w:rtl/>
        </w:rPr>
        <w:t>ثم قال له أبو عبيدة ارايت ان ارادوا اولياء المقتول ان يأخذوا منه الدية ويدعونه ألهم ذلك</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لا عليه القتل</w:t>
      </w:r>
    </w:p>
    <w:p w:rsidR="00AC7755" w:rsidRDefault="00D45E0E" w:rsidP="00AC7755">
      <w:pPr>
        <w:pStyle w:val="libNormal"/>
        <w:rPr>
          <w:rtl/>
        </w:rPr>
      </w:pPr>
      <w:r w:rsidRPr="00D95A45">
        <w:rPr>
          <w:rtl/>
        </w:rPr>
        <w:t>(525) 142</w:t>
      </w:r>
      <w:r w:rsidR="00CC15EB">
        <w:rPr>
          <w:rtl/>
        </w:rPr>
        <w:t xml:space="preserve"> - </w:t>
      </w:r>
      <w:r w:rsidRPr="00D95A45">
        <w:rPr>
          <w:rtl/>
        </w:rPr>
        <w:t>محمد بن يعقوب عن علي بن الحسن الميثمي عن على بن اسباط عن داود بن ابي يزيد عن عبيدة بن بشير الخثعمي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قاطع الطريق وقلت</w:t>
      </w:r>
      <w:r w:rsidR="00CC15EB">
        <w:rPr>
          <w:rtl/>
        </w:rPr>
        <w:t>:</w:t>
      </w:r>
      <w:r>
        <w:rPr>
          <w:rtl/>
        </w:rPr>
        <w:t xml:space="preserve"> </w:t>
      </w:r>
      <w:r w:rsidRPr="00D95A45">
        <w:rPr>
          <w:rtl/>
        </w:rPr>
        <w:t>ان الناس يقولون</w:t>
      </w:r>
      <w:r w:rsidR="00CC15EB">
        <w:rPr>
          <w:rtl/>
        </w:rPr>
        <w:t>:</w:t>
      </w:r>
      <w:r>
        <w:rPr>
          <w:rtl/>
        </w:rPr>
        <w:t xml:space="preserve"> </w:t>
      </w:r>
      <w:r w:rsidRPr="00D95A45">
        <w:rPr>
          <w:rtl/>
        </w:rPr>
        <w:t>الامام فيه مخير اي شئ صنع</w:t>
      </w:r>
      <w:r>
        <w:rPr>
          <w:rtl/>
        </w:rPr>
        <w:t>؟</w:t>
      </w:r>
      <w:r w:rsidRPr="00D95A45">
        <w:rPr>
          <w:rtl/>
        </w:rPr>
        <w:t xml:space="preserve"> قال</w:t>
      </w:r>
      <w:r w:rsidR="00CC15EB">
        <w:rPr>
          <w:rtl/>
        </w:rPr>
        <w:t>:</w:t>
      </w:r>
      <w:r>
        <w:rPr>
          <w:rtl/>
        </w:rPr>
        <w:t xml:space="preserve"> </w:t>
      </w:r>
      <w:r w:rsidRPr="00D95A45">
        <w:rPr>
          <w:rtl/>
        </w:rPr>
        <w:t>ليس أي شئ شاء صنع ولكنه يصنع بهم على قدر جناياتهم فقال</w:t>
      </w:r>
      <w:r w:rsidR="00CC15EB">
        <w:rPr>
          <w:rtl/>
        </w:rPr>
        <w:t>:</w:t>
      </w:r>
      <w:r>
        <w:rPr>
          <w:rtl/>
        </w:rPr>
        <w:t xml:space="preserve"> </w:t>
      </w:r>
      <w:r w:rsidRPr="00D95A45">
        <w:rPr>
          <w:rtl/>
        </w:rPr>
        <w:t>من قطع الطريق فقتل واخذ المال قطعت يده ورجله وصلب</w:t>
      </w:r>
      <w:r w:rsidR="00CC15EB">
        <w:rPr>
          <w:rtl/>
        </w:rPr>
        <w:t>،</w:t>
      </w:r>
      <w:r>
        <w:rPr>
          <w:rtl/>
        </w:rPr>
        <w:t xml:space="preserve"> </w:t>
      </w:r>
      <w:r w:rsidRPr="00D95A45">
        <w:rPr>
          <w:rtl/>
        </w:rPr>
        <w:t>ومن قطع الطريق وقتل ولم يأخذ المال قتل</w:t>
      </w:r>
      <w:r w:rsidR="00CC15EB">
        <w:rPr>
          <w:rtl/>
        </w:rPr>
        <w:t>،</w:t>
      </w:r>
      <w:r>
        <w:rPr>
          <w:rtl/>
        </w:rPr>
        <w:t xml:space="preserve"> </w:t>
      </w:r>
      <w:r w:rsidRPr="00D95A45">
        <w:rPr>
          <w:rtl/>
        </w:rPr>
        <w:t>ومن قطع الطريق واخذ المال ولم يقتل قطعت يده ورجله</w:t>
      </w:r>
      <w:r w:rsidR="00CC15EB">
        <w:rPr>
          <w:rtl/>
        </w:rPr>
        <w:t>،</w:t>
      </w:r>
      <w:r>
        <w:rPr>
          <w:rtl/>
        </w:rPr>
        <w:t xml:space="preserve"> </w:t>
      </w:r>
      <w:r w:rsidRPr="00D95A45">
        <w:rPr>
          <w:rtl/>
        </w:rPr>
        <w:t>ومن قطع الطريق ولم يأخذ مالا ولم يقتل نفي من الارض.</w:t>
      </w:r>
    </w:p>
    <w:p w:rsidR="00AC7755" w:rsidRDefault="00D45E0E" w:rsidP="00AC7755">
      <w:pPr>
        <w:pStyle w:val="libNormal"/>
        <w:rPr>
          <w:rtl/>
        </w:rPr>
      </w:pPr>
      <w:r w:rsidRPr="00D95A45">
        <w:rPr>
          <w:rtl/>
        </w:rPr>
        <w:t>(526) 143</w:t>
      </w:r>
      <w:r w:rsidR="00CC15EB">
        <w:rPr>
          <w:rtl/>
        </w:rPr>
        <w:t xml:space="preserve"> - </w:t>
      </w:r>
      <w:r w:rsidRPr="00D95A45">
        <w:rPr>
          <w:rtl/>
        </w:rPr>
        <w:t xml:space="preserve">علي بن ابراهيم عن ابيه عن عمرو بن عثمان عن عبيد الله بن اسحاق المدائني عن الرضا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سئل عن قول الله عز وجل</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524</w:t>
      </w:r>
      <w:r>
        <w:rPr>
          <w:rFonts w:hint="cs"/>
          <w:rtl/>
        </w:rPr>
        <w:t xml:space="preserve"> - </w:t>
      </w:r>
      <w:r w:rsidR="00D45E0E" w:rsidRPr="007277FF">
        <w:rPr>
          <w:rtl/>
        </w:rPr>
        <w:t>525</w:t>
      </w:r>
      <w:r>
        <w:rPr>
          <w:rtl/>
        </w:rPr>
        <w:t xml:space="preserve"> - </w:t>
      </w:r>
      <w:r w:rsidR="00D45E0E" w:rsidRPr="007277FF">
        <w:rPr>
          <w:rtl/>
        </w:rPr>
        <w:t>الاستبصار ج 4 ص 257 الكافي ج 2 ص 307</w:t>
      </w:r>
    </w:p>
    <w:p w:rsidR="00AC7755" w:rsidRDefault="00CC15EB" w:rsidP="00AC7755">
      <w:pPr>
        <w:pStyle w:val="libFootnote0"/>
        <w:rPr>
          <w:rtl/>
        </w:rPr>
      </w:pPr>
      <w:r>
        <w:rPr>
          <w:rtl/>
        </w:rPr>
        <w:t>-</w:t>
      </w:r>
      <w:r w:rsidR="00D45E0E" w:rsidRPr="00DA0376">
        <w:rPr>
          <w:rtl/>
        </w:rPr>
        <w:t xml:space="preserve"> 526</w:t>
      </w:r>
      <w:r>
        <w:rPr>
          <w:rtl/>
        </w:rPr>
        <w:t xml:space="preserve"> - </w:t>
      </w:r>
      <w:r w:rsidR="00D45E0E" w:rsidRPr="00DA0376">
        <w:rPr>
          <w:rtl/>
        </w:rPr>
        <w:t>الكافي ج 2 ص 307</w:t>
      </w:r>
    </w:p>
    <w:p w:rsidR="00AC7755" w:rsidRDefault="00AC7755" w:rsidP="00AC7755">
      <w:pPr>
        <w:pStyle w:val="libNormal"/>
        <w:rPr>
          <w:rtl/>
        </w:rPr>
      </w:pPr>
      <w:r>
        <w:rPr>
          <w:rtl/>
        </w:rPr>
        <w:br w:type="page"/>
      </w:r>
    </w:p>
    <w:p w:rsidR="00AC7755" w:rsidRDefault="00AC7755" w:rsidP="00AC7755">
      <w:pPr>
        <w:pStyle w:val="libNormal0"/>
        <w:rPr>
          <w:rtl/>
        </w:rPr>
      </w:pPr>
      <w:r w:rsidRPr="00AC7755">
        <w:rPr>
          <w:rStyle w:val="libAlaemChar"/>
          <w:rFonts w:hint="cs"/>
          <w:rtl/>
        </w:rPr>
        <w:lastRenderedPageBreak/>
        <w:t>(</w:t>
      </w:r>
      <w:r w:rsidR="00D45E0E">
        <w:rPr>
          <w:rFonts w:hint="cs"/>
          <w:rtl/>
        </w:rPr>
        <w:t xml:space="preserve"> </w:t>
      </w:r>
      <w:r w:rsidR="00D45E0E" w:rsidRPr="00AC7755">
        <w:rPr>
          <w:rStyle w:val="libAieChar"/>
          <w:rtl/>
        </w:rPr>
        <w:t>انما جزاء الذين يحاربون الله ورسوله ويسعون في الارض فسادا</w:t>
      </w:r>
      <w:r w:rsidR="00D45E0E" w:rsidRPr="00DA0376">
        <w:rPr>
          <w:rtl/>
        </w:rPr>
        <w:t xml:space="preserve"> </w:t>
      </w:r>
      <w:r w:rsidR="00D45E0E" w:rsidRPr="00AC7755">
        <w:rPr>
          <w:rStyle w:val="libAlaemChar"/>
          <w:rFonts w:hint="cs"/>
          <w:rtl/>
        </w:rPr>
        <w:t>)</w:t>
      </w:r>
      <w:r w:rsidR="00D45E0E" w:rsidRPr="00DA0376">
        <w:rPr>
          <w:rtl/>
        </w:rPr>
        <w:t xml:space="preserve"> الاية فما الذي إذا فعله استوجب واحدة من هذه الاربع فقال</w:t>
      </w:r>
      <w:r w:rsidR="00CC15EB">
        <w:rPr>
          <w:rtl/>
        </w:rPr>
        <w:t>:</w:t>
      </w:r>
      <w:r w:rsidR="00D45E0E">
        <w:rPr>
          <w:rtl/>
        </w:rPr>
        <w:t xml:space="preserve"> </w:t>
      </w:r>
      <w:r w:rsidR="00D45E0E" w:rsidRPr="00DA0376">
        <w:rPr>
          <w:rtl/>
        </w:rPr>
        <w:t>إذا حارب الله ورسوله وسعى في الارض فسادا فقتل قتل به</w:t>
      </w:r>
      <w:r w:rsidR="00CC15EB">
        <w:rPr>
          <w:rtl/>
        </w:rPr>
        <w:t>،</w:t>
      </w:r>
      <w:r w:rsidR="00D45E0E">
        <w:rPr>
          <w:rtl/>
        </w:rPr>
        <w:t xml:space="preserve"> </w:t>
      </w:r>
      <w:r w:rsidR="00D45E0E" w:rsidRPr="00DA0376">
        <w:rPr>
          <w:rtl/>
        </w:rPr>
        <w:t>وان قتل واخذ المال قتل وصلب</w:t>
      </w:r>
      <w:r w:rsidR="00CC15EB">
        <w:rPr>
          <w:rtl/>
        </w:rPr>
        <w:t>،</w:t>
      </w:r>
      <w:r w:rsidR="00D45E0E">
        <w:rPr>
          <w:rtl/>
        </w:rPr>
        <w:t xml:space="preserve"> </w:t>
      </w:r>
      <w:r w:rsidR="00D45E0E" w:rsidRPr="00DA0376">
        <w:rPr>
          <w:rtl/>
        </w:rPr>
        <w:t>وان اخذ المال ولم يقتل قطعت يده ورجله من خلاف</w:t>
      </w:r>
      <w:r w:rsidR="00CC15EB">
        <w:rPr>
          <w:rtl/>
        </w:rPr>
        <w:t>،</w:t>
      </w:r>
      <w:r w:rsidR="00D45E0E">
        <w:rPr>
          <w:rtl/>
        </w:rPr>
        <w:t xml:space="preserve"> </w:t>
      </w:r>
      <w:r w:rsidR="00D45E0E" w:rsidRPr="00DA0376">
        <w:rPr>
          <w:rtl/>
        </w:rPr>
        <w:t>وان شهر السيف فحارب الله ورسوله وسعى في الارض فسادا ولم يقتل ولم يأخذ المال نفي من الارض</w:t>
      </w:r>
      <w:r w:rsidR="00CC15EB">
        <w:rPr>
          <w:rtl/>
        </w:rPr>
        <w:t>،</w:t>
      </w:r>
      <w:r w:rsidR="00D45E0E">
        <w:rPr>
          <w:rtl/>
        </w:rPr>
        <w:t xml:space="preserve"> </w:t>
      </w:r>
      <w:r w:rsidR="00D45E0E" w:rsidRPr="00DA0376">
        <w:rPr>
          <w:rtl/>
        </w:rPr>
        <w:t>فقلت كيف ينفى وما حد نفيه</w:t>
      </w:r>
      <w:r w:rsidR="00CC15EB">
        <w:rPr>
          <w:rtl/>
        </w:rPr>
        <w:t>،</w:t>
      </w:r>
      <w:r w:rsidR="00D45E0E">
        <w:rPr>
          <w:rtl/>
        </w:rPr>
        <w:t xml:space="preserve"> </w:t>
      </w:r>
      <w:r w:rsidR="00D45E0E" w:rsidRPr="00DA0376">
        <w:rPr>
          <w:rtl/>
        </w:rPr>
        <w:t>قال</w:t>
      </w:r>
      <w:r w:rsidR="00CC15EB">
        <w:rPr>
          <w:rtl/>
        </w:rPr>
        <w:t>:</w:t>
      </w:r>
      <w:r w:rsidR="00D45E0E">
        <w:rPr>
          <w:rtl/>
        </w:rPr>
        <w:t xml:space="preserve"> </w:t>
      </w:r>
      <w:r w:rsidR="00D45E0E" w:rsidRPr="00DA0376">
        <w:rPr>
          <w:rtl/>
        </w:rPr>
        <w:t>ينفى من المصر الذي فعل فيه ما فعل الى مصر غيره ويكتب إلى اهل ذلك المصر بانه منفي فلا تجالسوه ولا تبايعوه ولا تناكحوه ولا تواكلوه ولا تشاربوه فيفعل ذلك به سنة فان خرج من ذلك المصر الى غيره كتب إليهم بمثل ذلك حتى تتم السنة</w:t>
      </w:r>
      <w:r w:rsidR="00CC15EB">
        <w:rPr>
          <w:rtl/>
        </w:rPr>
        <w:t>،</w:t>
      </w:r>
      <w:r w:rsidR="00D45E0E">
        <w:rPr>
          <w:rtl/>
        </w:rPr>
        <w:t xml:space="preserve"> </w:t>
      </w:r>
      <w:r w:rsidR="00D45E0E" w:rsidRPr="00DA0376">
        <w:rPr>
          <w:rtl/>
        </w:rPr>
        <w:t>قلت</w:t>
      </w:r>
      <w:r w:rsidR="00CC15EB">
        <w:rPr>
          <w:rtl/>
        </w:rPr>
        <w:t>:</w:t>
      </w:r>
      <w:r w:rsidR="00D45E0E">
        <w:rPr>
          <w:rtl/>
        </w:rPr>
        <w:t xml:space="preserve"> </w:t>
      </w:r>
      <w:r w:rsidR="00D45E0E" w:rsidRPr="00DA0376">
        <w:rPr>
          <w:rtl/>
        </w:rPr>
        <w:t>فان توجه الى ارض الشرك ليدخلها قال</w:t>
      </w:r>
      <w:r w:rsidR="00CC15EB">
        <w:rPr>
          <w:rtl/>
        </w:rPr>
        <w:t>:</w:t>
      </w:r>
      <w:r w:rsidR="00D45E0E">
        <w:rPr>
          <w:rtl/>
        </w:rPr>
        <w:t xml:space="preserve"> </w:t>
      </w:r>
      <w:r w:rsidR="00D45E0E" w:rsidRPr="00DA0376">
        <w:rPr>
          <w:rtl/>
        </w:rPr>
        <w:t>ان توجه إلى ارض الشرك ليدخلها قوتل اهلها.</w:t>
      </w:r>
    </w:p>
    <w:p w:rsidR="00AC7755" w:rsidRDefault="00D45E0E" w:rsidP="00AC7755">
      <w:pPr>
        <w:pStyle w:val="libNormal"/>
        <w:rPr>
          <w:rtl/>
        </w:rPr>
      </w:pPr>
      <w:r w:rsidRPr="00D95A45">
        <w:rPr>
          <w:rtl/>
        </w:rPr>
        <w:t>(527) 144</w:t>
      </w:r>
      <w:r w:rsidR="00CC15EB">
        <w:rPr>
          <w:rtl/>
        </w:rPr>
        <w:t xml:space="preserve"> - </w:t>
      </w:r>
      <w:r w:rsidRPr="00D95A45">
        <w:rPr>
          <w:rtl/>
        </w:rPr>
        <w:t xml:space="preserve">يونس عن محمد بن سليمان عن عبد الله بن اسحاق عن ابي الحسن </w:t>
      </w:r>
      <w:r w:rsidR="00AC7755" w:rsidRPr="00AC7755">
        <w:rPr>
          <w:rStyle w:val="libAlaemChar"/>
          <w:rtl/>
        </w:rPr>
        <w:t>عليه‌السلام</w:t>
      </w:r>
      <w:r w:rsidRPr="00D95A45">
        <w:rPr>
          <w:rtl/>
        </w:rPr>
        <w:t xml:space="preserve"> مثله</w:t>
      </w:r>
      <w:r w:rsidR="00CC15EB">
        <w:rPr>
          <w:rtl/>
        </w:rPr>
        <w:t>،</w:t>
      </w:r>
      <w:r>
        <w:rPr>
          <w:rtl/>
        </w:rPr>
        <w:t xml:space="preserve"> </w:t>
      </w:r>
      <w:r w:rsidRPr="00D95A45">
        <w:rPr>
          <w:rtl/>
        </w:rPr>
        <w:t>وزاد فيه يفعل ذلك سنة فانه سيتوب قبل ذلك وهو صاغر قال. قلت</w:t>
      </w:r>
      <w:r w:rsidR="00CC15EB">
        <w:rPr>
          <w:rtl/>
        </w:rPr>
        <w:t>:</w:t>
      </w:r>
      <w:r>
        <w:rPr>
          <w:rtl/>
        </w:rPr>
        <w:t xml:space="preserve"> </w:t>
      </w:r>
      <w:r w:rsidRPr="00D95A45">
        <w:rPr>
          <w:rtl/>
        </w:rPr>
        <w:t>فان ام ارض الشرك يدخلها قال</w:t>
      </w:r>
      <w:r w:rsidR="00CC15EB">
        <w:rPr>
          <w:rtl/>
        </w:rPr>
        <w:t>:</w:t>
      </w:r>
      <w:r>
        <w:rPr>
          <w:rtl/>
        </w:rPr>
        <w:t xml:space="preserve"> </w:t>
      </w:r>
      <w:r w:rsidRPr="00D95A45">
        <w:rPr>
          <w:rtl/>
        </w:rPr>
        <w:t>يقتل.</w:t>
      </w:r>
    </w:p>
    <w:p w:rsidR="00AC7755" w:rsidRDefault="00D45E0E" w:rsidP="00AC7755">
      <w:pPr>
        <w:pStyle w:val="libNormal"/>
        <w:rPr>
          <w:rtl/>
        </w:rPr>
      </w:pPr>
      <w:r w:rsidRPr="00D95A45">
        <w:rPr>
          <w:rtl/>
        </w:rPr>
        <w:t>(528) 145</w:t>
      </w:r>
      <w:r w:rsidR="00CC15EB">
        <w:rPr>
          <w:rtl/>
        </w:rPr>
        <w:t xml:space="preserve"> - </w:t>
      </w:r>
      <w:r w:rsidRPr="00D95A45">
        <w:rPr>
          <w:rtl/>
        </w:rPr>
        <w:t>علي عن ابيه عن ابن ابي عمير عن جميل بن دراج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قول الله عز وجل </w:t>
      </w:r>
      <w:r w:rsidR="00AC7755" w:rsidRPr="00AC7755">
        <w:rPr>
          <w:rStyle w:val="libAlaemChar"/>
          <w:rFonts w:hint="cs"/>
          <w:rtl/>
        </w:rPr>
        <w:t>(</w:t>
      </w:r>
      <w:r w:rsidRPr="00D95A45">
        <w:rPr>
          <w:rtl/>
        </w:rPr>
        <w:t xml:space="preserve"> </w:t>
      </w:r>
      <w:r w:rsidRPr="00AC7755">
        <w:rPr>
          <w:rStyle w:val="libAieChar"/>
          <w:rtl/>
        </w:rPr>
        <w:t>انما جزاء الذين يحاربون الله ورسوله ويسعون في الارض فسادا أن يقتلوا أو يصلبوا</w:t>
      </w:r>
      <w:r w:rsidRPr="00D95A45">
        <w:rPr>
          <w:rtl/>
        </w:rPr>
        <w:t xml:space="preserve"> </w:t>
      </w:r>
      <w:r w:rsidRPr="00AC7755">
        <w:rPr>
          <w:rStyle w:val="libAlaemChar"/>
          <w:rFonts w:hint="cs"/>
          <w:rtl/>
        </w:rPr>
        <w:t>)</w:t>
      </w:r>
      <w:r w:rsidRPr="00D95A45">
        <w:rPr>
          <w:rtl/>
        </w:rPr>
        <w:t xml:space="preserve"> الى آخر الآية فقلت اي شئ عليهم من هذه الحدود التى سمى الله</w:t>
      </w:r>
      <w:r>
        <w:rPr>
          <w:rtl/>
        </w:rPr>
        <w:t>؟</w:t>
      </w:r>
      <w:r w:rsidRPr="00D95A45">
        <w:rPr>
          <w:rtl/>
        </w:rPr>
        <w:t xml:space="preserve"> قال</w:t>
      </w:r>
      <w:r w:rsidR="00CC15EB">
        <w:rPr>
          <w:rtl/>
        </w:rPr>
        <w:t>:</w:t>
      </w:r>
      <w:r>
        <w:rPr>
          <w:rtl/>
        </w:rPr>
        <w:t xml:space="preserve"> </w:t>
      </w:r>
      <w:r w:rsidRPr="00D95A45">
        <w:rPr>
          <w:rtl/>
        </w:rPr>
        <w:t>ذلك الى الامام ان شاء قطع وان شاء صلب وان شاء نفى وان شاء قتل</w:t>
      </w:r>
      <w:r w:rsidR="00CC15EB">
        <w:rPr>
          <w:rtl/>
        </w:rPr>
        <w:t>،</w:t>
      </w:r>
      <w:r>
        <w:rPr>
          <w:rtl/>
        </w:rPr>
        <w:t xml:space="preserve"> </w:t>
      </w:r>
      <w:r w:rsidRPr="00D95A45">
        <w:rPr>
          <w:rtl/>
        </w:rPr>
        <w:t>قلت النفي إلى اين</w:t>
      </w:r>
      <w:r>
        <w:rPr>
          <w:rtl/>
        </w:rPr>
        <w:t>؟</w:t>
      </w:r>
      <w:r w:rsidRPr="00D95A45">
        <w:rPr>
          <w:rtl/>
        </w:rPr>
        <w:t xml:space="preserve"> قال ينفى من مصر الى مصر آخر</w:t>
      </w:r>
      <w:r w:rsidR="00CC15EB">
        <w:rPr>
          <w:rtl/>
        </w:rPr>
        <w:t>،</w:t>
      </w:r>
      <w:r>
        <w:rPr>
          <w:rtl/>
        </w:rPr>
        <w:t xml:space="preserve"> </w:t>
      </w:r>
      <w:r w:rsidRPr="00D95A45">
        <w:rPr>
          <w:rtl/>
        </w:rPr>
        <w:t>وقال</w:t>
      </w:r>
      <w:r w:rsidR="00CC15EB">
        <w:rPr>
          <w:rtl/>
        </w:rPr>
        <w:t>:</w:t>
      </w:r>
      <w:r>
        <w:rPr>
          <w:rtl/>
        </w:rPr>
        <w:t xml:space="preserve"> </w:t>
      </w:r>
      <w:r w:rsidRPr="00D95A45">
        <w:rPr>
          <w:rtl/>
        </w:rPr>
        <w:t xml:space="preserve">ان عليا </w:t>
      </w:r>
      <w:r w:rsidR="00AC7755" w:rsidRPr="00AC7755">
        <w:rPr>
          <w:rStyle w:val="libAlaemChar"/>
          <w:rtl/>
        </w:rPr>
        <w:t>عليه‌السلام</w:t>
      </w:r>
      <w:r w:rsidRPr="00D95A45">
        <w:rPr>
          <w:rtl/>
        </w:rPr>
        <w:t xml:space="preserve"> نفى رجلين من الكوفة الى البصرة.</w:t>
      </w:r>
    </w:p>
    <w:p w:rsidR="00AC7755" w:rsidRDefault="00D45E0E" w:rsidP="00AC7755">
      <w:pPr>
        <w:pStyle w:val="libNormal"/>
        <w:rPr>
          <w:rtl/>
        </w:rPr>
      </w:pPr>
      <w:r w:rsidRPr="00D95A45">
        <w:rPr>
          <w:rtl/>
        </w:rPr>
        <w:t>(529) 146</w:t>
      </w:r>
      <w:r w:rsidR="00CC15EB">
        <w:rPr>
          <w:rtl/>
        </w:rPr>
        <w:t xml:space="preserve"> - </w:t>
      </w:r>
      <w:r w:rsidRPr="00D95A45">
        <w:rPr>
          <w:rtl/>
        </w:rPr>
        <w:t>يونس عن يحيى الحلبي عن بريد بن معاوية قال</w:t>
      </w:r>
      <w:r w:rsidR="00CC15EB">
        <w:rPr>
          <w:rtl/>
        </w:rPr>
        <w:t>:</w:t>
      </w:r>
      <w:r>
        <w:rPr>
          <w:rtl/>
        </w:rPr>
        <w:t xml:space="preserve"> </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527</w:t>
      </w:r>
      <w:r>
        <w:rPr>
          <w:rFonts w:hint="cs"/>
          <w:rtl/>
        </w:rPr>
        <w:t xml:space="preserve"> - </w:t>
      </w:r>
      <w:r w:rsidR="00D45E0E" w:rsidRPr="00DA0376">
        <w:rPr>
          <w:rtl/>
        </w:rPr>
        <w:t>528</w:t>
      </w:r>
      <w:r>
        <w:rPr>
          <w:rtl/>
        </w:rPr>
        <w:t xml:space="preserve"> - </w:t>
      </w:r>
      <w:r w:rsidR="00D45E0E" w:rsidRPr="00DA0376">
        <w:rPr>
          <w:rtl/>
        </w:rPr>
        <w:t>529</w:t>
      </w:r>
      <w:r>
        <w:rPr>
          <w:rtl/>
        </w:rPr>
        <w:t xml:space="preserve"> - </w:t>
      </w:r>
      <w:r w:rsidR="00D45E0E" w:rsidRPr="00DA0376">
        <w:rPr>
          <w:rtl/>
        </w:rPr>
        <w:t>الكافي ج 2 ص 307 وفى الأخيرة (نحو الجناية) بدل (بحق الجناية)</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سأل رجل ابا عبد الله </w:t>
      </w:r>
      <w:r w:rsidR="00AC7755" w:rsidRPr="00AC7755">
        <w:rPr>
          <w:rStyle w:val="libAlaemChar"/>
          <w:rtl/>
        </w:rPr>
        <w:t>عليه‌السلام</w:t>
      </w:r>
      <w:r w:rsidRPr="00DA0376">
        <w:rPr>
          <w:rtl/>
        </w:rPr>
        <w:t xml:space="preserve"> عن قول الله عز وجل </w:t>
      </w:r>
      <w:r w:rsidR="00AC7755" w:rsidRPr="00AC7755">
        <w:rPr>
          <w:rStyle w:val="libAlaemChar"/>
          <w:rFonts w:hint="cs"/>
          <w:rtl/>
        </w:rPr>
        <w:t>(</w:t>
      </w:r>
      <w:r w:rsidRPr="00DA0376">
        <w:rPr>
          <w:rtl/>
        </w:rPr>
        <w:t xml:space="preserve"> </w:t>
      </w:r>
      <w:r w:rsidRPr="00AC7755">
        <w:rPr>
          <w:rStyle w:val="libAieChar"/>
          <w:rtl/>
        </w:rPr>
        <w:t>انما جزاء الذين يحاربون الله ورسوله</w:t>
      </w:r>
      <w:r w:rsidRPr="00DA0376">
        <w:rPr>
          <w:rtl/>
        </w:rPr>
        <w:t xml:space="preserve"> </w:t>
      </w:r>
      <w:r w:rsidRPr="00AC7755">
        <w:rPr>
          <w:rStyle w:val="libAlaemChar"/>
          <w:rFonts w:hint="cs"/>
          <w:rtl/>
        </w:rPr>
        <w:t>)</w:t>
      </w:r>
      <w:r w:rsidRPr="00DA0376">
        <w:rPr>
          <w:rtl/>
        </w:rPr>
        <w:t xml:space="preserve"> قال ذلك الى الامام يفعل به ما يشاء قلت</w:t>
      </w:r>
      <w:r w:rsidR="00CC15EB">
        <w:rPr>
          <w:rtl/>
        </w:rPr>
        <w:t>:</w:t>
      </w:r>
      <w:r>
        <w:rPr>
          <w:rtl/>
        </w:rPr>
        <w:t xml:space="preserve"> </w:t>
      </w:r>
      <w:r w:rsidRPr="00DA0376">
        <w:rPr>
          <w:rtl/>
        </w:rPr>
        <w:t>فمفوض ذلك إليه</w:t>
      </w:r>
      <w:r>
        <w:rPr>
          <w:rtl/>
        </w:rPr>
        <w:t>؟</w:t>
      </w:r>
      <w:r w:rsidRPr="00DA0376">
        <w:rPr>
          <w:rtl/>
        </w:rPr>
        <w:t xml:space="preserve"> قال</w:t>
      </w:r>
      <w:r w:rsidR="00CC15EB">
        <w:rPr>
          <w:rtl/>
        </w:rPr>
        <w:t>:</w:t>
      </w:r>
      <w:r>
        <w:rPr>
          <w:rtl/>
        </w:rPr>
        <w:t xml:space="preserve"> </w:t>
      </w:r>
      <w:r w:rsidRPr="00DA0376">
        <w:rPr>
          <w:rtl/>
        </w:rPr>
        <w:t>لا ولكن بحق الجناية.</w:t>
      </w:r>
    </w:p>
    <w:p w:rsidR="00AC7755" w:rsidRDefault="00D45E0E" w:rsidP="00AC7755">
      <w:pPr>
        <w:pStyle w:val="libNormal"/>
        <w:rPr>
          <w:rtl/>
        </w:rPr>
      </w:pPr>
      <w:r w:rsidRPr="00D95A45">
        <w:rPr>
          <w:rtl/>
        </w:rPr>
        <w:t>(530) 147</w:t>
      </w:r>
      <w:r w:rsidR="00CC15EB">
        <w:rPr>
          <w:rtl/>
        </w:rPr>
        <w:t xml:space="preserve"> - </w:t>
      </w:r>
      <w:r w:rsidRPr="00D95A45">
        <w:rPr>
          <w:rtl/>
        </w:rPr>
        <w:t xml:space="preserve">سهل بن زياد عن الحسن بن محبوب عن ابن رئاب عن ضريس الكناسي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من حمل السلاح بالليل فهو محارب الا أن يكون رجلا ليس من اهل الريبة.</w:t>
      </w:r>
    </w:p>
    <w:p w:rsidR="00AC7755" w:rsidRDefault="00D45E0E" w:rsidP="00AC7755">
      <w:pPr>
        <w:pStyle w:val="libNormal"/>
        <w:rPr>
          <w:rtl/>
        </w:rPr>
      </w:pPr>
      <w:r w:rsidRPr="00D95A45">
        <w:rPr>
          <w:rtl/>
        </w:rPr>
        <w:t>(531) 148</w:t>
      </w:r>
      <w:r w:rsidR="00CC15EB">
        <w:rPr>
          <w:rtl/>
        </w:rPr>
        <w:t xml:space="preserve"> - </w:t>
      </w:r>
      <w:r w:rsidRPr="00D95A45">
        <w:rPr>
          <w:rtl/>
        </w:rPr>
        <w:t xml:space="preserve">علي عن ابيه عن حنان عن ابي عبد الله </w:t>
      </w:r>
      <w:r w:rsidR="00AC7755" w:rsidRPr="00AC7755">
        <w:rPr>
          <w:rStyle w:val="libAlaemChar"/>
          <w:rtl/>
        </w:rPr>
        <w:t>عليه‌السلام</w:t>
      </w:r>
      <w:r w:rsidRPr="00D95A45">
        <w:rPr>
          <w:rtl/>
        </w:rPr>
        <w:t xml:space="preserve"> في قول الله عز وجل </w:t>
      </w:r>
      <w:r w:rsidR="00AC7755" w:rsidRPr="00AC7755">
        <w:rPr>
          <w:rStyle w:val="libAlaemChar"/>
          <w:rFonts w:hint="cs"/>
          <w:rtl/>
        </w:rPr>
        <w:t>(</w:t>
      </w:r>
      <w:r w:rsidRPr="00D95A45">
        <w:rPr>
          <w:rtl/>
        </w:rPr>
        <w:t xml:space="preserve"> </w:t>
      </w:r>
      <w:r w:rsidRPr="00AC7755">
        <w:rPr>
          <w:rStyle w:val="libAieChar"/>
          <w:rtl/>
        </w:rPr>
        <w:t>انما جزاء الذين يحاربون الله ورسوله</w:t>
      </w:r>
      <w:r w:rsidRPr="00D95A45">
        <w:rPr>
          <w:rtl/>
        </w:rPr>
        <w:t xml:space="preserve"> </w:t>
      </w:r>
      <w:r w:rsidRPr="00AC7755">
        <w:rPr>
          <w:rStyle w:val="libAlaemChar"/>
          <w:rFonts w:hint="cs"/>
          <w:rtl/>
        </w:rPr>
        <w:t>)</w:t>
      </w:r>
      <w:r w:rsidRPr="00D95A45">
        <w:rPr>
          <w:rtl/>
        </w:rPr>
        <w:t xml:space="preserve"> الى آخر الآية قال</w:t>
      </w:r>
      <w:r w:rsidR="00CC15EB">
        <w:rPr>
          <w:rtl/>
        </w:rPr>
        <w:t>:</w:t>
      </w:r>
      <w:r>
        <w:rPr>
          <w:rtl/>
        </w:rPr>
        <w:t xml:space="preserve"> </w:t>
      </w:r>
      <w:r w:rsidRPr="00D95A45">
        <w:rPr>
          <w:rtl/>
        </w:rPr>
        <w:t>لا يبايع ولا يؤوى ولا يطعم ولا يتصدق عليه.</w:t>
      </w:r>
    </w:p>
    <w:p w:rsidR="00AC7755" w:rsidRDefault="00D45E0E" w:rsidP="00AC7755">
      <w:pPr>
        <w:pStyle w:val="libNormal"/>
        <w:rPr>
          <w:rtl/>
        </w:rPr>
      </w:pPr>
      <w:r w:rsidRPr="00D95A45">
        <w:rPr>
          <w:rtl/>
        </w:rPr>
        <w:t>(532) 149</w:t>
      </w:r>
      <w:r w:rsidR="00CC15EB">
        <w:rPr>
          <w:rtl/>
        </w:rPr>
        <w:t xml:space="preserve"> - </w:t>
      </w:r>
      <w:r w:rsidRPr="00D95A45">
        <w:rPr>
          <w:rtl/>
        </w:rPr>
        <w:t>علي عن أبيه عن صفوان بن يحيى عن طلحة النهدي عن سورة بن كليب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رجل يخرج من منزله يريد المسجد أو يريد الحاجة فيلقاه رجل أو يستقفيه فيضربه ويأخذ ثوبه فقال</w:t>
      </w:r>
      <w:r w:rsidR="00CC15EB">
        <w:rPr>
          <w:rtl/>
        </w:rPr>
        <w:t>:</w:t>
      </w:r>
      <w:r>
        <w:rPr>
          <w:rtl/>
        </w:rPr>
        <w:t xml:space="preserve"> </w:t>
      </w:r>
      <w:r w:rsidRPr="00D95A45">
        <w:rPr>
          <w:rtl/>
        </w:rPr>
        <w:t>أي شئ يقول فيه من قبلكم</w:t>
      </w:r>
      <w:r>
        <w:rPr>
          <w:rtl/>
        </w:rPr>
        <w:t>؟</w:t>
      </w:r>
      <w:r w:rsidRPr="00D95A45">
        <w:rPr>
          <w:rtl/>
        </w:rPr>
        <w:t xml:space="preserve"> قلت</w:t>
      </w:r>
      <w:r w:rsidR="00CC15EB">
        <w:rPr>
          <w:rtl/>
        </w:rPr>
        <w:t>:</w:t>
      </w:r>
      <w:r>
        <w:rPr>
          <w:rtl/>
        </w:rPr>
        <w:t xml:space="preserve"> </w:t>
      </w:r>
      <w:r w:rsidRPr="00D95A45">
        <w:rPr>
          <w:rtl/>
        </w:rPr>
        <w:t>يقولون</w:t>
      </w:r>
      <w:r w:rsidR="00CC15EB">
        <w:rPr>
          <w:rtl/>
        </w:rPr>
        <w:t>:</w:t>
      </w:r>
      <w:r>
        <w:rPr>
          <w:rtl/>
        </w:rPr>
        <w:t xml:space="preserve"> </w:t>
      </w:r>
      <w:r w:rsidRPr="00D95A45">
        <w:rPr>
          <w:rtl/>
        </w:rPr>
        <w:t>هذه زعارة معلنة</w:t>
      </w:r>
      <w:r w:rsidR="00CC15EB">
        <w:rPr>
          <w:rtl/>
        </w:rPr>
        <w:t>،</w:t>
      </w:r>
      <w:r>
        <w:rPr>
          <w:rtl/>
        </w:rPr>
        <w:t xml:space="preserve"> </w:t>
      </w:r>
      <w:r w:rsidRPr="00D95A45">
        <w:rPr>
          <w:rtl/>
        </w:rPr>
        <w:t>وانما المحارب في قرى مشركية فقال</w:t>
      </w:r>
      <w:r w:rsidR="00CC15EB">
        <w:rPr>
          <w:rtl/>
        </w:rPr>
        <w:t>:</w:t>
      </w:r>
      <w:r>
        <w:rPr>
          <w:rtl/>
        </w:rPr>
        <w:t xml:space="preserve"> </w:t>
      </w:r>
      <w:r w:rsidRPr="00D95A45">
        <w:rPr>
          <w:rtl/>
        </w:rPr>
        <w:t>ايها اعظم حرمة دار الاسلام أو دار الشرك</w:t>
      </w:r>
      <w:r>
        <w:rPr>
          <w:rtl/>
        </w:rPr>
        <w:t>؟</w:t>
      </w:r>
      <w:r w:rsidRPr="00D95A45">
        <w:rPr>
          <w:rtl/>
        </w:rPr>
        <w:t xml:space="preserve"> قال</w:t>
      </w:r>
      <w:r w:rsidR="00CC15EB">
        <w:rPr>
          <w:rtl/>
        </w:rPr>
        <w:t>:</w:t>
      </w:r>
      <w:r>
        <w:rPr>
          <w:rtl/>
        </w:rPr>
        <w:t xml:space="preserve"> </w:t>
      </w:r>
      <w:r w:rsidRPr="00D95A45">
        <w:rPr>
          <w:rtl/>
        </w:rPr>
        <w:t>قلت</w:t>
      </w:r>
      <w:r w:rsidR="00CC15EB">
        <w:rPr>
          <w:rtl/>
        </w:rPr>
        <w:t>:</w:t>
      </w:r>
      <w:r>
        <w:rPr>
          <w:rtl/>
        </w:rPr>
        <w:t xml:space="preserve"> </w:t>
      </w:r>
      <w:r w:rsidRPr="00D95A45">
        <w:rPr>
          <w:rtl/>
        </w:rPr>
        <w:t>دار الاسلام فقال</w:t>
      </w:r>
      <w:r w:rsidR="00CC15EB">
        <w:rPr>
          <w:rtl/>
        </w:rPr>
        <w:t>:</w:t>
      </w:r>
      <w:r>
        <w:rPr>
          <w:rtl/>
        </w:rPr>
        <w:t xml:space="preserve"> </w:t>
      </w:r>
      <w:r w:rsidRPr="00D95A45">
        <w:rPr>
          <w:rtl/>
        </w:rPr>
        <w:t xml:space="preserve">هؤلاء من اهل هذه الآية </w:t>
      </w:r>
      <w:r w:rsidR="00AC7755" w:rsidRPr="00AC7755">
        <w:rPr>
          <w:rStyle w:val="libAlaemChar"/>
          <w:rFonts w:hint="cs"/>
          <w:rtl/>
        </w:rPr>
        <w:t>(</w:t>
      </w:r>
      <w:r w:rsidRPr="00D95A45">
        <w:rPr>
          <w:rtl/>
        </w:rPr>
        <w:t xml:space="preserve"> </w:t>
      </w:r>
      <w:r w:rsidRPr="00AC7755">
        <w:rPr>
          <w:rStyle w:val="libAieChar"/>
          <w:rtl/>
        </w:rPr>
        <w:t>انما جزاء الذين يحاربون الله ورسوله</w:t>
      </w:r>
      <w:r w:rsidRPr="00D95A45">
        <w:rPr>
          <w:rtl/>
        </w:rPr>
        <w:t xml:space="preserve"> </w:t>
      </w:r>
      <w:r w:rsidRPr="00AC7755">
        <w:rPr>
          <w:rStyle w:val="libAlaemChar"/>
          <w:rFonts w:hint="cs"/>
          <w:rtl/>
        </w:rPr>
        <w:t>)</w:t>
      </w:r>
      <w:r w:rsidRPr="00D95A45">
        <w:rPr>
          <w:rtl/>
        </w:rPr>
        <w:t xml:space="preserve"> الى آخر الاية.</w:t>
      </w:r>
    </w:p>
    <w:p w:rsidR="00AC7755" w:rsidRDefault="00D45E0E" w:rsidP="00AC7755">
      <w:pPr>
        <w:pStyle w:val="libNormal"/>
        <w:rPr>
          <w:rtl/>
        </w:rPr>
      </w:pPr>
      <w:r w:rsidRPr="00D95A45">
        <w:rPr>
          <w:rtl/>
        </w:rPr>
        <w:t>(533) 150</w:t>
      </w:r>
      <w:r w:rsidR="00CC15EB">
        <w:rPr>
          <w:rtl/>
        </w:rPr>
        <w:t xml:space="preserve"> - </w:t>
      </w:r>
      <w:r w:rsidRPr="00D95A45">
        <w:rPr>
          <w:rtl/>
        </w:rPr>
        <w:t xml:space="preserve">احمد بن محمد عن علي بن الحكم عن ابان ابن عثمان عن ابى صالح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قدم على رسول الله </w:t>
      </w:r>
      <w:r w:rsidR="00AC7755" w:rsidRPr="00AC7755">
        <w:rPr>
          <w:rStyle w:val="libAlaemChar"/>
          <w:rtl/>
        </w:rPr>
        <w:t>صلى‌الله‌عليه‌وآله‌وسلم</w:t>
      </w:r>
      <w:r w:rsidRPr="00D95A45">
        <w:rPr>
          <w:rtl/>
        </w:rPr>
        <w:t xml:space="preserve"> قوم من بني ضبة مرضى فقال لهم رسول الله </w:t>
      </w:r>
      <w:r w:rsidR="00AC7755" w:rsidRPr="00AC7755">
        <w:rPr>
          <w:rStyle w:val="libAlaemChar"/>
          <w:rtl/>
        </w:rPr>
        <w:t>صلى‌الله‌عليه‌وآله‌وسلم</w:t>
      </w:r>
      <w:r w:rsidRPr="00D95A45">
        <w:rPr>
          <w:rtl/>
        </w:rPr>
        <w:t xml:space="preserve"> اقيموا عندي فإذا برئتم بعثتكم في</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510</w:t>
      </w:r>
      <w:r>
        <w:rPr>
          <w:rtl/>
        </w:rPr>
        <w:t xml:space="preserve"> - </w:t>
      </w:r>
      <w:r w:rsidR="00D45E0E" w:rsidRPr="00D95A45">
        <w:rPr>
          <w:rtl/>
        </w:rPr>
        <w:t>الكافي ج 2 ص 307 الفقيه ج 4 ص 48</w:t>
      </w:r>
    </w:p>
    <w:p w:rsidR="00CC15EB" w:rsidRDefault="00CC15EB" w:rsidP="00AC7755">
      <w:pPr>
        <w:pStyle w:val="libFootnote0"/>
        <w:rPr>
          <w:rtl/>
        </w:rPr>
      </w:pPr>
      <w:r>
        <w:rPr>
          <w:rtl/>
        </w:rPr>
        <w:t>-</w:t>
      </w:r>
      <w:r w:rsidR="00D45E0E" w:rsidRPr="007277FF">
        <w:rPr>
          <w:rtl/>
        </w:rPr>
        <w:t xml:space="preserve"> 531</w:t>
      </w:r>
      <w:r>
        <w:rPr>
          <w:rtl/>
        </w:rPr>
        <w:t xml:space="preserve"> - </w:t>
      </w:r>
      <w:r w:rsidR="00D45E0E" w:rsidRPr="007277FF">
        <w:rPr>
          <w:rtl/>
        </w:rPr>
        <w:t>532</w:t>
      </w:r>
      <w:r>
        <w:rPr>
          <w:rtl/>
        </w:rPr>
        <w:t xml:space="preserve"> - </w:t>
      </w:r>
      <w:r w:rsidR="00D45E0E" w:rsidRPr="007277FF">
        <w:rPr>
          <w:rtl/>
        </w:rPr>
        <w:t>الكافي ج 2 ص 307 واخرج الثاني الصدوق في الفقيه ج 4 ص 48</w:t>
      </w:r>
    </w:p>
    <w:p w:rsidR="00AC7755" w:rsidRDefault="00CC15EB" w:rsidP="00AC7755">
      <w:pPr>
        <w:pStyle w:val="libFootnote0"/>
        <w:rPr>
          <w:rtl/>
        </w:rPr>
      </w:pPr>
      <w:r>
        <w:rPr>
          <w:rtl/>
        </w:rPr>
        <w:t>-</w:t>
      </w:r>
      <w:r w:rsidR="00D45E0E" w:rsidRPr="00DA0376">
        <w:rPr>
          <w:rtl/>
        </w:rPr>
        <w:t xml:space="preserve"> 533</w:t>
      </w:r>
      <w:r>
        <w:rPr>
          <w:rtl/>
        </w:rPr>
        <w:t xml:space="preserve"> - </w:t>
      </w:r>
      <w:r w:rsidR="00D45E0E" w:rsidRPr="00DA0376">
        <w:rPr>
          <w:rtl/>
        </w:rPr>
        <w:t>الكافي ج 2 ص 206</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سرية فقالوا اخرجنا من المدينة فبعث بهم الى إبل الصدقة يشربون من ابوالها ويأكلون من البانها فلما برئوا واشتدوا قتلوا ثلاثة ممن كانوا في الابل فبلغ رسول الله </w:t>
      </w:r>
      <w:r w:rsidR="00AC7755" w:rsidRPr="00AC7755">
        <w:rPr>
          <w:rStyle w:val="libAlaemChar"/>
          <w:rtl/>
        </w:rPr>
        <w:t>صلى‌الله‌عليه‌وآله‌وسلم</w:t>
      </w:r>
      <w:r w:rsidRPr="00DA0376">
        <w:rPr>
          <w:rtl/>
        </w:rPr>
        <w:t xml:space="preserve"> الخبر فبعث إليهم عليا </w:t>
      </w:r>
      <w:r w:rsidR="00AC7755" w:rsidRPr="00AC7755">
        <w:rPr>
          <w:rStyle w:val="libAlaemChar"/>
          <w:rtl/>
        </w:rPr>
        <w:t>عليه‌السلام</w:t>
      </w:r>
      <w:r w:rsidRPr="00DA0376">
        <w:rPr>
          <w:rtl/>
        </w:rPr>
        <w:t xml:space="preserve"> وهم في واد قد تحيروا ليس يقدرون يخرجون منه قريب من ارض اليمن فأسرهم وجاء بهم إلى رسول الله </w:t>
      </w:r>
      <w:r w:rsidR="00AC7755" w:rsidRPr="00AC7755">
        <w:rPr>
          <w:rStyle w:val="libAlaemChar"/>
          <w:rtl/>
        </w:rPr>
        <w:t>صلى‌الله‌عليه‌وآله‌وسلم</w:t>
      </w:r>
      <w:r w:rsidRPr="00DA0376">
        <w:rPr>
          <w:rtl/>
        </w:rPr>
        <w:t xml:space="preserve"> فنزلت هذه الآية عليه </w:t>
      </w:r>
      <w:r>
        <w:rPr>
          <w:rFonts w:hint="cs"/>
          <w:rtl/>
        </w:rPr>
        <w:t>(</w:t>
      </w:r>
      <w:r w:rsidRPr="00DA0376">
        <w:rPr>
          <w:rtl/>
        </w:rPr>
        <w:t xml:space="preserve"> انما جزاء الذين يحاربون الله ورسوله ويسعون في الارض فسادا ان يقتلوا أو يصلبوا أو تقطع ايديهم وارجلهم من خلاف </w:t>
      </w:r>
      <w:r>
        <w:rPr>
          <w:rFonts w:hint="cs"/>
          <w:rtl/>
        </w:rPr>
        <w:t>)</w:t>
      </w:r>
      <w:r w:rsidRPr="00DA0376">
        <w:rPr>
          <w:rtl/>
        </w:rPr>
        <w:t>.</w:t>
      </w:r>
    </w:p>
    <w:p w:rsidR="00AC7755" w:rsidRDefault="00D45E0E" w:rsidP="00AC7755">
      <w:pPr>
        <w:pStyle w:val="libNormal"/>
        <w:rPr>
          <w:rtl/>
        </w:rPr>
      </w:pPr>
      <w:r w:rsidRPr="00D95A45">
        <w:rPr>
          <w:rtl/>
        </w:rPr>
        <w:t>(534) 151</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ان امير المؤمنين </w:t>
      </w:r>
      <w:r w:rsidR="00AC7755" w:rsidRPr="00AC7755">
        <w:rPr>
          <w:rStyle w:val="libAlaemChar"/>
          <w:rtl/>
        </w:rPr>
        <w:t>عليه‌السلام</w:t>
      </w:r>
      <w:r w:rsidRPr="00D95A45">
        <w:rPr>
          <w:rtl/>
        </w:rPr>
        <w:t xml:space="preserve"> صلب رجلا بالحيرة ثلاثة ايام ثم انزله يوم الرابع وصلى عليه ودفنه.</w:t>
      </w:r>
    </w:p>
    <w:p w:rsidR="00AC7755" w:rsidRDefault="00D45E0E" w:rsidP="00AC7755">
      <w:pPr>
        <w:pStyle w:val="libNormal"/>
        <w:rPr>
          <w:rtl/>
        </w:rPr>
      </w:pPr>
      <w:r w:rsidRPr="00D95A45">
        <w:rPr>
          <w:rtl/>
        </w:rPr>
        <w:t>(535) 152</w:t>
      </w:r>
      <w:r w:rsidR="00CC15EB">
        <w:rPr>
          <w:rtl/>
        </w:rPr>
        <w:t xml:space="preserve"> - </w:t>
      </w:r>
      <w:r w:rsidRPr="00D95A45">
        <w:rPr>
          <w:rtl/>
        </w:rPr>
        <w:t xml:space="preserve">سهل بن زياد عن احمد بن محمد بن ابي نصر عن داود الطائى عن رجل من اصحابنا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المحارب وقلت له ان اصحابنا يقولون ان الامام مخير فيه ان شاء قطع وان شاء صلب وان شاء قتل فقال</w:t>
      </w:r>
      <w:r w:rsidR="00CC15EB">
        <w:rPr>
          <w:rtl/>
        </w:rPr>
        <w:t>:</w:t>
      </w:r>
      <w:r>
        <w:rPr>
          <w:rtl/>
        </w:rPr>
        <w:t xml:space="preserve"> </w:t>
      </w:r>
      <w:r w:rsidRPr="00D95A45">
        <w:rPr>
          <w:rtl/>
        </w:rPr>
        <w:t>ان هذه اشياء محدودة في كتاب الله</w:t>
      </w:r>
      <w:r w:rsidR="00CC15EB">
        <w:rPr>
          <w:rtl/>
        </w:rPr>
        <w:t>،</w:t>
      </w:r>
      <w:r>
        <w:rPr>
          <w:rtl/>
        </w:rPr>
        <w:t xml:space="preserve"> </w:t>
      </w:r>
      <w:r w:rsidRPr="00D95A45">
        <w:rPr>
          <w:rtl/>
        </w:rPr>
        <w:t>فإذا ما هو قتل واخذ المال قتل وصلب</w:t>
      </w:r>
      <w:r w:rsidR="00CC15EB">
        <w:rPr>
          <w:rtl/>
        </w:rPr>
        <w:t>،</w:t>
      </w:r>
      <w:r>
        <w:rPr>
          <w:rtl/>
        </w:rPr>
        <w:t xml:space="preserve"> </w:t>
      </w:r>
      <w:r w:rsidRPr="00D95A45">
        <w:rPr>
          <w:rtl/>
        </w:rPr>
        <w:t>وإذا قتل ولم يأخذ قتل</w:t>
      </w:r>
      <w:r w:rsidR="00CC15EB">
        <w:rPr>
          <w:rtl/>
        </w:rPr>
        <w:t>،</w:t>
      </w:r>
      <w:r>
        <w:rPr>
          <w:rtl/>
        </w:rPr>
        <w:t xml:space="preserve"> </w:t>
      </w:r>
      <w:r w:rsidRPr="00D95A45">
        <w:rPr>
          <w:rtl/>
        </w:rPr>
        <w:t>وإذا اخذ ولم يقتل قطع</w:t>
      </w:r>
      <w:r w:rsidR="00CC15EB">
        <w:rPr>
          <w:rtl/>
        </w:rPr>
        <w:t>،</w:t>
      </w:r>
      <w:r>
        <w:rPr>
          <w:rtl/>
        </w:rPr>
        <w:t xml:space="preserve"> </w:t>
      </w:r>
      <w:r w:rsidRPr="00D95A45">
        <w:rPr>
          <w:rtl/>
        </w:rPr>
        <w:t>وان هو فر ولم يقدر عليه ثم اخذ قطع الا ان يتوب فان تاب لم يقطع.</w:t>
      </w:r>
    </w:p>
    <w:p w:rsidR="00AC7755" w:rsidRDefault="00D45E0E" w:rsidP="00AC7755">
      <w:pPr>
        <w:pStyle w:val="libNormal"/>
        <w:rPr>
          <w:rtl/>
        </w:rPr>
      </w:pPr>
      <w:r w:rsidRPr="00D95A45">
        <w:rPr>
          <w:rtl/>
        </w:rPr>
        <w:t>(536) 152</w:t>
      </w:r>
      <w:r w:rsidR="00CC15EB">
        <w:rPr>
          <w:rtl/>
        </w:rPr>
        <w:t xml:space="preserve"> - </w:t>
      </w:r>
      <w:r w:rsidRPr="00D95A45">
        <w:rPr>
          <w:rtl/>
        </w:rPr>
        <w:t xml:space="preserve">احمد بن محمد عن البرقي عن الحسن بن السرى عن منصور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اللص محارب لله ولرسوله فاقتلوه فما دخل عليكم فعلي.</w:t>
      </w:r>
    </w:p>
    <w:p w:rsidR="00AC7755" w:rsidRDefault="00D45E0E" w:rsidP="00AC7755">
      <w:pPr>
        <w:pStyle w:val="libNormal"/>
        <w:rPr>
          <w:rtl/>
        </w:rPr>
      </w:pPr>
      <w:r w:rsidRPr="00D95A45">
        <w:rPr>
          <w:rtl/>
        </w:rPr>
        <w:t>(537) 154</w:t>
      </w:r>
      <w:r w:rsidR="00CC15EB">
        <w:rPr>
          <w:rtl/>
        </w:rPr>
        <w:t xml:space="preserve"> - </w:t>
      </w:r>
      <w:r w:rsidRPr="00D95A45">
        <w:rPr>
          <w:rtl/>
        </w:rPr>
        <w:t xml:space="preserve">محمد بن علي بن محبوب عن سلمة بن الخطاب عن علي بن سيف بن عميرة عن عمرو بن شمر عن جابر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534</w:t>
      </w:r>
      <w:r>
        <w:rPr>
          <w:rtl/>
        </w:rPr>
        <w:t xml:space="preserve"> - </w:t>
      </w:r>
      <w:r w:rsidR="00D45E0E" w:rsidRPr="00D95A45">
        <w:rPr>
          <w:rtl/>
        </w:rPr>
        <w:t>الكافي ج 2 ص 307</w:t>
      </w:r>
    </w:p>
    <w:p w:rsidR="00AC7755" w:rsidRDefault="00CC15EB" w:rsidP="00AC7755">
      <w:pPr>
        <w:pStyle w:val="libFootnote0"/>
        <w:rPr>
          <w:rtl/>
        </w:rPr>
      </w:pPr>
      <w:r>
        <w:rPr>
          <w:rtl/>
        </w:rPr>
        <w:t>-</w:t>
      </w:r>
      <w:r w:rsidR="00D45E0E" w:rsidRPr="00DA0376">
        <w:rPr>
          <w:rtl/>
        </w:rPr>
        <w:t xml:space="preserve"> 535</w:t>
      </w:r>
      <w:r>
        <w:rPr>
          <w:rtl/>
        </w:rPr>
        <w:t xml:space="preserve"> - </w:t>
      </w:r>
      <w:r w:rsidR="00D45E0E" w:rsidRPr="00DA0376">
        <w:rPr>
          <w:rtl/>
        </w:rPr>
        <w:t>الكافي ج 2 ص 308</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اشار بحديدة في مصر قطعت يده</w:t>
      </w:r>
      <w:r w:rsidR="00CC15EB">
        <w:rPr>
          <w:rtl/>
        </w:rPr>
        <w:t>،</w:t>
      </w:r>
      <w:r>
        <w:rPr>
          <w:rtl/>
        </w:rPr>
        <w:t xml:space="preserve"> </w:t>
      </w:r>
      <w:r w:rsidRPr="007277FF">
        <w:rPr>
          <w:rtl/>
        </w:rPr>
        <w:t>ومن ضرب فيها قتل.</w:t>
      </w:r>
    </w:p>
    <w:p w:rsidR="00AC7755" w:rsidRDefault="00D45E0E" w:rsidP="00AC7755">
      <w:pPr>
        <w:pStyle w:val="libNormal"/>
        <w:rPr>
          <w:rtl/>
        </w:rPr>
      </w:pPr>
      <w:r w:rsidRPr="00D95A45">
        <w:rPr>
          <w:rtl/>
        </w:rPr>
        <w:t>(538) 155</w:t>
      </w:r>
      <w:r w:rsidR="00CC15EB">
        <w:rPr>
          <w:rtl/>
        </w:rPr>
        <w:t xml:space="preserve"> - </w:t>
      </w:r>
      <w:r w:rsidRPr="00D95A45">
        <w:rPr>
          <w:rtl/>
        </w:rPr>
        <w:t xml:space="preserve">احمد بن محمد بن يحيى عن غياث بن ابراهيم عن جعفر عن ابيه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دخل عليك اللص يريد اهلك ومالك فان استطعت ان تبدره وتضربه فابدره واضربه وقال</w:t>
      </w:r>
      <w:r w:rsidR="00CC15EB">
        <w:rPr>
          <w:rtl/>
        </w:rPr>
        <w:t>:</w:t>
      </w:r>
      <w:r>
        <w:rPr>
          <w:rtl/>
        </w:rPr>
        <w:t xml:space="preserve"> </w:t>
      </w:r>
      <w:r w:rsidRPr="00D95A45">
        <w:rPr>
          <w:rtl/>
        </w:rPr>
        <w:t>اللص محارب لله ورسوله فاقتله فما مسك منه فهو علي.</w:t>
      </w:r>
    </w:p>
    <w:p w:rsidR="00AC7755" w:rsidRDefault="00D45E0E" w:rsidP="00AC7755">
      <w:pPr>
        <w:pStyle w:val="libNormal"/>
        <w:rPr>
          <w:rtl/>
        </w:rPr>
      </w:pPr>
      <w:r w:rsidRPr="00D95A45">
        <w:rPr>
          <w:rtl/>
        </w:rPr>
        <w:t>(539) 156</w:t>
      </w:r>
      <w:r w:rsidR="00CC15EB">
        <w:rPr>
          <w:rtl/>
        </w:rPr>
        <w:t xml:space="preserve"> - </w:t>
      </w:r>
      <w:r w:rsidRPr="00D95A45">
        <w:rPr>
          <w:rtl/>
        </w:rPr>
        <w:t xml:space="preserve">احمد بن محمد عن محمد بن سنان عن حماد بن عثمان وخلف بن حماد عن ربعي بن عبد الله عن الفضيل بن يسار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أخذ الرجل من النخل والزرع قبل ان يصرم فليس عليه قطع</w:t>
      </w:r>
      <w:r w:rsidR="00CC15EB">
        <w:rPr>
          <w:rtl/>
        </w:rPr>
        <w:t>،</w:t>
      </w:r>
      <w:r>
        <w:rPr>
          <w:rtl/>
        </w:rPr>
        <w:t xml:space="preserve"> </w:t>
      </w:r>
      <w:r w:rsidRPr="00D95A45">
        <w:rPr>
          <w:rtl/>
        </w:rPr>
        <w:t>فإذا صرم النخل واخذ وحصد الزرع فاخذ قطع</w:t>
      </w:r>
      <w:r w:rsidR="00CC15EB">
        <w:rPr>
          <w:rtl/>
        </w:rPr>
        <w:t>،</w:t>
      </w:r>
      <w:r>
        <w:rPr>
          <w:rtl/>
        </w:rPr>
        <w:t xml:space="preserve"> </w:t>
      </w:r>
    </w:p>
    <w:p w:rsidR="00AC7755" w:rsidRDefault="00D45E0E" w:rsidP="00CA44E1">
      <w:pPr>
        <w:pStyle w:val="Heading2Center"/>
        <w:rPr>
          <w:rtl/>
        </w:rPr>
      </w:pPr>
      <w:bookmarkStart w:id="9" w:name="_Toc394318273"/>
      <w:r w:rsidRPr="00D95A45">
        <w:rPr>
          <w:rtl/>
        </w:rPr>
        <w:t>9</w:t>
      </w:r>
      <w:r w:rsidR="00CC15EB">
        <w:rPr>
          <w:rtl/>
        </w:rPr>
        <w:t xml:space="preserve"> - </w:t>
      </w:r>
      <w:r w:rsidRPr="00D95A45">
        <w:rPr>
          <w:rtl/>
        </w:rPr>
        <w:t>باب حد المرتد والمرتدة</w:t>
      </w:r>
      <w:bookmarkEnd w:id="9"/>
    </w:p>
    <w:p w:rsidR="00AC7755" w:rsidRDefault="00D45E0E" w:rsidP="00AC7755">
      <w:pPr>
        <w:pStyle w:val="libNormal"/>
        <w:rPr>
          <w:rtl/>
        </w:rPr>
      </w:pPr>
      <w:r w:rsidRPr="00D95A45">
        <w:rPr>
          <w:rtl/>
        </w:rPr>
        <w:t>(540) 1</w:t>
      </w:r>
      <w:r w:rsidR="00CC15EB">
        <w:rPr>
          <w:rtl/>
        </w:rPr>
        <w:t xml:space="preserve"> - </w:t>
      </w:r>
      <w:r w:rsidRPr="00D95A45">
        <w:rPr>
          <w:rtl/>
        </w:rPr>
        <w:t>سهل بن زياد عن ابن محبوب عن العلا بن رزين عن محمد بن مسلم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المرتد فقال</w:t>
      </w:r>
      <w:r w:rsidR="00CC15EB">
        <w:rPr>
          <w:rtl/>
        </w:rPr>
        <w:t>:</w:t>
      </w:r>
      <w:r>
        <w:rPr>
          <w:rtl/>
        </w:rPr>
        <w:t xml:space="preserve"> </w:t>
      </w:r>
      <w:r w:rsidRPr="00D95A45">
        <w:rPr>
          <w:rtl/>
        </w:rPr>
        <w:t xml:space="preserve">من رغب عن الاسلام وكفر بما انزل على محمد </w:t>
      </w:r>
      <w:r w:rsidR="00AC7755" w:rsidRPr="00AC7755">
        <w:rPr>
          <w:rStyle w:val="libAlaemChar"/>
          <w:rtl/>
        </w:rPr>
        <w:t>صلى‌الله‌عليه‌وآله‌وسلم</w:t>
      </w:r>
      <w:r w:rsidRPr="00D95A45">
        <w:rPr>
          <w:rtl/>
        </w:rPr>
        <w:t xml:space="preserve"> بعد اسلامه فلا توبة له وقد وجب قتله وبانت منه امرأته ويقسم ما ترك على ولده.</w:t>
      </w:r>
    </w:p>
    <w:p w:rsidR="00AC7755" w:rsidRDefault="00D45E0E" w:rsidP="00AC7755">
      <w:pPr>
        <w:pStyle w:val="libNormal"/>
        <w:rPr>
          <w:rtl/>
        </w:rPr>
      </w:pPr>
      <w:r w:rsidRPr="00D95A45">
        <w:rPr>
          <w:rtl/>
        </w:rPr>
        <w:t>(541) 2</w:t>
      </w:r>
      <w:r w:rsidR="00CC15EB">
        <w:rPr>
          <w:rtl/>
        </w:rPr>
        <w:t xml:space="preserve"> - </w:t>
      </w:r>
      <w:r w:rsidRPr="00D95A45">
        <w:rPr>
          <w:rtl/>
        </w:rPr>
        <w:t>عنه وعن احمد بن محمد جميعا عن ابن محبوب عن هشام بن سالم عن عمار الساباطي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كل مسلم بين مسلمين ارتد عن الاسلام وجحد محمدا نبوته وكذبه فان دمه مباح لكل</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540</w:t>
      </w:r>
      <w:r>
        <w:rPr>
          <w:rtl/>
        </w:rPr>
        <w:t xml:space="preserve"> - </w:t>
      </w:r>
      <w:r w:rsidR="00D45E0E" w:rsidRPr="00D95A45">
        <w:rPr>
          <w:rtl/>
        </w:rPr>
        <w:t>الاستبصار ج 4 ص 252 الكافي ج 2 ص 310</w:t>
      </w:r>
    </w:p>
    <w:p w:rsidR="00AC7755" w:rsidRDefault="00CC15EB" w:rsidP="00AC7755">
      <w:pPr>
        <w:pStyle w:val="libFootnote0"/>
        <w:rPr>
          <w:rtl/>
        </w:rPr>
      </w:pPr>
      <w:r>
        <w:rPr>
          <w:rtl/>
        </w:rPr>
        <w:t>-</w:t>
      </w:r>
      <w:r w:rsidR="00D45E0E" w:rsidRPr="00DA0376">
        <w:rPr>
          <w:rtl/>
        </w:rPr>
        <w:t xml:space="preserve"> 541</w:t>
      </w:r>
      <w:r>
        <w:rPr>
          <w:rtl/>
        </w:rPr>
        <w:t xml:space="preserve"> - </w:t>
      </w:r>
      <w:r w:rsidR="00D45E0E" w:rsidRPr="00DA0376">
        <w:rPr>
          <w:rtl/>
        </w:rPr>
        <w:t>الاستبصار ج 4 ص 253 الكافي ج 2 ص 310 الفقيه ج 3 ص 89</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من سمع ذلك منه</w:t>
      </w:r>
      <w:r w:rsidR="00CC15EB">
        <w:rPr>
          <w:rtl/>
        </w:rPr>
        <w:t>،</w:t>
      </w:r>
      <w:r>
        <w:rPr>
          <w:rtl/>
        </w:rPr>
        <w:t xml:space="preserve"> </w:t>
      </w:r>
      <w:r w:rsidRPr="00DA0376">
        <w:rPr>
          <w:rtl/>
        </w:rPr>
        <w:t>وامرأته بائنة منه يوم ارتد فلا تقربه</w:t>
      </w:r>
      <w:r w:rsidR="00CC15EB">
        <w:rPr>
          <w:rtl/>
        </w:rPr>
        <w:t>،</w:t>
      </w:r>
      <w:r>
        <w:rPr>
          <w:rtl/>
        </w:rPr>
        <w:t xml:space="preserve"> </w:t>
      </w:r>
      <w:r w:rsidRPr="00DA0376">
        <w:rPr>
          <w:rtl/>
        </w:rPr>
        <w:t>ويقسم ماله على ورثته وتعتد امرأته عدة المتوفى عنها زوجها</w:t>
      </w:r>
      <w:r w:rsidR="00CC15EB">
        <w:rPr>
          <w:rtl/>
        </w:rPr>
        <w:t>،</w:t>
      </w:r>
      <w:r>
        <w:rPr>
          <w:rtl/>
        </w:rPr>
        <w:t xml:space="preserve"> </w:t>
      </w:r>
      <w:r w:rsidRPr="00DA0376">
        <w:rPr>
          <w:rtl/>
        </w:rPr>
        <w:t>وعلى الامام ان يقتله ولا يستتيبه. فأما ما رواه</w:t>
      </w:r>
      <w:r w:rsidR="00CC15EB">
        <w:rPr>
          <w:rtl/>
        </w:rPr>
        <w:t>:</w:t>
      </w:r>
      <w:r>
        <w:rPr>
          <w:rtl/>
        </w:rPr>
        <w:t xml:space="preserve"> </w:t>
      </w:r>
    </w:p>
    <w:p w:rsidR="00AC7755" w:rsidRDefault="00D45E0E" w:rsidP="00AC7755">
      <w:pPr>
        <w:pStyle w:val="libNormal"/>
        <w:rPr>
          <w:rtl/>
        </w:rPr>
      </w:pPr>
      <w:r w:rsidRPr="00D95A45">
        <w:rPr>
          <w:rtl/>
        </w:rPr>
        <w:t>(542) 3</w:t>
      </w:r>
      <w:r w:rsidR="00CC15EB">
        <w:rPr>
          <w:rtl/>
        </w:rPr>
        <w:t xml:space="preserve"> - </w:t>
      </w:r>
      <w:r w:rsidRPr="00D95A45">
        <w:rPr>
          <w:rtl/>
        </w:rPr>
        <w:t xml:space="preserve">احمد بن محمد عن علي بن الحكم عن موسى بن بكر عن الفضيل بن يسار عن ابى عبد الله </w:t>
      </w:r>
      <w:r w:rsidR="00AC7755" w:rsidRPr="00AC7755">
        <w:rPr>
          <w:rStyle w:val="libAlaemChar"/>
          <w:rtl/>
        </w:rPr>
        <w:t>عليه‌السلام</w:t>
      </w:r>
      <w:r w:rsidRPr="00D95A45">
        <w:rPr>
          <w:rtl/>
        </w:rPr>
        <w:t xml:space="preserve"> ان رجلا من المسلمين تنصر فاتي به امير المؤمنين </w:t>
      </w:r>
      <w:r w:rsidR="00AC7755" w:rsidRPr="00AC7755">
        <w:rPr>
          <w:rStyle w:val="libAlaemChar"/>
          <w:rtl/>
        </w:rPr>
        <w:t>عليه‌السلام</w:t>
      </w:r>
      <w:r w:rsidRPr="00D95A45">
        <w:rPr>
          <w:rtl/>
        </w:rPr>
        <w:t xml:space="preserve"> فاستتابه فابى عليه فقبض على شعره ثم قال</w:t>
      </w:r>
      <w:r w:rsidR="00CC15EB">
        <w:rPr>
          <w:rtl/>
        </w:rPr>
        <w:t>:</w:t>
      </w:r>
      <w:r>
        <w:rPr>
          <w:rtl/>
        </w:rPr>
        <w:t xml:space="preserve"> </w:t>
      </w:r>
      <w:r w:rsidRPr="00D95A45">
        <w:rPr>
          <w:rtl/>
        </w:rPr>
        <w:t>طؤو عباد الله فوطئ حتى مات.</w:t>
      </w:r>
    </w:p>
    <w:p w:rsidR="00AC7755" w:rsidRDefault="00D45E0E" w:rsidP="00AC7755">
      <w:pPr>
        <w:pStyle w:val="libNormal"/>
        <w:rPr>
          <w:rtl/>
        </w:rPr>
      </w:pPr>
      <w:r w:rsidRPr="00D95A45">
        <w:rPr>
          <w:rtl/>
        </w:rPr>
        <w:t>(543) 4</w:t>
      </w:r>
      <w:r w:rsidR="00CC15EB">
        <w:rPr>
          <w:rtl/>
        </w:rPr>
        <w:t xml:space="preserve"> - </w:t>
      </w:r>
      <w:r w:rsidRPr="00D95A45">
        <w:rPr>
          <w:rtl/>
        </w:rPr>
        <w:t xml:space="preserve">الحسن بن محبوب عن غير واحد من اصحابنا عن ابى جعفر وابي عبد الله </w:t>
      </w:r>
      <w:r w:rsidR="00AC7755" w:rsidRPr="00AC7755">
        <w:rPr>
          <w:rStyle w:val="libAlaemChar"/>
          <w:rtl/>
        </w:rPr>
        <w:t>عليهما‌السلام</w:t>
      </w:r>
      <w:r w:rsidRPr="00D95A45">
        <w:rPr>
          <w:rtl/>
        </w:rPr>
        <w:t xml:space="preserve"> في المرتد يستتاب فإن تاب وإلا قتل</w:t>
      </w:r>
      <w:r w:rsidR="00CC15EB">
        <w:rPr>
          <w:rtl/>
        </w:rPr>
        <w:t>،</w:t>
      </w:r>
      <w:r>
        <w:rPr>
          <w:rtl/>
        </w:rPr>
        <w:t xml:space="preserve"> </w:t>
      </w:r>
      <w:r w:rsidRPr="00D95A45">
        <w:rPr>
          <w:rtl/>
        </w:rPr>
        <w:t>والمرأة إذا ارتدت استتيبت فان تابت فرجعت والا خلدت السجن وضيق عليها في حبسها.</w:t>
      </w:r>
    </w:p>
    <w:p w:rsidR="00AC7755" w:rsidRDefault="00D45E0E" w:rsidP="00AC7755">
      <w:pPr>
        <w:pStyle w:val="libNormal"/>
        <w:rPr>
          <w:rtl/>
        </w:rPr>
      </w:pPr>
      <w:r w:rsidRPr="00D95A45">
        <w:rPr>
          <w:rtl/>
        </w:rPr>
        <w:t>(544) 5</w:t>
      </w:r>
      <w:r w:rsidR="00CC15EB">
        <w:rPr>
          <w:rtl/>
        </w:rPr>
        <w:t xml:space="preserve"> - </w:t>
      </w:r>
      <w:r w:rsidRPr="00D95A45">
        <w:rPr>
          <w:rtl/>
        </w:rPr>
        <w:t xml:space="preserve">احمد بن محمد عن علي بن حديد عن جميل بن دراج وغيره عن احدهما </w:t>
      </w:r>
      <w:r w:rsidR="00AC7755" w:rsidRPr="00AC7755">
        <w:rPr>
          <w:rStyle w:val="libAlaemChar"/>
          <w:rtl/>
        </w:rPr>
        <w:t>عليه‌السلام</w:t>
      </w:r>
      <w:r w:rsidRPr="00D95A45">
        <w:rPr>
          <w:rtl/>
        </w:rPr>
        <w:t xml:space="preserve"> في رجل رجع عن الاسلام قال</w:t>
      </w:r>
      <w:r w:rsidR="00CC15EB">
        <w:rPr>
          <w:rtl/>
        </w:rPr>
        <w:t>:</w:t>
      </w:r>
      <w:r>
        <w:rPr>
          <w:rtl/>
        </w:rPr>
        <w:t xml:space="preserve"> </w:t>
      </w:r>
      <w:r w:rsidRPr="00D95A45">
        <w:rPr>
          <w:rtl/>
        </w:rPr>
        <w:t>يستتاب فان تاب والا قتل</w:t>
      </w:r>
      <w:r w:rsidR="00CC15EB">
        <w:rPr>
          <w:rtl/>
        </w:rPr>
        <w:t>:</w:t>
      </w:r>
      <w:r>
        <w:rPr>
          <w:rtl/>
        </w:rPr>
        <w:t xml:space="preserve"> </w:t>
      </w:r>
      <w:r w:rsidRPr="00D95A45">
        <w:rPr>
          <w:rtl/>
        </w:rPr>
        <w:t>قيل لجميل</w:t>
      </w:r>
      <w:r w:rsidR="00CC15EB">
        <w:rPr>
          <w:rtl/>
        </w:rPr>
        <w:t>:</w:t>
      </w:r>
      <w:r>
        <w:rPr>
          <w:rtl/>
        </w:rPr>
        <w:t xml:space="preserve"> </w:t>
      </w:r>
      <w:r w:rsidRPr="00D95A45">
        <w:rPr>
          <w:rtl/>
        </w:rPr>
        <w:t>فما تقول إن تاب ثم رجع عن الاسلام</w:t>
      </w:r>
      <w:r>
        <w:rPr>
          <w:rtl/>
        </w:rPr>
        <w:t>؟</w:t>
      </w:r>
      <w:r w:rsidRPr="00D95A45">
        <w:rPr>
          <w:rtl/>
        </w:rPr>
        <w:t xml:space="preserve"> قال</w:t>
      </w:r>
      <w:r w:rsidR="00CC15EB">
        <w:rPr>
          <w:rtl/>
        </w:rPr>
        <w:t>:</w:t>
      </w:r>
      <w:r>
        <w:rPr>
          <w:rtl/>
        </w:rPr>
        <w:t xml:space="preserve"> </w:t>
      </w:r>
      <w:r w:rsidRPr="00D95A45">
        <w:rPr>
          <w:rtl/>
        </w:rPr>
        <w:t>يستتاب فقيل</w:t>
      </w:r>
      <w:r w:rsidR="00CC15EB">
        <w:rPr>
          <w:rtl/>
        </w:rPr>
        <w:t>:</w:t>
      </w:r>
      <w:r>
        <w:rPr>
          <w:rtl/>
        </w:rPr>
        <w:t xml:space="preserve"> </w:t>
      </w:r>
      <w:r w:rsidRPr="00D95A45">
        <w:rPr>
          <w:rtl/>
        </w:rPr>
        <w:t>فما تقول ان تاب ثم رجع ثم تاب ثم رجع</w:t>
      </w:r>
      <w:r>
        <w:rPr>
          <w:rtl/>
        </w:rPr>
        <w:t>؟</w:t>
      </w:r>
      <w:r w:rsidRPr="00D95A45">
        <w:rPr>
          <w:rtl/>
        </w:rPr>
        <w:t xml:space="preserve"> فقال</w:t>
      </w:r>
      <w:r w:rsidR="00CC15EB">
        <w:rPr>
          <w:rtl/>
        </w:rPr>
        <w:t>:</w:t>
      </w:r>
      <w:r>
        <w:rPr>
          <w:rtl/>
        </w:rPr>
        <w:t xml:space="preserve"> </w:t>
      </w:r>
      <w:r w:rsidRPr="00D95A45">
        <w:rPr>
          <w:rtl/>
        </w:rPr>
        <w:t>لم اسمع في هذا شيئا ولكن عندي بمنزلة الزاني الذي يقام عليه الحد مرتين ثم يقتل بعد ذلك.</w:t>
      </w:r>
    </w:p>
    <w:p w:rsidR="00AC7755" w:rsidRDefault="00D45E0E" w:rsidP="00AC7755">
      <w:pPr>
        <w:pStyle w:val="libNormal"/>
        <w:rPr>
          <w:rtl/>
        </w:rPr>
      </w:pPr>
      <w:r w:rsidRPr="00D95A45">
        <w:rPr>
          <w:rtl/>
        </w:rPr>
        <w:t>(545) 6</w:t>
      </w:r>
      <w:r w:rsidR="00CC15EB">
        <w:rPr>
          <w:rtl/>
        </w:rPr>
        <w:t xml:space="preserve"> - </w:t>
      </w:r>
      <w:r w:rsidRPr="00D95A45">
        <w:rPr>
          <w:rtl/>
        </w:rPr>
        <w:t xml:space="preserve">أبو علي الاشعري عن محمد بن سالم عن احمد بن النضر عن عمرو بن شمر عن جابر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اتي امير المؤمنين </w:t>
      </w:r>
      <w:r w:rsidR="00AC7755" w:rsidRPr="00AC7755">
        <w:rPr>
          <w:rStyle w:val="libAlaemChar"/>
          <w:rtl/>
        </w:rPr>
        <w:t>عليه‌السلام</w:t>
      </w:r>
      <w:r w:rsidRPr="00D95A45">
        <w:rPr>
          <w:rtl/>
        </w:rPr>
        <w:t xml:space="preserve"> برجل من تغلبة قد تنصر بعد اسلامه فشهدوا عليه فقال له امير المؤمنين </w:t>
      </w:r>
      <w:r w:rsidR="00AC7755" w:rsidRPr="00AC7755">
        <w:rPr>
          <w:rStyle w:val="libAlaemChar"/>
          <w:rtl/>
        </w:rPr>
        <w:t>عليه‌السلام</w:t>
      </w:r>
      <w:r w:rsidR="00CC15EB">
        <w:rPr>
          <w:rtl/>
        </w:rPr>
        <w:t>:</w:t>
      </w:r>
      <w:r>
        <w:rPr>
          <w:rtl/>
        </w:rPr>
        <w:t xml:space="preserve"> </w:t>
      </w:r>
      <w:r w:rsidRPr="00D95A45">
        <w:rPr>
          <w:rtl/>
        </w:rPr>
        <w:t>ما يقول هؤلاء الشهود</w:t>
      </w:r>
      <w:r>
        <w:rPr>
          <w:rtl/>
        </w:rPr>
        <w:t>؟</w:t>
      </w:r>
      <w:r w:rsidRPr="00D95A45">
        <w:rPr>
          <w:rtl/>
        </w:rPr>
        <w:t xml:space="preserve"> قال</w:t>
      </w:r>
      <w:r w:rsidR="00CC15EB">
        <w:rPr>
          <w:rtl/>
        </w:rPr>
        <w:t>:</w:t>
      </w:r>
      <w:r>
        <w:rPr>
          <w:rtl/>
        </w:rPr>
        <w:t xml:space="preserve"> </w:t>
      </w:r>
      <w:r w:rsidRPr="00D95A45">
        <w:rPr>
          <w:rtl/>
        </w:rPr>
        <w:t>صدقوا وانا ارجع إلى الاسلام فقال</w:t>
      </w:r>
      <w:r w:rsidR="00CC15EB">
        <w:rPr>
          <w:rtl/>
        </w:rPr>
        <w:t>:</w:t>
      </w:r>
      <w:r>
        <w:rPr>
          <w:rtl/>
        </w:rPr>
        <w:t xml:space="preserve"> </w:t>
      </w:r>
      <w:r w:rsidRPr="00D95A45">
        <w:rPr>
          <w:rtl/>
        </w:rPr>
        <w:t>اما انك لو كذبت</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542</w:t>
      </w:r>
      <w:r>
        <w:rPr>
          <w:rFonts w:hint="cs"/>
          <w:rtl/>
        </w:rPr>
        <w:t xml:space="preserve"> - </w:t>
      </w:r>
      <w:r w:rsidR="00D45E0E" w:rsidRPr="007277FF">
        <w:rPr>
          <w:rtl/>
        </w:rPr>
        <w:t>543</w:t>
      </w:r>
      <w:r>
        <w:rPr>
          <w:rtl/>
        </w:rPr>
        <w:t xml:space="preserve"> - </w:t>
      </w:r>
      <w:r w:rsidR="00D45E0E" w:rsidRPr="007277FF">
        <w:rPr>
          <w:rtl/>
        </w:rPr>
        <w:t>544</w:t>
      </w:r>
      <w:r>
        <w:rPr>
          <w:rtl/>
        </w:rPr>
        <w:t xml:space="preserve"> - </w:t>
      </w:r>
      <w:r w:rsidR="00D45E0E" w:rsidRPr="007277FF">
        <w:rPr>
          <w:rtl/>
        </w:rPr>
        <w:t>الاستبصار ج 4 ص 252 الكافي ج 2 ص 310 واخرج الاول الصدوق في الفقيه ج 3 ص 91</w:t>
      </w:r>
    </w:p>
    <w:p w:rsidR="00AC7755" w:rsidRDefault="00CC15EB" w:rsidP="00AC7755">
      <w:pPr>
        <w:pStyle w:val="libFootnote0"/>
        <w:rPr>
          <w:rtl/>
        </w:rPr>
      </w:pPr>
      <w:r>
        <w:rPr>
          <w:rtl/>
        </w:rPr>
        <w:t>-</w:t>
      </w:r>
      <w:r w:rsidR="00D45E0E" w:rsidRPr="00DA0376">
        <w:rPr>
          <w:rtl/>
        </w:rPr>
        <w:t xml:space="preserve"> 545</w:t>
      </w:r>
      <w:r>
        <w:rPr>
          <w:rtl/>
        </w:rPr>
        <w:t xml:space="preserve"> - </w:t>
      </w:r>
      <w:r w:rsidR="00D45E0E" w:rsidRPr="00DA0376">
        <w:rPr>
          <w:rtl/>
        </w:rPr>
        <w:t>الكافي ج 2 ص 310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الشهود لضربت عنقك وقد قبلت منك فلا تعد وانك ان رجعت لم اقبل منك رجوعا بعده</w:t>
      </w:r>
      <w:r w:rsidR="00CC15EB">
        <w:rPr>
          <w:rtl/>
        </w:rPr>
        <w:t>،</w:t>
      </w:r>
      <w:r>
        <w:rPr>
          <w:rtl/>
        </w:rPr>
        <w:t xml:space="preserve"> </w:t>
      </w:r>
    </w:p>
    <w:p w:rsidR="00AC7755" w:rsidRDefault="00D45E0E" w:rsidP="00AC7755">
      <w:pPr>
        <w:pStyle w:val="libNormal"/>
        <w:rPr>
          <w:rtl/>
        </w:rPr>
      </w:pPr>
      <w:r w:rsidRPr="00D95A45">
        <w:rPr>
          <w:rtl/>
        </w:rPr>
        <w:t>(546) 7</w:t>
      </w:r>
      <w:r w:rsidR="00CC15EB">
        <w:rPr>
          <w:rtl/>
        </w:rPr>
        <w:t xml:space="preserve"> - </w:t>
      </w:r>
      <w:r w:rsidRPr="00D95A45">
        <w:rPr>
          <w:rtl/>
        </w:rPr>
        <w:t xml:space="preserve">سهل بن زياد عن محمد بن الحسن بن شمون عن عبد الله ابن عبد الرحمان عن مسمع بن عبد الملك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المرتد تعزل عنه امرأته ولا تؤكل ذبيحته ويستتاب ثلاثة ايام فإن تاب والا قتل يوم الرابع</w:t>
      </w:r>
      <w:r w:rsidR="00CC15EB">
        <w:rPr>
          <w:rtl/>
        </w:rPr>
        <w:t>،</w:t>
      </w:r>
      <w:r>
        <w:rPr>
          <w:rtl/>
        </w:rPr>
        <w:t xml:space="preserve"> </w:t>
      </w:r>
    </w:p>
    <w:p w:rsidR="00AC7755" w:rsidRDefault="00D45E0E" w:rsidP="00AC7755">
      <w:pPr>
        <w:pStyle w:val="libNormal"/>
        <w:rPr>
          <w:rtl/>
        </w:rPr>
      </w:pPr>
      <w:r w:rsidRPr="00D95A45">
        <w:rPr>
          <w:rtl/>
        </w:rPr>
        <w:t>(547) 8</w:t>
      </w:r>
      <w:r w:rsidR="00CC15EB">
        <w:rPr>
          <w:rtl/>
        </w:rPr>
        <w:t xml:space="preserve"> - </w:t>
      </w:r>
      <w:r w:rsidRPr="00D95A45">
        <w:rPr>
          <w:rtl/>
        </w:rPr>
        <w:t xml:space="preserve">علي بن ابراهيم عن ابيه عن ابن ابى عمير عن هشام ابن سالم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اتى قوم امير المؤمنين </w:t>
      </w:r>
      <w:r w:rsidR="00AC7755" w:rsidRPr="00AC7755">
        <w:rPr>
          <w:rStyle w:val="libAlaemChar"/>
          <w:rtl/>
        </w:rPr>
        <w:t>عليه‌السلام</w:t>
      </w:r>
      <w:r w:rsidRPr="00D95A45">
        <w:rPr>
          <w:rtl/>
        </w:rPr>
        <w:t xml:space="preserve"> فقالوا</w:t>
      </w:r>
      <w:r w:rsidR="00CC15EB">
        <w:rPr>
          <w:rtl/>
        </w:rPr>
        <w:t>:</w:t>
      </w:r>
      <w:r>
        <w:rPr>
          <w:rtl/>
        </w:rPr>
        <w:t xml:space="preserve"> </w:t>
      </w:r>
      <w:r w:rsidRPr="00D95A45">
        <w:rPr>
          <w:rtl/>
        </w:rPr>
        <w:t xml:space="preserve">السلام عليك يا ربنا فاستتابهم فلم يتوبوا فحفر لهم حفرة وأوقد فيها نارا وحفر حفرة أخرى الى جانبها وافضى ما بينهما فلما لم يتوبوا القاهم في الحفيرة وأوقد في الحفيرة الاخرى حتى ماتوا. </w:t>
      </w:r>
    </w:p>
    <w:p w:rsidR="00AC7755" w:rsidRDefault="00D45E0E" w:rsidP="00AC7755">
      <w:pPr>
        <w:pStyle w:val="libNormal"/>
        <w:rPr>
          <w:rtl/>
        </w:rPr>
      </w:pPr>
      <w:r w:rsidRPr="00D95A45">
        <w:rPr>
          <w:rtl/>
        </w:rPr>
        <w:t>قال محمد بن الحسن</w:t>
      </w:r>
      <w:r w:rsidR="00CC15EB">
        <w:rPr>
          <w:rtl/>
        </w:rPr>
        <w:t>:</w:t>
      </w:r>
      <w:r>
        <w:rPr>
          <w:rtl/>
        </w:rPr>
        <w:t xml:space="preserve"> </w:t>
      </w:r>
      <w:r w:rsidRPr="00D95A45">
        <w:rPr>
          <w:rtl/>
        </w:rPr>
        <w:t>هذه الاخبار لا تنافي الاولة في ان المرتد لا يستتاب لأن الاخبار الاولة متناولة لمن ولد على فطرة الاسلام ثم ارتد فانه لا تقبل توبته ويقتل على كل حال</w:t>
      </w:r>
      <w:r w:rsidR="00CC15EB">
        <w:rPr>
          <w:rtl/>
        </w:rPr>
        <w:t>،</w:t>
      </w:r>
      <w:r>
        <w:rPr>
          <w:rtl/>
        </w:rPr>
        <w:t xml:space="preserve"> </w:t>
      </w:r>
      <w:r w:rsidRPr="00D95A45">
        <w:rPr>
          <w:rtl/>
        </w:rPr>
        <w:t>والاخبار الاخيرة متناولة لمن كان كافرا ثم اسلم ثم ارتد بعد ذلك فانه يستتاب فان تاب فيما بينه وبين ثلاثة ايام والا قتل</w:t>
      </w:r>
      <w:r w:rsidR="00CC15EB">
        <w:rPr>
          <w:rtl/>
        </w:rPr>
        <w:t>،</w:t>
      </w:r>
      <w:r>
        <w:rPr>
          <w:rtl/>
        </w:rPr>
        <w:t xml:space="preserve"> </w:t>
      </w:r>
      <w:r w:rsidRPr="00D95A45">
        <w:rPr>
          <w:rtl/>
        </w:rPr>
        <w:t xml:space="preserve">وقد فصل ما ذكرناه أبو عبد الله </w:t>
      </w:r>
      <w:r w:rsidR="00AC7755" w:rsidRPr="00AC7755">
        <w:rPr>
          <w:rStyle w:val="libAlaemChar"/>
          <w:rtl/>
        </w:rPr>
        <w:t>عليه‌السلام</w:t>
      </w:r>
      <w:r w:rsidRPr="00D95A45">
        <w:rPr>
          <w:rtl/>
        </w:rPr>
        <w:t xml:space="preserve"> فيما رواه عمار الساباطي عنه وقد قدمناه</w:t>
      </w:r>
      <w:r w:rsidR="00CC15EB">
        <w:rPr>
          <w:rtl/>
        </w:rPr>
        <w:t>،</w:t>
      </w:r>
      <w:r>
        <w:rPr>
          <w:rtl/>
        </w:rPr>
        <w:t xml:space="preserve"> </w:t>
      </w:r>
      <w:r w:rsidRPr="00D95A45">
        <w:rPr>
          <w:rtl/>
        </w:rPr>
        <w:t>ويؤكد ذلك ما (رواه).</w:t>
      </w:r>
    </w:p>
    <w:p w:rsidR="00AC7755" w:rsidRDefault="00D45E0E" w:rsidP="00AC7755">
      <w:pPr>
        <w:pStyle w:val="libNormal"/>
        <w:rPr>
          <w:rtl/>
        </w:rPr>
      </w:pPr>
      <w:r w:rsidRPr="00D95A45">
        <w:rPr>
          <w:rtl/>
        </w:rPr>
        <w:t>(548) 9</w:t>
      </w:r>
      <w:r w:rsidR="00CC15EB">
        <w:rPr>
          <w:rtl/>
        </w:rPr>
        <w:t xml:space="preserve"> - </w:t>
      </w:r>
      <w:r w:rsidRPr="00D95A45">
        <w:rPr>
          <w:rtl/>
        </w:rPr>
        <w:t xml:space="preserve">محمد بن يحيى عن العمركي بن علي النيسابوري عن علي ابن جعفر عن اخيه ابي الحسن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مسلم تنصر قال</w:t>
      </w:r>
      <w:r w:rsidR="00CC15EB">
        <w:rPr>
          <w:rtl/>
        </w:rPr>
        <w:t>:</w:t>
      </w:r>
      <w:r>
        <w:rPr>
          <w:rtl/>
        </w:rPr>
        <w:t xml:space="preserve"> </w:t>
      </w:r>
      <w:r w:rsidRPr="00D95A45">
        <w:rPr>
          <w:rtl/>
        </w:rPr>
        <w:t>يقتل ولا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546</w:t>
      </w:r>
      <w:r>
        <w:rPr>
          <w:rFonts w:hint="cs"/>
          <w:rtl/>
        </w:rPr>
        <w:t xml:space="preserve"> - </w:t>
      </w:r>
      <w:r w:rsidR="00D45E0E" w:rsidRPr="007277FF">
        <w:rPr>
          <w:rtl/>
        </w:rPr>
        <w:t>547</w:t>
      </w:r>
      <w:r>
        <w:rPr>
          <w:rtl/>
        </w:rPr>
        <w:t xml:space="preserve"> - </w:t>
      </w:r>
      <w:r w:rsidR="00D45E0E" w:rsidRPr="007277FF">
        <w:rPr>
          <w:rtl/>
        </w:rPr>
        <w:t>الاستبصار ج 4 ص 254 الكافي ج 2 ص 311 واخرج الاول الصدوق في الفقيه ج 3 ص 89 بزيادة في آخره</w:t>
      </w:r>
    </w:p>
    <w:p w:rsidR="00AC7755" w:rsidRDefault="00CC15EB" w:rsidP="00AC7755">
      <w:pPr>
        <w:pStyle w:val="libFootnote0"/>
        <w:rPr>
          <w:rtl/>
        </w:rPr>
      </w:pPr>
      <w:r>
        <w:rPr>
          <w:rtl/>
        </w:rPr>
        <w:t>-</w:t>
      </w:r>
      <w:r w:rsidR="00D45E0E" w:rsidRPr="00DA0376">
        <w:rPr>
          <w:rtl/>
        </w:rPr>
        <w:t xml:space="preserve"> 548</w:t>
      </w:r>
      <w:r>
        <w:rPr>
          <w:rtl/>
        </w:rPr>
        <w:t xml:space="preserve"> - </w:t>
      </w:r>
      <w:r w:rsidR="00D45E0E" w:rsidRPr="00DA0376">
        <w:rPr>
          <w:rtl/>
        </w:rPr>
        <w:t>الاستبصار ج 4 ص 254 الكافي ج 2 ص 310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يستتاب</w:t>
      </w:r>
      <w:r w:rsidR="00CC15EB">
        <w:rPr>
          <w:rtl/>
        </w:rPr>
        <w:t>،</w:t>
      </w:r>
      <w:r>
        <w:rPr>
          <w:rtl/>
        </w:rPr>
        <w:t xml:space="preserve"> </w:t>
      </w:r>
      <w:r w:rsidRPr="00DA0376">
        <w:rPr>
          <w:rtl/>
        </w:rPr>
        <w:t>قلت</w:t>
      </w:r>
      <w:r w:rsidR="00CC15EB">
        <w:rPr>
          <w:rtl/>
        </w:rPr>
        <w:t>:</w:t>
      </w:r>
      <w:r>
        <w:rPr>
          <w:rtl/>
        </w:rPr>
        <w:t xml:space="preserve"> </w:t>
      </w:r>
      <w:r w:rsidRPr="00DA0376">
        <w:rPr>
          <w:rtl/>
        </w:rPr>
        <w:t>فنصراني اسلم ثم ارتد عن الاسلام</w:t>
      </w:r>
      <w:r>
        <w:rPr>
          <w:rtl/>
        </w:rPr>
        <w:t>؟</w:t>
      </w:r>
      <w:r w:rsidRPr="00DA0376">
        <w:rPr>
          <w:rtl/>
        </w:rPr>
        <w:t xml:space="preserve"> قال</w:t>
      </w:r>
      <w:r w:rsidR="00CC15EB">
        <w:rPr>
          <w:rtl/>
        </w:rPr>
        <w:t>:</w:t>
      </w:r>
      <w:r>
        <w:rPr>
          <w:rtl/>
        </w:rPr>
        <w:t xml:space="preserve"> </w:t>
      </w:r>
      <w:r w:rsidRPr="00DA0376">
        <w:rPr>
          <w:rtl/>
        </w:rPr>
        <w:t xml:space="preserve">يستتاب فان رجع والا قتل. </w:t>
      </w:r>
    </w:p>
    <w:p w:rsidR="00AC7755" w:rsidRDefault="00D45E0E" w:rsidP="00AC7755">
      <w:pPr>
        <w:pStyle w:val="libNormal"/>
        <w:rPr>
          <w:rtl/>
        </w:rPr>
      </w:pPr>
      <w:r w:rsidRPr="00DA0376">
        <w:rPr>
          <w:rtl/>
        </w:rPr>
        <w:t>(549) 10</w:t>
      </w:r>
      <w:r w:rsidR="00CC15EB">
        <w:rPr>
          <w:rtl/>
        </w:rPr>
        <w:t xml:space="preserve"> - </w:t>
      </w:r>
      <w:r w:rsidRPr="00DA0376">
        <w:rPr>
          <w:rtl/>
        </w:rPr>
        <w:t>الحسين بن سعيد قال</w:t>
      </w:r>
      <w:r w:rsidR="00CC15EB">
        <w:rPr>
          <w:rtl/>
        </w:rPr>
        <w:t>:</w:t>
      </w:r>
      <w:r>
        <w:rPr>
          <w:rtl/>
        </w:rPr>
        <w:t xml:space="preserve"> </w:t>
      </w:r>
      <w:r w:rsidRPr="00DA0376">
        <w:rPr>
          <w:rtl/>
        </w:rPr>
        <w:t xml:space="preserve">قرأت بخط رجل الى ابى الحسن الرضا </w:t>
      </w:r>
      <w:r w:rsidR="00AC7755" w:rsidRPr="00AC7755">
        <w:rPr>
          <w:rStyle w:val="libAlaemChar"/>
          <w:rtl/>
        </w:rPr>
        <w:t>عليه‌السلام</w:t>
      </w:r>
      <w:r w:rsidRPr="00DA0376">
        <w:rPr>
          <w:rtl/>
        </w:rPr>
        <w:t xml:space="preserve"> رجل ولد على الاسلام ثم كفر واشرك وخرج عن الاسلام هل يستتاب أو يقتل ولا يستتاب</w:t>
      </w:r>
      <w:r>
        <w:rPr>
          <w:rtl/>
        </w:rPr>
        <w:t>؟</w:t>
      </w:r>
      <w:r w:rsidRPr="00DA0376">
        <w:rPr>
          <w:rtl/>
        </w:rPr>
        <w:t xml:space="preserve"> فكتب </w:t>
      </w:r>
      <w:r w:rsidR="00AC7755" w:rsidRPr="00AC7755">
        <w:rPr>
          <w:rStyle w:val="libAlaemChar"/>
          <w:rtl/>
        </w:rPr>
        <w:t>عليه‌السلام</w:t>
      </w:r>
      <w:r w:rsidR="00CC15EB">
        <w:rPr>
          <w:rtl/>
        </w:rPr>
        <w:t>:</w:t>
      </w:r>
      <w:r>
        <w:rPr>
          <w:rtl/>
        </w:rPr>
        <w:t xml:space="preserve"> </w:t>
      </w:r>
      <w:r w:rsidRPr="00DA0376">
        <w:rPr>
          <w:rtl/>
        </w:rPr>
        <w:t>يقتل.</w:t>
      </w:r>
    </w:p>
    <w:p w:rsidR="00AC7755" w:rsidRDefault="00D45E0E" w:rsidP="00AC7755">
      <w:pPr>
        <w:pStyle w:val="libNormal"/>
        <w:rPr>
          <w:rtl/>
        </w:rPr>
      </w:pPr>
      <w:r w:rsidRPr="00D95A45">
        <w:rPr>
          <w:rtl/>
        </w:rPr>
        <w:t>(550) 11</w:t>
      </w:r>
      <w:r w:rsidR="00CC15EB">
        <w:rPr>
          <w:rtl/>
        </w:rPr>
        <w:t xml:space="preserve"> - </w:t>
      </w:r>
      <w:r w:rsidRPr="00D95A45">
        <w:rPr>
          <w:rtl/>
        </w:rPr>
        <w:t>عنه عن عثمان بن عيسى رفعه قال</w:t>
      </w:r>
      <w:r w:rsidR="00CC15EB">
        <w:rPr>
          <w:rtl/>
        </w:rPr>
        <w:t>:</w:t>
      </w:r>
      <w:r>
        <w:rPr>
          <w:rtl/>
        </w:rPr>
        <w:t xml:space="preserve"> </w:t>
      </w:r>
      <w:r w:rsidRPr="00D95A45">
        <w:rPr>
          <w:rtl/>
        </w:rPr>
        <w:t xml:space="preserve">كتب عامل امير المؤمنين </w:t>
      </w:r>
      <w:r w:rsidR="00AC7755" w:rsidRPr="00AC7755">
        <w:rPr>
          <w:rStyle w:val="libAlaemChar"/>
          <w:rtl/>
        </w:rPr>
        <w:t>عليه‌السلام</w:t>
      </w:r>
      <w:r w:rsidRPr="00D95A45">
        <w:rPr>
          <w:rtl/>
        </w:rPr>
        <w:t xml:space="preserve"> إليه اني اصبت قوما من المسلمين زنادقة وقوما من النصارى زنادقة فكتب إليه</w:t>
      </w:r>
      <w:r w:rsidR="00CC15EB">
        <w:rPr>
          <w:rtl/>
        </w:rPr>
        <w:t>:</w:t>
      </w:r>
      <w:r>
        <w:rPr>
          <w:rtl/>
        </w:rPr>
        <w:t xml:space="preserve"> </w:t>
      </w:r>
      <w:r w:rsidRPr="00D95A45">
        <w:rPr>
          <w:rtl/>
        </w:rPr>
        <w:t>اما من كان من المسلمين ولد على الفطرة ثم تزندق فاضرب عنقه ولا تستتبه</w:t>
      </w:r>
      <w:r w:rsidR="00CC15EB">
        <w:rPr>
          <w:rtl/>
        </w:rPr>
        <w:t>،</w:t>
      </w:r>
      <w:r>
        <w:rPr>
          <w:rtl/>
        </w:rPr>
        <w:t xml:space="preserve"> </w:t>
      </w:r>
      <w:r w:rsidRPr="00D95A45">
        <w:rPr>
          <w:rtl/>
        </w:rPr>
        <w:t>ومن لم يولد منهم على الفطرة فاستتبه فان تاب والا فاضرب عنقه</w:t>
      </w:r>
      <w:r w:rsidR="00CC15EB">
        <w:rPr>
          <w:rtl/>
        </w:rPr>
        <w:t>،</w:t>
      </w:r>
      <w:r>
        <w:rPr>
          <w:rtl/>
        </w:rPr>
        <w:t xml:space="preserve"> </w:t>
      </w:r>
      <w:r w:rsidRPr="00D95A45">
        <w:rPr>
          <w:rtl/>
        </w:rPr>
        <w:t>واما النصارى فما هم عليه اعظم من الزندقة.</w:t>
      </w:r>
    </w:p>
    <w:p w:rsidR="00AC7755" w:rsidRDefault="00D45E0E" w:rsidP="00AC7755">
      <w:pPr>
        <w:pStyle w:val="libNormal"/>
        <w:rPr>
          <w:rtl/>
        </w:rPr>
      </w:pPr>
      <w:r w:rsidRPr="00D95A45">
        <w:rPr>
          <w:rtl/>
        </w:rPr>
        <w:t>(551) 12</w:t>
      </w:r>
      <w:r w:rsidR="00CC15EB">
        <w:rPr>
          <w:rtl/>
        </w:rPr>
        <w:t xml:space="preserve"> - </w:t>
      </w:r>
      <w:r w:rsidRPr="00D95A45">
        <w:rPr>
          <w:rtl/>
        </w:rPr>
        <w:t xml:space="preserve">عنه عن حماد وصفوان عن معاوية بن عمار عن ابيه عن ابي الطفيل ان بني ناجية قوما كانوا يسكنون الاسياف وكانوا قوما يدعون في قريش نسبا وكانوا نصارى فاسلموا ثم رجعوا عن الاسلام فبعث امير المؤمنين </w:t>
      </w:r>
      <w:r w:rsidR="00AC7755" w:rsidRPr="00AC7755">
        <w:rPr>
          <w:rStyle w:val="libAlaemChar"/>
          <w:rtl/>
        </w:rPr>
        <w:t>عليه‌السلام</w:t>
      </w:r>
      <w:r w:rsidRPr="00D95A45">
        <w:rPr>
          <w:rtl/>
        </w:rPr>
        <w:t xml:space="preserve"> معقل ابن قيس التميمي فخرجنا معه</w:t>
      </w:r>
      <w:r w:rsidR="00CC15EB">
        <w:rPr>
          <w:rtl/>
        </w:rPr>
        <w:t>،</w:t>
      </w:r>
      <w:r>
        <w:rPr>
          <w:rtl/>
        </w:rPr>
        <w:t xml:space="preserve"> </w:t>
      </w:r>
      <w:r w:rsidRPr="00D95A45">
        <w:rPr>
          <w:rtl/>
        </w:rPr>
        <w:t>فلما انتهينا الى القوم جعل بيننا وبينه امارة فقال</w:t>
      </w:r>
      <w:r w:rsidR="00CC15EB">
        <w:rPr>
          <w:rtl/>
        </w:rPr>
        <w:t>:</w:t>
      </w:r>
      <w:r>
        <w:rPr>
          <w:rtl/>
        </w:rPr>
        <w:t xml:space="preserve"> </w:t>
      </w:r>
      <w:r w:rsidRPr="00D95A45">
        <w:rPr>
          <w:rtl/>
        </w:rPr>
        <w:t>إذا وضعت يدي على رأسي فضعوا فيهم السلاح فأتاهم فقال</w:t>
      </w:r>
      <w:r w:rsidR="00CC15EB">
        <w:rPr>
          <w:rtl/>
        </w:rPr>
        <w:t>:</w:t>
      </w:r>
      <w:r>
        <w:rPr>
          <w:rtl/>
        </w:rPr>
        <w:t xml:space="preserve"> </w:t>
      </w:r>
      <w:r w:rsidRPr="00D95A45">
        <w:rPr>
          <w:rtl/>
        </w:rPr>
        <w:t>ما انتم عليه</w:t>
      </w:r>
      <w:r>
        <w:rPr>
          <w:rtl/>
        </w:rPr>
        <w:t>؟</w:t>
      </w:r>
      <w:r w:rsidRPr="00D95A45">
        <w:rPr>
          <w:rtl/>
        </w:rPr>
        <w:t xml:space="preserve"> فخرجت طائفة فقالوا</w:t>
      </w:r>
      <w:r w:rsidR="00CC15EB">
        <w:rPr>
          <w:rtl/>
        </w:rPr>
        <w:t>:</w:t>
      </w:r>
      <w:r>
        <w:rPr>
          <w:rtl/>
        </w:rPr>
        <w:t xml:space="preserve"> </w:t>
      </w:r>
      <w:r w:rsidRPr="00D95A45">
        <w:rPr>
          <w:rtl/>
        </w:rPr>
        <w:t>نحن نصارى لا نعلم دينا خيرا من ديننا فنحن عليه قال</w:t>
      </w:r>
      <w:r w:rsidR="00CC15EB">
        <w:rPr>
          <w:rtl/>
        </w:rPr>
        <w:t>:</w:t>
      </w:r>
      <w:r>
        <w:rPr>
          <w:rtl/>
        </w:rPr>
        <w:t xml:space="preserve"> </w:t>
      </w:r>
      <w:r w:rsidRPr="00D95A45">
        <w:rPr>
          <w:rtl/>
        </w:rPr>
        <w:t>فعزلهم</w:t>
      </w:r>
      <w:r w:rsidR="00CC15EB">
        <w:rPr>
          <w:rtl/>
        </w:rPr>
        <w:t>،</w:t>
      </w:r>
      <w:r>
        <w:rPr>
          <w:rtl/>
        </w:rPr>
        <w:t xml:space="preserve"> </w:t>
      </w:r>
      <w:r w:rsidRPr="00D95A45">
        <w:rPr>
          <w:rtl/>
        </w:rPr>
        <w:t>قال</w:t>
      </w:r>
      <w:r w:rsidR="00CC15EB">
        <w:rPr>
          <w:rtl/>
        </w:rPr>
        <w:t>:</w:t>
      </w:r>
      <w:r>
        <w:rPr>
          <w:rtl/>
        </w:rPr>
        <w:t xml:space="preserve"> </w:t>
      </w:r>
      <w:r w:rsidRPr="00D95A45">
        <w:rPr>
          <w:rtl/>
        </w:rPr>
        <w:t>ثم قالت طائفة منهم</w:t>
      </w:r>
      <w:r w:rsidR="00CC15EB">
        <w:rPr>
          <w:rtl/>
        </w:rPr>
        <w:t>:</w:t>
      </w:r>
      <w:r>
        <w:rPr>
          <w:rtl/>
        </w:rPr>
        <w:t xml:space="preserve"> </w:t>
      </w:r>
      <w:r w:rsidRPr="00D95A45">
        <w:rPr>
          <w:rtl/>
        </w:rPr>
        <w:t>نحن كنا نصارى فأسلمنا فنحن مسلمون لا نعلم دينا خيرا من ديننا فنحن عليه</w:t>
      </w:r>
      <w:r w:rsidR="00CC15EB">
        <w:rPr>
          <w:rtl/>
        </w:rPr>
        <w:t>،</w:t>
      </w:r>
      <w:r>
        <w:rPr>
          <w:rtl/>
        </w:rPr>
        <w:t xml:space="preserve"> </w:t>
      </w:r>
      <w:r w:rsidRPr="00D95A45">
        <w:rPr>
          <w:rtl/>
        </w:rPr>
        <w:t>وقالت طائفة</w:t>
      </w:r>
      <w:r w:rsidR="00CC15EB">
        <w:rPr>
          <w:rtl/>
        </w:rPr>
        <w:t>:</w:t>
      </w:r>
      <w:r>
        <w:rPr>
          <w:rtl/>
        </w:rPr>
        <w:t xml:space="preserve"> </w:t>
      </w:r>
      <w:r w:rsidRPr="00D95A45">
        <w:rPr>
          <w:rtl/>
        </w:rPr>
        <w:t>نحن كنا نصارى ثم اسلمنا ثم عرفنا انه لا خير من الدين الذي كنا عليه فرجعنا إليه</w:t>
      </w:r>
      <w:r w:rsidR="00CC15EB">
        <w:rPr>
          <w:rtl/>
        </w:rPr>
        <w:t>،</w:t>
      </w:r>
      <w:r>
        <w:rPr>
          <w:rtl/>
        </w:rPr>
        <w:t xml:space="preserve"> </w:t>
      </w:r>
      <w:r w:rsidRPr="00D95A45">
        <w:rPr>
          <w:rtl/>
        </w:rPr>
        <w:t>فدعاهم الى الاسلام ثلاث</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549</w:t>
      </w:r>
      <w:r>
        <w:rPr>
          <w:rtl/>
        </w:rPr>
        <w:t xml:space="preserve"> - </w:t>
      </w:r>
      <w:r w:rsidR="00D45E0E" w:rsidRPr="00D95A45">
        <w:rPr>
          <w:rtl/>
        </w:rPr>
        <w:t>الاستبصار ج 4 ص 254 بزيادة في آخره</w:t>
      </w:r>
    </w:p>
    <w:p w:rsidR="00AC7755" w:rsidRDefault="00CC15EB" w:rsidP="00AC7755">
      <w:pPr>
        <w:pStyle w:val="libFootnote0"/>
        <w:rPr>
          <w:rtl/>
        </w:rPr>
      </w:pPr>
      <w:r>
        <w:rPr>
          <w:rtl/>
        </w:rPr>
        <w:t>-</w:t>
      </w:r>
      <w:r w:rsidR="00D45E0E" w:rsidRPr="00DA0376">
        <w:rPr>
          <w:rtl/>
        </w:rPr>
        <w:t xml:space="preserve"> 550</w:t>
      </w:r>
      <w:r>
        <w:rPr>
          <w:rtl/>
        </w:rPr>
        <w:t xml:space="preserve"> - </w:t>
      </w:r>
      <w:r w:rsidR="00D45E0E" w:rsidRPr="00DA0376">
        <w:rPr>
          <w:rtl/>
        </w:rPr>
        <w:t>الفقيه ج 3 ص 91</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مرات فأبوا فوضع يده على رأسه</w:t>
      </w:r>
      <w:r w:rsidR="00CC15EB">
        <w:rPr>
          <w:rtl/>
        </w:rPr>
        <w:t>،</w:t>
      </w:r>
      <w:r>
        <w:rPr>
          <w:rtl/>
        </w:rPr>
        <w:t xml:space="preserve"> </w:t>
      </w:r>
      <w:r w:rsidRPr="00DA0376">
        <w:rPr>
          <w:rtl/>
        </w:rPr>
        <w:t>قال</w:t>
      </w:r>
      <w:r w:rsidR="00CC15EB">
        <w:rPr>
          <w:rtl/>
        </w:rPr>
        <w:t>:</w:t>
      </w:r>
      <w:r>
        <w:rPr>
          <w:rtl/>
        </w:rPr>
        <w:t xml:space="preserve"> </w:t>
      </w:r>
      <w:r w:rsidRPr="00DA0376">
        <w:rPr>
          <w:rtl/>
        </w:rPr>
        <w:t>فقتل مقاتليهم وسبى ذراريهم</w:t>
      </w:r>
      <w:r w:rsidR="00CC15EB">
        <w:rPr>
          <w:rtl/>
        </w:rPr>
        <w:t>،</w:t>
      </w:r>
      <w:r>
        <w:rPr>
          <w:rtl/>
        </w:rPr>
        <w:t xml:space="preserve"> </w:t>
      </w:r>
      <w:r w:rsidRPr="00DA0376">
        <w:rPr>
          <w:rtl/>
        </w:rPr>
        <w:t>قال</w:t>
      </w:r>
      <w:r w:rsidR="00CC15EB">
        <w:rPr>
          <w:rtl/>
        </w:rPr>
        <w:t>:</w:t>
      </w:r>
      <w:r>
        <w:rPr>
          <w:rtl/>
        </w:rPr>
        <w:t xml:space="preserve"> </w:t>
      </w:r>
      <w:r w:rsidRPr="00DA0376">
        <w:rPr>
          <w:rtl/>
        </w:rPr>
        <w:t xml:space="preserve">فأتى بهم عليا </w:t>
      </w:r>
      <w:r w:rsidR="00AC7755" w:rsidRPr="00AC7755">
        <w:rPr>
          <w:rStyle w:val="libAlaemChar"/>
          <w:rtl/>
        </w:rPr>
        <w:t>عليه‌السلام</w:t>
      </w:r>
      <w:r w:rsidRPr="00DA0376">
        <w:rPr>
          <w:rtl/>
        </w:rPr>
        <w:t xml:space="preserve"> فاشتراهم مصقلة بن هبيرة بمائة الف درهم فأعتقهم وحمل الى علي امير المؤمنين </w:t>
      </w:r>
      <w:r w:rsidR="00AC7755" w:rsidRPr="00AC7755">
        <w:rPr>
          <w:rStyle w:val="libAlaemChar"/>
          <w:rtl/>
        </w:rPr>
        <w:t>عليه‌السلام</w:t>
      </w:r>
      <w:r w:rsidRPr="00DA0376">
        <w:rPr>
          <w:rtl/>
        </w:rPr>
        <w:t xml:space="preserve"> خمسين الفا فأبى ان يقبلها قال</w:t>
      </w:r>
      <w:r w:rsidR="00CC15EB">
        <w:rPr>
          <w:rtl/>
        </w:rPr>
        <w:t>:</w:t>
      </w:r>
      <w:r>
        <w:rPr>
          <w:rtl/>
        </w:rPr>
        <w:t xml:space="preserve"> </w:t>
      </w:r>
      <w:r w:rsidRPr="00DA0376">
        <w:rPr>
          <w:rtl/>
        </w:rPr>
        <w:t>فخرج بها فدفنها في داره ولحق بمعاوية لعنه الله قال</w:t>
      </w:r>
      <w:r w:rsidR="00CC15EB">
        <w:rPr>
          <w:rtl/>
        </w:rPr>
        <w:t>:</w:t>
      </w:r>
      <w:r>
        <w:rPr>
          <w:rtl/>
        </w:rPr>
        <w:t xml:space="preserve"> </w:t>
      </w:r>
      <w:r w:rsidRPr="00DA0376">
        <w:rPr>
          <w:rtl/>
        </w:rPr>
        <w:t xml:space="preserve">فأخرب امير المؤمنين </w:t>
      </w:r>
      <w:r w:rsidR="00AC7755" w:rsidRPr="00AC7755">
        <w:rPr>
          <w:rStyle w:val="libAlaemChar"/>
          <w:rtl/>
        </w:rPr>
        <w:t>عليه‌السلام</w:t>
      </w:r>
      <w:r w:rsidRPr="00DA0376">
        <w:rPr>
          <w:rtl/>
        </w:rPr>
        <w:t xml:space="preserve"> داره واجاز عتقهم.</w:t>
      </w:r>
    </w:p>
    <w:p w:rsidR="00AC7755" w:rsidRDefault="00D45E0E" w:rsidP="00AC7755">
      <w:pPr>
        <w:pStyle w:val="libNormal"/>
        <w:rPr>
          <w:rtl/>
        </w:rPr>
      </w:pPr>
      <w:r w:rsidRPr="00D95A45">
        <w:rPr>
          <w:rtl/>
        </w:rPr>
        <w:t>(552) 13</w:t>
      </w:r>
      <w:r w:rsidR="00CC15EB">
        <w:rPr>
          <w:rtl/>
        </w:rPr>
        <w:t xml:space="preserve"> - </w:t>
      </w:r>
      <w:r w:rsidRPr="00D95A45">
        <w:rPr>
          <w:rtl/>
        </w:rPr>
        <w:t xml:space="preserve">عنه عن النضر عن موسى بن بكر عن الفضيل بن يسار عن ابى عبد الله </w:t>
      </w:r>
      <w:r w:rsidR="00AC7755" w:rsidRPr="00AC7755">
        <w:rPr>
          <w:rStyle w:val="libAlaemChar"/>
          <w:rtl/>
        </w:rPr>
        <w:t>عليه‌السلام</w:t>
      </w:r>
      <w:r w:rsidRPr="00D95A45">
        <w:rPr>
          <w:rtl/>
        </w:rPr>
        <w:t xml:space="preserve"> ان رجلين من المسلمين كانا بالكوفة فاتى رجل امير المؤمنين </w:t>
      </w:r>
      <w:r w:rsidR="00AC7755" w:rsidRPr="00AC7755">
        <w:rPr>
          <w:rStyle w:val="libAlaemChar"/>
          <w:rtl/>
        </w:rPr>
        <w:t>عليه‌السلام</w:t>
      </w:r>
      <w:r w:rsidRPr="00D95A45">
        <w:rPr>
          <w:rtl/>
        </w:rPr>
        <w:t xml:space="preserve"> فشهد انه رآهما يصليان لصنم فقال له</w:t>
      </w:r>
      <w:r w:rsidR="00CC15EB">
        <w:rPr>
          <w:rtl/>
        </w:rPr>
        <w:t>:</w:t>
      </w:r>
      <w:r>
        <w:rPr>
          <w:rtl/>
        </w:rPr>
        <w:t xml:space="preserve"> </w:t>
      </w:r>
      <w:r w:rsidRPr="00D95A45">
        <w:rPr>
          <w:rtl/>
        </w:rPr>
        <w:t>ويحك لعله بعض من تشبه عليك فأرسل رجلا فنظر اليهما وهما يصليان لصنم فاتي بهما فقال لهما</w:t>
      </w:r>
      <w:r w:rsidR="00CC15EB">
        <w:rPr>
          <w:rtl/>
        </w:rPr>
        <w:t>:</w:t>
      </w:r>
      <w:r>
        <w:rPr>
          <w:rtl/>
        </w:rPr>
        <w:t xml:space="preserve"> </w:t>
      </w:r>
      <w:r w:rsidRPr="00D95A45">
        <w:rPr>
          <w:rtl/>
        </w:rPr>
        <w:t>ارجعا فابيا فخد</w:t>
      </w:r>
      <w:r w:rsidRPr="00AC7755">
        <w:rPr>
          <w:rStyle w:val="libFootnotenumChar"/>
          <w:rtl/>
        </w:rPr>
        <w:t xml:space="preserve"> (1) </w:t>
      </w:r>
      <w:r w:rsidRPr="00D95A45">
        <w:rPr>
          <w:rtl/>
        </w:rPr>
        <w:t>لهما في الارض خدا فاجج نارا فطرحهما فيه.</w:t>
      </w:r>
    </w:p>
    <w:p w:rsidR="00AC7755" w:rsidRDefault="00D45E0E" w:rsidP="00AC7755">
      <w:pPr>
        <w:pStyle w:val="libNormal"/>
        <w:rPr>
          <w:rtl/>
        </w:rPr>
      </w:pPr>
      <w:r w:rsidRPr="00D95A45">
        <w:rPr>
          <w:rtl/>
        </w:rPr>
        <w:t>(553) 14</w:t>
      </w:r>
      <w:r w:rsidR="00CC15EB">
        <w:rPr>
          <w:rtl/>
        </w:rPr>
        <w:t xml:space="preserve"> - </w:t>
      </w:r>
      <w:r w:rsidRPr="00D95A45">
        <w:rPr>
          <w:rtl/>
        </w:rPr>
        <w:t xml:space="preserve">الحسين بن سعيد عن النضر بن سويد عن القاسم ابن سليمان عن عبيد بن زرارة عن ابي عبد الله </w:t>
      </w:r>
      <w:r w:rsidR="00AC7755" w:rsidRPr="00AC7755">
        <w:rPr>
          <w:rStyle w:val="libAlaemChar"/>
          <w:rtl/>
        </w:rPr>
        <w:t>عليه‌السلام</w:t>
      </w:r>
      <w:r w:rsidRPr="00D95A45">
        <w:rPr>
          <w:rtl/>
        </w:rPr>
        <w:t xml:space="preserve"> في الصبي يختار الشرك وهو بين ابويه قال</w:t>
      </w:r>
      <w:r w:rsidR="00CC15EB">
        <w:rPr>
          <w:rtl/>
        </w:rPr>
        <w:t>:</w:t>
      </w:r>
      <w:r>
        <w:rPr>
          <w:rtl/>
        </w:rPr>
        <w:t xml:space="preserve"> </w:t>
      </w:r>
      <w:r w:rsidRPr="00D95A45">
        <w:rPr>
          <w:rtl/>
        </w:rPr>
        <w:t>لا يترك</w:t>
      </w:r>
      <w:r w:rsidR="00CC15EB">
        <w:rPr>
          <w:rtl/>
        </w:rPr>
        <w:t>،</w:t>
      </w:r>
      <w:r>
        <w:rPr>
          <w:rtl/>
        </w:rPr>
        <w:t xml:space="preserve"> </w:t>
      </w:r>
      <w:r w:rsidRPr="00D95A45">
        <w:rPr>
          <w:rtl/>
        </w:rPr>
        <w:t>وذاك إذا كان أحد ابويه نصرانيا.</w:t>
      </w:r>
    </w:p>
    <w:p w:rsidR="00AC7755" w:rsidRDefault="00D45E0E" w:rsidP="00AC7755">
      <w:pPr>
        <w:pStyle w:val="libNormal"/>
        <w:rPr>
          <w:rtl/>
        </w:rPr>
      </w:pPr>
      <w:r w:rsidRPr="00D95A45">
        <w:rPr>
          <w:rtl/>
        </w:rPr>
        <w:t>(554) 15</w:t>
      </w:r>
      <w:r w:rsidR="00CC15EB">
        <w:rPr>
          <w:rtl/>
        </w:rPr>
        <w:t xml:space="preserve"> - </w:t>
      </w:r>
      <w:r w:rsidRPr="00D95A45">
        <w:rPr>
          <w:rtl/>
        </w:rPr>
        <w:t xml:space="preserve">الحسن بن محمد بن سماعة عن غير واحد من اصحابنا عن ابان بن عثمان عن بعض اصحابه عن ابي عبد الله </w:t>
      </w:r>
      <w:r w:rsidR="00AC7755" w:rsidRPr="00AC7755">
        <w:rPr>
          <w:rStyle w:val="libAlaemChar"/>
          <w:rtl/>
        </w:rPr>
        <w:t>عليه‌السلام</w:t>
      </w:r>
      <w:r w:rsidRPr="00D95A45">
        <w:rPr>
          <w:rtl/>
        </w:rPr>
        <w:t xml:space="preserve"> في الصبي إذا شب واختار النصرانية واحد ابويه نصراني أو مسلمين قال</w:t>
      </w:r>
      <w:r w:rsidR="00CC15EB">
        <w:rPr>
          <w:rtl/>
        </w:rPr>
        <w:t>:</w:t>
      </w:r>
      <w:r>
        <w:rPr>
          <w:rtl/>
        </w:rPr>
        <w:t xml:space="preserve"> </w:t>
      </w:r>
      <w:r w:rsidRPr="00D95A45">
        <w:rPr>
          <w:rtl/>
        </w:rPr>
        <w:t>لا يترك ولكن يضرب على الاسلام.</w:t>
      </w:r>
    </w:p>
    <w:p w:rsidR="00AC7755" w:rsidRDefault="00D45E0E" w:rsidP="00AC7755">
      <w:pPr>
        <w:pStyle w:val="libNormal"/>
        <w:rPr>
          <w:rtl/>
        </w:rPr>
      </w:pPr>
      <w:r w:rsidRPr="00D95A45">
        <w:rPr>
          <w:rtl/>
        </w:rPr>
        <w:t>(555) 16</w:t>
      </w:r>
      <w:r w:rsidR="00CC15EB">
        <w:rPr>
          <w:rtl/>
        </w:rPr>
        <w:t xml:space="preserve"> - </w:t>
      </w:r>
      <w:r w:rsidRPr="00D95A45">
        <w:rPr>
          <w:rtl/>
        </w:rPr>
        <w:t xml:space="preserve">سهل بن زياد عن محمد بن الحسن بن شمون عن عبد الله ابن عبد الرحمان الاصم عن مسمع عن ابى عبد الله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اتي بزنديق فضرب علاوته فقيل له</w:t>
      </w:r>
      <w:r w:rsidR="00CC15EB">
        <w:rPr>
          <w:rtl/>
        </w:rPr>
        <w:t>:</w:t>
      </w:r>
      <w:r>
        <w:rPr>
          <w:rtl/>
        </w:rPr>
        <w:t xml:space="preserve"> </w:t>
      </w:r>
      <w:r w:rsidRPr="00D95A45">
        <w:rPr>
          <w:rtl/>
        </w:rPr>
        <w:t>ان له مالا كثيرا فلمن يجعل ماله</w:t>
      </w:r>
      <w:r>
        <w:rPr>
          <w:rtl/>
        </w:rPr>
        <w:t>؟</w:t>
      </w:r>
      <w:r w:rsidRPr="00D95A45">
        <w:rPr>
          <w:rtl/>
        </w:rPr>
        <w:t xml:space="preserve"> قال</w:t>
      </w:r>
      <w:r w:rsidR="00CC15EB">
        <w:rPr>
          <w:rtl/>
        </w:rPr>
        <w:t>:</w:t>
      </w:r>
      <w:r>
        <w:rPr>
          <w:rtl/>
        </w:rPr>
        <w:t xml:space="preserve"> </w:t>
      </w:r>
      <w:r w:rsidRPr="00D95A45">
        <w:rPr>
          <w:rtl/>
        </w:rPr>
        <w:t>لولده</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خد الأرض</w:t>
      </w:r>
      <w:r w:rsidR="00CC15EB">
        <w:rPr>
          <w:rtl/>
        </w:rPr>
        <w:t>:</w:t>
      </w:r>
      <w:r>
        <w:rPr>
          <w:rtl/>
        </w:rPr>
        <w:t xml:space="preserve"> </w:t>
      </w:r>
      <w:r w:rsidRPr="00D95A45">
        <w:rPr>
          <w:rtl/>
        </w:rPr>
        <w:t>شقها ومنه الأخدود وهو شق في الأرض مستطيل.</w:t>
      </w:r>
    </w:p>
    <w:p w:rsidR="00CC15EB" w:rsidRDefault="00CC15EB" w:rsidP="00AC7755">
      <w:pPr>
        <w:pStyle w:val="libFootnote0"/>
        <w:rPr>
          <w:rtl/>
        </w:rPr>
      </w:pPr>
      <w:r>
        <w:rPr>
          <w:rtl/>
        </w:rPr>
        <w:t>-</w:t>
      </w:r>
      <w:r w:rsidR="00D45E0E" w:rsidRPr="007277FF">
        <w:rPr>
          <w:rtl/>
        </w:rPr>
        <w:t xml:space="preserve"> 522</w:t>
      </w:r>
      <w:r>
        <w:rPr>
          <w:rtl/>
        </w:rPr>
        <w:t xml:space="preserve"> - </w:t>
      </w:r>
      <w:r w:rsidR="00D45E0E" w:rsidRPr="007277FF">
        <w:rPr>
          <w:rtl/>
        </w:rPr>
        <w:t>الفقيه ج 3 ص 91</w:t>
      </w:r>
    </w:p>
    <w:p w:rsidR="00CC15EB" w:rsidRDefault="00CC15EB" w:rsidP="00AC7755">
      <w:pPr>
        <w:pStyle w:val="libFootnote0"/>
        <w:rPr>
          <w:rtl/>
        </w:rPr>
      </w:pPr>
      <w:r>
        <w:rPr>
          <w:rtl/>
        </w:rPr>
        <w:t>-</w:t>
      </w:r>
      <w:r w:rsidR="00D45E0E" w:rsidRPr="007277FF">
        <w:rPr>
          <w:rtl/>
        </w:rPr>
        <w:t xml:space="preserve"> 553</w:t>
      </w:r>
      <w:r>
        <w:rPr>
          <w:rtl/>
        </w:rPr>
        <w:t xml:space="preserve"> - </w:t>
      </w:r>
      <w:r w:rsidR="00D45E0E" w:rsidRPr="007277FF">
        <w:rPr>
          <w:rtl/>
        </w:rPr>
        <w:t>الكافي ج 2 ص 310</w:t>
      </w:r>
    </w:p>
    <w:p w:rsidR="00CC15EB" w:rsidRDefault="00CC15EB" w:rsidP="00AC7755">
      <w:pPr>
        <w:pStyle w:val="libFootnote0"/>
        <w:rPr>
          <w:rtl/>
        </w:rPr>
      </w:pPr>
      <w:r>
        <w:rPr>
          <w:rtl/>
        </w:rPr>
        <w:t>-</w:t>
      </w:r>
      <w:r w:rsidR="00D45E0E" w:rsidRPr="007277FF">
        <w:rPr>
          <w:rtl/>
        </w:rPr>
        <w:t xml:space="preserve"> 544</w:t>
      </w:r>
      <w:r>
        <w:rPr>
          <w:rtl/>
        </w:rPr>
        <w:t xml:space="preserve"> - </w:t>
      </w:r>
      <w:r w:rsidR="00D45E0E" w:rsidRPr="007277FF">
        <w:rPr>
          <w:rtl/>
        </w:rPr>
        <w:t>الكافي ج 2 ص 310 الفقيه ج 3 ص 91</w:t>
      </w:r>
    </w:p>
    <w:p w:rsidR="00AC7755" w:rsidRDefault="00CC15EB" w:rsidP="00AC7755">
      <w:pPr>
        <w:pStyle w:val="libFootnote0"/>
        <w:rPr>
          <w:rtl/>
        </w:rPr>
      </w:pPr>
      <w:r>
        <w:rPr>
          <w:rtl/>
        </w:rPr>
        <w:t>-</w:t>
      </w:r>
      <w:r w:rsidR="00D45E0E" w:rsidRPr="00DA0376">
        <w:rPr>
          <w:rtl/>
        </w:rPr>
        <w:t xml:space="preserve"> 555</w:t>
      </w:r>
      <w:r>
        <w:rPr>
          <w:rtl/>
        </w:rPr>
        <w:t xml:space="preserve"> - </w:t>
      </w:r>
      <w:r w:rsidR="00D45E0E" w:rsidRPr="00DA0376">
        <w:rPr>
          <w:rtl/>
        </w:rPr>
        <w:t>الكافي ج 2 ص 310 وفيه صدر الحديث</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ولورثته ولزوجته.</w:t>
      </w:r>
    </w:p>
    <w:p w:rsidR="00AC7755" w:rsidRDefault="00D45E0E" w:rsidP="00AC7755">
      <w:pPr>
        <w:pStyle w:val="libNormal"/>
        <w:rPr>
          <w:rtl/>
        </w:rPr>
      </w:pPr>
      <w:r w:rsidRPr="00D95A45">
        <w:rPr>
          <w:rtl/>
        </w:rPr>
        <w:t>(556) 17</w:t>
      </w:r>
      <w:r w:rsidR="00CC15EB">
        <w:rPr>
          <w:rtl/>
        </w:rPr>
        <w:t xml:space="preserve"> - </w:t>
      </w:r>
      <w:r w:rsidRPr="00D95A45">
        <w:rPr>
          <w:rtl/>
        </w:rPr>
        <w:t xml:space="preserve">وبهذا الاسناد ان امير المؤمنين </w:t>
      </w:r>
      <w:r w:rsidR="00AC7755" w:rsidRPr="00AC7755">
        <w:rPr>
          <w:rStyle w:val="libAlaemChar"/>
          <w:rtl/>
        </w:rPr>
        <w:t>عليه‌السلام</w:t>
      </w:r>
      <w:r w:rsidRPr="00D95A45">
        <w:rPr>
          <w:rtl/>
        </w:rPr>
        <w:t xml:space="preserve"> كان يحكم في زنديق إذا شهد عليه رجلان مرضيان ويشهد له الف بالبراءة جازت شهادة الرجلين وأبطل شهادة الالف لانه دين مكتوم.</w:t>
      </w:r>
    </w:p>
    <w:p w:rsidR="00AC7755" w:rsidRDefault="00D45E0E" w:rsidP="00AC7755">
      <w:pPr>
        <w:pStyle w:val="libNormal"/>
        <w:rPr>
          <w:rtl/>
        </w:rPr>
      </w:pPr>
      <w:r w:rsidRPr="00D95A45">
        <w:rPr>
          <w:rtl/>
        </w:rPr>
        <w:t>(557) 18</w:t>
      </w:r>
      <w:r w:rsidR="00CC15EB">
        <w:rPr>
          <w:rtl/>
        </w:rPr>
        <w:t xml:space="preserve"> - </w:t>
      </w:r>
      <w:r w:rsidRPr="00D95A45">
        <w:rPr>
          <w:rtl/>
        </w:rPr>
        <w:t xml:space="preserve">علي بن ابراهيم عن محمد بن عيسى عن يونس عن ابى بصير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من اخذ في شهر رمضان وقد افطر فرفع الى الامام يقتل في الثالثة.</w:t>
      </w:r>
    </w:p>
    <w:p w:rsidR="00AC7755" w:rsidRDefault="00D45E0E" w:rsidP="00AC7755">
      <w:pPr>
        <w:pStyle w:val="libNormal"/>
        <w:rPr>
          <w:rtl/>
        </w:rPr>
      </w:pPr>
      <w:r w:rsidRPr="00D95A45">
        <w:rPr>
          <w:rtl/>
        </w:rPr>
        <w:t>(558) 19</w:t>
      </w:r>
      <w:r w:rsidR="00CC15EB">
        <w:rPr>
          <w:rtl/>
        </w:rPr>
        <w:t xml:space="preserve"> - </w:t>
      </w:r>
      <w:r w:rsidRPr="00D95A45">
        <w:rPr>
          <w:rtl/>
        </w:rPr>
        <w:t>ابن محبوب عن هشام بن سالم عن بريد العجلي قال</w:t>
      </w:r>
      <w:r w:rsidR="00CC15EB">
        <w:rPr>
          <w:rtl/>
        </w:rPr>
        <w:t>:</w:t>
      </w:r>
      <w:r>
        <w:rPr>
          <w:rtl/>
        </w:rPr>
        <w:t xml:space="preserve"> </w:t>
      </w:r>
      <w:r w:rsidRPr="00D95A45">
        <w:rPr>
          <w:rtl/>
        </w:rPr>
        <w:t xml:space="preserve">سئل أبو جعفر </w:t>
      </w:r>
      <w:r w:rsidR="00AC7755" w:rsidRPr="00AC7755">
        <w:rPr>
          <w:rStyle w:val="libAlaemChar"/>
          <w:rtl/>
        </w:rPr>
        <w:t>عليه‌السلام</w:t>
      </w:r>
      <w:r w:rsidRPr="00D95A45">
        <w:rPr>
          <w:rtl/>
        </w:rPr>
        <w:t xml:space="preserve"> عن رجل شهد عليه شهود أنه أفطر من رمضان ثلاثة ايام فقال</w:t>
      </w:r>
      <w:r w:rsidR="00CC15EB">
        <w:rPr>
          <w:rtl/>
        </w:rPr>
        <w:t>:</w:t>
      </w:r>
      <w:r>
        <w:rPr>
          <w:rtl/>
        </w:rPr>
        <w:t xml:space="preserve"> </w:t>
      </w:r>
      <w:r w:rsidRPr="00D95A45">
        <w:rPr>
          <w:rtl/>
        </w:rPr>
        <w:t>يسئل هل عليك في افطارك اثم</w:t>
      </w:r>
      <w:r>
        <w:rPr>
          <w:rtl/>
        </w:rPr>
        <w:t>؟</w:t>
      </w:r>
      <w:r w:rsidRPr="00D95A45">
        <w:rPr>
          <w:rtl/>
        </w:rPr>
        <w:t xml:space="preserve"> فإن قال</w:t>
      </w:r>
      <w:r w:rsidR="00CC15EB">
        <w:rPr>
          <w:rtl/>
        </w:rPr>
        <w:t>:</w:t>
      </w:r>
      <w:r>
        <w:rPr>
          <w:rtl/>
        </w:rPr>
        <w:t xml:space="preserve"> </w:t>
      </w:r>
      <w:r w:rsidRPr="00D95A45">
        <w:rPr>
          <w:rtl/>
        </w:rPr>
        <w:t>لا فان على الامام أن يقتله</w:t>
      </w:r>
      <w:r w:rsidR="00CC15EB">
        <w:rPr>
          <w:rtl/>
        </w:rPr>
        <w:t>،</w:t>
      </w:r>
      <w:r>
        <w:rPr>
          <w:rtl/>
        </w:rPr>
        <w:t xml:space="preserve"> </w:t>
      </w:r>
      <w:r w:rsidRPr="00D95A45">
        <w:rPr>
          <w:rtl/>
        </w:rPr>
        <w:t>وان هو قال</w:t>
      </w:r>
      <w:r w:rsidR="00CC15EB">
        <w:rPr>
          <w:rtl/>
        </w:rPr>
        <w:t>:</w:t>
      </w:r>
      <w:r>
        <w:rPr>
          <w:rtl/>
        </w:rPr>
        <w:t xml:space="preserve"> </w:t>
      </w:r>
      <w:r w:rsidRPr="00D95A45">
        <w:rPr>
          <w:rtl/>
        </w:rPr>
        <w:t>نعم فإن على الامام ان ينهكه ضربا</w:t>
      </w:r>
    </w:p>
    <w:p w:rsidR="00AC7755" w:rsidRDefault="00D45E0E" w:rsidP="00AC7755">
      <w:pPr>
        <w:pStyle w:val="libNormal"/>
        <w:rPr>
          <w:rtl/>
        </w:rPr>
      </w:pPr>
      <w:r w:rsidRPr="00D95A45">
        <w:rPr>
          <w:rtl/>
        </w:rPr>
        <w:t>(559) 20</w:t>
      </w:r>
      <w:r w:rsidR="00CC15EB">
        <w:rPr>
          <w:rtl/>
        </w:rPr>
        <w:t xml:space="preserve"> - </w:t>
      </w:r>
      <w:r w:rsidRPr="00D95A45">
        <w:rPr>
          <w:rtl/>
        </w:rPr>
        <w:t>احمد بن محمد عن ابن فضال عن حماد بن عثمان عن ابن ابى يعفور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ان بزيعا يزعم انه نبي قال</w:t>
      </w:r>
      <w:r w:rsidR="00CC15EB">
        <w:rPr>
          <w:rtl/>
        </w:rPr>
        <w:t>:</w:t>
      </w:r>
      <w:r>
        <w:rPr>
          <w:rtl/>
        </w:rPr>
        <w:t xml:space="preserve"> </w:t>
      </w:r>
      <w:r w:rsidRPr="00D95A45">
        <w:rPr>
          <w:rtl/>
        </w:rPr>
        <w:t>ان سمعته يقول ذلك فاقتله قال</w:t>
      </w:r>
      <w:r w:rsidR="00CC15EB">
        <w:rPr>
          <w:rtl/>
        </w:rPr>
        <w:t>:</w:t>
      </w:r>
      <w:r>
        <w:rPr>
          <w:rtl/>
        </w:rPr>
        <w:t xml:space="preserve"> </w:t>
      </w:r>
      <w:r w:rsidRPr="00D95A45">
        <w:rPr>
          <w:rtl/>
        </w:rPr>
        <w:t>فجلست غير مرة فلم يمكني ذلك.</w:t>
      </w:r>
    </w:p>
    <w:p w:rsidR="00AC7755" w:rsidRDefault="00D45E0E" w:rsidP="00AC7755">
      <w:pPr>
        <w:pStyle w:val="libNormal"/>
        <w:rPr>
          <w:rtl/>
        </w:rPr>
      </w:pPr>
      <w:r w:rsidRPr="00D95A45">
        <w:rPr>
          <w:rtl/>
        </w:rPr>
        <w:t>(560) 21</w:t>
      </w:r>
      <w:r w:rsidR="00CC15EB">
        <w:rPr>
          <w:rtl/>
        </w:rPr>
        <w:t xml:space="preserve"> - </w:t>
      </w:r>
      <w:r w:rsidRPr="00D95A45">
        <w:rPr>
          <w:rtl/>
        </w:rPr>
        <w:t xml:space="preserve">علي بن ابراهيم عن ابيه عن ابن ابي عمير عن هشام ابن سالم عن ابى عبد الله </w:t>
      </w:r>
      <w:r w:rsidR="00AC7755" w:rsidRPr="00AC7755">
        <w:rPr>
          <w:rStyle w:val="libAlaemChar"/>
          <w:rtl/>
        </w:rPr>
        <w:t>عليه‌السلام</w:t>
      </w:r>
      <w:r w:rsidRPr="00D95A45">
        <w:rPr>
          <w:rtl/>
        </w:rPr>
        <w:t xml:space="preserve"> ان سئل عن رجل شتم رسول الله </w:t>
      </w:r>
      <w:r w:rsidR="00AC7755" w:rsidRPr="00AC7755">
        <w:rPr>
          <w:rStyle w:val="libAlaemChar"/>
          <w:rtl/>
        </w:rPr>
        <w:t>صلى‌الله‌عليه‌وآله‌وسلم</w:t>
      </w:r>
      <w:r w:rsidRPr="00D95A45">
        <w:rPr>
          <w:rtl/>
        </w:rPr>
        <w:t xml:space="preserve"> فقال</w:t>
      </w:r>
      <w:r w:rsidR="00CC15EB">
        <w:rPr>
          <w:rtl/>
        </w:rPr>
        <w:t>:</w:t>
      </w:r>
      <w:r>
        <w:rPr>
          <w:rtl/>
        </w:rPr>
        <w:t xml:space="preserve"> </w:t>
      </w:r>
      <w:r w:rsidRPr="00D95A45">
        <w:rPr>
          <w:rtl/>
        </w:rPr>
        <w:t>يقتله الادنى فالادنى قبل ان يرفع الى الامام</w:t>
      </w:r>
    </w:p>
    <w:p w:rsidR="00AC7755" w:rsidRDefault="00D45E0E" w:rsidP="00AC7755">
      <w:pPr>
        <w:pStyle w:val="libNormal"/>
        <w:rPr>
          <w:rtl/>
        </w:rPr>
      </w:pPr>
      <w:r w:rsidRPr="00D95A45">
        <w:rPr>
          <w:rtl/>
        </w:rPr>
        <w:t>(561) 22</w:t>
      </w:r>
      <w:r w:rsidR="00CC15EB">
        <w:rPr>
          <w:rtl/>
        </w:rPr>
        <w:t xml:space="preserve"> - </w:t>
      </w:r>
      <w:r w:rsidRPr="00D95A45">
        <w:rPr>
          <w:rtl/>
        </w:rPr>
        <w:t>علي بن ابراهيم عن محمد بن عيسى عن عبد الرحمان الابزاري الكناسي عن الحرث بن المغيرة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أرأيت</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556</w:t>
      </w:r>
      <w:r>
        <w:rPr>
          <w:rtl/>
        </w:rPr>
        <w:t xml:space="preserve"> - </w:t>
      </w:r>
      <w:r w:rsidR="00D45E0E" w:rsidRPr="00D95A45">
        <w:rPr>
          <w:rtl/>
        </w:rPr>
        <w:t>الكافي ج 2 ص 311</w:t>
      </w:r>
    </w:p>
    <w:p w:rsidR="00CC15EB" w:rsidRDefault="00CC15EB" w:rsidP="00AC7755">
      <w:pPr>
        <w:pStyle w:val="libFootnote0"/>
        <w:rPr>
          <w:rtl/>
        </w:rPr>
      </w:pPr>
      <w:r>
        <w:rPr>
          <w:rtl/>
        </w:rPr>
        <w:t>-</w:t>
      </w:r>
      <w:r w:rsidR="00D45E0E" w:rsidRPr="007277FF">
        <w:rPr>
          <w:rtl/>
        </w:rPr>
        <w:t xml:space="preserve"> 557</w:t>
      </w:r>
      <w:r>
        <w:rPr>
          <w:rtl/>
        </w:rPr>
        <w:t xml:space="preserve"> - </w:t>
      </w:r>
      <w:r w:rsidR="00D45E0E" w:rsidRPr="007277FF">
        <w:rPr>
          <w:rtl/>
        </w:rPr>
        <w:t>الكافي ج ص 310</w:t>
      </w:r>
    </w:p>
    <w:p w:rsidR="00CC15EB" w:rsidRDefault="00CC15EB" w:rsidP="00AC7755">
      <w:pPr>
        <w:pStyle w:val="libFootnote0"/>
        <w:rPr>
          <w:rtl/>
        </w:rPr>
      </w:pPr>
      <w:r>
        <w:rPr>
          <w:rtl/>
        </w:rPr>
        <w:t>-</w:t>
      </w:r>
      <w:r w:rsidR="00D45E0E" w:rsidRPr="007277FF">
        <w:rPr>
          <w:rtl/>
        </w:rPr>
        <w:t xml:space="preserve"> 558</w:t>
      </w:r>
      <w:r>
        <w:rPr>
          <w:rtl/>
        </w:rPr>
        <w:t xml:space="preserve"> - </w:t>
      </w:r>
      <w:r w:rsidR="00D45E0E" w:rsidRPr="007277FF">
        <w:rPr>
          <w:rtl/>
        </w:rPr>
        <w:t>559</w:t>
      </w:r>
      <w:r>
        <w:rPr>
          <w:rtl/>
        </w:rPr>
        <w:t xml:space="preserve"> - </w:t>
      </w:r>
      <w:r w:rsidR="00D45E0E" w:rsidRPr="007277FF">
        <w:rPr>
          <w:rtl/>
        </w:rPr>
        <w:t>الكافي ج 2 ص 311 واخرج الاول الصدوق في الفقيه ج 2 ص 73</w:t>
      </w:r>
    </w:p>
    <w:p w:rsidR="00CC15EB" w:rsidRDefault="00CC15EB" w:rsidP="00AC7755">
      <w:pPr>
        <w:pStyle w:val="libFootnote0"/>
        <w:rPr>
          <w:rtl/>
        </w:rPr>
      </w:pPr>
      <w:r>
        <w:rPr>
          <w:rtl/>
        </w:rPr>
        <w:t>-</w:t>
      </w:r>
      <w:r w:rsidR="00D45E0E" w:rsidRPr="007277FF">
        <w:rPr>
          <w:rtl/>
        </w:rPr>
        <w:t xml:space="preserve"> 560</w:t>
      </w:r>
      <w:r>
        <w:rPr>
          <w:rtl/>
        </w:rPr>
        <w:t xml:space="preserve"> - </w:t>
      </w:r>
      <w:r w:rsidR="00D45E0E" w:rsidRPr="007277FF">
        <w:rPr>
          <w:rtl/>
        </w:rPr>
        <w:t>الكافي ج 2 ص 311</w:t>
      </w:r>
    </w:p>
    <w:p w:rsidR="00AC7755" w:rsidRDefault="00CC15EB" w:rsidP="00AC7755">
      <w:pPr>
        <w:pStyle w:val="libFootnote0"/>
        <w:rPr>
          <w:rtl/>
        </w:rPr>
      </w:pPr>
      <w:r>
        <w:rPr>
          <w:rtl/>
        </w:rPr>
        <w:t>-</w:t>
      </w:r>
      <w:r w:rsidR="00D45E0E" w:rsidRPr="00DA0376">
        <w:rPr>
          <w:rtl/>
        </w:rPr>
        <w:t xml:space="preserve"> 561</w:t>
      </w:r>
      <w:r>
        <w:rPr>
          <w:rtl/>
        </w:rPr>
        <w:t xml:space="preserve"> - </w:t>
      </w:r>
      <w:r w:rsidR="00D45E0E" w:rsidRPr="00DA0376">
        <w:rPr>
          <w:rtl/>
        </w:rPr>
        <w:t>الكافي ج 2 ص 310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لو ان رجلا اتى النبي </w:t>
      </w:r>
      <w:r w:rsidR="00AC7755" w:rsidRPr="00AC7755">
        <w:rPr>
          <w:rStyle w:val="libAlaemChar"/>
          <w:rtl/>
        </w:rPr>
        <w:t>صلى‌الله‌عليه‌وآله‌وسلم</w:t>
      </w:r>
      <w:r w:rsidRPr="00DA0376">
        <w:rPr>
          <w:rtl/>
        </w:rPr>
        <w:t xml:space="preserve"> فقال</w:t>
      </w:r>
      <w:r w:rsidR="00CC15EB">
        <w:rPr>
          <w:rtl/>
        </w:rPr>
        <w:t>:</w:t>
      </w:r>
      <w:r>
        <w:rPr>
          <w:rtl/>
        </w:rPr>
        <w:t xml:space="preserve"> </w:t>
      </w:r>
      <w:r w:rsidRPr="00DA0376">
        <w:rPr>
          <w:rtl/>
        </w:rPr>
        <w:t>والله ما أدري أنبي انت ام لا كان يقبل منه</w:t>
      </w:r>
      <w:r>
        <w:rPr>
          <w:rtl/>
        </w:rPr>
        <w:t>؟</w:t>
      </w:r>
      <w:r w:rsidRPr="00DA0376">
        <w:rPr>
          <w:rtl/>
        </w:rPr>
        <w:t xml:space="preserve"> قال</w:t>
      </w:r>
      <w:r w:rsidR="00CC15EB">
        <w:rPr>
          <w:rtl/>
        </w:rPr>
        <w:t>:</w:t>
      </w:r>
      <w:r>
        <w:rPr>
          <w:rtl/>
        </w:rPr>
        <w:t xml:space="preserve"> </w:t>
      </w:r>
      <w:r w:rsidRPr="00DA0376">
        <w:rPr>
          <w:rtl/>
        </w:rPr>
        <w:t>لا ولكن كان يقتله</w:t>
      </w:r>
      <w:r w:rsidR="00CC15EB">
        <w:rPr>
          <w:rtl/>
        </w:rPr>
        <w:t>،</w:t>
      </w:r>
      <w:r>
        <w:rPr>
          <w:rtl/>
        </w:rPr>
        <w:t xml:space="preserve"> </w:t>
      </w:r>
      <w:r w:rsidRPr="00DA0376">
        <w:rPr>
          <w:rtl/>
        </w:rPr>
        <w:t>انه لو قبل ذلك ما اسلم منافق ابدا.</w:t>
      </w:r>
    </w:p>
    <w:p w:rsidR="00AC7755" w:rsidRDefault="00D45E0E" w:rsidP="00AC7755">
      <w:pPr>
        <w:pStyle w:val="libNormal"/>
        <w:rPr>
          <w:rtl/>
        </w:rPr>
      </w:pPr>
      <w:r w:rsidRPr="00D95A45">
        <w:rPr>
          <w:rtl/>
        </w:rPr>
        <w:t>(562) 23</w:t>
      </w:r>
      <w:r w:rsidR="00CC15EB">
        <w:rPr>
          <w:rtl/>
        </w:rPr>
        <w:t xml:space="preserve"> - </w:t>
      </w:r>
      <w:r w:rsidRPr="00D95A45">
        <w:rPr>
          <w:rtl/>
        </w:rPr>
        <w:t xml:space="preserve">الحسن بن محبوب عن علي بن رئاب عن ابى عبيدة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العبد إذا ابق من مواليه ثم سرق لم يقطع وهو آبق لأنه مرتد عن الاسلام</w:t>
      </w:r>
      <w:r w:rsidR="00CC15EB">
        <w:rPr>
          <w:rtl/>
        </w:rPr>
        <w:t>،</w:t>
      </w:r>
      <w:r>
        <w:rPr>
          <w:rtl/>
        </w:rPr>
        <w:t xml:space="preserve"> </w:t>
      </w:r>
      <w:r w:rsidRPr="00D95A45">
        <w:rPr>
          <w:rtl/>
        </w:rPr>
        <w:t>ولكن يدعى الى الرجوع الى مواليه والدخول في الاسلام فان ابى ان يرجع الى مواليه قطعت يده بالسرقة ثم قتل</w:t>
      </w:r>
      <w:r w:rsidR="00CC15EB">
        <w:rPr>
          <w:rtl/>
        </w:rPr>
        <w:t>،</w:t>
      </w:r>
      <w:r>
        <w:rPr>
          <w:rtl/>
        </w:rPr>
        <w:t xml:space="preserve"> </w:t>
      </w:r>
      <w:r w:rsidRPr="00D95A45">
        <w:rPr>
          <w:rtl/>
        </w:rPr>
        <w:t>والمرتد إذا سرق بمنزلته.</w:t>
      </w:r>
    </w:p>
    <w:p w:rsidR="00AC7755" w:rsidRDefault="00D45E0E" w:rsidP="00AC7755">
      <w:pPr>
        <w:pStyle w:val="libNormal"/>
        <w:rPr>
          <w:rtl/>
        </w:rPr>
      </w:pPr>
      <w:r w:rsidRPr="00D95A45">
        <w:rPr>
          <w:rtl/>
        </w:rPr>
        <w:t>(563) 24</w:t>
      </w:r>
      <w:r w:rsidR="00CC15EB">
        <w:rPr>
          <w:rtl/>
        </w:rPr>
        <w:t xml:space="preserve"> - </w:t>
      </w:r>
      <w:r w:rsidRPr="00D95A45">
        <w:rPr>
          <w:rtl/>
        </w:rPr>
        <w:t xml:space="preserve">محمد بن علي بن محبوب عن ايوب عن سيف بن عميرة عن ابي بكر الحضرمي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ارتد الرجل عن الاسلام بانت منه امرأته كما تبين المطلقة ثلاثا وتعتد منه كما تعتد المطلقة</w:t>
      </w:r>
      <w:r w:rsidR="00CC15EB">
        <w:rPr>
          <w:rtl/>
        </w:rPr>
        <w:t>،</w:t>
      </w:r>
      <w:r>
        <w:rPr>
          <w:rtl/>
        </w:rPr>
        <w:t xml:space="preserve"> </w:t>
      </w:r>
      <w:r w:rsidRPr="00D95A45">
        <w:rPr>
          <w:rtl/>
        </w:rPr>
        <w:t>فان رجع الى الاسلام وتاب قبل التزويج فهو خاطب من الخطاب ولا عدة عليها منه وتعتد منه لغيره وان مات أو قتل قبل العدة إعتدت منه عدة المتوفى عنها زوجها وهي ترثه في العدة ولا يرثها إن ماتت وهو مرتد عن الاسلام.</w:t>
      </w:r>
    </w:p>
    <w:p w:rsidR="00AC7755" w:rsidRDefault="00D45E0E" w:rsidP="00AC7755">
      <w:pPr>
        <w:pStyle w:val="libNormal"/>
        <w:rPr>
          <w:rtl/>
        </w:rPr>
      </w:pPr>
      <w:r w:rsidRPr="00D95A45">
        <w:rPr>
          <w:rtl/>
        </w:rPr>
        <w:t xml:space="preserve"> قال محمد بن الحسن</w:t>
      </w:r>
      <w:r w:rsidR="00CC15EB">
        <w:rPr>
          <w:rtl/>
        </w:rPr>
        <w:t>:</w:t>
      </w:r>
      <w:r>
        <w:rPr>
          <w:rtl/>
        </w:rPr>
        <w:t xml:space="preserve"> </w:t>
      </w:r>
      <w:r w:rsidRPr="00D95A45">
        <w:rPr>
          <w:rtl/>
        </w:rPr>
        <w:t>هذه الرواية مختصة بمن كان كافرا فاسلم ثم ارتد فان من هذه صفته يجب على امرأته إذا ارتد عدة المطلقة ويعتبر رجوعه الى الاسلام بكونها في</w:t>
      </w:r>
      <w:r w:rsidR="00CC15EB">
        <w:rPr>
          <w:rtl/>
        </w:rPr>
        <w:t>،</w:t>
      </w:r>
      <w:r>
        <w:rPr>
          <w:rtl/>
        </w:rPr>
        <w:t xml:space="preserve"> </w:t>
      </w:r>
      <w:r w:rsidRPr="00D95A45">
        <w:rPr>
          <w:rtl/>
        </w:rPr>
        <w:t>العدة وبانقضائها</w:t>
      </w:r>
      <w:r w:rsidR="00CC15EB">
        <w:rPr>
          <w:rtl/>
        </w:rPr>
        <w:t>،</w:t>
      </w:r>
      <w:r>
        <w:rPr>
          <w:rtl/>
        </w:rPr>
        <w:t xml:space="preserve"> </w:t>
      </w:r>
      <w:r w:rsidRPr="00D95A45">
        <w:rPr>
          <w:rtl/>
        </w:rPr>
        <w:t>فان رجع قبل انقضاء عدتها ملك العقد وان رجع بعد ان مضت عدتها فقد ملكت نفسها</w:t>
      </w:r>
      <w:r w:rsidR="00CC15EB">
        <w:rPr>
          <w:rtl/>
        </w:rPr>
        <w:t>،</w:t>
      </w:r>
      <w:r>
        <w:rPr>
          <w:rtl/>
        </w:rPr>
        <w:t xml:space="preserve"> </w:t>
      </w:r>
      <w:r w:rsidRPr="00D95A45">
        <w:rPr>
          <w:rtl/>
        </w:rPr>
        <w:t xml:space="preserve">فاما إذا كان مسلما ابن مسلم ثم ارتد فانه يجب على امرأته عدة المتوفى عنها زوجها حين ارتد لانه في حكم الميت لوجوب القتل عليه على كل حال وقد تقدم ذلك في رواية عمار الساباطي عن ابي عبد الله </w:t>
      </w:r>
      <w:r w:rsidR="00AC7755" w:rsidRPr="00AC7755">
        <w:rPr>
          <w:rStyle w:val="libAlaemChar"/>
          <w:rtl/>
        </w:rPr>
        <w:t>عليه‌السلام</w:t>
      </w:r>
      <w:r w:rsidRPr="00D95A45">
        <w:rPr>
          <w:rtl/>
        </w:rPr>
        <w:t xml:space="preserve"> في اول الباب.</w:t>
      </w:r>
    </w:p>
    <w:p w:rsidR="00AC7755" w:rsidRDefault="00D45E0E" w:rsidP="00AC7755">
      <w:pPr>
        <w:pStyle w:val="libNormal"/>
        <w:rPr>
          <w:rtl/>
        </w:rPr>
      </w:pPr>
      <w:r w:rsidRPr="00D95A45">
        <w:rPr>
          <w:rtl/>
        </w:rPr>
        <w:t>(564) 25</w:t>
      </w:r>
      <w:r w:rsidR="00CC15EB">
        <w:rPr>
          <w:rtl/>
        </w:rPr>
        <w:t xml:space="preserve"> - </w:t>
      </w:r>
      <w:r w:rsidRPr="00D95A45">
        <w:rPr>
          <w:rtl/>
        </w:rPr>
        <w:t>محمد بن علي بن محبوب عن محمد بن الحسين عن محمد</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562</w:t>
      </w:r>
      <w:r>
        <w:rPr>
          <w:rtl/>
        </w:rPr>
        <w:t xml:space="preserve"> - </w:t>
      </w:r>
      <w:r w:rsidR="00D45E0E" w:rsidRPr="00D95A45">
        <w:rPr>
          <w:rtl/>
        </w:rPr>
        <w:t>الكافي ج 2 ص 311 الفقيه ج 3 ص 88</w:t>
      </w:r>
    </w:p>
    <w:p w:rsidR="00CC15EB" w:rsidRDefault="00CC15EB" w:rsidP="00AC7755">
      <w:pPr>
        <w:pStyle w:val="libFootnote0"/>
        <w:rPr>
          <w:rtl/>
        </w:rPr>
      </w:pPr>
      <w:r>
        <w:rPr>
          <w:rtl/>
        </w:rPr>
        <w:t>-</w:t>
      </w:r>
      <w:r w:rsidR="00D45E0E" w:rsidRPr="007277FF">
        <w:rPr>
          <w:rtl/>
        </w:rPr>
        <w:t xml:space="preserve"> 563</w:t>
      </w:r>
      <w:r>
        <w:rPr>
          <w:rtl/>
        </w:rPr>
        <w:t xml:space="preserve"> - </w:t>
      </w:r>
      <w:r w:rsidR="00D45E0E" w:rsidRPr="007277FF">
        <w:rPr>
          <w:rtl/>
        </w:rPr>
        <w:t>الكافي ج 2 ص 279 الفقيه ج 4 ص 242</w:t>
      </w:r>
    </w:p>
    <w:p w:rsidR="00AC7755" w:rsidRDefault="00CC15EB" w:rsidP="00AC7755">
      <w:pPr>
        <w:pStyle w:val="libFootnote0"/>
        <w:rPr>
          <w:rtl/>
        </w:rPr>
      </w:pPr>
      <w:r>
        <w:rPr>
          <w:rtl/>
        </w:rPr>
        <w:t>-</w:t>
      </w:r>
      <w:r w:rsidR="00D45E0E" w:rsidRPr="00DA0376">
        <w:rPr>
          <w:rtl/>
        </w:rPr>
        <w:t xml:space="preserve"> 564</w:t>
      </w:r>
      <w:r>
        <w:rPr>
          <w:rtl/>
        </w:rPr>
        <w:t xml:space="preserve"> - </w:t>
      </w:r>
      <w:r w:rsidR="00D45E0E" w:rsidRPr="00DA0376">
        <w:rPr>
          <w:rtl/>
        </w:rPr>
        <w:t>الاستبصار ج 4 ص 255 الفقيه 3 ص 90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ابن يحيى الخزاز عن غياث بن ابراهيم عن جعفر عن ابيه عن علي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إذا ارتدت المرأة عن الاسلام لم تقتل ولكن تحبس ابدا.</w:t>
      </w:r>
    </w:p>
    <w:p w:rsidR="00AC7755" w:rsidRDefault="00D45E0E" w:rsidP="00AC7755">
      <w:pPr>
        <w:pStyle w:val="libNormal"/>
        <w:rPr>
          <w:rtl/>
        </w:rPr>
      </w:pPr>
      <w:r w:rsidRPr="00D95A45">
        <w:rPr>
          <w:rtl/>
        </w:rPr>
        <w:t>(565) 26</w:t>
      </w:r>
      <w:r w:rsidR="00CC15EB">
        <w:rPr>
          <w:rtl/>
        </w:rPr>
        <w:t xml:space="preserve"> - </w:t>
      </w:r>
      <w:r w:rsidRPr="00D95A45">
        <w:rPr>
          <w:rtl/>
        </w:rPr>
        <w:t xml:space="preserve">عنه عن يعقوب بن يزيد عن ابن ابى عمير عن حماد عن ابي عبد الله </w:t>
      </w:r>
      <w:r w:rsidR="00AC7755" w:rsidRPr="00AC7755">
        <w:rPr>
          <w:rStyle w:val="libAlaemChar"/>
          <w:rtl/>
        </w:rPr>
        <w:t>عليه‌السلام</w:t>
      </w:r>
      <w:r w:rsidRPr="00D95A45">
        <w:rPr>
          <w:rtl/>
        </w:rPr>
        <w:t xml:space="preserve"> في المرتدة عن الاسلام قال</w:t>
      </w:r>
      <w:r w:rsidR="00CC15EB">
        <w:rPr>
          <w:rtl/>
        </w:rPr>
        <w:t>:</w:t>
      </w:r>
      <w:r>
        <w:rPr>
          <w:rtl/>
        </w:rPr>
        <w:t xml:space="preserve"> </w:t>
      </w:r>
      <w:r w:rsidRPr="00D95A45">
        <w:rPr>
          <w:rtl/>
        </w:rPr>
        <w:t>لا تقتل وتستخدم خدمة شديدة وتمنع الطعام والشراب الا ما يمسك نفسها وتلبس خشن الثياب وتضرب على الصلوات.</w:t>
      </w:r>
    </w:p>
    <w:p w:rsidR="00AC7755" w:rsidRDefault="00D45E0E" w:rsidP="00AC7755">
      <w:pPr>
        <w:pStyle w:val="libNormal"/>
        <w:rPr>
          <w:rtl/>
        </w:rPr>
      </w:pPr>
      <w:r w:rsidRPr="00D95A45">
        <w:rPr>
          <w:rtl/>
        </w:rPr>
        <w:t>(566) 27</w:t>
      </w:r>
      <w:r w:rsidR="00CC15EB">
        <w:rPr>
          <w:rtl/>
        </w:rPr>
        <w:t xml:space="preserve"> - </w:t>
      </w:r>
      <w:r w:rsidRPr="00D95A45">
        <w:rPr>
          <w:rtl/>
        </w:rPr>
        <w:t xml:space="preserve">عنه عن ايوب بن نوح عن الحسن بن علي ابن فضال عن ابان عمن ذكره عن ابى عبد الله </w:t>
      </w:r>
      <w:r w:rsidR="00AC7755" w:rsidRPr="00AC7755">
        <w:rPr>
          <w:rStyle w:val="libAlaemChar"/>
          <w:rtl/>
        </w:rPr>
        <w:t>عليه‌السلام</w:t>
      </w:r>
      <w:r w:rsidRPr="00D95A45">
        <w:rPr>
          <w:rtl/>
        </w:rPr>
        <w:t xml:space="preserve"> في الرجل يموت مرتدا عن الاسلام وله اولاد ومال فقال</w:t>
      </w:r>
      <w:r w:rsidR="00CC15EB">
        <w:rPr>
          <w:rtl/>
        </w:rPr>
        <w:t>:</w:t>
      </w:r>
      <w:r>
        <w:rPr>
          <w:rtl/>
        </w:rPr>
        <w:t xml:space="preserve"> </w:t>
      </w:r>
      <w:r w:rsidRPr="00D95A45">
        <w:rPr>
          <w:rtl/>
        </w:rPr>
        <w:t>ماله لولده المسلمين.</w:t>
      </w:r>
    </w:p>
    <w:p w:rsidR="00AC7755" w:rsidRDefault="00D45E0E" w:rsidP="00AC7755">
      <w:pPr>
        <w:pStyle w:val="libNormal"/>
        <w:rPr>
          <w:rtl/>
        </w:rPr>
      </w:pPr>
      <w:r w:rsidRPr="00D95A45">
        <w:rPr>
          <w:rtl/>
        </w:rPr>
        <w:t>(567) 28</w:t>
      </w:r>
      <w:r w:rsidR="00CC15EB">
        <w:rPr>
          <w:rtl/>
        </w:rPr>
        <w:t xml:space="preserve"> - </w:t>
      </w:r>
      <w:r w:rsidRPr="00D95A45">
        <w:rPr>
          <w:rtl/>
        </w:rPr>
        <w:t xml:space="preserve">الحسين بن سعيد عن النضر بن سويد عن عاصم ابن حميد عن محمد بن قيس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وليدة كانت نصرانية فأسلمت وولدت لسيدها</w:t>
      </w:r>
      <w:r w:rsidR="00CC15EB">
        <w:rPr>
          <w:rtl/>
        </w:rPr>
        <w:t>،</w:t>
      </w:r>
      <w:r>
        <w:rPr>
          <w:rtl/>
        </w:rPr>
        <w:t xml:space="preserve"> </w:t>
      </w:r>
      <w:r w:rsidRPr="00D95A45">
        <w:rPr>
          <w:rtl/>
        </w:rPr>
        <w:t>ثم ان سيدها مات واوصى بها عتاقة السرية على عهد عمر فنكحت نصرانيا ديرانيا فتنصرت فولدت منه ولدين وحبلت بالثالث قال</w:t>
      </w:r>
      <w:r w:rsidR="00CC15EB">
        <w:rPr>
          <w:rtl/>
        </w:rPr>
        <w:t>:</w:t>
      </w:r>
      <w:r>
        <w:rPr>
          <w:rtl/>
        </w:rPr>
        <w:t xml:space="preserve"> </w:t>
      </w:r>
      <w:r w:rsidRPr="00D95A45">
        <w:rPr>
          <w:rtl/>
        </w:rPr>
        <w:t>قضى ان يعرض عليها الاسلام فعرض عليها فأبت</w:t>
      </w:r>
      <w:r w:rsidR="00CC15EB">
        <w:rPr>
          <w:rtl/>
        </w:rPr>
        <w:t>،</w:t>
      </w:r>
      <w:r>
        <w:rPr>
          <w:rtl/>
        </w:rPr>
        <w:t xml:space="preserve"> </w:t>
      </w:r>
      <w:r w:rsidRPr="00D95A45">
        <w:rPr>
          <w:rtl/>
        </w:rPr>
        <w:t>فقال</w:t>
      </w:r>
      <w:r w:rsidR="00CC15EB">
        <w:rPr>
          <w:rtl/>
        </w:rPr>
        <w:t>:</w:t>
      </w:r>
      <w:r>
        <w:rPr>
          <w:rtl/>
        </w:rPr>
        <w:t xml:space="preserve"> </w:t>
      </w:r>
      <w:r w:rsidRPr="00D95A45">
        <w:rPr>
          <w:rtl/>
        </w:rPr>
        <w:t>ما ولدت من ولد نصراني فهم عبيد لأخيهم الذي ولدت لسيدها الأول وانا احبسها حتى تضع ولدها الذي في بطنها فإذا ولدت قتلتها.</w:t>
      </w:r>
    </w:p>
    <w:p w:rsidR="00AC7755" w:rsidRDefault="00D45E0E" w:rsidP="00AC7755">
      <w:pPr>
        <w:pStyle w:val="libNormal"/>
        <w:rPr>
          <w:rtl/>
        </w:rPr>
      </w:pPr>
      <w:r w:rsidRPr="00D95A45">
        <w:rPr>
          <w:rtl/>
        </w:rPr>
        <w:t xml:space="preserve"> قال محمد بن الحسن</w:t>
      </w:r>
      <w:r w:rsidR="00CC15EB">
        <w:rPr>
          <w:rtl/>
        </w:rPr>
        <w:t>:</w:t>
      </w:r>
      <w:r>
        <w:rPr>
          <w:rtl/>
        </w:rPr>
        <w:t xml:space="preserve"> </w:t>
      </w:r>
      <w:r w:rsidRPr="00D95A45">
        <w:rPr>
          <w:rtl/>
        </w:rPr>
        <w:t xml:space="preserve">هذا الحكم مقصور على القضية التي فصلها امير المؤمنين </w:t>
      </w:r>
      <w:r w:rsidR="00AC7755" w:rsidRPr="00AC7755">
        <w:rPr>
          <w:rStyle w:val="libAlaemChar"/>
          <w:rtl/>
        </w:rPr>
        <w:t>عليه‌السلام</w:t>
      </w:r>
      <w:r w:rsidRPr="00D95A45">
        <w:rPr>
          <w:rtl/>
        </w:rPr>
        <w:t xml:space="preserve"> ولا يتعدى إلى غيرها لأنه لا يمتنع ان يكون هو </w:t>
      </w:r>
      <w:r w:rsidR="00AC7755" w:rsidRPr="00AC7755">
        <w:rPr>
          <w:rStyle w:val="libAlaemChar"/>
          <w:rtl/>
        </w:rPr>
        <w:t>عليه‌السلام</w:t>
      </w:r>
      <w:r w:rsidRPr="00D95A45">
        <w:rPr>
          <w:rtl/>
        </w:rPr>
        <w:t xml:space="preserve"> رأى قتلها صلاحا لارتدادها وتزويجها</w:t>
      </w:r>
      <w:r w:rsidR="00CC15EB">
        <w:rPr>
          <w:rtl/>
        </w:rPr>
        <w:t>،</w:t>
      </w:r>
      <w:r>
        <w:rPr>
          <w:rtl/>
        </w:rPr>
        <w:t xml:space="preserve"> </w:t>
      </w:r>
      <w:r w:rsidRPr="00D95A45">
        <w:rPr>
          <w:rtl/>
        </w:rPr>
        <w:t>ولعلها كانت تزوجت بمسلم ثم ارتدت وتزوجت فاستحقت القتل</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565</w:t>
      </w:r>
      <w:r>
        <w:rPr>
          <w:rtl/>
        </w:rPr>
        <w:t xml:space="preserve"> - </w:t>
      </w:r>
      <w:r w:rsidR="00D45E0E" w:rsidRPr="00D95A45">
        <w:rPr>
          <w:rtl/>
        </w:rPr>
        <w:t>الفقيه ج 3 ص 89</w:t>
      </w:r>
    </w:p>
    <w:p w:rsidR="00CC15EB" w:rsidRDefault="00CC15EB" w:rsidP="00AC7755">
      <w:pPr>
        <w:pStyle w:val="libFootnote0"/>
        <w:rPr>
          <w:rtl/>
        </w:rPr>
      </w:pPr>
      <w:r>
        <w:rPr>
          <w:rtl/>
        </w:rPr>
        <w:t>-</w:t>
      </w:r>
      <w:r w:rsidR="00D45E0E" w:rsidRPr="007277FF">
        <w:rPr>
          <w:rtl/>
        </w:rPr>
        <w:t xml:space="preserve"> 566</w:t>
      </w:r>
      <w:r>
        <w:rPr>
          <w:rtl/>
        </w:rPr>
        <w:t xml:space="preserve"> - </w:t>
      </w:r>
      <w:r w:rsidR="00D45E0E" w:rsidRPr="007277FF">
        <w:rPr>
          <w:rtl/>
        </w:rPr>
        <w:t>الكافي ج 2 ص 279 بسند آخر الفقيه ج 3 ص 92</w:t>
      </w:r>
    </w:p>
    <w:p w:rsidR="00AC7755" w:rsidRDefault="00CC15EB" w:rsidP="00AC7755">
      <w:pPr>
        <w:pStyle w:val="libFootnote0"/>
        <w:rPr>
          <w:rtl/>
        </w:rPr>
      </w:pPr>
      <w:r>
        <w:rPr>
          <w:rtl/>
        </w:rPr>
        <w:t>-</w:t>
      </w:r>
      <w:r w:rsidR="00D45E0E" w:rsidRPr="00DA0376">
        <w:rPr>
          <w:rtl/>
        </w:rPr>
        <w:t xml:space="preserve"> 567</w:t>
      </w:r>
      <w:r>
        <w:rPr>
          <w:rtl/>
        </w:rPr>
        <w:t xml:space="preserve"> - </w:t>
      </w:r>
      <w:r w:rsidR="00D45E0E" w:rsidRPr="00DA0376">
        <w:rPr>
          <w:rtl/>
        </w:rPr>
        <w:t>الاستبصار ج 4 ص 255</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لذلك</w:t>
      </w:r>
      <w:r w:rsidR="00CC15EB">
        <w:rPr>
          <w:rtl/>
        </w:rPr>
        <w:t>،</w:t>
      </w:r>
      <w:r>
        <w:rPr>
          <w:rtl/>
        </w:rPr>
        <w:t xml:space="preserve"> </w:t>
      </w:r>
      <w:r w:rsidRPr="007277FF">
        <w:rPr>
          <w:rtl/>
        </w:rPr>
        <w:t>ولامتناعها من الرجوع إلى الاسلام</w:t>
      </w:r>
      <w:r w:rsidR="00CC15EB">
        <w:rPr>
          <w:rtl/>
        </w:rPr>
        <w:t>،</w:t>
      </w:r>
      <w:r>
        <w:rPr>
          <w:rtl/>
        </w:rPr>
        <w:t xml:space="preserve"> </w:t>
      </w:r>
      <w:r w:rsidRPr="007277FF">
        <w:rPr>
          <w:rtl/>
        </w:rPr>
        <w:t>فاما الحكم في المرتدة فهو ان تحبس ابدا إذا لم ترجع إلى الاسلام حسب ما قدمناه في الروايات المتقدمة</w:t>
      </w:r>
      <w:r w:rsidR="00CC15EB">
        <w:rPr>
          <w:rtl/>
        </w:rPr>
        <w:t>،</w:t>
      </w:r>
      <w:r>
        <w:rPr>
          <w:rtl/>
        </w:rPr>
        <w:t xml:space="preserve"> </w:t>
      </w:r>
      <w:r w:rsidRPr="007277FF">
        <w:rPr>
          <w:rtl/>
        </w:rPr>
        <w:t>ويزيد ذلك بيانا ما رواه</w:t>
      </w:r>
      <w:r w:rsidR="00CC15EB">
        <w:rPr>
          <w:rtl/>
        </w:rPr>
        <w:t>:</w:t>
      </w:r>
      <w:r>
        <w:rPr>
          <w:rtl/>
        </w:rPr>
        <w:t xml:space="preserve"> </w:t>
      </w:r>
    </w:p>
    <w:p w:rsidR="00AC7755" w:rsidRDefault="00D45E0E" w:rsidP="00AC7755">
      <w:pPr>
        <w:pStyle w:val="libNormal"/>
        <w:rPr>
          <w:rtl/>
        </w:rPr>
      </w:pPr>
      <w:r w:rsidRPr="00D95A45">
        <w:rPr>
          <w:rtl/>
        </w:rPr>
        <w:t>(568) 29</w:t>
      </w:r>
      <w:r w:rsidR="00CC15EB">
        <w:rPr>
          <w:rtl/>
        </w:rPr>
        <w:t xml:space="preserve"> - </w:t>
      </w:r>
      <w:r w:rsidRPr="00D95A45">
        <w:rPr>
          <w:rtl/>
        </w:rPr>
        <w:t xml:space="preserve">الحسين بن سعيد عن حماد بن عيسى عن حريز ابن عبد الله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يخلد في السجن الا ثلاثة</w:t>
      </w:r>
      <w:r w:rsidR="00CC15EB">
        <w:rPr>
          <w:rtl/>
        </w:rPr>
        <w:t>:</w:t>
      </w:r>
      <w:r>
        <w:rPr>
          <w:rtl/>
        </w:rPr>
        <w:t xml:space="preserve"> </w:t>
      </w:r>
      <w:r w:rsidRPr="00D95A45">
        <w:rPr>
          <w:rtl/>
        </w:rPr>
        <w:t>الذي يمسك على الموت والمرأة ترتد عن الاسلام والسارق بعد قطع اليد والرجل.</w:t>
      </w:r>
    </w:p>
    <w:p w:rsidR="00AC7755" w:rsidRDefault="00D45E0E" w:rsidP="00AC7755">
      <w:pPr>
        <w:pStyle w:val="libNormal"/>
        <w:rPr>
          <w:rtl/>
        </w:rPr>
      </w:pPr>
      <w:r w:rsidRPr="00D95A45">
        <w:rPr>
          <w:rtl/>
        </w:rPr>
        <w:t>(569) 30</w:t>
      </w:r>
      <w:r w:rsidR="00CC15EB">
        <w:rPr>
          <w:rtl/>
        </w:rPr>
        <w:t xml:space="preserve"> - </w:t>
      </w:r>
      <w:r w:rsidRPr="00D95A45">
        <w:rPr>
          <w:rtl/>
        </w:rPr>
        <w:t xml:space="preserve">عنه عن الحسن بن محبوب عن عباد بن صهيب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المرتد يستتاب فان تاب والا قتل</w:t>
      </w:r>
      <w:r w:rsidR="00CC15EB">
        <w:rPr>
          <w:rtl/>
        </w:rPr>
        <w:t>،</w:t>
      </w:r>
      <w:r>
        <w:rPr>
          <w:rtl/>
        </w:rPr>
        <w:t xml:space="preserve"> </w:t>
      </w:r>
      <w:r w:rsidRPr="00D95A45">
        <w:rPr>
          <w:rtl/>
        </w:rPr>
        <w:t>قال</w:t>
      </w:r>
      <w:r w:rsidR="00CC15EB">
        <w:rPr>
          <w:rtl/>
        </w:rPr>
        <w:t>:</w:t>
      </w:r>
      <w:r>
        <w:rPr>
          <w:rtl/>
        </w:rPr>
        <w:t xml:space="preserve"> </w:t>
      </w:r>
      <w:r w:rsidRPr="00D95A45">
        <w:rPr>
          <w:rtl/>
        </w:rPr>
        <w:t>والمرأة تستتاب فان تابت والا حبست في السجن وأضر بها.</w:t>
      </w:r>
    </w:p>
    <w:p w:rsidR="00AC7755" w:rsidRDefault="00D45E0E" w:rsidP="00CA44E1">
      <w:pPr>
        <w:pStyle w:val="Heading2Center"/>
        <w:rPr>
          <w:rtl/>
        </w:rPr>
      </w:pPr>
      <w:bookmarkStart w:id="10" w:name="_Toc394318274"/>
      <w:r w:rsidRPr="00D95A45">
        <w:rPr>
          <w:rtl/>
        </w:rPr>
        <w:t>10</w:t>
      </w:r>
      <w:r w:rsidR="00CC15EB">
        <w:rPr>
          <w:rtl/>
        </w:rPr>
        <w:t xml:space="preserve"> - </w:t>
      </w:r>
      <w:r w:rsidRPr="00D95A45">
        <w:rPr>
          <w:rtl/>
        </w:rPr>
        <w:t>باب من الزيادات</w:t>
      </w:r>
      <w:bookmarkEnd w:id="10"/>
    </w:p>
    <w:p w:rsidR="00AC7755" w:rsidRDefault="00D45E0E" w:rsidP="00AC7755">
      <w:pPr>
        <w:pStyle w:val="libNormal"/>
        <w:rPr>
          <w:rtl/>
        </w:rPr>
      </w:pPr>
      <w:r w:rsidRPr="00D95A45">
        <w:rPr>
          <w:rtl/>
        </w:rPr>
        <w:t>(570) 1</w:t>
      </w:r>
      <w:r w:rsidR="00CC15EB">
        <w:rPr>
          <w:rtl/>
        </w:rPr>
        <w:t xml:space="preserve"> - </w:t>
      </w:r>
      <w:r w:rsidRPr="00D95A45">
        <w:rPr>
          <w:rtl/>
        </w:rPr>
        <w:t>يونس عن اسحاق بن عمار قال</w:t>
      </w:r>
      <w:r w:rsidR="00CC15EB">
        <w:rPr>
          <w:rtl/>
        </w:rPr>
        <w:t>:</w:t>
      </w:r>
      <w:r>
        <w:rPr>
          <w:rtl/>
        </w:rPr>
        <w:t xml:space="preserve"> </w:t>
      </w:r>
      <w:r w:rsidRPr="00D95A45">
        <w:rPr>
          <w:rtl/>
        </w:rPr>
        <w:t xml:space="preserve">سألت ابا ابراهيم </w:t>
      </w:r>
      <w:r w:rsidR="00AC7755" w:rsidRPr="00AC7755">
        <w:rPr>
          <w:rStyle w:val="libAlaemChar"/>
          <w:rtl/>
        </w:rPr>
        <w:t>عليه‌السلام</w:t>
      </w:r>
      <w:r w:rsidRPr="00D95A45">
        <w:rPr>
          <w:rtl/>
        </w:rPr>
        <w:t xml:space="preserve"> عن التعزير كم هو</w:t>
      </w:r>
      <w:r>
        <w:rPr>
          <w:rtl/>
        </w:rPr>
        <w:t>؟</w:t>
      </w:r>
      <w:r w:rsidRPr="00D95A45">
        <w:rPr>
          <w:rtl/>
        </w:rPr>
        <w:t xml:space="preserve"> قال</w:t>
      </w:r>
      <w:r w:rsidR="00CC15EB">
        <w:rPr>
          <w:rtl/>
        </w:rPr>
        <w:t>:</w:t>
      </w:r>
      <w:r>
        <w:rPr>
          <w:rtl/>
        </w:rPr>
        <w:t xml:space="preserve"> </w:t>
      </w:r>
      <w:r w:rsidRPr="00D95A45">
        <w:rPr>
          <w:rtl/>
        </w:rPr>
        <w:t>بضعة عشر سوطا ما بين العشرة إلى العشرين.</w:t>
      </w:r>
    </w:p>
    <w:p w:rsidR="00AC7755" w:rsidRDefault="00D45E0E" w:rsidP="00AC7755">
      <w:pPr>
        <w:pStyle w:val="libNormal"/>
        <w:rPr>
          <w:rtl/>
        </w:rPr>
      </w:pPr>
      <w:r w:rsidRPr="00D95A45">
        <w:rPr>
          <w:rtl/>
        </w:rPr>
        <w:t>(571) 2</w:t>
      </w:r>
      <w:r w:rsidR="00CC15EB">
        <w:rPr>
          <w:rtl/>
        </w:rPr>
        <w:t xml:space="preserve"> - </w:t>
      </w:r>
      <w:r w:rsidRPr="00D95A45">
        <w:rPr>
          <w:rtl/>
        </w:rPr>
        <w:t>يونس عن زرعة عن سماعة قال</w:t>
      </w:r>
      <w:r w:rsidR="00CC15EB">
        <w:rPr>
          <w:rtl/>
        </w:rPr>
        <w:t>:</w:t>
      </w:r>
      <w:r>
        <w:rPr>
          <w:rtl/>
        </w:rPr>
        <w:t xml:space="preserve"> </w:t>
      </w:r>
      <w:r w:rsidRPr="00D95A45">
        <w:rPr>
          <w:rtl/>
        </w:rPr>
        <w:t>سألته عن شهود الزور قال</w:t>
      </w:r>
      <w:r w:rsidR="00CC15EB">
        <w:rPr>
          <w:rtl/>
        </w:rPr>
        <w:t>:</w:t>
      </w:r>
      <w:r>
        <w:rPr>
          <w:rtl/>
        </w:rPr>
        <w:t xml:space="preserve"> </w:t>
      </w:r>
      <w:r w:rsidRPr="00D95A45">
        <w:rPr>
          <w:rtl/>
        </w:rPr>
        <w:t>فقال</w:t>
      </w:r>
      <w:r w:rsidR="00CC15EB">
        <w:rPr>
          <w:rtl/>
        </w:rPr>
        <w:t>:</w:t>
      </w:r>
      <w:r>
        <w:rPr>
          <w:rtl/>
        </w:rPr>
        <w:t xml:space="preserve"> </w:t>
      </w:r>
      <w:r w:rsidRPr="00D95A45">
        <w:rPr>
          <w:rtl/>
        </w:rPr>
        <w:t>يجلدون حدا ليس له وقت وذلك الى الامام ويطاف بهم حتى يعرفهم الناس.</w:t>
      </w:r>
    </w:p>
    <w:p w:rsidR="00AC7755" w:rsidRDefault="00D45E0E" w:rsidP="00AC7755">
      <w:pPr>
        <w:pStyle w:val="libNormal"/>
        <w:rPr>
          <w:rtl/>
        </w:rPr>
      </w:pPr>
      <w:r w:rsidRPr="00D95A45">
        <w:rPr>
          <w:rtl/>
        </w:rPr>
        <w:t>(572) 3</w:t>
      </w:r>
      <w:r w:rsidR="00CC15EB">
        <w:rPr>
          <w:rtl/>
        </w:rPr>
        <w:t xml:space="preserve"> - </w:t>
      </w:r>
      <w:r w:rsidRPr="00D95A45">
        <w:rPr>
          <w:rtl/>
        </w:rPr>
        <w:t>علي بن ابراهيم عن صالح بن سعيد عن بعض اصحابنا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568</w:t>
      </w:r>
      <w:r>
        <w:rPr>
          <w:rFonts w:hint="cs"/>
          <w:rtl/>
        </w:rPr>
        <w:t xml:space="preserve"> - </w:t>
      </w:r>
      <w:r w:rsidR="00D45E0E" w:rsidRPr="007277FF">
        <w:rPr>
          <w:rtl/>
        </w:rPr>
        <w:t>569</w:t>
      </w:r>
      <w:r>
        <w:rPr>
          <w:rtl/>
        </w:rPr>
        <w:t xml:space="preserve"> - </w:t>
      </w:r>
      <w:r w:rsidR="00D45E0E" w:rsidRPr="007277FF">
        <w:rPr>
          <w:rtl/>
        </w:rPr>
        <w:t>الاستبصار ج 4 ص 255 واخرج الاول الصدوق في الفقيه ج 3 ص 20</w:t>
      </w:r>
    </w:p>
    <w:p w:rsidR="00AC7755" w:rsidRDefault="00CC15EB" w:rsidP="00AC7755">
      <w:pPr>
        <w:pStyle w:val="libFootnote0"/>
        <w:rPr>
          <w:rtl/>
        </w:rPr>
      </w:pPr>
      <w:r>
        <w:rPr>
          <w:rtl/>
        </w:rPr>
        <w:t>-</w:t>
      </w:r>
      <w:r w:rsidR="00D45E0E" w:rsidRPr="007277FF">
        <w:rPr>
          <w:rtl/>
        </w:rPr>
        <w:t xml:space="preserve"> 570</w:t>
      </w:r>
      <w:r>
        <w:rPr>
          <w:rtl/>
        </w:rPr>
        <w:t xml:space="preserve"> - </w:t>
      </w:r>
      <w:r w:rsidR="00D45E0E" w:rsidRPr="007277FF">
        <w:rPr>
          <w:rtl/>
        </w:rPr>
        <w:t>571</w:t>
      </w:r>
      <w:r>
        <w:rPr>
          <w:rFonts w:hint="cs"/>
          <w:rtl/>
        </w:rPr>
        <w:t xml:space="preserve"> - </w:t>
      </w:r>
      <w:r w:rsidR="00D45E0E" w:rsidRPr="00DA0376">
        <w:rPr>
          <w:rtl/>
        </w:rPr>
        <w:t>572</w:t>
      </w:r>
      <w:r>
        <w:rPr>
          <w:rtl/>
        </w:rPr>
        <w:t xml:space="preserve"> - </w:t>
      </w:r>
      <w:r w:rsidR="00D45E0E" w:rsidRPr="00DA0376">
        <w:rPr>
          <w:rtl/>
        </w:rPr>
        <w:t>الكافي ج 2 ص 305 بزيادة في آخر الثاني فيه</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عن منصور بن حازم عن ابي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سألته عن رجل تزوج أمة على مسلمة ولم يستأمرها قال</w:t>
      </w:r>
      <w:r w:rsidR="00CC15EB">
        <w:rPr>
          <w:rtl/>
        </w:rPr>
        <w:t>:</w:t>
      </w:r>
      <w:r>
        <w:rPr>
          <w:rtl/>
        </w:rPr>
        <w:t xml:space="preserve"> </w:t>
      </w:r>
      <w:r w:rsidRPr="00DA0376">
        <w:rPr>
          <w:rtl/>
        </w:rPr>
        <w:t>يفرق بينهما قلت</w:t>
      </w:r>
      <w:r w:rsidR="00CC15EB">
        <w:rPr>
          <w:rtl/>
        </w:rPr>
        <w:t>:</w:t>
      </w:r>
      <w:r>
        <w:rPr>
          <w:rtl/>
        </w:rPr>
        <w:t xml:space="preserve"> </w:t>
      </w:r>
      <w:r w:rsidRPr="00DA0376">
        <w:rPr>
          <w:rtl/>
        </w:rPr>
        <w:t>فعليه أدب</w:t>
      </w:r>
      <w:r>
        <w:rPr>
          <w:rtl/>
        </w:rPr>
        <w:t>؟</w:t>
      </w:r>
      <w:r w:rsidRPr="00DA0376">
        <w:rPr>
          <w:rtl/>
        </w:rPr>
        <w:t xml:space="preserve"> قال</w:t>
      </w:r>
      <w:r w:rsidR="00CC15EB">
        <w:rPr>
          <w:rtl/>
        </w:rPr>
        <w:t>:</w:t>
      </w:r>
      <w:r>
        <w:rPr>
          <w:rtl/>
        </w:rPr>
        <w:t xml:space="preserve"> </w:t>
      </w:r>
      <w:r w:rsidRPr="00DA0376">
        <w:rPr>
          <w:rtl/>
        </w:rPr>
        <w:t>نعم اثنا عشر سوطا ونصف</w:t>
      </w:r>
      <w:r w:rsidR="00CC15EB">
        <w:rPr>
          <w:rtl/>
        </w:rPr>
        <w:t>،</w:t>
      </w:r>
      <w:r>
        <w:rPr>
          <w:rtl/>
        </w:rPr>
        <w:t xml:space="preserve"> </w:t>
      </w:r>
      <w:r w:rsidRPr="00DA0376">
        <w:rPr>
          <w:rtl/>
        </w:rPr>
        <w:t>ثمن حد الزاني قال</w:t>
      </w:r>
      <w:r w:rsidR="00CC15EB">
        <w:rPr>
          <w:rtl/>
        </w:rPr>
        <w:t>:</w:t>
      </w:r>
      <w:r>
        <w:rPr>
          <w:rtl/>
        </w:rPr>
        <w:t xml:space="preserve"> </w:t>
      </w:r>
      <w:r w:rsidRPr="00DA0376">
        <w:rPr>
          <w:rtl/>
        </w:rPr>
        <w:t>قلت</w:t>
      </w:r>
      <w:r w:rsidR="00CC15EB">
        <w:rPr>
          <w:rtl/>
        </w:rPr>
        <w:t>:</w:t>
      </w:r>
      <w:r>
        <w:rPr>
          <w:rtl/>
        </w:rPr>
        <w:t xml:space="preserve"> </w:t>
      </w:r>
      <w:r w:rsidRPr="00DA0376">
        <w:rPr>
          <w:rtl/>
        </w:rPr>
        <w:t>فإن رضيت المرأة المسلمة بفعله بعدما كان فعل قال</w:t>
      </w:r>
      <w:r w:rsidR="00CC15EB">
        <w:rPr>
          <w:rtl/>
        </w:rPr>
        <w:t>:</w:t>
      </w:r>
      <w:r>
        <w:rPr>
          <w:rtl/>
        </w:rPr>
        <w:t xml:space="preserve"> </w:t>
      </w:r>
      <w:r w:rsidRPr="00DA0376">
        <w:rPr>
          <w:rtl/>
        </w:rPr>
        <w:t>لا يضرب ولا يفرق بينهما يبقيان على النكاح الاول.</w:t>
      </w:r>
    </w:p>
    <w:p w:rsidR="00AC7755" w:rsidRDefault="00D45E0E" w:rsidP="00AC7755">
      <w:pPr>
        <w:pStyle w:val="libNormal"/>
        <w:rPr>
          <w:rtl/>
        </w:rPr>
      </w:pPr>
      <w:r w:rsidRPr="00D95A45">
        <w:rPr>
          <w:rtl/>
        </w:rPr>
        <w:t>(573) 4</w:t>
      </w:r>
      <w:r w:rsidR="00CC15EB">
        <w:rPr>
          <w:rtl/>
        </w:rPr>
        <w:t xml:space="preserve"> - </w:t>
      </w:r>
      <w:r w:rsidRPr="00D95A45">
        <w:rPr>
          <w:rtl/>
        </w:rPr>
        <w:t>محمد بن احمد عن يعقوب بن يزيد عن يحيى بن المبارك عن عبد الله بن جبلة عن ابى جميلة عن اسحاق بن عمار وسماعة عن ابى بصير قال</w:t>
      </w:r>
      <w:r w:rsidR="00CC15EB">
        <w:rPr>
          <w:rtl/>
        </w:rPr>
        <w:t>:</w:t>
      </w:r>
      <w:r>
        <w:rPr>
          <w:rtl/>
        </w:rPr>
        <w:t xml:space="preserve"> </w:t>
      </w:r>
      <w:r w:rsidRPr="00D95A45">
        <w:rPr>
          <w:rtl/>
        </w:rPr>
        <w:t>قلت</w:t>
      </w:r>
      <w:r w:rsidR="00CC15EB">
        <w:rPr>
          <w:rtl/>
        </w:rPr>
        <w:t>:</w:t>
      </w:r>
      <w:r>
        <w:rPr>
          <w:rtl/>
        </w:rPr>
        <w:t xml:space="preserve"> </w:t>
      </w:r>
      <w:r w:rsidRPr="00D95A45">
        <w:rPr>
          <w:rtl/>
        </w:rPr>
        <w:t>آكل الربى بعد البينة قال</w:t>
      </w:r>
      <w:r w:rsidR="00CC15EB">
        <w:rPr>
          <w:rtl/>
        </w:rPr>
        <w:t>:</w:t>
      </w:r>
      <w:r>
        <w:rPr>
          <w:rtl/>
        </w:rPr>
        <w:t xml:space="preserve"> </w:t>
      </w:r>
      <w:r w:rsidRPr="00D95A45">
        <w:rPr>
          <w:rtl/>
        </w:rPr>
        <w:t>يؤدب فان عاد أدب فان عاد قتل.</w:t>
      </w:r>
    </w:p>
    <w:p w:rsidR="00AC7755" w:rsidRDefault="00D45E0E" w:rsidP="00AC7755">
      <w:pPr>
        <w:pStyle w:val="libNormal"/>
        <w:rPr>
          <w:rtl/>
        </w:rPr>
      </w:pPr>
      <w:r w:rsidRPr="00D95A45">
        <w:rPr>
          <w:rtl/>
        </w:rPr>
        <w:t>(574) 5</w:t>
      </w:r>
      <w:r w:rsidR="00CC15EB">
        <w:rPr>
          <w:rtl/>
        </w:rPr>
        <w:t xml:space="preserve"> - </w:t>
      </w:r>
      <w:r w:rsidRPr="00D95A45">
        <w:rPr>
          <w:rtl/>
        </w:rPr>
        <w:t xml:space="preserve">محمد بن يعقوب عن علي بن محمد بن بندار عن ابراهيم ابن اسحاق الاحمر عن عبد الله بن حماد الانصاري عن مفضل بن عمر عن ابى عبد الله </w:t>
      </w:r>
      <w:r w:rsidR="00AC7755" w:rsidRPr="00AC7755">
        <w:rPr>
          <w:rStyle w:val="libAlaemChar"/>
          <w:rtl/>
        </w:rPr>
        <w:t>عليه‌السلام</w:t>
      </w:r>
      <w:r w:rsidRPr="00D95A45">
        <w:rPr>
          <w:rtl/>
        </w:rPr>
        <w:t xml:space="preserve"> في رجل اتى امرأته وهي صائمة وهو صائم قال</w:t>
      </w:r>
      <w:r w:rsidR="00CC15EB">
        <w:rPr>
          <w:rtl/>
        </w:rPr>
        <w:t>:</w:t>
      </w:r>
      <w:r>
        <w:rPr>
          <w:rtl/>
        </w:rPr>
        <w:t xml:space="preserve"> </w:t>
      </w:r>
      <w:r w:rsidRPr="00D95A45">
        <w:rPr>
          <w:rtl/>
        </w:rPr>
        <w:t>ان كان استكرهها فعليه كفارتان</w:t>
      </w:r>
      <w:r w:rsidR="00CC15EB">
        <w:rPr>
          <w:rtl/>
        </w:rPr>
        <w:t>،</w:t>
      </w:r>
      <w:r>
        <w:rPr>
          <w:rtl/>
        </w:rPr>
        <w:t xml:space="preserve"> </w:t>
      </w:r>
      <w:r w:rsidRPr="00D95A45">
        <w:rPr>
          <w:rtl/>
        </w:rPr>
        <w:t>وان كانت طاوعته فعليه كفارة وعليها كفارة</w:t>
      </w:r>
      <w:r w:rsidR="00CC15EB">
        <w:rPr>
          <w:rtl/>
        </w:rPr>
        <w:t>،</w:t>
      </w:r>
      <w:r>
        <w:rPr>
          <w:rtl/>
        </w:rPr>
        <w:t xml:space="preserve"> </w:t>
      </w:r>
      <w:r w:rsidRPr="00D95A45">
        <w:rPr>
          <w:rtl/>
        </w:rPr>
        <w:t>وإن كان اكرهها فعليه ضرب خمسين سوطا نصف الحد</w:t>
      </w:r>
      <w:r w:rsidR="00CC15EB">
        <w:rPr>
          <w:rtl/>
        </w:rPr>
        <w:t>،</w:t>
      </w:r>
      <w:r>
        <w:rPr>
          <w:rtl/>
        </w:rPr>
        <w:t xml:space="preserve"> </w:t>
      </w:r>
      <w:r w:rsidRPr="00D95A45">
        <w:rPr>
          <w:rtl/>
        </w:rPr>
        <w:t>وان كانت طاوعته ضرب خمسة وعشرين سوطا وضربت خمسة وعشرين سوطا.</w:t>
      </w:r>
    </w:p>
    <w:p w:rsidR="00AC7755" w:rsidRDefault="00D45E0E" w:rsidP="00AC7755">
      <w:pPr>
        <w:pStyle w:val="libNormal"/>
        <w:rPr>
          <w:rtl/>
        </w:rPr>
      </w:pPr>
      <w:r w:rsidRPr="00D95A45">
        <w:rPr>
          <w:rtl/>
        </w:rPr>
        <w:t>(575) 6</w:t>
      </w:r>
      <w:r w:rsidR="00CC15EB">
        <w:rPr>
          <w:rtl/>
        </w:rPr>
        <w:t xml:space="preserve"> - </w:t>
      </w:r>
      <w:r w:rsidRPr="00D95A45">
        <w:rPr>
          <w:rtl/>
        </w:rPr>
        <w:t>علي بن ابراهيم عن ابيه عن صالح بن سعيد عن اسماعيل ابن الفضل الهاشمي قال</w:t>
      </w:r>
      <w:r w:rsidR="00CC15EB">
        <w:rPr>
          <w:rtl/>
        </w:rPr>
        <w:t>:</w:t>
      </w:r>
      <w:r>
        <w:rPr>
          <w:rtl/>
        </w:rPr>
        <w:t xml:space="preserve"> </w:t>
      </w:r>
      <w:r w:rsidRPr="00D95A45">
        <w:rPr>
          <w:rtl/>
        </w:rPr>
        <w:t xml:space="preserve">سألت ابا الحسن </w:t>
      </w:r>
      <w:r w:rsidR="00AC7755" w:rsidRPr="00AC7755">
        <w:rPr>
          <w:rStyle w:val="libAlaemChar"/>
          <w:rtl/>
        </w:rPr>
        <w:t>عليه‌السلام</w:t>
      </w:r>
      <w:r w:rsidRPr="00D95A45">
        <w:rPr>
          <w:rtl/>
        </w:rPr>
        <w:t xml:space="preserve"> عن رجل اتى اهله وهي حائض قال</w:t>
      </w:r>
      <w:r w:rsidR="00CC15EB">
        <w:rPr>
          <w:rtl/>
        </w:rPr>
        <w:t>:</w:t>
      </w:r>
      <w:r>
        <w:rPr>
          <w:rtl/>
        </w:rPr>
        <w:t xml:space="preserve"> </w:t>
      </w:r>
      <w:r w:rsidRPr="00D95A45">
        <w:rPr>
          <w:rtl/>
        </w:rPr>
        <w:t>يستغفر الله تعالى ولا يعود</w:t>
      </w:r>
      <w:r w:rsidR="00CC15EB">
        <w:rPr>
          <w:rtl/>
        </w:rPr>
        <w:t>،</w:t>
      </w:r>
      <w:r>
        <w:rPr>
          <w:rtl/>
        </w:rPr>
        <w:t xml:space="preserve"> </w:t>
      </w:r>
      <w:r w:rsidRPr="00D95A45">
        <w:rPr>
          <w:rtl/>
        </w:rPr>
        <w:t>قلت</w:t>
      </w:r>
      <w:r w:rsidR="00CC15EB">
        <w:rPr>
          <w:rtl/>
        </w:rPr>
        <w:t>:</w:t>
      </w:r>
      <w:r>
        <w:rPr>
          <w:rtl/>
        </w:rPr>
        <w:t xml:space="preserve"> </w:t>
      </w:r>
      <w:r w:rsidRPr="00D95A45">
        <w:rPr>
          <w:rtl/>
        </w:rPr>
        <w:t>فعليه ادب</w:t>
      </w:r>
      <w:r>
        <w:rPr>
          <w:rtl/>
        </w:rPr>
        <w:t>؟</w:t>
      </w:r>
      <w:r w:rsidRPr="00D95A45">
        <w:rPr>
          <w:rtl/>
        </w:rPr>
        <w:t xml:space="preserve"> قال. نعم خمسة وعشرين سوطا ربع حد الزاني وهو صاغر لأنه اتى سفاحا.</w:t>
      </w:r>
    </w:p>
    <w:p w:rsidR="00AC7755" w:rsidRDefault="00D45E0E" w:rsidP="00AC7755">
      <w:pPr>
        <w:pStyle w:val="libNormal"/>
        <w:rPr>
          <w:rtl/>
        </w:rPr>
      </w:pPr>
      <w:r w:rsidRPr="00D95A45">
        <w:rPr>
          <w:rtl/>
        </w:rPr>
        <w:t>(576) 7</w:t>
      </w:r>
      <w:r w:rsidR="00CC15EB">
        <w:rPr>
          <w:rtl/>
        </w:rPr>
        <w:t xml:space="preserve"> - </w:t>
      </w:r>
      <w:r w:rsidRPr="00D95A45">
        <w:rPr>
          <w:rtl/>
        </w:rPr>
        <w:t>علي بن ابراهيم عن ابيه عن محمد بن جعفر عن ابي حبيب عن محمد بن مسلم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الرجل يأتي المرأة وهي</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573</w:t>
      </w:r>
      <w:r>
        <w:rPr>
          <w:rtl/>
        </w:rPr>
        <w:t xml:space="preserve"> - </w:t>
      </w:r>
      <w:r w:rsidR="00D45E0E" w:rsidRPr="00D95A45">
        <w:rPr>
          <w:rtl/>
        </w:rPr>
        <w:t>الكافي ج 2 ص 305 الفقيه ج 4 ص 50</w:t>
      </w:r>
    </w:p>
    <w:p w:rsidR="00AC7755" w:rsidRDefault="00CC15EB" w:rsidP="00AC7755">
      <w:pPr>
        <w:pStyle w:val="libFootnote0"/>
        <w:rPr>
          <w:rtl/>
        </w:rPr>
      </w:pPr>
      <w:r>
        <w:rPr>
          <w:rtl/>
        </w:rPr>
        <w:t>-</w:t>
      </w:r>
      <w:r w:rsidR="00D45E0E" w:rsidRPr="007277FF">
        <w:rPr>
          <w:rtl/>
        </w:rPr>
        <w:t xml:space="preserve"> 574</w:t>
      </w:r>
      <w:r>
        <w:rPr>
          <w:rtl/>
        </w:rPr>
        <w:t xml:space="preserve"> - </w:t>
      </w:r>
      <w:r w:rsidR="00D45E0E" w:rsidRPr="007277FF">
        <w:rPr>
          <w:rtl/>
        </w:rPr>
        <w:t>575</w:t>
      </w:r>
      <w:r>
        <w:rPr>
          <w:rFonts w:hint="cs"/>
          <w:rtl/>
        </w:rPr>
        <w:t xml:space="preserve"> - </w:t>
      </w:r>
      <w:r w:rsidR="00D45E0E" w:rsidRPr="00DA0376">
        <w:rPr>
          <w:rtl/>
        </w:rPr>
        <w:t>576</w:t>
      </w:r>
      <w:r>
        <w:rPr>
          <w:rtl/>
        </w:rPr>
        <w:t xml:space="preserve"> - </w:t>
      </w:r>
      <w:r w:rsidR="00D45E0E" w:rsidRPr="00DA0376">
        <w:rPr>
          <w:rtl/>
        </w:rPr>
        <w:t>الكافي ج 2 ص 306 واخرج الاول الصدوق في الفقيه ج 2 ص 73</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حائض قال</w:t>
      </w:r>
      <w:r w:rsidR="00CC15EB">
        <w:rPr>
          <w:rtl/>
        </w:rPr>
        <w:t>:</w:t>
      </w:r>
      <w:r>
        <w:rPr>
          <w:rtl/>
        </w:rPr>
        <w:t xml:space="preserve"> </w:t>
      </w:r>
      <w:r w:rsidRPr="00DA0376">
        <w:rPr>
          <w:rtl/>
        </w:rPr>
        <w:t>يجب عليه في استقبال الحيض دينار وفي استدباره نصف دينار</w:t>
      </w:r>
      <w:r w:rsidR="00CC15EB">
        <w:rPr>
          <w:rtl/>
        </w:rPr>
        <w:t>،</w:t>
      </w:r>
      <w:r>
        <w:rPr>
          <w:rtl/>
        </w:rPr>
        <w:t xml:space="preserve"> </w:t>
      </w:r>
      <w:r w:rsidRPr="00DA0376">
        <w:rPr>
          <w:rtl/>
        </w:rPr>
        <w:t>قال</w:t>
      </w:r>
      <w:r w:rsidR="00CC15EB">
        <w:rPr>
          <w:rtl/>
        </w:rPr>
        <w:t>:</w:t>
      </w:r>
      <w:r>
        <w:rPr>
          <w:rtl/>
        </w:rPr>
        <w:t xml:space="preserve"> </w:t>
      </w:r>
      <w:r w:rsidRPr="00DA0376">
        <w:rPr>
          <w:rtl/>
        </w:rPr>
        <w:t>قلت</w:t>
      </w:r>
      <w:r w:rsidR="00CC15EB">
        <w:rPr>
          <w:rtl/>
        </w:rPr>
        <w:t>:</w:t>
      </w:r>
      <w:r>
        <w:rPr>
          <w:rtl/>
        </w:rPr>
        <w:t xml:space="preserve"> </w:t>
      </w:r>
      <w:r w:rsidRPr="00DA0376">
        <w:rPr>
          <w:rtl/>
        </w:rPr>
        <w:t>جعلت فداك يجب عليه شئ من الحد</w:t>
      </w:r>
      <w:r>
        <w:rPr>
          <w:rtl/>
        </w:rPr>
        <w:t>؟</w:t>
      </w:r>
      <w:r w:rsidRPr="00DA0376">
        <w:rPr>
          <w:rtl/>
        </w:rPr>
        <w:t xml:space="preserve"> قال</w:t>
      </w:r>
      <w:r w:rsidR="00CC15EB">
        <w:rPr>
          <w:rtl/>
        </w:rPr>
        <w:t>:</w:t>
      </w:r>
      <w:r>
        <w:rPr>
          <w:rtl/>
        </w:rPr>
        <w:t xml:space="preserve"> </w:t>
      </w:r>
      <w:r w:rsidRPr="00DA0376">
        <w:rPr>
          <w:rtl/>
        </w:rPr>
        <w:t>نعم خمسة وعشرين سوطا ربع حد الزاني لانه اتى سفاحا.</w:t>
      </w:r>
    </w:p>
    <w:p w:rsidR="00AC7755" w:rsidRDefault="00D45E0E" w:rsidP="00AC7755">
      <w:pPr>
        <w:pStyle w:val="libNormal"/>
        <w:rPr>
          <w:rtl/>
        </w:rPr>
      </w:pPr>
      <w:r w:rsidRPr="00D95A45">
        <w:rPr>
          <w:rtl/>
        </w:rPr>
        <w:t>(577) 8</w:t>
      </w:r>
      <w:r w:rsidR="00CC15EB">
        <w:rPr>
          <w:rtl/>
        </w:rPr>
        <w:t xml:space="preserve"> - </w:t>
      </w:r>
      <w:r w:rsidRPr="00D95A45">
        <w:rPr>
          <w:rtl/>
        </w:rPr>
        <w:t>احمد بن محمد بن عيسى عن محمد بن اسماعيل ابن بزيع عن حنان بن سدير عن ابيه قال</w:t>
      </w:r>
      <w:r w:rsidR="00CC15EB">
        <w:rPr>
          <w:rtl/>
        </w:rPr>
        <w:t>:</w:t>
      </w:r>
      <w:r>
        <w:rPr>
          <w:rtl/>
        </w:rPr>
        <w:t xml:space="preserve"> </w:t>
      </w:r>
      <w:r w:rsidRPr="00D95A45">
        <w:rPr>
          <w:rtl/>
        </w:rPr>
        <w:t xml:space="preserve">قال أبو جعفر </w:t>
      </w:r>
      <w:r w:rsidR="00AC7755" w:rsidRPr="00AC7755">
        <w:rPr>
          <w:rStyle w:val="libAlaemChar"/>
          <w:rtl/>
        </w:rPr>
        <w:t>عليه‌السلام</w:t>
      </w:r>
      <w:r w:rsidR="00CC15EB">
        <w:rPr>
          <w:rtl/>
        </w:rPr>
        <w:t>:</w:t>
      </w:r>
      <w:r>
        <w:rPr>
          <w:rtl/>
        </w:rPr>
        <w:t xml:space="preserve"> </w:t>
      </w:r>
      <w:r w:rsidRPr="00D95A45">
        <w:rPr>
          <w:rtl/>
        </w:rPr>
        <w:t>حد يقام في الارض ازكى فيها من قطر مطر اربعين ليلة وأيامها.</w:t>
      </w:r>
    </w:p>
    <w:p w:rsidR="00AC7755" w:rsidRDefault="00D45E0E" w:rsidP="00AC7755">
      <w:pPr>
        <w:pStyle w:val="libNormal"/>
        <w:rPr>
          <w:rtl/>
        </w:rPr>
      </w:pPr>
      <w:r w:rsidRPr="00D95A45">
        <w:rPr>
          <w:rtl/>
        </w:rPr>
        <w:t>(578) 9</w:t>
      </w:r>
      <w:r w:rsidR="00CC15EB">
        <w:rPr>
          <w:rtl/>
        </w:rPr>
        <w:t xml:space="preserve"> - </w:t>
      </w:r>
      <w:r w:rsidRPr="00D95A45">
        <w:rPr>
          <w:rtl/>
        </w:rPr>
        <w:t xml:space="preserve">محمد بن يعقوب عن احمد بن مهران عن محمد بن علي عن موسى بن سعدان عن عبد الرحمان بن الحجاج عن ابي ابراهيم </w:t>
      </w:r>
      <w:r w:rsidR="00AC7755" w:rsidRPr="00AC7755">
        <w:rPr>
          <w:rStyle w:val="libAlaemChar"/>
          <w:rtl/>
        </w:rPr>
        <w:t>عليه‌السلام</w:t>
      </w:r>
      <w:r w:rsidRPr="00D95A45">
        <w:rPr>
          <w:rtl/>
        </w:rPr>
        <w:t xml:space="preserve"> في قول الله عز وجل </w:t>
      </w:r>
      <w:r w:rsidR="00AC7755" w:rsidRPr="00AC7755">
        <w:rPr>
          <w:rStyle w:val="libAlaemChar"/>
          <w:rFonts w:hint="cs"/>
          <w:rtl/>
        </w:rPr>
        <w:t>(</w:t>
      </w:r>
      <w:r w:rsidRPr="00D95A45">
        <w:rPr>
          <w:rtl/>
        </w:rPr>
        <w:t xml:space="preserve"> </w:t>
      </w:r>
      <w:r w:rsidRPr="00AC7755">
        <w:rPr>
          <w:rStyle w:val="libAieChar"/>
          <w:rtl/>
        </w:rPr>
        <w:t>ويحيي الارض بعد موتها</w:t>
      </w:r>
      <w:r w:rsidRPr="00D95A45">
        <w:rPr>
          <w:rtl/>
        </w:rPr>
        <w:t xml:space="preserve"> </w:t>
      </w:r>
      <w:r w:rsidRPr="00AC7755">
        <w:rPr>
          <w:rStyle w:val="libAlaemChar"/>
          <w:rFonts w:hint="cs"/>
          <w:rtl/>
        </w:rPr>
        <w:t>)</w:t>
      </w:r>
      <w:r w:rsidRPr="00D95A45">
        <w:rPr>
          <w:rtl/>
        </w:rPr>
        <w:t xml:space="preserve"> قال</w:t>
      </w:r>
      <w:r w:rsidR="00CC15EB">
        <w:rPr>
          <w:rtl/>
        </w:rPr>
        <w:t>:</w:t>
      </w:r>
      <w:r>
        <w:rPr>
          <w:rtl/>
        </w:rPr>
        <w:t xml:space="preserve"> </w:t>
      </w:r>
      <w:r w:rsidRPr="00D95A45">
        <w:rPr>
          <w:rtl/>
        </w:rPr>
        <w:t>ليس يحييها بالقطر ولكن يبعث الله رجالا فيحيون بالعدل فتحيا الارض لاحياء العدل</w:t>
      </w:r>
      <w:r w:rsidR="00CC15EB">
        <w:rPr>
          <w:rtl/>
        </w:rPr>
        <w:t>،</w:t>
      </w:r>
      <w:r>
        <w:rPr>
          <w:rtl/>
        </w:rPr>
        <w:t xml:space="preserve"> </w:t>
      </w:r>
      <w:r w:rsidRPr="00D95A45">
        <w:rPr>
          <w:rtl/>
        </w:rPr>
        <w:t>ولاقامة حد فيه انفع في الارض من القطر اربعين صباحا.</w:t>
      </w:r>
    </w:p>
    <w:p w:rsidR="00AC7755" w:rsidRDefault="00D45E0E" w:rsidP="00AC7755">
      <w:pPr>
        <w:pStyle w:val="libNormal"/>
        <w:rPr>
          <w:rtl/>
        </w:rPr>
      </w:pPr>
      <w:r w:rsidRPr="00D95A45">
        <w:rPr>
          <w:rtl/>
        </w:rPr>
        <w:t>(579) 10</w:t>
      </w:r>
      <w:r w:rsidR="00CC15EB">
        <w:rPr>
          <w:rtl/>
        </w:rPr>
        <w:t xml:space="preserve"> - </w:t>
      </w:r>
      <w:r w:rsidRPr="00D95A45">
        <w:rPr>
          <w:rtl/>
        </w:rPr>
        <w:t xml:space="preserve">احمد بن محمد عن الحسن بن محبوب عن ابى ايوب الخزاز عن الحلبي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ان في كتاب علي </w:t>
      </w:r>
      <w:r w:rsidR="00AC7755" w:rsidRPr="00AC7755">
        <w:rPr>
          <w:rStyle w:val="libAlaemChar"/>
          <w:rtl/>
        </w:rPr>
        <w:t>عليه‌السلام</w:t>
      </w:r>
      <w:r w:rsidRPr="00D95A45">
        <w:rPr>
          <w:rtl/>
        </w:rPr>
        <w:t xml:space="preserve"> انه كان يضرب بالسوط وبنصف السوط وببعضه في الحدود</w:t>
      </w:r>
      <w:r w:rsidR="00CC15EB">
        <w:rPr>
          <w:rtl/>
        </w:rPr>
        <w:t>،</w:t>
      </w:r>
      <w:r>
        <w:rPr>
          <w:rtl/>
        </w:rPr>
        <w:t xml:space="preserve"> </w:t>
      </w:r>
      <w:r w:rsidRPr="00D95A45">
        <w:rPr>
          <w:rtl/>
        </w:rPr>
        <w:t>وكان إذا أتي بغلام وجارية لم يدركا يضربهما ولا يبطل حدا من حدود الله عز وجل قيل له</w:t>
      </w:r>
      <w:r w:rsidR="00CC15EB">
        <w:rPr>
          <w:rtl/>
        </w:rPr>
        <w:t>:</w:t>
      </w:r>
      <w:r>
        <w:rPr>
          <w:rtl/>
        </w:rPr>
        <w:t xml:space="preserve"> </w:t>
      </w:r>
      <w:r w:rsidRPr="00D95A45">
        <w:rPr>
          <w:rtl/>
        </w:rPr>
        <w:t>وكيف كان يضرب</w:t>
      </w:r>
      <w:r>
        <w:rPr>
          <w:rtl/>
        </w:rPr>
        <w:t>؟</w:t>
      </w:r>
      <w:r w:rsidRPr="00D95A45">
        <w:rPr>
          <w:rtl/>
        </w:rPr>
        <w:t xml:space="preserve"> قال</w:t>
      </w:r>
      <w:r w:rsidR="00CC15EB">
        <w:rPr>
          <w:rtl/>
        </w:rPr>
        <w:t>:</w:t>
      </w:r>
      <w:r>
        <w:rPr>
          <w:rtl/>
        </w:rPr>
        <w:t xml:space="preserve"> </w:t>
      </w:r>
      <w:r w:rsidRPr="00D95A45">
        <w:rPr>
          <w:rtl/>
        </w:rPr>
        <w:t>كان يأخذ السوط بيده من وسطه أو من ثلثه ثم يضرب به على قدر اسنانهم ولا يبطل حدا من حدود الله عز وجل.</w:t>
      </w:r>
    </w:p>
    <w:p w:rsidR="00AC7755" w:rsidRDefault="00D45E0E" w:rsidP="00AC7755">
      <w:pPr>
        <w:pStyle w:val="libNormal"/>
        <w:rPr>
          <w:rtl/>
        </w:rPr>
      </w:pPr>
      <w:r w:rsidRPr="00D95A45">
        <w:rPr>
          <w:rtl/>
        </w:rPr>
        <w:t>(580) 11</w:t>
      </w:r>
      <w:r w:rsidR="00CC15EB">
        <w:rPr>
          <w:rtl/>
        </w:rPr>
        <w:t xml:space="preserve"> - </w:t>
      </w:r>
      <w:r w:rsidRPr="00D95A45">
        <w:rPr>
          <w:rtl/>
        </w:rPr>
        <w:t xml:space="preserve">ابن محبوب عن عبد الله بن سنان عن ابي عبد الله </w:t>
      </w:r>
      <w:r w:rsidR="00AC7755" w:rsidRPr="00AC7755">
        <w:rPr>
          <w:rStyle w:val="libAlaemChar"/>
          <w:rtl/>
        </w:rPr>
        <w:t>عليه‌السلام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577</w:t>
      </w:r>
      <w:r>
        <w:rPr>
          <w:rFonts w:hint="cs"/>
          <w:rtl/>
        </w:rPr>
        <w:t xml:space="preserve"> - </w:t>
      </w:r>
      <w:r w:rsidR="00D45E0E" w:rsidRPr="007277FF">
        <w:rPr>
          <w:rtl/>
        </w:rPr>
        <w:t>578</w:t>
      </w:r>
      <w:r>
        <w:rPr>
          <w:rtl/>
        </w:rPr>
        <w:t xml:space="preserve"> - </w:t>
      </w:r>
      <w:r w:rsidR="00D45E0E" w:rsidRPr="007277FF">
        <w:rPr>
          <w:rtl/>
        </w:rPr>
        <w:t>الكافي ج 2 ص 285</w:t>
      </w:r>
    </w:p>
    <w:p w:rsidR="00CC15EB" w:rsidRDefault="00CC15EB" w:rsidP="00AC7755">
      <w:pPr>
        <w:pStyle w:val="libFootnote0"/>
        <w:rPr>
          <w:rtl/>
        </w:rPr>
      </w:pPr>
      <w:r>
        <w:rPr>
          <w:rtl/>
        </w:rPr>
        <w:t>-</w:t>
      </w:r>
      <w:r w:rsidR="00D45E0E" w:rsidRPr="007277FF">
        <w:rPr>
          <w:rtl/>
        </w:rPr>
        <w:t xml:space="preserve"> 579</w:t>
      </w:r>
      <w:r>
        <w:rPr>
          <w:rtl/>
        </w:rPr>
        <w:t xml:space="preserve"> - </w:t>
      </w:r>
      <w:r w:rsidR="00D45E0E" w:rsidRPr="007277FF">
        <w:rPr>
          <w:rtl/>
        </w:rPr>
        <w:t>الكافي ج 2 ص 286 الفقيه ج 4 ص 53</w:t>
      </w:r>
    </w:p>
    <w:p w:rsidR="00AC7755" w:rsidRDefault="00CC15EB" w:rsidP="00AC7755">
      <w:pPr>
        <w:pStyle w:val="libFootnote0"/>
        <w:rPr>
          <w:rtl/>
        </w:rPr>
      </w:pPr>
      <w:r>
        <w:rPr>
          <w:rtl/>
        </w:rPr>
        <w:t>-</w:t>
      </w:r>
      <w:r w:rsidR="00D45E0E" w:rsidRPr="00DA0376">
        <w:rPr>
          <w:rtl/>
        </w:rPr>
        <w:t xml:space="preserve"> 580</w:t>
      </w:r>
      <w:r>
        <w:rPr>
          <w:rtl/>
        </w:rPr>
        <w:t xml:space="preserve"> - </w:t>
      </w:r>
      <w:r w:rsidR="00D45E0E" w:rsidRPr="00DA0376">
        <w:rPr>
          <w:rtl/>
        </w:rPr>
        <w:t>الكافي ج 2 ص 299</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قال</w:t>
      </w:r>
      <w:r w:rsidR="00CC15EB">
        <w:rPr>
          <w:rtl/>
        </w:rPr>
        <w:t>:</w:t>
      </w:r>
      <w:r>
        <w:rPr>
          <w:rtl/>
        </w:rPr>
        <w:t xml:space="preserve"> </w:t>
      </w:r>
      <w:r w:rsidRPr="00DA0376">
        <w:rPr>
          <w:rtl/>
        </w:rPr>
        <w:t>السارق إذا جاء من قبل نفسه تائبا الى الله ورد سرقته على صاحبها فلا قطع عليه.</w:t>
      </w:r>
    </w:p>
    <w:p w:rsidR="00AC7755" w:rsidRDefault="00D45E0E" w:rsidP="00AC7755">
      <w:pPr>
        <w:pStyle w:val="libNormal"/>
        <w:rPr>
          <w:rtl/>
        </w:rPr>
      </w:pPr>
      <w:r w:rsidRPr="00D95A45">
        <w:rPr>
          <w:rtl/>
        </w:rPr>
        <w:t>(581) 12</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لا يشفعن احد في حد إذا بلغ الامام فانه يملكه</w:t>
      </w:r>
      <w:r w:rsidR="00CC15EB">
        <w:rPr>
          <w:rtl/>
        </w:rPr>
        <w:t>،</w:t>
      </w:r>
      <w:r>
        <w:rPr>
          <w:rtl/>
        </w:rPr>
        <w:t xml:space="preserve"> </w:t>
      </w:r>
      <w:r w:rsidRPr="00D95A45">
        <w:rPr>
          <w:rtl/>
        </w:rPr>
        <w:t>واشفع فيما لم يبلغ الامام إذا رأيت الندم واشفع عند الامام في غير الحد مع الرضا من المشفوع له</w:t>
      </w:r>
      <w:r w:rsidR="00CC15EB">
        <w:rPr>
          <w:rtl/>
        </w:rPr>
        <w:t>،</w:t>
      </w:r>
      <w:r>
        <w:rPr>
          <w:rtl/>
        </w:rPr>
        <w:t xml:space="preserve"> </w:t>
      </w:r>
      <w:r w:rsidRPr="00D95A45">
        <w:rPr>
          <w:rtl/>
        </w:rPr>
        <w:t>ولا تشفع في حق امرئ مسلم أو غيره الا باذنه.</w:t>
      </w:r>
    </w:p>
    <w:p w:rsidR="00AC7755" w:rsidRDefault="00D45E0E" w:rsidP="00AC7755">
      <w:pPr>
        <w:pStyle w:val="libNormal"/>
        <w:rPr>
          <w:rtl/>
        </w:rPr>
      </w:pPr>
      <w:r w:rsidRPr="00D95A45">
        <w:rPr>
          <w:rtl/>
        </w:rPr>
        <w:t>(582) 13</w:t>
      </w:r>
      <w:r w:rsidR="00CC15EB">
        <w:rPr>
          <w:rtl/>
        </w:rPr>
        <w:t xml:space="preserve"> - </w:t>
      </w:r>
      <w:r w:rsidRPr="00D95A45">
        <w:rPr>
          <w:rtl/>
        </w:rPr>
        <w:t>وبهذا الاسناد قال</w:t>
      </w:r>
      <w:r w:rsidR="00CC15EB">
        <w:rPr>
          <w:rtl/>
        </w:rPr>
        <w:t>:</w:t>
      </w:r>
      <w:r>
        <w:rPr>
          <w:rtl/>
        </w:rPr>
        <w:t xml:space="preserve"> </w:t>
      </w:r>
      <w:r w:rsidRPr="00D95A45">
        <w:rPr>
          <w:rtl/>
        </w:rPr>
        <w:t xml:space="preserve">قال رسول الله </w:t>
      </w:r>
      <w:r w:rsidR="00AC7755" w:rsidRPr="00AC7755">
        <w:rPr>
          <w:rStyle w:val="libAlaemChar"/>
          <w:rtl/>
        </w:rPr>
        <w:t>صلى‌الله‌عليه‌وآله‌وسلم</w:t>
      </w:r>
      <w:r w:rsidR="00CC15EB">
        <w:rPr>
          <w:rtl/>
        </w:rPr>
        <w:t>:</w:t>
      </w:r>
      <w:r>
        <w:rPr>
          <w:rtl/>
        </w:rPr>
        <w:t xml:space="preserve"> </w:t>
      </w:r>
      <w:r w:rsidRPr="00D95A45">
        <w:rPr>
          <w:rtl/>
        </w:rPr>
        <w:t>لا كفالة في حد.</w:t>
      </w:r>
    </w:p>
    <w:p w:rsidR="00AC7755" w:rsidRDefault="00D45E0E" w:rsidP="00AC7755">
      <w:pPr>
        <w:pStyle w:val="libNormal"/>
        <w:rPr>
          <w:rtl/>
        </w:rPr>
      </w:pPr>
      <w:r w:rsidRPr="00D95A45">
        <w:rPr>
          <w:rtl/>
        </w:rPr>
        <w:t>(583) 14</w:t>
      </w:r>
      <w:r w:rsidR="00CC15EB">
        <w:rPr>
          <w:rtl/>
        </w:rPr>
        <w:t xml:space="preserve"> - </w:t>
      </w:r>
      <w:r w:rsidRPr="00D95A45">
        <w:rPr>
          <w:rtl/>
        </w:rPr>
        <w:t>وبهذا الاسناد قال</w:t>
      </w:r>
      <w:r w:rsidR="00CC15EB">
        <w:rPr>
          <w:rtl/>
        </w:rPr>
        <w:t>:</w:t>
      </w:r>
      <w:r>
        <w:rPr>
          <w:rtl/>
        </w:rPr>
        <w:t xml:space="preserve"> </w:t>
      </w:r>
      <w:r w:rsidRPr="00D95A45">
        <w:rPr>
          <w:rtl/>
        </w:rPr>
        <w:t xml:space="preserve">قال رسول الله </w:t>
      </w:r>
      <w:r w:rsidR="00AC7755" w:rsidRPr="00AC7755">
        <w:rPr>
          <w:rStyle w:val="libAlaemChar"/>
          <w:rtl/>
        </w:rPr>
        <w:t>صلى‌الله‌عليه‌وآله‌وسلم</w:t>
      </w:r>
      <w:r w:rsidR="00CC15EB">
        <w:rPr>
          <w:rtl/>
        </w:rPr>
        <w:t>:</w:t>
      </w:r>
      <w:r>
        <w:rPr>
          <w:rtl/>
        </w:rPr>
        <w:t xml:space="preserve"> </w:t>
      </w:r>
      <w:r w:rsidRPr="00D95A45">
        <w:rPr>
          <w:rtl/>
        </w:rPr>
        <w:t>ساحر المسلمين يقتل وساحر الكفار لا يقتل</w:t>
      </w:r>
      <w:r w:rsidR="00CC15EB">
        <w:rPr>
          <w:rtl/>
        </w:rPr>
        <w:t>،</w:t>
      </w:r>
      <w:r>
        <w:rPr>
          <w:rtl/>
        </w:rPr>
        <w:t xml:space="preserve"> </w:t>
      </w:r>
      <w:r w:rsidRPr="00D95A45">
        <w:rPr>
          <w:rtl/>
        </w:rPr>
        <w:t>قيل يا رسول الله</w:t>
      </w:r>
      <w:r w:rsidR="00CC15EB">
        <w:rPr>
          <w:rtl/>
        </w:rPr>
        <w:t>:</w:t>
      </w:r>
      <w:r>
        <w:rPr>
          <w:rtl/>
        </w:rPr>
        <w:t xml:space="preserve"> </w:t>
      </w:r>
      <w:r w:rsidRPr="00D95A45">
        <w:rPr>
          <w:rtl/>
        </w:rPr>
        <w:t>ولم لا يقتل ساحر الكفار</w:t>
      </w:r>
      <w:r>
        <w:rPr>
          <w:rtl/>
        </w:rPr>
        <w:t>؟</w:t>
      </w:r>
      <w:r w:rsidRPr="00D95A45">
        <w:rPr>
          <w:rtl/>
        </w:rPr>
        <w:t xml:space="preserve"> فقال</w:t>
      </w:r>
      <w:r w:rsidR="00CC15EB">
        <w:rPr>
          <w:rtl/>
        </w:rPr>
        <w:t>:</w:t>
      </w:r>
      <w:r>
        <w:rPr>
          <w:rtl/>
        </w:rPr>
        <w:t xml:space="preserve"> </w:t>
      </w:r>
      <w:r w:rsidRPr="00D95A45">
        <w:rPr>
          <w:rtl/>
        </w:rPr>
        <w:t>لأن الكفر اعظم من السحر ولان السحر والشرك مقرونان</w:t>
      </w:r>
      <w:r w:rsidR="00CC15EB">
        <w:rPr>
          <w:rtl/>
        </w:rPr>
        <w:t>،</w:t>
      </w:r>
      <w:r>
        <w:rPr>
          <w:rtl/>
        </w:rPr>
        <w:t xml:space="preserve"> </w:t>
      </w:r>
    </w:p>
    <w:p w:rsidR="00AC7755" w:rsidRDefault="00D45E0E" w:rsidP="00AC7755">
      <w:pPr>
        <w:pStyle w:val="libNormal"/>
        <w:rPr>
          <w:rtl/>
        </w:rPr>
      </w:pPr>
      <w:r w:rsidRPr="00D95A45">
        <w:rPr>
          <w:rtl/>
        </w:rPr>
        <w:t>(584) 15</w:t>
      </w:r>
      <w:r w:rsidR="00CC15EB">
        <w:rPr>
          <w:rtl/>
        </w:rPr>
        <w:t xml:space="preserve"> - </w:t>
      </w:r>
      <w:r w:rsidRPr="00D95A45">
        <w:rPr>
          <w:rtl/>
        </w:rPr>
        <w:t xml:space="preserve">محمد بن يحيى عن محمد بن الحسين وحبيب بن الحسن عن محمد بن عبد الحميد العطار عن يسار عن زيد الشحام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الساحر يضرب بالسيف ضربة واحدة على رأسه.</w:t>
      </w:r>
    </w:p>
    <w:p w:rsidR="00AC7755" w:rsidRDefault="00D45E0E" w:rsidP="00AC7755">
      <w:pPr>
        <w:pStyle w:val="libNormal"/>
        <w:rPr>
          <w:rtl/>
        </w:rPr>
      </w:pPr>
      <w:r w:rsidRPr="00D95A45">
        <w:rPr>
          <w:rtl/>
        </w:rPr>
        <w:t>(585) 16</w:t>
      </w:r>
      <w:r w:rsidR="00CC15EB">
        <w:rPr>
          <w:rtl/>
        </w:rPr>
        <w:t xml:space="preserve"> - </w:t>
      </w:r>
      <w:r w:rsidRPr="00D95A45">
        <w:rPr>
          <w:rtl/>
        </w:rPr>
        <w:t xml:space="preserve">محمد بن الحسن الصفار عن ابى الجوزا عن الحسين ابن علوان عن عمرو بن خالد عن زيد بن علي عن ابيه عن آبائه عن علي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سئل رسول الله </w:t>
      </w:r>
      <w:r w:rsidR="00AC7755" w:rsidRPr="00AC7755">
        <w:rPr>
          <w:rStyle w:val="libAlaemChar"/>
          <w:rtl/>
        </w:rPr>
        <w:t>صلى‌الله‌عليه‌وآله‌وسلم</w:t>
      </w:r>
      <w:r w:rsidRPr="00D95A45">
        <w:rPr>
          <w:rtl/>
        </w:rPr>
        <w:t xml:space="preserve"> عن الساحر فقال</w:t>
      </w:r>
      <w:r w:rsidR="00CC15EB">
        <w:rPr>
          <w:rtl/>
        </w:rPr>
        <w:t>:</w:t>
      </w:r>
      <w:r>
        <w:rPr>
          <w:rtl/>
        </w:rPr>
        <w:t xml:space="preserve"> </w:t>
      </w:r>
      <w:r w:rsidRPr="00D95A45">
        <w:rPr>
          <w:rtl/>
        </w:rPr>
        <w:t>إذا جاء رجلان عدلان فشهدا عليه فقد حل دمه.</w:t>
      </w:r>
    </w:p>
    <w:p w:rsidR="00AC7755" w:rsidRDefault="00D45E0E" w:rsidP="00AC7755">
      <w:pPr>
        <w:pStyle w:val="libNormal"/>
        <w:rPr>
          <w:rtl/>
        </w:rPr>
      </w:pPr>
      <w:r w:rsidRPr="00D95A45">
        <w:rPr>
          <w:rtl/>
        </w:rPr>
        <w:t>(586) 17</w:t>
      </w:r>
      <w:r w:rsidR="00CC15EB">
        <w:rPr>
          <w:rtl/>
        </w:rPr>
        <w:t xml:space="preserve"> - </w:t>
      </w:r>
      <w:r w:rsidRPr="00D95A45">
        <w:rPr>
          <w:rtl/>
        </w:rPr>
        <w:t>عنه عن الحسن بن موسى الخشاب عن غياث ابن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581</w:t>
      </w:r>
      <w:r>
        <w:rPr>
          <w:rFonts w:hint="cs"/>
          <w:rtl/>
        </w:rPr>
        <w:t xml:space="preserve"> - </w:t>
      </w:r>
      <w:r w:rsidR="00D45E0E" w:rsidRPr="007277FF">
        <w:rPr>
          <w:rtl/>
        </w:rPr>
        <w:t>582</w:t>
      </w:r>
      <w:r>
        <w:rPr>
          <w:rtl/>
        </w:rPr>
        <w:t xml:space="preserve"> - </w:t>
      </w:r>
      <w:r w:rsidR="00D45E0E" w:rsidRPr="007277FF">
        <w:rPr>
          <w:rtl/>
        </w:rPr>
        <w:t>الكافي ج 2 ص 309 واخرج الاول الصدوق في الفقيه ج 3 ص 19</w:t>
      </w:r>
    </w:p>
    <w:p w:rsidR="00AC7755" w:rsidRDefault="00CC15EB" w:rsidP="00AC7755">
      <w:pPr>
        <w:pStyle w:val="libFootnote0"/>
        <w:rPr>
          <w:rtl/>
        </w:rPr>
      </w:pPr>
      <w:r>
        <w:rPr>
          <w:rtl/>
        </w:rPr>
        <w:t>-</w:t>
      </w:r>
      <w:r w:rsidR="00D45E0E" w:rsidRPr="00DA0376">
        <w:rPr>
          <w:rtl/>
        </w:rPr>
        <w:t xml:space="preserve"> 583</w:t>
      </w:r>
      <w:r>
        <w:rPr>
          <w:rtl/>
        </w:rPr>
        <w:t xml:space="preserve"> - </w:t>
      </w:r>
      <w:r w:rsidR="00D45E0E" w:rsidRPr="00DA0376">
        <w:rPr>
          <w:rtl/>
        </w:rPr>
        <w:t>584</w:t>
      </w:r>
      <w:r>
        <w:rPr>
          <w:rtl/>
        </w:rPr>
        <w:t xml:space="preserve"> - </w:t>
      </w:r>
      <w:r w:rsidR="00D45E0E" w:rsidRPr="00DA0376">
        <w:rPr>
          <w:rtl/>
        </w:rPr>
        <w:t>الكافي ج 2 ص 311</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كلوب بن فيهن البجلي عن اسحاق بن عمار عن جعفر عن ابيه </w:t>
      </w:r>
      <w:r w:rsidR="00AC7755" w:rsidRPr="00AC7755">
        <w:rPr>
          <w:rStyle w:val="libAlaemChar"/>
          <w:rtl/>
        </w:rPr>
        <w:t>عليه‌السلام</w:t>
      </w:r>
      <w:r w:rsidRPr="00DA0376">
        <w:rPr>
          <w:rtl/>
        </w:rPr>
        <w:t xml:space="preserve"> ان عليا </w:t>
      </w:r>
      <w:r w:rsidR="00AC7755" w:rsidRPr="00AC7755">
        <w:rPr>
          <w:rStyle w:val="libAlaemChar"/>
          <w:rtl/>
        </w:rPr>
        <w:t>عليه‌السلام</w:t>
      </w:r>
      <w:r w:rsidRPr="00DA0376">
        <w:rPr>
          <w:rtl/>
        </w:rPr>
        <w:t xml:space="preserve"> كان يقول</w:t>
      </w:r>
      <w:r w:rsidR="00CC15EB">
        <w:rPr>
          <w:rtl/>
        </w:rPr>
        <w:t>:</w:t>
      </w:r>
      <w:r>
        <w:rPr>
          <w:rtl/>
        </w:rPr>
        <w:t xml:space="preserve"> </w:t>
      </w:r>
      <w:r w:rsidRPr="00DA0376">
        <w:rPr>
          <w:rtl/>
        </w:rPr>
        <w:t>من تعلم من السحر شيئا كان آخر عهده بربه</w:t>
      </w:r>
      <w:r w:rsidR="00CC15EB">
        <w:rPr>
          <w:rtl/>
        </w:rPr>
        <w:t>،</w:t>
      </w:r>
      <w:r>
        <w:rPr>
          <w:rtl/>
        </w:rPr>
        <w:t xml:space="preserve"> </w:t>
      </w:r>
      <w:r w:rsidRPr="00DA0376">
        <w:rPr>
          <w:rtl/>
        </w:rPr>
        <w:t>وحده القتل الا ان يتوب</w:t>
      </w:r>
      <w:r w:rsidR="00CC15EB">
        <w:rPr>
          <w:rtl/>
        </w:rPr>
        <w:t>،</w:t>
      </w:r>
      <w:r>
        <w:rPr>
          <w:rtl/>
        </w:rPr>
        <w:t xml:space="preserve"> </w:t>
      </w:r>
      <w:r w:rsidRPr="00DA0376">
        <w:rPr>
          <w:rtl/>
        </w:rPr>
        <w:t>وكان يقول</w:t>
      </w:r>
      <w:r w:rsidR="00CC15EB">
        <w:rPr>
          <w:rtl/>
        </w:rPr>
        <w:t>:</w:t>
      </w:r>
      <w:r>
        <w:rPr>
          <w:rtl/>
        </w:rPr>
        <w:t xml:space="preserve"> </w:t>
      </w:r>
      <w:r w:rsidRPr="00DA0376">
        <w:rPr>
          <w:rtl/>
        </w:rPr>
        <w:t>لا تقام الحدود بارض العدو مخافة ان تحمله الحمية فيلحق بارض العدو.</w:t>
      </w:r>
    </w:p>
    <w:p w:rsidR="00AC7755" w:rsidRDefault="00D45E0E" w:rsidP="00AC7755">
      <w:pPr>
        <w:pStyle w:val="libNormal"/>
        <w:rPr>
          <w:rtl/>
        </w:rPr>
      </w:pPr>
      <w:r w:rsidRPr="00D95A45">
        <w:rPr>
          <w:rtl/>
        </w:rPr>
        <w:t>(587) 18</w:t>
      </w:r>
      <w:r w:rsidR="00CC15EB">
        <w:rPr>
          <w:rtl/>
        </w:rPr>
        <w:t xml:space="preserve"> - </w:t>
      </w:r>
      <w:r w:rsidRPr="00D95A45">
        <w:rPr>
          <w:rtl/>
        </w:rPr>
        <w:t xml:space="preserve">الحسين بن محبوب عن الحسن بن صالح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ان امير المؤمنين </w:t>
      </w:r>
      <w:r w:rsidR="00AC7755" w:rsidRPr="00AC7755">
        <w:rPr>
          <w:rStyle w:val="libAlaemChar"/>
          <w:rtl/>
        </w:rPr>
        <w:t>عليه‌السلام</w:t>
      </w:r>
      <w:r w:rsidRPr="00D95A45">
        <w:rPr>
          <w:rtl/>
        </w:rPr>
        <w:t xml:space="preserve"> امر قنبرا ان يضرب رجلا حدا فغلط قنبر فزاده ثلاثة اسواط فاقاده علي </w:t>
      </w:r>
      <w:r w:rsidR="00AC7755" w:rsidRPr="00AC7755">
        <w:rPr>
          <w:rStyle w:val="libAlaemChar"/>
          <w:rtl/>
        </w:rPr>
        <w:t>عليه‌السلام</w:t>
      </w:r>
      <w:r w:rsidRPr="00D95A45">
        <w:rPr>
          <w:rtl/>
        </w:rPr>
        <w:t xml:space="preserve"> من قنبر ثلاثة اسواط</w:t>
      </w:r>
    </w:p>
    <w:p w:rsidR="00AC7755" w:rsidRDefault="00D45E0E" w:rsidP="00AC7755">
      <w:pPr>
        <w:pStyle w:val="libNormal"/>
        <w:rPr>
          <w:rtl/>
        </w:rPr>
      </w:pPr>
      <w:r w:rsidRPr="00D95A45">
        <w:rPr>
          <w:rtl/>
        </w:rPr>
        <w:t>(588) 19</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رسول الله </w:t>
      </w:r>
      <w:r w:rsidR="00AC7755" w:rsidRPr="00AC7755">
        <w:rPr>
          <w:rStyle w:val="libAlaemChar"/>
          <w:rtl/>
        </w:rPr>
        <w:t>صلى‌الله‌عليه‌وآله‌وسلم</w:t>
      </w:r>
      <w:r w:rsidR="00CC15EB">
        <w:rPr>
          <w:rtl/>
        </w:rPr>
        <w:t>:</w:t>
      </w:r>
      <w:r>
        <w:rPr>
          <w:rtl/>
        </w:rPr>
        <w:t xml:space="preserve"> </w:t>
      </w:r>
      <w:r w:rsidRPr="00D95A45">
        <w:rPr>
          <w:rtl/>
        </w:rPr>
        <w:t>ان ابغض الناس الى الله عزوجل رجل جرد ظهر مسلم بغير حق.</w:t>
      </w:r>
    </w:p>
    <w:p w:rsidR="00AC7755" w:rsidRDefault="00D45E0E" w:rsidP="00AC7755">
      <w:pPr>
        <w:pStyle w:val="libNormal"/>
        <w:rPr>
          <w:rtl/>
        </w:rPr>
      </w:pPr>
      <w:r w:rsidRPr="00D95A45">
        <w:rPr>
          <w:rtl/>
        </w:rPr>
        <w:t>(589) 20</w:t>
      </w:r>
      <w:r w:rsidR="00CC15EB">
        <w:rPr>
          <w:rtl/>
        </w:rPr>
        <w:t xml:space="preserve"> - </w:t>
      </w:r>
      <w:r w:rsidRPr="00D95A45">
        <w:rPr>
          <w:rtl/>
        </w:rPr>
        <w:t>علي عن أبيه عن علي بن اسباط عن بعض اصحابنا قال</w:t>
      </w:r>
      <w:r w:rsidR="00CC15EB">
        <w:rPr>
          <w:rtl/>
        </w:rPr>
        <w:t>:</w:t>
      </w:r>
      <w:r>
        <w:rPr>
          <w:rtl/>
        </w:rPr>
        <w:t xml:space="preserve"> </w:t>
      </w:r>
      <w:r w:rsidRPr="00D95A45">
        <w:rPr>
          <w:rtl/>
        </w:rPr>
        <w:t xml:space="preserve">نهى رسول الله </w:t>
      </w:r>
      <w:r w:rsidR="00AC7755" w:rsidRPr="00AC7755">
        <w:rPr>
          <w:rStyle w:val="libAlaemChar"/>
          <w:rtl/>
        </w:rPr>
        <w:t>صلى‌الله‌عليه‌وآله‌وسلم</w:t>
      </w:r>
      <w:r w:rsidRPr="00D95A45">
        <w:rPr>
          <w:rtl/>
        </w:rPr>
        <w:t xml:space="preserve"> عن الادب عند الغضب.</w:t>
      </w:r>
    </w:p>
    <w:p w:rsidR="00AC7755" w:rsidRDefault="00D45E0E" w:rsidP="00AC7755">
      <w:pPr>
        <w:pStyle w:val="libNormal"/>
        <w:rPr>
          <w:rtl/>
        </w:rPr>
      </w:pPr>
      <w:r w:rsidRPr="00D95A45">
        <w:rPr>
          <w:rtl/>
        </w:rPr>
        <w:t>(590) 21</w:t>
      </w:r>
      <w:r w:rsidR="00CC15EB">
        <w:rPr>
          <w:rtl/>
        </w:rPr>
        <w:t xml:space="preserve"> - </w:t>
      </w:r>
      <w:r w:rsidRPr="00D95A45">
        <w:rPr>
          <w:rtl/>
        </w:rPr>
        <w:t>احمد بن محمد بن عيسى عن احمد بن عمر الحلال قال</w:t>
      </w:r>
      <w:r w:rsidR="00CC15EB">
        <w:rPr>
          <w:rtl/>
        </w:rPr>
        <w:t>:</w:t>
      </w:r>
      <w:r>
        <w:rPr>
          <w:rtl/>
        </w:rPr>
        <w:t xml:space="preserve"> </w:t>
      </w:r>
      <w:r w:rsidRPr="00D95A45">
        <w:rPr>
          <w:rtl/>
        </w:rPr>
        <w:t xml:space="preserve">قال ياسر عن بعض الغلمان عن ابى الحسن </w:t>
      </w:r>
      <w:r w:rsidR="00AC7755" w:rsidRPr="00AC7755">
        <w:rPr>
          <w:rStyle w:val="libAlaemChar"/>
          <w:rtl/>
        </w:rPr>
        <w:t>عليه‌السلام</w:t>
      </w:r>
      <w:r w:rsidRPr="00D95A45">
        <w:rPr>
          <w:rtl/>
        </w:rPr>
        <w:t xml:space="preserve"> انه قال</w:t>
      </w:r>
      <w:r w:rsidR="00CC15EB">
        <w:rPr>
          <w:rtl/>
        </w:rPr>
        <w:t>:</w:t>
      </w:r>
      <w:r>
        <w:rPr>
          <w:rtl/>
        </w:rPr>
        <w:t xml:space="preserve"> </w:t>
      </w:r>
      <w:r w:rsidRPr="00D95A45">
        <w:rPr>
          <w:rtl/>
        </w:rPr>
        <w:t>لا يزال العبد يسرق حتى إذا استوفى ثمن يده أظهره الله عليه.</w:t>
      </w:r>
    </w:p>
    <w:p w:rsidR="00AC7755" w:rsidRDefault="00D45E0E" w:rsidP="00AC7755">
      <w:pPr>
        <w:pStyle w:val="libNormal"/>
        <w:rPr>
          <w:rtl/>
        </w:rPr>
      </w:pPr>
      <w:r w:rsidRPr="00D95A45">
        <w:rPr>
          <w:rtl/>
        </w:rPr>
        <w:t>(591) 22</w:t>
      </w:r>
      <w:r w:rsidR="00CC15EB">
        <w:rPr>
          <w:rtl/>
        </w:rPr>
        <w:t xml:space="preserve"> - </w:t>
      </w:r>
      <w:r w:rsidRPr="00D95A45">
        <w:rPr>
          <w:rtl/>
        </w:rPr>
        <w:t xml:space="preserve">احمد بن محمد في مسائل اسماعيل بن عيسى عن الاخير </w:t>
      </w:r>
      <w:r w:rsidR="00AC7755" w:rsidRPr="00AC7755">
        <w:rPr>
          <w:rStyle w:val="libAlaemChar"/>
          <w:rtl/>
        </w:rPr>
        <w:t>عليه‌السلام</w:t>
      </w:r>
      <w:r w:rsidRPr="00D95A45">
        <w:rPr>
          <w:rtl/>
        </w:rPr>
        <w:t xml:space="preserve"> في مملوك لا يزال يعصي صاحبه أيحل ضربه أم لا</w:t>
      </w:r>
      <w:r>
        <w:rPr>
          <w:rtl/>
        </w:rPr>
        <w:t>؟</w:t>
      </w:r>
      <w:r w:rsidRPr="00D95A45">
        <w:rPr>
          <w:rtl/>
        </w:rPr>
        <w:t xml:space="preserve"> فقال</w:t>
      </w:r>
      <w:r w:rsidR="00CC15EB">
        <w:rPr>
          <w:rtl/>
        </w:rPr>
        <w:t>:</w:t>
      </w:r>
      <w:r>
        <w:rPr>
          <w:rtl/>
        </w:rPr>
        <w:t xml:space="preserve"> </w:t>
      </w:r>
      <w:r w:rsidRPr="00D95A45">
        <w:rPr>
          <w:rtl/>
        </w:rPr>
        <w:t>لا يحل أن تضربه ان وافقك فامسكه والا فخل عنه.</w:t>
      </w:r>
    </w:p>
    <w:p w:rsidR="00AC7755" w:rsidRDefault="00D45E0E" w:rsidP="00AC7755">
      <w:pPr>
        <w:pStyle w:val="libNormal"/>
        <w:rPr>
          <w:rtl/>
        </w:rPr>
      </w:pPr>
      <w:r w:rsidRPr="00D95A45">
        <w:rPr>
          <w:rtl/>
        </w:rPr>
        <w:t xml:space="preserve"> (592) 23</w:t>
      </w:r>
      <w:r w:rsidR="00CC15EB">
        <w:rPr>
          <w:rtl/>
        </w:rPr>
        <w:t xml:space="preserve"> - </w:t>
      </w:r>
      <w:r w:rsidRPr="00D95A45">
        <w:rPr>
          <w:rtl/>
        </w:rPr>
        <w:t>احمد بن ابي عبد الله عن ابيه عن ابى البختري عن ابي</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587</w:t>
      </w:r>
      <w:r>
        <w:rPr>
          <w:rFonts w:hint="cs"/>
          <w:rtl/>
        </w:rPr>
        <w:t xml:space="preserve"> - </w:t>
      </w:r>
      <w:r w:rsidR="00D45E0E" w:rsidRPr="007277FF">
        <w:rPr>
          <w:rtl/>
        </w:rPr>
        <w:t>588</w:t>
      </w:r>
      <w:r>
        <w:rPr>
          <w:rtl/>
        </w:rPr>
        <w:t xml:space="preserve"> - </w:t>
      </w:r>
      <w:r w:rsidR="00D45E0E" w:rsidRPr="007277FF">
        <w:rPr>
          <w:rtl/>
        </w:rPr>
        <w:t>589</w:t>
      </w:r>
      <w:r>
        <w:rPr>
          <w:rFonts w:hint="cs"/>
          <w:rtl/>
        </w:rPr>
        <w:t xml:space="preserve"> - </w:t>
      </w:r>
      <w:r w:rsidR="00D45E0E" w:rsidRPr="007277FF">
        <w:rPr>
          <w:rtl/>
        </w:rPr>
        <w:t>590</w:t>
      </w:r>
      <w:r>
        <w:rPr>
          <w:rtl/>
        </w:rPr>
        <w:t xml:space="preserve"> - </w:t>
      </w:r>
      <w:r w:rsidR="00D45E0E" w:rsidRPr="007277FF">
        <w:rPr>
          <w:rtl/>
        </w:rPr>
        <w:t>591</w:t>
      </w:r>
      <w:r>
        <w:rPr>
          <w:rFonts w:hint="cs"/>
          <w:rtl/>
        </w:rPr>
        <w:t xml:space="preserve"> - </w:t>
      </w:r>
      <w:r w:rsidR="00D45E0E" w:rsidRPr="00DA0376">
        <w:rPr>
          <w:rtl/>
        </w:rPr>
        <w:t>592</w:t>
      </w:r>
      <w:r>
        <w:rPr>
          <w:rtl/>
        </w:rPr>
        <w:t xml:space="preserve"> - </w:t>
      </w:r>
      <w:r w:rsidR="00D45E0E" w:rsidRPr="00DA0376">
        <w:rPr>
          <w:rtl/>
        </w:rPr>
        <w:t>الكافي ج 2 ص 311 واخرج الرابع الصدوق في الفقيه ج 4 ص 43</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عبد الله </w:t>
      </w:r>
      <w:r w:rsidR="00AC7755" w:rsidRPr="00AC7755">
        <w:rPr>
          <w:rStyle w:val="libAlaemChar"/>
          <w:rtl/>
        </w:rPr>
        <w:t>عليه‌السلام</w:t>
      </w:r>
      <w:r w:rsidRPr="00DA0376">
        <w:rPr>
          <w:rtl/>
        </w:rPr>
        <w:t xml:space="preserve"> ان امير المؤمنين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من اقر عند تجريد أو حبس أو تخويف أو تهديد فلا حد عليه.</w:t>
      </w:r>
    </w:p>
    <w:p w:rsidR="00AC7755" w:rsidRDefault="00D45E0E" w:rsidP="00AC7755">
      <w:pPr>
        <w:pStyle w:val="libNormal"/>
        <w:rPr>
          <w:rtl/>
        </w:rPr>
      </w:pPr>
      <w:r w:rsidRPr="00D95A45">
        <w:rPr>
          <w:rtl/>
        </w:rPr>
        <w:t>(593) 24</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يقام الحد على المستحاضة حتى ينقطع عنها الدم.</w:t>
      </w:r>
    </w:p>
    <w:p w:rsidR="00AC7755" w:rsidRDefault="00D45E0E" w:rsidP="00AC7755">
      <w:pPr>
        <w:pStyle w:val="libNormal"/>
        <w:rPr>
          <w:rtl/>
        </w:rPr>
      </w:pPr>
      <w:r w:rsidRPr="00D95A45">
        <w:rPr>
          <w:rtl/>
        </w:rPr>
        <w:t>(594) 25</w:t>
      </w:r>
      <w:r w:rsidR="00CC15EB">
        <w:rPr>
          <w:rtl/>
        </w:rPr>
        <w:t xml:space="preserve"> - </w:t>
      </w:r>
      <w:r w:rsidRPr="00D95A45">
        <w:rPr>
          <w:rtl/>
        </w:rPr>
        <w:t xml:space="preserve">الحسن بن محمد بن سماعة عن احمد بن الحسن الميثمي عن ابان بن عثمان عن ابن ابي يعفور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جاء رجل الى النبي صل الله عليه واله فقال</w:t>
      </w:r>
      <w:r w:rsidR="00CC15EB">
        <w:rPr>
          <w:rtl/>
        </w:rPr>
        <w:t>:</w:t>
      </w:r>
      <w:r>
        <w:rPr>
          <w:rtl/>
        </w:rPr>
        <w:t xml:space="preserve"> </w:t>
      </w:r>
      <w:r w:rsidRPr="00D95A45">
        <w:rPr>
          <w:rtl/>
        </w:rPr>
        <w:t xml:space="preserve">يا رسول الله اني سألت رجلا بوجه الله فضربني خمسة اسواط فضربه النبي </w:t>
      </w:r>
      <w:r w:rsidR="00AC7755" w:rsidRPr="00AC7755">
        <w:rPr>
          <w:rStyle w:val="libAlaemChar"/>
          <w:rtl/>
        </w:rPr>
        <w:t>صلى‌الله‌عليه‌وآله‌وسلم</w:t>
      </w:r>
      <w:r w:rsidRPr="00D95A45">
        <w:rPr>
          <w:rtl/>
        </w:rPr>
        <w:t xml:space="preserve"> خمسة اخرى وقال</w:t>
      </w:r>
      <w:r w:rsidR="00CC15EB">
        <w:rPr>
          <w:rtl/>
        </w:rPr>
        <w:t>:</w:t>
      </w:r>
      <w:r>
        <w:rPr>
          <w:rtl/>
        </w:rPr>
        <w:t xml:space="preserve"> </w:t>
      </w:r>
      <w:r w:rsidRPr="00D95A45">
        <w:rPr>
          <w:rtl/>
        </w:rPr>
        <w:t>سل بوجهك اللئيم.</w:t>
      </w:r>
    </w:p>
    <w:p w:rsidR="00AC7755" w:rsidRDefault="00D45E0E" w:rsidP="00AC7755">
      <w:pPr>
        <w:pStyle w:val="libNormal"/>
        <w:rPr>
          <w:rtl/>
        </w:rPr>
      </w:pPr>
      <w:r w:rsidRPr="00D95A45">
        <w:rPr>
          <w:rtl/>
        </w:rPr>
        <w:t>(595) 26</w:t>
      </w:r>
      <w:r w:rsidR="00CC15EB">
        <w:rPr>
          <w:rtl/>
        </w:rPr>
        <w:t xml:space="preserve"> - </w:t>
      </w:r>
      <w:r w:rsidRPr="00D95A45">
        <w:rPr>
          <w:rtl/>
        </w:rPr>
        <w:t xml:space="preserve">علي عن ابيه عن ابن ابى عمير عن هشام بن سالم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ان امير المؤمنين </w:t>
      </w:r>
      <w:r w:rsidR="00AC7755" w:rsidRPr="00AC7755">
        <w:rPr>
          <w:rStyle w:val="libAlaemChar"/>
          <w:rtl/>
        </w:rPr>
        <w:t>عليه‌السلام</w:t>
      </w:r>
      <w:r w:rsidRPr="00D95A45">
        <w:rPr>
          <w:rtl/>
        </w:rPr>
        <w:t xml:space="preserve"> رأى قاصا في المسجد فضربه بالدرة فطرده.</w:t>
      </w:r>
    </w:p>
    <w:p w:rsidR="00AC7755" w:rsidRDefault="00D45E0E" w:rsidP="00AC7755">
      <w:pPr>
        <w:pStyle w:val="libNormal"/>
        <w:rPr>
          <w:rtl/>
        </w:rPr>
      </w:pPr>
      <w:r w:rsidRPr="00D95A45">
        <w:rPr>
          <w:rtl/>
        </w:rPr>
        <w:t>(596) 27</w:t>
      </w:r>
      <w:r w:rsidR="00CC15EB">
        <w:rPr>
          <w:rtl/>
        </w:rPr>
        <w:t xml:space="preserve"> - </w:t>
      </w:r>
      <w:r w:rsidRPr="00D95A45">
        <w:rPr>
          <w:rtl/>
        </w:rPr>
        <w:t>علي عن أبيه عن بعض أصحابه عن أبي الصباح الكناني عن أبي عبد الله (ع) قال</w:t>
      </w:r>
      <w:r w:rsidR="00CC15EB">
        <w:rPr>
          <w:rtl/>
        </w:rPr>
        <w:t>:</w:t>
      </w:r>
      <w:r>
        <w:rPr>
          <w:rtl/>
        </w:rPr>
        <w:t xml:space="preserve"> </w:t>
      </w:r>
      <w:r w:rsidRPr="00D95A45">
        <w:rPr>
          <w:rtl/>
        </w:rPr>
        <w:t>من أحدث في الكعبة حدثا قتل.</w:t>
      </w:r>
    </w:p>
    <w:p w:rsidR="00AC7755" w:rsidRDefault="00D45E0E" w:rsidP="00AC7755">
      <w:pPr>
        <w:pStyle w:val="libNormal"/>
        <w:rPr>
          <w:rtl/>
        </w:rPr>
      </w:pPr>
      <w:r w:rsidRPr="00D95A45">
        <w:rPr>
          <w:rtl/>
        </w:rPr>
        <w:t>(597) 28</w:t>
      </w:r>
      <w:r w:rsidR="00CC15EB">
        <w:rPr>
          <w:rtl/>
        </w:rPr>
        <w:t xml:space="preserve"> - </w:t>
      </w:r>
      <w:r w:rsidRPr="00D95A45">
        <w:rPr>
          <w:rtl/>
        </w:rPr>
        <w:t>محمد بن يعقوب عن الحسين بن محمد عن معلى بن محمد عن الحسن بن علي عن حماد بن عثمان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في أدب الصبي والمملوك قال</w:t>
      </w:r>
      <w:r w:rsidR="00CC15EB">
        <w:rPr>
          <w:rtl/>
        </w:rPr>
        <w:t>:</w:t>
      </w:r>
      <w:r>
        <w:rPr>
          <w:rtl/>
        </w:rPr>
        <w:t xml:space="preserve"> </w:t>
      </w:r>
      <w:r w:rsidRPr="00D95A45">
        <w:rPr>
          <w:rtl/>
        </w:rPr>
        <w:t>خمسة أو ستة وارفق.</w:t>
      </w:r>
    </w:p>
    <w:p w:rsidR="00AC7755" w:rsidRDefault="00D45E0E" w:rsidP="00AC7755">
      <w:pPr>
        <w:pStyle w:val="libNormal"/>
        <w:rPr>
          <w:rtl/>
        </w:rPr>
      </w:pPr>
      <w:r w:rsidRPr="00D95A45">
        <w:rPr>
          <w:rtl/>
        </w:rPr>
        <w:t>(598) 29</w:t>
      </w:r>
      <w:r w:rsidR="00CC15EB">
        <w:rPr>
          <w:rtl/>
        </w:rPr>
        <w:t xml:space="preserve"> - </w:t>
      </w:r>
      <w:r w:rsidRPr="00D95A45">
        <w:rPr>
          <w:rtl/>
        </w:rPr>
        <w:t xml:space="preserve">علي عن ابيه عن النوفلي عن السكوني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إذا كان الرجل كلامه كلام النساء ومشيه مشية النساء ويمكن من نفسه فينكح كما تنكح المرأة فارجموه ولا تستحيوه</w:t>
      </w:r>
    </w:p>
    <w:p w:rsidR="00AC7755" w:rsidRDefault="00D45E0E" w:rsidP="00AC7755">
      <w:pPr>
        <w:pStyle w:val="libNormal"/>
        <w:rPr>
          <w:rtl/>
        </w:rPr>
      </w:pPr>
      <w:r w:rsidRPr="00D95A45">
        <w:rPr>
          <w:rtl/>
        </w:rPr>
        <w:t>(599) 30</w:t>
      </w:r>
      <w:r w:rsidR="00CC15EB">
        <w:rPr>
          <w:rtl/>
        </w:rPr>
        <w:t xml:space="preserve"> - </w:t>
      </w:r>
      <w:r w:rsidRPr="00D95A45">
        <w:rPr>
          <w:rtl/>
        </w:rPr>
        <w:t xml:space="preserve">وبهذا الاسناد ان امير المؤمنين </w:t>
      </w:r>
      <w:r w:rsidR="00AC7755" w:rsidRPr="00AC7755">
        <w:rPr>
          <w:rStyle w:val="libAlaemChar"/>
          <w:rtl/>
        </w:rPr>
        <w:t>عليه‌السلام</w:t>
      </w:r>
      <w:r w:rsidRPr="00D95A45">
        <w:rPr>
          <w:rtl/>
        </w:rPr>
        <w:t xml:space="preserve"> القى صبيان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593</w:t>
      </w:r>
      <w:r>
        <w:rPr>
          <w:rFonts w:hint="cs"/>
          <w:rtl/>
        </w:rPr>
        <w:t xml:space="preserve"> - </w:t>
      </w:r>
      <w:r w:rsidR="00D45E0E" w:rsidRPr="007277FF">
        <w:rPr>
          <w:rtl/>
        </w:rPr>
        <w:t>594</w:t>
      </w:r>
      <w:r>
        <w:rPr>
          <w:rtl/>
        </w:rPr>
        <w:t xml:space="preserve"> - </w:t>
      </w:r>
      <w:r w:rsidR="00D45E0E" w:rsidRPr="007277FF">
        <w:rPr>
          <w:rtl/>
        </w:rPr>
        <w:t>595</w:t>
      </w:r>
      <w:r>
        <w:rPr>
          <w:rtl/>
        </w:rPr>
        <w:t xml:space="preserve"> - </w:t>
      </w:r>
      <w:r w:rsidR="00D45E0E" w:rsidRPr="007277FF">
        <w:rPr>
          <w:rtl/>
        </w:rPr>
        <w:t>الكافي ج 2 ص 312</w:t>
      </w:r>
    </w:p>
    <w:p w:rsidR="00CC15EB" w:rsidRDefault="00CC15EB" w:rsidP="00AC7755">
      <w:pPr>
        <w:pStyle w:val="libFootnote0"/>
        <w:rPr>
          <w:rtl/>
        </w:rPr>
      </w:pPr>
      <w:r>
        <w:rPr>
          <w:rtl/>
        </w:rPr>
        <w:t>-</w:t>
      </w:r>
      <w:r w:rsidR="00D45E0E" w:rsidRPr="007277FF">
        <w:rPr>
          <w:rtl/>
        </w:rPr>
        <w:t xml:space="preserve"> 596</w:t>
      </w:r>
      <w:r>
        <w:rPr>
          <w:rtl/>
        </w:rPr>
        <w:t xml:space="preserve"> - </w:t>
      </w:r>
      <w:r w:rsidR="00D45E0E" w:rsidRPr="007277FF">
        <w:rPr>
          <w:rtl/>
        </w:rPr>
        <w:t>الكافي ج 2 ص 313</w:t>
      </w:r>
    </w:p>
    <w:p w:rsidR="00AC7755" w:rsidRDefault="00CC15EB" w:rsidP="00AC7755">
      <w:pPr>
        <w:pStyle w:val="libFootnote0"/>
        <w:rPr>
          <w:rtl/>
        </w:rPr>
      </w:pPr>
      <w:r>
        <w:rPr>
          <w:rtl/>
        </w:rPr>
        <w:t>-</w:t>
      </w:r>
      <w:r w:rsidR="00D45E0E" w:rsidRPr="007277FF">
        <w:rPr>
          <w:rtl/>
        </w:rPr>
        <w:t xml:space="preserve"> 597</w:t>
      </w:r>
      <w:r>
        <w:rPr>
          <w:rtl/>
        </w:rPr>
        <w:t xml:space="preserve"> - </w:t>
      </w:r>
      <w:r w:rsidR="00D45E0E" w:rsidRPr="007277FF">
        <w:rPr>
          <w:rtl/>
        </w:rPr>
        <w:t>598</w:t>
      </w:r>
      <w:r>
        <w:rPr>
          <w:rFonts w:hint="cs"/>
          <w:rtl/>
        </w:rPr>
        <w:t xml:space="preserve"> - </w:t>
      </w:r>
      <w:r w:rsidR="00D45E0E" w:rsidRPr="00DA0376">
        <w:rPr>
          <w:rtl/>
        </w:rPr>
        <w:t>599</w:t>
      </w:r>
      <w:r>
        <w:rPr>
          <w:rtl/>
        </w:rPr>
        <w:t xml:space="preserve"> - </w:t>
      </w:r>
      <w:r w:rsidR="00D45E0E" w:rsidRPr="00DA0376">
        <w:rPr>
          <w:rtl/>
        </w:rPr>
        <w:t>الكافي ج 2 ص 314 واخرج الثالث الصدوق في الفقيه ج 4 ص 51 بتفاوت</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الكتاب الواحهم بين يديه ليخير بينهم فقال</w:t>
      </w:r>
      <w:r w:rsidR="00CC15EB">
        <w:rPr>
          <w:rtl/>
        </w:rPr>
        <w:t>:</w:t>
      </w:r>
      <w:r>
        <w:rPr>
          <w:rtl/>
        </w:rPr>
        <w:t xml:space="preserve"> </w:t>
      </w:r>
      <w:r w:rsidRPr="007277FF">
        <w:rPr>
          <w:rtl/>
        </w:rPr>
        <w:t>اما انها حكومة والجور فيها كالجور في الحكم ابلغوا معلمكم إن ضربكم فوق ثلاث ضربات في الادب اقتص منه</w:t>
      </w:r>
      <w:r w:rsidR="00CC15EB">
        <w:rPr>
          <w:rtl/>
        </w:rPr>
        <w:t>،</w:t>
      </w:r>
      <w:r>
        <w:rPr>
          <w:rtl/>
        </w:rPr>
        <w:t xml:space="preserve"> </w:t>
      </w:r>
    </w:p>
    <w:p w:rsidR="00AC7755" w:rsidRDefault="00D45E0E" w:rsidP="00AC7755">
      <w:pPr>
        <w:pStyle w:val="libNormal"/>
        <w:rPr>
          <w:rtl/>
        </w:rPr>
      </w:pPr>
      <w:r w:rsidRPr="00D95A45">
        <w:rPr>
          <w:rtl/>
        </w:rPr>
        <w:t>(600) 31</w:t>
      </w:r>
      <w:r w:rsidR="00CC15EB">
        <w:rPr>
          <w:rtl/>
        </w:rPr>
        <w:t xml:space="preserve"> - </w:t>
      </w:r>
      <w:r w:rsidRPr="00D95A45">
        <w:rPr>
          <w:rtl/>
        </w:rPr>
        <w:t>وبهذا الاسناد قال</w:t>
      </w:r>
      <w:r w:rsidR="00CC15EB">
        <w:rPr>
          <w:rtl/>
        </w:rPr>
        <w:t>:</w:t>
      </w:r>
      <w:r>
        <w:rPr>
          <w:rtl/>
        </w:rPr>
        <w:t xml:space="preserve"> </w:t>
      </w:r>
      <w:r w:rsidRPr="00D95A45">
        <w:rPr>
          <w:rtl/>
        </w:rPr>
        <w:t xml:space="preserve">قال رسول الله </w:t>
      </w:r>
      <w:r w:rsidR="00AC7755" w:rsidRPr="00AC7755">
        <w:rPr>
          <w:rStyle w:val="libAlaemChar"/>
          <w:rtl/>
        </w:rPr>
        <w:t>صلى‌الله‌عليه‌وآله‌وسلم</w:t>
      </w:r>
      <w:r w:rsidR="00CC15EB">
        <w:rPr>
          <w:rtl/>
        </w:rPr>
        <w:t>:</w:t>
      </w:r>
      <w:r>
        <w:rPr>
          <w:rtl/>
        </w:rPr>
        <w:t xml:space="preserve"> </w:t>
      </w:r>
      <w:r w:rsidRPr="00D95A45">
        <w:rPr>
          <w:rtl/>
        </w:rPr>
        <w:t>لا تدعوا المصلوب بعد ثلاثة ايام حتى ينزل فيدفن.</w:t>
      </w:r>
    </w:p>
    <w:p w:rsidR="00AC7755" w:rsidRDefault="00D45E0E" w:rsidP="00AC7755">
      <w:pPr>
        <w:pStyle w:val="libNormal"/>
        <w:rPr>
          <w:rtl/>
        </w:rPr>
      </w:pPr>
      <w:r w:rsidRPr="00D95A45">
        <w:rPr>
          <w:rtl/>
        </w:rPr>
        <w:t>(601) 32</w:t>
      </w:r>
      <w:r w:rsidR="00CC15EB">
        <w:rPr>
          <w:rtl/>
        </w:rPr>
        <w:t xml:space="preserve"> - </w:t>
      </w:r>
      <w:r w:rsidRPr="00D95A45">
        <w:rPr>
          <w:rtl/>
        </w:rPr>
        <w:t>الحسين بن سعيد عن ابن محبوب عن حماد بن زياد عن سليمان بن خالد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عبد بين شريكين أعتق احدهما نصيبه ثم ان العبد أتى حدا من حدود الله قال</w:t>
      </w:r>
      <w:r w:rsidR="00CC15EB">
        <w:rPr>
          <w:rtl/>
        </w:rPr>
        <w:t>:</w:t>
      </w:r>
      <w:r>
        <w:rPr>
          <w:rtl/>
        </w:rPr>
        <w:t xml:space="preserve"> </w:t>
      </w:r>
      <w:r w:rsidRPr="00D95A45">
        <w:rPr>
          <w:rtl/>
        </w:rPr>
        <w:t>ان كان العبد حين اعتق نصفه قوم ليغرم الذي أعتقه قيمته فنصفه حر يضرب نصف حد الحر ونصف حد العبد وان لم يكن قوم فهذا عبد يضرب حد العبد.</w:t>
      </w:r>
    </w:p>
    <w:p w:rsidR="00AC7755" w:rsidRDefault="00D45E0E" w:rsidP="00AC7755">
      <w:pPr>
        <w:pStyle w:val="libNormal"/>
        <w:rPr>
          <w:rtl/>
        </w:rPr>
      </w:pPr>
      <w:r w:rsidRPr="00D95A45">
        <w:rPr>
          <w:rtl/>
        </w:rPr>
        <w:t>(602) 33</w:t>
      </w:r>
      <w:r w:rsidR="00CC15EB">
        <w:rPr>
          <w:rtl/>
        </w:rPr>
        <w:t xml:space="preserve"> - </w:t>
      </w:r>
      <w:r w:rsidRPr="00D95A45">
        <w:rPr>
          <w:rtl/>
        </w:rPr>
        <w:t xml:space="preserve">عنه عن محمد بن يحيى عن غياث بن ابراهيم عن جعفر عن ابيه </w:t>
      </w:r>
      <w:r w:rsidR="00AC7755" w:rsidRPr="00AC7755">
        <w:rPr>
          <w:rStyle w:val="libAlaemChar"/>
          <w:rtl/>
        </w:rPr>
        <w:t>عليه‌السلام</w:t>
      </w:r>
      <w:r w:rsidRPr="00D95A45">
        <w:rPr>
          <w:rtl/>
        </w:rPr>
        <w:t xml:space="preserve"> عن امير المؤمنين </w:t>
      </w:r>
      <w:r w:rsidR="00AC7755" w:rsidRPr="00AC7755">
        <w:rPr>
          <w:rStyle w:val="libAlaemChar"/>
          <w:rtl/>
        </w:rPr>
        <w:t>عليه‌السلام</w:t>
      </w:r>
      <w:r w:rsidRPr="00D95A45">
        <w:rPr>
          <w:rtl/>
        </w:rPr>
        <w:t xml:space="preserve"> في قول الله عز وجل </w:t>
      </w:r>
      <w:r w:rsidR="00AC7755" w:rsidRPr="00AC7755">
        <w:rPr>
          <w:rStyle w:val="libAlaemChar"/>
          <w:rFonts w:hint="cs"/>
          <w:rtl/>
        </w:rPr>
        <w:t>(</w:t>
      </w:r>
      <w:r w:rsidRPr="003E4648">
        <w:rPr>
          <w:rtl/>
        </w:rPr>
        <w:t xml:space="preserve"> </w:t>
      </w:r>
      <w:r w:rsidRPr="00AC7755">
        <w:rPr>
          <w:rStyle w:val="libAieChar"/>
          <w:rtl/>
        </w:rPr>
        <w:t>ولا تأخذكم بهما رأفة في دين</w:t>
      </w:r>
      <w:r w:rsidRPr="00D95A45">
        <w:rPr>
          <w:rtl/>
        </w:rPr>
        <w:t xml:space="preserve"> </w:t>
      </w:r>
      <w:r w:rsidRPr="00AC7755">
        <w:rPr>
          <w:rStyle w:val="libAieChar"/>
          <w:rtl/>
        </w:rPr>
        <w:t xml:space="preserve">الله </w:t>
      </w:r>
      <w:r w:rsidRPr="00AC7755">
        <w:rPr>
          <w:rStyle w:val="libAlaemChar"/>
          <w:rFonts w:hint="cs"/>
          <w:rtl/>
        </w:rPr>
        <w:t>)</w:t>
      </w:r>
      <w:r w:rsidRPr="00AC7755">
        <w:rPr>
          <w:rStyle w:val="libFootnotenumChar"/>
          <w:rtl/>
        </w:rPr>
        <w:t xml:space="preserve"> (1) </w:t>
      </w:r>
      <w:r w:rsidRPr="00D95A45">
        <w:rPr>
          <w:rtl/>
        </w:rPr>
        <w:t>قال</w:t>
      </w:r>
      <w:r w:rsidR="00CC15EB">
        <w:rPr>
          <w:rtl/>
        </w:rPr>
        <w:t>:</w:t>
      </w:r>
      <w:r>
        <w:rPr>
          <w:rtl/>
        </w:rPr>
        <w:t xml:space="preserve"> </w:t>
      </w:r>
      <w:r w:rsidRPr="00D95A45">
        <w:rPr>
          <w:rtl/>
        </w:rPr>
        <w:t xml:space="preserve">في اقامة الحدود وفى قوله تعالى </w:t>
      </w:r>
      <w:r w:rsidR="00AC7755" w:rsidRPr="00AC7755">
        <w:rPr>
          <w:rStyle w:val="libAlaemChar"/>
          <w:rFonts w:hint="cs"/>
          <w:rtl/>
        </w:rPr>
        <w:t>(</w:t>
      </w:r>
      <w:r w:rsidRPr="00AC7755">
        <w:rPr>
          <w:rStyle w:val="libAieChar"/>
          <w:rtl/>
        </w:rPr>
        <w:t xml:space="preserve"> وليشهد عذابهما طائفة من المؤمنين </w:t>
      </w:r>
      <w:r w:rsidRPr="00AC7755">
        <w:rPr>
          <w:rStyle w:val="libAlaemChar"/>
          <w:rFonts w:hint="cs"/>
          <w:rtl/>
        </w:rPr>
        <w:t>)</w:t>
      </w:r>
      <w:r w:rsidRPr="00AC7755">
        <w:rPr>
          <w:rStyle w:val="libFootnotenumChar"/>
          <w:rtl/>
        </w:rPr>
        <w:t xml:space="preserve"> (2) </w:t>
      </w:r>
      <w:r w:rsidRPr="00D95A45">
        <w:rPr>
          <w:rtl/>
        </w:rPr>
        <w:t>قال</w:t>
      </w:r>
      <w:r w:rsidR="00CC15EB">
        <w:rPr>
          <w:rtl/>
        </w:rPr>
        <w:t>:</w:t>
      </w:r>
      <w:r>
        <w:rPr>
          <w:rtl/>
        </w:rPr>
        <w:t xml:space="preserve"> </w:t>
      </w:r>
      <w:r w:rsidRPr="00D95A45">
        <w:rPr>
          <w:rtl/>
        </w:rPr>
        <w:t>الطائفة واحد وقال</w:t>
      </w:r>
      <w:r w:rsidR="00CC15EB">
        <w:rPr>
          <w:rtl/>
        </w:rPr>
        <w:t>:</w:t>
      </w:r>
      <w:r>
        <w:rPr>
          <w:rtl/>
        </w:rPr>
        <w:t xml:space="preserve"> </w:t>
      </w:r>
      <w:r w:rsidRPr="00D95A45">
        <w:rPr>
          <w:rtl/>
        </w:rPr>
        <w:t>لا يستحلف صاحب الحد.</w:t>
      </w:r>
    </w:p>
    <w:p w:rsidR="00AC7755" w:rsidRDefault="00D45E0E" w:rsidP="00AC7755">
      <w:pPr>
        <w:pStyle w:val="libNormal"/>
        <w:rPr>
          <w:rtl/>
        </w:rPr>
      </w:pPr>
      <w:r w:rsidRPr="00D95A45">
        <w:rPr>
          <w:rtl/>
        </w:rPr>
        <w:t>(603) 34</w:t>
      </w:r>
      <w:r w:rsidR="00CC15EB">
        <w:rPr>
          <w:rtl/>
        </w:rPr>
        <w:t xml:space="preserve"> - </w:t>
      </w:r>
      <w:r w:rsidRPr="00D95A45">
        <w:rPr>
          <w:rtl/>
        </w:rPr>
        <w:t>محمد بن الحسن الصفار عن ابي اسحاق الخفاف عن اليعقوبي عن ابيه قال</w:t>
      </w:r>
      <w:r w:rsidR="00CC15EB">
        <w:rPr>
          <w:rtl/>
        </w:rPr>
        <w:t>:</w:t>
      </w:r>
      <w:r>
        <w:rPr>
          <w:rtl/>
        </w:rPr>
        <w:t xml:space="preserve"> </w:t>
      </w:r>
      <w:r w:rsidRPr="00D95A45">
        <w:rPr>
          <w:rtl/>
        </w:rPr>
        <w:t xml:space="preserve">اتي امير المؤمنين </w:t>
      </w:r>
      <w:r w:rsidR="00AC7755" w:rsidRPr="00AC7755">
        <w:rPr>
          <w:rStyle w:val="libAlaemChar"/>
          <w:rtl/>
        </w:rPr>
        <w:t>عليه‌السلام</w:t>
      </w:r>
      <w:r w:rsidRPr="00D95A45">
        <w:rPr>
          <w:rtl/>
        </w:rPr>
        <w:t xml:space="preserve"> وهو بالبصرة برجل يقام عليه الحد قال</w:t>
      </w:r>
      <w:r w:rsidR="00CC15EB">
        <w:rPr>
          <w:rtl/>
        </w:rPr>
        <w:t>:</w:t>
      </w:r>
      <w:r>
        <w:rPr>
          <w:rtl/>
        </w:rPr>
        <w:t xml:space="preserve"> </w:t>
      </w:r>
      <w:r w:rsidRPr="00D95A45">
        <w:rPr>
          <w:rtl/>
        </w:rPr>
        <w:t>فلما قربوا ونظر في وجوههم قال</w:t>
      </w:r>
      <w:r w:rsidR="00CC15EB">
        <w:rPr>
          <w:rtl/>
        </w:rPr>
        <w:t>:</w:t>
      </w:r>
      <w:r>
        <w:rPr>
          <w:rtl/>
        </w:rPr>
        <w:t xml:space="preserve"> </w:t>
      </w:r>
      <w:r w:rsidRPr="00D95A45">
        <w:rPr>
          <w:rtl/>
        </w:rPr>
        <w:t xml:space="preserve">فأقبل جماعة من الناس فقال امير المؤمنين </w:t>
      </w:r>
      <w:r w:rsidR="00AC7755" w:rsidRPr="00AC7755">
        <w:rPr>
          <w:rStyle w:val="libAlaemChar"/>
          <w:rtl/>
        </w:rPr>
        <w:t>عليه‌السلام</w:t>
      </w:r>
      <w:r w:rsidR="00CC15EB">
        <w:rPr>
          <w:rtl/>
        </w:rPr>
        <w:t>:</w:t>
      </w:r>
      <w:r>
        <w:rPr>
          <w:rtl/>
        </w:rPr>
        <w:t xml:space="preserve"> </w:t>
      </w:r>
      <w:r w:rsidRPr="00D95A45">
        <w:rPr>
          <w:rtl/>
        </w:rPr>
        <w:t>يا قنبر انظر ما هذه الجماعة قال</w:t>
      </w:r>
      <w:r w:rsidR="00CC15EB">
        <w:rPr>
          <w:rtl/>
        </w:rPr>
        <w:t>:</w:t>
      </w:r>
      <w:r>
        <w:rPr>
          <w:rtl/>
        </w:rPr>
        <w:t xml:space="preserve"> </w:t>
      </w:r>
      <w:r w:rsidRPr="00D95A45">
        <w:rPr>
          <w:rtl/>
        </w:rPr>
        <w:t>رجل يقام عليه الحد قال</w:t>
      </w:r>
      <w:r w:rsidR="00CC15EB">
        <w:rPr>
          <w:rtl/>
        </w:rPr>
        <w:t>:</w:t>
      </w:r>
      <w:r>
        <w:rPr>
          <w:rtl/>
        </w:rPr>
        <w:t xml:space="preserve"> </w:t>
      </w:r>
      <w:r w:rsidRPr="00D95A45">
        <w:rPr>
          <w:rtl/>
        </w:rPr>
        <w:t>فلما قربوا ونظر في وجوههم قال</w:t>
      </w:r>
      <w:r w:rsidR="00CC15EB">
        <w:rPr>
          <w:rtl/>
        </w:rPr>
        <w:t>:</w:t>
      </w:r>
      <w:r>
        <w:rPr>
          <w:rtl/>
        </w:rPr>
        <w:t xml:space="preserve"> </w:t>
      </w:r>
      <w:r w:rsidRPr="00D95A45">
        <w:rPr>
          <w:rtl/>
        </w:rPr>
        <w:t>لا مرحبا بوجوه لا ترى الا في كل سوء هؤلاء فضول الرجال أمطهم عني يا قنبر</w:t>
      </w:r>
      <w:r w:rsidR="00CC15EB">
        <w:rPr>
          <w:rtl/>
        </w:rPr>
        <w:t>،</w:t>
      </w:r>
      <w:r>
        <w:rPr>
          <w:rtl/>
        </w:rPr>
        <w:t xml:space="preserve"> </w:t>
      </w:r>
    </w:p>
    <w:p w:rsidR="00AC7755" w:rsidRDefault="00D45E0E" w:rsidP="00AC7755">
      <w:pPr>
        <w:pStyle w:val="libLine"/>
        <w:rPr>
          <w:rtl/>
        </w:rPr>
      </w:pPr>
      <w:r>
        <w:rPr>
          <w:rtl/>
        </w:rPr>
        <w:t>__________________</w:t>
      </w:r>
    </w:p>
    <w:p w:rsidR="00AC7755" w:rsidRDefault="00D45E0E" w:rsidP="00AC7755">
      <w:pPr>
        <w:pStyle w:val="libFootnote0"/>
        <w:rPr>
          <w:rtl/>
        </w:rPr>
      </w:pPr>
      <w:r w:rsidRPr="00D95A45">
        <w:rPr>
          <w:rtl/>
        </w:rPr>
        <w:t>(1) سورة النور الآية</w:t>
      </w:r>
      <w:r w:rsidR="00CC15EB">
        <w:rPr>
          <w:rtl/>
        </w:rPr>
        <w:t xml:space="preserve"> - </w:t>
      </w:r>
      <w:r w:rsidRPr="00D95A45">
        <w:rPr>
          <w:rtl/>
        </w:rPr>
        <w:t>24</w:t>
      </w:r>
    </w:p>
    <w:p w:rsidR="00CC15EB" w:rsidRDefault="00D45E0E" w:rsidP="00AC7755">
      <w:pPr>
        <w:pStyle w:val="libFootnote0"/>
        <w:rPr>
          <w:rtl/>
        </w:rPr>
      </w:pPr>
      <w:r w:rsidRPr="00D95A45">
        <w:rPr>
          <w:rtl/>
        </w:rPr>
        <w:t>(2) سورة النور الآية</w:t>
      </w:r>
    </w:p>
    <w:p w:rsidR="00CC15EB" w:rsidRDefault="00CC15EB" w:rsidP="00AC7755">
      <w:pPr>
        <w:pStyle w:val="libFootnote0"/>
        <w:rPr>
          <w:rtl/>
        </w:rPr>
      </w:pPr>
      <w:r>
        <w:rPr>
          <w:rtl/>
        </w:rPr>
        <w:t>-</w:t>
      </w:r>
      <w:r w:rsidR="00D45E0E" w:rsidRPr="007277FF">
        <w:rPr>
          <w:rtl/>
        </w:rPr>
        <w:t xml:space="preserve"> 24</w:t>
      </w:r>
      <w:r>
        <w:rPr>
          <w:rtl/>
        </w:rPr>
        <w:t xml:space="preserve"> - </w:t>
      </w:r>
      <w:r w:rsidR="00D45E0E" w:rsidRPr="007277FF">
        <w:rPr>
          <w:rtl/>
        </w:rPr>
        <w:t>600</w:t>
      </w:r>
      <w:r>
        <w:rPr>
          <w:rtl/>
        </w:rPr>
        <w:t xml:space="preserve"> - </w:t>
      </w:r>
      <w:r w:rsidR="00D45E0E" w:rsidRPr="007277FF">
        <w:rPr>
          <w:rtl/>
        </w:rPr>
        <w:t>الكافي ج 2 ص 314</w:t>
      </w:r>
    </w:p>
    <w:p w:rsidR="00AC7755" w:rsidRDefault="00CC15EB" w:rsidP="00AC7755">
      <w:pPr>
        <w:pStyle w:val="libFootnote0"/>
        <w:rPr>
          <w:rtl/>
        </w:rPr>
      </w:pPr>
      <w:r>
        <w:rPr>
          <w:rtl/>
        </w:rPr>
        <w:t>-</w:t>
      </w:r>
      <w:r w:rsidR="00D45E0E" w:rsidRPr="00DA0376">
        <w:rPr>
          <w:rtl/>
        </w:rPr>
        <w:t xml:space="preserve"> 601</w:t>
      </w:r>
      <w:r>
        <w:rPr>
          <w:rtl/>
        </w:rPr>
        <w:t xml:space="preserve"> - </w:t>
      </w:r>
      <w:r w:rsidR="00D45E0E" w:rsidRPr="00DA0376">
        <w:rPr>
          <w:rtl/>
        </w:rPr>
        <w:t>الفقيه ج 4 ص 33</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(604) 35</w:t>
      </w:r>
      <w:r w:rsidR="00CC15EB">
        <w:rPr>
          <w:rtl/>
        </w:rPr>
        <w:t xml:space="preserve"> - </w:t>
      </w:r>
      <w:r w:rsidRPr="00D95A45">
        <w:rPr>
          <w:rtl/>
        </w:rPr>
        <w:t xml:space="preserve">عنه عن يعقوب بن يزيد عن يحيى بن المبارك عن عبد الله بن جبلة عن ابي جميلة عن اسحاق بن عمار عن ابي عبد الله </w:t>
      </w:r>
      <w:r w:rsidR="00AC7755" w:rsidRPr="00AC7755">
        <w:rPr>
          <w:rStyle w:val="libAlaemChar"/>
          <w:rtl/>
        </w:rPr>
        <w:t>عليه‌السلام</w:t>
      </w:r>
      <w:r w:rsidRPr="00D95A45">
        <w:rPr>
          <w:rtl/>
        </w:rPr>
        <w:t xml:space="preserve"> في عبد وحر قتلا حرا قال</w:t>
      </w:r>
      <w:r w:rsidR="00CC15EB">
        <w:rPr>
          <w:rtl/>
        </w:rPr>
        <w:t>:</w:t>
      </w:r>
      <w:r>
        <w:rPr>
          <w:rtl/>
        </w:rPr>
        <w:t xml:space="preserve"> </w:t>
      </w:r>
      <w:r w:rsidRPr="00D95A45">
        <w:rPr>
          <w:rtl/>
        </w:rPr>
        <w:t>ان شاء قتل الحر وان شاء قتل العبد فان اختار قتل الحر جلد جنبي العبد.</w:t>
      </w:r>
    </w:p>
    <w:p w:rsidR="00AC7755" w:rsidRDefault="00D45E0E" w:rsidP="00AC7755">
      <w:pPr>
        <w:pStyle w:val="libNormal"/>
        <w:rPr>
          <w:rtl/>
        </w:rPr>
      </w:pPr>
      <w:r w:rsidRPr="00D95A45">
        <w:rPr>
          <w:rtl/>
        </w:rPr>
        <w:t>(605) 36</w:t>
      </w:r>
      <w:r w:rsidR="00CC15EB">
        <w:rPr>
          <w:rtl/>
        </w:rPr>
        <w:t xml:space="preserve"> - </w:t>
      </w:r>
      <w:r w:rsidRPr="00D95A45">
        <w:rPr>
          <w:rtl/>
        </w:rPr>
        <w:t xml:space="preserve">علي بن ابراهيم بن هاشم عن ابيه عن النوفلي عن السكوني عن جعفر عن ابيه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اتي بآكل الربى فاستتابه فتاب</w:t>
      </w:r>
      <w:r w:rsidR="00CC15EB">
        <w:rPr>
          <w:rtl/>
        </w:rPr>
        <w:t>،</w:t>
      </w:r>
      <w:r>
        <w:rPr>
          <w:rtl/>
        </w:rPr>
        <w:t xml:space="preserve"> </w:t>
      </w:r>
      <w:r w:rsidRPr="00D95A45">
        <w:rPr>
          <w:rtl/>
        </w:rPr>
        <w:t>ثم خلى سبيله</w:t>
      </w:r>
      <w:r w:rsidR="00CC15EB">
        <w:rPr>
          <w:rtl/>
        </w:rPr>
        <w:t>،</w:t>
      </w:r>
      <w:r>
        <w:rPr>
          <w:rtl/>
        </w:rPr>
        <w:t xml:space="preserve"> </w:t>
      </w:r>
      <w:r w:rsidRPr="00D95A45">
        <w:rPr>
          <w:rtl/>
        </w:rPr>
        <w:t>ثم قال</w:t>
      </w:r>
      <w:r w:rsidR="00CC15EB">
        <w:rPr>
          <w:rtl/>
        </w:rPr>
        <w:t>:</w:t>
      </w:r>
      <w:r>
        <w:rPr>
          <w:rtl/>
        </w:rPr>
        <w:t xml:space="preserve"> </w:t>
      </w:r>
      <w:r w:rsidRPr="00D95A45">
        <w:rPr>
          <w:rtl/>
        </w:rPr>
        <w:t>يستتاب آكل الربى من الربى كما يستتاب من الشرك.</w:t>
      </w:r>
    </w:p>
    <w:p w:rsidR="00AC7755" w:rsidRDefault="00D45E0E" w:rsidP="00AC7755">
      <w:pPr>
        <w:pStyle w:val="libNormal"/>
        <w:rPr>
          <w:rtl/>
        </w:rPr>
      </w:pPr>
      <w:r w:rsidRPr="00D95A45">
        <w:rPr>
          <w:rtl/>
        </w:rPr>
        <w:t>(606) 37</w:t>
      </w:r>
      <w:r w:rsidR="00CC15EB">
        <w:rPr>
          <w:rtl/>
        </w:rPr>
        <w:t xml:space="preserve"> - </w:t>
      </w:r>
      <w:r w:rsidRPr="00D95A45">
        <w:rPr>
          <w:rtl/>
        </w:rPr>
        <w:t>عنه عن الحجال عن صالح بن السندي عن الحسن بن محبوب عن عبد الله بن غالب عن ابيه عن سعيد بن المسيب عن علي بن ابي رافع قال</w:t>
      </w:r>
      <w:r w:rsidR="00CC15EB">
        <w:rPr>
          <w:rtl/>
        </w:rPr>
        <w:t>:</w:t>
      </w:r>
      <w:r>
        <w:rPr>
          <w:rtl/>
        </w:rPr>
        <w:t xml:space="preserve"> </w:t>
      </w:r>
      <w:r w:rsidRPr="00D95A45">
        <w:rPr>
          <w:rtl/>
        </w:rPr>
        <w:t xml:space="preserve">كنت على بيت مال علي بن ابى طالب </w:t>
      </w:r>
      <w:r w:rsidR="00AC7755" w:rsidRPr="00AC7755">
        <w:rPr>
          <w:rStyle w:val="libAlaemChar"/>
          <w:rtl/>
        </w:rPr>
        <w:t>عليه‌السلام</w:t>
      </w:r>
      <w:r w:rsidRPr="00D95A45">
        <w:rPr>
          <w:rtl/>
        </w:rPr>
        <w:t xml:space="preserve"> وكاتبه</w:t>
      </w:r>
      <w:r w:rsidR="00CC15EB">
        <w:rPr>
          <w:rtl/>
        </w:rPr>
        <w:t>،</w:t>
      </w:r>
      <w:r>
        <w:rPr>
          <w:rtl/>
        </w:rPr>
        <w:t xml:space="preserve"> </w:t>
      </w:r>
      <w:r w:rsidRPr="00D95A45">
        <w:rPr>
          <w:rtl/>
        </w:rPr>
        <w:t>وكان في بيت ماله عقد لؤلؤ كان اصابه يوم البصرة قال</w:t>
      </w:r>
      <w:r w:rsidR="00CC15EB">
        <w:rPr>
          <w:rtl/>
        </w:rPr>
        <w:t>:</w:t>
      </w:r>
      <w:r>
        <w:rPr>
          <w:rtl/>
        </w:rPr>
        <w:t xml:space="preserve"> </w:t>
      </w:r>
      <w:r w:rsidRPr="00D95A45">
        <w:rPr>
          <w:rtl/>
        </w:rPr>
        <w:t xml:space="preserve">فأرسلت الي بنت علي بن ابي طالب </w:t>
      </w:r>
      <w:r w:rsidR="00AC7755" w:rsidRPr="00AC7755">
        <w:rPr>
          <w:rStyle w:val="libAlaemChar"/>
          <w:rtl/>
        </w:rPr>
        <w:t>عليه‌السلام</w:t>
      </w:r>
      <w:r w:rsidRPr="00D95A45">
        <w:rPr>
          <w:rtl/>
        </w:rPr>
        <w:t xml:space="preserve"> فقالت لي</w:t>
      </w:r>
      <w:r w:rsidR="00CC15EB">
        <w:rPr>
          <w:rtl/>
        </w:rPr>
        <w:t>:</w:t>
      </w:r>
      <w:r>
        <w:rPr>
          <w:rtl/>
        </w:rPr>
        <w:t xml:space="preserve"> </w:t>
      </w:r>
      <w:r w:rsidRPr="00D95A45">
        <w:rPr>
          <w:rtl/>
        </w:rPr>
        <w:t xml:space="preserve">بلغني أن في بيت مال امير المؤمنين </w:t>
      </w:r>
      <w:r w:rsidR="00AC7755" w:rsidRPr="00AC7755">
        <w:rPr>
          <w:rStyle w:val="libAlaemChar"/>
          <w:rtl/>
        </w:rPr>
        <w:t>عليه‌السلام</w:t>
      </w:r>
      <w:r w:rsidRPr="00D95A45">
        <w:rPr>
          <w:rtl/>
        </w:rPr>
        <w:t xml:space="preserve"> عقد لؤلؤ وهو في يدك وأنا أحب ان تعيرنيه أتجمل به في ايام عيد الاضحى</w:t>
      </w:r>
      <w:r w:rsidR="00CC15EB">
        <w:rPr>
          <w:rtl/>
        </w:rPr>
        <w:t>،</w:t>
      </w:r>
      <w:r>
        <w:rPr>
          <w:rtl/>
        </w:rPr>
        <w:t xml:space="preserve"> </w:t>
      </w:r>
      <w:r w:rsidRPr="00D95A45">
        <w:rPr>
          <w:rtl/>
        </w:rPr>
        <w:t>فارسلت إليها عارية مضمونة مردودة يا بنت امير المؤمنين</w:t>
      </w:r>
      <w:r>
        <w:rPr>
          <w:rtl/>
        </w:rPr>
        <w:t>؟</w:t>
      </w:r>
      <w:r w:rsidRPr="00D95A45">
        <w:rPr>
          <w:rtl/>
        </w:rPr>
        <w:t xml:space="preserve"> فقالت</w:t>
      </w:r>
      <w:r w:rsidR="00CC15EB">
        <w:rPr>
          <w:rtl/>
        </w:rPr>
        <w:t>:</w:t>
      </w:r>
      <w:r>
        <w:rPr>
          <w:rtl/>
        </w:rPr>
        <w:t xml:space="preserve"> </w:t>
      </w:r>
      <w:r w:rsidRPr="00D95A45">
        <w:rPr>
          <w:rtl/>
        </w:rPr>
        <w:t xml:space="preserve">نعم عارية مضمونة مردودة بعد ثلاثة ايام فدفعته إليها وان امير المؤمنين </w:t>
      </w:r>
      <w:r w:rsidR="00AC7755" w:rsidRPr="00AC7755">
        <w:rPr>
          <w:rStyle w:val="libAlaemChar"/>
          <w:rtl/>
        </w:rPr>
        <w:t>عليه‌السلام</w:t>
      </w:r>
      <w:r w:rsidRPr="00D95A45">
        <w:rPr>
          <w:rtl/>
        </w:rPr>
        <w:t xml:space="preserve"> رآه عليها فعرفه</w:t>
      </w:r>
      <w:r w:rsidR="00CC15EB">
        <w:rPr>
          <w:rtl/>
        </w:rPr>
        <w:t>،</w:t>
      </w:r>
      <w:r>
        <w:rPr>
          <w:rtl/>
        </w:rPr>
        <w:t xml:space="preserve"> </w:t>
      </w:r>
      <w:r w:rsidRPr="00D95A45">
        <w:rPr>
          <w:rtl/>
        </w:rPr>
        <w:t>فقال لها</w:t>
      </w:r>
      <w:r w:rsidR="00CC15EB">
        <w:rPr>
          <w:rtl/>
        </w:rPr>
        <w:t>:</w:t>
      </w:r>
      <w:r>
        <w:rPr>
          <w:rtl/>
        </w:rPr>
        <w:t xml:space="preserve"> </w:t>
      </w:r>
      <w:r w:rsidRPr="00D95A45">
        <w:rPr>
          <w:rtl/>
        </w:rPr>
        <w:t>من اين صار اليك هذا العقد</w:t>
      </w:r>
      <w:r>
        <w:rPr>
          <w:rtl/>
        </w:rPr>
        <w:t>؟</w:t>
      </w:r>
      <w:r w:rsidRPr="00D95A45">
        <w:rPr>
          <w:rtl/>
        </w:rPr>
        <w:t xml:space="preserve"> فقالت</w:t>
      </w:r>
      <w:r w:rsidR="00CC15EB">
        <w:rPr>
          <w:rtl/>
        </w:rPr>
        <w:t>:</w:t>
      </w:r>
      <w:r>
        <w:rPr>
          <w:rtl/>
        </w:rPr>
        <w:t xml:space="preserve"> </w:t>
      </w:r>
      <w:r w:rsidRPr="00D95A45">
        <w:rPr>
          <w:rtl/>
        </w:rPr>
        <w:t>استعرته من علي بن ابي رافع خازن بيت مال امير المؤمنين لاتزين به في العيد ثم أرده</w:t>
      </w:r>
      <w:r w:rsidR="00CC15EB">
        <w:rPr>
          <w:rtl/>
        </w:rPr>
        <w:t>،</w:t>
      </w:r>
      <w:r>
        <w:rPr>
          <w:rtl/>
        </w:rPr>
        <w:t xml:space="preserve"> </w:t>
      </w:r>
      <w:r w:rsidRPr="00D95A45">
        <w:rPr>
          <w:rtl/>
        </w:rPr>
        <w:t>قال</w:t>
      </w:r>
      <w:r w:rsidR="00CC15EB">
        <w:rPr>
          <w:rtl/>
        </w:rPr>
        <w:t>:</w:t>
      </w:r>
      <w:r>
        <w:rPr>
          <w:rtl/>
        </w:rPr>
        <w:t xml:space="preserve"> </w:t>
      </w:r>
      <w:r w:rsidRPr="00D95A45">
        <w:rPr>
          <w:rtl/>
        </w:rPr>
        <w:t xml:space="preserve">فبعث الي امير المؤمنين </w:t>
      </w:r>
      <w:r w:rsidR="00AC7755" w:rsidRPr="00AC7755">
        <w:rPr>
          <w:rStyle w:val="libAlaemChar"/>
          <w:rtl/>
        </w:rPr>
        <w:t>عليه‌السلام</w:t>
      </w:r>
      <w:r w:rsidRPr="00D95A45">
        <w:rPr>
          <w:rtl/>
        </w:rPr>
        <w:t xml:space="preserve"> فجئته فقال. لي</w:t>
      </w:r>
      <w:r w:rsidR="00CC15EB">
        <w:rPr>
          <w:rtl/>
        </w:rPr>
        <w:t>:</w:t>
      </w:r>
      <w:r>
        <w:rPr>
          <w:rtl/>
        </w:rPr>
        <w:t xml:space="preserve"> </w:t>
      </w:r>
      <w:r w:rsidRPr="00D95A45">
        <w:rPr>
          <w:rtl/>
        </w:rPr>
        <w:t>أتخون المسلمين يا ابن ابي رافع</w:t>
      </w:r>
      <w:r>
        <w:rPr>
          <w:rtl/>
        </w:rPr>
        <w:t>؟</w:t>
      </w:r>
      <w:r w:rsidRPr="00D95A45">
        <w:rPr>
          <w:rtl/>
        </w:rPr>
        <w:t xml:space="preserve"> فقلت له</w:t>
      </w:r>
      <w:r w:rsidR="00CC15EB">
        <w:rPr>
          <w:rtl/>
        </w:rPr>
        <w:t>:</w:t>
      </w:r>
      <w:r>
        <w:rPr>
          <w:rtl/>
        </w:rPr>
        <w:t xml:space="preserve"> </w:t>
      </w:r>
      <w:r w:rsidRPr="00D95A45">
        <w:rPr>
          <w:rtl/>
        </w:rPr>
        <w:t>معاذ الله ان أخون المسلمين فقال</w:t>
      </w:r>
      <w:r w:rsidR="00CC15EB">
        <w:rPr>
          <w:rtl/>
        </w:rPr>
        <w:t>:</w:t>
      </w:r>
      <w:r>
        <w:rPr>
          <w:rtl/>
        </w:rPr>
        <w:t xml:space="preserve"> </w:t>
      </w:r>
      <w:r w:rsidRPr="00D95A45">
        <w:rPr>
          <w:rtl/>
        </w:rPr>
        <w:t>كيف اعرت بنت امير المؤمنين العقد الذي في بيت مال المسلمين بغير اذني ورضاهم</w:t>
      </w:r>
      <w:r>
        <w:rPr>
          <w:rtl/>
        </w:rPr>
        <w:t>!؟</w:t>
      </w:r>
      <w:r w:rsidRPr="00D95A45">
        <w:rPr>
          <w:rtl/>
        </w:rPr>
        <w:t xml:space="preserve"> فقلت</w:t>
      </w:r>
      <w:r w:rsidR="00CC15EB">
        <w:rPr>
          <w:rtl/>
        </w:rPr>
        <w:t>:</w:t>
      </w:r>
      <w:r>
        <w:rPr>
          <w:rtl/>
        </w:rPr>
        <w:t xml:space="preserve"> </w:t>
      </w:r>
      <w:r w:rsidRPr="00D95A45">
        <w:rPr>
          <w:rtl/>
        </w:rPr>
        <w:t>يا امير المؤمنين انها ابنتك وسألتني ان اعيرها اياه تتزين</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604</w:t>
      </w:r>
      <w:r>
        <w:rPr>
          <w:rtl/>
        </w:rPr>
        <w:t xml:space="preserve"> - </w:t>
      </w:r>
      <w:r w:rsidR="00D45E0E" w:rsidRPr="00D95A45">
        <w:rPr>
          <w:rtl/>
        </w:rPr>
        <w:t>الاستبصار ج 4 ص 282 الكافي ج 2 ص 319</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به فأعرتها اياه عارية مضمونة مردودة فضمنته في مالي وعلي ان ارده سليما إلى موضعه قال</w:t>
      </w:r>
      <w:r w:rsidR="00CC15EB">
        <w:rPr>
          <w:rtl/>
        </w:rPr>
        <w:t>:</w:t>
      </w:r>
      <w:r>
        <w:rPr>
          <w:rtl/>
        </w:rPr>
        <w:t xml:space="preserve"> </w:t>
      </w:r>
      <w:r w:rsidRPr="00D95A45">
        <w:rPr>
          <w:rtl/>
        </w:rPr>
        <w:t>فرده من يومك وإياك ان تعود لمثل هذا فتنالك عقوبتي</w:t>
      </w:r>
      <w:r w:rsidR="00CC15EB">
        <w:rPr>
          <w:rtl/>
        </w:rPr>
        <w:t>،</w:t>
      </w:r>
      <w:r>
        <w:rPr>
          <w:rtl/>
        </w:rPr>
        <w:t xml:space="preserve"> </w:t>
      </w:r>
      <w:r w:rsidRPr="00D95A45">
        <w:rPr>
          <w:rtl/>
        </w:rPr>
        <w:t>ثم قال</w:t>
      </w:r>
      <w:r w:rsidR="00CC15EB">
        <w:rPr>
          <w:rtl/>
        </w:rPr>
        <w:t>:</w:t>
      </w:r>
      <w:r>
        <w:rPr>
          <w:rtl/>
        </w:rPr>
        <w:t xml:space="preserve"> </w:t>
      </w:r>
      <w:r w:rsidRPr="00D95A45">
        <w:rPr>
          <w:rtl/>
        </w:rPr>
        <w:t>اولى لابنتي لو كانت اخذت العقد على غير عارية مضمونة مردودة لكانت إذن اول هاشيمة قطعت يدها في سرقة</w:t>
      </w:r>
      <w:r w:rsidR="00CC15EB">
        <w:rPr>
          <w:rtl/>
        </w:rPr>
        <w:t>،</w:t>
      </w:r>
      <w:r>
        <w:rPr>
          <w:rtl/>
        </w:rPr>
        <w:t xml:space="preserve"> </w:t>
      </w:r>
      <w:r w:rsidRPr="00D95A45">
        <w:rPr>
          <w:rtl/>
        </w:rPr>
        <w:t>قال</w:t>
      </w:r>
      <w:r w:rsidR="00CC15EB">
        <w:rPr>
          <w:rtl/>
        </w:rPr>
        <w:t>:</w:t>
      </w:r>
      <w:r>
        <w:rPr>
          <w:rtl/>
        </w:rPr>
        <w:t xml:space="preserve"> </w:t>
      </w:r>
      <w:r w:rsidRPr="00D95A45">
        <w:rPr>
          <w:rtl/>
        </w:rPr>
        <w:t>فبلغ مقالته ابنته فقالت له</w:t>
      </w:r>
      <w:r w:rsidR="00CC15EB">
        <w:rPr>
          <w:rtl/>
        </w:rPr>
        <w:t>:</w:t>
      </w:r>
      <w:r>
        <w:rPr>
          <w:rtl/>
        </w:rPr>
        <w:t xml:space="preserve"> </w:t>
      </w:r>
      <w:r w:rsidRPr="00D95A45">
        <w:rPr>
          <w:rtl/>
        </w:rPr>
        <w:t>يا امير المؤمنين انا ابنتك وبضعة منك فمن أحق بلبسه مني</w:t>
      </w:r>
      <w:r>
        <w:rPr>
          <w:rtl/>
        </w:rPr>
        <w:t>؟</w:t>
      </w:r>
      <w:r w:rsidRPr="00D95A45">
        <w:rPr>
          <w:rtl/>
        </w:rPr>
        <w:t xml:space="preserve"> فقال لها امير المؤمنين </w:t>
      </w:r>
      <w:r w:rsidR="00AC7755" w:rsidRPr="00AC7755">
        <w:rPr>
          <w:rStyle w:val="libAlaemChar"/>
          <w:rtl/>
        </w:rPr>
        <w:t>عليه‌السلام</w:t>
      </w:r>
      <w:r w:rsidR="00CC15EB">
        <w:rPr>
          <w:rtl/>
        </w:rPr>
        <w:t>:</w:t>
      </w:r>
      <w:r>
        <w:rPr>
          <w:rtl/>
        </w:rPr>
        <w:t xml:space="preserve"> </w:t>
      </w:r>
      <w:r w:rsidRPr="00D95A45">
        <w:rPr>
          <w:rtl/>
        </w:rPr>
        <w:t>يا بنت علي بن ابى طالب لا تذهبن بنفسك عن الحق أكل نساء المهاجرين تتزين في هذا العيد بمثل هذا</w:t>
      </w:r>
      <w:r>
        <w:rPr>
          <w:rtl/>
        </w:rPr>
        <w:t>؟</w:t>
      </w:r>
      <w:r w:rsidRPr="00D95A45">
        <w:rPr>
          <w:rtl/>
        </w:rPr>
        <w:t xml:space="preserve"> قال</w:t>
      </w:r>
      <w:r w:rsidR="00CC15EB">
        <w:rPr>
          <w:rtl/>
        </w:rPr>
        <w:t>:</w:t>
      </w:r>
      <w:r>
        <w:rPr>
          <w:rtl/>
        </w:rPr>
        <w:t xml:space="preserve"> </w:t>
      </w:r>
      <w:r w:rsidRPr="00D95A45">
        <w:rPr>
          <w:rtl/>
        </w:rPr>
        <w:t>فقبضته منها ورددته الى موضعه.</w:t>
      </w:r>
    </w:p>
    <w:p w:rsidR="00AC7755" w:rsidRDefault="00D45E0E" w:rsidP="00AC7755">
      <w:pPr>
        <w:pStyle w:val="libNormal"/>
        <w:rPr>
          <w:rtl/>
        </w:rPr>
      </w:pPr>
      <w:r w:rsidRPr="00D95A45">
        <w:rPr>
          <w:rtl/>
        </w:rPr>
        <w:t>(607) 38</w:t>
      </w:r>
      <w:r w:rsidR="00CC15EB">
        <w:rPr>
          <w:rtl/>
        </w:rPr>
        <w:t xml:space="preserve"> - </w:t>
      </w:r>
      <w:r w:rsidRPr="00D95A45">
        <w:rPr>
          <w:rtl/>
        </w:rPr>
        <w:t xml:space="preserve">محمد بن احمد بن يحيى عن احمد بن محمد عن ابن محبوب عن نعيم بن ابراهيم الازدي عن مسمع عن ابي عبد الله </w:t>
      </w:r>
      <w:r w:rsidR="00AC7755" w:rsidRPr="00AC7755">
        <w:rPr>
          <w:rStyle w:val="libAlaemChar"/>
          <w:rtl/>
        </w:rPr>
        <w:t>عليه‌السلام</w:t>
      </w:r>
      <w:r w:rsidRPr="00D95A45">
        <w:rPr>
          <w:rtl/>
        </w:rPr>
        <w:t xml:space="preserve"> في رجل قتل جنين أمة لقوم في بطنها قال</w:t>
      </w:r>
      <w:r w:rsidR="00CC15EB">
        <w:rPr>
          <w:rtl/>
        </w:rPr>
        <w:t>:</w:t>
      </w:r>
      <w:r>
        <w:rPr>
          <w:rtl/>
        </w:rPr>
        <w:t xml:space="preserve"> </w:t>
      </w:r>
      <w:r w:rsidRPr="00D95A45">
        <w:rPr>
          <w:rtl/>
        </w:rPr>
        <w:t>فقال</w:t>
      </w:r>
      <w:r w:rsidR="00CC15EB">
        <w:rPr>
          <w:rtl/>
        </w:rPr>
        <w:t>:</w:t>
      </w:r>
      <w:r>
        <w:rPr>
          <w:rtl/>
        </w:rPr>
        <w:t xml:space="preserve"> </w:t>
      </w:r>
      <w:r w:rsidRPr="00D95A45">
        <w:rPr>
          <w:rtl/>
        </w:rPr>
        <w:t>ان كان مات في بطنها بعدما ضربها فعليه نصف عشر قيمة أمه</w:t>
      </w:r>
      <w:r w:rsidR="00CC15EB">
        <w:rPr>
          <w:rtl/>
        </w:rPr>
        <w:t>،</w:t>
      </w:r>
      <w:r>
        <w:rPr>
          <w:rtl/>
        </w:rPr>
        <w:t xml:space="preserve"> </w:t>
      </w:r>
      <w:r w:rsidRPr="00D95A45">
        <w:rPr>
          <w:rtl/>
        </w:rPr>
        <w:t>وان كان ضربها فالقته حيا فمات بعد فان عليه عشر قيمة أمه.</w:t>
      </w:r>
    </w:p>
    <w:p w:rsidR="00AC7755" w:rsidRDefault="00D45E0E" w:rsidP="00AC7755">
      <w:pPr>
        <w:pStyle w:val="libNormal"/>
        <w:rPr>
          <w:rtl/>
        </w:rPr>
      </w:pPr>
      <w:r w:rsidRPr="00D95A45">
        <w:rPr>
          <w:rtl/>
        </w:rPr>
        <w:t>(608) 39</w:t>
      </w:r>
      <w:r w:rsidR="00CC15EB">
        <w:rPr>
          <w:rtl/>
        </w:rPr>
        <w:t xml:space="preserve"> - </w:t>
      </w:r>
      <w:r w:rsidRPr="00D95A45">
        <w:rPr>
          <w:rtl/>
        </w:rPr>
        <w:t xml:space="preserve">عنه عن ابى اسحاق عن النوفلي عن السكوني عن جعفر عن ابيه </w:t>
      </w:r>
      <w:r w:rsidR="00AC7755" w:rsidRPr="00AC7755">
        <w:rPr>
          <w:rStyle w:val="libAlaemChar"/>
          <w:rtl/>
        </w:rPr>
        <w:t>عليه‌السلام</w:t>
      </w:r>
      <w:r w:rsidRPr="00D95A45">
        <w:rPr>
          <w:rtl/>
        </w:rPr>
        <w:t xml:space="preserve"> عن علي </w:t>
      </w:r>
      <w:r w:rsidR="00AC7755" w:rsidRPr="00AC7755">
        <w:rPr>
          <w:rStyle w:val="libAlaemChar"/>
          <w:rtl/>
        </w:rPr>
        <w:t>عليه‌السلام</w:t>
      </w:r>
      <w:r w:rsidRPr="00D95A45">
        <w:rPr>
          <w:rtl/>
        </w:rPr>
        <w:t xml:space="preserve"> ان النبي </w:t>
      </w:r>
      <w:r w:rsidR="00AC7755" w:rsidRPr="00AC7755">
        <w:rPr>
          <w:rStyle w:val="libAlaemChar"/>
          <w:rtl/>
        </w:rPr>
        <w:t>صلى‌الله‌عليه‌وآله‌وسلم</w:t>
      </w:r>
      <w:r w:rsidRPr="00D95A45">
        <w:rPr>
          <w:rtl/>
        </w:rPr>
        <w:t xml:space="preserve"> كان يحبس في تهمة الدم ستة ايام فان جاء اولياء المقتول ببينة وإلا خلى سبيله.</w:t>
      </w:r>
    </w:p>
    <w:p w:rsidR="00AC7755" w:rsidRDefault="00D45E0E" w:rsidP="00AC7755">
      <w:pPr>
        <w:pStyle w:val="libNormal"/>
        <w:rPr>
          <w:rtl/>
        </w:rPr>
      </w:pPr>
      <w:r w:rsidRPr="00D95A45">
        <w:rPr>
          <w:rtl/>
        </w:rPr>
        <w:t>(609) 40</w:t>
      </w:r>
      <w:r w:rsidR="00CC15EB">
        <w:rPr>
          <w:rtl/>
        </w:rPr>
        <w:t xml:space="preserve"> - </w:t>
      </w:r>
      <w:r w:rsidRPr="00D95A45">
        <w:rPr>
          <w:rtl/>
        </w:rPr>
        <w:t xml:space="preserve">عنه عن ابى عبد الله عن علي بن الحسين عن حماد ابن عيسى عن جعفر بن محمد عن ابيه عن علي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حد على مجنون حتى يفيق</w:t>
      </w:r>
      <w:r w:rsidR="00CC15EB">
        <w:rPr>
          <w:rtl/>
        </w:rPr>
        <w:t>،</w:t>
      </w:r>
      <w:r>
        <w:rPr>
          <w:rtl/>
        </w:rPr>
        <w:t xml:space="preserve"> </w:t>
      </w:r>
      <w:r w:rsidRPr="00D95A45">
        <w:rPr>
          <w:rtl/>
        </w:rPr>
        <w:t>ولا على صبي حتى يدرك ولا على النائم حتى يستيقظ.</w:t>
      </w:r>
    </w:p>
    <w:p w:rsidR="00AC7755" w:rsidRDefault="00D45E0E" w:rsidP="00AC7755">
      <w:pPr>
        <w:pStyle w:val="libNormal"/>
        <w:rPr>
          <w:rtl/>
        </w:rPr>
      </w:pPr>
      <w:r w:rsidRPr="00D95A45">
        <w:rPr>
          <w:rtl/>
        </w:rPr>
        <w:t>(601) 41</w:t>
      </w:r>
      <w:r w:rsidR="00CC15EB">
        <w:rPr>
          <w:rtl/>
        </w:rPr>
        <w:t xml:space="preserve"> - </w:t>
      </w:r>
      <w:r w:rsidRPr="00D95A45">
        <w:rPr>
          <w:rtl/>
        </w:rPr>
        <w:t>عنه عن محمد بن يحيى المعاذي عن محمد بن خالد الطيالسي عن سيف بن عميرة عن اسحاق بن عمار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607</w:t>
      </w:r>
      <w:r>
        <w:rPr>
          <w:rtl/>
        </w:rPr>
        <w:t xml:space="preserve"> - </w:t>
      </w:r>
      <w:r w:rsidR="00D45E0E" w:rsidRPr="00D95A45">
        <w:rPr>
          <w:rtl/>
        </w:rPr>
        <w:t>الكافي ج 2 ص 237 الفقيه ج 4 ص 110</w:t>
      </w:r>
    </w:p>
    <w:p w:rsidR="00AC7755" w:rsidRDefault="00CC15EB" w:rsidP="00AC7755">
      <w:pPr>
        <w:pStyle w:val="libFootnote0"/>
        <w:rPr>
          <w:rtl/>
        </w:rPr>
      </w:pPr>
      <w:r>
        <w:rPr>
          <w:rtl/>
        </w:rPr>
        <w:t>-</w:t>
      </w:r>
      <w:r w:rsidR="00D45E0E" w:rsidRPr="00DA0376">
        <w:rPr>
          <w:rtl/>
        </w:rPr>
        <w:t xml:space="preserve"> 608</w:t>
      </w:r>
      <w:r>
        <w:rPr>
          <w:rtl/>
        </w:rPr>
        <w:t xml:space="preserve"> - </w:t>
      </w:r>
      <w:r w:rsidR="00D45E0E" w:rsidRPr="00DA0376">
        <w:rPr>
          <w:rtl/>
        </w:rPr>
        <w:t>الكافي ج 2 ص 345</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هل يؤخذ الرجل بحميمه إذا جنى</w:t>
      </w:r>
      <w:r>
        <w:rPr>
          <w:rtl/>
        </w:rPr>
        <w:t>؟</w:t>
      </w:r>
      <w:r w:rsidRPr="00DA0376">
        <w:rPr>
          <w:rtl/>
        </w:rPr>
        <w:t xml:space="preserve"> قال</w:t>
      </w:r>
      <w:r w:rsidR="00CC15EB">
        <w:rPr>
          <w:rtl/>
        </w:rPr>
        <w:t>:</w:t>
      </w:r>
      <w:r>
        <w:rPr>
          <w:rtl/>
        </w:rPr>
        <w:t xml:space="preserve"> </w:t>
      </w:r>
      <w:r w:rsidRPr="00DA0376">
        <w:rPr>
          <w:rtl/>
        </w:rPr>
        <w:t>فقال لي</w:t>
      </w:r>
      <w:r w:rsidR="00CC15EB">
        <w:rPr>
          <w:rtl/>
        </w:rPr>
        <w:t>:</w:t>
      </w:r>
      <w:r>
        <w:rPr>
          <w:rtl/>
        </w:rPr>
        <w:t xml:space="preserve"> </w:t>
      </w:r>
      <w:r w:rsidRPr="00DA0376">
        <w:rPr>
          <w:rtl/>
        </w:rPr>
        <w:t>نعم الا أن يكون اخرجه الى نادي قومه فتبرأ من جنايته وميراثه</w:t>
      </w:r>
      <w:r w:rsidR="00CC15EB">
        <w:rPr>
          <w:rtl/>
        </w:rPr>
        <w:t>،</w:t>
      </w:r>
      <w:r>
        <w:rPr>
          <w:rtl/>
        </w:rPr>
        <w:t xml:space="preserve"> </w:t>
      </w:r>
    </w:p>
    <w:p w:rsidR="00AC7755" w:rsidRDefault="00D45E0E" w:rsidP="00AC7755">
      <w:pPr>
        <w:pStyle w:val="libNormal"/>
        <w:rPr>
          <w:rtl/>
        </w:rPr>
      </w:pPr>
      <w:r w:rsidRPr="00D95A45">
        <w:rPr>
          <w:rtl/>
        </w:rPr>
        <w:t>(611) 42</w:t>
      </w:r>
      <w:r w:rsidR="00CC15EB">
        <w:rPr>
          <w:rtl/>
        </w:rPr>
        <w:t xml:space="preserve"> - </w:t>
      </w:r>
      <w:r w:rsidRPr="00D95A45">
        <w:rPr>
          <w:rtl/>
        </w:rPr>
        <w:t>عنه عن ابى عبد الله عن علي بن سليمان بن رشيد عن الحسن بن علي بن يقطين عن يونس عن اسماعيل بن كثير بن سام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السراق ثلاثة</w:t>
      </w:r>
      <w:r w:rsidR="00CC15EB">
        <w:rPr>
          <w:rtl/>
        </w:rPr>
        <w:t>:</w:t>
      </w:r>
      <w:r>
        <w:rPr>
          <w:rtl/>
        </w:rPr>
        <w:t xml:space="preserve"> </w:t>
      </w:r>
      <w:r w:rsidRPr="00D95A45">
        <w:rPr>
          <w:rtl/>
        </w:rPr>
        <w:t>مانع الزكاة</w:t>
      </w:r>
      <w:r w:rsidR="00CC15EB">
        <w:rPr>
          <w:rtl/>
        </w:rPr>
        <w:t>،</w:t>
      </w:r>
      <w:r>
        <w:rPr>
          <w:rtl/>
        </w:rPr>
        <w:t xml:space="preserve"> </w:t>
      </w:r>
      <w:r w:rsidRPr="00D95A45">
        <w:rPr>
          <w:rtl/>
        </w:rPr>
        <w:t>ومستحل مهور النساء</w:t>
      </w:r>
      <w:r w:rsidR="00CC15EB">
        <w:rPr>
          <w:rtl/>
        </w:rPr>
        <w:t>،</w:t>
      </w:r>
      <w:r>
        <w:rPr>
          <w:rtl/>
        </w:rPr>
        <w:t xml:space="preserve"> </w:t>
      </w:r>
      <w:r w:rsidRPr="00D95A45">
        <w:rPr>
          <w:rtl/>
        </w:rPr>
        <w:t>وكذلك من استدان دينا ولم ينو قضاءه</w:t>
      </w:r>
    </w:p>
    <w:p w:rsidR="00AC7755" w:rsidRDefault="00D45E0E" w:rsidP="00AC7755">
      <w:pPr>
        <w:pStyle w:val="libNormal"/>
        <w:rPr>
          <w:rtl/>
        </w:rPr>
      </w:pPr>
      <w:r w:rsidRPr="00D95A45">
        <w:rPr>
          <w:rtl/>
        </w:rPr>
        <w:t>(612) 43</w:t>
      </w:r>
      <w:r w:rsidR="00CC15EB">
        <w:rPr>
          <w:rtl/>
        </w:rPr>
        <w:t xml:space="preserve"> - </w:t>
      </w:r>
      <w:r w:rsidRPr="00D95A45">
        <w:rPr>
          <w:rtl/>
        </w:rPr>
        <w:t>احمد بن محمد عن الحسين عن الحسن عن زرعة عن سماعة عن ابى بصير قال</w:t>
      </w:r>
      <w:r w:rsidR="00CC15EB">
        <w:rPr>
          <w:rtl/>
        </w:rPr>
        <w:t>:</w:t>
      </w:r>
      <w:r>
        <w:rPr>
          <w:rtl/>
        </w:rPr>
        <w:t xml:space="preserve"> </w:t>
      </w:r>
      <w:r w:rsidRPr="00D95A45">
        <w:rPr>
          <w:rtl/>
        </w:rPr>
        <w:t>سألته عن الانفاء من الارض كيف هو</w:t>
      </w:r>
      <w:r>
        <w:rPr>
          <w:rtl/>
        </w:rPr>
        <w:t>؟</w:t>
      </w:r>
      <w:r w:rsidRPr="00D95A45">
        <w:rPr>
          <w:rtl/>
        </w:rPr>
        <w:t xml:space="preserve"> قال</w:t>
      </w:r>
      <w:r w:rsidR="00CC15EB">
        <w:rPr>
          <w:rtl/>
        </w:rPr>
        <w:t>:</w:t>
      </w:r>
      <w:r>
        <w:rPr>
          <w:rtl/>
        </w:rPr>
        <w:t xml:space="preserve"> </w:t>
      </w:r>
      <w:r w:rsidRPr="00D95A45">
        <w:rPr>
          <w:rtl/>
        </w:rPr>
        <w:t>ينفى من بلاد الاسلام كلها فان قدر عليه في شئ من ارض الاسلام قتل ولا امان له حتى يلحق بارض الشرك.</w:t>
      </w:r>
    </w:p>
    <w:p w:rsidR="00AC7755" w:rsidRDefault="00D45E0E" w:rsidP="00AC7755">
      <w:pPr>
        <w:pStyle w:val="libNormal"/>
        <w:rPr>
          <w:rtl/>
        </w:rPr>
      </w:pPr>
      <w:r w:rsidRPr="00D95A45">
        <w:rPr>
          <w:rtl/>
        </w:rPr>
        <w:t>(613) 44</w:t>
      </w:r>
      <w:r w:rsidR="00CC15EB">
        <w:rPr>
          <w:rtl/>
        </w:rPr>
        <w:t xml:space="preserve"> - </w:t>
      </w:r>
      <w:r w:rsidRPr="00D95A45">
        <w:rPr>
          <w:rtl/>
        </w:rPr>
        <w:t xml:space="preserve">محمد بن علي بن محبوب عن احمد بن محمد عن البرقي عن النوفلي عن السكوني عن جعفر عن ابيه </w:t>
      </w:r>
      <w:r w:rsidR="00AC7755" w:rsidRPr="00AC7755">
        <w:rPr>
          <w:rStyle w:val="libAlaemChar"/>
          <w:rtl/>
        </w:rPr>
        <w:t>عليه‌السلام</w:t>
      </w:r>
      <w:r w:rsidRPr="00D95A45">
        <w:rPr>
          <w:rtl/>
        </w:rPr>
        <w:t xml:space="preserve"> ان رجلين شهدا على رجل عند علي </w:t>
      </w:r>
      <w:r w:rsidR="00AC7755" w:rsidRPr="00AC7755">
        <w:rPr>
          <w:rStyle w:val="libAlaemChar"/>
          <w:rtl/>
        </w:rPr>
        <w:t>عليه‌السلام</w:t>
      </w:r>
      <w:r w:rsidRPr="00D95A45">
        <w:rPr>
          <w:rtl/>
        </w:rPr>
        <w:t xml:space="preserve"> انه سرق فقطع يده ثم جاءا برجل آخر فقالا اخطأنا هو هذا فلم يقبل شهادتهما وغرمهما دية الاول.</w:t>
      </w:r>
    </w:p>
    <w:p w:rsidR="00AC7755" w:rsidRDefault="00D45E0E" w:rsidP="00AC7755">
      <w:pPr>
        <w:pStyle w:val="libNormal"/>
        <w:rPr>
          <w:rtl/>
        </w:rPr>
      </w:pPr>
      <w:r w:rsidRPr="00D95A45">
        <w:rPr>
          <w:rtl/>
        </w:rPr>
        <w:t>(614) 45</w:t>
      </w:r>
      <w:r w:rsidR="00CC15EB">
        <w:rPr>
          <w:rtl/>
        </w:rPr>
        <w:t xml:space="preserve"> - </w:t>
      </w:r>
      <w:r w:rsidRPr="00D95A45">
        <w:rPr>
          <w:rtl/>
        </w:rPr>
        <w:t>عنه عن ابن محبوب عن ابي محمد الوابثي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قوم ادعوا على عبد لرجل جناية تحيط برقبته فأقر العبد بها قال</w:t>
      </w:r>
      <w:r w:rsidR="00CC15EB">
        <w:rPr>
          <w:rtl/>
        </w:rPr>
        <w:t>:</w:t>
      </w:r>
      <w:r>
        <w:rPr>
          <w:rtl/>
        </w:rPr>
        <w:t xml:space="preserve"> </w:t>
      </w:r>
      <w:r w:rsidRPr="00D95A45">
        <w:rPr>
          <w:rtl/>
        </w:rPr>
        <w:t>لا يجوز اقرار العبد على سيده</w:t>
      </w:r>
      <w:r w:rsidR="00CC15EB">
        <w:rPr>
          <w:rtl/>
        </w:rPr>
        <w:t>،</w:t>
      </w:r>
      <w:r>
        <w:rPr>
          <w:rtl/>
        </w:rPr>
        <w:t xml:space="preserve"> </w:t>
      </w:r>
      <w:r w:rsidRPr="00D95A45">
        <w:rPr>
          <w:rtl/>
        </w:rPr>
        <w:t>إن اقاموا البينة على ما ادعوا على العبد اخذوا العبد بها أو يفتديه مولاه.</w:t>
      </w:r>
    </w:p>
    <w:p w:rsidR="00AC7755" w:rsidRDefault="00D45E0E" w:rsidP="00AC7755">
      <w:pPr>
        <w:pStyle w:val="libNormal"/>
        <w:rPr>
          <w:rtl/>
        </w:rPr>
      </w:pPr>
      <w:r w:rsidRPr="00D95A45">
        <w:rPr>
          <w:rtl/>
        </w:rPr>
        <w:t>(615) 46</w:t>
      </w:r>
      <w:r w:rsidR="00CC15EB">
        <w:rPr>
          <w:rtl/>
        </w:rPr>
        <w:t xml:space="preserve"> - </w:t>
      </w:r>
      <w:r w:rsidRPr="00D95A45">
        <w:rPr>
          <w:rtl/>
        </w:rPr>
        <w:t>عنه عن محمد بن حسان عن ابن ابي عمران الارمني</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614</w:t>
      </w:r>
      <w:r>
        <w:rPr>
          <w:rtl/>
        </w:rPr>
        <w:t xml:space="preserve"> - </w:t>
      </w:r>
      <w:r w:rsidR="00D45E0E" w:rsidRPr="00D95A45">
        <w:rPr>
          <w:rtl/>
        </w:rPr>
        <w:t>الكافي ج 2 ص 322</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عن عبد الله بن الحكم قال</w:t>
      </w:r>
      <w:r w:rsidR="00CC15EB">
        <w:rPr>
          <w:rtl/>
        </w:rPr>
        <w:t>:</w:t>
      </w:r>
      <w:r>
        <w:rPr>
          <w:rtl/>
        </w:rPr>
        <w:t xml:space="preserve"> </w:t>
      </w:r>
      <w:r w:rsidRPr="00D95A45">
        <w:rPr>
          <w:rtl/>
        </w:rPr>
        <w:t>سألته عن اربعة نفر كانوا يشربون في بيت فقتل اثنان وجرح اثنان قال</w:t>
      </w:r>
      <w:r w:rsidR="00CC15EB">
        <w:rPr>
          <w:rtl/>
        </w:rPr>
        <w:t>:</w:t>
      </w:r>
      <w:r>
        <w:rPr>
          <w:rtl/>
        </w:rPr>
        <w:t xml:space="preserve"> </w:t>
      </w:r>
      <w:r w:rsidRPr="00D95A45">
        <w:rPr>
          <w:rtl/>
        </w:rPr>
        <w:t>يضرب المجروحان حد الخمر ويغرمان قيمة المقتولين</w:t>
      </w:r>
      <w:r w:rsidR="00CC15EB">
        <w:rPr>
          <w:rtl/>
        </w:rPr>
        <w:t>،</w:t>
      </w:r>
      <w:r>
        <w:rPr>
          <w:rtl/>
        </w:rPr>
        <w:t xml:space="preserve"> </w:t>
      </w:r>
      <w:r w:rsidRPr="00D95A45">
        <w:rPr>
          <w:rtl/>
        </w:rPr>
        <w:t>وتقوم جراحتهما فترد عليهما مما اديا من الدية</w:t>
      </w:r>
      <w:r w:rsidR="00CC15EB">
        <w:rPr>
          <w:rtl/>
        </w:rPr>
        <w:t>،</w:t>
      </w:r>
      <w:r>
        <w:rPr>
          <w:rtl/>
        </w:rPr>
        <w:t xml:space="preserve"> </w:t>
      </w:r>
      <w:r w:rsidRPr="00D95A45">
        <w:rPr>
          <w:rtl/>
        </w:rPr>
        <w:t>فان ماتا فليس عليهما شئ وهدرت دماؤهم.</w:t>
      </w:r>
    </w:p>
    <w:p w:rsidR="00AC7755" w:rsidRDefault="00D45E0E" w:rsidP="00AC7755">
      <w:pPr>
        <w:pStyle w:val="libNormal"/>
        <w:rPr>
          <w:rtl/>
        </w:rPr>
      </w:pPr>
      <w:r w:rsidRPr="00D95A45">
        <w:rPr>
          <w:rtl/>
        </w:rPr>
        <w:t>(616) 47</w:t>
      </w:r>
      <w:r w:rsidR="00CC15EB">
        <w:rPr>
          <w:rtl/>
        </w:rPr>
        <w:t xml:space="preserve"> - </w:t>
      </w:r>
      <w:r w:rsidRPr="00D95A45">
        <w:rPr>
          <w:rtl/>
        </w:rPr>
        <w:t xml:space="preserve">عنه عن محمد بن عيسى عن عبد الله بن المغيرة عن اسماعيل بن ابي زياد عن جعفر عن ابيه عن آبائه عن علي </w:t>
      </w:r>
      <w:r w:rsidR="00AC7755" w:rsidRPr="00AC7755">
        <w:rPr>
          <w:rStyle w:val="libAlaemChar"/>
          <w:rtl/>
        </w:rPr>
        <w:t>عليهم‌السلام</w:t>
      </w:r>
      <w:r w:rsidRPr="00D95A45">
        <w:rPr>
          <w:rtl/>
        </w:rPr>
        <w:t xml:space="preserve"> انه قتل حرا بعبد قتله عمدا. قال محمد بن الحسن</w:t>
      </w:r>
      <w:r w:rsidR="00CC15EB">
        <w:rPr>
          <w:rtl/>
        </w:rPr>
        <w:t>:</w:t>
      </w:r>
      <w:r>
        <w:rPr>
          <w:rtl/>
        </w:rPr>
        <w:t xml:space="preserve"> </w:t>
      </w:r>
      <w:r w:rsidRPr="00D95A45">
        <w:rPr>
          <w:rtl/>
        </w:rPr>
        <w:t>قد بينا الوجه في هذا الخبر في كتاب الديات.</w:t>
      </w:r>
    </w:p>
    <w:p w:rsidR="00AC7755" w:rsidRDefault="00D45E0E" w:rsidP="00AC7755">
      <w:pPr>
        <w:pStyle w:val="libNormal"/>
        <w:rPr>
          <w:rtl/>
        </w:rPr>
      </w:pPr>
      <w:r w:rsidRPr="00D95A45">
        <w:rPr>
          <w:rtl/>
        </w:rPr>
        <w:t>(617) 48</w:t>
      </w:r>
      <w:r w:rsidR="00CC15EB">
        <w:rPr>
          <w:rtl/>
        </w:rPr>
        <w:t xml:space="preserve"> - </w:t>
      </w:r>
      <w:r w:rsidRPr="00D95A45">
        <w:rPr>
          <w:rtl/>
        </w:rPr>
        <w:t xml:space="preserve">عنه عن محمد بن الحسين عن عبد الله بن هلال عن العلا عن محمد بن مسلم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امرأة زنت وشردت أن يربطها امام المسلمين بالزوج كما يربط البعير الشارد بالعقال.</w:t>
      </w:r>
    </w:p>
    <w:p w:rsidR="00AC7755" w:rsidRDefault="00D45E0E" w:rsidP="00AC7755">
      <w:pPr>
        <w:pStyle w:val="libNormal"/>
        <w:rPr>
          <w:rtl/>
        </w:rPr>
      </w:pPr>
      <w:r w:rsidRPr="00D95A45">
        <w:rPr>
          <w:rtl/>
        </w:rPr>
        <w:t>(618) 49</w:t>
      </w:r>
      <w:r w:rsidR="00CC15EB">
        <w:rPr>
          <w:rtl/>
        </w:rPr>
        <w:t xml:space="preserve"> - </w:t>
      </w:r>
      <w:r w:rsidRPr="00D95A45">
        <w:rPr>
          <w:rtl/>
        </w:rPr>
        <w:t xml:space="preserve">عنه عن محمد بن الحسين عن ابن محبوب عن ابى حمزة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 له لو دخل رجل على امرأة وهي حبلى فوقع عليها فقتل ما في بطنها فوثبت عليه فقتلته قال</w:t>
      </w:r>
      <w:r w:rsidR="00CC15EB">
        <w:rPr>
          <w:rtl/>
        </w:rPr>
        <w:t>:</w:t>
      </w:r>
      <w:r>
        <w:rPr>
          <w:rtl/>
        </w:rPr>
        <w:t xml:space="preserve"> </w:t>
      </w:r>
      <w:r w:rsidRPr="00D95A45">
        <w:rPr>
          <w:rtl/>
        </w:rPr>
        <w:t>ذهب دم اللص هدرا وكان دية ولدها على المعقلة.</w:t>
      </w:r>
    </w:p>
    <w:p w:rsidR="00AC7755" w:rsidRDefault="00D45E0E" w:rsidP="00AC7755">
      <w:pPr>
        <w:pStyle w:val="libNormal"/>
        <w:rPr>
          <w:rtl/>
        </w:rPr>
      </w:pPr>
      <w:r w:rsidRPr="00D95A45">
        <w:rPr>
          <w:rtl/>
        </w:rPr>
        <w:t>(619) 50</w:t>
      </w:r>
      <w:r w:rsidR="00CC15EB">
        <w:rPr>
          <w:rtl/>
        </w:rPr>
        <w:t xml:space="preserve"> - </w:t>
      </w:r>
      <w:r w:rsidRPr="00D95A45">
        <w:rPr>
          <w:rtl/>
        </w:rPr>
        <w:t xml:space="preserve">عنه عن اسماعيل بن عيسى عن ابي الحسن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الاجير يعصي صاحبه أيحل ضربه أم لا</w:t>
      </w:r>
      <w:r>
        <w:rPr>
          <w:rtl/>
        </w:rPr>
        <w:t>؟</w:t>
      </w:r>
      <w:r w:rsidRPr="00D95A45">
        <w:rPr>
          <w:rtl/>
        </w:rPr>
        <w:t xml:space="preserve"> فأجاب </w:t>
      </w:r>
      <w:r w:rsidR="00AC7755" w:rsidRPr="00AC7755">
        <w:rPr>
          <w:rStyle w:val="libAlaemChar"/>
          <w:rtl/>
        </w:rPr>
        <w:t>عليه‌السلام</w:t>
      </w:r>
      <w:r w:rsidR="00CC15EB">
        <w:rPr>
          <w:rtl/>
        </w:rPr>
        <w:t>:</w:t>
      </w:r>
      <w:r>
        <w:rPr>
          <w:rtl/>
        </w:rPr>
        <w:t xml:space="preserve"> </w:t>
      </w:r>
      <w:r w:rsidRPr="00D95A45">
        <w:rPr>
          <w:rtl/>
        </w:rPr>
        <w:t>لا يحل ان تضربه ان وافقك امسكه والا فخل عنه.</w:t>
      </w:r>
    </w:p>
    <w:p w:rsidR="00AC7755" w:rsidRDefault="00D45E0E" w:rsidP="00AC7755">
      <w:pPr>
        <w:pStyle w:val="libNormal"/>
        <w:rPr>
          <w:rtl/>
        </w:rPr>
      </w:pPr>
      <w:r w:rsidRPr="00D95A45">
        <w:rPr>
          <w:rtl/>
        </w:rPr>
        <w:t>(620) 51</w:t>
      </w:r>
      <w:r w:rsidR="00CC15EB">
        <w:rPr>
          <w:rtl/>
        </w:rPr>
        <w:t xml:space="preserve"> - </w:t>
      </w:r>
      <w:r w:rsidRPr="00D95A45">
        <w:rPr>
          <w:rtl/>
        </w:rPr>
        <w:t xml:space="preserve">وروى ابن محبوب عن نعيم بن ابراهيم عن مسمع ابي سيار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ام الولد جنايتها في حقوق الناس على سيدها قال</w:t>
      </w:r>
      <w:r w:rsidR="00CC15EB">
        <w:rPr>
          <w:rtl/>
        </w:rPr>
        <w:t>:</w:t>
      </w:r>
      <w:r>
        <w:rPr>
          <w:rtl/>
        </w:rPr>
        <w:t xml:space="preserve"> </w:t>
      </w:r>
      <w:r w:rsidRPr="00D95A45">
        <w:rPr>
          <w:rtl/>
        </w:rPr>
        <w:t>وما كان من حق الله عز وجل كان ذلك في بدنها</w:t>
      </w:r>
      <w:r w:rsidR="00CC15EB">
        <w:rPr>
          <w:rtl/>
        </w:rPr>
        <w:t>،</w:t>
      </w:r>
      <w:r>
        <w:rPr>
          <w:rtl/>
        </w:rPr>
        <w:t xml:space="preserve"> </w:t>
      </w:r>
      <w:r w:rsidRPr="00D95A45">
        <w:rPr>
          <w:rtl/>
        </w:rPr>
        <w:t>قال</w:t>
      </w:r>
      <w:r w:rsidR="00CC15EB">
        <w:rPr>
          <w:rtl/>
        </w:rPr>
        <w:t>:</w:t>
      </w:r>
      <w:r>
        <w:rPr>
          <w:rtl/>
        </w:rPr>
        <w:t xml:space="preserve"> </w:t>
      </w:r>
      <w:r w:rsidRPr="00D95A45">
        <w:rPr>
          <w:rtl/>
        </w:rPr>
        <w:t>ويقاص</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616</w:t>
      </w:r>
      <w:r>
        <w:rPr>
          <w:rtl/>
        </w:rPr>
        <w:t xml:space="preserve"> - </w:t>
      </w:r>
      <w:r w:rsidR="00D45E0E" w:rsidRPr="00D95A45">
        <w:rPr>
          <w:rtl/>
        </w:rPr>
        <w:t>الاستبصار ج 4 ص 273</w:t>
      </w:r>
    </w:p>
    <w:p w:rsidR="00AC7755" w:rsidRDefault="00CC15EB" w:rsidP="00AC7755">
      <w:pPr>
        <w:pStyle w:val="libFootnote0"/>
        <w:rPr>
          <w:rtl/>
        </w:rPr>
      </w:pPr>
      <w:r>
        <w:rPr>
          <w:rtl/>
        </w:rPr>
        <w:t>-</w:t>
      </w:r>
      <w:r w:rsidR="00D45E0E" w:rsidRPr="00DA0376">
        <w:rPr>
          <w:rtl/>
        </w:rPr>
        <w:t xml:space="preserve"> 620</w:t>
      </w:r>
      <w:r>
        <w:rPr>
          <w:rtl/>
        </w:rPr>
        <w:t xml:space="preserve"> - </w:t>
      </w:r>
      <w:r w:rsidR="00D45E0E" w:rsidRPr="00DA0376">
        <w:rPr>
          <w:rtl/>
        </w:rPr>
        <w:t>الكافي ج 2 ص 325 الفقيه ج 4 ص 32</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منها للمماليك ولا قصاص بين الحر والعبد.</w:t>
      </w:r>
    </w:p>
    <w:p w:rsidR="00AC7755" w:rsidRDefault="00D45E0E" w:rsidP="00AC7755">
      <w:pPr>
        <w:pStyle w:val="libNormal"/>
        <w:rPr>
          <w:rtl/>
        </w:rPr>
      </w:pPr>
      <w:r w:rsidRPr="00D95A45">
        <w:rPr>
          <w:rtl/>
        </w:rPr>
        <w:t>(621) 52</w:t>
      </w:r>
      <w:r w:rsidR="00CC15EB">
        <w:rPr>
          <w:rtl/>
        </w:rPr>
        <w:t xml:space="preserve"> - </w:t>
      </w:r>
      <w:r w:rsidRPr="00D95A45">
        <w:rPr>
          <w:rtl/>
        </w:rPr>
        <w:t>وروى سليمان بن داود المنقري عن حفص بن غياث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من يقيم الحدود السلطان أو القاضي</w:t>
      </w:r>
      <w:r>
        <w:rPr>
          <w:rtl/>
        </w:rPr>
        <w:t>؟</w:t>
      </w:r>
      <w:r w:rsidRPr="00D95A45">
        <w:rPr>
          <w:rtl/>
        </w:rPr>
        <w:t xml:space="preserve"> قال</w:t>
      </w:r>
      <w:r w:rsidR="00CC15EB">
        <w:rPr>
          <w:rtl/>
        </w:rPr>
        <w:t>:</w:t>
      </w:r>
      <w:r>
        <w:rPr>
          <w:rtl/>
        </w:rPr>
        <w:t xml:space="preserve"> </w:t>
      </w:r>
      <w:r w:rsidRPr="00D95A45">
        <w:rPr>
          <w:rtl/>
        </w:rPr>
        <w:t>اقامة الحدود إلى من إليه الحكم.</w:t>
      </w:r>
    </w:p>
    <w:p w:rsidR="00AC7755" w:rsidRDefault="00D45E0E" w:rsidP="00AC7755">
      <w:pPr>
        <w:pStyle w:val="libCenter"/>
        <w:rPr>
          <w:rtl/>
        </w:rPr>
      </w:pPr>
      <w:r w:rsidRPr="00D95A45">
        <w:rPr>
          <w:rtl/>
        </w:rPr>
        <w:t xml:space="preserve"> تم كتاب الحدود ويليه كتاب الديات والقصاص</w:t>
      </w:r>
    </w:p>
    <w:p w:rsidR="00AC7755" w:rsidRDefault="00D45E0E" w:rsidP="00CA44E1">
      <w:pPr>
        <w:pStyle w:val="Heading1Center"/>
        <w:rPr>
          <w:rtl/>
        </w:rPr>
      </w:pPr>
      <w:bookmarkStart w:id="11" w:name="_Toc394318275"/>
      <w:r w:rsidRPr="00D95A45">
        <w:rPr>
          <w:rtl/>
        </w:rPr>
        <w:t>كتاب الديات</w:t>
      </w:r>
      <w:bookmarkEnd w:id="11"/>
    </w:p>
    <w:p w:rsidR="00AC7755" w:rsidRDefault="00D45E0E" w:rsidP="00CA44E1">
      <w:pPr>
        <w:pStyle w:val="Heading2Center"/>
        <w:rPr>
          <w:rtl/>
        </w:rPr>
      </w:pPr>
      <w:bookmarkStart w:id="12" w:name="_Toc394318276"/>
      <w:r w:rsidRPr="00D95A45">
        <w:rPr>
          <w:rtl/>
        </w:rPr>
        <w:t>11</w:t>
      </w:r>
      <w:r w:rsidR="00CC15EB">
        <w:rPr>
          <w:rtl/>
        </w:rPr>
        <w:t xml:space="preserve"> - </w:t>
      </w:r>
      <w:r w:rsidRPr="00D95A45">
        <w:rPr>
          <w:rtl/>
        </w:rPr>
        <w:t>باب القضايا في الديات والقصاص</w:t>
      </w:r>
      <w:bookmarkEnd w:id="12"/>
    </w:p>
    <w:p w:rsidR="00AC7755" w:rsidRDefault="00D45E0E" w:rsidP="00AC7755">
      <w:pPr>
        <w:pStyle w:val="libCenterBold1"/>
        <w:rPr>
          <w:rtl/>
        </w:rPr>
      </w:pPr>
      <w:r w:rsidRPr="00D95A45">
        <w:rPr>
          <w:rtl/>
        </w:rPr>
        <w:t>بسم الله الرحمن الرحيم</w:t>
      </w:r>
    </w:p>
    <w:p w:rsidR="00AC7755" w:rsidRDefault="00D45E0E" w:rsidP="00AC7755">
      <w:pPr>
        <w:pStyle w:val="libNormal"/>
        <w:rPr>
          <w:rtl/>
        </w:rPr>
      </w:pPr>
      <w:r w:rsidRPr="00D95A45">
        <w:rPr>
          <w:rtl/>
        </w:rPr>
        <w:t>(622) 1</w:t>
      </w:r>
      <w:r w:rsidR="00CC15EB">
        <w:rPr>
          <w:rtl/>
        </w:rPr>
        <w:t xml:space="preserve"> - </w:t>
      </w:r>
      <w:r w:rsidRPr="00D95A45">
        <w:rPr>
          <w:rtl/>
        </w:rPr>
        <w:t>علي بن ابراهيم عن محمد بن عيسى عن يونس عن عبد الله بن مسكان عن الحلبي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ان العمد كل من اعتمد شيئا فأصابه بحديدة أو بحجر أو بعصا أو بوكزة فهذا كله عمد</w:t>
      </w:r>
      <w:r w:rsidR="00CC15EB">
        <w:rPr>
          <w:rtl/>
        </w:rPr>
        <w:t>،</w:t>
      </w:r>
      <w:r>
        <w:rPr>
          <w:rtl/>
        </w:rPr>
        <w:t xml:space="preserve"> </w:t>
      </w:r>
      <w:r w:rsidRPr="00D95A45">
        <w:rPr>
          <w:rtl/>
        </w:rPr>
        <w:t>والخطأ اعتمد شيئا فاصاب غيره.</w:t>
      </w:r>
    </w:p>
    <w:p w:rsidR="00AC7755" w:rsidRDefault="00D45E0E" w:rsidP="00AC7755">
      <w:pPr>
        <w:pStyle w:val="libNormal"/>
        <w:rPr>
          <w:rtl/>
        </w:rPr>
      </w:pPr>
      <w:r w:rsidRPr="00D95A45">
        <w:rPr>
          <w:rtl/>
        </w:rPr>
        <w:t>(623) 2</w:t>
      </w:r>
      <w:r w:rsidR="00CC15EB">
        <w:rPr>
          <w:rtl/>
        </w:rPr>
        <w:t xml:space="preserve"> - </w:t>
      </w:r>
      <w:r w:rsidRPr="00D95A45">
        <w:rPr>
          <w:rtl/>
        </w:rPr>
        <w:t>احمد بن محمد عن ابن ابي عمير عن جميل بن دراج عن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621</w:t>
      </w:r>
      <w:r>
        <w:rPr>
          <w:rtl/>
        </w:rPr>
        <w:t xml:space="preserve"> - </w:t>
      </w:r>
      <w:r w:rsidR="00D45E0E" w:rsidRPr="00D95A45">
        <w:rPr>
          <w:rtl/>
        </w:rPr>
        <w:t>الفقيه ج 4 ص 51</w:t>
      </w:r>
    </w:p>
    <w:p w:rsidR="00AC7755" w:rsidRDefault="00CC15EB" w:rsidP="00AC7755">
      <w:pPr>
        <w:pStyle w:val="libFootnote0"/>
        <w:rPr>
          <w:rtl/>
        </w:rPr>
      </w:pPr>
      <w:r>
        <w:rPr>
          <w:rtl/>
        </w:rPr>
        <w:t>-</w:t>
      </w:r>
      <w:r w:rsidR="00D45E0E" w:rsidRPr="00DA0376">
        <w:rPr>
          <w:rtl/>
        </w:rPr>
        <w:t xml:space="preserve"> 622</w:t>
      </w:r>
      <w:r>
        <w:rPr>
          <w:rtl/>
        </w:rPr>
        <w:t xml:space="preserve"> - </w:t>
      </w:r>
      <w:r w:rsidR="00D45E0E" w:rsidRPr="00DA0376">
        <w:rPr>
          <w:rtl/>
        </w:rPr>
        <w:t>623</w:t>
      </w:r>
      <w:r>
        <w:rPr>
          <w:rtl/>
        </w:rPr>
        <w:t xml:space="preserve"> - </w:t>
      </w:r>
      <w:r w:rsidR="00D45E0E" w:rsidRPr="00DA0376">
        <w:rPr>
          <w:rtl/>
        </w:rPr>
        <w:t>الكافي ج 2 ص 317</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بعض اصحابه عن احدهما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قتل العمد كل ما عمد به الضرب ففيه القود وانما الخطأ أن يريد الشئ فيصيب غيره</w:t>
      </w:r>
      <w:r w:rsidR="00CC15EB">
        <w:rPr>
          <w:rtl/>
        </w:rPr>
        <w:t>،</w:t>
      </w:r>
      <w:r>
        <w:rPr>
          <w:rtl/>
        </w:rPr>
        <w:t xml:space="preserve"> </w:t>
      </w:r>
      <w:r w:rsidRPr="00DA0376">
        <w:rPr>
          <w:rtl/>
        </w:rPr>
        <w:t>وقال</w:t>
      </w:r>
      <w:r w:rsidR="00CC15EB">
        <w:rPr>
          <w:rtl/>
        </w:rPr>
        <w:t>:</w:t>
      </w:r>
      <w:r>
        <w:rPr>
          <w:rtl/>
        </w:rPr>
        <w:t xml:space="preserve"> </w:t>
      </w:r>
      <w:r w:rsidRPr="00DA0376">
        <w:rPr>
          <w:rtl/>
        </w:rPr>
        <w:t>إذا اقر على نفسه بالقتل قتل وان لم يكن عليه بينة.</w:t>
      </w:r>
    </w:p>
    <w:p w:rsidR="00AC7755" w:rsidRDefault="00D45E0E" w:rsidP="00AC7755">
      <w:pPr>
        <w:pStyle w:val="libNormal"/>
        <w:rPr>
          <w:rtl/>
        </w:rPr>
      </w:pPr>
      <w:r w:rsidRPr="00D95A45">
        <w:rPr>
          <w:rtl/>
        </w:rPr>
        <w:t>(624) 3</w:t>
      </w:r>
      <w:r w:rsidR="00CC15EB">
        <w:rPr>
          <w:rtl/>
        </w:rPr>
        <w:t xml:space="preserve"> - </w:t>
      </w:r>
      <w:r w:rsidRPr="00D95A45">
        <w:rPr>
          <w:rtl/>
        </w:rPr>
        <w:t xml:space="preserve">سهل بن زياد عن احمد بن محمد بن ابي نصر عن داود ابن الحصين عن ابى العباس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الخطأ الذي فيه الدية والكفارة هو أن يعتمد ضرب رجل ولا يتعمد قتله</w:t>
      </w:r>
      <w:r>
        <w:rPr>
          <w:rtl/>
        </w:rPr>
        <w:t>؟</w:t>
      </w:r>
      <w:r w:rsidRPr="00D95A45">
        <w:rPr>
          <w:rtl/>
        </w:rPr>
        <w:t xml:space="preserve"> قال</w:t>
      </w:r>
      <w:r w:rsidR="00CC15EB">
        <w:rPr>
          <w:rtl/>
        </w:rPr>
        <w:t>:</w:t>
      </w:r>
      <w:r>
        <w:rPr>
          <w:rtl/>
        </w:rPr>
        <w:t xml:space="preserve"> </w:t>
      </w:r>
      <w:r w:rsidRPr="00D95A45">
        <w:rPr>
          <w:rtl/>
        </w:rPr>
        <w:t>نعم</w:t>
      </w:r>
      <w:r w:rsidR="00CC15EB">
        <w:rPr>
          <w:rtl/>
        </w:rPr>
        <w:t>،</w:t>
      </w:r>
      <w:r>
        <w:rPr>
          <w:rtl/>
        </w:rPr>
        <w:t xml:space="preserve"> </w:t>
      </w:r>
      <w:r w:rsidRPr="00D95A45">
        <w:rPr>
          <w:rtl/>
        </w:rPr>
        <w:t>قلت</w:t>
      </w:r>
      <w:r w:rsidR="00CC15EB">
        <w:rPr>
          <w:rtl/>
        </w:rPr>
        <w:t>:</w:t>
      </w:r>
      <w:r>
        <w:rPr>
          <w:rtl/>
        </w:rPr>
        <w:t xml:space="preserve"> </w:t>
      </w:r>
      <w:r w:rsidRPr="00D95A45">
        <w:rPr>
          <w:rtl/>
        </w:rPr>
        <w:t>رمى شاة فاصاب انسانا قال</w:t>
      </w:r>
      <w:r w:rsidR="00CC15EB">
        <w:rPr>
          <w:rtl/>
        </w:rPr>
        <w:t>:</w:t>
      </w:r>
      <w:r>
        <w:rPr>
          <w:rtl/>
        </w:rPr>
        <w:t xml:space="preserve"> </w:t>
      </w:r>
      <w:r w:rsidRPr="00D95A45">
        <w:rPr>
          <w:rtl/>
        </w:rPr>
        <w:t>ذلك الخطأ الذي لا شك فيه عليه الدية والكفارة.</w:t>
      </w:r>
    </w:p>
    <w:p w:rsidR="00AC7755" w:rsidRDefault="00D45E0E" w:rsidP="00AC7755">
      <w:pPr>
        <w:pStyle w:val="libNormal"/>
        <w:rPr>
          <w:rtl/>
        </w:rPr>
      </w:pPr>
      <w:r w:rsidRPr="00D95A45">
        <w:rPr>
          <w:rtl/>
        </w:rPr>
        <w:t>(625) 4</w:t>
      </w:r>
      <w:r w:rsidR="00CC15EB">
        <w:rPr>
          <w:rtl/>
        </w:rPr>
        <w:t xml:space="preserve"> - </w:t>
      </w:r>
      <w:r w:rsidRPr="00D95A45">
        <w:rPr>
          <w:rtl/>
        </w:rPr>
        <w:t xml:space="preserve">يونس عن محمد بن سنان عن العلا بن الفضيل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العمد الذي يضرب بالسلاح أو العصا ولا يقلع عنه حتى يقتل</w:t>
      </w:r>
      <w:r w:rsidR="00CC15EB">
        <w:rPr>
          <w:rtl/>
        </w:rPr>
        <w:t>،</w:t>
      </w:r>
      <w:r>
        <w:rPr>
          <w:rtl/>
        </w:rPr>
        <w:t xml:space="preserve"> </w:t>
      </w:r>
      <w:r w:rsidRPr="00D95A45">
        <w:rPr>
          <w:rtl/>
        </w:rPr>
        <w:t>والخطأ الذى لا يتعمده</w:t>
      </w:r>
    </w:p>
    <w:p w:rsidR="00AC7755" w:rsidRDefault="00D45E0E" w:rsidP="00AC7755">
      <w:pPr>
        <w:pStyle w:val="libNormal"/>
        <w:rPr>
          <w:rtl/>
        </w:rPr>
      </w:pPr>
      <w:r w:rsidRPr="00D95A45">
        <w:rPr>
          <w:rtl/>
        </w:rPr>
        <w:t>(626) 5</w:t>
      </w:r>
      <w:r w:rsidR="00CC15EB">
        <w:rPr>
          <w:rtl/>
        </w:rPr>
        <w:t xml:space="preserve"> - </w:t>
      </w:r>
      <w:r w:rsidRPr="00D95A45">
        <w:rPr>
          <w:rtl/>
        </w:rPr>
        <w:t>احمد بن محمد عن علي بن الحكم عن علي بن ابى حمزة عن ابي بصير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لو ان رجلا ضرب رجلا بخزفة أو آجرة أو بعود فمات كان عمدا.</w:t>
      </w:r>
    </w:p>
    <w:p w:rsidR="00AC7755" w:rsidRDefault="00D45E0E" w:rsidP="00AC7755">
      <w:pPr>
        <w:pStyle w:val="libNormal"/>
        <w:rPr>
          <w:rtl/>
        </w:rPr>
      </w:pPr>
      <w:r w:rsidRPr="00D95A45">
        <w:rPr>
          <w:rtl/>
        </w:rPr>
        <w:t>(627) 6</w:t>
      </w:r>
      <w:r w:rsidR="00CC15EB">
        <w:rPr>
          <w:rtl/>
        </w:rPr>
        <w:t xml:space="preserve"> - </w:t>
      </w:r>
      <w:r w:rsidRPr="00D95A45">
        <w:rPr>
          <w:rtl/>
        </w:rPr>
        <w:t>الحسين بن سعيد عن ابن ابى عمير وصفوان عن عبد الرحمان بن الحجاج قال</w:t>
      </w:r>
      <w:r w:rsidR="00CC15EB">
        <w:rPr>
          <w:rtl/>
        </w:rPr>
        <w:t>:</w:t>
      </w:r>
      <w:r>
        <w:rPr>
          <w:rtl/>
        </w:rPr>
        <w:t xml:space="preserve"> </w:t>
      </w:r>
      <w:r w:rsidRPr="00D95A45">
        <w:rPr>
          <w:rtl/>
        </w:rPr>
        <w:t xml:space="preserve">قال لي أبو عبد الله </w:t>
      </w:r>
      <w:r w:rsidR="00AC7755" w:rsidRPr="00AC7755">
        <w:rPr>
          <w:rStyle w:val="libAlaemChar"/>
          <w:rtl/>
        </w:rPr>
        <w:t>عليه‌السلام</w:t>
      </w:r>
      <w:r w:rsidR="00CC15EB">
        <w:rPr>
          <w:rtl/>
        </w:rPr>
        <w:t>:</w:t>
      </w:r>
      <w:r>
        <w:rPr>
          <w:rtl/>
        </w:rPr>
        <w:t xml:space="preserve"> </w:t>
      </w:r>
      <w:r w:rsidRPr="00D95A45">
        <w:rPr>
          <w:rtl/>
        </w:rPr>
        <w:t>يخالف يحيى ابن سعيد وقضاتكم</w:t>
      </w:r>
      <w:r>
        <w:rPr>
          <w:rtl/>
        </w:rPr>
        <w:t>؟</w:t>
      </w:r>
      <w:r w:rsidRPr="00D95A45">
        <w:rPr>
          <w:rtl/>
        </w:rPr>
        <w:t xml:space="preserve"> قلت</w:t>
      </w:r>
      <w:r w:rsidR="00CC15EB">
        <w:rPr>
          <w:rtl/>
        </w:rPr>
        <w:t>:</w:t>
      </w:r>
      <w:r>
        <w:rPr>
          <w:rtl/>
        </w:rPr>
        <w:t xml:space="preserve"> </w:t>
      </w:r>
      <w:r w:rsidRPr="00D95A45">
        <w:rPr>
          <w:rtl/>
        </w:rPr>
        <w:t>نعم قال</w:t>
      </w:r>
      <w:r w:rsidR="00CC15EB">
        <w:rPr>
          <w:rtl/>
        </w:rPr>
        <w:t>:</w:t>
      </w:r>
      <w:r>
        <w:rPr>
          <w:rtl/>
        </w:rPr>
        <w:t xml:space="preserve"> </w:t>
      </w:r>
      <w:r w:rsidRPr="00D95A45">
        <w:rPr>
          <w:rtl/>
        </w:rPr>
        <w:t>هات شيئا مما اختلفوا فيه</w:t>
      </w:r>
      <w:r w:rsidR="00CC15EB">
        <w:rPr>
          <w:rtl/>
        </w:rPr>
        <w:t>،</w:t>
      </w:r>
      <w:r>
        <w:rPr>
          <w:rtl/>
        </w:rPr>
        <w:t xml:space="preserve"> </w:t>
      </w:r>
      <w:r w:rsidRPr="00D95A45">
        <w:rPr>
          <w:rtl/>
        </w:rPr>
        <w:t>قلت</w:t>
      </w:r>
      <w:r w:rsidR="00CC15EB">
        <w:rPr>
          <w:rtl/>
        </w:rPr>
        <w:t>:</w:t>
      </w:r>
      <w:r>
        <w:rPr>
          <w:rtl/>
        </w:rPr>
        <w:t xml:space="preserve"> </w:t>
      </w:r>
      <w:r w:rsidRPr="00D95A45">
        <w:rPr>
          <w:rtl/>
        </w:rPr>
        <w:t>اقتتل غلامان في الرحبة فعض احدهما صاحبه فعمد المعضوض إلى حجر فضرب به رأس صاحبه الذي عضه فشجه فوكزه فمات فرفع ذلك الى يحيى بن سعيد فاقاده</w:t>
      </w:r>
      <w:r w:rsidR="00CC15EB">
        <w:rPr>
          <w:rtl/>
        </w:rPr>
        <w:t>،</w:t>
      </w:r>
      <w:r>
        <w:rPr>
          <w:rtl/>
        </w:rPr>
        <w:t xml:space="preserve"> </w:t>
      </w:r>
      <w:r w:rsidRPr="00D95A45">
        <w:rPr>
          <w:rtl/>
        </w:rPr>
        <w:t>فعظم ذلك عند ابن ابى ليلى وابن شبرمة فكثر فيه الكلام وقالوا</w:t>
      </w:r>
      <w:r w:rsidR="00CC15EB">
        <w:rPr>
          <w:rtl/>
        </w:rPr>
        <w:t>:</w:t>
      </w:r>
      <w:r>
        <w:rPr>
          <w:rtl/>
        </w:rPr>
        <w:t xml:space="preserve"> </w:t>
      </w:r>
      <w:r w:rsidRPr="00D95A45">
        <w:rPr>
          <w:rtl/>
        </w:rPr>
        <w:t>انما هذا خطأ فوداه عيسى بن علي من ماله قال</w:t>
      </w:r>
      <w:r w:rsidR="00CC15EB">
        <w:rPr>
          <w:rtl/>
        </w:rPr>
        <w:t>:</w:t>
      </w:r>
      <w:r>
        <w:rPr>
          <w:rtl/>
        </w:rPr>
        <w:t xml:space="preserve"> </w:t>
      </w:r>
      <w:r w:rsidRPr="00D95A45">
        <w:rPr>
          <w:rtl/>
        </w:rPr>
        <w:t>فقال</w:t>
      </w:r>
      <w:r w:rsidR="00CC15EB">
        <w:rPr>
          <w:rtl/>
        </w:rPr>
        <w:t>:</w:t>
      </w:r>
      <w:r>
        <w:rPr>
          <w:rtl/>
        </w:rPr>
        <w:t xml:space="preserve"> </w:t>
      </w:r>
      <w:r w:rsidRPr="00D95A45">
        <w:rPr>
          <w:rtl/>
        </w:rPr>
        <w:t>ان من عندنا ليقيدون بالوكزة وانما الخطأ ان يريد الشئ فيصيب غيره.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624</w:t>
      </w:r>
      <w:r>
        <w:rPr>
          <w:rtl/>
        </w:rPr>
        <w:t xml:space="preserve"> - </w:t>
      </w:r>
      <w:r w:rsidR="00D45E0E" w:rsidRPr="00D95A45">
        <w:rPr>
          <w:rtl/>
        </w:rPr>
        <w:t>الكافي ج 2 ص 317</w:t>
      </w:r>
    </w:p>
    <w:p w:rsidR="00CC15EB" w:rsidRDefault="00CC15EB" w:rsidP="00AC7755">
      <w:pPr>
        <w:pStyle w:val="libFootnote0"/>
        <w:rPr>
          <w:rtl/>
        </w:rPr>
      </w:pPr>
      <w:r>
        <w:rPr>
          <w:rtl/>
        </w:rPr>
        <w:t>-</w:t>
      </w:r>
      <w:r w:rsidR="00D45E0E" w:rsidRPr="007277FF">
        <w:rPr>
          <w:rtl/>
        </w:rPr>
        <w:t xml:space="preserve"> 625</w:t>
      </w:r>
      <w:r>
        <w:rPr>
          <w:rtl/>
        </w:rPr>
        <w:t xml:space="preserve"> - </w:t>
      </w:r>
      <w:r w:rsidR="00D45E0E" w:rsidRPr="007277FF">
        <w:rPr>
          <w:rtl/>
        </w:rPr>
        <w:t>626</w:t>
      </w:r>
    </w:p>
    <w:p w:rsidR="00AC7755" w:rsidRDefault="00CC15EB" w:rsidP="00AC7755">
      <w:pPr>
        <w:pStyle w:val="libFootnote0"/>
        <w:rPr>
          <w:rtl/>
        </w:rPr>
      </w:pPr>
      <w:r>
        <w:rPr>
          <w:rtl/>
        </w:rPr>
        <w:t>-</w:t>
      </w:r>
      <w:r w:rsidR="00D45E0E" w:rsidRPr="00DA0376">
        <w:rPr>
          <w:rtl/>
        </w:rPr>
        <w:t xml:space="preserve"> 627</w:t>
      </w:r>
      <w:r>
        <w:rPr>
          <w:rtl/>
        </w:rPr>
        <w:t xml:space="preserve"> - </w:t>
      </w:r>
      <w:r w:rsidR="00D45E0E" w:rsidRPr="00DA0376">
        <w:rPr>
          <w:rtl/>
        </w:rPr>
        <w:t>الكافي ج 2 ص 317 وفيه في الثالث</w:t>
      </w:r>
      <w:r>
        <w:rPr>
          <w:rtl/>
        </w:rPr>
        <w:t xml:space="preserve"> - </w:t>
      </w:r>
      <w:r w:rsidR="00D45E0E" w:rsidRPr="00DA0376">
        <w:rPr>
          <w:rtl/>
        </w:rPr>
        <w:t>يخالف يحيى بن سعيد فضاتكم</w:t>
      </w:r>
      <w:r>
        <w:rPr>
          <w:rtl/>
        </w:rPr>
        <w:t xml:space="preserve"> -</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(628) 7</w:t>
      </w:r>
      <w:r w:rsidR="00CC15EB">
        <w:rPr>
          <w:rtl/>
        </w:rPr>
        <w:t xml:space="preserve"> - </w:t>
      </w:r>
      <w:r w:rsidRPr="00D95A45">
        <w:rPr>
          <w:rtl/>
        </w:rPr>
        <w:t xml:space="preserve">يونس عن بعض اصحابه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ان ضرب رجل رجلا بالعصا أو بحجر فمات من ضربة واحدة قبل أن يتكلم فهو شبيه العمد والدية على القاتل</w:t>
      </w:r>
      <w:r w:rsidR="00CC15EB">
        <w:rPr>
          <w:rtl/>
        </w:rPr>
        <w:t>،</w:t>
      </w:r>
      <w:r>
        <w:rPr>
          <w:rtl/>
        </w:rPr>
        <w:t xml:space="preserve"> </w:t>
      </w:r>
      <w:r w:rsidRPr="00D95A45">
        <w:rPr>
          <w:rtl/>
        </w:rPr>
        <w:t>وان علاه والح عليه بالعصا أو بالحجارة حتى يقتله فهو عمد يقتل به</w:t>
      </w:r>
      <w:r w:rsidR="00CC15EB">
        <w:rPr>
          <w:rtl/>
        </w:rPr>
        <w:t>،</w:t>
      </w:r>
      <w:r>
        <w:rPr>
          <w:rtl/>
        </w:rPr>
        <w:t xml:space="preserve"> </w:t>
      </w:r>
      <w:r w:rsidRPr="00D95A45">
        <w:rPr>
          <w:rtl/>
        </w:rPr>
        <w:t>وان ضربه ضربة واحدة فتكلم ثم مكث يوما أو اكثر من يوم ثم مات فهو شبيه العمد.</w:t>
      </w:r>
    </w:p>
    <w:p w:rsidR="00AC7755" w:rsidRDefault="00D45E0E" w:rsidP="00AC7755">
      <w:pPr>
        <w:pStyle w:val="libNormal"/>
        <w:rPr>
          <w:rtl/>
        </w:rPr>
      </w:pPr>
      <w:r w:rsidRPr="00D95A45">
        <w:rPr>
          <w:rtl/>
        </w:rPr>
        <w:t>(629) 8</w:t>
      </w:r>
      <w:r w:rsidR="00CC15EB">
        <w:rPr>
          <w:rtl/>
        </w:rPr>
        <w:t xml:space="preserve"> - </w:t>
      </w:r>
      <w:r w:rsidRPr="00D95A45">
        <w:rPr>
          <w:rtl/>
        </w:rPr>
        <w:t xml:space="preserve">سهل بن زياد عن احمد بن محمد بن ابى نصر عن موسى ابن بكر عن عبد صالح </w:t>
      </w:r>
      <w:r w:rsidR="00AC7755" w:rsidRPr="00AC7755">
        <w:rPr>
          <w:rStyle w:val="libAlaemChar"/>
          <w:rtl/>
        </w:rPr>
        <w:t>عليه‌السلام</w:t>
      </w:r>
      <w:r w:rsidRPr="00D95A45">
        <w:rPr>
          <w:rtl/>
        </w:rPr>
        <w:t xml:space="preserve"> في رجل ضرب رجلا بعصا فلم يرفع العصا حتى مات قال</w:t>
      </w:r>
      <w:r w:rsidR="00CC15EB">
        <w:rPr>
          <w:rtl/>
        </w:rPr>
        <w:t>:</w:t>
      </w:r>
      <w:r>
        <w:rPr>
          <w:rtl/>
        </w:rPr>
        <w:t xml:space="preserve"> </w:t>
      </w:r>
      <w:r w:rsidRPr="00D95A45">
        <w:rPr>
          <w:rtl/>
        </w:rPr>
        <w:t>يدفع الى اولياء المقتول ولكن لا يترك يتلذذ به ولكن يجاز عليه بالسيف.</w:t>
      </w:r>
    </w:p>
    <w:p w:rsidR="00AC7755" w:rsidRDefault="00D45E0E" w:rsidP="00AC7755">
      <w:pPr>
        <w:pStyle w:val="libNormal"/>
        <w:rPr>
          <w:rtl/>
        </w:rPr>
      </w:pPr>
      <w:r w:rsidRPr="00D95A45">
        <w:rPr>
          <w:rtl/>
        </w:rPr>
        <w:t>(630) 9</w:t>
      </w:r>
      <w:r w:rsidR="00CC15EB">
        <w:rPr>
          <w:rtl/>
        </w:rPr>
        <w:t xml:space="preserve"> - </w:t>
      </w:r>
      <w:r w:rsidRPr="00D95A45">
        <w:rPr>
          <w:rtl/>
        </w:rPr>
        <w:t xml:space="preserve">علي بن ابراهيم عن ابيه عن ابن ابى عمير عن حماد عن الحلبي ومحمد بن يحيى عن احمد بن محمد عن محمد بن اسماعيل عن محمد بن الفضيل عن ابي الصباح الكناني جميعا عن ابي عبد الله </w:t>
      </w:r>
      <w:r w:rsidR="00AC7755" w:rsidRPr="00AC7755">
        <w:rPr>
          <w:rStyle w:val="libAlaemChar"/>
          <w:rtl/>
        </w:rPr>
        <w:t>عليه‌السلام</w:t>
      </w:r>
      <w:r w:rsidRPr="00D95A45">
        <w:rPr>
          <w:rtl/>
        </w:rPr>
        <w:t xml:space="preserve"> قالا</w:t>
      </w:r>
      <w:r w:rsidR="00CC15EB">
        <w:rPr>
          <w:rtl/>
        </w:rPr>
        <w:t>:</w:t>
      </w:r>
      <w:r>
        <w:rPr>
          <w:rtl/>
        </w:rPr>
        <w:t xml:space="preserve"> </w:t>
      </w:r>
      <w:r w:rsidRPr="00D95A45">
        <w:rPr>
          <w:rtl/>
        </w:rPr>
        <w:t>سألناه عن رجل ضرب رجلا بعصا فلم يقلع عنه حتى مات أيدفع الى ولي المقتول فيقتله</w:t>
      </w:r>
      <w:r>
        <w:rPr>
          <w:rtl/>
        </w:rPr>
        <w:t>؟</w:t>
      </w:r>
      <w:r w:rsidRPr="00D95A45">
        <w:rPr>
          <w:rtl/>
        </w:rPr>
        <w:t xml:space="preserve"> قال</w:t>
      </w:r>
      <w:r w:rsidR="00CC15EB">
        <w:rPr>
          <w:rtl/>
        </w:rPr>
        <w:t>:</w:t>
      </w:r>
      <w:r>
        <w:rPr>
          <w:rtl/>
        </w:rPr>
        <w:t xml:space="preserve"> </w:t>
      </w:r>
      <w:r w:rsidRPr="00D95A45">
        <w:rPr>
          <w:rtl/>
        </w:rPr>
        <w:t>نعم ولا يترك يعبث به ولكن يجيز عليه.</w:t>
      </w:r>
    </w:p>
    <w:p w:rsidR="00AC7755" w:rsidRDefault="00D45E0E" w:rsidP="00AC7755">
      <w:pPr>
        <w:pStyle w:val="libNormal"/>
        <w:rPr>
          <w:rtl/>
        </w:rPr>
      </w:pPr>
      <w:r w:rsidRPr="00D95A45">
        <w:rPr>
          <w:rtl/>
        </w:rPr>
        <w:t>(631) 10</w:t>
      </w:r>
      <w:r w:rsidR="00CC15EB">
        <w:rPr>
          <w:rtl/>
        </w:rPr>
        <w:t xml:space="preserve"> - </w:t>
      </w:r>
      <w:r w:rsidRPr="00D95A45">
        <w:rPr>
          <w:rtl/>
        </w:rPr>
        <w:t xml:space="preserve">احمد بن محمد عن احمد بن الحسن الميثمي عن ابان ابن عثمان عن ابي العباس عن ابي عبد الله </w:t>
      </w:r>
      <w:r w:rsidR="00AC7755" w:rsidRPr="00AC7755">
        <w:rPr>
          <w:rStyle w:val="libAlaemChar"/>
          <w:rtl/>
        </w:rPr>
        <w:t>عليه‌السلام</w:t>
      </w:r>
      <w:r w:rsidRPr="00D95A45">
        <w:rPr>
          <w:rtl/>
        </w:rPr>
        <w:t xml:space="preserve"> انه قال</w:t>
      </w:r>
      <w:r w:rsidR="00CC15EB">
        <w:rPr>
          <w:rtl/>
        </w:rPr>
        <w:t>:</w:t>
      </w:r>
      <w:r>
        <w:rPr>
          <w:rtl/>
        </w:rPr>
        <w:t xml:space="preserve"> </w:t>
      </w:r>
      <w:r w:rsidRPr="00D95A45">
        <w:rPr>
          <w:rtl/>
        </w:rPr>
        <w:t>ارمي الرجل بالشئ الذي لا يقتل مثله قال</w:t>
      </w:r>
      <w:r w:rsidR="00CC15EB">
        <w:rPr>
          <w:rtl/>
        </w:rPr>
        <w:t>:</w:t>
      </w:r>
      <w:r>
        <w:rPr>
          <w:rtl/>
        </w:rPr>
        <w:t xml:space="preserve"> </w:t>
      </w:r>
      <w:r w:rsidRPr="00D95A45">
        <w:rPr>
          <w:rtl/>
        </w:rPr>
        <w:t>هذا خطأ ثم اخذ حصاة صغيرة فرمى بها قلت</w:t>
      </w:r>
      <w:r w:rsidR="00CC15EB">
        <w:rPr>
          <w:rtl/>
        </w:rPr>
        <w:t>:</w:t>
      </w:r>
      <w:r>
        <w:rPr>
          <w:rtl/>
        </w:rPr>
        <w:t xml:space="preserve"> </w:t>
      </w:r>
      <w:r w:rsidRPr="00D95A45">
        <w:rPr>
          <w:rtl/>
        </w:rPr>
        <w:t>رمى الشاة فاصاب رجلا قال</w:t>
      </w:r>
      <w:r w:rsidR="00CC15EB">
        <w:rPr>
          <w:rtl/>
        </w:rPr>
        <w:t>:</w:t>
      </w:r>
      <w:r>
        <w:rPr>
          <w:rtl/>
        </w:rPr>
        <w:t xml:space="preserve"> </w:t>
      </w:r>
      <w:r w:rsidRPr="00D95A45">
        <w:rPr>
          <w:rtl/>
        </w:rPr>
        <w:t>هذا الخطأ الذي لا شك فيه</w:t>
      </w:r>
      <w:r w:rsidR="00CC15EB">
        <w:rPr>
          <w:rtl/>
        </w:rPr>
        <w:t>،</w:t>
      </w:r>
      <w:r>
        <w:rPr>
          <w:rtl/>
        </w:rPr>
        <w:t xml:space="preserve"> </w:t>
      </w:r>
      <w:r w:rsidRPr="00D95A45">
        <w:rPr>
          <w:rtl/>
        </w:rPr>
        <w:t>والعمد الذي يضرب بالشئ الذي يقتل بمثله.</w:t>
      </w:r>
    </w:p>
    <w:p w:rsidR="00AC7755" w:rsidRDefault="00D45E0E" w:rsidP="00AC7755">
      <w:pPr>
        <w:pStyle w:val="libNormal"/>
        <w:rPr>
          <w:rtl/>
        </w:rPr>
      </w:pPr>
      <w:r w:rsidRPr="00D95A45">
        <w:rPr>
          <w:rtl/>
        </w:rPr>
        <w:t>(632) 11</w:t>
      </w:r>
      <w:r w:rsidR="00CC15EB">
        <w:rPr>
          <w:rtl/>
        </w:rPr>
        <w:t xml:space="preserve"> - </w:t>
      </w:r>
      <w:r w:rsidRPr="00D95A45">
        <w:rPr>
          <w:rtl/>
        </w:rPr>
        <w:t>الحسين بن سعيد عن النضر بن سويد عن هشام ابن</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628</w:t>
      </w:r>
      <w:r>
        <w:rPr>
          <w:rFonts w:hint="cs"/>
          <w:rtl/>
        </w:rPr>
        <w:t xml:space="preserve"> - </w:t>
      </w:r>
      <w:r w:rsidR="00D45E0E" w:rsidRPr="007277FF">
        <w:rPr>
          <w:rtl/>
        </w:rPr>
        <w:t>629</w:t>
      </w:r>
      <w:r>
        <w:rPr>
          <w:rtl/>
        </w:rPr>
        <w:t xml:space="preserve"> - </w:t>
      </w:r>
      <w:r w:rsidR="00D45E0E" w:rsidRPr="007277FF">
        <w:rPr>
          <w:rtl/>
        </w:rPr>
        <w:t>630</w:t>
      </w:r>
      <w:r>
        <w:rPr>
          <w:rFonts w:hint="cs"/>
          <w:rtl/>
        </w:rPr>
        <w:t xml:space="preserve"> - </w:t>
      </w:r>
      <w:r w:rsidR="00D45E0E" w:rsidRPr="00DA0376">
        <w:rPr>
          <w:rtl/>
        </w:rPr>
        <w:t>631</w:t>
      </w:r>
      <w:r>
        <w:rPr>
          <w:rtl/>
        </w:rPr>
        <w:t xml:space="preserve"> - </w:t>
      </w:r>
      <w:r w:rsidR="00D45E0E" w:rsidRPr="00DA0376">
        <w:rPr>
          <w:rtl/>
        </w:rPr>
        <w:t>632</w:t>
      </w:r>
      <w:r>
        <w:rPr>
          <w:rtl/>
        </w:rPr>
        <w:t xml:space="preserve"> - </w:t>
      </w:r>
      <w:r w:rsidR="00D45E0E" w:rsidRPr="00DA0376">
        <w:rPr>
          <w:rtl/>
        </w:rPr>
        <w:t>الكافي ج 2 ص 317 واخرج الثاني والخامس الصدوق في الفقيه ج 4 ص 77 بتفاوت فيهما في الفقيه والكافي</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سالم وعلي بن النعمان عن ابن مسكان جميعا عن سليمان بن خالد قال</w:t>
      </w:r>
      <w:r w:rsidR="00CC15EB">
        <w:rPr>
          <w:rtl/>
        </w:rPr>
        <w:t>:</w:t>
      </w:r>
      <w:r>
        <w:rPr>
          <w:rtl/>
        </w:rPr>
        <w:t xml:space="preserve"> </w:t>
      </w:r>
      <w:r w:rsidRPr="00DA0376">
        <w:rPr>
          <w:rtl/>
        </w:rPr>
        <w:t xml:space="preserve">سألت ابا عبد الله </w:t>
      </w:r>
      <w:r w:rsidR="00AC7755" w:rsidRPr="00AC7755">
        <w:rPr>
          <w:rStyle w:val="libAlaemChar"/>
          <w:rtl/>
        </w:rPr>
        <w:t>عليه‌السلام</w:t>
      </w:r>
      <w:r w:rsidRPr="00DA0376">
        <w:rPr>
          <w:rtl/>
        </w:rPr>
        <w:t xml:space="preserve"> عن رجل ضرب رجلا بعصا فلم يرفع عنه حتى قتل أيدفع إلى اولياء المقتول</w:t>
      </w:r>
      <w:r>
        <w:rPr>
          <w:rtl/>
        </w:rPr>
        <w:t>؟</w:t>
      </w:r>
      <w:r w:rsidRPr="00DA0376">
        <w:rPr>
          <w:rtl/>
        </w:rPr>
        <w:t xml:space="preserve"> قال</w:t>
      </w:r>
      <w:r w:rsidR="00CC15EB">
        <w:rPr>
          <w:rtl/>
        </w:rPr>
        <w:t>:</w:t>
      </w:r>
      <w:r>
        <w:rPr>
          <w:rtl/>
        </w:rPr>
        <w:t xml:space="preserve"> </w:t>
      </w:r>
      <w:r w:rsidRPr="00DA0376">
        <w:rPr>
          <w:rtl/>
        </w:rPr>
        <w:t>نعم ولكن لا يترك يعبث به ولكن يجاز عليه.</w:t>
      </w:r>
    </w:p>
    <w:p w:rsidR="00AC7755" w:rsidRDefault="00D45E0E" w:rsidP="00AC7755">
      <w:pPr>
        <w:pStyle w:val="libNormal"/>
        <w:rPr>
          <w:rtl/>
        </w:rPr>
      </w:pPr>
      <w:r w:rsidRPr="00D95A45">
        <w:rPr>
          <w:rtl/>
        </w:rPr>
        <w:t>(633) 12</w:t>
      </w:r>
      <w:r w:rsidR="00CC15EB">
        <w:rPr>
          <w:rtl/>
        </w:rPr>
        <w:t xml:space="preserve"> - </w:t>
      </w:r>
      <w:r w:rsidRPr="00D95A45">
        <w:rPr>
          <w:rtl/>
        </w:rPr>
        <w:t xml:space="preserve">احمد بن محمد عن علي بن الحكم عن علي بن ابى حمزة عن ابي بصير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قال</w:t>
      </w:r>
      <w:r w:rsidR="00CC15EB">
        <w:rPr>
          <w:rtl/>
        </w:rPr>
        <w:t>:</w:t>
      </w:r>
      <w:r>
        <w:rPr>
          <w:rtl/>
        </w:rPr>
        <w:t xml:space="preserve"> </w:t>
      </w:r>
      <w:r w:rsidRPr="00D95A45">
        <w:rPr>
          <w:rtl/>
        </w:rPr>
        <w:t>دية الخطأ إذا لم يرد الرجل القتل مائة من الابل أو عشرة آلاف من الورق أو الف من الشاة وقال</w:t>
      </w:r>
      <w:r w:rsidR="00CC15EB">
        <w:rPr>
          <w:rtl/>
        </w:rPr>
        <w:t>:</w:t>
      </w:r>
      <w:r>
        <w:rPr>
          <w:rtl/>
        </w:rPr>
        <w:t xml:space="preserve"> </w:t>
      </w:r>
      <w:r w:rsidRPr="00D95A45">
        <w:rPr>
          <w:rtl/>
        </w:rPr>
        <w:t>دية المغلظة التي تشبه العمد وليست بعمد أفضل من دية الخطأ باسنان الابل ثلاثة وثلاثون حقة وثلاثة وثلاثون جذعة واربع وثلاثون ثنية كلها طروقة الفحل</w:t>
      </w:r>
      <w:r w:rsidR="00CC15EB">
        <w:rPr>
          <w:rtl/>
        </w:rPr>
        <w:t>،</w:t>
      </w:r>
      <w:r>
        <w:rPr>
          <w:rtl/>
        </w:rPr>
        <w:t xml:space="preserve"> </w:t>
      </w:r>
      <w:r w:rsidRPr="00D95A45">
        <w:rPr>
          <w:rtl/>
        </w:rPr>
        <w:t>وسألته عن الدية فقال</w:t>
      </w:r>
      <w:r w:rsidR="00CC15EB">
        <w:rPr>
          <w:rtl/>
        </w:rPr>
        <w:t>:</w:t>
      </w:r>
      <w:r>
        <w:rPr>
          <w:rtl/>
        </w:rPr>
        <w:t xml:space="preserve"> </w:t>
      </w:r>
      <w:r w:rsidRPr="00D95A45">
        <w:rPr>
          <w:rtl/>
        </w:rPr>
        <w:t>دية المسلم عشرة آلاف من الفضة أو الف مثقال من الذهب أو الف من الشاة على اسنانها اثلاثا ومن الابل مائة فانها على اسنانها ومن البقر مائتين.</w:t>
      </w:r>
    </w:p>
    <w:p w:rsidR="00AC7755" w:rsidRDefault="00D45E0E" w:rsidP="00AC7755">
      <w:pPr>
        <w:pStyle w:val="libNormal"/>
        <w:rPr>
          <w:rtl/>
        </w:rPr>
      </w:pPr>
      <w:r w:rsidRPr="00D95A45">
        <w:rPr>
          <w:rtl/>
        </w:rPr>
        <w:t>(634) 13</w:t>
      </w:r>
      <w:r w:rsidR="00CC15EB">
        <w:rPr>
          <w:rtl/>
        </w:rPr>
        <w:t xml:space="preserve"> - </w:t>
      </w:r>
      <w:r w:rsidRPr="00D95A45">
        <w:rPr>
          <w:rtl/>
        </w:rPr>
        <w:t xml:space="preserve">علي عن محمد بن عيسى عن يونس عن محمد بن سنان عن العلا بن الفضيل عن ابى عبد الله </w:t>
      </w:r>
      <w:r w:rsidR="00AC7755" w:rsidRPr="00AC7755">
        <w:rPr>
          <w:rStyle w:val="libAlaemChar"/>
          <w:rtl/>
        </w:rPr>
        <w:t>عليه‌السلام</w:t>
      </w:r>
      <w:r w:rsidRPr="00D95A45">
        <w:rPr>
          <w:rtl/>
        </w:rPr>
        <w:t xml:space="preserve"> انه قال</w:t>
      </w:r>
      <w:r w:rsidR="00CC15EB">
        <w:rPr>
          <w:rtl/>
        </w:rPr>
        <w:t>:</w:t>
      </w:r>
      <w:r>
        <w:rPr>
          <w:rtl/>
        </w:rPr>
        <w:t xml:space="preserve"> </w:t>
      </w:r>
      <w:r w:rsidRPr="00D95A45">
        <w:rPr>
          <w:rtl/>
        </w:rPr>
        <w:t>في قتل الخطأ مائة من الابل</w:t>
      </w:r>
      <w:r w:rsidR="00CC15EB">
        <w:rPr>
          <w:rtl/>
        </w:rPr>
        <w:t>،</w:t>
      </w:r>
      <w:r>
        <w:rPr>
          <w:rtl/>
        </w:rPr>
        <w:t xml:space="preserve"> </w:t>
      </w:r>
      <w:r w:rsidRPr="00D95A45">
        <w:rPr>
          <w:rtl/>
        </w:rPr>
        <w:t>أو الف من الغنم</w:t>
      </w:r>
      <w:r w:rsidR="00CC15EB">
        <w:rPr>
          <w:rtl/>
        </w:rPr>
        <w:t>،</w:t>
      </w:r>
      <w:r>
        <w:rPr>
          <w:rtl/>
        </w:rPr>
        <w:t xml:space="preserve"> </w:t>
      </w:r>
      <w:r w:rsidRPr="00D95A45">
        <w:rPr>
          <w:rtl/>
        </w:rPr>
        <w:t>أو عشرة آلاف درهم</w:t>
      </w:r>
      <w:r w:rsidR="00CC15EB">
        <w:rPr>
          <w:rtl/>
        </w:rPr>
        <w:t>،</w:t>
      </w:r>
      <w:r>
        <w:rPr>
          <w:rtl/>
        </w:rPr>
        <w:t xml:space="preserve"> </w:t>
      </w:r>
      <w:r w:rsidRPr="00D95A45">
        <w:rPr>
          <w:rtl/>
        </w:rPr>
        <w:t>أو الف دينار</w:t>
      </w:r>
      <w:r w:rsidR="00CC15EB">
        <w:rPr>
          <w:rtl/>
        </w:rPr>
        <w:t>،</w:t>
      </w:r>
      <w:r>
        <w:rPr>
          <w:rtl/>
        </w:rPr>
        <w:t xml:space="preserve"> </w:t>
      </w:r>
      <w:r w:rsidRPr="00D95A45">
        <w:rPr>
          <w:rtl/>
        </w:rPr>
        <w:t>فان كانت الابل فخمس وعشرون بنت مخاض وخمس وعشرون بنت لبون وخمس وعشرون حقة وخمس وعشرون جذعة</w:t>
      </w:r>
      <w:r w:rsidR="00CC15EB">
        <w:rPr>
          <w:rtl/>
        </w:rPr>
        <w:t>،</w:t>
      </w:r>
      <w:r>
        <w:rPr>
          <w:rtl/>
        </w:rPr>
        <w:t xml:space="preserve"> </w:t>
      </w:r>
      <w:r w:rsidRPr="00D95A45">
        <w:rPr>
          <w:rtl/>
        </w:rPr>
        <w:t>والدية المغلظة في الخطأ الذي يشبه العمد الذي يضرب بالحجر أو بالعصا الضربة والضربتين لا يريد قتله فهي أثلاث ثلاث وثلاثون حقة وثلاث وثلاثون جذعة واربع وثلاثون خلفة</w:t>
      </w:r>
      <w:r w:rsidRPr="00AC7755">
        <w:rPr>
          <w:rStyle w:val="libFootnotenumChar"/>
          <w:rtl/>
        </w:rPr>
        <w:t xml:space="preserve"> (1) </w:t>
      </w:r>
      <w:r w:rsidRPr="00D95A45">
        <w:rPr>
          <w:rtl/>
        </w:rPr>
        <w:t>كلها طروقة الفحل</w:t>
      </w:r>
      <w:r w:rsidR="00CC15EB">
        <w:rPr>
          <w:rtl/>
        </w:rPr>
        <w:t>،</w:t>
      </w:r>
      <w:r>
        <w:rPr>
          <w:rtl/>
        </w:rPr>
        <w:t xml:space="preserve"> </w:t>
      </w:r>
      <w:r w:rsidRPr="00D95A45">
        <w:rPr>
          <w:rtl/>
        </w:rPr>
        <w:t>وان كان الغنم فالف كبش</w:t>
      </w:r>
      <w:r w:rsidR="00CC15EB">
        <w:rPr>
          <w:rtl/>
        </w:rPr>
        <w:t>،</w:t>
      </w:r>
      <w:r>
        <w:rPr>
          <w:rtl/>
        </w:rPr>
        <w:t xml:space="preserve"> </w:t>
      </w:r>
      <w:r w:rsidRPr="00D95A45">
        <w:rPr>
          <w:rtl/>
        </w:rPr>
        <w:t>والعمد هو القود أو رضى ولي المقتول.</w:t>
      </w:r>
    </w:p>
    <w:p w:rsidR="00AC7755" w:rsidRDefault="00D45E0E" w:rsidP="00AC7755">
      <w:pPr>
        <w:pStyle w:val="libNormal"/>
        <w:rPr>
          <w:rtl/>
        </w:rPr>
      </w:pPr>
      <w:r w:rsidRPr="00D95A45">
        <w:rPr>
          <w:rtl/>
        </w:rPr>
        <w:t>(635) 14</w:t>
      </w:r>
      <w:r w:rsidR="00CC15EB">
        <w:rPr>
          <w:rtl/>
        </w:rPr>
        <w:t xml:space="preserve"> - </w:t>
      </w:r>
      <w:r w:rsidRPr="00D95A45">
        <w:rPr>
          <w:rtl/>
        </w:rPr>
        <w:t>علي بن ابراهيم عن ابيه عن بعض اصحابه عن عبد الله</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الخلفة</w:t>
      </w:r>
      <w:r w:rsidR="00CC15EB">
        <w:rPr>
          <w:rtl/>
        </w:rPr>
        <w:t>:</w:t>
      </w:r>
      <w:r>
        <w:rPr>
          <w:rtl/>
        </w:rPr>
        <w:t xml:space="preserve"> </w:t>
      </w:r>
      <w:r w:rsidRPr="00D95A45">
        <w:rPr>
          <w:rtl/>
        </w:rPr>
        <w:t>بفتح الخاء وكسر اللام الحامل من النوق وجمعها مخاض من غير لفظها.</w:t>
      </w:r>
    </w:p>
    <w:p w:rsidR="00CC15EB" w:rsidRDefault="00CC15EB" w:rsidP="00AC7755">
      <w:pPr>
        <w:pStyle w:val="libFootnote0"/>
        <w:rPr>
          <w:rtl/>
        </w:rPr>
      </w:pPr>
      <w:r>
        <w:rPr>
          <w:rtl/>
        </w:rPr>
        <w:t>-</w:t>
      </w:r>
      <w:r w:rsidR="00D45E0E" w:rsidRPr="007277FF">
        <w:rPr>
          <w:rtl/>
        </w:rPr>
        <w:t xml:space="preserve"> 633</w:t>
      </w:r>
      <w:r>
        <w:rPr>
          <w:rtl/>
        </w:rPr>
        <w:t xml:space="preserve"> - </w:t>
      </w:r>
      <w:r w:rsidR="00D45E0E" w:rsidRPr="007277FF">
        <w:rPr>
          <w:rtl/>
        </w:rPr>
        <w:t>634</w:t>
      </w:r>
      <w:r>
        <w:rPr>
          <w:rtl/>
        </w:rPr>
        <w:t xml:space="preserve"> - </w:t>
      </w:r>
      <w:r w:rsidR="00D45E0E" w:rsidRPr="007277FF">
        <w:rPr>
          <w:rtl/>
        </w:rPr>
        <w:t>الاستبصار ج 4 ص 258</w:t>
      </w:r>
      <w:r>
        <w:rPr>
          <w:rtl/>
        </w:rPr>
        <w:t xml:space="preserve"> - </w:t>
      </w:r>
      <w:r w:rsidR="00D45E0E" w:rsidRPr="007277FF">
        <w:rPr>
          <w:rtl/>
        </w:rPr>
        <w:t>الكافي ج 2 ص 318</w:t>
      </w:r>
    </w:p>
    <w:p w:rsidR="00AC7755" w:rsidRDefault="00CC15EB" w:rsidP="00AC7755">
      <w:pPr>
        <w:pStyle w:val="libFootnote0"/>
        <w:rPr>
          <w:rtl/>
        </w:rPr>
      </w:pPr>
      <w:r>
        <w:rPr>
          <w:rtl/>
        </w:rPr>
        <w:t>-</w:t>
      </w:r>
      <w:r w:rsidR="00D45E0E" w:rsidRPr="00DA0376">
        <w:rPr>
          <w:rtl/>
        </w:rPr>
        <w:t xml:space="preserve"> 635</w:t>
      </w:r>
      <w:r>
        <w:rPr>
          <w:rtl/>
        </w:rPr>
        <w:t xml:space="preserve"> - </w:t>
      </w:r>
      <w:r w:rsidR="00D45E0E" w:rsidRPr="00DA0376">
        <w:rPr>
          <w:rtl/>
        </w:rPr>
        <w:t>الاستبصار ج 4 ص 259 الكافي ج 2 ص 318 الفقيه ج 4 ص 77</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ابن سنان والحسين بن سعيد عن حماد عن عبد الله ابن المغيرة والنضر بن سويد جميعا عن ابن سنان قال</w:t>
      </w:r>
      <w:r w:rsidR="00CC15EB">
        <w:rPr>
          <w:rtl/>
        </w:rPr>
        <w:t>:</w:t>
      </w:r>
      <w:r>
        <w:rPr>
          <w:rtl/>
        </w:rPr>
        <w:t xml:space="preserve"> </w:t>
      </w:r>
      <w:r w:rsidRPr="00DA0376">
        <w:rPr>
          <w:rtl/>
        </w:rPr>
        <w:t xml:space="preserve">سمع ابا عبد الله </w:t>
      </w:r>
      <w:r w:rsidR="00AC7755" w:rsidRPr="00AC7755">
        <w:rPr>
          <w:rStyle w:val="libAlaemChar"/>
          <w:rtl/>
        </w:rPr>
        <w:t>عليه‌السلام</w:t>
      </w:r>
      <w:r w:rsidRPr="00DA0376">
        <w:rPr>
          <w:rtl/>
        </w:rPr>
        <w:t xml:space="preserve"> يقول قال امير المؤمنين </w:t>
      </w:r>
      <w:r w:rsidR="00AC7755" w:rsidRPr="00AC7755">
        <w:rPr>
          <w:rStyle w:val="libAlaemChar"/>
          <w:rtl/>
        </w:rPr>
        <w:t>عليه‌السلام</w:t>
      </w:r>
      <w:r w:rsidRPr="00DA0376">
        <w:rPr>
          <w:rtl/>
        </w:rPr>
        <w:t xml:space="preserve"> في الخطأ شبه العمد</w:t>
      </w:r>
      <w:r w:rsidR="00CC15EB">
        <w:rPr>
          <w:rtl/>
        </w:rPr>
        <w:t>:</w:t>
      </w:r>
      <w:r>
        <w:rPr>
          <w:rtl/>
        </w:rPr>
        <w:t xml:space="preserve"> </w:t>
      </w:r>
      <w:r w:rsidRPr="00DA0376">
        <w:rPr>
          <w:rtl/>
        </w:rPr>
        <w:t>أن يقتل بالسوط أو بالعصا أو بالحجر ان دية ذلك تغلظ وهي مائة من الابل منها اربعون خلفة بين ثنية الى بازل عامها وثلاثون حقة وثلاثون بنت لبون</w:t>
      </w:r>
      <w:r w:rsidR="00CC15EB">
        <w:rPr>
          <w:rtl/>
        </w:rPr>
        <w:t>،</w:t>
      </w:r>
      <w:r>
        <w:rPr>
          <w:rtl/>
        </w:rPr>
        <w:t xml:space="preserve"> </w:t>
      </w:r>
      <w:r w:rsidRPr="00DA0376">
        <w:rPr>
          <w:rtl/>
        </w:rPr>
        <w:t>والخطأ يكون فيه ثلاثون حقة وثلاثون بنت لبون وعشرون بنت مخاض وعشرون ابن لبون ذكر من الابل</w:t>
      </w:r>
      <w:r w:rsidR="00CC15EB">
        <w:rPr>
          <w:rtl/>
        </w:rPr>
        <w:t>،</w:t>
      </w:r>
      <w:r>
        <w:rPr>
          <w:rtl/>
        </w:rPr>
        <w:t xml:space="preserve"> </w:t>
      </w:r>
      <w:r w:rsidRPr="00DA0376">
        <w:rPr>
          <w:rtl/>
        </w:rPr>
        <w:t>وقيمة كل بعير مائة وعشرون درهما أو عشرة دنانير</w:t>
      </w:r>
      <w:r w:rsidR="00CC15EB">
        <w:rPr>
          <w:rtl/>
        </w:rPr>
        <w:t>،</w:t>
      </w:r>
      <w:r>
        <w:rPr>
          <w:rtl/>
        </w:rPr>
        <w:t xml:space="preserve"> </w:t>
      </w:r>
      <w:r w:rsidRPr="00DA0376">
        <w:rPr>
          <w:rtl/>
        </w:rPr>
        <w:t>ومن الغنم قيمة كل ناب من الابل عشرون شاة.</w:t>
      </w:r>
    </w:p>
    <w:p w:rsidR="00AC7755" w:rsidRDefault="00D45E0E" w:rsidP="00AC7755">
      <w:pPr>
        <w:pStyle w:val="libNormal"/>
        <w:rPr>
          <w:rtl/>
        </w:rPr>
      </w:pPr>
      <w:r w:rsidRPr="00D95A45">
        <w:rPr>
          <w:rtl/>
        </w:rPr>
        <w:t>(636) 15</w:t>
      </w:r>
      <w:r w:rsidR="00CC15EB">
        <w:rPr>
          <w:rtl/>
        </w:rPr>
        <w:t xml:space="preserve"> - </w:t>
      </w:r>
      <w:r w:rsidRPr="00D95A45">
        <w:rPr>
          <w:rtl/>
        </w:rPr>
        <w:t>الحسين بن سعيد عن معاوية بن وهب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دية العمد فقال</w:t>
      </w:r>
      <w:r w:rsidR="00CC15EB">
        <w:rPr>
          <w:rtl/>
        </w:rPr>
        <w:t>:</w:t>
      </w:r>
      <w:r>
        <w:rPr>
          <w:rtl/>
        </w:rPr>
        <w:t xml:space="preserve"> </w:t>
      </w:r>
      <w:r w:rsidRPr="00D95A45">
        <w:rPr>
          <w:rtl/>
        </w:rPr>
        <w:t>مائة من فحولة الابل المسان</w:t>
      </w:r>
      <w:r w:rsidR="00CC15EB">
        <w:rPr>
          <w:rtl/>
        </w:rPr>
        <w:t>،</w:t>
      </w:r>
      <w:r>
        <w:rPr>
          <w:rtl/>
        </w:rPr>
        <w:t xml:space="preserve"> </w:t>
      </w:r>
      <w:r w:rsidRPr="00D95A45">
        <w:rPr>
          <w:rtl/>
        </w:rPr>
        <w:t>فان لم يكن ابل فمكان كل جمل عشرون من فحولة الغنم</w:t>
      </w:r>
      <w:r w:rsidR="00CC15EB">
        <w:rPr>
          <w:rtl/>
        </w:rPr>
        <w:t>،</w:t>
      </w:r>
      <w:r>
        <w:rPr>
          <w:rtl/>
        </w:rPr>
        <w:t xml:space="preserve"> </w:t>
      </w:r>
    </w:p>
    <w:p w:rsidR="00AC7755" w:rsidRDefault="00D45E0E" w:rsidP="00AC7755">
      <w:pPr>
        <w:pStyle w:val="libNormal"/>
        <w:rPr>
          <w:rtl/>
        </w:rPr>
      </w:pPr>
      <w:r w:rsidRPr="00D95A45">
        <w:rPr>
          <w:rtl/>
        </w:rPr>
        <w:t>(637) 16</w:t>
      </w:r>
      <w:r w:rsidR="00CC15EB">
        <w:rPr>
          <w:rtl/>
        </w:rPr>
        <w:t xml:space="preserve"> - </w:t>
      </w:r>
      <w:r w:rsidRPr="00D95A45">
        <w:rPr>
          <w:rtl/>
        </w:rPr>
        <w:t>عنه عن ابن ابى عمير عن جميل بن دراج قال</w:t>
      </w:r>
      <w:r w:rsidR="00CC15EB">
        <w:rPr>
          <w:rtl/>
        </w:rPr>
        <w:t>:</w:t>
      </w:r>
      <w:r>
        <w:rPr>
          <w:rtl/>
        </w:rPr>
        <w:t xml:space="preserve"> </w:t>
      </w:r>
      <w:r w:rsidRPr="00D95A45">
        <w:rPr>
          <w:rtl/>
        </w:rPr>
        <w:t>الدية الف دينار أو عشرة آلاف درهم</w:t>
      </w:r>
      <w:r w:rsidR="00CC15EB">
        <w:rPr>
          <w:rtl/>
        </w:rPr>
        <w:t>،</w:t>
      </w:r>
      <w:r>
        <w:rPr>
          <w:rtl/>
        </w:rPr>
        <w:t xml:space="preserve"> </w:t>
      </w:r>
      <w:r w:rsidRPr="00D95A45">
        <w:rPr>
          <w:rtl/>
        </w:rPr>
        <w:t>ويؤخذ من اصحاب الحلل الحلل</w:t>
      </w:r>
      <w:r w:rsidR="00CC15EB">
        <w:rPr>
          <w:rtl/>
        </w:rPr>
        <w:t>،</w:t>
      </w:r>
      <w:r>
        <w:rPr>
          <w:rtl/>
        </w:rPr>
        <w:t xml:space="preserve"> </w:t>
      </w:r>
      <w:r w:rsidRPr="00D95A45">
        <w:rPr>
          <w:rtl/>
        </w:rPr>
        <w:t>ومن اصحاب الابل الابل</w:t>
      </w:r>
      <w:r w:rsidR="00CC15EB">
        <w:rPr>
          <w:rtl/>
        </w:rPr>
        <w:t>،</w:t>
      </w:r>
      <w:r>
        <w:rPr>
          <w:rtl/>
        </w:rPr>
        <w:t xml:space="preserve"> </w:t>
      </w:r>
      <w:r w:rsidRPr="00D95A45">
        <w:rPr>
          <w:rtl/>
        </w:rPr>
        <w:t>ومن اصحاب الغنم الغنم</w:t>
      </w:r>
      <w:r w:rsidR="00CC15EB">
        <w:rPr>
          <w:rtl/>
        </w:rPr>
        <w:t>،</w:t>
      </w:r>
      <w:r>
        <w:rPr>
          <w:rtl/>
        </w:rPr>
        <w:t xml:space="preserve"> </w:t>
      </w:r>
      <w:r w:rsidRPr="00D95A45">
        <w:rPr>
          <w:rtl/>
        </w:rPr>
        <w:t>ومن اصحاب البقر البقر.</w:t>
      </w:r>
    </w:p>
    <w:p w:rsidR="00AC7755" w:rsidRDefault="00D45E0E" w:rsidP="00AC7755">
      <w:pPr>
        <w:pStyle w:val="libNormal"/>
        <w:rPr>
          <w:rtl/>
        </w:rPr>
      </w:pPr>
      <w:r w:rsidRPr="00D95A45">
        <w:rPr>
          <w:rtl/>
        </w:rPr>
        <w:t>(638) 17</w:t>
      </w:r>
      <w:r w:rsidR="00CC15EB">
        <w:rPr>
          <w:rtl/>
        </w:rPr>
        <w:t xml:space="preserve"> - </w:t>
      </w:r>
      <w:r w:rsidRPr="00D95A45">
        <w:rPr>
          <w:rtl/>
        </w:rPr>
        <w:t>عنه عن ابن ابي عمير عن حماد عن الحلبي وعن عبد الله ابن المغيرة والنضر بن سويد جميعا عن عبد الله بن سنان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من قتل مؤمنا متعمدا قيد منه الا ان يرضى اولياء المقتول ان يقبلوا الدية فان رضوا بالدية واحب ذلك القاتل فالدية اثنا عشر الفا أو الف دينار أو مائة من الابل</w:t>
      </w:r>
      <w:r w:rsidR="00CC15EB">
        <w:rPr>
          <w:rtl/>
        </w:rPr>
        <w:t>،</w:t>
      </w:r>
      <w:r>
        <w:rPr>
          <w:rtl/>
        </w:rPr>
        <w:t xml:space="preserve"> </w:t>
      </w:r>
      <w:r w:rsidRPr="00D95A45">
        <w:rPr>
          <w:rtl/>
        </w:rPr>
        <w:t>وان كان في ارض فيها الدنانير فالف دينار</w:t>
      </w:r>
      <w:r w:rsidR="00CC15EB">
        <w:rPr>
          <w:rtl/>
        </w:rPr>
        <w:t>،</w:t>
      </w:r>
      <w:r>
        <w:rPr>
          <w:rtl/>
        </w:rPr>
        <w:t xml:space="preserve"> </w:t>
      </w:r>
      <w:r w:rsidRPr="00D95A45">
        <w:rPr>
          <w:rtl/>
        </w:rPr>
        <w:t>وان كان في ارض فيها الابل فمائة من الابل</w:t>
      </w:r>
      <w:r w:rsidR="00CC15EB">
        <w:rPr>
          <w:rtl/>
        </w:rPr>
        <w:t>،</w:t>
      </w:r>
      <w:r>
        <w:rPr>
          <w:rtl/>
        </w:rPr>
        <w:t xml:space="preserve"> </w:t>
      </w:r>
      <w:r w:rsidRPr="00D95A45">
        <w:rPr>
          <w:rtl/>
        </w:rPr>
        <w:t>وان كان في ارض فيها الدراهم فدراهم بحساب اثني عشر الفا</w:t>
      </w:r>
    </w:p>
    <w:p w:rsidR="00AC7755" w:rsidRDefault="00D45E0E" w:rsidP="00AC7755">
      <w:pPr>
        <w:pStyle w:val="libNormal"/>
        <w:rPr>
          <w:rtl/>
        </w:rPr>
      </w:pPr>
      <w:r w:rsidRPr="00D95A45">
        <w:rPr>
          <w:rtl/>
        </w:rPr>
        <w:t>(639) 18</w:t>
      </w:r>
      <w:r w:rsidR="00CC15EB">
        <w:rPr>
          <w:rtl/>
        </w:rPr>
        <w:t xml:space="preserve"> - </w:t>
      </w:r>
      <w:r w:rsidRPr="00D95A45">
        <w:rPr>
          <w:rtl/>
        </w:rPr>
        <w:t>الحسين بن سعيد عن حماد والنضر بن سويد عن القاسم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636</w:t>
      </w:r>
      <w:r>
        <w:rPr>
          <w:rtl/>
        </w:rPr>
        <w:t xml:space="preserve"> - </w:t>
      </w:r>
      <w:r w:rsidR="00D45E0E" w:rsidRPr="00D95A45">
        <w:rPr>
          <w:rtl/>
        </w:rPr>
        <w:t>الاستبصار ج 4 ص 260 الفقيه ج 4 ص 77</w:t>
      </w:r>
    </w:p>
    <w:p w:rsidR="00CC15EB" w:rsidRDefault="00CC15EB" w:rsidP="00AC7755">
      <w:pPr>
        <w:pStyle w:val="libFootnote0"/>
        <w:rPr>
          <w:rtl/>
        </w:rPr>
      </w:pPr>
      <w:r>
        <w:rPr>
          <w:rtl/>
        </w:rPr>
        <w:t>-</w:t>
      </w:r>
      <w:r w:rsidR="00D45E0E" w:rsidRPr="007277FF">
        <w:rPr>
          <w:rtl/>
        </w:rPr>
        <w:t xml:space="preserve"> 637</w:t>
      </w:r>
      <w:r>
        <w:rPr>
          <w:rtl/>
        </w:rPr>
        <w:t xml:space="preserve"> - </w:t>
      </w:r>
      <w:r w:rsidR="00D45E0E" w:rsidRPr="007277FF">
        <w:rPr>
          <w:rtl/>
        </w:rPr>
        <w:t>الكافي ج 2 ص 318</w:t>
      </w:r>
    </w:p>
    <w:p w:rsidR="00AC7755" w:rsidRDefault="00CC15EB" w:rsidP="00AC7755">
      <w:pPr>
        <w:pStyle w:val="libFootnote0"/>
        <w:rPr>
          <w:rtl/>
        </w:rPr>
      </w:pPr>
      <w:r>
        <w:rPr>
          <w:rtl/>
        </w:rPr>
        <w:t>-</w:t>
      </w:r>
      <w:r w:rsidR="00D45E0E" w:rsidRPr="00DA0376">
        <w:rPr>
          <w:rtl/>
        </w:rPr>
        <w:t xml:space="preserve"> 638</w:t>
      </w:r>
      <w:r>
        <w:rPr>
          <w:rtl/>
        </w:rPr>
        <w:t xml:space="preserve"> - </w:t>
      </w:r>
      <w:r w:rsidR="00D45E0E" w:rsidRPr="00DA0376">
        <w:rPr>
          <w:rtl/>
        </w:rPr>
        <w:t>639</w:t>
      </w:r>
      <w:r>
        <w:rPr>
          <w:rtl/>
        </w:rPr>
        <w:t xml:space="preserve"> - </w:t>
      </w:r>
      <w:r w:rsidR="00D45E0E" w:rsidRPr="00DA0376">
        <w:rPr>
          <w:rtl/>
        </w:rPr>
        <w:t>الاستبصار ج 4 ص 261</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ابن سليمان عن عبيد بن زرارة عن ابي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الدية الف دينار أو إثنا عشر الف درهم أو مائة من الابل</w:t>
      </w:r>
      <w:r w:rsidR="00CC15EB">
        <w:rPr>
          <w:rtl/>
        </w:rPr>
        <w:t>،</w:t>
      </w:r>
      <w:r>
        <w:rPr>
          <w:rtl/>
        </w:rPr>
        <w:t xml:space="preserve"> </w:t>
      </w:r>
      <w:r w:rsidRPr="00DA0376">
        <w:rPr>
          <w:rtl/>
        </w:rPr>
        <w:t>وقال</w:t>
      </w:r>
      <w:r w:rsidR="00CC15EB">
        <w:rPr>
          <w:rtl/>
        </w:rPr>
        <w:t>:</w:t>
      </w:r>
      <w:r>
        <w:rPr>
          <w:rtl/>
        </w:rPr>
        <w:t xml:space="preserve"> </w:t>
      </w:r>
      <w:r w:rsidRPr="00DA0376">
        <w:rPr>
          <w:rtl/>
        </w:rPr>
        <w:t>إذا ضربت الرجل بحديدة فذلك العمد.</w:t>
      </w:r>
    </w:p>
    <w:p w:rsidR="00AC7755" w:rsidRDefault="00D45E0E" w:rsidP="00AC7755">
      <w:pPr>
        <w:pStyle w:val="libNormal"/>
        <w:rPr>
          <w:rtl/>
        </w:rPr>
      </w:pPr>
      <w:r w:rsidRPr="00D95A45">
        <w:rPr>
          <w:rtl/>
        </w:rPr>
        <w:t>(640) 19</w:t>
      </w:r>
      <w:r w:rsidR="00CC15EB">
        <w:rPr>
          <w:rtl/>
        </w:rPr>
        <w:t xml:space="preserve"> - </w:t>
      </w:r>
      <w:r w:rsidRPr="00D95A45">
        <w:rPr>
          <w:rtl/>
        </w:rPr>
        <w:t>عنه عن الحسن بن محبوب عن عبد الرحمان بن الحجاج قال</w:t>
      </w:r>
      <w:r w:rsidR="00CC15EB">
        <w:rPr>
          <w:rtl/>
        </w:rPr>
        <w:t>:</w:t>
      </w:r>
      <w:r>
        <w:rPr>
          <w:rtl/>
        </w:rPr>
        <w:t xml:space="preserve"> </w:t>
      </w:r>
      <w:r w:rsidRPr="00D95A45">
        <w:rPr>
          <w:rtl/>
        </w:rPr>
        <w:t>سمع ابن ابى ليلى يقول</w:t>
      </w:r>
      <w:r w:rsidR="00CC15EB">
        <w:rPr>
          <w:rtl/>
        </w:rPr>
        <w:t>:</w:t>
      </w:r>
      <w:r>
        <w:rPr>
          <w:rtl/>
        </w:rPr>
        <w:t xml:space="preserve"> </w:t>
      </w:r>
      <w:r w:rsidRPr="00D95A45">
        <w:rPr>
          <w:rtl/>
        </w:rPr>
        <w:t xml:space="preserve">كانت الدية في الجاهلية مائة من الابل فأقرها رسول الله </w:t>
      </w:r>
      <w:r w:rsidR="00AC7755" w:rsidRPr="00AC7755">
        <w:rPr>
          <w:rStyle w:val="libAlaemChar"/>
          <w:rtl/>
        </w:rPr>
        <w:t>صلى‌الله‌عليه‌وآله‌وسلم</w:t>
      </w:r>
      <w:r w:rsidR="00CC15EB">
        <w:rPr>
          <w:rtl/>
        </w:rPr>
        <w:t>،</w:t>
      </w:r>
      <w:r>
        <w:rPr>
          <w:rtl/>
        </w:rPr>
        <w:t xml:space="preserve"> </w:t>
      </w:r>
      <w:r w:rsidRPr="00D95A45">
        <w:rPr>
          <w:rtl/>
        </w:rPr>
        <w:t>ثم انه فرض على اهل البقر مائتي بقرة</w:t>
      </w:r>
      <w:r w:rsidR="00CC15EB">
        <w:rPr>
          <w:rtl/>
        </w:rPr>
        <w:t>،</w:t>
      </w:r>
      <w:r>
        <w:rPr>
          <w:rtl/>
        </w:rPr>
        <w:t xml:space="preserve"> </w:t>
      </w:r>
      <w:r w:rsidRPr="00D95A45">
        <w:rPr>
          <w:rtl/>
        </w:rPr>
        <w:t>وفرض على اهل الشاه الف شاة</w:t>
      </w:r>
      <w:r w:rsidR="00CC15EB">
        <w:rPr>
          <w:rtl/>
        </w:rPr>
        <w:t>،</w:t>
      </w:r>
      <w:r>
        <w:rPr>
          <w:rtl/>
        </w:rPr>
        <w:t xml:space="preserve"> </w:t>
      </w:r>
      <w:r w:rsidRPr="00D95A45">
        <w:rPr>
          <w:rtl/>
        </w:rPr>
        <w:t>وعلى اهل اليمن الحلل مائة حلة</w:t>
      </w:r>
      <w:r w:rsidR="00CC15EB">
        <w:rPr>
          <w:rtl/>
        </w:rPr>
        <w:t>،</w:t>
      </w:r>
      <w:r>
        <w:rPr>
          <w:rtl/>
        </w:rPr>
        <w:t xml:space="preserve"> </w:t>
      </w:r>
      <w:r w:rsidRPr="00D95A45">
        <w:rPr>
          <w:rtl/>
        </w:rPr>
        <w:t>قال عبد الرحمن</w:t>
      </w:r>
      <w:r w:rsidR="00CC15EB">
        <w:rPr>
          <w:rtl/>
        </w:rPr>
        <w:t>:</w:t>
      </w:r>
      <w:r>
        <w:rPr>
          <w:rtl/>
        </w:rPr>
        <w:t xml:space="preserve"> </w:t>
      </w:r>
      <w:r w:rsidRPr="00D95A45">
        <w:rPr>
          <w:rtl/>
        </w:rPr>
        <w:t xml:space="preserve">فسألت ابا عبد الله </w:t>
      </w:r>
      <w:r w:rsidR="00AC7755" w:rsidRPr="00AC7755">
        <w:rPr>
          <w:rStyle w:val="libAlaemChar"/>
          <w:rtl/>
        </w:rPr>
        <w:t>عليه‌السلام</w:t>
      </w:r>
      <w:r w:rsidRPr="00D95A45">
        <w:rPr>
          <w:rtl/>
        </w:rPr>
        <w:t xml:space="preserve"> عما روي عن ابن ابى ليلى فقال</w:t>
      </w:r>
      <w:r w:rsidR="00CC15EB">
        <w:rPr>
          <w:rtl/>
        </w:rPr>
        <w:t>:</w:t>
      </w:r>
      <w:r>
        <w:rPr>
          <w:rtl/>
        </w:rPr>
        <w:t xml:space="preserve"> </w:t>
      </w:r>
      <w:r w:rsidRPr="00D95A45">
        <w:rPr>
          <w:rtl/>
        </w:rPr>
        <w:t xml:space="preserve">كان علي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الدية الف دينار وقيمة الدنانير عشرة آلاف درهم وعلى اهل الذهب الف دينار وعلى اهل الورق عشرة آلاف درهم لاهل الامصار</w:t>
      </w:r>
      <w:r w:rsidR="00CC15EB">
        <w:rPr>
          <w:rtl/>
        </w:rPr>
        <w:t>،</w:t>
      </w:r>
      <w:r>
        <w:rPr>
          <w:rtl/>
        </w:rPr>
        <w:t xml:space="preserve"> </w:t>
      </w:r>
      <w:r w:rsidRPr="00D95A45">
        <w:rPr>
          <w:rtl/>
        </w:rPr>
        <w:t>ولاهل البوادي الدية مائة من الابل ولاهل السواد مائتا بقرة أو الف شاة</w:t>
      </w:r>
    </w:p>
    <w:p w:rsidR="00AC7755" w:rsidRDefault="00D45E0E" w:rsidP="00AC7755">
      <w:pPr>
        <w:pStyle w:val="libNormal"/>
        <w:rPr>
          <w:rtl/>
        </w:rPr>
      </w:pPr>
      <w:r w:rsidRPr="00D95A45">
        <w:rPr>
          <w:rtl/>
        </w:rPr>
        <w:t>(641) 20</w:t>
      </w:r>
      <w:r w:rsidR="00CC15EB">
        <w:rPr>
          <w:rtl/>
        </w:rPr>
        <w:t xml:space="preserve"> - </w:t>
      </w:r>
      <w:r w:rsidRPr="00D95A45">
        <w:rPr>
          <w:rtl/>
        </w:rPr>
        <w:t xml:space="preserve">علي بن ابراهيم عن محمد بن عيسى عن يونس عن بعض اصحابنا عن ابى عبد الله </w:t>
      </w:r>
      <w:r w:rsidR="00AC7755" w:rsidRPr="00AC7755">
        <w:rPr>
          <w:rStyle w:val="libAlaemChar"/>
          <w:rtl/>
        </w:rPr>
        <w:t>عليه‌السلام</w:t>
      </w:r>
      <w:r w:rsidRPr="00D95A45">
        <w:rPr>
          <w:rtl/>
        </w:rPr>
        <w:t xml:space="preserve"> انه قال</w:t>
      </w:r>
      <w:r w:rsidR="00CC15EB">
        <w:rPr>
          <w:rtl/>
        </w:rPr>
        <w:t>:</w:t>
      </w:r>
      <w:r>
        <w:rPr>
          <w:rtl/>
        </w:rPr>
        <w:t xml:space="preserve"> </w:t>
      </w:r>
      <w:r w:rsidRPr="00D95A45">
        <w:rPr>
          <w:rtl/>
        </w:rPr>
        <w:t>من قتل مؤمنا متعمدا فانه يقاد به الا ان يرضى اولياء المقتول ان يقبلوا الدية أو يتراضوا باكثر من الدية أو اقل من الدية</w:t>
      </w:r>
      <w:r w:rsidR="00CC15EB">
        <w:rPr>
          <w:rtl/>
        </w:rPr>
        <w:t>،</w:t>
      </w:r>
      <w:r>
        <w:rPr>
          <w:rtl/>
        </w:rPr>
        <w:t xml:space="preserve"> </w:t>
      </w:r>
      <w:r w:rsidRPr="00D95A45">
        <w:rPr>
          <w:rtl/>
        </w:rPr>
        <w:t>فان فعلوا ذلك بينهم جاز</w:t>
      </w:r>
      <w:r w:rsidR="00CC15EB">
        <w:rPr>
          <w:rtl/>
        </w:rPr>
        <w:t>،</w:t>
      </w:r>
      <w:r>
        <w:rPr>
          <w:rtl/>
        </w:rPr>
        <w:t xml:space="preserve"> </w:t>
      </w:r>
      <w:r w:rsidRPr="00D95A45">
        <w:rPr>
          <w:rtl/>
        </w:rPr>
        <w:t>وان لم يتراضوا قيد وقال</w:t>
      </w:r>
      <w:r w:rsidR="00CC15EB">
        <w:rPr>
          <w:rtl/>
        </w:rPr>
        <w:t>:</w:t>
      </w:r>
      <w:r>
        <w:rPr>
          <w:rtl/>
        </w:rPr>
        <w:t xml:space="preserve"> </w:t>
      </w:r>
      <w:r w:rsidRPr="00D95A45">
        <w:rPr>
          <w:rtl/>
        </w:rPr>
        <w:t>الدية عشرة آلاف درهم أو الف دينار أو مائة من الابل.</w:t>
      </w:r>
    </w:p>
    <w:p w:rsidR="00AC7755" w:rsidRDefault="00D45E0E" w:rsidP="00AC7755">
      <w:pPr>
        <w:pStyle w:val="libNormal"/>
        <w:rPr>
          <w:rtl/>
        </w:rPr>
      </w:pPr>
      <w:r w:rsidRPr="00D95A45">
        <w:rPr>
          <w:rtl/>
        </w:rPr>
        <w:t>(642) 21</w:t>
      </w:r>
      <w:r w:rsidR="00CC15EB">
        <w:rPr>
          <w:rtl/>
        </w:rPr>
        <w:t xml:space="preserve"> - </w:t>
      </w:r>
      <w:r w:rsidRPr="00D95A45">
        <w:rPr>
          <w:rtl/>
        </w:rPr>
        <w:t>عثمان بن عيسى عن سماعة عن ابى بصير قال</w:t>
      </w:r>
      <w:r w:rsidR="00CC15EB">
        <w:rPr>
          <w:rtl/>
        </w:rPr>
        <w:t>:</w:t>
      </w:r>
      <w:r>
        <w:rPr>
          <w:rtl/>
        </w:rPr>
        <w:t xml:space="preserve"> </w:t>
      </w:r>
      <w:r w:rsidRPr="00D95A45">
        <w:rPr>
          <w:rtl/>
        </w:rPr>
        <w:t>سألته عن دية العمد الذي يقتل الرجل عمدا قال</w:t>
      </w:r>
      <w:r w:rsidR="00CC15EB">
        <w:rPr>
          <w:rtl/>
        </w:rPr>
        <w:t>:</w:t>
      </w:r>
      <w:r>
        <w:rPr>
          <w:rtl/>
        </w:rPr>
        <w:t xml:space="preserve"> </w:t>
      </w:r>
      <w:r w:rsidRPr="00D95A45">
        <w:rPr>
          <w:rtl/>
        </w:rPr>
        <w:t>فقال</w:t>
      </w:r>
      <w:r w:rsidR="00CC15EB">
        <w:rPr>
          <w:rtl/>
        </w:rPr>
        <w:t>:</w:t>
      </w:r>
      <w:r>
        <w:rPr>
          <w:rtl/>
        </w:rPr>
        <w:t xml:space="preserve"> </w:t>
      </w:r>
      <w:r w:rsidRPr="00D95A45">
        <w:rPr>
          <w:rtl/>
        </w:rPr>
        <w:t xml:space="preserve">مائة من فحولة الابل المسان فان لم يكن ابل فمكان كل جمل عشرون من فحولة الغنم. </w:t>
      </w:r>
    </w:p>
    <w:p w:rsidR="00AC7755" w:rsidRDefault="00D45E0E" w:rsidP="00AC7755">
      <w:pPr>
        <w:pStyle w:val="libNormal"/>
        <w:rPr>
          <w:rtl/>
        </w:rPr>
      </w:pPr>
      <w:r w:rsidRPr="00D95A45">
        <w:rPr>
          <w:rtl/>
        </w:rPr>
        <w:t>(643) 22</w:t>
      </w:r>
      <w:r w:rsidR="00CC15EB">
        <w:rPr>
          <w:rtl/>
        </w:rPr>
        <w:t xml:space="preserve"> - </w:t>
      </w:r>
      <w:r w:rsidRPr="00D95A45">
        <w:rPr>
          <w:rtl/>
        </w:rPr>
        <w:t>علي بن الحكم عن ابان بن عثمان عن ابي العباس</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640</w:t>
      </w:r>
      <w:r>
        <w:rPr>
          <w:rtl/>
        </w:rPr>
        <w:t xml:space="preserve"> - </w:t>
      </w:r>
      <w:r w:rsidR="00D45E0E" w:rsidRPr="00D95A45">
        <w:rPr>
          <w:rtl/>
        </w:rPr>
        <w:t>الاستبصار ج 4 ص 259 الكافي ج 2 ص 317 الفقيه ج 4 ص 78</w:t>
      </w:r>
    </w:p>
    <w:p w:rsidR="00CC15EB" w:rsidRDefault="00CC15EB" w:rsidP="00AC7755">
      <w:pPr>
        <w:pStyle w:val="libFootnote0"/>
        <w:rPr>
          <w:rtl/>
        </w:rPr>
      </w:pPr>
      <w:r>
        <w:rPr>
          <w:rtl/>
        </w:rPr>
        <w:t>-</w:t>
      </w:r>
      <w:r w:rsidR="00D45E0E" w:rsidRPr="007277FF">
        <w:rPr>
          <w:rtl/>
        </w:rPr>
        <w:t xml:space="preserve"> 641</w:t>
      </w:r>
      <w:r>
        <w:rPr>
          <w:rtl/>
        </w:rPr>
        <w:t xml:space="preserve"> - </w:t>
      </w:r>
      <w:r w:rsidR="00D45E0E" w:rsidRPr="007277FF">
        <w:rPr>
          <w:rtl/>
        </w:rPr>
        <w:t>الاستبصار ج 4 ص 260 الكافي ج 2 ص 318</w:t>
      </w:r>
    </w:p>
    <w:p w:rsidR="00AC7755" w:rsidRDefault="00CC15EB" w:rsidP="00AC7755">
      <w:pPr>
        <w:pStyle w:val="libFootnote0"/>
        <w:rPr>
          <w:rtl/>
        </w:rPr>
      </w:pPr>
      <w:r>
        <w:rPr>
          <w:rtl/>
        </w:rPr>
        <w:t>-</w:t>
      </w:r>
      <w:r w:rsidR="00D45E0E" w:rsidRPr="00DA0376">
        <w:rPr>
          <w:rtl/>
        </w:rPr>
        <w:t xml:space="preserve"> 642</w:t>
      </w:r>
      <w:r>
        <w:rPr>
          <w:rtl/>
        </w:rPr>
        <w:t xml:space="preserve"> - </w:t>
      </w:r>
      <w:r w:rsidR="00D45E0E" w:rsidRPr="00DA0376">
        <w:rPr>
          <w:rtl/>
        </w:rPr>
        <w:t>الاستبصار ج 4 ص 260 الفقيه ج 4 ص 77 بسند آخر فيهما وقد سبق برقم 15 من الباب</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وزرارة عن ابي عبد الله </w:t>
      </w:r>
      <w:r w:rsidR="00AC7755" w:rsidRPr="00AC7755">
        <w:rPr>
          <w:rStyle w:val="libAlaemChar"/>
          <w:rtl/>
        </w:rPr>
        <w:t>عليه‌السلام</w:t>
      </w:r>
      <w:r w:rsidRPr="00DA0376">
        <w:rPr>
          <w:rtl/>
        </w:rPr>
        <w:t xml:space="preserve"> قال. ان العمد أن يتعمده فيقتله بما يقتل مثله والخطأ أن يتعمد ولا يريد قتله يقتله بما لا يقتل مثله</w:t>
      </w:r>
      <w:r w:rsidR="00CC15EB">
        <w:rPr>
          <w:rtl/>
        </w:rPr>
        <w:t>،</w:t>
      </w:r>
      <w:r>
        <w:rPr>
          <w:rtl/>
        </w:rPr>
        <w:t xml:space="preserve"> </w:t>
      </w:r>
      <w:r w:rsidRPr="00DA0376">
        <w:rPr>
          <w:rtl/>
        </w:rPr>
        <w:t>والخطأ الذي لا شك فيه ان يتعمد شيئا آخر فيصيبه</w:t>
      </w:r>
      <w:r w:rsidR="00CC15EB">
        <w:rPr>
          <w:rtl/>
        </w:rPr>
        <w:t>،</w:t>
      </w:r>
      <w:r>
        <w:rPr>
          <w:rtl/>
        </w:rPr>
        <w:t xml:space="preserve"> </w:t>
      </w:r>
    </w:p>
    <w:p w:rsidR="00AC7755" w:rsidRDefault="00D45E0E" w:rsidP="00AC7755">
      <w:pPr>
        <w:pStyle w:val="libNormal"/>
        <w:rPr>
          <w:rtl/>
        </w:rPr>
      </w:pPr>
      <w:r w:rsidRPr="00DA0376">
        <w:rPr>
          <w:rtl/>
        </w:rPr>
        <w:t xml:space="preserve"> قال محمد بن الحسن </w:t>
      </w:r>
      <w:r w:rsidR="00AC7755" w:rsidRPr="00AC7755">
        <w:rPr>
          <w:rStyle w:val="libAlaemChar"/>
          <w:rtl/>
        </w:rPr>
        <w:t>رضي‌الله‌عنه</w:t>
      </w:r>
      <w:r w:rsidR="00CC15EB">
        <w:rPr>
          <w:rtl/>
        </w:rPr>
        <w:t>:</w:t>
      </w:r>
      <w:r>
        <w:rPr>
          <w:rtl/>
        </w:rPr>
        <w:t xml:space="preserve"> </w:t>
      </w:r>
      <w:r w:rsidRPr="00DA0376">
        <w:rPr>
          <w:rtl/>
        </w:rPr>
        <w:t xml:space="preserve">الذي نعتمده في الدية انه يلزم القاتل مائة من الابل أو مائتان من البقر أو الف من الشاة أو الف دينار أو عشرة آلاف درهم وعلى هذا دل اكثر الروايات التى قدمناها. </w:t>
      </w:r>
    </w:p>
    <w:p w:rsidR="00AC7755" w:rsidRDefault="00D45E0E" w:rsidP="00AC7755">
      <w:pPr>
        <w:pStyle w:val="libNormal"/>
        <w:rPr>
          <w:rtl/>
        </w:rPr>
      </w:pPr>
      <w:r w:rsidRPr="00DA0376">
        <w:rPr>
          <w:rtl/>
        </w:rPr>
        <w:t>فاما ما روي من أن صاحب الابل إذا لم يكن معه ابل اعطى عن كل ابل عشرين من فحولة الغنم فتصير ألفين من الغنم فيحتمل شيئين احدهما. ان الابل انما تلزم اهل البوادي فمن امتنع من إعطاء الابل الزمهم الوالي قيمة كل ابل عشرين من فحولة الغنم لان الامتناع من جهتهم</w:t>
      </w:r>
      <w:r w:rsidR="00CC15EB">
        <w:rPr>
          <w:rtl/>
        </w:rPr>
        <w:t>،</w:t>
      </w:r>
      <w:r>
        <w:rPr>
          <w:rtl/>
        </w:rPr>
        <w:t xml:space="preserve"> </w:t>
      </w:r>
      <w:r w:rsidRPr="00DA0376">
        <w:rPr>
          <w:rtl/>
        </w:rPr>
        <w:t>فاما إذا لم يكن معهم ابل أو كان معهم غنم وخيروا فيه فليس عليهم اكثر من الف شاة والذى يكشف عما ذكرناه ما رواه</w:t>
      </w:r>
      <w:r w:rsidR="00CC15EB">
        <w:rPr>
          <w:rtl/>
        </w:rPr>
        <w:t>:</w:t>
      </w:r>
      <w:r>
        <w:rPr>
          <w:rtl/>
        </w:rPr>
        <w:t xml:space="preserve"> </w:t>
      </w:r>
    </w:p>
    <w:p w:rsidR="00AC7755" w:rsidRDefault="00D45E0E" w:rsidP="00AC7755">
      <w:pPr>
        <w:pStyle w:val="libNormal"/>
        <w:rPr>
          <w:rtl/>
        </w:rPr>
      </w:pPr>
      <w:r w:rsidRPr="00D95A45">
        <w:rPr>
          <w:rtl/>
        </w:rPr>
        <w:t>(644) 23</w:t>
      </w:r>
      <w:r w:rsidR="00CC15EB">
        <w:rPr>
          <w:rtl/>
        </w:rPr>
        <w:t xml:space="preserve"> - </w:t>
      </w:r>
      <w:r w:rsidRPr="00D95A45">
        <w:rPr>
          <w:rtl/>
        </w:rPr>
        <w:t>محمد بن احمد بن يحيى عن ابراهيم عن ابى جعفر عن علي بن ابى حمزة عن ابى بصير قال</w:t>
      </w:r>
      <w:r w:rsidR="00CC15EB">
        <w:rPr>
          <w:rtl/>
        </w:rPr>
        <w:t>:</w:t>
      </w:r>
      <w:r>
        <w:rPr>
          <w:rtl/>
        </w:rPr>
        <w:t xml:space="preserve"> </w:t>
      </w:r>
      <w:r w:rsidRPr="00D95A45">
        <w:rPr>
          <w:rtl/>
        </w:rPr>
        <w:t>دية الرجل مائة من الابل</w:t>
      </w:r>
      <w:r w:rsidR="00CC15EB">
        <w:rPr>
          <w:rtl/>
        </w:rPr>
        <w:t>،</w:t>
      </w:r>
      <w:r>
        <w:rPr>
          <w:rtl/>
        </w:rPr>
        <w:t xml:space="preserve"> </w:t>
      </w:r>
      <w:r w:rsidRPr="00D95A45">
        <w:rPr>
          <w:rtl/>
        </w:rPr>
        <w:t>فان لم يكن فمن البقر بقيمة ذلك</w:t>
      </w:r>
      <w:r w:rsidR="00CC15EB">
        <w:rPr>
          <w:rtl/>
        </w:rPr>
        <w:t>،</w:t>
      </w:r>
      <w:r>
        <w:rPr>
          <w:rtl/>
        </w:rPr>
        <w:t xml:space="preserve"> </w:t>
      </w:r>
      <w:r w:rsidRPr="00D95A45">
        <w:rPr>
          <w:rtl/>
        </w:rPr>
        <w:t>وان لم يكن فالف كبش</w:t>
      </w:r>
      <w:r w:rsidR="00CC15EB">
        <w:rPr>
          <w:rtl/>
        </w:rPr>
        <w:t>،</w:t>
      </w:r>
      <w:r>
        <w:rPr>
          <w:rtl/>
        </w:rPr>
        <w:t xml:space="preserve"> </w:t>
      </w:r>
      <w:r w:rsidRPr="00D95A45">
        <w:rPr>
          <w:rtl/>
        </w:rPr>
        <w:t>هذا في العمد</w:t>
      </w:r>
      <w:r w:rsidR="00CC15EB">
        <w:rPr>
          <w:rtl/>
        </w:rPr>
        <w:t>،</w:t>
      </w:r>
      <w:r>
        <w:rPr>
          <w:rtl/>
        </w:rPr>
        <w:t xml:space="preserve"> </w:t>
      </w:r>
      <w:r w:rsidRPr="00D95A45">
        <w:rPr>
          <w:rtl/>
        </w:rPr>
        <w:t xml:space="preserve">وفي الخطأ مثل العمد الف شاة مخلطة. </w:t>
      </w:r>
    </w:p>
    <w:p w:rsidR="00AC7755" w:rsidRDefault="00D45E0E" w:rsidP="00AC7755">
      <w:pPr>
        <w:pStyle w:val="libNormal"/>
        <w:rPr>
          <w:rtl/>
        </w:rPr>
      </w:pPr>
      <w:r w:rsidRPr="00D95A45">
        <w:rPr>
          <w:rtl/>
        </w:rPr>
        <w:t>والوجه الثاني</w:t>
      </w:r>
      <w:r w:rsidR="00CC15EB">
        <w:rPr>
          <w:rtl/>
        </w:rPr>
        <w:t>:</w:t>
      </w:r>
      <w:r>
        <w:rPr>
          <w:rtl/>
        </w:rPr>
        <w:t xml:space="preserve"> </w:t>
      </w:r>
      <w:r w:rsidRPr="00D95A45">
        <w:rPr>
          <w:rtl/>
        </w:rPr>
        <w:t>ان يكون ذلك مخصوصا بالعبد إذا قتل حرا عمدا فحينئذ يلزمه ذلك</w:t>
      </w:r>
      <w:r w:rsidR="00CC15EB">
        <w:rPr>
          <w:rtl/>
        </w:rPr>
        <w:t>،</w:t>
      </w:r>
      <w:r>
        <w:rPr>
          <w:rtl/>
        </w:rPr>
        <w:t xml:space="preserve"> </w:t>
      </w:r>
      <w:r w:rsidRPr="00D95A45">
        <w:rPr>
          <w:rtl/>
        </w:rPr>
        <w:t>وقد روى ذلك</w:t>
      </w:r>
      <w:r w:rsidR="00CC15EB">
        <w:rPr>
          <w:rtl/>
        </w:rPr>
        <w:t>:</w:t>
      </w:r>
      <w:r>
        <w:rPr>
          <w:rtl/>
        </w:rPr>
        <w:t xml:space="preserve"> </w:t>
      </w:r>
    </w:p>
    <w:p w:rsidR="00AC7755" w:rsidRDefault="00D45E0E" w:rsidP="00AC7755">
      <w:pPr>
        <w:pStyle w:val="libNormal"/>
        <w:rPr>
          <w:rtl/>
        </w:rPr>
      </w:pPr>
      <w:r w:rsidRPr="00D95A45">
        <w:rPr>
          <w:rtl/>
        </w:rPr>
        <w:t>(645) 24</w:t>
      </w:r>
      <w:r w:rsidR="00CC15EB">
        <w:rPr>
          <w:rtl/>
        </w:rPr>
        <w:t xml:space="preserve"> - </w:t>
      </w:r>
      <w:r w:rsidRPr="00D95A45">
        <w:rPr>
          <w:rtl/>
        </w:rPr>
        <w:t xml:space="preserve">احمد والحسن وابو شعيب عن ابي جميلة عن زيد الشحام عن ابي عبد الله </w:t>
      </w:r>
      <w:r w:rsidR="00AC7755" w:rsidRPr="00AC7755">
        <w:rPr>
          <w:rStyle w:val="libAlaemChar"/>
          <w:rtl/>
        </w:rPr>
        <w:t>عليه‌السلام</w:t>
      </w:r>
      <w:r w:rsidRPr="00D95A45">
        <w:rPr>
          <w:rtl/>
        </w:rPr>
        <w:t xml:space="preserve"> في العبد يقتل حرا عمدا قال</w:t>
      </w:r>
      <w:r w:rsidR="00CC15EB">
        <w:rPr>
          <w:rtl/>
        </w:rPr>
        <w:t>:</w:t>
      </w:r>
      <w:r>
        <w:rPr>
          <w:rtl/>
        </w:rPr>
        <w:t xml:space="preserve"> </w:t>
      </w:r>
      <w:r w:rsidRPr="00D95A45">
        <w:rPr>
          <w:rtl/>
        </w:rPr>
        <w:t>مائة من الابل المسان</w:t>
      </w:r>
      <w:r w:rsidR="00CC15EB">
        <w:rPr>
          <w:rtl/>
        </w:rPr>
        <w:t>،</w:t>
      </w:r>
      <w:r>
        <w:rPr>
          <w:rtl/>
        </w:rPr>
        <w:t xml:space="preserve"> </w:t>
      </w:r>
      <w:r w:rsidRPr="00D95A45">
        <w:rPr>
          <w:rtl/>
        </w:rPr>
        <w:t>فان</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645</w:t>
      </w:r>
      <w:r>
        <w:rPr>
          <w:rtl/>
        </w:rPr>
        <w:t xml:space="preserve"> - </w:t>
      </w:r>
      <w:r w:rsidR="00D45E0E" w:rsidRPr="00D95A45">
        <w:rPr>
          <w:rtl/>
        </w:rPr>
        <w:t>الاستبصار ج 4 ص 260</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 xml:space="preserve">لم يكن ابل فمكان كل جمل عشرون من فحولة الغنم. </w:t>
      </w:r>
    </w:p>
    <w:p w:rsidR="00AC7755" w:rsidRDefault="00D45E0E" w:rsidP="00AC7755">
      <w:pPr>
        <w:pStyle w:val="libNormal"/>
        <w:rPr>
          <w:rtl/>
        </w:rPr>
      </w:pPr>
      <w:r w:rsidRPr="00D95A45">
        <w:rPr>
          <w:rtl/>
        </w:rPr>
        <w:t>واما الدراهم فلا يلزم اكثر من عشرة آلاف درهم وعلى ذلك جاء اكثر الروايات فاما ما رواه عبد الله بن سنان وعبيد بن زرارة للتين تضمنتا إثنا عشر ألف درهم</w:t>
      </w:r>
      <w:r w:rsidR="00CC15EB">
        <w:rPr>
          <w:rtl/>
        </w:rPr>
        <w:t>،</w:t>
      </w:r>
      <w:r>
        <w:rPr>
          <w:rtl/>
        </w:rPr>
        <w:t xml:space="preserve"> </w:t>
      </w:r>
      <w:r w:rsidRPr="00D95A45">
        <w:rPr>
          <w:rtl/>
        </w:rPr>
        <w:t>فقد ذكر الحسين بن سعيد واحمد بن محمد بن عيسى معا انه روى اصحابنا أن ذلك من وزن ستة وإذا كان ذلك كذلك فهو يرجع الى عشرة آلاف ولا تنافي بين الاخبار</w:t>
      </w:r>
      <w:r w:rsidR="00CC15EB">
        <w:rPr>
          <w:rtl/>
        </w:rPr>
        <w:t>،</w:t>
      </w:r>
      <w:r>
        <w:rPr>
          <w:rtl/>
        </w:rPr>
        <w:t xml:space="preserve"> </w:t>
      </w:r>
    </w:p>
    <w:p w:rsidR="00AC7755" w:rsidRDefault="00D45E0E" w:rsidP="00AC7755">
      <w:pPr>
        <w:pStyle w:val="libNormal"/>
        <w:rPr>
          <w:rtl/>
        </w:rPr>
      </w:pPr>
      <w:r w:rsidRPr="00D95A45">
        <w:rPr>
          <w:rtl/>
        </w:rPr>
        <w:t>(646) 25</w:t>
      </w:r>
      <w:r w:rsidR="00CC15EB">
        <w:rPr>
          <w:rtl/>
        </w:rPr>
        <w:t xml:space="preserve"> - </w:t>
      </w:r>
      <w:r w:rsidRPr="00D95A45">
        <w:rPr>
          <w:rtl/>
        </w:rPr>
        <w:t xml:space="preserve">الحسن بن محبوب عن ابى ولاد عن أبى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كان على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تستأدى دية الخطأ في ثلاث سنين وتستأدى دية العمد في سنة.</w:t>
      </w:r>
    </w:p>
    <w:p w:rsidR="00AC7755" w:rsidRDefault="00D45E0E" w:rsidP="00AC7755">
      <w:pPr>
        <w:pStyle w:val="libNormal"/>
        <w:rPr>
          <w:rtl/>
        </w:rPr>
      </w:pPr>
      <w:r w:rsidRPr="00D95A45">
        <w:rPr>
          <w:rtl/>
        </w:rPr>
        <w:t>(647) 26</w:t>
      </w:r>
      <w:r w:rsidR="00CC15EB">
        <w:rPr>
          <w:rtl/>
        </w:rPr>
        <w:t xml:space="preserve"> - </w:t>
      </w:r>
      <w:r w:rsidRPr="00D95A45">
        <w:rPr>
          <w:rtl/>
        </w:rPr>
        <w:t xml:space="preserve">النوفلي عن السكوني عن ابى عبد الله </w:t>
      </w:r>
      <w:r w:rsidR="00AC7755" w:rsidRPr="00AC7755">
        <w:rPr>
          <w:rStyle w:val="libAlaemChar"/>
          <w:rtl/>
        </w:rPr>
        <w:t>عليه‌السلام</w:t>
      </w:r>
      <w:r w:rsidRPr="00D95A45">
        <w:rPr>
          <w:rtl/>
        </w:rPr>
        <w:t xml:space="preserve"> انه قال</w:t>
      </w:r>
      <w:r w:rsidR="00CC15EB">
        <w:rPr>
          <w:rtl/>
        </w:rPr>
        <w:t>:</w:t>
      </w:r>
      <w:r>
        <w:rPr>
          <w:rtl/>
        </w:rPr>
        <w:t xml:space="preserve"> </w:t>
      </w:r>
      <w:r w:rsidRPr="00D95A45">
        <w:rPr>
          <w:rtl/>
        </w:rPr>
        <w:t>جميع الحديد هو عمد.</w:t>
      </w:r>
    </w:p>
    <w:p w:rsidR="00AC7755" w:rsidRDefault="00D45E0E" w:rsidP="00AC7755">
      <w:pPr>
        <w:pStyle w:val="libNormal"/>
        <w:rPr>
          <w:rtl/>
        </w:rPr>
      </w:pPr>
      <w:r w:rsidRPr="00D95A45">
        <w:rPr>
          <w:rtl/>
        </w:rPr>
        <w:t>(648) 27</w:t>
      </w:r>
      <w:r w:rsidR="00CC15EB">
        <w:rPr>
          <w:rtl/>
        </w:rPr>
        <w:t xml:space="preserve"> - </w:t>
      </w:r>
      <w:r w:rsidRPr="00D95A45">
        <w:rPr>
          <w:rtl/>
        </w:rPr>
        <w:t xml:space="preserve">ابن فضال عن بعض اصحابنا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كل من قتل شيئا صغيرا أو كبيرا بعد ان يتعمد فعليه القود.</w:t>
      </w:r>
    </w:p>
    <w:p w:rsidR="00AC7755" w:rsidRDefault="00D45E0E" w:rsidP="00AC7755">
      <w:pPr>
        <w:pStyle w:val="libNormal"/>
        <w:rPr>
          <w:rtl/>
        </w:rPr>
      </w:pPr>
      <w:r w:rsidRPr="00D95A45">
        <w:rPr>
          <w:rtl/>
        </w:rPr>
        <w:t>(649) 28</w:t>
      </w:r>
      <w:r w:rsidR="00CC15EB">
        <w:rPr>
          <w:rtl/>
        </w:rPr>
        <w:t xml:space="preserve"> - </w:t>
      </w:r>
      <w:r w:rsidRPr="00D95A45">
        <w:rPr>
          <w:rtl/>
        </w:rPr>
        <w:t>الحسين بن سعيد عن فضالة بن ايوب عن ابان بن عثمان عن اسماعيل الجعفي قال</w:t>
      </w:r>
      <w:r w:rsidR="00CC15EB">
        <w:rPr>
          <w:rtl/>
        </w:rPr>
        <w:t>:</w:t>
      </w:r>
      <w:r>
        <w:rPr>
          <w:rtl/>
        </w:rPr>
        <w:t xml:space="preserve"> </w:t>
      </w:r>
      <w:r w:rsidRPr="00D95A45">
        <w:rPr>
          <w:rtl/>
        </w:rPr>
        <w:t xml:space="preserve">قلت لابي جعفر </w:t>
      </w:r>
      <w:r w:rsidR="00AC7755" w:rsidRPr="00AC7755">
        <w:rPr>
          <w:rStyle w:val="libAlaemChar"/>
          <w:rtl/>
        </w:rPr>
        <w:t>عليه‌السلام</w:t>
      </w:r>
      <w:r w:rsidR="00CC15EB">
        <w:rPr>
          <w:rtl/>
        </w:rPr>
        <w:t>:</w:t>
      </w:r>
      <w:r>
        <w:rPr>
          <w:rtl/>
        </w:rPr>
        <w:t xml:space="preserve"> </w:t>
      </w:r>
      <w:r w:rsidRPr="00D95A45">
        <w:rPr>
          <w:rtl/>
        </w:rPr>
        <w:t>الرجل يقتل الرجل متعمدا قال</w:t>
      </w:r>
      <w:r w:rsidR="00CC15EB">
        <w:rPr>
          <w:rtl/>
        </w:rPr>
        <w:t>:</w:t>
      </w:r>
      <w:r>
        <w:rPr>
          <w:rtl/>
        </w:rPr>
        <w:t xml:space="preserve"> </w:t>
      </w:r>
      <w:r w:rsidRPr="00D95A45">
        <w:rPr>
          <w:rtl/>
        </w:rPr>
        <w:t>عليه ثلاث كفارات يعتق رقبة ويصوم شهرين متتابعين ويطعم ستين مسكينا وقال</w:t>
      </w:r>
      <w:r w:rsidR="00CC15EB">
        <w:rPr>
          <w:rtl/>
        </w:rPr>
        <w:t>:</w:t>
      </w:r>
      <w:r>
        <w:rPr>
          <w:rtl/>
        </w:rPr>
        <w:t xml:space="preserve"> </w:t>
      </w:r>
      <w:r w:rsidRPr="00D95A45">
        <w:rPr>
          <w:rtl/>
        </w:rPr>
        <w:t xml:space="preserve">افتى على بن الحسين </w:t>
      </w:r>
      <w:r w:rsidR="00AC7755" w:rsidRPr="00AC7755">
        <w:rPr>
          <w:rStyle w:val="libAlaemChar"/>
          <w:rtl/>
        </w:rPr>
        <w:t>عليه‌السلام</w:t>
      </w:r>
      <w:r w:rsidRPr="00D95A45">
        <w:rPr>
          <w:rtl/>
        </w:rPr>
        <w:t xml:space="preserve"> بمثل ذلك.</w:t>
      </w:r>
    </w:p>
    <w:p w:rsidR="00AC7755" w:rsidRDefault="00D45E0E" w:rsidP="00AC7755">
      <w:pPr>
        <w:pStyle w:val="libNormal"/>
        <w:rPr>
          <w:rtl/>
        </w:rPr>
      </w:pPr>
      <w:r w:rsidRPr="00D95A45">
        <w:rPr>
          <w:rtl/>
        </w:rPr>
        <w:t>(650) 29</w:t>
      </w:r>
      <w:r w:rsidR="00CC15EB">
        <w:rPr>
          <w:rtl/>
        </w:rPr>
        <w:t xml:space="preserve"> - </w:t>
      </w:r>
      <w:r w:rsidRPr="00D95A45">
        <w:rPr>
          <w:rtl/>
        </w:rPr>
        <w:t xml:space="preserve">احمد بن محمد عن ابى جميلة عن ابى اسامة عن ابى عبد الله </w:t>
      </w:r>
      <w:r w:rsidR="00AC7755" w:rsidRPr="00AC7755">
        <w:rPr>
          <w:rStyle w:val="libAlaemChar"/>
          <w:rtl/>
        </w:rPr>
        <w:t>عليه‌السلام</w:t>
      </w:r>
      <w:r w:rsidRPr="00D95A45">
        <w:rPr>
          <w:rtl/>
        </w:rPr>
        <w:t xml:space="preserve"> في رجلا قتل مؤمنا متعمدا وهو يعرف انه مؤمن غير انه حمله الغضب</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646</w:t>
      </w:r>
      <w:r>
        <w:rPr>
          <w:rtl/>
        </w:rPr>
        <w:t xml:space="preserve"> - </w:t>
      </w:r>
      <w:r w:rsidR="00D45E0E" w:rsidRPr="00D95A45">
        <w:rPr>
          <w:rtl/>
        </w:rPr>
        <w:t>الكافي ج 2 ص 318 الفقيه ج 4 ص 80</w:t>
      </w:r>
    </w:p>
    <w:p w:rsidR="00AC7755" w:rsidRDefault="00CC15EB" w:rsidP="00AC7755">
      <w:pPr>
        <w:pStyle w:val="libFootnote0"/>
        <w:rPr>
          <w:rtl/>
        </w:rPr>
      </w:pPr>
      <w:r>
        <w:rPr>
          <w:rtl/>
        </w:rPr>
        <w:t>-</w:t>
      </w:r>
      <w:r w:rsidR="00D45E0E" w:rsidRPr="00DA0376">
        <w:rPr>
          <w:rtl/>
        </w:rPr>
        <w:t xml:space="preserve"> 650</w:t>
      </w:r>
      <w:r>
        <w:rPr>
          <w:rtl/>
        </w:rPr>
        <w:t xml:space="preserve"> - </w:t>
      </w:r>
      <w:r w:rsidR="00D45E0E" w:rsidRPr="00DA0376">
        <w:rPr>
          <w:rtl/>
        </w:rPr>
        <w:t>الكافي ج 3 ص 316 بسند آخر</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على أن قتله هل له من توبة</w:t>
      </w:r>
      <w:r>
        <w:rPr>
          <w:rtl/>
        </w:rPr>
        <w:t>؟</w:t>
      </w:r>
      <w:r w:rsidRPr="00DA0376">
        <w:rPr>
          <w:rtl/>
        </w:rPr>
        <w:t xml:space="preserve"> وما توبته ان اراد أن يتوب</w:t>
      </w:r>
      <w:r>
        <w:rPr>
          <w:rtl/>
        </w:rPr>
        <w:t>؟</w:t>
      </w:r>
      <w:r w:rsidRPr="00DA0376">
        <w:rPr>
          <w:rtl/>
        </w:rPr>
        <w:t xml:space="preserve"> أو لا توبة له</w:t>
      </w:r>
      <w:r>
        <w:rPr>
          <w:rtl/>
        </w:rPr>
        <w:t>؟</w:t>
      </w:r>
      <w:r w:rsidRPr="00DA0376">
        <w:rPr>
          <w:rtl/>
        </w:rPr>
        <w:t xml:space="preserve"> قال</w:t>
      </w:r>
      <w:r w:rsidR="00CC15EB">
        <w:rPr>
          <w:rtl/>
        </w:rPr>
        <w:t>:</w:t>
      </w:r>
      <w:r>
        <w:rPr>
          <w:rtl/>
        </w:rPr>
        <w:t xml:space="preserve"> </w:t>
      </w:r>
      <w:r w:rsidRPr="00DA0376">
        <w:rPr>
          <w:rtl/>
        </w:rPr>
        <w:t>يقاد منه</w:t>
      </w:r>
      <w:r w:rsidR="00CC15EB">
        <w:rPr>
          <w:rtl/>
        </w:rPr>
        <w:t>،</w:t>
      </w:r>
      <w:r>
        <w:rPr>
          <w:rtl/>
        </w:rPr>
        <w:t xml:space="preserve"> </w:t>
      </w:r>
      <w:r w:rsidRPr="00DA0376">
        <w:rPr>
          <w:rtl/>
        </w:rPr>
        <w:t>فان لم يعلم به انطلق الى اوليائه فاعلمهم بقتله</w:t>
      </w:r>
      <w:r w:rsidR="00CC15EB">
        <w:rPr>
          <w:rtl/>
        </w:rPr>
        <w:t>،</w:t>
      </w:r>
      <w:r>
        <w:rPr>
          <w:rtl/>
        </w:rPr>
        <w:t xml:space="preserve"> </w:t>
      </w:r>
      <w:r w:rsidRPr="00DA0376">
        <w:rPr>
          <w:rtl/>
        </w:rPr>
        <w:t>فان عفوا عنه اعطاهم الدية واعتق نسمة وصام شهرين متتابعين وتصدق على ستين مسكينا.</w:t>
      </w:r>
    </w:p>
    <w:p w:rsidR="00AC7755" w:rsidRDefault="00D45E0E" w:rsidP="00AC7755">
      <w:pPr>
        <w:pStyle w:val="libNormal"/>
        <w:rPr>
          <w:rtl/>
        </w:rPr>
      </w:pPr>
      <w:r w:rsidRPr="00D95A45">
        <w:rPr>
          <w:rtl/>
        </w:rPr>
        <w:t>(651) 30</w:t>
      </w:r>
      <w:r w:rsidR="00CC15EB">
        <w:rPr>
          <w:rtl/>
        </w:rPr>
        <w:t xml:space="preserve"> - </w:t>
      </w:r>
      <w:r w:rsidRPr="00D95A45">
        <w:rPr>
          <w:rtl/>
        </w:rPr>
        <w:t xml:space="preserve">الحسن بن محبوب عن محمد بن سنان وبكير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سئل عن المؤمن يقتل المؤمن متعمدا أله توبة</w:t>
      </w:r>
      <w:r>
        <w:rPr>
          <w:rtl/>
        </w:rPr>
        <w:t>؟</w:t>
      </w:r>
      <w:r w:rsidRPr="00D95A45">
        <w:rPr>
          <w:rtl/>
        </w:rPr>
        <w:t xml:space="preserve"> فقال</w:t>
      </w:r>
      <w:r w:rsidR="00CC15EB">
        <w:rPr>
          <w:rtl/>
        </w:rPr>
        <w:t>:</w:t>
      </w:r>
      <w:r>
        <w:rPr>
          <w:rtl/>
        </w:rPr>
        <w:t xml:space="preserve"> </w:t>
      </w:r>
      <w:r w:rsidRPr="00D95A45">
        <w:rPr>
          <w:rtl/>
        </w:rPr>
        <w:t>ان كان قتله لايمانه فلا توبة له وان كان قتله لغضب أو لسبب من امر الدينا فإن توبته أن يقاد منه</w:t>
      </w:r>
      <w:r>
        <w:rPr>
          <w:rtl/>
        </w:rPr>
        <w:t>؟</w:t>
      </w:r>
      <w:r w:rsidRPr="00D95A45">
        <w:rPr>
          <w:rtl/>
        </w:rPr>
        <w:t xml:space="preserve"> فان لم يكن علم به احد إنطلق الى اولياء المقتول فأقر عندهم بقتل صاحبهم</w:t>
      </w:r>
      <w:r w:rsidR="00CC15EB">
        <w:rPr>
          <w:rtl/>
        </w:rPr>
        <w:t>،</w:t>
      </w:r>
      <w:r>
        <w:rPr>
          <w:rtl/>
        </w:rPr>
        <w:t xml:space="preserve"> </w:t>
      </w:r>
      <w:r w:rsidRPr="00D95A45">
        <w:rPr>
          <w:rtl/>
        </w:rPr>
        <w:t>فان عفوا عنه ولم يقتلوه اعطاهم الدية واعتق نسمة وصام شهرين متتابعين واطعم ستين مسكنيا.</w:t>
      </w:r>
    </w:p>
    <w:p w:rsidR="00AC7755" w:rsidRDefault="00D45E0E" w:rsidP="00AC7755">
      <w:pPr>
        <w:pStyle w:val="libNormal"/>
        <w:rPr>
          <w:rtl/>
        </w:rPr>
      </w:pPr>
      <w:r w:rsidRPr="00D95A45">
        <w:rPr>
          <w:rtl/>
        </w:rPr>
        <w:t>(652) 31</w:t>
      </w:r>
      <w:r w:rsidR="00CC15EB">
        <w:rPr>
          <w:rtl/>
        </w:rPr>
        <w:t xml:space="preserve"> - </w:t>
      </w:r>
      <w:r w:rsidRPr="00D95A45">
        <w:rPr>
          <w:rtl/>
        </w:rPr>
        <w:t>على بن ابراهيم عن ابيه عن ابن ابى عمير عن حسين ابن احمد المنقري عن عيسى الضعيف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رجل قتل رجلا متعمدا ما توبته</w:t>
      </w:r>
      <w:r>
        <w:rPr>
          <w:rtl/>
        </w:rPr>
        <w:t>؟</w:t>
      </w:r>
      <w:r w:rsidRPr="00D95A45">
        <w:rPr>
          <w:rtl/>
        </w:rPr>
        <w:t xml:space="preserve"> قال</w:t>
      </w:r>
      <w:r w:rsidR="00CC15EB">
        <w:rPr>
          <w:rtl/>
        </w:rPr>
        <w:t>:</w:t>
      </w:r>
      <w:r>
        <w:rPr>
          <w:rtl/>
        </w:rPr>
        <w:t xml:space="preserve"> </w:t>
      </w:r>
      <w:r w:rsidRPr="00D95A45">
        <w:rPr>
          <w:rtl/>
        </w:rPr>
        <w:t>يمكن من نفسه</w:t>
      </w:r>
      <w:r w:rsidR="00CC15EB">
        <w:rPr>
          <w:rtl/>
        </w:rPr>
        <w:t>،</w:t>
      </w:r>
      <w:r>
        <w:rPr>
          <w:rtl/>
        </w:rPr>
        <w:t xml:space="preserve"> </w:t>
      </w:r>
      <w:r w:rsidRPr="00D95A45">
        <w:rPr>
          <w:rtl/>
        </w:rPr>
        <w:t>قلت</w:t>
      </w:r>
      <w:r w:rsidR="00CC15EB">
        <w:rPr>
          <w:rtl/>
        </w:rPr>
        <w:t>:</w:t>
      </w:r>
      <w:r>
        <w:rPr>
          <w:rtl/>
        </w:rPr>
        <w:t xml:space="preserve"> </w:t>
      </w:r>
      <w:r w:rsidRPr="00D95A45">
        <w:rPr>
          <w:rtl/>
        </w:rPr>
        <w:t>يخاف ان يقتلوه قال</w:t>
      </w:r>
      <w:r w:rsidR="00CC15EB">
        <w:rPr>
          <w:rtl/>
        </w:rPr>
        <w:t>:</w:t>
      </w:r>
      <w:r>
        <w:rPr>
          <w:rtl/>
        </w:rPr>
        <w:t xml:space="preserve"> </w:t>
      </w:r>
      <w:r w:rsidRPr="00D95A45">
        <w:rPr>
          <w:rtl/>
        </w:rPr>
        <w:t>فليعطهم الدية</w:t>
      </w:r>
      <w:r w:rsidR="00CC15EB">
        <w:rPr>
          <w:rtl/>
        </w:rPr>
        <w:t>،</w:t>
      </w:r>
      <w:r>
        <w:rPr>
          <w:rtl/>
        </w:rPr>
        <w:t xml:space="preserve"> </w:t>
      </w:r>
      <w:r w:rsidRPr="00D95A45">
        <w:rPr>
          <w:rtl/>
        </w:rPr>
        <w:t>قلت</w:t>
      </w:r>
      <w:r w:rsidR="00CC15EB">
        <w:rPr>
          <w:rtl/>
        </w:rPr>
        <w:t>:</w:t>
      </w:r>
      <w:r>
        <w:rPr>
          <w:rtl/>
        </w:rPr>
        <w:t xml:space="preserve"> </w:t>
      </w:r>
      <w:r w:rsidRPr="00D95A45">
        <w:rPr>
          <w:rtl/>
        </w:rPr>
        <w:t>يخاف ان يعلموا بذلك قال</w:t>
      </w:r>
      <w:r w:rsidR="00CC15EB">
        <w:rPr>
          <w:rtl/>
        </w:rPr>
        <w:t>:</w:t>
      </w:r>
      <w:r>
        <w:rPr>
          <w:rtl/>
        </w:rPr>
        <w:t xml:space="preserve"> </w:t>
      </w:r>
      <w:r w:rsidRPr="00D95A45">
        <w:rPr>
          <w:rtl/>
        </w:rPr>
        <w:t>فيتزوج منهم امرأة قلت</w:t>
      </w:r>
      <w:r w:rsidR="00CC15EB">
        <w:rPr>
          <w:rtl/>
        </w:rPr>
        <w:t>:</w:t>
      </w:r>
      <w:r>
        <w:rPr>
          <w:rtl/>
        </w:rPr>
        <w:t xml:space="preserve"> </w:t>
      </w:r>
      <w:r w:rsidRPr="00D95A45">
        <w:rPr>
          <w:rtl/>
        </w:rPr>
        <w:t>يخاف ان تطلعهم على ذلك قال</w:t>
      </w:r>
      <w:r w:rsidR="00CC15EB">
        <w:rPr>
          <w:rtl/>
        </w:rPr>
        <w:t>:</w:t>
      </w:r>
      <w:r>
        <w:rPr>
          <w:rtl/>
        </w:rPr>
        <w:t xml:space="preserve"> </w:t>
      </w:r>
      <w:r w:rsidRPr="00D95A45">
        <w:rPr>
          <w:rtl/>
        </w:rPr>
        <w:t>فلينظر الدية فيجعلها صررا ثم ينظر مواقيت الصلاة فليلقها في دارهم.</w:t>
      </w:r>
    </w:p>
    <w:p w:rsidR="00AC7755" w:rsidRDefault="00D45E0E" w:rsidP="00AC7755">
      <w:pPr>
        <w:pStyle w:val="libNormal"/>
        <w:rPr>
          <w:rtl/>
        </w:rPr>
      </w:pPr>
      <w:r w:rsidRPr="00D95A45">
        <w:rPr>
          <w:rtl/>
        </w:rPr>
        <w:t>(653) 32</w:t>
      </w:r>
      <w:r w:rsidR="00CC15EB">
        <w:rPr>
          <w:rtl/>
        </w:rPr>
        <w:t xml:space="preserve"> - </w:t>
      </w:r>
      <w:r w:rsidRPr="00D95A45">
        <w:rPr>
          <w:rtl/>
        </w:rPr>
        <w:t>على عن ابيه عن ابن ابى عمير عن هشام بن سالم وابن بكير وغير واحد قال</w:t>
      </w:r>
      <w:r w:rsidR="00CC15EB">
        <w:rPr>
          <w:rtl/>
        </w:rPr>
        <w:t>:</w:t>
      </w:r>
      <w:r>
        <w:rPr>
          <w:rtl/>
        </w:rPr>
        <w:t xml:space="preserve"> </w:t>
      </w:r>
      <w:r w:rsidRPr="00D95A45">
        <w:rPr>
          <w:rtl/>
        </w:rPr>
        <w:t xml:space="preserve">كان على بن الحسين </w:t>
      </w:r>
      <w:r w:rsidR="00AC7755" w:rsidRPr="00AC7755">
        <w:rPr>
          <w:rStyle w:val="libAlaemChar"/>
          <w:rtl/>
        </w:rPr>
        <w:t>عليه‌السلام</w:t>
      </w:r>
      <w:r w:rsidRPr="00D95A45">
        <w:rPr>
          <w:rtl/>
        </w:rPr>
        <w:t xml:space="preserve"> في الطواف فنظر في ناحية المسجد الى جماعة فقال</w:t>
      </w:r>
      <w:r w:rsidR="00CC15EB">
        <w:rPr>
          <w:rtl/>
        </w:rPr>
        <w:t>:</w:t>
      </w:r>
      <w:r>
        <w:rPr>
          <w:rtl/>
        </w:rPr>
        <w:t xml:space="preserve"> </w:t>
      </w:r>
      <w:r w:rsidRPr="00D95A45">
        <w:rPr>
          <w:rtl/>
        </w:rPr>
        <w:t>ما هذه الجماعة</w:t>
      </w:r>
      <w:r>
        <w:rPr>
          <w:rtl/>
        </w:rPr>
        <w:t>؟</w:t>
      </w:r>
      <w:r w:rsidRPr="00D95A45">
        <w:rPr>
          <w:rtl/>
        </w:rPr>
        <w:t xml:space="preserve"> فقالوا</w:t>
      </w:r>
      <w:r w:rsidR="00CC15EB">
        <w:rPr>
          <w:rtl/>
        </w:rPr>
        <w:t>:</w:t>
      </w:r>
      <w:r>
        <w:rPr>
          <w:rtl/>
        </w:rPr>
        <w:t xml:space="preserve"> </w:t>
      </w:r>
      <w:r w:rsidRPr="00D95A45">
        <w:rPr>
          <w:rtl/>
        </w:rPr>
        <w:t>هذا محمد بن شهاب الزهري اختلط عقله فليس يتكلم فأخرجه اهله لعله إذا رأى الناس ان يتكلم</w:t>
      </w:r>
      <w:r w:rsidR="00CC15EB">
        <w:rPr>
          <w:rtl/>
        </w:rPr>
        <w:t>،</w:t>
      </w:r>
      <w:r>
        <w:rPr>
          <w:rtl/>
        </w:rPr>
        <w:t xml:space="preserve"> </w:t>
      </w:r>
      <w:r w:rsidRPr="00D95A45">
        <w:rPr>
          <w:rtl/>
        </w:rPr>
        <w:t xml:space="preserve">فلما قضى </w:t>
      </w:r>
      <w:r w:rsidR="00AC7755" w:rsidRPr="00AC7755">
        <w:rPr>
          <w:rStyle w:val="libAlaemChar"/>
          <w:rtl/>
        </w:rPr>
        <w:t>عليه‌السلام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651</w:t>
      </w:r>
      <w:r>
        <w:rPr>
          <w:rtl/>
        </w:rPr>
        <w:t xml:space="preserve"> - </w:t>
      </w:r>
      <w:r w:rsidR="00D45E0E" w:rsidRPr="00D95A45">
        <w:rPr>
          <w:rtl/>
        </w:rPr>
        <w:t>الكافي ج 2 ص 316 الفقيه ج 4 ص 69 بتفاوت فيه</w:t>
      </w:r>
    </w:p>
    <w:p w:rsidR="00AC7755" w:rsidRDefault="00CC15EB" w:rsidP="00AC7755">
      <w:pPr>
        <w:pStyle w:val="libFootnote0"/>
        <w:rPr>
          <w:rtl/>
        </w:rPr>
      </w:pPr>
      <w:r>
        <w:rPr>
          <w:rtl/>
        </w:rPr>
        <w:t>-</w:t>
      </w:r>
      <w:r w:rsidR="00D45E0E" w:rsidRPr="00DA0376">
        <w:rPr>
          <w:rtl/>
        </w:rPr>
        <w:t xml:space="preserve"> 652</w:t>
      </w:r>
      <w:r>
        <w:rPr>
          <w:rtl/>
        </w:rPr>
        <w:t xml:space="preserve"> - </w:t>
      </w:r>
      <w:r w:rsidR="00D45E0E" w:rsidRPr="00DA0376">
        <w:rPr>
          <w:rtl/>
        </w:rPr>
        <w:t>653</w:t>
      </w:r>
      <w:r>
        <w:rPr>
          <w:rtl/>
        </w:rPr>
        <w:t xml:space="preserve"> - </w:t>
      </w:r>
      <w:r w:rsidR="00D45E0E" w:rsidRPr="00DA0376">
        <w:rPr>
          <w:rtl/>
        </w:rPr>
        <w:t>الكافي ج 2 ص 322 بتفاوت في الاول فيه واخرج الاول الصدوق في الفقيه ج 4 ص 69</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 xml:space="preserve">طوافه خرج حتى دنا منه فلما رآه محمد بن شهاب عرفه فقال له علي بن الحسين </w:t>
      </w:r>
      <w:r w:rsidR="00AC7755" w:rsidRPr="00AC7755">
        <w:rPr>
          <w:rStyle w:val="libAlaemChar"/>
          <w:rtl/>
        </w:rPr>
        <w:t>عليه‌السلام</w:t>
      </w:r>
      <w:r w:rsidR="00CC15EB">
        <w:rPr>
          <w:rtl/>
        </w:rPr>
        <w:t>:</w:t>
      </w:r>
      <w:r>
        <w:rPr>
          <w:rtl/>
        </w:rPr>
        <w:t xml:space="preserve"> </w:t>
      </w:r>
      <w:r w:rsidRPr="007277FF">
        <w:rPr>
          <w:rtl/>
        </w:rPr>
        <w:t>مالك</w:t>
      </w:r>
      <w:r>
        <w:rPr>
          <w:rtl/>
        </w:rPr>
        <w:t>؟</w:t>
      </w:r>
      <w:r w:rsidRPr="007277FF">
        <w:rPr>
          <w:rtl/>
        </w:rPr>
        <w:t xml:space="preserve"> فقال</w:t>
      </w:r>
      <w:r w:rsidR="00CC15EB">
        <w:rPr>
          <w:rtl/>
        </w:rPr>
        <w:t>:</w:t>
      </w:r>
      <w:r>
        <w:rPr>
          <w:rtl/>
        </w:rPr>
        <w:t xml:space="preserve"> </w:t>
      </w:r>
      <w:r w:rsidRPr="007277FF">
        <w:rPr>
          <w:rtl/>
        </w:rPr>
        <w:t xml:space="preserve">وليت ولاية فاصبت دما قتلت رجلا فدخلني ما ترى فقال له علي بن الحسين </w:t>
      </w:r>
      <w:r w:rsidR="00AC7755" w:rsidRPr="00AC7755">
        <w:rPr>
          <w:rStyle w:val="libAlaemChar"/>
          <w:rtl/>
        </w:rPr>
        <w:t>عليه‌السلام</w:t>
      </w:r>
      <w:r w:rsidR="00CC15EB">
        <w:rPr>
          <w:rtl/>
        </w:rPr>
        <w:t>:</w:t>
      </w:r>
      <w:r>
        <w:rPr>
          <w:rtl/>
        </w:rPr>
        <w:t xml:space="preserve"> </w:t>
      </w:r>
      <w:r w:rsidRPr="007277FF">
        <w:rPr>
          <w:rtl/>
        </w:rPr>
        <w:t xml:space="preserve">لأنا عليك من يأسك من رحمة الله اشد خوفا مني عليك مما اتيت ثم قال له </w:t>
      </w:r>
      <w:r w:rsidR="00AC7755" w:rsidRPr="00AC7755">
        <w:rPr>
          <w:rStyle w:val="libAlaemChar"/>
          <w:rtl/>
        </w:rPr>
        <w:t>عليه‌السلام</w:t>
      </w:r>
      <w:r w:rsidRPr="007277FF">
        <w:rPr>
          <w:rtl/>
        </w:rPr>
        <w:t xml:space="preserve"> اعطهم الدية قال</w:t>
      </w:r>
      <w:r w:rsidR="00CC15EB">
        <w:rPr>
          <w:rtl/>
        </w:rPr>
        <w:t>:</w:t>
      </w:r>
      <w:r>
        <w:rPr>
          <w:rtl/>
        </w:rPr>
        <w:t xml:space="preserve"> </w:t>
      </w:r>
      <w:r w:rsidRPr="007277FF">
        <w:rPr>
          <w:rtl/>
        </w:rPr>
        <w:t>قد فعلت فأبوا فقال</w:t>
      </w:r>
      <w:r w:rsidR="00CC15EB">
        <w:rPr>
          <w:rtl/>
        </w:rPr>
        <w:t>:</w:t>
      </w:r>
      <w:r>
        <w:rPr>
          <w:rtl/>
        </w:rPr>
        <w:t xml:space="preserve"> </w:t>
      </w:r>
      <w:r w:rsidRPr="007277FF">
        <w:rPr>
          <w:rtl/>
        </w:rPr>
        <w:t>اجعلها صررا ثم انظر مواقيت الصلاة فالقها في دارهم.</w:t>
      </w:r>
    </w:p>
    <w:p w:rsidR="00AC7755" w:rsidRDefault="00D45E0E" w:rsidP="00AC7755">
      <w:pPr>
        <w:pStyle w:val="libNormal"/>
        <w:rPr>
          <w:rtl/>
        </w:rPr>
      </w:pPr>
      <w:r w:rsidRPr="00D95A45">
        <w:rPr>
          <w:rtl/>
        </w:rPr>
        <w:t>(654) 33</w:t>
      </w:r>
      <w:r w:rsidR="00CC15EB">
        <w:rPr>
          <w:rtl/>
        </w:rPr>
        <w:t xml:space="preserve"> - </w:t>
      </w:r>
      <w:r w:rsidRPr="00D95A45">
        <w:rPr>
          <w:rtl/>
        </w:rPr>
        <w:t>احمد بن محمد عن الحسين بن سعيد عن ابن ابى عمير عن محمد بن ابي حمزة عن علي</w:t>
      </w:r>
      <w:r w:rsidR="00CC15EB">
        <w:rPr>
          <w:rtl/>
        </w:rPr>
        <w:t>،</w:t>
      </w:r>
      <w:r>
        <w:rPr>
          <w:rtl/>
        </w:rPr>
        <w:t xml:space="preserve"> </w:t>
      </w:r>
      <w:r w:rsidRPr="00D95A45">
        <w:rPr>
          <w:rtl/>
        </w:rPr>
        <w:t xml:space="preserve">ورواه ابن ابى عمير عن ابى المعزا عن ابى عبد الله </w:t>
      </w:r>
      <w:r w:rsidR="00AC7755" w:rsidRPr="00AC7755">
        <w:rPr>
          <w:rStyle w:val="libAlaemChar"/>
          <w:rtl/>
        </w:rPr>
        <w:t>عليه‌السلام</w:t>
      </w:r>
      <w:r w:rsidRPr="00D95A45">
        <w:rPr>
          <w:rtl/>
        </w:rPr>
        <w:t xml:space="preserve"> في الرجل يقتل العبد خطأ قال</w:t>
      </w:r>
      <w:r w:rsidR="00CC15EB">
        <w:rPr>
          <w:rtl/>
        </w:rPr>
        <w:t>:</w:t>
      </w:r>
      <w:r>
        <w:rPr>
          <w:rtl/>
        </w:rPr>
        <w:t xml:space="preserve"> </w:t>
      </w:r>
      <w:r w:rsidRPr="00D95A45">
        <w:rPr>
          <w:rtl/>
        </w:rPr>
        <w:t>عليه عتق رقبة وصيام شهرين متتابعين وصدقة على ستين مسكينا</w:t>
      </w:r>
      <w:r w:rsidR="00CC15EB">
        <w:rPr>
          <w:rtl/>
        </w:rPr>
        <w:t>،</w:t>
      </w:r>
      <w:r>
        <w:rPr>
          <w:rtl/>
        </w:rPr>
        <w:t xml:space="preserve"> </w:t>
      </w:r>
      <w:r w:rsidRPr="00D95A45">
        <w:rPr>
          <w:rtl/>
        </w:rPr>
        <w:t>قال</w:t>
      </w:r>
      <w:r w:rsidR="00CC15EB">
        <w:rPr>
          <w:rtl/>
        </w:rPr>
        <w:t>:</w:t>
      </w:r>
      <w:r>
        <w:rPr>
          <w:rtl/>
        </w:rPr>
        <w:t xml:space="preserve"> </w:t>
      </w:r>
      <w:r w:rsidRPr="00D95A45">
        <w:rPr>
          <w:rtl/>
        </w:rPr>
        <w:t>فان لم يقدر على الرقبة كان عليه الصيام فان لم يستطع الصيام فعليه الصدقة.</w:t>
      </w:r>
    </w:p>
    <w:p w:rsidR="00AC7755" w:rsidRDefault="00D45E0E" w:rsidP="00AC7755">
      <w:pPr>
        <w:pStyle w:val="libNormal"/>
        <w:rPr>
          <w:rtl/>
        </w:rPr>
      </w:pPr>
      <w:r w:rsidRPr="00D95A45">
        <w:rPr>
          <w:rtl/>
        </w:rPr>
        <w:t>(655) 34</w:t>
      </w:r>
      <w:r w:rsidR="00CC15EB">
        <w:rPr>
          <w:rtl/>
        </w:rPr>
        <w:t xml:space="preserve"> - </w:t>
      </w:r>
      <w:r w:rsidRPr="00D95A45">
        <w:rPr>
          <w:rtl/>
        </w:rPr>
        <w:t>الحسن عن زرعة عن سماعة قال. سألته عمن قتل مؤمنا متعمدا هل له توبة</w:t>
      </w:r>
      <w:r>
        <w:rPr>
          <w:rtl/>
        </w:rPr>
        <w:t>؟</w:t>
      </w:r>
      <w:r w:rsidRPr="00D95A45">
        <w:rPr>
          <w:rtl/>
        </w:rPr>
        <w:t xml:space="preserve"> فقال. لا حتى يؤدي ديته إلى اهله ويعتق رقبة ويصوم شهرين متتابعين ويستغفر الله ويتوب إليه ويتضرع فانى ارجو أن يتاب عليه إذا فعل ذلك قلت</w:t>
      </w:r>
      <w:r w:rsidR="00CC15EB">
        <w:rPr>
          <w:rtl/>
        </w:rPr>
        <w:t>:</w:t>
      </w:r>
      <w:r>
        <w:rPr>
          <w:rtl/>
        </w:rPr>
        <w:t xml:space="preserve"> </w:t>
      </w:r>
      <w:r w:rsidRPr="00D95A45">
        <w:rPr>
          <w:rtl/>
        </w:rPr>
        <w:t>فان لم يكن له ما يؤدي ديته قال</w:t>
      </w:r>
      <w:r w:rsidR="00CC15EB">
        <w:rPr>
          <w:rtl/>
        </w:rPr>
        <w:t>:</w:t>
      </w:r>
      <w:r>
        <w:rPr>
          <w:rtl/>
        </w:rPr>
        <w:t xml:space="preserve"> </w:t>
      </w:r>
      <w:r w:rsidRPr="00D95A45">
        <w:rPr>
          <w:rtl/>
        </w:rPr>
        <w:t>يسأل المسلمين حتى يؤدي ديته الى اهله.</w:t>
      </w:r>
    </w:p>
    <w:p w:rsidR="00AC7755" w:rsidRDefault="00D45E0E" w:rsidP="00AC7755">
      <w:pPr>
        <w:pStyle w:val="libNormal"/>
        <w:rPr>
          <w:rtl/>
        </w:rPr>
      </w:pPr>
      <w:r w:rsidRPr="00D95A45">
        <w:rPr>
          <w:rtl/>
        </w:rPr>
        <w:t>(656) 35</w:t>
      </w:r>
      <w:r w:rsidR="00CC15EB">
        <w:rPr>
          <w:rtl/>
        </w:rPr>
        <w:t xml:space="preserve"> - </w:t>
      </w:r>
      <w:r w:rsidRPr="00D95A45">
        <w:rPr>
          <w:rtl/>
        </w:rPr>
        <w:t xml:space="preserve">الحسين بن سعيد عن عثمان بن عيسى عن سماعة عن ابي عبد الله </w:t>
      </w:r>
      <w:r w:rsidR="00AC7755" w:rsidRPr="00AC7755">
        <w:rPr>
          <w:rStyle w:val="libAlaemChar"/>
          <w:rtl/>
        </w:rPr>
        <w:t>عليه‌السلام</w:t>
      </w:r>
      <w:r w:rsidRPr="00D95A45">
        <w:rPr>
          <w:rtl/>
        </w:rPr>
        <w:t xml:space="preserve"> في قول الله عز وجل </w:t>
      </w:r>
      <w:r w:rsidR="00AC7755" w:rsidRPr="00AC7755">
        <w:rPr>
          <w:rStyle w:val="libAlaemChar"/>
          <w:rFonts w:hint="cs"/>
          <w:rtl/>
        </w:rPr>
        <w:t>(</w:t>
      </w:r>
      <w:r w:rsidRPr="00AC7755">
        <w:rPr>
          <w:rStyle w:val="libAieChar"/>
          <w:rtl/>
        </w:rPr>
        <w:t xml:space="preserve"> ومن يقتل مؤمنا متعمدا </w:t>
      </w:r>
      <w:r w:rsidRPr="00AC7755">
        <w:rPr>
          <w:rStyle w:val="libAlaemChar"/>
          <w:rFonts w:hint="cs"/>
          <w:rtl/>
        </w:rPr>
        <w:t>)</w:t>
      </w:r>
      <w:r w:rsidRPr="00AC7755">
        <w:rPr>
          <w:rStyle w:val="libFootnotenumChar"/>
          <w:rtl/>
        </w:rPr>
        <w:t xml:space="preserve"> (1) </w:t>
      </w:r>
      <w:r w:rsidRPr="00D95A45">
        <w:rPr>
          <w:rtl/>
        </w:rPr>
        <w:t>قال</w:t>
      </w:r>
      <w:r w:rsidR="00CC15EB">
        <w:rPr>
          <w:rtl/>
        </w:rPr>
        <w:t>:</w:t>
      </w:r>
      <w:r>
        <w:rPr>
          <w:rtl/>
        </w:rPr>
        <w:t xml:space="preserve"> </w:t>
      </w:r>
      <w:r w:rsidRPr="00D95A45">
        <w:rPr>
          <w:rtl/>
        </w:rPr>
        <w:t>من قتل مؤمنا على دينه فذلك المتعمد الذي قال الله عز وجل في كتابه</w:t>
      </w:r>
      <w:r w:rsidR="00CC15EB">
        <w:rPr>
          <w:rtl/>
        </w:rPr>
        <w:t>:</w:t>
      </w:r>
      <w:r>
        <w:rPr>
          <w:rtl/>
        </w:rPr>
        <w:t xml:space="preserve"> </w:t>
      </w:r>
      <w:r w:rsidR="00AC7755" w:rsidRPr="00AC7755">
        <w:rPr>
          <w:rStyle w:val="libAlaemChar"/>
          <w:rFonts w:hint="cs"/>
          <w:rtl/>
        </w:rPr>
        <w:t>(</w:t>
      </w:r>
      <w:r w:rsidRPr="00D95A45">
        <w:rPr>
          <w:rtl/>
        </w:rPr>
        <w:t xml:space="preserve"> </w:t>
      </w:r>
      <w:r w:rsidRPr="00AC7755">
        <w:rPr>
          <w:rStyle w:val="libAieChar"/>
          <w:rtl/>
        </w:rPr>
        <w:t>واعد له عذابا عظيما</w:t>
      </w:r>
      <w:r>
        <w:rPr>
          <w:rtl/>
        </w:rPr>
        <w:t xml:space="preserve"> </w:t>
      </w:r>
      <w:r w:rsidRPr="00AC7755">
        <w:rPr>
          <w:rStyle w:val="libAlaemChar"/>
          <w:rFonts w:hint="cs"/>
          <w:rtl/>
        </w:rPr>
        <w:t>)</w:t>
      </w:r>
      <w:r>
        <w:rPr>
          <w:rFonts w:hint="cs"/>
          <w:rtl/>
        </w:rPr>
        <w:t xml:space="preserve"> </w:t>
      </w:r>
      <w:r w:rsidRPr="00D95A45">
        <w:rPr>
          <w:rtl/>
        </w:rPr>
        <w:t>قلت</w:t>
      </w:r>
      <w:r w:rsidR="00CC15EB">
        <w:rPr>
          <w:rtl/>
        </w:rPr>
        <w:t>:</w:t>
      </w:r>
      <w:r>
        <w:rPr>
          <w:rtl/>
        </w:rPr>
        <w:t xml:space="preserve"> </w:t>
      </w:r>
      <w:r w:rsidRPr="00D95A45">
        <w:rPr>
          <w:rtl/>
        </w:rPr>
        <w:t>فالرجل يقع بينه وبين الرجل شئ فيضربه بسيفه فيقتله قال</w:t>
      </w:r>
      <w:r w:rsidR="00CC15EB">
        <w:rPr>
          <w:rtl/>
        </w:rPr>
        <w:t>:</w:t>
      </w:r>
      <w:r>
        <w:rPr>
          <w:rtl/>
        </w:rPr>
        <w:t xml:space="preserve"> </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سورة النساء الآية</w:t>
      </w:r>
    </w:p>
    <w:p w:rsidR="00CC15EB" w:rsidRDefault="00CC15EB" w:rsidP="00AC7755">
      <w:pPr>
        <w:pStyle w:val="libFootnote0"/>
        <w:rPr>
          <w:rtl/>
        </w:rPr>
      </w:pPr>
      <w:r>
        <w:rPr>
          <w:rtl/>
        </w:rPr>
        <w:t>-</w:t>
      </w:r>
      <w:r w:rsidR="00D45E0E" w:rsidRPr="007277FF">
        <w:rPr>
          <w:rtl/>
        </w:rPr>
        <w:t xml:space="preserve"> 93</w:t>
      </w:r>
      <w:r>
        <w:rPr>
          <w:rtl/>
        </w:rPr>
        <w:t xml:space="preserve"> - </w:t>
      </w:r>
      <w:r w:rsidR="00D45E0E" w:rsidRPr="007277FF">
        <w:rPr>
          <w:rtl/>
        </w:rPr>
        <w:t>655</w:t>
      </w:r>
      <w:r>
        <w:rPr>
          <w:rtl/>
        </w:rPr>
        <w:t xml:space="preserve"> - </w:t>
      </w:r>
      <w:r w:rsidR="00D45E0E" w:rsidRPr="007277FF">
        <w:rPr>
          <w:rtl/>
        </w:rPr>
        <w:t>الفقيه ج 4 ص 70</w:t>
      </w:r>
    </w:p>
    <w:p w:rsidR="00AC7755" w:rsidRDefault="00CC15EB" w:rsidP="00AC7755">
      <w:pPr>
        <w:pStyle w:val="libFootnote0"/>
        <w:rPr>
          <w:rtl/>
        </w:rPr>
      </w:pPr>
      <w:r>
        <w:rPr>
          <w:rtl/>
        </w:rPr>
        <w:t>-</w:t>
      </w:r>
      <w:r w:rsidR="00D45E0E" w:rsidRPr="00DA0376">
        <w:rPr>
          <w:rtl/>
        </w:rPr>
        <w:t xml:space="preserve"> 656</w:t>
      </w:r>
      <w:r>
        <w:rPr>
          <w:rtl/>
        </w:rPr>
        <w:t xml:space="preserve"> - </w:t>
      </w:r>
      <w:r w:rsidR="00D45E0E" w:rsidRPr="00DA0376">
        <w:rPr>
          <w:rtl/>
        </w:rPr>
        <w:t>الفقيه ج 4 ص 71 الكافي ج 2 ص 316</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ليس ذلك المتعمد الذي قال الله عز وجل.</w:t>
      </w:r>
    </w:p>
    <w:p w:rsidR="00AC7755" w:rsidRDefault="00D45E0E" w:rsidP="00AC7755">
      <w:pPr>
        <w:pStyle w:val="libNormal"/>
        <w:rPr>
          <w:rtl/>
        </w:rPr>
      </w:pPr>
      <w:r w:rsidRPr="00D95A45">
        <w:rPr>
          <w:rtl/>
        </w:rPr>
        <w:t>(657) 36</w:t>
      </w:r>
      <w:r w:rsidR="00CC15EB">
        <w:rPr>
          <w:rtl/>
        </w:rPr>
        <w:t xml:space="preserve"> - </w:t>
      </w:r>
      <w:r w:rsidRPr="00D95A45">
        <w:rPr>
          <w:rtl/>
        </w:rPr>
        <w:t xml:space="preserve">الحسين بن سعيد عن ابن ابى عمير عن سعيد الازرق عن ابي عبد الله </w:t>
      </w:r>
      <w:r w:rsidR="00AC7755" w:rsidRPr="00AC7755">
        <w:rPr>
          <w:rStyle w:val="libAlaemChar"/>
          <w:rtl/>
        </w:rPr>
        <w:t>عليه‌السلام</w:t>
      </w:r>
      <w:r w:rsidRPr="00D95A45">
        <w:rPr>
          <w:rtl/>
        </w:rPr>
        <w:t xml:space="preserve"> في رجل قتل رجلا مؤمنا قال</w:t>
      </w:r>
      <w:r w:rsidR="00CC15EB">
        <w:rPr>
          <w:rtl/>
        </w:rPr>
        <w:t>:</w:t>
      </w:r>
      <w:r>
        <w:rPr>
          <w:rtl/>
        </w:rPr>
        <w:t xml:space="preserve"> </w:t>
      </w:r>
      <w:r w:rsidRPr="00D95A45">
        <w:rPr>
          <w:rtl/>
        </w:rPr>
        <w:t>يقال له</w:t>
      </w:r>
      <w:r w:rsidR="00CC15EB">
        <w:rPr>
          <w:rtl/>
        </w:rPr>
        <w:t>:</w:t>
      </w:r>
      <w:r>
        <w:rPr>
          <w:rtl/>
        </w:rPr>
        <w:t xml:space="preserve"> </w:t>
      </w:r>
      <w:r w:rsidRPr="00D95A45">
        <w:rPr>
          <w:rtl/>
        </w:rPr>
        <w:t>مت اي ميتة شئت ان شئت يهوديا وان شئت نصرانيا وان شئت مجوسيا.</w:t>
      </w:r>
    </w:p>
    <w:p w:rsidR="00AC7755" w:rsidRDefault="00D45E0E" w:rsidP="00AC7755">
      <w:pPr>
        <w:pStyle w:val="libNormal"/>
        <w:rPr>
          <w:rtl/>
        </w:rPr>
      </w:pPr>
      <w:r w:rsidRPr="00D95A45">
        <w:rPr>
          <w:rtl/>
        </w:rPr>
        <w:t>(658) 37</w:t>
      </w:r>
      <w:r w:rsidR="00CC15EB">
        <w:rPr>
          <w:rtl/>
        </w:rPr>
        <w:t xml:space="preserve"> - </w:t>
      </w:r>
      <w:r w:rsidRPr="00D95A45">
        <w:rPr>
          <w:rtl/>
        </w:rPr>
        <w:t xml:space="preserve">الحسين بن سعيد عن حماد بن عيسى عن ابي السفاتج عن ابي عبد الله </w:t>
      </w:r>
      <w:r w:rsidR="00AC7755" w:rsidRPr="00AC7755">
        <w:rPr>
          <w:rStyle w:val="libAlaemChar"/>
          <w:rtl/>
        </w:rPr>
        <w:t>عليه‌السلام</w:t>
      </w:r>
      <w:r w:rsidRPr="00D95A45">
        <w:rPr>
          <w:rtl/>
        </w:rPr>
        <w:t xml:space="preserve"> في قول الله عز وجل </w:t>
      </w:r>
      <w:r w:rsidR="00AC7755" w:rsidRPr="00AC7755">
        <w:rPr>
          <w:rStyle w:val="libAlaemChar"/>
          <w:rFonts w:hint="cs"/>
          <w:rtl/>
        </w:rPr>
        <w:t>(</w:t>
      </w:r>
      <w:r w:rsidRPr="00AC7755">
        <w:rPr>
          <w:rStyle w:val="libAieChar"/>
          <w:rtl/>
        </w:rPr>
        <w:t xml:space="preserve"> ومن يقتل مؤمنا متعمدا فجزاؤه جهنم </w:t>
      </w:r>
      <w:r w:rsidRPr="00AC7755">
        <w:rPr>
          <w:rStyle w:val="libAlaemChar"/>
          <w:rFonts w:hint="cs"/>
          <w:rtl/>
        </w:rPr>
        <w:t>)</w:t>
      </w:r>
      <w:r w:rsidRPr="00AC7755">
        <w:rPr>
          <w:rStyle w:val="libFootnotenumChar"/>
          <w:rtl/>
        </w:rPr>
        <w:t xml:space="preserve"> (1) </w:t>
      </w:r>
      <w:r w:rsidRPr="00D95A45">
        <w:rPr>
          <w:rtl/>
        </w:rPr>
        <w:t>قال</w:t>
      </w:r>
      <w:r w:rsidR="00CC15EB">
        <w:rPr>
          <w:rtl/>
        </w:rPr>
        <w:t>:</w:t>
      </w:r>
      <w:r>
        <w:rPr>
          <w:rtl/>
        </w:rPr>
        <w:t xml:space="preserve"> </w:t>
      </w:r>
      <w:r w:rsidRPr="00D95A45">
        <w:rPr>
          <w:rtl/>
        </w:rPr>
        <w:t>جزاؤه جهنم ان جازاه.</w:t>
      </w:r>
    </w:p>
    <w:p w:rsidR="00AC7755" w:rsidRDefault="00D45E0E" w:rsidP="00AC7755">
      <w:pPr>
        <w:pStyle w:val="libNormal"/>
        <w:rPr>
          <w:rtl/>
        </w:rPr>
      </w:pPr>
      <w:r w:rsidRPr="00D95A45">
        <w:rPr>
          <w:rtl/>
        </w:rPr>
        <w:t>(659) 38</w:t>
      </w:r>
      <w:r w:rsidR="00CC15EB">
        <w:rPr>
          <w:rtl/>
        </w:rPr>
        <w:t xml:space="preserve"> - </w:t>
      </w:r>
      <w:r w:rsidRPr="00D95A45">
        <w:rPr>
          <w:rtl/>
        </w:rPr>
        <w:t xml:space="preserve">الحسن بن محبوب عن عبد الله بن سنان وابن بكير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سئل عن المؤمن يقتل المؤمن متعمدا أله توبة</w:t>
      </w:r>
      <w:r>
        <w:rPr>
          <w:rtl/>
        </w:rPr>
        <w:t>؟</w:t>
      </w:r>
      <w:r w:rsidRPr="00D95A45">
        <w:rPr>
          <w:rtl/>
        </w:rPr>
        <w:t xml:space="preserve"> فقال</w:t>
      </w:r>
      <w:r w:rsidR="00CC15EB">
        <w:rPr>
          <w:rtl/>
        </w:rPr>
        <w:t>:</w:t>
      </w:r>
      <w:r>
        <w:rPr>
          <w:rtl/>
        </w:rPr>
        <w:t xml:space="preserve"> </w:t>
      </w:r>
      <w:r w:rsidRPr="00D95A45">
        <w:rPr>
          <w:rtl/>
        </w:rPr>
        <w:t>ان كان قتله لايمانه فلا توبة له</w:t>
      </w:r>
      <w:r w:rsidR="00CC15EB">
        <w:rPr>
          <w:rtl/>
        </w:rPr>
        <w:t>،</w:t>
      </w:r>
      <w:r>
        <w:rPr>
          <w:rtl/>
        </w:rPr>
        <w:t xml:space="preserve"> </w:t>
      </w:r>
      <w:r w:rsidRPr="00D95A45">
        <w:rPr>
          <w:rtl/>
        </w:rPr>
        <w:t>وان كان قتله لغضب أو لسبب شئ من امر الدنيا فان توبته ان يقاد سنة</w:t>
      </w:r>
      <w:r w:rsidR="00CC15EB">
        <w:rPr>
          <w:rtl/>
        </w:rPr>
        <w:t>،</w:t>
      </w:r>
      <w:r>
        <w:rPr>
          <w:rtl/>
        </w:rPr>
        <w:t xml:space="preserve"> </w:t>
      </w:r>
      <w:r w:rsidRPr="00D95A45">
        <w:rPr>
          <w:rtl/>
        </w:rPr>
        <w:t>فان لم يكن علم به انطلق الى اولياء المقتول فاقر عندهم بقتل صاحبهم فان عفوا عنه فلم يقتلوه أعطاهم الدية واعتق نسمة وصام شهرين متتابعين واطعم ستين مسكينا توبة الى الله.</w:t>
      </w:r>
    </w:p>
    <w:p w:rsidR="00AC7755" w:rsidRDefault="00D45E0E" w:rsidP="00AC7755">
      <w:pPr>
        <w:pStyle w:val="libNormal"/>
        <w:rPr>
          <w:rtl/>
        </w:rPr>
      </w:pPr>
      <w:r w:rsidRPr="00D95A45">
        <w:rPr>
          <w:rtl/>
        </w:rPr>
        <w:t>(660) 39</w:t>
      </w:r>
      <w:r w:rsidR="00CC15EB">
        <w:rPr>
          <w:rtl/>
        </w:rPr>
        <w:t xml:space="preserve"> - </w:t>
      </w:r>
      <w:r w:rsidRPr="00D95A45">
        <w:rPr>
          <w:rtl/>
        </w:rPr>
        <w:t xml:space="preserve">محمد بن يحيى عن عبد الله بن محمد عن ابن ابي عمير عن هشام بن سالم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يزال المؤمن في فسحة من دينه ما لم يصب دما حراما وقال</w:t>
      </w:r>
      <w:r w:rsidR="00CC15EB">
        <w:rPr>
          <w:rtl/>
        </w:rPr>
        <w:t>:</w:t>
      </w:r>
      <w:r>
        <w:rPr>
          <w:rtl/>
        </w:rPr>
        <w:t xml:space="preserve"> </w:t>
      </w:r>
      <w:r w:rsidRPr="00D95A45">
        <w:rPr>
          <w:rtl/>
        </w:rPr>
        <w:t>لا يوفق قاتل المؤمن للتوبة ابدا.</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سورة النساء الآية</w:t>
      </w:r>
    </w:p>
    <w:p w:rsidR="00CC15EB" w:rsidRDefault="00CC15EB" w:rsidP="00AC7755">
      <w:pPr>
        <w:pStyle w:val="libFootnote0"/>
        <w:rPr>
          <w:rtl/>
        </w:rPr>
      </w:pPr>
      <w:r>
        <w:rPr>
          <w:rtl/>
        </w:rPr>
        <w:t>-</w:t>
      </w:r>
      <w:r w:rsidR="00D45E0E" w:rsidRPr="007277FF">
        <w:rPr>
          <w:rtl/>
        </w:rPr>
        <w:t xml:space="preserve"> 93</w:t>
      </w:r>
      <w:r>
        <w:rPr>
          <w:rtl/>
        </w:rPr>
        <w:t xml:space="preserve"> - </w:t>
      </w:r>
      <w:r w:rsidR="00D45E0E" w:rsidRPr="007277FF">
        <w:rPr>
          <w:rtl/>
        </w:rPr>
        <w:t>657</w:t>
      </w:r>
      <w:r>
        <w:rPr>
          <w:rtl/>
        </w:rPr>
        <w:t xml:space="preserve"> - </w:t>
      </w:r>
      <w:r w:rsidR="00D45E0E" w:rsidRPr="007277FF">
        <w:rPr>
          <w:rtl/>
        </w:rPr>
        <w:t>الكافي ج 2 ص 315 الفقيه ج 4 ص 69</w:t>
      </w:r>
    </w:p>
    <w:p w:rsidR="00CC15EB" w:rsidRDefault="00CC15EB" w:rsidP="00AC7755">
      <w:pPr>
        <w:pStyle w:val="libFootnote0"/>
        <w:rPr>
          <w:rtl/>
        </w:rPr>
      </w:pPr>
      <w:r>
        <w:rPr>
          <w:rtl/>
        </w:rPr>
        <w:t>-</w:t>
      </w:r>
      <w:r w:rsidR="00D45E0E" w:rsidRPr="007277FF">
        <w:rPr>
          <w:rtl/>
        </w:rPr>
        <w:t xml:space="preserve"> 658</w:t>
      </w:r>
      <w:r>
        <w:rPr>
          <w:rtl/>
        </w:rPr>
        <w:t xml:space="preserve"> - </w:t>
      </w:r>
      <w:r w:rsidR="00D45E0E" w:rsidRPr="007277FF">
        <w:rPr>
          <w:rtl/>
        </w:rPr>
        <w:t>الفقيه ج 4 ص 71</w:t>
      </w:r>
    </w:p>
    <w:p w:rsidR="00CC15EB" w:rsidRDefault="00CC15EB" w:rsidP="00AC7755">
      <w:pPr>
        <w:pStyle w:val="libFootnote0"/>
        <w:rPr>
          <w:rtl/>
        </w:rPr>
      </w:pPr>
      <w:r>
        <w:rPr>
          <w:rtl/>
        </w:rPr>
        <w:t>-</w:t>
      </w:r>
      <w:r w:rsidR="00D45E0E" w:rsidRPr="007277FF">
        <w:rPr>
          <w:rtl/>
        </w:rPr>
        <w:t xml:space="preserve"> 659</w:t>
      </w:r>
      <w:r>
        <w:rPr>
          <w:rtl/>
        </w:rPr>
        <w:t xml:space="preserve"> - </w:t>
      </w:r>
      <w:r w:rsidR="00D45E0E" w:rsidRPr="007277FF">
        <w:rPr>
          <w:rtl/>
        </w:rPr>
        <w:t>الكافي ج 2 ص 316 الفقيه ج 4 ص 69</w:t>
      </w:r>
    </w:p>
    <w:p w:rsidR="00AC7755" w:rsidRDefault="00CC15EB" w:rsidP="00AC7755">
      <w:pPr>
        <w:pStyle w:val="libFootnote0"/>
        <w:rPr>
          <w:rtl/>
        </w:rPr>
      </w:pPr>
      <w:r>
        <w:rPr>
          <w:rtl/>
        </w:rPr>
        <w:t>-</w:t>
      </w:r>
      <w:r w:rsidR="00D45E0E" w:rsidRPr="007277FF">
        <w:rPr>
          <w:rtl/>
        </w:rPr>
        <w:t xml:space="preserve"> 660</w:t>
      </w:r>
      <w:r>
        <w:rPr>
          <w:rtl/>
        </w:rPr>
        <w:t xml:space="preserve"> - </w:t>
      </w:r>
      <w:r w:rsidR="00D45E0E" w:rsidRPr="007277FF">
        <w:rPr>
          <w:rtl/>
        </w:rPr>
        <w:t>الكافي ج 2 ص 315 الفقيه ج 2 ص 67</w:t>
      </w:r>
    </w:p>
    <w:p w:rsidR="00AC7755" w:rsidRDefault="00AC7755" w:rsidP="00AC7755">
      <w:pPr>
        <w:pStyle w:val="libNormal"/>
        <w:rPr>
          <w:rtl/>
        </w:rPr>
      </w:pPr>
      <w:r>
        <w:rPr>
          <w:rtl/>
        </w:rPr>
        <w:br w:type="page"/>
      </w:r>
    </w:p>
    <w:p w:rsidR="00AC7755" w:rsidRDefault="00D45E0E" w:rsidP="00CA44E1">
      <w:pPr>
        <w:pStyle w:val="Heading2Center"/>
        <w:rPr>
          <w:rtl/>
        </w:rPr>
      </w:pPr>
      <w:bookmarkStart w:id="13" w:name="_Toc394318277"/>
      <w:r>
        <w:rPr>
          <w:rFonts w:hint="cs"/>
          <w:rtl/>
        </w:rPr>
        <w:lastRenderedPageBreak/>
        <w:t>1</w:t>
      </w:r>
      <w:r w:rsidRPr="007277FF">
        <w:rPr>
          <w:rtl/>
        </w:rPr>
        <w:t>2</w:t>
      </w:r>
      <w:r w:rsidR="00CC15EB">
        <w:rPr>
          <w:rtl/>
        </w:rPr>
        <w:t xml:space="preserve"> - </w:t>
      </w:r>
      <w:r w:rsidRPr="007277FF">
        <w:rPr>
          <w:rtl/>
        </w:rPr>
        <w:t>باب البينات على القتل</w:t>
      </w:r>
      <w:bookmarkEnd w:id="13"/>
    </w:p>
    <w:p w:rsidR="00AC7755" w:rsidRDefault="00D45E0E" w:rsidP="00AC7755">
      <w:pPr>
        <w:pStyle w:val="libNormal"/>
        <w:rPr>
          <w:rtl/>
        </w:rPr>
      </w:pPr>
      <w:r w:rsidRPr="00D95A45">
        <w:rPr>
          <w:rtl/>
        </w:rPr>
        <w:t>(661) 1</w:t>
      </w:r>
      <w:r w:rsidR="00CC15EB">
        <w:rPr>
          <w:rtl/>
        </w:rPr>
        <w:t xml:space="preserve"> - </w:t>
      </w:r>
      <w:r w:rsidRPr="00D95A45">
        <w:rPr>
          <w:rtl/>
        </w:rPr>
        <w:t xml:space="preserve">علي بن ابراهيم عن ابيه عن ابن ابى عمير عن عمر ابن اذينة عن بريد بن معاوية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القسامة فقال</w:t>
      </w:r>
      <w:r w:rsidR="00CC15EB">
        <w:rPr>
          <w:rtl/>
        </w:rPr>
        <w:t>:</w:t>
      </w:r>
      <w:r>
        <w:rPr>
          <w:rtl/>
        </w:rPr>
        <w:t xml:space="preserve"> </w:t>
      </w:r>
      <w:r w:rsidRPr="00D95A45">
        <w:rPr>
          <w:rtl/>
        </w:rPr>
        <w:t xml:space="preserve">الحقوق كلها البينة على المدعي واليمين على المدعى عليه الا في الدم خاصة فإن رسول الله </w:t>
      </w:r>
      <w:r w:rsidR="00AC7755" w:rsidRPr="00AC7755">
        <w:rPr>
          <w:rStyle w:val="libAlaemChar"/>
          <w:rtl/>
        </w:rPr>
        <w:t>صلى‌الله‌عليه‌وآله‌وسلم</w:t>
      </w:r>
      <w:r w:rsidRPr="00D95A45">
        <w:rPr>
          <w:rtl/>
        </w:rPr>
        <w:t xml:space="preserve"> بينما هو بخيبر إذ فقدت الانصار رجلا منهم فوجدوه قتيلا فقالت الانصار</w:t>
      </w:r>
      <w:r w:rsidR="00CC15EB">
        <w:rPr>
          <w:rtl/>
        </w:rPr>
        <w:t>:</w:t>
      </w:r>
      <w:r>
        <w:rPr>
          <w:rtl/>
        </w:rPr>
        <w:t xml:space="preserve"> </w:t>
      </w:r>
      <w:r w:rsidRPr="00D95A45">
        <w:rPr>
          <w:rtl/>
        </w:rPr>
        <w:t xml:space="preserve">ان فلان اليهودي قتل صاحبنا فقال رسول الله </w:t>
      </w:r>
      <w:r w:rsidR="00AC7755" w:rsidRPr="00AC7755">
        <w:rPr>
          <w:rStyle w:val="libAlaemChar"/>
          <w:rtl/>
        </w:rPr>
        <w:t>صلى‌الله‌عليه‌وآله‌وسلم</w:t>
      </w:r>
      <w:r w:rsidRPr="00D95A45">
        <w:rPr>
          <w:rtl/>
        </w:rPr>
        <w:t xml:space="preserve"> للمطالبين</w:t>
      </w:r>
      <w:r w:rsidR="00CC15EB">
        <w:rPr>
          <w:rtl/>
        </w:rPr>
        <w:t>:</w:t>
      </w:r>
      <w:r>
        <w:rPr>
          <w:rtl/>
        </w:rPr>
        <w:t xml:space="preserve"> </w:t>
      </w:r>
      <w:r w:rsidRPr="00D95A45">
        <w:rPr>
          <w:rtl/>
        </w:rPr>
        <w:t>أقيموا رجلين عدلين من غيركم أقده برمته</w:t>
      </w:r>
      <w:r w:rsidR="00CC15EB">
        <w:rPr>
          <w:rtl/>
        </w:rPr>
        <w:t>،</w:t>
      </w:r>
      <w:r>
        <w:rPr>
          <w:rtl/>
        </w:rPr>
        <w:t xml:space="preserve"> </w:t>
      </w:r>
      <w:r w:rsidRPr="00D95A45">
        <w:rPr>
          <w:rtl/>
        </w:rPr>
        <w:t>فان لم تجدوا شاهدين فأقيموا قسامة خمسين رجلا أقده برمته</w:t>
      </w:r>
      <w:r w:rsidR="00CC15EB">
        <w:rPr>
          <w:rtl/>
        </w:rPr>
        <w:t>،</w:t>
      </w:r>
      <w:r>
        <w:rPr>
          <w:rtl/>
        </w:rPr>
        <w:t xml:space="preserve"> </w:t>
      </w:r>
      <w:r w:rsidRPr="00D95A45">
        <w:rPr>
          <w:rtl/>
        </w:rPr>
        <w:t>فقالوا</w:t>
      </w:r>
      <w:r w:rsidR="00CC15EB">
        <w:rPr>
          <w:rtl/>
        </w:rPr>
        <w:t>:</w:t>
      </w:r>
      <w:r>
        <w:rPr>
          <w:rtl/>
        </w:rPr>
        <w:t xml:space="preserve"> </w:t>
      </w:r>
      <w:r w:rsidRPr="00D95A45">
        <w:rPr>
          <w:rtl/>
        </w:rPr>
        <w:t xml:space="preserve">يا رسول الله ما عندنا شاهدان من غيرنا وإنا لنكره ان نقسم على ما لم نره فوداه رسول الله </w:t>
      </w:r>
      <w:r w:rsidR="00AC7755" w:rsidRPr="00AC7755">
        <w:rPr>
          <w:rStyle w:val="libAlaemChar"/>
          <w:rtl/>
        </w:rPr>
        <w:t>صلى‌الله‌عليه‌وآله‌وسلم</w:t>
      </w:r>
      <w:r w:rsidRPr="00D95A45">
        <w:rPr>
          <w:rtl/>
        </w:rPr>
        <w:t xml:space="preserve"> من عنده وقال</w:t>
      </w:r>
      <w:r w:rsidR="00CC15EB">
        <w:rPr>
          <w:rtl/>
        </w:rPr>
        <w:t>:</w:t>
      </w:r>
      <w:r>
        <w:rPr>
          <w:rtl/>
        </w:rPr>
        <w:t xml:space="preserve"> </w:t>
      </w:r>
      <w:r w:rsidRPr="00D95A45">
        <w:rPr>
          <w:rtl/>
        </w:rPr>
        <w:t>انما حقن دماء المسلمين بالقسامة لكي إذا رأى الفاجر الفاسق فرصة من عدوه حجزه مخافة القسامة أن يقتل به فكف عن قتله والا حلف المدعى عليه قسامة خمسين رجلا ما قتلناه ولا علمنا قاتلا والا اغرموا الدية إذا وجدوا قتيلا بين اظهرهم إذا لم يقسم المدعون.</w:t>
      </w:r>
    </w:p>
    <w:p w:rsidR="00AC7755" w:rsidRDefault="00D45E0E" w:rsidP="00AC7755">
      <w:pPr>
        <w:pStyle w:val="libNormal"/>
        <w:rPr>
          <w:rtl/>
        </w:rPr>
      </w:pPr>
      <w:r w:rsidRPr="00D95A45">
        <w:rPr>
          <w:rtl/>
        </w:rPr>
        <w:t>(662) 2</w:t>
      </w:r>
      <w:r w:rsidR="00CC15EB">
        <w:rPr>
          <w:rtl/>
        </w:rPr>
        <w:t xml:space="preserve"> - </w:t>
      </w:r>
      <w:r w:rsidRPr="00D95A45">
        <w:rPr>
          <w:rtl/>
        </w:rPr>
        <w:t>ابن اذينة عن زرارة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القسامة فقال</w:t>
      </w:r>
      <w:r w:rsidR="00CC15EB">
        <w:rPr>
          <w:rtl/>
        </w:rPr>
        <w:t>:</w:t>
      </w:r>
      <w:r>
        <w:rPr>
          <w:rtl/>
        </w:rPr>
        <w:t xml:space="preserve"> </w:t>
      </w:r>
      <w:r w:rsidRPr="00D95A45">
        <w:rPr>
          <w:rtl/>
        </w:rPr>
        <w:t xml:space="preserve">هي حق ان رجلا من الانصار وجد قتيلا في قليب من قلب اليهود فاتوا رسول الله </w:t>
      </w:r>
      <w:r w:rsidR="00AC7755" w:rsidRPr="00AC7755">
        <w:rPr>
          <w:rStyle w:val="libAlaemChar"/>
          <w:rtl/>
        </w:rPr>
        <w:t>صلى‌الله‌عليه‌وآله‌وسلم</w:t>
      </w:r>
      <w:r w:rsidRPr="00D95A45">
        <w:rPr>
          <w:rtl/>
        </w:rPr>
        <w:t xml:space="preserve"> فقالوا</w:t>
      </w:r>
      <w:r w:rsidR="00CC15EB">
        <w:rPr>
          <w:rtl/>
        </w:rPr>
        <w:t>:</w:t>
      </w:r>
      <w:r>
        <w:rPr>
          <w:rtl/>
        </w:rPr>
        <w:t xml:space="preserve"> </w:t>
      </w:r>
      <w:r w:rsidRPr="00D95A45">
        <w:rPr>
          <w:rtl/>
        </w:rPr>
        <w:t>يا رسول الله انا وجدنا رجلا منا قتيلا في قليب من قلب اليهود فقال ائتونى بشاهدين من غيركم فقالوا</w:t>
      </w:r>
      <w:r w:rsidR="00CC15EB">
        <w:rPr>
          <w:rtl/>
        </w:rPr>
        <w:t>:</w:t>
      </w:r>
      <w:r>
        <w:rPr>
          <w:rtl/>
        </w:rPr>
        <w:t xml:space="preserve"> </w:t>
      </w:r>
      <w:r w:rsidRPr="00D95A45">
        <w:rPr>
          <w:rtl/>
        </w:rPr>
        <w:t xml:space="preserve">يا رسول الله ما لنا شاهدان من غيرنا فقال لهم رسول الله </w:t>
      </w:r>
      <w:r w:rsidR="00AC7755" w:rsidRPr="00AC7755">
        <w:rPr>
          <w:rStyle w:val="libAlaemChar"/>
          <w:rtl/>
        </w:rPr>
        <w:t>صلى‌الله‌عليه‌وآله‌وسلم</w:t>
      </w:r>
      <w:r w:rsidR="00CC15EB">
        <w:rPr>
          <w:rtl/>
        </w:rPr>
        <w:t>:</w:t>
      </w:r>
      <w:r>
        <w:rPr>
          <w:rtl/>
        </w:rPr>
        <w:t xml:space="preserve"> </w:t>
      </w:r>
      <w:r w:rsidRPr="00D95A45">
        <w:rPr>
          <w:rtl/>
        </w:rPr>
        <w:t>فليقسم خمسون رجلا منكم على رجل ندفعه اليكم</w:t>
      </w:r>
      <w:r w:rsidR="00CC15EB">
        <w:rPr>
          <w:rtl/>
        </w:rPr>
        <w:t>،</w:t>
      </w:r>
      <w:r>
        <w:rPr>
          <w:rtl/>
        </w:rPr>
        <w:t xml:space="preserve"> </w:t>
      </w:r>
      <w:r w:rsidRPr="00D95A45">
        <w:rPr>
          <w:rtl/>
        </w:rPr>
        <w:t>قالوا</w:t>
      </w:r>
      <w:r w:rsidR="00CC15EB">
        <w:rPr>
          <w:rtl/>
        </w:rPr>
        <w:t>:</w:t>
      </w:r>
      <w:r>
        <w:rPr>
          <w:rtl/>
        </w:rPr>
        <w:t xml:space="preserve"> </w:t>
      </w:r>
      <w:r w:rsidRPr="00D95A45">
        <w:rPr>
          <w:rtl/>
        </w:rPr>
        <w:t>يا رسول الله وكيف نقسم على ما لم نره</w:t>
      </w:r>
      <w:r>
        <w:rPr>
          <w:rtl/>
        </w:rPr>
        <w:t>!؟</w:t>
      </w:r>
      <w:r w:rsidRPr="00D95A45">
        <w:rPr>
          <w:rtl/>
        </w:rPr>
        <w:t xml:space="preserve"> قال</w:t>
      </w:r>
      <w:r w:rsidR="00CC15EB">
        <w:rPr>
          <w:rtl/>
        </w:rPr>
        <w:t>:</w:t>
      </w:r>
      <w:r>
        <w:rPr>
          <w:rtl/>
        </w:rPr>
        <w:t xml:space="preserve"> </w:t>
      </w:r>
      <w:r w:rsidRPr="00D95A45">
        <w:rPr>
          <w:rtl/>
        </w:rPr>
        <w:t>فيقسم اليهود</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661</w:t>
      </w:r>
      <w:r>
        <w:rPr>
          <w:rFonts w:hint="cs"/>
          <w:rtl/>
        </w:rPr>
        <w:t xml:space="preserve"> - </w:t>
      </w:r>
      <w:r w:rsidR="00D45E0E" w:rsidRPr="00DA0376">
        <w:rPr>
          <w:rtl/>
        </w:rPr>
        <w:t>662</w:t>
      </w:r>
      <w:r>
        <w:rPr>
          <w:rtl/>
        </w:rPr>
        <w:t xml:space="preserve"> - </w:t>
      </w:r>
      <w:r w:rsidR="00D45E0E" w:rsidRPr="00DA0376">
        <w:rPr>
          <w:rtl/>
        </w:rPr>
        <w:t>الكافي ج 2 ص 342</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قالوا يا رسول الله وكيف نرضى باليهود وما فيهم من الشرك اعظم</w:t>
      </w:r>
      <w:r>
        <w:rPr>
          <w:rtl/>
        </w:rPr>
        <w:t>!؟</w:t>
      </w:r>
      <w:r w:rsidRPr="00DA0376">
        <w:rPr>
          <w:rtl/>
        </w:rPr>
        <w:t xml:space="preserve"> فوداه رسول الله </w:t>
      </w:r>
      <w:r w:rsidR="00AC7755" w:rsidRPr="00AC7755">
        <w:rPr>
          <w:rStyle w:val="libAlaemChar"/>
          <w:rtl/>
        </w:rPr>
        <w:t>صلى‌الله‌عليه‌وآله‌وسلم</w:t>
      </w:r>
      <w:r w:rsidR="00CC15EB">
        <w:rPr>
          <w:rtl/>
        </w:rPr>
        <w:t>،</w:t>
      </w:r>
      <w:r>
        <w:rPr>
          <w:rtl/>
        </w:rPr>
        <w:t xml:space="preserve"> </w:t>
      </w:r>
      <w:r w:rsidRPr="00DA0376">
        <w:rPr>
          <w:rtl/>
        </w:rPr>
        <w:t>قال زرارة</w:t>
      </w:r>
      <w:r w:rsidR="00CC15EB">
        <w:rPr>
          <w:rtl/>
        </w:rPr>
        <w:t>:</w:t>
      </w:r>
      <w:r>
        <w:rPr>
          <w:rtl/>
        </w:rPr>
        <w:t xml:space="preserve"> </w:t>
      </w:r>
      <w:r w:rsidRPr="00DA0376">
        <w:rPr>
          <w:rtl/>
        </w:rPr>
        <w:t xml:space="preserve">قال أبو عبد الله </w:t>
      </w:r>
      <w:r w:rsidR="00AC7755" w:rsidRPr="00AC7755">
        <w:rPr>
          <w:rStyle w:val="libAlaemChar"/>
          <w:rtl/>
        </w:rPr>
        <w:t>عليه‌السلام</w:t>
      </w:r>
      <w:r w:rsidR="00CC15EB">
        <w:rPr>
          <w:rtl/>
        </w:rPr>
        <w:t>:</w:t>
      </w:r>
      <w:r>
        <w:rPr>
          <w:rtl/>
        </w:rPr>
        <w:t xml:space="preserve"> </w:t>
      </w:r>
      <w:r w:rsidRPr="00DA0376">
        <w:rPr>
          <w:rtl/>
        </w:rPr>
        <w:t>انما جعلت القسامة احتياطا لدم المسلمين كيما إذا اراد الفاسق ان يقتل رجلا حيث لا يراه احد خاف ذلك فامتنع من القتل.</w:t>
      </w:r>
    </w:p>
    <w:p w:rsidR="00AC7755" w:rsidRDefault="00D45E0E" w:rsidP="00AC7755">
      <w:pPr>
        <w:pStyle w:val="libNormal"/>
        <w:rPr>
          <w:rtl/>
        </w:rPr>
      </w:pPr>
      <w:r w:rsidRPr="00D95A45">
        <w:rPr>
          <w:rtl/>
        </w:rPr>
        <w:t>(663) 3</w:t>
      </w:r>
      <w:r w:rsidR="00CC15EB">
        <w:rPr>
          <w:rtl/>
        </w:rPr>
        <w:t xml:space="preserve"> - </w:t>
      </w:r>
      <w:r w:rsidRPr="00D95A45">
        <w:rPr>
          <w:rtl/>
        </w:rPr>
        <w:t>احمد بن محمد عن علي بن الحكم عن علي ابن ابي حمزة عن ابي بصير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القسامة اين كان بدؤها</w:t>
      </w:r>
      <w:r>
        <w:rPr>
          <w:rtl/>
        </w:rPr>
        <w:t>؟</w:t>
      </w:r>
      <w:r w:rsidRPr="00D95A45">
        <w:rPr>
          <w:rtl/>
        </w:rPr>
        <w:t xml:space="preserve"> فقال</w:t>
      </w:r>
      <w:r w:rsidR="00CC15EB">
        <w:rPr>
          <w:rtl/>
        </w:rPr>
        <w:t>:</w:t>
      </w:r>
      <w:r>
        <w:rPr>
          <w:rtl/>
        </w:rPr>
        <w:t xml:space="preserve"> </w:t>
      </w:r>
      <w:r w:rsidRPr="00D95A45">
        <w:rPr>
          <w:rtl/>
        </w:rPr>
        <w:t xml:space="preserve">كان من قبل رسول الله </w:t>
      </w:r>
      <w:r w:rsidR="00AC7755" w:rsidRPr="00AC7755">
        <w:rPr>
          <w:rStyle w:val="libAlaemChar"/>
          <w:rtl/>
        </w:rPr>
        <w:t>صلى‌الله‌عليه‌وآله‌وسلم</w:t>
      </w:r>
      <w:r w:rsidRPr="00D95A45">
        <w:rPr>
          <w:rtl/>
        </w:rPr>
        <w:t xml:space="preserve"> لما كان بعد فتح خيبر تخلف رجل من الانصار عن اصحابه فرجعوا في طلبه فوجدوه متشحطا في دمه قتيلا. فجاءت الانصار الى رسول الله </w:t>
      </w:r>
      <w:r w:rsidR="00AC7755" w:rsidRPr="00AC7755">
        <w:rPr>
          <w:rStyle w:val="libAlaemChar"/>
          <w:rtl/>
        </w:rPr>
        <w:t>صلى‌الله‌عليه‌وآله‌وسلم</w:t>
      </w:r>
      <w:r w:rsidRPr="00D95A45">
        <w:rPr>
          <w:rtl/>
        </w:rPr>
        <w:t xml:space="preserve"> فقالت</w:t>
      </w:r>
      <w:r w:rsidR="00CC15EB">
        <w:rPr>
          <w:rtl/>
        </w:rPr>
        <w:t>:</w:t>
      </w:r>
      <w:r>
        <w:rPr>
          <w:rtl/>
        </w:rPr>
        <w:t xml:space="preserve"> </w:t>
      </w:r>
      <w:r w:rsidRPr="00D95A45">
        <w:rPr>
          <w:rtl/>
        </w:rPr>
        <w:t>يا رسول الله قتل اليهود صاحبنا فقال</w:t>
      </w:r>
      <w:r w:rsidR="00CC15EB">
        <w:rPr>
          <w:rtl/>
        </w:rPr>
        <w:t>:</w:t>
      </w:r>
      <w:r>
        <w:rPr>
          <w:rtl/>
        </w:rPr>
        <w:t xml:space="preserve"> </w:t>
      </w:r>
      <w:r w:rsidRPr="00D95A45">
        <w:rPr>
          <w:rtl/>
        </w:rPr>
        <w:t>ليقسم منكم خمسون رجلا على انهم قتلوه قالوا</w:t>
      </w:r>
      <w:r w:rsidR="00CC15EB">
        <w:rPr>
          <w:rtl/>
        </w:rPr>
        <w:t>:</w:t>
      </w:r>
      <w:r>
        <w:rPr>
          <w:rtl/>
        </w:rPr>
        <w:t xml:space="preserve"> </w:t>
      </w:r>
      <w:r w:rsidRPr="00D95A45">
        <w:rPr>
          <w:rtl/>
        </w:rPr>
        <w:t>يا رسول الله نقسم على ما لم نره</w:t>
      </w:r>
      <w:r>
        <w:rPr>
          <w:rtl/>
        </w:rPr>
        <w:t>؟</w:t>
      </w:r>
      <w:r w:rsidRPr="00D95A45">
        <w:rPr>
          <w:rtl/>
        </w:rPr>
        <w:t xml:space="preserve"> قال</w:t>
      </w:r>
      <w:r w:rsidR="00CC15EB">
        <w:rPr>
          <w:rtl/>
        </w:rPr>
        <w:t>:</w:t>
      </w:r>
      <w:r>
        <w:rPr>
          <w:rtl/>
        </w:rPr>
        <w:t xml:space="preserve"> </w:t>
      </w:r>
      <w:r w:rsidRPr="00D95A45">
        <w:rPr>
          <w:rtl/>
        </w:rPr>
        <w:t>ليقسم اليهود قالوا</w:t>
      </w:r>
      <w:r w:rsidR="00CC15EB">
        <w:rPr>
          <w:rtl/>
        </w:rPr>
        <w:t>:</w:t>
      </w:r>
      <w:r>
        <w:rPr>
          <w:rtl/>
        </w:rPr>
        <w:t xml:space="preserve"> </w:t>
      </w:r>
      <w:r w:rsidRPr="00D95A45">
        <w:rPr>
          <w:rtl/>
        </w:rPr>
        <w:t>يا رسول الله ومن يصدق اليهود</w:t>
      </w:r>
      <w:r>
        <w:rPr>
          <w:rtl/>
        </w:rPr>
        <w:t>؟</w:t>
      </w:r>
      <w:r w:rsidRPr="00D95A45">
        <w:rPr>
          <w:rtl/>
        </w:rPr>
        <w:t xml:space="preserve"> فقال</w:t>
      </w:r>
      <w:r w:rsidR="00CC15EB">
        <w:rPr>
          <w:rtl/>
        </w:rPr>
        <w:t>:</w:t>
      </w:r>
      <w:r>
        <w:rPr>
          <w:rtl/>
        </w:rPr>
        <w:t xml:space="preserve"> </w:t>
      </w:r>
      <w:r w:rsidRPr="00D95A45">
        <w:rPr>
          <w:rtl/>
        </w:rPr>
        <w:t>انا إذا آدي صاحبكم</w:t>
      </w:r>
      <w:r w:rsidR="00CC15EB">
        <w:rPr>
          <w:rtl/>
        </w:rPr>
        <w:t>،</w:t>
      </w:r>
      <w:r>
        <w:rPr>
          <w:rtl/>
        </w:rPr>
        <w:t xml:space="preserve"> </w:t>
      </w:r>
      <w:r w:rsidRPr="00D95A45">
        <w:rPr>
          <w:rtl/>
        </w:rPr>
        <w:t>فقلت له</w:t>
      </w:r>
      <w:r w:rsidR="00CC15EB">
        <w:rPr>
          <w:rtl/>
        </w:rPr>
        <w:t>:</w:t>
      </w:r>
      <w:r>
        <w:rPr>
          <w:rtl/>
        </w:rPr>
        <w:t xml:space="preserve"> </w:t>
      </w:r>
      <w:r w:rsidRPr="00D95A45">
        <w:rPr>
          <w:rtl/>
        </w:rPr>
        <w:t>كيف الحكم فيها</w:t>
      </w:r>
      <w:r>
        <w:rPr>
          <w:rtl/>
        </w:rPr>
        <w:t>؟</w:t>
      </w:r>
      <w:r w:rsidRPr="00D95A45">
        <w:rPr>
          <w:rtl/>
        </w:rPr>
        <w:t xml:space="preserve"> فقال</w:t>
      </w:r>
      <w:r w:rsidR="00CC15EB">
        <w:rPr>
          <w:rtl/>
        </w:rPr>
        <w:t>:</w:t>
      </w:r>
      <w:r>
        <w:rPr>
          <w:rtl/>
        </w:rPr>
        <w:t xml:space="preserve"> </w:t>
      </w:r>
      <w:r w:rsidRPr="00D95A45">
        <w:rPr>
          <w:rtl/>
        </w:rPr>
        <w:t>إن الله عز وجل حكم في الدماء ما لم يحكم في شئ من حقوق الناس لتعظيمه الدماء</w:t>
      </w:r>
      <w:r w:rsidR="00CC15EB">
        <w:rPr>
          <w:rtl/>
        </w:rPr>
        <w:t>،</w:t>
      </w:r>
      <w:r>
        <w:rPr>
          <w:rtl/>
        </w:rPr>
        <w:t xml:space="preserve"> </w:t>
      </w:r>
      <w:r w:rsidRPr="00D95A45">
        <w:rPr>
          <w:rtl/>
        </w:rPr>
        <w:t>لو أن رجلا ادعى على رجل عشرة آلاف درهم أو اقل أو اكثر لم يكن اليمين على المدعي وكانت اليمين على المدعى عليه</w:t>
      </w:r>
      <w:r w:rsidR="00CC15EB">
        <w:rPr>
          <w:rtl/>
        </w:rPr>
        <w:t>،</w:t>
      </w:r>
      <w:r>
        <w:rPr>
          <w:rtl/>
        </w:rPr>
        <w:t xml:space="preserve"> </w:t>
      </w:r>
      <w:r w:rsidRPr="00D95A45">
        <w:rPr>
          <w:rtl/>
        </w:rPr>
        <w:t>فإذا ادعى الرجل على القوم انهم قتلوا كانت اليمين لمدعي الدم قبل المدعى عليهم فعلى المدعي ان يجئ بخمسين يحلفون ان فلانا قتل فلانا فيدفع إليهم الذي حلف عليه</w:t>
      </w:r>
      <w:r w:rsidR="00CC15EB">
        <w:rPr>
          <w:rtl/>
        </w:rPr>
        <w:t>،</w:t>
      </w:r>
      <w:r>
        <w:rPr>
          <w:rtl/>
        </w:rPr>
        <w:t xml:space="preserve"> </w:t>
      </w:r>
      <w:r w:rsidRPr="00D95A45">
        <w:rPr>
          <w:rtl/>
        </w:rPr>
        <w:t>فان شاؤا عفوا وان شاؤا قبلوا الدية</w:t>
      </w:r>
      <w:r w:rsidR="00CC15EB">
        <w:rPr>
          <w:rtl/>
        </w:rPr>
        <w:t>،</w:t>
      </w:r>
      <w:r>
        <w:rPr>
          <w:rtl/>
        </w:rPr>
        <w:t xml:space="preserve"> </w:t>
      </w:r>
      <w:r w:rsidRPr="00D95A45">
        <w:rPr>
          <w:rtl/>
        </w:rPr>
        <w:t>وان لم يقسموا كان على الذين ادعي عليهم أن يحلف منهم خمسون ما قتلنا ولا علمنا له قاتلا</w:t>
      </w:r>
      <w:r w:rsidR="00CC15EB">
        <w:rPr>
          <w:rtl/>
        </w:rPr>
        <w:t>،</w:t>
      </w:r>
      <w:r>
        <w:rPr>
          <w:rtl/>
        </w:rPr>
        <w:t xml:space="preserve"> </w:t>
      </w:r>
      <w:r w:rsidRPr="00D95A45">
        <w:rPr>
          <w:rtl/>
        </w:rPr>
        <w:t>فان فعلوا ادى اهل القرية الذين وجد فيهم</w:t>
      </w:r>
      <w:r w:rsidR="00CC15EB">
        <w:rPr>
          <w:rtl/>
        </w:rPr>
        <w:t>،</w:t>
      </w:r>
      <w:r>
        <w:rPr>
          <w:rtl/>
        </w:rPr>
        <w:t xml:space="preserve"> </w:t>
      </w:r>
      <w:r w:rsidRPr="00D95A45">
        <w:rPr>
          <w:rtl/>
        </w:rPr>
        <w:t>وان كان بأرض فلاة أديت ديته من بيت مال المسلمين</w:t>
      </w:r>
      <w:r w:rsidR="00CC15EB">
        <w:rPr>
          <w:rtl/>
        </w:rPr>
        <w:t>،</w:t>
      </w:r>
      <w:r>
        <w:rPr>
          <w:rtl/>
        </w:rPr>
        <w:t xml:space="preserve"> </w:t>
      </w:r>
      <w:r w:rsidRPr="00D95A45">
        <w:rPr>
          <w:rtl/>
        </w:rPr>
        <w:t xml:space="preserve">فان امير المؤمنين </w:t>
      </w:r>
      <w:r w:rsidR="00AC7755" w:rsidRPr="00AC7755">
        <w:rPr>
          <w:rStyle w:val="libAlaemChar"/>
          <w:rtl/>
        </w:rPr>
        <w:t>عليه‌السلام</w:t>
      </w:r>
      <w:r w:rsidRPr="00D95A45">
        <w:rPr>
          <w:rtl/>
        </w:rPr>
        <w:t xml:space="preserve"> كان يقول</w:t>
      </w:r>
      <w:r w:rsidR="00CC15EB">
        <w:rPr>
          <w:rtl/>
        </w:rPr>
        <w:t>:</w:t>
      </w:r>
      <w:r>
        <w:rPr>
          <w:rtl/>
        </w:rPr>
        <w:t xml:space="preserve"> </w:t>
      </w:r>
      <w:r w:rsidRPr="00D95A45">
        <w:rPr>
          <w:rtl/>
        </w:rPr>
        <w:t>لا يبطل دم امرئ مسلم</w:t>
      </w:r>
      <w:r w:rsidR="00CC15EB">
        <w:rPr>
          <w:rtl/>
        </w:rPr>
        <w:t>،</w:t>
      </w:r>
      <w:r>
        <w:rPr>
          <w:rtl/>
        </w:rPr>
        <w:t xml:space="preserve"> </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663</w:t>
      </w:r>
      <w:r>
        <w:rPr>
          <w:rtl/>
        </w:rPr>
        <w:t xml:space="preserve"> - </w:t>
      </w:r>
      <w:r w:rsidR="00D45E0E" w:rsidRPr="00D95A45">
        <w:rPr>
          <w:rtl/>
        </w:rPr>
        <w:t>الكافي ج 2 ص 342 الفقيه ج 4 ص 73 بتفاوت فيهما</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(664) 4</w:t>
      </w:r>
      <w:r w:rsidR="00CC15EB">
        <w:rPr>
          <w:rtl/>
        </w:rPr>
        <w:t xml:space="preserve"> - </w:t>
      </w:r>
      <w:r w:rsidRPr="00D95A45">
        <w:rPr>
          <w:rtl/>
        </w:rPr>
        <w:t>احمد بن محمد عن محمد بن اسماعيل بن بزيع عن حنان ابن سدير قال</w:t>
      </w:r>
      <w:r w:rsidR="00CC15EB">
        <w:rPr>
          <w:rtl/>
        </w:rPr>
        <w:t>:</w:t>
      </w:r>
      <w:r>
        <w:rPr>
          <w:rtl/>
        </w:rPr>
        <w:t xml:space="preserve"> </w:t>
      </w:r>
      <w:r w:rsidRPr="00D95A45">
        <w:rPr>
          <w:rtl/>
        </w:rPr>
        <w:t xml:space="preserve">قال لي أبو عبد الله </w:t>
      </w:r>
      <w:r w:rsidR="00AC7755" w:rsidRPr="00AC7755">
        <w:rPr>
          <w:rStyle w:val="libAlaemChar"/>
          <w:rtl/>
        </w:rPr>
        <w:t>عليه‌السلام</w:t>
      </w:r>
      <w:r w:rsidR="00CC15EB">
        <w:rPr>
          <w:rtl/>
        </w:rPr>
        <w:t>:</w:t>
      </w:r>
      <w:r>
        <w:rPr>
          <w:rtl/>
        </w:rPr>
        <w:t xml:space="preserve"> </w:t>
      </w:r>
      <w:r w:rsidRPr="00D95A45">
        <w:rPr>
          <w:rtl/>
        </w:rPr>
        <w:t>سألني ابن شبرمة ما تقول في القسامة في الدم</w:t>
      </w:r>
      <w:r>
        <w:rPr>
          <w:rtl/>
        </w:rPr>
        <w:t>؟</w:t>
      </w:r>
      <w:r w:rsidRPr="00D95A45">
        <w:rPr>
          <w:rtl/>
        </w:rPr>
        <w:t xml:space="preserve"> فاجبته بما صنع رسول الله </w:t>
      </w:r>
      <w:r w:rsidR="00AC7755" w:rsidRPr="00AC7755">
        <w:rPr>
          <w:rStyle w:val="libAlaemChar"/>
          <w:rtl/>
        </w:rPr>
        <w:t>صلى‌الله‌عليه‌وآله‌وسلم</w:t>
      </w:r>
      <w:r w:rsidRPr="00D95A45">
        <w:rPr>
          <w:rtl/>
        </w:rPr>
        <w:t xml:space="preserve"> قال</w:t>
      </w:r>
      <w:r w:rsidR="00CC15EB">
        <w:rPr>
          <w:rtl/>
        </w:rPr>
        <w:t>:</w:t>
      </w:r>
      <w:r>
        <w:rPr>
          <w:rtl/>
        </w:rPr>
        <w:t xml:space="preserve"> </w:t>
      </w:r>
      <w:r w:rsidRPr="00D95A45">
        <w:rPr>
          <w:rtl/>
        </w:rPr>
        <w:t xml:space="preserve">أرأيت لو أن النبي </w:t>
      </w:r>
      <w:r w:rsidR="00AC7755" w:rsidRPr="00AC7755">
        <w:rPr>
          <w:rStyle w:val="libAlaemChar"/>
          <w:rtl/>
        </w:rPr>
        <w:t>صلى‌الله‌عليه‌وآله‌وسلم</w:t>
      </w:r>
      <w:r w:rsidRPr="00D95A45">
        <w:rPr>
          <w:rtl/>
        </w:rPr>
        <w:t xml:space="preserve"> لم يصنع هذا كيف كان القول فيه</w:t>
      </w:r>
      <w:r>
        <w:rPr>
          <w:rtl/>
        </w:rPr>
        <w:t>؟</w:t>
      </w:r>
      <w:r w:rsidRPr="00D95A45">
        <w:rPr>
          <w:rtl/>
        </w:rPr>
        <w:t xml:space="preserve"> قال</w:t>
      </w:r>
      <w:r w:rsidR="00CC15EB">
        <w:rPr>
          <w:rtl/>
        </w:rPr>
        <w:t>:</w:t>
      </w:r>
      <w:r>
        <w:rPr>
          <w:rtl/>
        </w:rPr>
        <w:t xml:space="preserve"> </w:t>
      </w:r>
      <w:r w:rsidRPr="00D95A45">
        <w:rPr>
          <w:rtl/>
        </w:rPr>
        <w:t>قلت له</w:t>
      </w:r>
      <w:r w:rsidR="00CC15EB">
        <w:rPr>
          <w:rtl/>
        </w:rPr>
        <w:t>:</w:t>
      </w:r>
      <w:r>
        <w:rPr>
          <w:rtl/>
        </w:rPr>
        <w:t xml:space="preserve"> </w:t>
      </w:r>
      <w:r w:rsidRPr="00D95A45">
        <w:rPr>
          <w:rtl/>
        </w:rPr>
        <w:t xml:space="preserve">اما ما صنع رسول الله </w:t>
      </w:r>
      <w:r w:rsidR="00AC7755" w:rsidRPr="00AC7755">
        <w:rPr>
          <w:rStyle w:val="libAlaemChar"/>
          <w:rtl/>
        </w:rPr>
        <w:t>صلى‌الله‌عليه‌وآله‌وسلم</w:t>
      </w:r>
      <w:r w:rsidRPr="00D95A45">
        <w:rPr>
          <w:rtl/>
        </w:rPr>
        <w:t xml:space="preserve"> فقد اخبرتك واما ما لم يصنع فلا علم لي به.</w:t>
      </w:r>
    </w:p>
    <w:p w:rsidR="00AC7755" w:rsidRDefault="00D45E0E" w:rsidP="00AC7755">
      <w:pPr>
        <w:pStyle w:val="libNormal"/>
        <w:rPr>
          <w:rtl/>
        </w:rPr>
      </w:pPr>
      <w:r w:rsidRPr="00D95A45">
        <w:rPr>
          <w:rtl/>
        </w:rPr>
        <w:t>(665) 5</w:t>
      </w:r>
      <w:r w:rsidR="00CC15EB">
        <w:rPr>
          <w:rtl/>
        </w:rPr>
        <w:t xml:space="preserve"> - </w:t>
      </w:r>
      <w:r w:rsidRPr="00D95A45">
        <w:rPr>
          <w:rtl/>
        </w:rPr>
        <w:t>يونس بن عبد الرحمان عن عبد الله بن سنان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القسامة هل جرى فيها سنة</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 xml:space="preserve">نعم خرج رجلان من الانصار يصيبان من بني النجار فتفرقا فوجد أحدهما قتيلا فقال اصحابه لرسول الله </w:t>
      </w:r>
      <w:r w:rsidR="00AC7755" w:rsidRPr="00AC7755">
        <w:rPr>
          <w:rStyle w:val="libAlaemChar"/>
          <w:rtl/>
        </w:rPr>
        <w:t>صلى‌الله‌عليه‌وآله‌وسلم</w:t>
      </w:r>
      <w:r w:rsidR="00CC15EB">
        <w:rPr>
          <w:rtl/>
        </w:rPr>
        <w:t>:</w:t>
      </w:r>
      <w:r>
        <w:rPr>
          <w:rtl/>
        </w:rPr>
        <w:t xml:space="preserve"> </w:t>
      </w:r>
      <w:r w:rsidRPr="00D95A45">
        <w:rPr>
          <w:rtl/>
        </w:rPr>
        <w:t xml:space="preserve">انما قتل صاحبنا اليهود فقال رسول الله </w:t>
      </w:r>
      <w:r w:rsidR="00AC7755" w:rsidRPr="00AC7755">
        <w:rPr>
          <w:rStyle w:val="libAlaemChar"/>
          <w:rtl/>
        </w:rPr>
        <w:t>صلى‌الله‌عليه‌وآله‌وسلم</w:t>
      </w:r>
      <w:r w:rsidR="00CC15EB">
        <w:rPr>
          <w:rtl/>
        </w:rPr>
        <w:t>:</w:t>
      </w:r>
      <w:r>
        <w:rPr>
          <w:rtl/>
        </w:rPr>
        <w:t xml:space="preserve"> </w:t>
      </w:r>
      <w:r w:rsidRPr="00D95A45">
        <w:rPr>
          <w:rtl/>
        </w:rPr>
        <w:t>يحلف اليهود</w:t>
      </w:r>
      <w:r>
        <w:rPr>
          <w:rtl/>
        </w:rPr>
        <w:t>؟</w:t>
      </w:r>
      <w:r w:rsidRPr="00D95A45">
        <w:rPr>
          <w:rtl/>
        </w:rPr>
        <w:t xml:space="preserve"> فقالوا</w:t>
      </w:r>
      <w:r w:rsidR="00CC15EB">
        <w:rPr>
          <w:rtl/>
        </w:rPr>
        <w:t>:</w:t>
      </w:r>
      <w:r>
        <w:rPr>
          <w:rtl/>
        </w:rPr>
        <w:t xml:space="preserve"> </w:t>
      </w:r>
      <w:r w:rsidRPr="00D95A45">
        <w:rPr>
          <w:rtl/>
        </w:rPr>
        <w:t>يا رسول الله كيف تحلف اليهود على اخينا وهم قوم كفار</w:t>
      </w:r>
      <w:r>
        <w:rPr>
          <w:rtl/>
        </w:rPr>
        <w:t>!!</w:t>
      </w:r>
      <w:r w:rsidRPr="00D95A45">
        <w:rPr>
          <w:rtl/>
        </w:rPr>
        <w:t xml:space="preserve"> قال</w:t>
      </w:r>
      <w:r w:rsidR="00CC15EB">
        <w:rPr>
          <w:rtl/>
        </w:rPr>
        <w:t>:</w:t>
      </w:r>
      <w:r>
        <w:rPr>
          <w:rtl/>
        </w:rPr>
        <w:t xml:space="preserve"> </w:t>
      </w:r>
      <w:r w:rsidRPr="00D95A45">
        <w:rPr>
          <w:rtl/>
        </w:rPr>
        <w:t>فاحلفوا انتم قالوا</w:t>
      </w:r>
      <w:r w:rsidR="00CC15EB">
        <w:rPr>
          <w:rtl/>
        </w:rPr>
        <w:t>:</w:t>
      </w:r>
      <w:r>
        <w:rPr>
          <w:rtl/>
        </w:rPr>
        <w:t xml:space="preserve"> </w:t>
      </w:r>
      <w:r w:rsidRPr="00D95A45">
        <w:rPr>
          <w:rtl/>
        </w:rPr>
        <w:t>وكيف نحلف على ما لم نعلم ولم نشهد</w:t>
      </w:r>
      <w:r>
        <w:rPr>
          <w:rtl/>
        </w:rPr>
        <w:t>؟</w:t>
      </w:r>
      <w:r w:rsidRPr="00D95A45">
        <w:rPr>
          <w:rtl/>
        </w:rPr>
        <w:t xml:space="preserve"> قال</w:t>
      </w:r>
      <w:r w:rsidR="00CC15EB">
        <w:rPr>
          <w:rtl/>
        </w:rPr>
        <w:t>:</w:t>
      </w:r>
      <w:r>
        <w:rPr>
          <w:rtl/>
        </w:rPr>
        <w:t xml:space="preserve"> </w:t>
      </w:r>
      <w:r w:rsidRPr="00D95A45">
        <w:rPr>
          <w:rtl/>
        </w:rPr>
        <w:t xml:space="preserve">فوداه النبي </w:t>
      </w:r>
      <w:r w:rsidR="00AC7755" w:rsidRPr="00AC7755">
        <w:rPr>
          <w:rStyle w:val="libAlaemChar"/>
          <w:rtl/>
        </w:rPr>
        <w:t>صلى‌الله‌عليه‌وآله‌وسلم</w:t>
      </w:r>
      <w:r w:rsidRPr="00D95A45">
        <w:rPr>
          <w:rtl/>
        </w:rPr>
        <w:t xml:space="preserve"> من عنده قال</w:t>
      </w:r>
      <w:r w:rsidR="00CC15EB">
        <w:rPr>
          <w:rtl/>
        </w:rPr>
        <w:t>:</w:t>
      </w:r>
      <w:r>
        <w:rPr>
          <w:rtl/>
        </w:rPr>
        <w:t xml:space="preserve"> </w:t>
      </w:r>
      <w:r w:rsidRPr="00D95A45">
        <w:rPr>
          <w:rtl/>
        </w:rPr>
        <w:t>قلت</w:t>
      </w:r>
      <w:r w:rsidR="00CC15EB">
        <w:rPr>
          <w:rtl/>
        </w:rPr>
        <w:t>:</w:t>
      </w:r>
      <w:r>
        <w:rPr>
          <w:rtl/>
        </w:rPr>
        <w:t xml:space="preserve"> </w:t>
      </w:r>
      <w:r w:rsidRPr="00D95A45">
        <w:rPr>
          <w:rtl/>
        </w:rPr>
        <w:t>كيف كانت القسامة</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اما انها حق ولو لا ذلك لقتل الناس بعضهم بعضا وانما القسامة حوط يحاط به الناس.</w:t>
      </w:r>
    </w:p>
    <w:p w:rsidR="00AC7755" w:rsidRDefault="00D45E0E" w:rsidP="00AC7755">
      <w:pPr>
        <w:pStyle w:val="libNormal"/>
        <w:rPr>
          <w:rtl/>
        </w:rPr>
      </w:pPr>
      <w:r w:rsidRPr="00D95A45">
        <w:rPr>
          <w:rtl/>
        </w:rPr>
        <w:t>(666) 6</w:t>
      </w:r>
      <w:r w:rsidR="00CC15EB">
        <w:rPr>
          <w:rtl/>
        </w:rPr>
        <w:t xml:space="preserve"> - </w:t>
      </w:r>
      <w:r w:rsidRPr="00D95A45">
        <w:rPr>
          <w:rtl/>
        </w:rPr>
        <w:t>محمد بن علي بن محبوب عن احمد بن عبدوس عن الحسن ابن علي بن فضال من مفضل بن صالح عن ليث المرادي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القسامة على من هي أعلى اهل القاتل أو على اهل المقتول</w:t>
      </w:r>
      <w:r>
        <w:rPr>
          <w:rtl/>
        </w:rPr>
        <w:t>؟</w:t>
      </w:r>
      <w:r w:rsidRPr="00D95A45">
        <w:rPr>
          <w:rtl/>
        </w:rPr>
        <w:t xml:space="preserve"> قال</w:t>
      </w:r>
      <w:r w:rsidR="00CC15EB">
        <w:rPr>
          <w:rtl/>
        </w:rPr>
        <w:t>:</w:t>
      </w:r>
      <w:r>
        <w:rPr>
          <w:rtl/>
        </w:rPr>
        <w:t xml:space="preserve"> </w:t>
      </w:r>
      <w:r w:rsidRPr="00D95A45">
        <w:rPr>
          <w:rtl/>
        </w:rPr>
        <w:t>على اهل المقتول يحلفون بالله الذى لا إله الا هو لقتل فلان فلانا.</w:t>
      </w:r>
    </w:p>
    <w:p w:rsidR="00AC7755" w:rsidRDefault="00D45E0E" w:rsidP="00AC7755">
      <w:pPr>
        <w:pStyle w:val="libNormal"/>
        <w:rPr>
          <w:rtl/>
        </w:rPr>
      </w:pPr>
      <w:r w:rsidRPr="00D95A45">
        <w:rPr>
          <w:rtl/>
        </w:rPr>
        <w:t>(667) 7</w:t>
      </w:r>
      <w:r w:rsidR="00CC15EB">
        <w:rPr>
          <w:rtl/>
        </w:rPr>
        <w:t xml:space="preserve"> - </w:t>
      </w:r>
      <w:r w:rsidRPr="00D95A45">
        <w:rPr>
          <w:rtl/>
        </w:rPr>
        <w:t>علي بن ابراهيم عن محمد بن عيسى عن يونس عن عبد الله ابن سنان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القسامة خمسون رجلا في العمد وفي الخطأ</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664</w:t>
      </w:r>
      <w:r>
        <w:rPr>
          <w:rFonts w:hint="cs"/>
          <w:rtl/>
        </w:rPr>
        <w:t xml:space="preserve"> - </w:t>
      </w:r>
      <w:r w:rsidR="00D45E0E" w:rsidRPr="007277FF">
        <w:rPr>
          <w:rtl/>
        </w:rPr>
        <w:t>665</w:t>
      </w:r>
      <w:r>
        <w:rPr>
          <w:rtl/>
        </w:rPr>
        <w:t xml:space="preserve"> - </w:t>
      </w:r>
      <w:r w:rsidR="00D45E0E" w:rsidRPr="007277FF">
        <w:rPr>
          <w:rtl/>
        </w:rPr>
        <w:t>الكافي ج 2 ص 342 بتفاوت في الثاني فيه</w:t>
      </w:r>
    </w:p>
    <w:p w:rsidR="00AC7755" w:rsidRDefault="00CC15EB" w:rsidP="00AC7755">
      <w:pPr>
        <w:pStyle w:val="libFootnote0"/>
        <w:rPr>
          <w:rtl/>
        </w:rPr>
      </w:pPr>
      <w:r>
        <w:rPr>
          <w:rtl/>
        </w:rPr>
        <w:t>-</w:t>
      </w:r>
      <w:r w:rsidR="00D45E0E" w:rsidRPr="00DA0376">
        <w:rPr>
          <w:rtl/>
        </w:rPr>
        <w:t xml:space="preserve"> 667</w:t>
      </w:r>
      <w:r>
        <w:rPr>
          <w:rtl/>
        </w:rPr>
        <w:t xml:space="preserve"> - </w:t>
      </w:r>
      <w:r w:rsidR="00D45E0E" w:rsidRPr="00DA0376">
        <w:rPr>
          <w:rtl/>
        </w:rPr>
        <w:t>الكافي ج 2 ص 343</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خمسة وعشرون رجلا وعليهم ان يحلفوا بالله.</w:t>
      </w:r>
    </w:p>
    <w:p w:rsidR="00AC7755" w:rsidRDefault="00D45E0E" w:rsidP="00AC7755">
      <w:pPr>
        <w:pStyle w:val="libNormal"/>
        <w:rPr>
          <w:rtl/>
        </w:rPr>
      </w:pPr>
      <w:r w:rsidRPr="00D95A45">
        <w:rPr>
          <w:rtl/>
        </w:rPr>
        <w:t>(668) 8</w:t>
      </w:r>
      <w:r w:rsidR="00CC15EB">
        <w:rPr>
          <w:rtl/>
        </w:rPr>
        <w:t xml:space="preserve"> - </w:t>
      </w:r>
      <w:r w:rsidRPr="00D95A45">
        <w:rPr>
          <w:rtl/>
        </w:rPr>
        <w:t xml:space="preserve">علي بن ابراهيم عن ابيه عن ابن فضال ومحمد بن عيسى عن يونس جميعا عن الرضا </w:t>
      </w:r>
      <w:r w:rsidR="00AC7755" w:rsidRPr="00AC7755">
        <w:rPr>
          <w:rStyle w:val="libAlaemChar"/>
          <w:rtl/>
        </w:rPr>
        <w:t>عليه‌السلام</w:t>
      </w:r>
      <w:r w:rsidR="00CC15EB">
        <w:rPr>
          <w:rtl/>
        </w:rPr>
        <w:t>،</w:t>
      </w:r>
      <w:r>
        <w:rPr>
          <w:rtl/>
        </w:rPr>
        <w:t xml:space="preserve"> </w:t>
      </w:r>
      <w:r w:rsidRPr="00D95A45">
        <w:rPr>
          <w:rtl/>
        </w:rPr>
        <w:t>وسهل بن زياد عن الحسن بن ظريف عن ابيه ظريف بن ناصح عن عبد الله بن ايوب عن ابى عمرو المتطبب قال</w:t>
      </w:r>
      <w:r w:rsidR="00CC15EB">
        <w:rPr>
          <w:rtl/>
        </w:rPr>
        <w:t>:</w:t>
      </w:r>
      <w:r>
        <w:rPr>
          <w:rtl/>
        </w:rPr>
        <w:t xml:space="preserve"> </w:t>
      </w:r>
      <w:r w:rsidRPr="00D95A45">
        <w:rPr>
          <w:rtl/>
        </w:rPr>
        <w:t xml:space="preserve">عرضت على ابي عبد الله </w:t>
      </w:r>
      <w:r w:rsidR="00AC7755" w:rsidRPr="00AC7755">
        <w:rPr>
          <w:rStyle w:val="libAlaemChar"/>
          <w:rtl/>
        </w:rPr>
        <w:t>عليه‌السلام</w:t>
      </w:r>
      <w:r w:rsidRPr="00D95A45">
        <w:rPr>
          <w:rtl/>
        </w:rPr>
        <w:t xml:space="preserve"> ما اتى به امير المؤمنين </w:t>
      </w:r>
      <w:r w:rsidR="00AC7755" w:rsidRPr="00AC7755">
        <w:rPr>
          <w:rStyle w:val="libAlaemChar"/>
          <w:rtl/>
        </w:rPr>
        <w:t>عليه‌السلام</w:t>
      </w:r>
      <w:r w:rsidRPr="00D95A45">
        <w:rPr>
          <w:rtl/>
        </w:rPr>
        <w:t xml:space="preserve"> في الديات</w:t>
      </w:r>
      <w:r w:rsidR="00CC15EB">
        <w:rPr>
          <w:rtl/>
        </w:rPr>
        <w:t>،</w:t>
      </w:r>
      <w:r>
        <w:rPr>
          <w:rtl/>
        </w:rPr>
        <w:t xml:space="preserve"> </w:t>
      </w:r>
      <w:r w:rsidRPr="00D95A45">
        <w:rPr>
          <w:rtl/>
        </w:rPr>
        <w:t>فمما افتى به في الجسد وجعله ستة فرائض</w:t>
      </w:r>
      <w:r w:rsidR="00CC15EB">
        <w:rPr>
          <w:rtl/>
        </w:rPr>
        <w:t>:</w:t>
      </w:r>
      <w:r>
        <w:rPr>
          <w:rtl/>
        </w:rPr>
        <w:t xml:space="preserve"> </w:t>
      </w:r>
      <w:r w:rsidRPr="00D95A45">
        <w:rPr>
          <w:rtl/>
        </w:rPr>
        <w:t>النفس والبصر والسمع والكلام ونقص الضوء من العين والبحح والشلل في اليدين والرجلين</w:t>
      </w:r>
      <w:r w:rsidR="00CC15EB">
        <w:rPr>
          <w:rtl/>
        </w:rPr>
        <w:t>،</w:t>
      </w:r>
      <w:r>
        <w:rPr>
          <w:rtl/>
        </w:rPr>
        <w:t xml:space="preserve"> </w:t>
      </w:r>
      <w:r w:rsidRPr="00D95A45">
        <w:rPr>
          <w:rtl/>
        </w:rPr>
        <w:t>ثم جعل مع كل شئ من هذه قسامة على نحو ما بلغت ديته</w:t>
      </w:r>
      <w:r w:rsidR="00CC15EB">
        <w:rPr>
          <w:rtl/>
        </w:rPr>
        <w:t>،</w:t>
      </w:r>
      <w:r>
        <w:rPr>
          <w:rtl/>
        </w:rPr>
        <w:t xml:space="preserve"> </w:t>
      </w:r>
      <w:r w:rsidRPr="00D95A45">
        <w:rPr>
          <w:rtl/>
        </w:rPr>
        <w:t>والقسامة جعل في النفس على العمد خمسين رجلا</w:t>
      </w:r>
      <w:r w:rsidR="00CC15EB">
        <w:rPr>
          <w:rtl/>
        </w:rPr>
        <w:t>،</w:t>
      </w:r>
      <w:r>
        <w:rPr>
          <w:rtl/>
        </w:rPr>
        <w:t xml:space="preserve"> </w:t>
      </w:r>
      <w:r w:rsidRPr="00D95A45">
        <w:rPr>
          <w:rtl/>
        </w:rPr>
        <w:t>وجعل في النفس على الخطأ خمسة وعشرين رجلا</w:t>
      </w:r>
      <w:r w:rsidR="00CC15EB">
        <w:rPr>
          <w:rtl/>
        </w:rPr>
        <w:t>،</w:t>
      </w:r>
      <w:r>
        <w:rPr>
          <w:rtl/>
        </w:rPr>
        <w:t xml:space="preserve"> </w:t>
      </w:r>
      <w:r w:rsidRPr="00D95A45">
        <w:rPr>
          <w:rtl/>
        </w:rPr>
        <w:t>وعلى ما بلغت ديته من الجوارح الف دينار ستة نفر</w:t>
      </w:r>
      <w:r w:rsidR="00CC15EB">
        <w:rPr>
          <w:rtl/>
        </w:rPr>
        <w:t>،</w:t>
      </w:r>
      <w:r>
        <w:rPr>
          <w:rtl/>
        </w:rPr>
        <w:t xml:space="preserve"> </w:t>
      </w:r>
      <w:r w:rsidRPr="00D95A45">
        <w:rPr>
          <w:rtl/>
        </w:rPr>
        <w:t>فما كان دون ذلك فبحسابه من ستة نفر والقسامة في النفس والسمع والبصر والعقل والضوء من العين والبحح ونقص اليدين والرجلين فهو من ستة اجزاء الرجل</w:t>
      </w:r>
      <w:r w:rsidR="00CC15EB">
        <w:rPr>
          <w:rtl/>
        </w:rPr>
        <w:t>،</w:t>
      </w:r>
      <w:r>
        <w:rPr>
          <w:rtl/>
        </w:rPr>
        <w:t xml:space="preserve"> </w:t>
      </w:r>
      <w:r w:rsidRPr="00D95A45">
        <w:rPr>
          <w:rtl/>
        </w:rPr>
        <w:t>تفسير ذلك</w:t>
      </w:r>
      <w:r w:rsidR="00CC15EB">
        <w:rPr>
          <w:rtl/>
        </w:rPr>
        <w:t>:</w:t>
      </w:r>
      <w:r>
        <w:rPr>
          <w:rtl/>
        </w:rPr>
        <w:t xml:space="preserve"> </w:t>
      </w:r>
      <w:r w:rsidRPr="00D95A45">
        <w:rPr>
          <w:rtl/>
        </w:rPr>
        <w:t>إذا اصيب الرجل من هذه الاجزاء الستة قيس ذلك</w:t>
      </w:r>
      <w:r w:rsidR="00CC15EB">
        <w:rPr>
          <w:rtl/>
        </w:rPr>
        <w:t>،</w:t>
      </w:r>
      <w:r>
        <w:rPr>
          <w:rtl/>
        </w:rPr>
        <w:t xml:space="preserve"> </w:t>
      </w:r>
      <w:r w:rsidRPr="00D95A45">
        <w:rPr>
          <w:rtl/>
        </w:rPr>
        <w:t>فان كان سدس بصره أو سمعه أو كلامه أو غير ذلك حلف هو وحده</w:t>
      </w:r>
      <w:r w:rsidR="00CC15EB">
        <w:rPr>
          <w:rtl/>
        </w:rPr>
        <w:t>،</w:t>
      </w:r>
      <w:r>
        <w:rPr>
          <w:rtl/>
        </w:rPr>
        <w:t xml:space="preserve"> </w:t>
      </w:r>
      <w:r w:rsidRPr="00D95A45">
        <w:rPr>
          <w:rtl/>
        </w:rPr>
        <w:t>وان كان ثلث بصره حلف هو وحلف معه رجل واحد</w:t>
      </w:r>
      <w:r w:rsidR="00CC15EB">
        <w:rPr>
          <w:rtl/>
        </w:rPr>
        <w:t>،</w:t>
      </w:r>
      <w:r>
        <w:rPr>
          <w:rtl/>
        </w:rPr>
        <w:t xml:space="preserve"> </w:t>
      </w:r>
      <w:r w:rsidRPr="00D95A45">
        <w:rPr>
          <w:rtl/>
        </w:rPr>
        <w:t>وان كان نصف بصره حلف هو وحلف معه رجلان</w:t>
      </w:r>
      <w:r w:rsidR="00CC15EB">
        <w:rPr>
          <w:rtl/>
        </w:rPr>
        <w:t>،</w:t>
      </w:r>
      <w:r>
        <w:rPr>
          <w:rtl/>
        </w:rPr>
        <w:t xml:space="preserve"> </w:t>
      </w:r>
      <w:r w:rsidRPr="00D95A45">
        <w:rPr>
          <w:rtl/>
        </w:rPr>
        <w:t>وان كان ثلثي بصره حلف هو وحلف معه ثلاثة نفر</w:t>
      </w:r>
      <w:r w:rsidR="00CC15EB">
        <w:rPr>
          <w:rtl/>
        </w:rPr>
        <w:t>،</w:t>
      </w:r>
      <w:r>
        <w:rPr>
          <w:rtl/>
        </w:rPr>
        <w:t xml:space="preserve"> </w:t>
      </w:r>
      <w:r w:rsidRPr="00D95A45">
        <w:rPr>
          <w:rtl/>
        </w:rPr>
        <w:t>وان كان خمسة اسداس حلف هو وحلف معه اربعة نفر</w:t>
      </w:r>
      <w:r w:rsidR="00CC15EB">
        <w:rPr>
          <w:rtl/>
        </w:rPr>
        <w:t>،</w:t>
      </w:r>
      <w:r>
        <w:rPr>
          <w:rtl/>
        </w:rPr>
        <w:t xml:space="preserve"> </w:t>
      </w:r>
      <w:r w:rsidRPr="00D95A45">
        <w:rPr>
          <w:rtl/>
        </w:rPr>
        <w:t>وان كان بصره كله حلف هو وحلف معه خمسة نفر</w:t>
      </w:r>
      <w:r w:rsidR="00CC15EB">
        <w:rPr>
          <w:rtl/>
        </w:rPr>
        <w:t>،</w:t>
      </w:r>
      <w:r>
        <w:rPr>
          <w:rtl/>
        </w:rPr>
        <w:t xml:space="preserve"> </w:t>
      </w:r>
      <w:r w:rsidRPr="00D95A45">
        <w:rPr>
          <w:rtl/>
        </w:rPr>
        <w:t>وكذلك القسامة كلها في الجروح فان لم يكن للمصاب من يحلف معه ضوعفت عليه الايمان ان كان سدس بصره حلف مرة واحدة</w:t>
      </w:r>
      <w:r w:rsidR="00CC15EB">
        <w:rPr>
          <w:rtl/>
        </w:rPr>
        <w:t>،</w:t>
      </w:r>
      <w:r>
        <w:rPr>
          <w:rtl/>
        </w:rPr>
        <w:t xml:space="preserve"> </w:t>
      </w:r>
      <w:r w:rsidRPr="00D95A45">
        <w:rPr>
          <w:rtl/>
        </w:rPr>
        <w:t>وان كان الثلث حلف عليه مرتين</w:t>
      </w:r>
      <w:r w:rsidR="00CC15EB">
        <w:rPr>
          <w:rtl/>
        </w:rPr>
        <w:t>،</w:t>
      </w:r>
      <w:r>
        <w:rPr>
          <w:rtl/>
        </w:rPr>
        <w:t xml:space="preserve"> </w:t>
      </w:r>
      <w:r w:rsidRPr="00D95A45">
        <w:rPr>
          <w:rtl/>
        </w:rPr>
        <w:t>وان كان النصف حلف ثلاث مرات</w:t>
      </w:r>
      <w:r w:rsidR="00CC15EB">
        <w:rPr>
          <w:rtl/>
        </w:rPr>
        <w:t>،</w:t>
      </w:r>
      <w:r>
        <w:rPr>
          <w:rtl/>
        </w:rPr>
        <w:t xml:space="preserve"> </w:t>
      </w:r>
      <w:r w:rsidRPr="00D95A45">
        <w:rPr>
          <w:rtl/>
        </w:rPr>
        <w:t>وان كان الثلثين حلف اربع مرات وان كان خمسة اسداس حلف خمس مرات</w:t>
      </w:r>
      <w:r w:rsidR="00CC15EB">
        <w:rPr>
          <w:rtl/>
        </w:rPr>
        <w:t>،</w:t>
      </w:r>
      <w:r>
        <w:rPr>
          <w:rtl/>
        </w:rPr>
        <w:t xml:space="preserve"> </w:t>
      </w:r>
      <w:r w:rsidRPr="00D95A45">
        <w:rPr>
          <w:rtl/>
        </w:rPr>
        <w:t>وان كان كله حلف ستة مرات ثم يعطى</w:t>
      </w:r>
      <w:r w:rsidR="00CC15EB">
        <w:rPr>
          <w:rtl/>
        </w:rPr>
        <w:t>،</w:t>
      </w:r>
      <w:r>
        <w:rPr>
          <w:rtl/>
        </w:rPr>
        <w:t xml:space="preserve"> </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668</w:t>
      </w:r>
      <w:r>
        <w:rPr>
          <w:rtl/>
        </w:rPr>
        <w:t xml:space="preserve"> - </w:t>
      </w:r>
      <w:r w:rsidR="00D45E0E" w:rsidRPr="00D95A45">
        <w:rPr>
          <w:rtl/>
        </w:rPr>
        <w:t>الكافي ج 2 ص 332 الفقيه ج 4 ص 54</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(669) 9</w:t>
      </w:r>
      <w:r w:rsidR="00CC15EB">
        <w:rPr>
          <w:rtl/>
        </w:rPr>
        <w:t xml:space="preserve"> - </w:t>
      </w:r>
      <w:r w:rsidRPr="00D95A45">
        <w:rPr>
          <w:rtl/>
        </w:rPr>
        <w:t xml:space="preserve">علي بن ابراهيم عن ابيه عن ابن فضال عن يونس ابن يعقوب عن ابي مريم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00CC15EB">
        <w:rPr>
          <w:rtl/>
        </w:rPr>
        <w:t>:</w:t>
      </w:r>
      <w:r>
        <w:rPr>
          <w:rtl/>
        </w:rPr>
        <w:t xml:space="preserve"> </w:t>
      </w:r>
      <w:r w:rsidRPr="00D95A45">
        <w:rPr>
          <w:rtl/>
        </w:rPr>
        <w:t>ان لا يحمل على العاقلة الا الموضحة فصاعدا وقال</w:t>
      </w:r>
      <w:r w:rsidR="00CC15EB">
        <w:rPr>
          <w:rtl/>
        </w:rPr>
        <w:t>:</w:t>
      </w:r>
      <w:r>
        <w:rPr>
          <w:rtl/>
        </w:rPr>
        <w:t xml:space="preserve"> </w:t>
      </w:r>
      <w:r w:rsidRPr="00D95A45">
        <w:rPr>
          <w:rtl/>
        </w:rPr>
        <w:t>ما دون السمحاق أجر الطبيب سوى الدية.</w:t>
      </w:r>
    </w:p>
    <w:p w:rsidR="00AC7755" w:rsidRDefault="00D45E0E" w:rsidP="00AC7755">
      <w:pPr>
        <w:pStyle w:val="libNormal"/>
        <w:rPr>
          <w:rtl/>
        </w:rPr>
      </w:pPr>
      <w:r w:rsidRPr="00D95A45">
        <w:rPr>
          <w:rtl/>
        </w:rPr>
        <w:t>(670) 10</w:t>
      </w:r>
      <w:r w:rsidR="00CC15EB">
        <w:rPr>
          <w:rtl/>
        </w:rPr>
        <w:t xml:space="preserve"> - </w:t>
      </w:r>
      <w:r w:rsidRPr="00D95A45">
        <w:rPr>
          <w:rtl/>
        </w:rPr>
        <w:t xml:space="preserve">عنه عن ابيه عن ابن محبوب عن علي بن ابي حمزة عن ابي بصير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تضمن العاقلة عمدا ولا اقرارا ولا صلحا.</w:t>
      </w:r>
    </w:p>
    <w:p w:rsidR="00AC7755" w:rsidRDefault="00D45E0E" w:rsidP="00AC7755">
      <w:pPr>
        <w:pStyle w:val="libNormal"/>
        <w:rPr>
          <w:rtl/>
        </w:rPr>
      </w:pPr>
      <w:r w:rsidRPr="00D95A45">
        <w:rPr>
          <w:rtl/>
        </w:rPr>
        <w:t>(671) 11</w:t>
      </w:r>
      <w:r w:rsidR="00CC15EB">
        <w:rPr>
          <w:rtl/>
        </w:rPr>
        <w:t xml:space="preserve"> - </w:t>
      </w:r>
      <w:r w:rsidRPr="00D95A45">
        <w:rPr>
          <w:rtl/>
        </w:rPr>
        <w:t>الحسن بن محمد بن سماعة عن احمد بن الحسن الميثمي عن ابان بن عثمان عن ابي بصير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قتل رجلا متعمدا ثم هرب القاتل فلم يقدر عليه قال</w:t>
      </w:r>
      <w:r w:rsidR="00CC15EB">
        <w:rPr>
          <w:rtl/>
        </w:rPr>
        <w:t>:</w:t>
      </w:r>
      <w:r>
        <w:rPr>
          <w:rtl/>
        </w:rPr>
        <w:t xml:space="preserve"> </w:t>
      </w:r>
      <w:r w:rsidRPr="00D95A45">
        <w:rPr>
          <w:rtl/>
        </w:rPr>
        <w:t>ان كان له مال أخذت الدية من ماله والا فمن الاقرب فالاقرب لأنه لا يبطل دم امرئ مسلم.</w:t>
      </w:r>
    </w:p>
    <w:p w:rsidR="00AC7755" w:rsidRDefault="00D45E0E" w:rsidP="00AC7755">
      <w:pPr>
        <w:pStyle w:val="libNormal"/>
        <w:rPr>
          <w:rtl/>
        </w:rPr>
      </w:pPr>
      <w:r w:rsidRPr="00D95A45">
        <w:rPr>
          <w:rtl/>
        </w:rPr>
        <w:t>(672) 12</w:t>
      </w:r>
      <w:r w:rsidR="00CC15EB">
        <w:rPr>
          <w:rtl/>
        </w:rPr>
        <w:t xml:space="preserve"> - </w:t>
      </w:r>
      <w:r w:rsidRPr="00D95A45">
        <w:rPr>
          <w:rtl/>
        </w:rPr>
        <w:t xml:space="preserve">محمد بن علي بن محبوب عن العلا عن احمد بن محمد عن ابن ابي نصر عن ابى جعفر </w:t>
      </w:r>
      <w:r w:rsidR="00AC7755" w:rsidRPr="00AC7755">
        <w:rPr>
          <w:rStyle w:val="libAlaemChar"/>
          <w:rtl/>
        </w:rPr>
        <w:t>عليه‌السلام</w:t>
      </w:r>
      <w:r w:rsidRPr="00D95A45">
        <w:rPr>
          <w:rtl/>
        </w:rPr>
        <w:t xml:space="preserve"> في رجل قتل رجلا عمدا ثم فر فلم يقدر عليه حتى مات قال</w:t>
      </w:r>
      <w:r w:rsidR="00CC15EB">
        <w:rPr>
          <w:rtl/>
        </w:rPr>
        <w:t>:</w:t>
      </w:r>
      <w:r>
        <w:rPr>
          <w:rtl/>
        </w:rPr>
        <w:t xml:space="preserve"> </w:t>
      </w:r>
      <w:r w:rsidRPr="00D95A45">
        <w:rPr>
          <w:rtl/>
        </w:rPr>
        <w:t>ان كان له مال أخذ منه والا اخذ من الاقرب فالاقرب.</w:t>
      </w:r>
    </w:p>
    <w:p w:rsidR="00AC7755" w:rsidRDefault="00D45E0E" w:rsidP="00AC7755">
      <w:pPr>
        <w:pStyle w:val="libNormal"/>
        <w:rPr>
          <w:rtl/>
        </w:rPr>
      </w:pPr>
      <w:r w:rsidRPr="00D95A45">
        <w:rPr>
          <w:rtl/>
        </w:rPr>
        <w:t>(673) 13</w:t>
      </w:r>
      <w:r w:rsidR="00CC15EB">
        <w:rPr>
          <w:rtl/>
        </w:rPr>
        <w:t xml:space="preserve"> - </w:t>
      </w:r>
      <w:r w:rsidRPr="00D95A45">
        <w:rPr>
          <w:rtl/>
        </w:rPr>
        <w:t xml:space="preserve">النوفلي عن السكوني عن جعفر عن ابيه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العاقلة لا تضمن عمدا ولا اقرارا ولا صلحا.</w:t>
      </w:r>
    </w:p>
    <w:p w:rsidR="00AC7755" w:rsidRDefault="00D45E0E" w:rsidP="00AC7755">
      <w:pPr>
        <w:pStyle w:val="libNormal"/>
        <w:rPr>
          <w:rtl/>
        </w:rPr>
      </w:pPr>
      <w:r w:rsidRPr="00D95A45">
        <w:rPr>
          <w:rtl/>
        </w:rPr>
        <w:t>(674) 14</w:t>
      </w:r>
      <w:r w:rsidR="00CC15EB">
        <w:rPr>
          <w:rtl/>
        </w:rPr>
        <w:t xml:space="preserve"> - </w:t>
      </w:r>
      <w:r w:rsidRPr="00D95A45">
        <w:rPr>
          <w:rtl/>
        </w:rPr>
        <w:t xml:space="preserve">احمد بن محمد عن ابن محبوب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ليس بين اهل الذمة معاقلة فيما يجنون من قتل أو جراحة انما يؤخذ ذلك من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670</w:t>
      </w:r>
      <w:r>
        <w:rPr>
          <w:rFonts w:hint="cs"/>
          <w:rtl/>
        </w:rPr>
        <w:t xml:space="preserve"> - </w:t>
      </w:r>
      <w:r w:rsidR="00D45E0E" w:rsidRPr="007277FF">
        <w:rPr>
          <w:rtl/>
        </w:rPr>
        <w:t>671</w:t>
      </w:r>
      <w:r>
        <w:rPr>
          <w:rtl/>
        </w:rPr>
        <w:t xml:space="preserve"> - </w:t>
      </w:r>
      <w:r w:rsidR="00D45E0E" w:rsidRPr="007277FF">
        <w:rPr>
          <w:rtl/>
        </w:rPr>
        <w:t>الاستبصار ج 4 ص 261 الكافي ج 2 ص 344 واخرج الاول الصدوق في الفقيه ج 4 ص 107</w:t>
      </w:r>
    </w:p>
    <w:p w:rsidR="00CC15EB" w:rsidRDefault="00CC15EB" w:rsidP="00AC7755">
      <w:pPr>
        <w:pStyle w:val="libFootnote0"/>
        <w:rPr>
          <w:rtl/>
        </w:rPr>
      </w:pPr>
      <w:r>
        <w:rPr>
          <w:rtl/>
        </w:rPr>
        <w:t>-</w:t>
      </w:r>
      <w:r w:rsidR="00D45E0E" w:rsidRPr="007277FF">
        <w:rPr>
          <w:rtl/>
        </w:rPr>
        <w:t xml:space="preserve"> 672</w:t>
      </w:r>
      <w:r>
        <w:rPr>
          <w:rtl/>
        </w:rPr>
        <w:t xml:space="preserve"> - </w:t>
      </w:r>
      <w:r w:rsidR="00D45E0E" w:rsidRPr="007277FF">
        <w:rPr>
          <w:rtl/>
        </w:rPr>
        <w:t>الاستبصار ج 4 ص 262 الكافي ج 2 ص 344 الفقيه ج 4 ص 124 بتفاوت فيهما في السند والمتن</w:t>
      </w:r>
    </w:p>
    <w:p w:rsidR="00CC15EB" w:rsidRDefault="00CC15EB" w:rsidP="00AC7755">
      <w:pPr>
        <w:pStyle w:val="libFootnote0"/>
        <w:rPr>
          <w:rtl/>
        </w:rPr>
      </w:pPr>
      <w:r>
        <w:rPr>
          <w:rtl/>
        </w:rPr>
        <w:t>-</w:t>
      </w:r>
      <w:r w:rsidR="00D45E0E" w:rsidRPr="007277FF">
        <w:rPr>
          <w:rtl/>
        </w:rPr>
        <w:t xml:space="preserve"> 673</w:t>
      </w:r>
      <w:r>
        <w:rPr>
          <w:rtl/>
        </w:rPr>
        <w:t xml:space="preserve"> - </w:t>
      </w:r>
      <w:r w:rsidR="00D45E0E" w:rsidRPr="007277FF">
        <w:rPr>
          <w:rtl/>
        </w:rPr>
        <w:t>الاستبصار ج 4 ص 261</w:t>
      </w:r>
    </w:p>
    <w:p w:rsidR="00AC7755" w:rsidRDefault="00CC15EB" w:rsidP="00AC7755">
      <w:pPr>
        <w:pStyle w:val="libFootnote0"/>
        <w:rPr>
          <w:rtl/>
        </w:rPr>
      </w:pPr>
      <w:r>
        <w:rPr>
          <w:rtl/>
        </w:rPr>
        <w:t>-</w:t>
      </w:r>
      <w:r w:rsidR="00D45E0E" w:rsidRPr="00DA0376">
        <w:rPr>
          <w:rtl/>
        </w:rPr>
        <w:t xml:space="preserve"> 674</w:t>
      </w:r>
      <w:r>
        <w:rPr>
          <w:rtl/>
        </w:rPr>
        <w:t xml:space="preserve"> - </w:t>
      </w:r>
      <w:r w:rsidR="00D45E0E" w:rsidRPr="00DA0376">
        <w:rPr>
          <w:rtl/>
        </w:rPr>
        <w:t>الكافي ج 2 ص 343 الفقيه ج 4 ص 106</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اموالهم فإن لم يكن لهم مال رجعت الجناية على امام المسلمين لأنهم يؤدون إليه الجزية كما يؤدي العبد الضريبة الى سيده</w:t>
      </w:r>
      <w:r w:rsidR="00CC15EB">
        <w:rPr>
          <w:rtl/>
        </w:rPr>
        <w:t>،</w:t>
      </w:r>
      <w:r>
        <w:rPr>
          <w:rtl/>
        </w:rPr>
        <w:t xml:space="preserve"> </w:t>
      </w:r>
      <w:r w:rsidRPr="00DA0376">
        <w:rPr>
          <w:rtl/>
        </w:rPr>
        <w:t>قال</w:t>
      </w:r>
      <w:r w:rsidR="00CC15EB">
        <w:rPr>
          <w:rtl/>
        </w:rPr>
        <w:t>:</w:t>
      </w:r>
      <w:r>
        <w:rPr>
          <w:rtl/>
        </w:rPr>
        <w:t xml:space="preserve"> </w:t>
      </w:r>
      <w:r w:rsidRPr="00DA0376">
        <w:rPr>
          <w:rtl/>
        </w:rPr>
        <w:t>وهم مماليك للامام فمن اسلم منهم فهو حر.</w:t>
      </w:r>
    </w:p>
    <w:p w:rsidR="00AC7755" w:rsidRDefault="00D45E0E" w:rsidP="00AC7755">
      <w:pPr>
        <w:pStyle w:val="libNormal"/>
        <w:rPr>
          <w:rtl/>
        </w:rPr>
      </w:pPr>
      <w:r w:rsidRPr="00D95A45">
        <w:rPr>
          <w:rtl/>
        </w:rPr>
        <w:t>(675) 15</w:t>
      </w:r>
      <w:r w:rsidR="00CC15EB">
        <w:rPr>
          <w:rtl/>
        </w:rPr>
        <w:t xml:space="preserve"> - </w:t>
      </w:r>
      <w:r w:rsidRPr="00D95A45">
        <w:rPr>
          <w:rtl/>
        </w:rPr>
        <w:t>ابن محبوب عن مالك بن عطية عن ابيه عن سلمة ابن كهيل قال</w:t>
      </w:r>
      <w:r w:rsidR="00CC15EB">
        <w:rPr>
          <w:rtl/>
        </w:rPr>
        <w:t>:</w:t>
      </w:r>
      <w:r>
        <w:rPr>
          <w:rtl/>
        </w:rPr>
        <w:t xml:space="preserve"> </w:t>
      </w:r>
      <w:r w:rsidRPr="00D95A45">
        <w:rPr>
          <w:rtl/>
        </w:rPr>
        <w:t xml:space="preserve">اتي امير المؤمنين </w:t>
      </w:r>
      <w:r w:rsidR="00AC7755" w:rsidRPr="00AC7755">
        <w:rPr>
          <w:rStyle w:val="libAlaemChar"/>
          <w:rtl/>
        </w:rPr>
        <w:t>عليه‌السلام</w:t>
      </w:r>
      <w:r w:rsidRPr="00D95A45">
        <w:rPr>
          <w:rtl/>
        </w:rPr>
        <w:t xml:space="preserve"> برجل قد قتل رجلا خطأ فقال له امير المؤمنين </w:t>
      </w:r>
      <w:r w:rsidR="00AC7755" w:rsidRPr="00AC7755">
        <w:rPr>
          <w:rStyle w:val="libAlaemChar"/>
          <w:rtl/>
        </w:rPr>
        <w:t>عليه‌السلام</w:t>
      </w:r>
      <w:r w:rsidR="00CC15EB">
        <w:rPr>
          <w:rtl/>
        </w:rPr>
        <w:t>:</w:t>
      </w:r>
      <w:r>
        <w:rPr>
          <w:rtl/>
        </w:rPr>
        <w:t xml:space="preserve"> </w:t>
      </w:r>
      <w:r w:rsidRPr="00D95A45">
        <w:rPr>
          <w:rtl/>
        </w:rPr>
        <w:t>من عشيرتك وقرابتك</w:t>
      </w:r>
      <w:r>
        <w:rPr>
          <w:rtl/>
        </w:rPr>
        <w:t>؟</w:t>
      </w:r>
      <w:r w:rsidRPr="00D95A45">
        <w:rPr>
          <w:rtl/>
        </w:rPr>
        <w:t xml:space="preserve"> قال</w:t>
      </w:r>
      <w:r w:rsidR="00CC15EB">
        <w:rPr>
          <w:rtl/>
        </w:rPr>
        <w:t>:</w:t>
      </w:r>
      <w:r>
        <w:rPr>
          <w:rtl/>
        </w:rPr>
        <w:t xml:space="preserve"> </w:t>
      </w:r>
      <w:r w:rsidRPr="00D95A45">
        <w:rPr>
          <w:rtl/>
        </w:rPr>
        <w:t>مالي في هذه البلدة عشيرة ولا قرابة فقال</w:t>
      </w:r>
      <w:r w:rsidR="00CC15EB">
        <w:rPr>
          <w:rtl/>
        </w:rPr>
        <w:t>:</w:t>
      </w:r>
      <w:r>
        <w:rPr>
          <w:rtl/>
        </w:rPr>
        <w:t xml:space="preserve"> </w:t>
      </w:r>
      <w:r w:rsidRPr="00D95A45">
        <w:rPr>
          <w:rtl/>
        </w:rPr>
        <w:t>من اي البلدان انت</w:t>
      </w:r>
      <w:r>
        <w:rPr>
          <w:rtl/>
        </w:rPr>
        <w:t>؟</w:t>
      </w:r>
      <w:r w:rsidRPr="00D95A45">
        <w:rPr>
          <w:rtl/>
        </w:rPr>
        <w:t xml:space="preserve"> قال</w:t>
      </w:r>
      <w:r>
        <w:rPr>
          <w:rtl/>
        </w:rPr>
        <w:t>؟</w:t>
      </w:r>
      <w:r w:rsidRPr="00D95A45">
        <w:rPr>
          <w:rtl/>
        </w:rPr>
        <w:t xml:space="preserve"> انا رجل من اهل الموصل ولدت بها ولي بها قرابة واهل بيت</w:t>
      </w:r>
      <w:r>
        <w:rPr>
          <w:rtl/>
        </w:rPr>
        <w:t>؟</w:t>
      </w:r>
      <w:r w:rsidRPr="00D95A45">
        <w:rPr>
          <w:rtl/>
        </w:rPr>
        <w:t xml:space="preserve"> قال</w:t>
      </w:r>
      <w:r w:rsidR="00CC15EB">
        <w:rPr>
          <w:rtl/>
        </w:rPr>
        <w:t>:</w:t>
      </w:r>
      <w:r>
        <w:rPr>
          <w:rtl/>
        </w:rPr>
        <w:t xml:space="preserve"> </w:t>
      </w:r>
      <w:r w:rsidRPr="00D95A45">
        <w:rPr>
          <w:rtl/>
        </w:rPr>
        <w:t xml:space="preserve">فسأل عنه امير المؤمنين </w:t>
      </w:r>
      <w:r w:rsidR="00AC7755" w:rsidRPr="00AC7755">
        <w:rPr>
          <w:rStyle w:val="libAlaemChar"/>
          <w:rtl/>
        </w:rPr>
        <w:t>عليه‌السلام</w:t>
      </w:r>
      <w:r w:rsidRPr="00D95A45">
        <w:rPr>
          <w:rtl/>
        </w:rPr>
        <w:t xml:space="preserve"> فلم يجد له في الكوفة قرابة ولا عشيرة قال</w:t>
      </w:r>
      <w:r w:rsidR="00CC15EB">
        <w:rPr>
          <w:rtl/>
        </w:rPr>
        <w:t>:</w:t>
      </w:r>
      <w:r>
        <w:rPr>
          <w:rtl/>
        </w:rPr>
        <w:t xml:space="preserve"> </w:t>
      </w:r>
      <w:r w:rsidRPr="00D95A45">
        <w:rPr>
          <w:rtl/>
        </w:rPr>
        <w:t>فكتب الى عامله على الموصل اما بعد فان فلان بن فلان وحليته كذا وكذا قتل رجلا من المسلمين خطأ فذكر انه رجل من أهل الموصل وان له بها قرابة واهل بيت وقد بعثت به اليك مع رسولي فلان وحليته كذا وكذا</w:t>
      </w:r>
      <w:r w:rsidR="00CC15EB">
        <w:rPr>
          <w:rtl/>
        </w:rPr>
        <w:t>،</w:t>
      </w:r>
      <w:r>
        <w:rPr>
          <w:rtl/>
        </w:rPr>
        <w:t xml:space="preserve"> </w:t>
      </w:r>
      <w:r w:rsidRPr="00D95A45">
        <w:rPr>
          <w:rtl/>
        </w:rPr>
        <w:t>فإذا ورد عليك ان شاء الله وقرأت كتابي فافحص عن امره وسل عن قرابته من المسلمين فان كان من اهل الموصل ممن ولد بها وأصبت له بها قرابة من المسلمين فاجمعهم اليك ثم انظر فان كان منهم رجل يرثه له سهم في الكتاب لا يحجبه عن ميراثه احد من قرابته فألزمه الدية وخذه بها نجوما في ثلاث سنين</w:t>
      </w:r>
      <w:r w:rsidR="00CC15EB">
        <w:rPr>
          <w:rtl/>
        </w:rPr>
        <w:t>،</w:t>
      </w:r>
      <w:r>
        <w:rPr>
          <w:rtl/>
        </w:rPr>
        <w:t xml:space="preserve"> </w:t>
      </w:r>
      <w:r w:rsidRPr="00D95A45">
        <w:rPr>
          <w:rtl/>
        </w:rPr>
        <w:t>وان لم يكن له من قرابته احد له سهم في الكتاب وكانوا قرابة سواء في النسب وكان له قرابة من قبل ابيه وامه في النسب سواء ففض الدية على قرابته من قبل ابيه وعلى قرابته من قبل امه من الرجال المدركين المسلمين</w:t>
      </w:r>
      <w:r w:rsidR="00CC15EB">
        <w:rPr>
          <w:rtl/>
        </w:rPr>
        <w:t>،</w:t>
      </w:r>
      <w:r>
        <w:rPr>
          <w:rtl/>
        </w:rPr>
        <w:t xml:space="preserve"> </w:t>
      </w:r>
      <w:r w:rsidRPr="00D95A45">
        <w:rPr>
          <w:rtl/>
        </w:rPr>
        <w:t>ثم اجعل على قرابته من قبل ابيه ثلثي الدية واجعل على قرابته من قبل امه ثلث الدية</w:t>
      </w:r>
      <w:r w:rsidR="00CC15EB">
        <w:rPr>
          <w:rtl/>
        </w:rPr>
        <w:t>،</w:t>
      </w:r>
      <w:r>
        <w:rPr>
          <w:rtl/>
        </w:rPr>
        <w:t xml:space="preserve"> </w:t>
      </w:r>
      <w:r w:rsidRPr="00D95A45">
        <w:rPr>
          <w:rtl/>
        </w:rPr>
        <w:t>وان لم يكن له قرابة من قبل ابيه ففض الدية على قرابته من قبل امه من الرجال المدركين ثم خذهم بها واستأدهم الدية في ثلاث سنين وان لم يكن له قرابة من قبل ابيه ولا قرابة من قبل امه ففض الدية على اهل الموصل</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675</w:t>
      </w:r>
      <w:r>
        <w:rPr>
          <w:rtl/>
        </w:rPr>
        <w:t xml:space="preserve"> - </w:t>
      </w:r>
      <w:r w:rsidR="00D45E0E" w:rsidRPr="00D95A45">
        <w:rPr>
          <w:rtl/>
        </w:rPr>
        <w:t>الكافي ج 2 ص 343 الفقيه ج 4 ص 105</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ممن ولد بها ونشأ</w:t>
      </w:r>
      <w:r w:rsidR="00CC15EB">
        <w:rPr>
          <w:rtl/>
        </w:rPr>
        <w:t>،</w:t>
      </w:r>
      <w:r>
        <w:rPr>
          <w:rtl/>
        </w:rPr>
        <w:t xml:space="preserve"> </w:t>
      </w:r>
      <w:r w:rsidRPr="00D95A45">
        <w:rPr>
          <w:rtl/>
        </w:rPr>
        <w:t>ولا تدخلن فيهم غيرهم من اهل البلد</w:t>
      </w:r>
      <w:r w:rsidR="00CC15EB">
        <w:rPr>
          <w:rtl/>
        </w:rPr>
        <w:t>،</w:t>
      </w:r>
      <w:r>
        <w:rPr>
          <w:rtl/>
        </w:rPr>
        <w:t xml:space="preserve"> </w:t>
      </w:r>
      <w:r w:rsidRPr="00D95A45">
        <w:rPr>
          <w:rtl/>
        </w:rPr>
        <w:t>ثم استأدي ذلك منهم في ثلاث سنين في كل سنة نجم حتى تستوفيه ان شاء الله</w:t>
      </w:r>
      <w:r w:rsidR="00CC15EB">
        <w:rPr>
          <w:rtl/>
        </w:rPr>
        <w:t>،</w:t>
      </w:r>
      <w:r>
        <w:rPr>
          <w:rtl/>
        </w:rPr>
        <w:t xml:space="preserve"> </w:t>
      </w:r>
      <w:r w:rsidRPr="00D95A45">
        <w:rPr>
          <w:rtl/>
        </w:rPr>
        <w:t>وان لم يكن لفلان ابن فلان قرابة من اهل الموصل ولا يكون من اهلها وكان مبطلا فرده الي مع رسولي فلان</w:t>
      </w:r>
      <w:r w:rsidR="00CC15EB">
        <w:rPr>
          <w:rtl/>
        </w:rPr>
        <w:t>،</w:t>
      </w:r>
      <w:r>
        <w:rPr>
          <w:rtl/>
        </w:rPr>
        <w:t xml:space="preserve"> </w:t>
      </w:r>
      <w:r w:rsidRPr="00D95A45">
        <w:rPr>
          <w:rtl/>
        </w:rPr>
        <w:t>فانا وليه والمؤدي عنه ولا يبطل دم امرئ مسلم.</w:t>
      </w:r>
    </w:p>
    <w:p w:rsidR="00AC7755" w:rsidRDefault="00D45E0E" w:rsidP="00AC7755">
      <w:pPr>
        <w:pStyle w:val="libNormal"/>
        <w:rPr>
          <w:rtl/>
        </w:rPr>
      </w:pPr>
      <w:r w:rsidRPr="00D95A45">
        <w:rPr>
          <w:rtl/>
        </w:rPr>
        <w:t>(676) 16</w:t>
      </w:r>
      <w:r w:rsidR="00CC15EB">
        <w:rPr>
          <w:rtl/>
        </w:rPr>
        <w:t xml:space="preserve"> - </w:t>
      </w:r>
      <w:r w:rsidRPr="00D95A45">
        <w:rPr>
          <w:rtl/>
        </w:rPr>
        <w:t xml:space="preserve">يونس بن عبد الرحمان عمن رواه عن احدهما </w:t>
      </w:r>
      <w:r w:rsidR="00AC7755" w:rsidRPr="00AC7755">
        <w:rPr>
          <w:rStyle w:val="libAlaemChar"/>
          <w:rtl/>
        </w:rPr>
        <w:t>عليه‌السلام</w:t>
      </w:r>
      <w:r w:rsidRPr="00D95A45">
        <w:rPr>
          <w:rtl/>
        </w:rPr>
        <w:t xml:space="preserve"> انه قال في الرجل إذا قتل رجلا خطأ فمات قبل ان يخرج إلى اولياء المقتول من الدية</w:t>
      </w:r>
      <w:r w:rsidR="00CC15EB">
        <w:rPr>
          <w:rtl/>
        </w:rPr>
        <w:t>:</w:t>
      </w:r>
      <w:r>
        <w:rPr>
          <w:rtl/>
        </w:rPr>
        <w:t xml:space="preserve"> </w:t>
      </w:r>
      <w:r w:rsidRPr="00D95A45">
        <w:rPr>
          <w:rtl/>
        </w:rPr>
        <w:t>ان الدية على ورثته فان لم يكن له عاقلة فعلى الوالي من بيت المال.</w:t>
      </w:r>
    </w:p>
    <w:p w:rsidR="00AC7755" w:rsidRDefault="00D45E0E" w:rsidP="00AC7755">
      <w:pPr>
        <w:pStyle w:val="libNormal"/>
        <w:rPr>
          <w:rtl/>
        </w:rPr>
      </w:pPr>
      <w:r w:rsidRPr="00D95A45">
        <w:rPr>
          <w:rtl/>
        </w:rPr>
        <w:t>(677) 17</w:t>
      </w:r>
      <w:r w:rsidR="00CC15EB">
        <w:rPr>
          <w:rtl/>
        </w:rPr>
        <w:t xml:space="preserve"> - </w:t>
      </w:r>
      <w:r w:rsidRPr="00D95A45">
        <w:rPr>
          <w:rtl/>
        </w:rPr>
        <w:t>احمد بن محمد عن الحسن بن محبوب عن الحسن ابن صالح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وجد مقتولا فجاء رجلان الى وليه فقال احدهما</w:t>
      </w:r>
      <w:r w:rsidR="00CC15EB">
        <w:rPr>
          <w:rtl/>
        </w:rPr>
        <w:t>:</w:t>
      </w:r>
      <w:r>
        <w:rPr>
          <w:rtl/>
        </w:rPr>
        <w:t xml:space="preserve"> </w:t>
      </w:r>
      <w:r w:rsidRPr="00D95A45">
        <w:rPr>
          <w:rtl/>
        </w:rPr>
        <w:t>انا قتلته عمدا وقال الآخر</w:t>
      </w:r>
      <w:r w:rsidR="00CC15EB">
        <w:rPr>
          <w:rtl/>
        </w:rPr>
        <w:t>:</w:t>
      </w:r>
      <w:r>
        <w:rPr>
          <w:rtl/>
        </w:rPr>
        <w:t xml:space="preserve"> </w:t>
      </w:r>
      <w:r w:rsidRPr="00D95A45">
        <w:rPr>
          <w:rtl/>
        </w:rPr>
        <w:t>انا قتلته خطأ فقال</w:t>
      </w:r>
      <w:r w:rsidR="00CC15EB">
        <w:rPr>
          <w:rtl/>
        </w:rPr>
        <w:t>:</w:t>
      </w:r>
      <w:r>
        <w:rPr>
          <w:rtl/>
        </w:rPr>
        <w:t xml:space="preserve"> </w:t>
      </w:r>
      <w:r w:rsidRPr="00D95A45">
        <w:rPr>
          <w:rtl/>
        </w:rPr>
        <w:t>ان هو اخذ بقول صاحب العمد فليس له على صاحب الخطأ سبيل</w:t>
      </w:r>
      <w:r w:rsidR="00CC15EB">
        <w:rPr>
          <w:rtl/>
        </w:rPr>
        <w:t>،</w:t>
      </w:r>
      <w:r>
        <w:rPr>
          <w:rtl/>
        </w:rPr>
        <w:t xml:space="preserve"> </w:t>
      </w:r>
      <w:r w:rsidRPr="00D95A45">
        <w:rPr>
          <w:rtl/>
        </w:rPr>
        <w:t>وان اخذ بقول صاحب الخطأ فليس له على صاحب العمد سبيل.</w:t>
      </w:r>
    </w:p>
    <w:p w:rsidR="00AC7755" w:rsidRDefault="00D45E0E" w:rsidP="00AC7755">
      <w:pPr>
        <w:pStyle w:val="libNormal"/>
        <w:rPr>
          <w:rtl/>
        </w:rPr>
      </w:pPr>
      <w:r w:rsidRPr="00D95A45">
        <w:rPr>
          <w:rtl/>
        </w:rPr>
        <w:t>(678) 18</w:t>
      </w:r>
      <w:r w:rsidR="00CC15EB">
        <w:rPr>
          <w:rtl/>
        </w:rPr>
        <w:t xml:space="preserve"> - </w:t>
      </w:r>
      <w:r w:rsidRPr="00D95A45">
        <w:rPr>
          <w:rtl/>
        </w:rPr>
        <w:t xml:space="preserve">عنه عن ابن محبوب عن هشام بن سالم عن زرارة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قتل فحمل الى الوالي وجاء قوم فشهدوا عليه انه قتله عمدا فدفع الوالي القاتل الى اولياء المقتول ليقاد به فلم يريموا حتى اتاهم رجل فأقر عند الوالي انه قتل صاحبهم عمدا وان هذا الذي شهد عليه الشهود برئ من قتل صاحبكم فلا تقتلوه وخذوني بدمه قال</w:t>
      </w:r>
      <w:r w:rsidR="00CC15EB">
        <w:rPr>
          <w:rtl/>
        </w:rPr>
        <w:t>:</w:t>
      </w:r>
      <w:r>
        <w:rPr>
          <w:rtl/>
        </w:rPr>
        <w:t xml:space="preserve"> </w:t>
      </w:r>
      <w:r w:rsidRPr="00D95A45">
        <w:rPr>
          <w:rtl/>
        </w:rPr>
        <w:t xml:space="preserve">فقال أبو جعفر </w:t>
      </w:r>
      <w:r w:rsidR="00AC7755" w:rsidRPr="00AC7755">
        <w:rPr>
          <w:rStyle w:val="libAlaemChar"/>
          <w:rtl/>
        </w:rPr>
        <w:t>عليه‌السلام</w:t>
      </w:r>
      <w:r w:rsidR="00CC15EB">
        <w:rPr>
          <w:rtl/>
        </w:rPr>
        <w:t>:</w:t>
      </w:r>
      <w:r>
        <w:rPr>
          <w:rtl/>
        </w:rPr>
        <w:t xml:space="preserve"> </w:t>
      </w:r>
      <w:r w:rsidRPr="00D95A45">
        <w:rPr>
          <w:rtl/>
        </w:rPr>
        <w:t>ان اراد اولياء المقتول ان يقتلوا الذي أقر على نفسه فليقتلوه ولا سبيل لهم على الآخر ولا سبيل لورثة الذي أقر على نفسه على ورثة الذي شهد عليه</w:t>
      </w:r>
      <w:r w:rsidR="00CC15EB">
        <w:rPr>
          <w:rtl/>
        </w:rPr>
        <w:t>،</w:t>
      </w:r>
      <w:r>
        <w:rPr>
          <w:rtl/>
        </w:rPr>
        <w:t xml:space="preserve"> </w:t>
      </w:r>
      <w:r w:rsidRPr="00D95A45">
        <w:rPr>
          <w:rtl/>
        </w:rPr>
        <w:t>فان ارادوا ان يقتلوا الذي</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677</w:t>
      </w:r>
      <w:r>
        <w:rPr>
          <w:rtl/>
        </w:rPr>
        <w:t xml:space="preserve"> - </w:t>
      </w:r>
      <w:r w:rsidR="00D45E0E" w:rsidRPr="00D95A45">
        <w:rPr>
          <w:rtl/>
        </w:rPr>
        <w:t>الكافي ج 2 ص 320 الفقيه ج 4 ص 78</w:t>
      </w:r>
    </w:p>
    <w:p w:rsidR="00AC7755" w:rsidRDefault="00CC15EB" w:rsidP="00AC7755">
      <w:pPr>
        <w:pStyle w:val="libFootnote0"/>
        <w:rPr>
          <w:rtl/>
        </w:rPr>
      </w:pPr>
      <w:r>
        <w:rPr>
          <w:rtl/>
        </w:rPr>
        <w:t>-</w:t>
      </w:r>
      <w:r w:rsidR="00D45E0E" w:rsidRPr="00DA0376">
        <w:rPr>
          <w:rtl/>
        </w:rPr>
        <w:t xml:space="preserve"> 678</w:t>
      </w:r>
      <w:r>
        <w:rPr>
          <w:rtl/>
        </w:rPr>
        <w:t xml:space="preserve"> - </w:t>
      </w:r>
      <w:r w:rsidR="00D45E0E" w:rsidRPr="00DA0376">
        <w:rPr>
          <w:rtl/>
        </w:rPr>
        <w:t>الكافي ج 2 ص 320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شهد عليه فليقتلوه ولا سبيل لهم على الذى أقر</w:t>
      </w:r>
      <w:r w:rsidR="00CC15EB">
        <w:rPr>
          <w:rtl/>
        </w:rPr>
        <w:t>،</w:t>
      </w:r>
      <w:r>
        <w:rPr>
          <w:rtl/>
        </w:rPr>
        <w:t xml:space="preserve"> </w:t>
      </w:r>
      <w:r w:rsidRPr="00DA0376">
        <w:rPr>
          <w:rtl/>
        </w:rPr>
        <w:t>ثم ليؤدي الذى أقر على نفسه الى الذي شهد عليه نصف الدية</w:t>
      </w:r>
      <w:r w:rsidR="00CC15EB">
        <w:rPr>
          <w:rtl/>
        </w:rPr>
        <w:t>،</w:t>
      </w:r>
      <w:r>
        <w:rPr>
          <w:rtl/>
        </w:rPr>
        <w:t xml:space="preserve"> </w:t>
      </w:r>
      <w:r w:rsidRPr="00DA0376">
        <w:rPr>
          <w:rtl/>
        </w:rPr>
        <w:t>قلت</w:t>
      </w:r>
      <w:r w:rsidR="00CC15EB">
        <w:rPr>
          <w:rtl/>
        </w:rPr>
        <w:t>:</w:t>
      </w:r>
      <w:r>
        <w:rPr>
          <w:rtl/>
        </w:rPr>
        <w:t xml:space="preserve"> </w:t>
      </w:r>
      <w:r w:rsidRPr="00DA0376">
        <w:rPr>
          <w:rtl/>
        </w:rPr>
        <w:t>أرأيت ان ارادوا ان يقتلوهما جميعا</w:t>
      </w:r>
      <w:r>
        <w:rPr>
          <w:rtl/>
        </w:rPr>
        <w:t>؟</w:t>
      </w:r>
      <w:r w:rsidRPr="00DA0376">
        <w:rPr>
          <w:rtl/>
        </w:rPr>
        <w:t xml:space="preserve"> قال</w:t>
      </w:r>
      <w:r w:rsidR="00CC15EB">
        <w:rPr>
          <w:rtl/>
        </w:rPr>
        <w:t>:</w:t>
      </w:r>
      <w:r>
        <w:rPr>
          <w:rtl/>
        </w:rPr>
        <w:t xml:space="preserve"> </w:t>
      </w:r>
      <w:r w:rsidRPr="00DA0376">
        <w:rPr>
          <w:rtl/>
        </w:rPr>
        <w:t>ذاك لهم وعليهم ان يؤدوا الى اولياء الذى شهد عليه نصف الدية خاصة دون صاحبه ثم يقتلوهما به</w:t>
      </w:r>
      <w:r w:rsidR="00CC15EB">
        <w:rPr>
          <w:rtl/>
        </w:rPr>
        <w:t>،</w:t>
      </w:r>
      <w:r>
        <w:rPr>
          <w:rtl/>
        </w:rPr>
        <w:t xml:space="preserve"> </w:t>
      </w:r>
      <w:r w:rsidRPr="00DA0376">
        <w:rPr>
          <w:rtl/>
        </w:rPr>
        <w:t>قلت</w:t>
      </w:r>
      <w:r w:rsidR="00CC15EB">
        <w:rPr>
          <w:rtl/>
        </w:rPr>
        <w:t>:</w:t>
      </w:r>
      <w:r>
        <w:rPr>
          <w:rtl/>
        </w:rPr>
        <w:t xml:space="preserve"> </w:t>
      </w:r>
      <w:r w:rsidRPr="00DA0376">
        <w:rPr>
          <w:rtl/>
        </w:rPr>
        <w:t>فان ارادوا أن يأخذوا الدية قال</w:t>
      </w:r>
      <w:r w:rsidR="00CC15EB">
        <w:rPr>
          <w:rtl/>
        </w:rPr>
        <w:t>:</w:t>
      </w:r>
      <w:r>
        <w:rPr>
          <w:rtl/>
        </w:rPr>
        <w:t xml:space="preserve"> </w:t>
      </w:r>
      <w:r w:rsidRPr="00DA0376">
        <w:rPr>
          <w:rtl/>
        </w:rPr>
        <w:t>فقال</w:t>
      </w:r>
      <w:r w:rsidR="00CC15EB">
        <w:rPr>
          <w:rtl/>
        </w:rPr>
        <w:t>:</w:t>
      </w:r>
      <w:r>
        <w:rPr>
          <w:rtl/>
        </w:rPr>
        <w:t xml:space="preserve"> </w:t>
      </w:r>
      <w:r w:rsidRPr="00DA0376">
        <w:rPr>
          <w:rtl/>
        </w:rPr>
        <w:t>الدية بينهما نصفان لأن حدهما أقر والآخر شهد عليه</w:t>
      </w:r>
      <w:r w:rsidR="00CC15EB">
        <w:rPr>
          <w:rtl/>
        </w:rPr>
        <w:t>،</w:t>
      </w:r>
      <w:r>
        <w:rPr>
          <w:rtl/>
        </w:rPr>
        <w:t xml:space="preserve"> </w:t>
      </w:r>
      <w:r w:rsidRPr="00DA0376">
        <w:rPr>
          <w:rtl/>
        </w:rPr>
        <w:t>قلت</w:t>
      </w:r>
      <w:r w:rsidR="00CC15EB">
        <w:rPr>
          <w:rtl/>
        </w:rPr>
        <w:t>:</w:t>
      </w:r>
      <w:r>
        <w:rPr>
          <w:rtl/>
        </w:rPr>
        <w:t xml:space="preserve"> </w:t>
      </w:r>
      <w:r w:rsidRPr="00DA0376">
        <w:rPr>
          <w:rtl/>
        </w:rPr>
        <w:t>فكيف جعل لأولياء الذى شهد عليه على الذى أقر به نصف الدية حين قتل ولم يجعل لاولياء الذى أقر على اولياء الذى شهد عليه ولم يقر</w:t>
      </w:r>
      <w:r>
        <w:rPr>
          <w:rtl/>
        </w:rPr>
        <w:t>؟</w:t>
      </w:r>
      <w:r w:rsidRPr="00DA0376">
        <w:rPr>
          <w:rtl/>
        </w:rPr>
        <w:t xml:space="preserve"> قال</w:t>
      </w:r>
      <w:r w:rsidR="00CC15EB">
        <w:rPr>
          <w:rtl/>
        </w:rPr>
        <w:t>:</w:t>
      </w:r>
      <w:r>
        <w:rPr>
          <w:rtl/>
        </w:rPr>
        <w:t xml:space="preserve"> </w:t>
      </w:r>
      <w:r w:rsidRPr="00DA0376">
        <w:rPr>
          <w:rtl/>
        </w:rPr>
        <w:t>فقال</w:t>
      </w:r>
      <w:r w:rsidR="00CC15EB">
        <w:rPr>
          <w:rtl/>
        </w:rPr>
        <w:t>:</w:t>
      </w:r>
      <w:r>
        <w:rPr>
          <w:rtl/>
        </w:rPr>
        <w:t xml:space="preserve"> </w:t>
      </w:r>
      <w:r w:rsidRPr="00DA0376">
        <w:rPr>
          <w:rtl/>
        </w:rPr>
        <w:t>لأن الذى شهد عليه ليس مثل الذي أقر</w:t>
      </w:r>
      <w:r w:rsidR="00CC15EB">
        <w:rPr>
          <w:rtl/>
        </w:rPr>
        <w:t>،</w:t>
      </w:r>
      <w:r>
        <w:rPr>
          <w:rtl/>
        </w:rPr>
        <w:t xml:space="preserve"> </w:t>
      </w:r>
      <w:r w:rsidRPr="00DA0376">
        <w:rPr>
          <w:rtl/>
        </w:rPr>
        <w:t>الذى شهد عليه لم يقر ولم يبرئ صاحبه</w:t>
      </w:r>
      <w:r w:rsidR="00CC15EB">
        <w:rPr>
          <w:rtl/>
        </w:rPr>
        <w:t>،</w:t>
      </w:r>
      <w:r>
        <w:rPr>
          <w:rtl/>
        </w:rPr>
        <w:t xml:space="preserve"> </w:t>
      </w:r>
      <w:r w:rsidRPr="00DA0376">
        <w:rPr>
          <w:rtl/>
        </w:rPr>
        <w:t>والآخر أقر وأبرأ صاحبه فلزم الذى اقر وابرأ صاحبه ما لم يلزم الذى شهد عليه ولم يقر ولم يبرئ صاحبه.</w:t>
      </w:r>
    </w:p>
    <w:p w:rsidR="00AC7755" w:rsidRDefault="00D45E0E" w:rsidP="00AC7755">
      <w:pPr>
        <w:pStyle w:val="libNormal"/>
        <w:rPr>
          <w:rtl/>
        </w:rPr>
      </w:pPr>
      <w:r w:rsidRPr="00D95A45">
        <w:rPr>
          <w:rtl/>
        </w:rPr>
        <w:t>(679) 19</w:t>
      </w:r>
      <w:r w:rsidR="00CC15EB">
        <w:rPr>
          <w:rtl/>
        </w:rPr>
        <w:t xml:space="preserve"> - </w:t>
      </w:r>
      <w:r w:rsidRPr="00D95A45">
        <w:rPr>
          <w:rtl/>
        </w:rPr>
        <w:t>علي بن ابراهيم عن ابيه قال</w:t>
      </w:r>
      <w:r w:rsidR="00CC15EB">
        <w:rPr>
          <w:rtl/>
        </w:rPr>
        <w:t>:</w:t>
      </w:r>
      <w:r>
        <w:rPr>
          <w:rtl/>
        </w:rPr>
        <w:t xml:space="preserve"> </w:t>
      </w:r>
      <w:r w:rsidRPr="00D95A45">
        <w:rPr>
          <w:rtl/>
        </w:rPr>
        <w:t xml:space="preserve">اخبرني بعض اصحابنا رفعه الى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اتي امير المؤمنين </w:t>
      </w:r>
      <w:r w:rsidR="00AC7755" w:rsidRPr="00AC7755">
        <w:rPr>
          <w:rStyle w:val="libAlaemChar"/>
          <w:rtl/>
        </w:rPr>
        <w:t>عليه‌السلام</w:t>
      </w:r>
      <w:r w:rsidRPr="00D95A45">
        <w:rPr>
          <w:rtl/>
        </w:rPr>
        <w:t xml:space="preserve"> برجل وجد في خربة وبيده سكين متلطخ بالدم وإذا رجل مذبوح متشحط في دمه فقال له امير المؤمنين </w:t>
      </w:r>
      <w:r w:rsidR="00AC7755" w:rsidRPr="00AC7755">
        <w:rPr>
          <w:rStyle w:val="libAlaemChar"/>
          <w:rtl/>
        </w:rPr>
        <w:t>عليه‌السلام</w:t>
      </w:r>
      <w:r w:rsidR="00CC15EB">
        <w:rPr>
          <w:rtl/>
        </w:rPr>
        <w:t>:</w:t>
      </w:r>
      <w:r>
        <w:rPr>
          <w:rtl/>
        </w:rPr>
        <w:t xml:space="preserve"> </w:t>
      </w:r>
      <w:r w:rsidRPr="00D95A45">
        <w:rPr>
          <w:rtl/>
        </w:rPr>
        <w:t>ما تقول</w:t>
      </w:r>
      <w:r>
        <w:rPr>
          <w:rtl/>
        </w:rPr>
        <w:t>؟</w:t>
      </w:r>
      <w:r w:rsidRPr="00D95A45">
        <w:rPr>
          <w:rtl/>
        </w:rPr>
        <w:t xml:space="preserve"> فقال يا امير المؤمنين انا قتلته قال</w:t>
      </w:r>
      <w:r w:rsidR="00CC15EB">
        <w:rPr>
          <w:rtl/>
        </w:rPr>
        <w:t>:</w:t>
      </w:r>
      <w:r>
        <w:rPr>
          <w:rtl/>
        </w:rPr>
        <w:t xml:space="preserve"> </w:t>
      </w:r>
      <w:r w:rsidRPr="00D95A45">
        <w:rPr>
          <w:rtl/>
        </w:rPr>
        <w:t>اذهبوا به فاقيدوه فلما ذهبوا به ليقتلوه اقبل رجل مسرعا فقال</w:t>
      </w:r>
      <w:r w:rsidR="00CC15EB">
        <w:rPr>
          <w:rtl/>
        </w:rPr>
        <w:t>:</w:t>
      </w:r>
      <w:r>
        <w:rPr>
          <w:rtl/>
        </w:rPr>
        <w:t xml:space="preserve"> </w:t>
      </w:r>
      <w:r w:rsidRPr="00D95A45">
        <w:rPr>
          <w:rtl/>
        </w:rPr>
        <w:t xml:space="preserve">لا تعجلوا وردوه الى امير المؤمنين </w:t>
      </w:r>
      <w:r w:rsidR="00AC7755" w:rsidRPr="00AC7755">
        <w:rPr>
          <w:rStyle w:val="libAlaemChar"/>
          <w:rtl/>
        </w:rPr>
        <w:t>عليه‌السلام</w:t>
      </w:r>
      <w:r w:rsidRPr="00D95A45">
        <w:rPr>
          <w:rtl/>
        </w:rPr>
        <w:t xml:space="preserve"> فردوه فقال</w:t>
      </w:r>
      <w:r w:rsidR="00CC15EB">
        <w:rPr>
          <w:rtl/>
        </w:rPr>
        <w:t>:</w:t>
      </w:r>
      <w:r>
        <w:rPr>
          <w:rtl/>
        </w:rPr>
        <w:t xml:space="preserve"> </w:t>
      </w:r>
      <w:r w:rsidRPr="00D95A45">
        <w:rPr>
          <w:rtl/>
        </w:rPr>
        <w:t>والله يا امير المؤمنين ما هذا قتل صاحبه انا قتلته</w:t>
      </w:r>
      <w:r w:rsidR="00CC15EB">
        <w:rPr>
          <w:rtl/>
        </w:rPr>
        <w:t>،</w:t>
      </w:r>
      <w:r>
        <w:rPr>
          <w:rtl/>
        </w:rPr>
        <w:t xml:space="preserve"> </w:t>
      </w:r>
      <w:r w:rsidRPr="00D95A45">
        <w:rPr>
          <w:rtl/>
        </w:rPr>
        <w:t xml:space="preserve">فقال امير المؤمنين </w:t>
      </w:r>
      <w:r w:rsidR="00AC7755" w:rsidRPr="00AC7755">
        <w:rPr>
          <w:rStyle w:val="libAlaemChar"/>
          <w:rtl/>
        </w:rPr>
        <w:t>عليه‌السلام</w:t>
      </w:r>
      <w:r w:rsidRPr="00D95A45">
        <w:rPr>
          <w:rtl/>
        </w:rPr>
        <w:t xml:space="preserve"> للاول ما حملك على الاقرار على نفسك</w:t>
      </w:r>
      <w:r>
        <w:rPr>
          <w:rtl/>
        </w:rPr>
        <w:t>؟</w:t>
      </w:r>
      <w:r w:rsidRPr="00D95A45">
        <w:rPr>
          <w:rtl/>
        </w:rPr>
        <w:t xml:space="preserve"> فقال يا امير المؤمنين وما كنت استطيع ان اقول وقد شهد علي امثال هؤلاء الرجال واخذوني وبيدي سكين ملطخ بالدم والرجل متشحط في دمه وانا قائم عليه وخفت الضرب فاقررت وانا رجل كنت ذبحت بجنب هذه الخربة شاة فاخذني البول فدخلت الخربة فوجدت الرجل</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679</w:t>
      </w:r>
      <w:r>
        <w:rPr>
          <w:rtl/>
        </w:rPr>
        <w:t xml:space="preserve"> - </w:t>
      </w:r>
      <w:r w:rsidR="00D45E0E" w:rsidRPr="00D95A45">
        <w:rPr>
          <w:rtl/>
        </w:rPr>
        <w:t>الكافي ج 2 ص 320 الفقيه ج 3 ص 14 بتفاوت في اللفظ</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 xml:space="preserve">يتشحط في دمه فقمت متعجبا فدخل علي هؤلاء فأخذوني فقال امير المؤمنين </w:t>
      </w:r>
      <w:r w:rsidR="00AC7755" w:rsidRPr="00AC7755">
        <w:rPr>
          <w:rStyle w:val="libAlaemChar"/>
          <w:rtl/>
        </w:rPr>
        <w:t>عليه‌السلام</w:t>
      </w:r>
      <w:r w:rsidR="00CC15EB">
        <w:rPr>
          <w:rtl/>
        </w:rPr>
        <w:t>:</w:t>
      </w:r>
      <w:r>
        <w:rPr>
          <w:rtl/>
        </w:rPr>
        <w:t xml:space="preserve"> </w:t>
      </w:r>
      <w:r w:rsidRPr="00D95A45">
        <w:rPr>
          <w:rtl/>
        </w:rPr>
        <w:t xml:space="preserve">خذوا هذين فاذهبوا بهما الى الحسن </w:t>
      </w:r>
      <w:r w:rsidR="00AC7755" w:rsidRPr="00AC7755">
        <w:rPr>
          <w:rStyle w:val="libAlaemChar"/>
          <w:rtl/>
        </w:rPr>
        <w:t>عليه‌السلام</w:t>
      </w:r>
      <w:r w:rsidRPr="00D95A45">
        <w:rPr>
          <w:rtl/>
        </w:rPr>
        <w:t xml:space="preserve"> وقولوا له ما الحكم فيهما</w:t>
      </w:r>
      <w:r>
        <w:rPr>
          <w:rtl/>
        </w:rPr>
        <w:t>؟</w:t>
      </w:r>
      <w:r w:rsidRPr="00D95A45">
        <w:rPr>
          <w:rtl/>
        </w:rPr>
        <w:t xml:space="preserve"> قال</w:t>
      </w:r>
      <w:r w:rsidR="00CC15EB">
        <w:rPr>
          <w:rtl/>
        </w:rPr>
        <w:t>:</w:t>
      </w:r>
      <w:r>
        <w:rPr>
          <w:rtl/>
        </w:rPr>
        <w:t xml:space="preserve"> </w:t>
      </w:r>
      <w:r w:rsidRPr="00D95A45">
        <w:rPr>
          <w:rtl/>
        </w:rPr>
        <w:t xml:space="preserve">فذهبوا الى الحسن </w:t>
      </w:r>
      <w:r w:rsidR="00AC7755" w:rsidRPr="00AC7755">
        <w:rPr>
          <w:rStyle w:val="libAlaemChar"/>
          <w:rtl/>
        </w:rPr>
        <w:t>عليه‌السلام</w:t>
      </w:r>
      <w:r w:rsidRPr="00D95A45">
        <w:rPr>
          <w:rtl/>
        </w:rPr>
        <w:t xml:space="preserve"> وقصوا عليه قصتهما فقال الحسن </w:t>
      </w:r>
      <w:r w:rsidR="00AC7755" w:rsidRPr="00AC7755">
        <w:rPr>
          <w:rStyle w:val="libAlaemChar"/>
          <w:rtl/>
        </w:rPr>
        <w:t>عليه‌السلام</w:t>
      </w:r>
      <w:r w:rsidR="00CC15EB">
        <w:rPr>
          <w:rtl/>
        </w:rPr>
        <w:t>:</w:t>
      </w:r>
      <w:r>
        <w:rPr>
          <w:rtl/>
        </w:rPr>
        <w:t xml:space="preserve"> </w:t>
      </w:r>
      <w:r w:rsidRPr="00D95A45">
        <w:rPr>
          <w:rtl/>
        </w:rPr>
        <w:t xml:space="preserve">قولوا لأمير المؤمنين </w:t>
      </w:r>
      <w:r w:rsidR="00AC7755" w:rsidRPr="00AC7755">
        <w:rPr>
          <w:rStyle w:val="libAlaemChar"/>
          <w:rtl/>
        </w:rPr>
        <w:t>عليه‌السلام</w:t>
      </w:r>
      <w:r w:rsidRPr="00D95A45">
        <w:rPr>
          <w:rtl/>
        </w:rPr>
        <w:t xml:space="preserve"> ان هذا ان كان ذبح ذلك فقد احيا هذا وقد قال الله تعالى</w:t>
      </w:r>
      <w:r w:rsidR="00CC15EB">
        <w:rPr>
          <w:rtl/>
        </w:rPr>
        <w:t>:</w:t>
      </w:r>
      <w:r>
        <w:rPr>
          <w:rtl/>
        </w:rPr>
        <w:t xml:space="preserve"> </w:t>
      </w:r>
      <w:r w:rsidR="00AC7755" w:rsidRPr="00AC7755">
        <w:rPr>
          <w:rStyle w:val="libAlaemChar"/>
          <w:rFonts w:hint="cs"/>
          <w:rtl/>
        </w:rPr>
        <w:t>(</w:t>
      </w:r>
      <w:r w:rsidRPr="00AC7755">
        <w:rPr>
          <w:rStyle w:val="libAieChar"/>
          <w:rtl/>
        </w:rPr>
        <w:t xml:space="preserve"> ومن احياها فكأنما احيا الناس جميعا </w:t>
      </w:r>
      <w:r w:rsidRPr="00AC7755">
        <w:rPr>
          <w:rStyle w:val="libAlaemChar"/>
          <w:rFonts w:hint="cs"/>
          <w:rtl/>
        </w:rPr>
        <w:t>)</w:t>
      </w:r>
      <w:r w:rsidRPr="00AC7755">
        <w:rPr>
          <w:rStyle w:val="libFootnotenumChar"/>
          <w:rtl/>
        </w:rPr>
        <w:t xml:space="preserve"> (1) </w:t>
      </w:r>
      <w:r w:rsidRPr="00D95A45">
        <w:rPr>
          <w:rtl/>
        </w:rPr>
        <w:t>فخلى عنهما وأخرج دية المذبوح من بيت المال.</w:t>
      </w:r>
    </w:p>
    <w:p w:rsidR="00AC7755" w:rsidRDefault="00D45E0E" w:rsidP="00AC7755">
      <w:pPr>
        <w:pStyle w:val="libNormal"/>
        <w:rPr>
          <w:rtl/>
        </w:rPr>
      </w:pPr>
      <w:r w:rsidRPr="00D95A45">
        <w:rPr>
          <w:rtl/>
        </w:rPr>
        <w:t>(680) 20</w:t>
      </w:r>
      <w:r w:rsidR="00CC15EB">
        <w:rPr>
          <w:rtl/>
        </w:rPr>
        <w:t xml:space="preserve"> - </w:t>
      </w:r>
      <w:r w:rsidRPr="00D95A45">
        <w:rPr>
          <w:rtl/>
        </w:rPr>
        <w:t xml:space="preserve">الصفار عن ابراهيم بن هاشم عن النوفلي عن السكوني عن جعفر عن ابيه عن علي </w:t>
      </w:r>
      <w:r w:rsidR="00AC7755" w:rsidRPr="00AC7755">
        <w:rPr>
          <w:rStyle w:val="libAlaemChar"/>
          <w:rtl/>
        </w:rPr>
        <w:t>عليه‌السلام</w:t>
      </w:r>
      <w:r w:rsidRPr="00D95A45">
        <w:rPr>
          <w:rtl/>
        </w:rPr>
        <w:t xml:space="preserve"> في رجل اسلم ثم قتل رجلا خطأ قال</w:t>
      </w:r>
      <w:r w:rsidR="00CC15EB">
        <w:rPr>
          <w:rtl/>
        </w:rPr>
        <w:t>:</w:t>
      </w:r>
      <w:r>
        <w:rPr>
          <w:rtl/>
        </w:rPr>
        <w:t xml:space="preserve"> </w:t>
      </w:r>
      <w:r w:rsidRPr="00D95A45">
        <w:rPr>
          <w:rtl/>
        </w:rPr>
        <w:t>اقسم الدية على نحوه من الناس ممن اسلم وليس له موال.</w:t>
      </w:r>
    </w:p>
    <w:p w:rsidR="00AC7755" w:rsidRDefault="00D45E0E" w:rsidP="00AC7755">
      <w:pPr>
        <w:pStyle w:val="libNormal"/>
        <w:rPr>
          <w:rtl/>
        </w:rPr>
      </w:pPr>
      <w:r w:rsidRPr="00D95A45">
        <w:rPr>
          <w:rtl/>
        </w:rPr>
        <w:t>(681) 21</w:t>
      </w:r>
      <w:r w:rsidR="00CC15EB">
        <w:rPr>
          <w:rtl/>
        </w:rPr>
        <w:t xml:space="preserve"> - </w:t>
      </w:r>
      <w:r w:rsidRPr="00D95A45">
        <w:rPr>
          <w:rtl/>
        </w:rPr>
        <w:t xml:space="preserve">الحسن بن محبوب عن هشام بن سالم عن زياد ابن سوقة عن الحكم بن عتيبة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w:t>
      </w:r>
      <w:r w:rsidR="00CC15EB">
        <w:rPr>
          <w:rtl/>
        </w:rPr>
        <w:t>:</w:t>
      </w:r>
      <w:r>
        <w:rPr>
          <w:rtl/>
        </w:rPr>
        <w:t xml:space="preserve"> </w:t>
      </w:r>
      <w:r w:rsidRPr="00D95A45">
        <w:rPr>
          <w:rtl/>
        </w:rPr>
        <w:t>ما تقول في العمد والخطأ في القتل والجراحات</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ليس الخطأ مثل العمد</w:t>
      </w:r>
      <w:r w:rsidR="00CC15EB">
        <w:rPr>
          <w:rtl/>
        </w:rPr>
        <w:t>،</w:t>
      </w:r>
      <w:r>
        <w:rPr>
          <w:rtl/>
        </w:rPr>
        <w:t xml:space="preserve"> </w:t>
      </w:r>
      <w:r w:rsidRPr="00D95A45">
        <w:rPr>
          <w:rtl/>
        </w:rPr>
        <w:t>العمد فيه القتل والجراحات فيها القصاص والخطأ في القتل والجراحات فيها الديات قال</w:t>
      </w:r>
      <w:r w:rsidR="00CC15EB">
        <w:rPr>
          <w:rtl/>
        </w:rPr>
        <w:t>:</w:t>
      </w:r>
      <w:r>
        <w:rPr>
          <w:rtl/>
        </w:rPr>
        <w:t xml:space="preserve"> </w:t>
      </w:r>
      <w:r w:rsidRPr="00D95A45">
        <w:rPr>
          <w:rtl/>
        </w:rPr>
        <w:t>ثم قال</w:t>
      </w:r>
      <w:r w:rsidR="00CC15EB">
        <w:rPr>
          <w:rtl/>
        </w:rPr>
        <w:t>:</w:t>
      </w:r>
      <w:r>
        <w:rPr>
          <w:rtl/>
        </w:rPr>
        <w:t xml:space="preserve"> </w:t>
      </w:r>
      <w:r w:rsidRPr="00D95A45">
        <w:rPr>
          <w:rtl/>
        </w:rPr>
        <w:t>يا حكم إذا كان الخطأ من القاتل والخطأ من الجارح وكان بدويا فدية ما جنى البدوى من الخطأ على اوليائه من البدويين</w:t>
      </w:r>
      <w:r w:rsidR="00CC15EB">
        <w:rPr>
          <w:rtl/>
        </w:rPr>
        <w:t>،</w:t>
      </w:r>
      <w:r>
        <w:rPr>
          <w:rtl/>
        </w:rPr>
        <w:t xml:space="preserve"> </w:t>
      </w:r>
      <w:r w:rsidRPr="00D95A45">
        <w:rPr>
          <w:rtl/>
        </w:rPr>
        <w:t>قال</w:t>
      </w:r>
      <w:r w:rsidR="00CC15EB">
        <w:rPr>
          <w:rtl/>
        </w:rPr>
        <w:t>:</w:t>
      </w:r>
      <w:r>
        <w:rPr>
          <w:rtl/>
        </w:rPr>
        <w:t xml:space="preserve"> </w:t>
      </w:r>
      <w:r w:rsidRPr="00D95A45">
        <w:rPr>
          <w:rtl/>
        </w:rPr>
        <w:t>وإذا كان القاتل أو الجارح قرويا فان دية ما جنى من الخطأ على اوليائه من القرويين.</w:t>
      </w:r>
    </w:p>
    <w:p w:rsidR="00AC7755" w:rsidRDefault="00D45E0E" w:rsidP="00AC7755">
      <w:pPr>
        <w:pStyle w:val="libNormal"/>
        <w:rPr>
          <w:rtl/>
        </w:rPr>
      </w:pPr>
      <w:r w:rsidRPr="00D95A45">
        <w:rPr>
          <w:rtl/>
        </w:rPr>
        <w:t>(682) 22</w:t>
      </w:r>
      <w:r w:rsidR="00CC15EB">
        <w:rPr>
          <w:rtl/>
        </w:rPr>
        <w:t xml:space="preserve"> - </w:t>
      </w:r>
      <w:r w:rsidRPr="00D95A45">
        <w:rPr>
          <w:rtl/>
        </w:rPr>
        <w:t xml:space="preserve">ابن ابى عمير عن جميل عن بعض اصحابه عن احدهما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مات ولي المقتول قام ولده من بعده مقامه في الدية.</w:t>
      </w:r>
    </w:p>
    <w:p w:rsidR="00AC7755" w:rsidRDefault="00D45E0E" w:rsidP="00AC7755">
      <w:pPr>
        <w:pStyle w:val="libNormal"/>
        <w:rPr>
          <w:rtl/>
        </w:rPr>
      </w:pPr>
      <w:r w:rsidRPr="00D95A45">
        <w:rPr>
          <w:rtl/>
        </w:rPr>
        <w:t>(683) 23</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ان النبي </w:t>
      </w:r>
      <w:r w:rsidR="00AC7755" w:rsidRPr="00AC7755">
        <w:rPr>
          <w:rStyle w:val="libAlaemChar"/>
          <w:rtl/>
        </w:rPr>
        <w:t>صلى‌الله‌عليه‌وآله‌وسلم</w:t>
      </w:r>
      <w:r w:rsidRPr="00D95A45">
        <w:rPr>
          <w:rtl/>
        </w:rPr>
        <w:t xml:space="preserve"> كان يحبس في تهمة الدم ستة ايام</w:t>
      </w:r>
      <w:r w:rsidR="00CC15EB">
        <w:rPr>
          <w:rtl/>
        </w:rPr>
        <w:t>،</w:t>
      </w:r>
      <w:r>
        <w:rPr>
          <w:rtl/>
        </w:rPr>
        <w:t xml:space="preserve"> </w:t>
      </w:r>
      <w:r w:rsidRPr="00D95A45">
        <w:rPr>
          <w:rtl/>
        </w:rPr>
        <w:t>فان جاء</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سورة النساء الآية</w:t>
      </w:r>
    </w:p>
    <w:p w:rsidR="00CC15EB" w:rsidRDefault="00CC15EB" w:rsidP="00AC7755">
      <w:pPr>
        <w:pStyle w:val="libFootnote0"/>
        <w:rPr>
          <w:rtl/>
        </w:rPr>
      </w:pPr>
      <w:r>
        <w:rPr>
          <w:rtl/>
        </w:rPr>
        <w:t>-</w:t>
      </w:r>
      <w:r w:rsidR="00D45E0E" w:rsidRPr="007277FF">
        <w:rPr>
          <w:rtl/>
        </w:rPr>
        <w:t xml:space="preserve"> 93</w:t>
      </w:r>
      <w:r>
        <w:rPr>
          <w:rtl/>
        </w:rPr>
        <w:t xml:space="preserve"> - </w:t>
      </w:r>
      <w:r w:rsidR="00D45E0E" w:rsidRPr="007277FF">
        <w:rPr>
          <w:rtl/>
        </w:rPr>
        <w:t>681</w:t>
      </w:r>
      <w:r>
        <w:rPr>
          <w:rtl/>
        </w:rPr>
        <w:t xml:space="preserve"> - </w:t>
      </w:r>
      <w:r w:rsidR="00D45E0E" w:rsidRPr="007277FF">
        <w:rPr>
          <w:rtl/>
        </w:rPr>
        <w:t>الفقيه ج 4 ص 80</w:t>
      </w:r>
    </w:p>
    <w:p w:rsidR="00AC7755" w:rsidRDefault="00CC15EB" w:rsidP="00AC7755">
      <w:pPr>
        <w:pStyle w:val="libFootnote0"/>
        <w:rPr>
          <w:rtl/>
        </w:rPr>
      </w:pPr>
      <w:r>
        <w:rPr>
          <w:rtl/>
        </w:rPr>
        <w:t>-</w:t>
      </w:r>
      <w:r w:rsidR="00D45E0E" w:rsidRPr="00DA0376">
        <w:rPr>
          <w:rtl/>
        </w:rPr>
        <w:t xml:space="preserve"> 682</w:t>
      </w:r>
      <w:r>
        <w:rPr>
          <w:rtl/>
        </w:rPr>
        <w:t xml:space="preserve"> - </w:t>
      </w:r>
      <w:r w:rsidR="00D45E0E" w:rsidRPr="00DA0376">
        <w:rPr>
          <w:rtl/>
        </w:rPr>
        <w:t>683</w:t>
      </w:r>
      <w:r>
        <w:rPr>
          <w:rtl/>
        </w:rPr>
        <w:t xml:space="preserve"> - </w:t>
      </w:r>
      <w:r w:rsidR="00D45E0E" w:rsidRPr="00DA0376">
        <w:rPr>
          <w:rtl/>
        </w:rPr>
        <w:t>الكافي ج 2 ص 345 واخرج الاول الصدوق في الفقيه ج 4 ص 127 وفيه كما في الكافي</w:t>
      </w:r>
      <w:r>
        <w:rPr>
          <w:rtl/>
        </w:rPr>
        <w:t xml:space="preserve"> - </w:t>
      </w:r>
      <w:r w:rsidR="00D45E0E" w:rsidRPr="00DA0376">
        <w:rPr>
          <w:rtl/>
        </w:rPr>
        <w:t>بالدم</w:t>
      </w:r>
      <w:r>
        <w:rPr>
          <w:rtl/>
        </w:rPr>
        <w:t xml:space="preserve"> - </w:t>
      </w:r>
      <w:r w:rsidR="00D45E0E" w:rsidRPr="00DA0376">
        <w:rPr>
          <w:rtl/>
        </w:rPr>
        <w:t>بدل في الدم</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اولياء المقتول بثبت والا خلى سبيله.</w:t>
      </w:r>
    </w:p>
    <w:p w:rsidR="00AC7755" w:rsidRDefault="00D45E0E" w:rsidP="00AC7755">
      <w:pPr>
        <w:pStyle w:val="libNormal"/>
        <w:rPr>
          <w:rtl/>
        </w:rPr>
      </w:pPr>
      <w:r w:rsidRPr="00D95A45">
        <w:rPr>
          <w:rtl/>
        </w:rPr>
        <w:t>(684) 24</w:t>
      </w:r>
      <w:r w:rsidR="00CC15EB">
        <w:rPr>
          <w:rtl/>
        </w:rPr>
        <w:t xml:space="preserve"> - </w:t>
      </w:r>
      <w:r w:rsidRPr="00D95A45">
        <w:rPr>
          <w:rtl/>
        </w:rPr>
        <w:t xml:space="preserve">محمد بن احمد بن يحيى عن ابي جعفر عن ابى الجوزا عن الحسين بن علوان عن عمرو بن خالد عن زيد بن علي عن آبائه </w:t>
      </w:r>
      <w:r w:rsidR="00AC7755" w:rsidRPr="00AC7755">
        <w:rPr>
          <w:rStyle w:val="libAlaemChar"/>
          <w:rtl/>
        </w:rPr>
        <w:t>عليهم‌السلام</w:t>
      </w:r>
      <w:r w:rsidRPr="00D95A45">
        <w:rPr>
          <w:rtl/>
        </w:rPr>
        <w:t xml:space="preserve"> قال</w:t>
      </w:r>
      <w:r w:rsidR="00CC15EB">
        <w:rPr>
          <w:rtl/>
        </w:rPr>
        <w:t>:</w:t>
      </w:r>
      <w:r>
        <w:rPr>
          <w:rtl/>
        </w:rPr>
        <w:t xml:space="preserve"> </w:t>
      </w:r>
      <w:r w:rsidRPr="00D95A45">
        <w:rPr>
          <w:rtl/>
        </w:rPr>
        <w:t>لا تعقل العاقلة الا ما قامت عليه البينة</w:t>
      </w:r>
      <w:r w:rsidR="00CC15EB">
        <w:rPr>
          <w:rtl/>
        </w:rPr>
        <w:t>،</w:t>
      </w:r>
      <w:r>
        <w:rPr>
          <w:rtl/>
        </w:rPr>
        <w:t xml:space="preserve"> </w:t>
      </w:r>
      <w:r w:rsidRPr="00D95A45">
        <w:rPr>
          <w:rtl/>
        </w:rPr>
        <w:t>قال</w:t>
      </w:r>
      <w:r w:rsidR="00CC15EB">
        <w:rPr>
          <w:rtl/>
        </w:rPr>
        <w:t>:</w:t>
      </w:r>
      <w:r>
        <w:rPr>
          <w:rtl/>
        </w:rPr>
        <w:t xml:space="preserve"> </w:t>
      </w:r>
      <w:r w:rsidRPr="00D95A45">
        <w:rPr>
          <w:rtl/>
        </w:rPr>
        <w:t>وأتاه رجل فاعترف عنده فجعله في ماله خاصة ولم يجعل على العاقلة شيئا.</w:t>
      </w:r>
    </w:p>
    <w:p w:rsidR="00AC7755" w:rsidRDefault="00D45E0E" w:rsidP="00AC7755">
      <w:pPr>
        <w:pStyle w:val="libNormal"/>
        <w:rPr>
          <w:rtl/>
        </w:rPr>
      </w:pPr>
      <w:r w:rsidRPr="00D95A45">
        <w:rPr>
          <w:rtl/>
        </w:rPr>
        <w:t>(685) 25</w:t>
      </w:r>
      <w:r w:rsidR="00CC15EB">
        <w:rPr>
          <w:rtl/>
        </w:rPr>
        <w:t xml:space="preserve"> - </w:t>
      </w:r>
      <w:r w:rsidRPr="00D95A45">
        <w:rPr>
          <w:rtl/>
        </w:rPr>
        <w:t xml:space="preserve">احمد بن محمد عن علي بن الحكم عن ابي ايوب عن محمد ابن مسلم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من لجأ إلى قوم فأقروا بولايته كان لهم ميراثه وعليهم معقلته.</w:t>
      </w:r>
    </w:p>
    <w:p w:rsidR="00AC7755" w:rsidRDefault="00D45E0E" w:rsidP="00CA44E1">
      <w:pPr>
        <w:pStyle w:val="Heading2Center"/>
        <w:rPr>
          <w:rtl/>
        </w:rPr>
      </w:pPr>
      <w:bookmarkStart w:id="14" w:name="_Toc394318278"/>
      <w:r w:rsidRPr="00D95A45">
        <w:rPr>
          <w:rtl/>
        </w:rPr>
        <w:t>13</w:t>
      </w:r>
      <w:r w:rsidR="00CC15EB">
        <w:rPr>
          <w:rtl/>
        </w:rPr>
        <w:t xml:space="preserve"> - </w:t>
      </w:r>
      <w:r w:rsidRPr="00D95A45">
        <w:rPr>
          <w:rtl/>
        </w:rPr>
        <w:t>باب القضاء في اختلاف الاولياء</w:t>
      </w:r>
      <w:bookmarkEnd w:id="14"/>
    </w:p>
    <w:p w:rsidR="00AC7755" w:rsidRDefault="00D45E0E" w:rsidP="00AC7755">
      <w:pPr>
        <w:pStyle w:val="libNormal"/>
        <w:rPr>
          <w:rtl/>
        </w:rPr>
      </w:pPr>
      <w:r w:rsidRPr="00D95A45">
        <w:rPr>
          <w:rtl/>
        </w:rPr>
        <w:t>(686) 1</w:t>
      </w:r>
      <w:r w:rsidR="00CC15EB">
        <w:rPr>
          <w:rtl/>
        </w:rPr>
        <w:t xml:space="preserve"> - </w:t>
      </w:r>
      <w:r w:rsidRPr="00D95A45">
        <w:rPr>
          <w:rtl/>
        </w:rPr>
        <w:t>احمد بن محمد عن الحسن بن محبوب عن ابى ولاد الحناط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قتل وله اب وام وابن فقال الابن</w:t>
      </w:r>
      <w:r w:rsidR="00CC15EB">
        <w:rPr>
          <w:rtl/>
        </w:rPr>
        <w:t>:</w:t>
      </w:r>
      <w:r>
        <w:rPr>
          <w:rtl/>
        </w:rPr>
        <w:t xml:space="preserve"> </w:t>
      </w:r>
      <w:r w:rsidRPr="00D95A45">
        <w:rPr>
          <w:rtl/>
        </w:rPr>
        <w:t>انا اريد ان اقتل قاتل ابي</w:t>
      </w:r>
      <w:r w:rsidR="00CC15EB">
        <w:rPr>
          <w:rtl/>
        </w:rPr>
        <w:t>،</w:t>
      </w:r>
      <w:r>
        <w:rPr>
          <w:rtl/>
        </w:rPr>
        <w:t xml:space="preserve"> </w:t>
      </w:r>
      <w:r w:rsidRPr="00D95A45">
        <w:rPr>
          <w:rtl/>
        </w:rPr>
        <w:t>وقال الاب</w:t>
      </w:r>
      <w:r w:rsidR="00CC15EB">
        <w:rPr>
          <w:rtl/>
        </w:rPr>
        <w:t>:</w:t>
      </w:r>
      <w:r>
        <w:rPr>
          <w:rtl/>
        </w:rPr>
        <w:t xml:space="preserve"> </w:t>
      </w:r>
      <w:r w:rsidRPr="00D95A45">
        <w:rPr>
          <w:rtl/>
        </w:rPr>
        <w:t>انا اعفو</w:t>
      </w:r>
      <w:r w:rsidR="00CC15EB">
        <w:rPr>
          <w:rtl/>
        </w:rPr>
        <w:t>،</w:t>
      </w:r>
      <w:r>
        <w:rPr>
          <w:rtl/>
        </w:rPr>
        <w:t xml:space="preserve"> </w:t>
      </w:r>
      <w:r w:rsidRPr="00D95A45">
        <w:rPr>
          <w:rtl/>
        </w:rPr>
        <w:t>وقالت الام</w:t>
      </w:r>
      <w:r w:rsidR="00CC15EB">
        <w:rPr>
          <w:rtl/>
        </w:rPr>
        <w:t>:</w:t>
      </w:r>
      <w:r>
        <w:rPr>
          <w:rtl/>
        </w:rPr>
        <w:t xml:space="preserve"> </w:t>
      </w:r>
      <w:r w:rsidRPr="00D95A45">
        <w:rPr>
          <w:rtl/>
        </w:rPr>
        <w:t>انا آخذ الدية قال</w:t>
      </w:r>
      <w:r w:rsidR="00CC15EB">
        <w:rPr>
          <w:rtl/>
        </w:rPr>
        <w:t>:</w:t>
      </w:r>
      <w:r>
        <w:rPr>
          <w:rtl/>
        </w:rPr>
        <w:t xml:space="preserve"> </w:t>
      </w:r>
      <w:r w:rsidRPr="00D95A45">
        <w:rPr>
          <w:rtl/>
        </w:rPr>
        <w:t>فليعط الابن أم المقتول السدس من الدية</w:t>
      </w:r>
      <w:r w:rsidR="00CC15EB">
        <w:rPr>
          <w:rtl/>
        </w:rPr>
        <w:t>،</w:t>
      </w:r>
      <w:r>
        <w:rPr>
          <w:rtl/>
        </w:rPr>
        <w:t xml:space="preserve"> </w:t>
      </w:r>
      <w:r w:rsidRPr="00D95A45">
        <w:rPr>
          <w:rtl/>
        </w:rPr>
        <w:t>ويعطي ورثة القاتل السدس من الدية حق الاب الذي عفا عنه وليقتله.</w:t>
      </w:r>
    </w:p>
    <w:p w:rsidR="00AC7755" w:rsidRDefault="00D45E0E" w:rsidP="00AC7755">
      <w:pPr>
        <w:pStyle w:val="libNormal"/>
        <w:rPr>
          <w:rtl/>
        </w:rPr>
      </w:pPr>
      <w:r w:rsidRPr="00D95A45">
        <w:rPr>
          <w:rtl/>
        </w:rPr>
        <w:t>(687) 2</w:t>
      </w:r>
      <w:r w:rsidR="00CC15EB">
        <w:rPr>
          <w:rtl/>
        </w:rPr>
        <w:t xml:space="preserve"> - </w:t>
      </w:r>
      <w:r w:rsidRPr="00D95A45">
        <w:rPr>
          <w:rtl/>
        </w:rPr>
        <w:t xml:space="preserve">علي بن ابراهيم عن ابيه عن علي بن حديد عن جميل ابن دراج عن زرارة عن ابى جعفر </w:t>
      </w:r>
      <w:r w:rsidR="00AC7755" w:rsidRPr="00AC7755">
        <w:rPr>
          <w:rStyle w:val="libAlaemChar"/>
          <w:rtl/>
        </w:rPr>
        <w:t>عليه‌السلام</w:t>
      </w:r>
      <w:r w:rsidRPr="00D95A45">
        <w:rPr>
          <w:rtl/>
        </w:rPr>
        <w:t xml:space="preserve"> في رجلين قتلا رجلا عمدا وله وليان فعفا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684</w:t>
      </w:r>
      <w:r>
        <w:rPr>
          <w:rtl/>
        </w:rPr>
        <w:t xml:space="preserve"> - </w:t>
      </w:r>
      <w:r w:rsidR="00D45E0E" w:rsidRPr="00D95A45">
        <w:rPr>
          <w:rtl/>
        </w:rPr>
        <w:t>الاستبصار ج 4 ص 262 الفقيه ج 4 ص 107</w:t>
      </w:r>
    </w:p>
    <w:p w:rsidR="00CC15EB" w:rsidRDefault="00CC15EB" w:rsidP="00AC7755">
      <w:pPr>
        <w:pStyle w:val="libFootnote0"/>
        <w:rPr>
          <w:rtl/>
        </w:rPr>
      </w:pPr>
      <w:r>
        <w:rPr>
          <w:rtl/>
        </w:rPr>
        <w:t>-</w:t>
      </w:r>
      <w:r w:rsidR="00D45E0E" w:rsidRPr="007277FF">
        <w:rPr>
          <w:rtl/>
        </w:rPr>
        <w:t xml:space="preserve"> 686</w:t>
      </w:r>
      <w:r>
        <w:rPr>
          <w:rtl/>
        </w:rPr>
        <w:t xml:space="preserve"> - </w:t>
      </w:r>
      <w:r w:rsidR="00D45E0E" w:rsidRPr="007277FF">
        <w:rPr>
          <w:rtl/>
        </w:rPr>
        <w:t>الاستبصار ج 4 ص 264 الكافي ج 2 ص 341 الفقيه ج 4 ص 105</w:t>
      </w:r>
    </w:p>
    <w:p w:rsidR="00AC7755" w:rsidRDefault="00CC15EB" w:rsidP="00AC7755">
      <w:pPr>
        <w:pStyle w:val="libFootnote0"/>
        <w:rPr>
          <w:rtl/>
        </w:rPr>
      </w:pPr>
      <w:r>
        <w:rPr>
          <w:rtl/>
        </w:rPr>
        <w:t>-</w:t>
      </w:r>
      <w:r w:rsidR="00D45E0E" w:rsidRPr="00DA0376">
        <w:rPr>
          <w:rtl/>
        </w:rPr>
        <w:t xml:space="preserve"> 687</w:t>
      </w:r>
      <w:r>
        <w:rPr>
          <w:rtl/>
        </w:rPr>
        <w:t xml:space="preserve"> - </w:t>
      </w:r>
      <w:r w:rsidR="00D45E0E" w:rsidRPr="00DA0376">
        <w:rPr>
          <w:rtl/>
        </w:rPr>
        <w:t>الاستبصار ج 4 ص 263 الكافي ج 2 ص 341</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احد الوليين فقال</w:t>
      </w:r>
      <w:r w:rsidR="00CC15EB">
        <w:rPr>
          <w:rtl/>
        </w:rPr>
        <w:t>:</w:t>
      </w:r>
      <w:r>
        <w:rPr>
          <w:rtl/>
        </w:rPr>
        <w:t xml:space="preserve"> </w:t>
      </w:r>
      <w:r w:rsidRPr="00DA0376">
        <w:rPr>
          <w:rtl/>
        </w:rPr>
        <w:t>إذا عفا عنهما بعض الاولياء درئ عنهما القتل</w:t>
      </w:r>
      <w:r w:rsidR="00CC15EB">
        <w:rPr>
          <w:rtl/>
        </w:rPr>
        <w:t>،</w:t>
      </w:r>
      <w:r>
        <w:rPr>
          <w:rtl/>
        </w:rPr>
        <w:t xml:space="preserve"> </w:t>
      </w:r>
      <w:r w:rsidRPr="00DA0376">
        <w:rPr>
          <w:rtl/>
        </w:rPr>
        <w:t>وطرح عنهما من الدية بقدر حصة من عفا واديا الباقي من اموالهما الى الذي لم يعف</w:t>
      </w:r>
      <w:r w:rsidR="00CC15EB">
        <w:rPr>
          <w:rtl/>
        </w:rPr>
        <w:t>،</w:t>
      </w:r>
      <w:r>
        <w:rPr>
          <w:rtl/>
        </w:rPr>
        <w:t xml:space="preserve"> </w:t>
      </w:r>
      <w:r w:rsidRPr="00DA0376">
        <w:rPr>
          <w:rtl/>
        </w:rPr>
        <w:t>وقال</w:t>
      </w:r>
      <w:r w:rsidR="00CC15EB">
        <w:rPr>
          <w:rtl/>
        </w:rPr>
        <w:t>:</w:t>
      </w:r>
      <w:r>
        <w:rPr>
          <w:rtl/>
        </w:rPr>
        <w:t xml:space="preserve"> </w:t>
      </w:r>
      <w:r w:rsidRPr="00DA0376">
        <w:rPr>
          <w:rtl/>
        </w:rPr>
        <w:t>عفو كل ذي سهم جائز.</w:t>
      </w:r>
    </w:p>
    <w:p w:rsidR="00AC7755" w:rsidRDefault="00D45E0E" w:rsidP="00AC7755">
      <w:pPr>
        <w:pStyle w:val="libNormal"/>
        <w:rPr>
          <w:rtl/>
        </w:rPr>
      </w:pPr>
      <w:r w:rsidRPr="00D95A45">
        <w:rPr>
          <w:rtl/>
        </w:rPr>
        <w:t>(688) 3</w:t>
      </w:r>
      <w:r w:rsidR="00CC15EB">
        <w:rPr>
          <w:rtl/>
        </w:rPr>
        <w:t xml:space="preserve"> - </w:t>
      </w:r>
      <w:r w:rsidRPr="00D95A45">
        <w:rPr>
          <w:rtl/>
        </w:rPr>
        <w:t xml:space="preserve">احمد بن محمد عن ابن محبوب عن عبد الرحمان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قتل رجلين عمدا ولهما اولياء فعفا اولياء احدهما وابى الآخرون قال</w:t>
      </w:r>
      <w:r w:rsidR="00CC15EB">
        <w:rPr>
          <w:rtl/>
        </w:rPr>
        <w:t>:</w:t>
      </w:r>
      <w:r>
        <w:rPr>
          <w:rtl/>
        </w:rPr>
        <w:t xml:space="preserve"> </w:t>
      </w:r>
      <w:r w:rsidRPr="00D95A45">
        <w:rPr>
          <w:rtl/>
        </w:rPr>
        <w:t>فقال</w:t>
      </w:r>
      <w:r w:rsidR="00CC15EB">
        <w:rPr>
          <w:rtl/>
        </w:rPr>
        <w:t>:</w:t>
      </w:r>
      <w:r>
        <w:rPr>
          <w:rtl/>
        </w:rPr>
        <w:t xml:space="preserve"> </w:t>
      </w:r>
      <w:r w:rsidRPr="00D95A45">
        <w:rPr>
          <w:rtl/>
        </w:rPr>
        <w:t>يقتل الذين لم يعفوا وان احبوا ان يأخذوا الدية اخذوا</w:t>
      </w:r>
      <w:r w:rsidR="00CC15EB">
        <w:rPr>
          <w:rtl/>
        </w:rPr>
        <w:t>،</w:t>
      </w:r>
      <w:r>
        <w:rPr>
          <w:rtl/>
        </w:rPr>
        <w:t xml:space="preserve"> </w:t>
      </w:r>
      <w:r w:rsidRPr="00D95A45">
        <w:rPr>
          <w:rtl/>
        </w:rPr>
        <w:t>قال عبد الرحمان</w:t>
      </w:r>
      <w:r w:rsidR="00CC15EB">
        <w:rPr>
          <w:rtl/>
        </w:rPr>
        <w:t>:</w:t>
      </w:r>
      <w:r>
        <w:rPr>
          <w:rtl/>
        </w:rPr>
        <w:t xml:space="preserve"> </w:t>
      </w:r>
      <w:r w:rsidRPr="00D95A45">
        <w:rPr>
          <w:rtl/>
        </w:rPr>
        <w:t xml:space="preserve">فقلت لابي عبد الله </w:t>
      </w:r>
      <w:r w:rsidR="00AC7755" w:rsidRPr="00AC7755">
        <w:rPr>
          <w:rStyle w:val="libAlaemChar"/>
          <w:rtl/>
        </w:rPr>
        <w:t>عليه‌السلام</w:t>
      </w:r>
      <w:r w:rsidR="00CC15EB">
        <w:rPr>
          <w:rtl/>
        </w:rPr>
        <w:t>:</w:t>
      </w:r>
      <w:r>
        <w:rPr>
          <w:rtl/>
        </w:rPr>
        <w:t xml:space="preserve"> </w:t>
      </w:r>
      <w:r w:rsidRPr="00D95A45">
        <w:rPr>
          <w:rtl/>
        </w:rPr>
        <w:t>رجلان قتلا رجلا عمدا وله وليان فعفا احد الوليين قال</w:t>
      </w:r>
      <w:r w:rsidR="00CC15EB">
        <w:rPr>
          <w:rtl/>
        </w:rPr>
        <w:t>:</w:t>
      </w:r>
      <w:r>
        <w:rPr>
          <w:rtl/>
        </w:rPr>
        <w:t xml:space="preserve"> </w:t>
      </w:r>
      <w:r w:rsidRPr="00D95A45">
        <w:rPr>
          <w:rtl/>
        </w:rPr>
        <w:t>فقال</w:t>
      </w:r>
      <w:r w:rsidR="00CC15EB">
        <w:rPr>
          <w:rtl/>
        </w:rPr>
        <w:t>:</w:t>
      </w:r>
      <w:r>
        <w:rPr>
          <w:rtl/>
        </w:rPr>
        <w:t xml:space="preserve"> </w:t>
      </w:r>
      <w:r w:rsidRPr="00D95A45">
        <w:rPr>
          <w:rtl/>
        </w:rPr>
        <w:t>إذا عفا بعض الاولياء درئ عنهما القتل وطرح عنهما من الدية بقدر حصة من عفا وأديا الباقي من اموالهما الى الذين لم يعفوا.</w:t>
      </w:r>
    </w:p>
    <w:p w:rsidR="00AC7755" w:rsidRDefault="00D45E0E" w:rsidP="00AC7755">
      <w:pPr>
        <w:pStyle w:val="libNormal"/>
        <w:rPr>
          <w:rtl/>
        </w:rPr>
      </w:pPr>
      <w:r w:rsidRPr="00D95A45">
        <w:rPr>
          <w:rtl/>
        </w:rPr>
        <w:t>(689) 4</w:t>
      </w:r>
      <w:r w:rsidR="00CC15EB">
        <w:rPr>
          <w:rtl/>
        </w:rPr>
        <w:t xml:space="preserve"> - </w:t>
      </w:r>
      <w:r w:rsidRPr="00D95A45">
        <w:rPr>
          <w:rtl/>
        </w:rPr>
        <w:t>ابن محبوب عن ابي ولاد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قتل وله اولاد صغار وكبار أرايت ان عفا اولاده الكبار قال</w:t>
      </w:r>
      <w:r w:rsidR="00CC15EB">
        <w:rPr>
          <w:rtl/>
        </w:rPr>
        <w:t>:</w:t>
      </w:r>
      <w:r>
        <w:rPr>
          <w:rtl/>
        </w:rPr>
        <w:t xml:space="preserve"> </w:t>
      </w:r>
      <w:r w:rsidRPr="00D95A45">
        <w:rPr>
          <w:rtl/>
        </w:rPr>
        <w:t>فقال</w:t>
      </w:r>
      <w:r w:rsidR="00CC15EB">
        <w:rPr>
          <w:rtl/>
        </w:rPr>
        <w:t>:</w:t>
      </w:r>
      <w:r>
        <w:rPr>
          <w:rtl/>
        </w:rPr>
        <w:t xml:space="preserve"> </w:t>
      </w:r>
      <w:r w:rsidRPr="00D95A45">
        <w:rPr>
          <w:rtl/>
        </w:rPr>
        <w:t>لا يقتل ويجوز عفو الكبار في حصصهم</w:t>
      </w:r>
      <w:r w:rsidR="00CC15EB">
        <w:rPr>
          <w:rtl/>
        </w:rPr>
        <w:t>،</w:t>
      </w:r>
      <w:r>
        <w:rPr>
          <w:rtl/>
        </w:rPr>
        <w:t xml:space="preserve"> </w:t>
      </w:r>
      <w:r w:rsidRPr="00D95A45">
        <w:rPr>
          <w:rtl/>
        </w:rPr>
        <w:t>فإذا كبر الصغار كان لهم أن يطلبوا حصصهم من الدية.</w:t>
      </w:r>
    </w:p>
    <w:p w:rsidR="00AC7755" w:rsidRDefault="00D45E0E" w:rsidP="00AC7755">
      <w:pPr>
        <w:pStyle w:val="libNormal"/>
        <w:rPr>
          <w:rtl/>
        </w:rPr>
      </w:pPr>
      <w:r w:rsidRPr="00D95A45">
        <w:rPr>
          <w:rtl/>
        </w:rPr>
        <w:t>(690) 5</w:t>
      </w:r>
      <w:r w:rsidR="00CC15EB">
        <w:rPr>
          <w:rtl/>
        </w:rPr>
        <w:t xml:space="preserve"> - </w:t>
      </w:r>
      <w:r w:rsidRPr="00D95A45">
        <w:rPr>
          <w:rtl/>
        </w:rPr>
        <w:t xml:space="preserve">الصفار عن الحسن بن موسى عن غياث بن كلوب عن اسحاق بن عمار عن جعفر عن ابيه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انتظروا بالصغار الذين قتل ابوهم ان يكبروا</w:t>
      </w:r>
      <w:r w:rsidR="00CC15EB">
        <w:rPr>
          <w:rtl/>
        </w:rPr>
        <w:t>،</w:t>
      </w:r>
      <w:r>
        <w:rPr>
          <w:rtl/>
        </w:rPr>
        <w:t xml:space="preserve"> </w:t>
      </w:r>
      <w:r w:rsidRPr="00D95A45">
        <w:rPr>
          <w:rtl/>
        </w:rPr>
        <w:t>فإذا بلغوا خيروا فان أحبوا قتلوا أو عفوا أو صالحوا.</w:t>
      </w:r>
    </w:p>
    <w:p w:rsidR="00AC7755" w:rsidRDefault="00D45E0E" w:rsidP="00AC7755">
      <w:pPr>
        <w:pStyle w:val="libNormal"/>
        <w:rPr>
          <w:rtl/>
        </w:rPr>
      </w:pPr>
      <w:r w:rsidRPr="00D95A45">
        <w:rPr>
          <w:rtl/>
        </w:rPr>
        <w:t>(691) 6</w:t>
      </w:r>
      <w:r w:rsidR="00CC15EB">
        <w:rPr>
          <w:rtl/>
        </w:rPr>
        <w:t xml:space="preserve"> - </w:t>
      </w:r>
      <w:r w:rsidRPr="00D95A45">
        <w:rPr>
          <w:rtl/>
        </w:rPr>
        <w:t>ابن محبوب عن علي بن رئاب عن زرارة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رجل قتل وله أخ في دار الهجرة وله اخ في دار البدو</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688</w:t>
      </w:r>
      <w:r>
        <w:rPr>
          <w:rtl/>
        </w:rPr>
        <w:t xml:space="preserve"> - </w:t>
      </w:r>
      <w:r w:rsidR="00D45E0E" w:rsidRPr="00D95A45">
        <w:rPr>
          <w:rtl/>
        </w:rPr>
        <w:t>الاستبصار ج 4 ص 263 الكافي ج 2 ص 341 689</w:t>
      </w:r>
      <w:r>
        <w:rPr>
          <w:rtl/>
        </w:rPr>
        <w:t xml:space="preserve"> - </w:t>
      </w:r>
      <w:r w:rsidR="00D45E0E" w:rsidRPr="00D95A45">
        <w:rPr>
          <w:rtl/>
        </w:rPr>
        <w:t>الاستبصار ج 4 ص 264 الكافي ج 2 ص 341 الفقيه ج 4 ص 105</w:t>
      </w:r>
    </w:p>
    <w:p w:rsidR="00CC15EB" w:rsidRDefault="00CC15EB" w:rsidP="00AC7755">
      <w:pPr>
        <w:pStyle w:val="libFootnote0"/>
        <w:rPr>
          <w:rtl/>
        </w:rPr>
      </w:pPr>
      <w:r>
        <w:rPr>
          <w:rtl/>
        </w:rPr>
        <w:t>-</w:t>
      </w:r>
      <w:r w:rsidR="00D45E0E" w:rsidRPr="007277FF">
        <w:rPr>
          <w:rtl/>
        </w:rPr>
        <w:t xml:space="preserve"> 690</w:t>
      </w:r>
      <w:r>
        <w:rPr>
          <w:rtl/>
        </w:rPr>
        <w:t xml:space="preserve"> - </w:t>
      </w:r>
      <w:r w:rsidR="00D45E0E" w:rsidRPr="007277FF">
        <w:rPr>
          <w:rtl/>
        </w:rPr>
        <w:t>الاستبصار ج 4 ص 265</w:t>
      </w:r>
    </w:p>
    <w:p w:rsidR="00AC7755" w:rsidRDefault="00CC15EB" w:rsidP="00AC7755">
      <w:pPr>
        <w:pStyle w:val="libFootnote0"/>
        <w:rPr>
          <w:rtl/>
        </w:rPr>
      </w:pPr>
      <w:r>
        <w:rPr>
          <w:rtl/>
        </w:rPr>
        <w:t>-</w:t>
      </w:r>
      <w:r w:rsidR="00D45E0E" w:rsidRPr="00DA0376">
        <w:rPr>
          <w:rtl/>
        </w:rPr>
        <w:t xml:space="preserve"> 691</w:t>
      </w:r>
      <w:r>
        <w:rPr>
          <w:rtl/>
        </w:rPr>
        <w:t xml:space="preserve"> - </w:t>
      </w:r>
      <w:r w:rsidR="00D45E0E" w:rsidRPr="00DA0376">
        <w:rPr>
          <w:rtl/>
        </w:rPr>
        <w:t>الكافي ج 2 ص 341 الفقيه ج 4 ص 232</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ولم يهاجر أرأيت ان عفا المهاجرى وأراد البدوى أن يقتل أله ذلك</w:t>
      </w:r>
      <w:r>
        <w:rPr>
          <w:rtl/>
        </w:rPr>
        <w:t>؟</w:t>
      </w:r>
      <w:r w:rsidRPr="00DA0376">
        <w:rPr>
          <w:rtl/>
        </w:rPr>
        <w:t xml:space="preserve"> قال</w:t>
      </w:r>
      <w:r w:rsidR="00CC15EB">
        <w:rPr>
          <w:rtl/>
        </w:rPr>
        <w:t>:</w:t>
      </w:r>
      <w:r>
        <w:rPr>
          <w:rtl/>
        </w:rPr>
        <w:t xml:space="preserve"> </w:t>
      </w:r>
      <w:r w:rsidRPr="00DA0376">
        <w:rPr>
          <w:rtl/>
        </w:rPr>
        <w:t>فقال</w:t>
      </w:r>
      <w:r w:rsidR="00CC15EB">
        <w:rPr>
          <w:rtl/>
        </w:rPr>
        <w:t>:</w:t>
      </w:r>
      <w:r>
        <w:rPr>
          <w:rtl/>
        </w:rPr>
        <w:t xml:space="preserve"> </w:t>
      </w:r>
      <w:r w:rsidRPr="00DA0376">
        <w:rPr>
          <w:rtl/>
        </w:rPr>
        <w:t>ليس للبدوي ان يقتل مهاجريا حتى يهاجر</w:t>
      </w:r>
      <w:r w:rsidR="00CC15EB">
        <w:rPr>
          <w:rtl/>
        </w:rPr>
        <w:t>،</w:t>
      </w:r>
      <w:r>
        <w:rPr>
          <w:rtl/>
        </w:rPr>
        <w:t xml:space="preserve"> </w:t>
      </w:r>
      <w:r w:rsidRPr="00DA0376">
        <w:rPr>
          <w:rtl/>
        </w:rPr>
        <w:t>قال</w:t>
      </w:r>
      <w:r w:rsidR="00CC15EB">
        <w:rPr>
          <w:rtl/>
        </w:rPr>
        <w:t>:</w:t>
      </w:r>
      <w:r>
        <w:rPr>
          <w:rtl/>
        </w:rPr>
        <w:t xml:space="preserve"> </w:t>
      </w:r>
      <w:r w:rsidRPr="00DA0376">
        <w:rPr>
          <w:rtl/>
        </w:rPr>
        <w:t>فإذا عفا المهاجر فان عفوه جائز قلت</w:t>
      </w:r>
      <w:r w:rsidR="00CC15EB">
        <w:rPr>
          <w:rtl/>
        </w:rPr>
        <w:t>:</w:t>
      </w:r>
      <w:r>
        <w:rPr>
          <w:rtl/>
        </w:rPr>
        <w:t xml:space="preserve"> </w:t>
      </w:r>
      <w:r w:rsidRPr="00DA0376">
        <w:rPr>
          <w:rtl/>
        </w:rPr>
        <w:t>للبدوي من الميراث شئ</w:t>
      </w:r>
      <w:r>
        <w:rPr>
          <w:rtl/>
        </w:rPr>
        <w:t>؟</w:t>
      </w:r>
      <w:r w:rsidRPr="00DA0376">
        <w:rPr>
          <w:rtl/>
        </w:rPr>
        <w:t xml:space="preserve"> قال</w:t>
      </w:r>
      <w:r w:rsidR="00CC15EB">
        <w:rPr>
          <w:rtl/>
        </w:rPr>
        <w:t>:</w:t>
      </w:r>
      <w:r>
        <w:rPr>
          <w:rtl/>
        </w:rPr>
        <w:t xml:space="preserve"> </w:t>
      </w:r>
      <w:r w:rsidRPr="00DA0376">
        <w:rPr>
          <w:rtl/>
        </w:rPr>
        <w:t>اما الميراث فله حظه من دية اخيه ان أخذت.</w:t>
      </w:r>
    </w:p>
    <w:p w:rsidR="00AC7755" w:rsidRDefault="00D45E0E" w:rsidP="00AC7755">
      <w:pPr>
        <w:pStyle w:val="libNormal"/>
        <w:rPr>
          <w:rtl/>
        </w:rPr>
      </w:pPr>
      <w:r w:rsidRPr="00D95A45">
        <w:rPr>
          <w:rtl/>
        </w:rPr>
        <w:t>(692) 7</w:t>
      </w:r>
      <w:r w:rsidR="00CC15EB">
        <w:rPr>
          <w:rtl/>
        </w:rPr>
        <w:t xml:space="preserve"> - </w:t>
      </w:r>
      <w:r w:rsidRPr="00D95A45">
        <w:rPr>
          <w:rtl/>
        </w:rPr>
        <w:t xml:space="preserve">محمد بن يعقوب عن احمد بن محمد الكوفي عن محمد ابن احمد النهدي عن محمد بن الوليد عن ابان عن ابي العباس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ليس للنساء عفو ولا قود.</w:t>
      </w:r>
    </w:p>
    <w:p w:rsidR="00AC7755" w:rsidRDefault="00D45E0E" w:rsidP="00AC7755">
      <w:pPr>
        <w:pStyle w:val="libNormal"/>
        <w:rPr>
          <w:rtl/>
        </w:rPr>
      </w:pPr>
      <w:r w:rsidRPr="00D95A45">
        <w:rPr>
          <w:rtl/>
        </w:rPr>
        <w:t>(693) 8</w:t>
      </w:r>
      <w:r w:rsidR="00CC15EB">
        <w:rPr>
          <w:rtl/>
        </w:rPr>
        <w:t xml:space="preserve"> - </w:t>
      </w:r>
      <w:r w:rsidRPr="00D95A45">
        <w:rPr>
          <w:rtl/>
        </w:rPr>
        <w:t xml:space="preserve">علي بن ابراهيم عن ابيه عن ابن فضال عن يونس ابن يعقوب عن ابي مريم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فيمن عفا من ذي سهم فان عفوه جائز وقضى في اربعة اخوة عفا احدهم قال</w:t>
      </w:r>
      <w:r w:rsidR="00CC15EB">
        <w:rPr>
          <w:rtl/>
        </w:rPr>
        <w:t>:</w:t>
      </w:r>
      <w:r>
        <w:rPr>
          <w:rtl/>
        </w:rPr>
        <w:t xml:space="preserve"> </w:t>
      </w:r>
      <w:r w:rsidRPr="00D95A45">
        <w:rPr>
          <w:rtl/>
        </w:rPr>
        <w:t>يعطى بقيتهم الدية ويدفع عنه بحصة الذي عفا.</w:t>
      </w:r>
    </w:p>
    <w:p w:rsidR="00AC7755" w:rsidRDefault="00D45E0E" w:rsidP="00AC7755">
      <w:pPr>
        <w:pStyle w:val="libNormal"/>
        <w:rPr>
          <w:rtl/>
        </w:rPr>
      </w:pPr>
      <w:r w:rsidRPr="00D95A45">
        <w:rPr>
          <w:rtl/>
        </w:rPr>
        <w:t>(694) 9</w:t>
      </w:r>
      <w:r w:rsidR="00CC15EB">
        <w:rPr>
          <w:rtl/>
        </w:rPr>
        <w:t xml:space="preserve"> - </w:t>
      </w:r>
      <w:r w:rsidRPr="00D95A45">
        <w:rPr>
          <w:rtl/>
        </w:rPr>
        <w:t xml:space="preserve">احمد بن محمد عن علي بن حديد عن ابن ابى عمير عن جميل بن دراج عن بعض اصحابه رفعه الى امير المؤمنين </w:t>
      </w:r>
      <w:r w:rsidR="00AC7755" w:rsidRPr="00AC7755">
        <w:rPr>
          <w:rStyle w:val="libAlaemChar"/>
          <w:rtl/>
        </w:rPr>
        <w:t>عليه‌السلام</w:t>
      </w:r>
      <w:r w:rsidRPr="00D95A45">
        <w:rPr>
          <w:rtl/>
        </w:rPr>
        <w:t xml:space="preserve"> في رجل قتل وله وليان فعفا احدهما وأبى الآخر أن يعفو قال</w:t>
      </w:r>
      <w:r w:rsidR="00CC15EB">
        <w:rPr>
          <w:rtl/>
        </w:rPr>
        <w:t>:</w:t>
      </w:r>
      <w:r>
        <w:rPr>
          <w:rtl/>
        </w:rPr>
        <w:t xml:space="preserve"> </w:t>
      </w:r>
      <w:r w:rsidRPr="00D95A45">
        <w:rPr>
          <w:rtl/>
        </w:rPr>
        <w:t>ان اراد الذى لم يعف أن يقتل قتل ورد نصف الدية على اولياء المقتول المقاد منه.</w:t>
      </w:r>
    </w:p>
    <w:p w:rsidR="00AC7755" w:rsidRDefault="00D45E0E" w:rsidP="00AC7755">
      <w:pPr>
        <w:pStyle w:val="libNormal"/>
        <w:rPr>
          <w:rtl/>
        </w:rPr>
      </w:pPr>
      <w:r w:rsidRPr="00D95A45">
        <w:rPr>
          <w:rtl/>
        </w:rPr>
        <w:t>(695) 10</w:t>
      </w:r>
      <w:r w:rsidR="00CC15EB">
        <w:rPr>
          <w:rtl/>
        </w:rPr>
        <w:t xml:space="preserve"> - </w:t>
      </w:r>
      <w:r w:rsidRPr="00D95A45">
        <w:rPr>
          <w:rtl/>
        </w:rPr>
        <w:t xml:space="preserve">الصفار عن الحسن بن موسى عن غياث بن كلوب عن اسحاق بن عمار عن جعفر عن ابيه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كان يقول</w:t>
      </w:r>
      <w:r w:rsidR="00CC15EB">
        <w:rPr>
          <w:rtl/>
        </w:rPr>
        <w:t>:</w:t>
      </w:r>
      <w:r>
        <w:rPr>
          <w:rtl/>
        </w:rPr>
        <w:t xml:space="preserve"> </w:t>
      </w:r>
      <w:r w:rsidRPr="00D95A45">
        <w:rPr>
          <w:rtl/>
        </w:rPr>
        <w:t>من عفا عن الدم من ذوى سهم له فيه فعفوه جائز وسقط الدم وتصير الدية ويرفع عنه حصة الذي عفا.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692</w:t>
      </w:r>
      <w:r>
        <w:rPr>
          <w:rFonts w:hint="cs"/>
          <w:rtl/>
        </w:rPr>
        <w:t xml:space="preserve"> - </w:t>
      </w:r>
      <w:r w:rsidR="00D45E0E" w:rsidRPr="007277FF">
        <w:rPr>
          <w:rtl/>
        </w:rPr>
        <w:t>693</w:t>
      </w:r>
      <w:r>
        <w:rPr>
          <w:rtl/>
        </w:rPr>
        <w:t xml:space="preserve"> - </w:t>
      </w:r>
      <w:r w:rsidR="00D45E0E" w:rsidRPr="007277FF">
        <w:rPr>
          <w:rtl/>
        </w:rPr>
        <w:t>الاستبصار ج 4 ص 262 الكافي ج 2 ص 341</w:t>
      </w:r>
    </w:p>
    <w:p w:rsidR="00CC15EB" w:rsidRDefault="00CC15EB" w:rsidP="00AC7755">
      <w:pPr>
        <w:pStyle w:val="libFootnote0"/>
        <w:rPr>
          <w:rtl/>
        </w:rPr>
      </w:pPr>
      <w:r>
        <w:rPr>
          <w:rtl/>
        </w:rPr>
        <w:t>-</w:t>
      </w:r>
      <w:r w:rsidR="00D45E0E" w:rsidRPr="007277FF">
        <w:rPr>
          <w:rtl/>
        </w:rPr>
        <w:t xml:space="preserve"> 694</w:t>
      </w:r>
      <w:r>
        <w:rPr>
          <w:rtl/>
        </w:rPr>
        <w:t xml:space="preserve"> - </w:t>
      </w:r>
      <w:r w:rsidR="00D45E0E" w:rsidRPr="007277FF">
        <w:rPr>
          <w:rtl/>
        </w:rPr>
        <w:t>الاستبصار ج 4 ص 264 الكافي ج 2 ص 341 الفقيه ج 4 ص 105</w:t>
      </w:r>
    </w:p>
    <w:p w:rsidR="00AC7755" w:rsidRDefault="00CC15EB" w:rsidP="00AC7755">
      <w:pPr>
        <w:pStyle w:val="libFootnote0"/>
        <w:rPr>
          <w:rtl/>
        </w:rPr>
      </w:pPr>
      <w:r>
        <w:rPr>
          <w:rtl/>
        </w:rPr>
        <w:t>-</w:t>
      </w:r>
      <w:r w:rsidR="00D45E0E" w:rsidRPr="00DA0376">
        <w:rPr>
          <w:rtl/>
        </w:rPr>
        <w:t xml:space="preserve"> 695</w:t>
      </w:r>
      <w:r>
        <w:rPr>
          <w:rtl/>
        </w:rPr>
        <w:t xml:space="preserve"> - </w:t>
      </w:r>
      <w:r w:rsidR="00D45E0E" w:rsidRPr="00DA0376">
        <w:rPr>
          <w:rtl/>
        </w:rPr>
        <w:t>الاستبصار ج 4 ص 264</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(696) 11</w:t>
      </w:r>
      <w:r w:rsidR="00CC15EB">
        <w:rPr>
          <w:rtl/>
        </w:rPr>
        <w:t xml:space="preserve"> - </w:t>
      </w:r>
      <w:r w:rsidRPr="00D95A45">
        <w:rPr>
          <w:rtl/>
        </w:rPr>
        <w:t>الحسن بن محبوب عن ابي ولاد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Pr="00D95A45">
        <w:rPr>
          <w:rtl/>
        </w:rPr>
        <w:t xml:space="preserve"> في الرجل يقتل وليس له ولي الا الامام</w:t>
      </w:r>
      <w:r w:rsidR="00CC15EB">
        <w:rPr>
          <w:rtl/>
        </w:rPr>
        <w:t>:</w:t>
      </w:r>
      <w:r>
        <w:rPr>
          <w:rtl/>
        </w:rPr>
        <w:t xml:space="preserve"> </w:t>
      </w:r>
      <w:r w:rsidRPr="00D95A45">
        <w:rPr>
          <w:rtl/>
        </w:rPr>
        <w:t>انه ليس للامام ان يعفو وله ان يقتل أو يأخذ الدية فيجعلها في بيت مال المسلمين</w:t>
      </w:r>
      <w:r w:rsidR="00CC15EB">
        <w:rPr>
          <w:rtl/>
        </w:rPr>
        <w:t>،</w:t>
      </w:r>
      <w:r>
        <w:rPr>
          <w:rtl/>
        </w:rPr>
        <w:t xml:space="preserve"> </w:t>
      </w:r>
      <w:r w:rsidRPr="00D95A45">
        <w:rPr>
          <w:rtl/>
        </w:rPr>
        <w:t>لان جناية المقتول كانت على الامام وكذلك تكون ديته لامام المسلمين.</w:t>
      </w:r>
    </w:p>
    <w:p w:rsidR="00AC7755" w:rsidRDefault="00D45E0E" w:rsidP="00AC7755">
      <w:pPr>
        <w:pStyle w:val="libNormal"/>
        <w:rPr>
          <w:rtl/>
        </w:rPr>
      </w:pPr>
      <w:r w:rsidRPr="00D95A45">
        <w:rPr>
          <w:rtl/>
        </w:rPr>
        <w:t>(697) 12</w:t>
      </w:r>
      <w:r w:rsidR="00CC15EB">
        <w:rPr>
          <w:rtl/>
        </w:rPr>
        <w:t xml:space="preserve"> - </w:t>
      </w:r>
      <w:r w:rsidRPr="00D95A45">
        <w:rPr>
          <w:rtl/>
        </w:rPr>
        <w:t>ابن محبوب عن ابى ولاد الحناط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مسلم قتل مسلما عمدا فلم يكن للمقتول اولياء من المسلمين الا اولياء من اهل الذمة من قرابته فقال</w:t>
      </w:r>
      <w:r w:rsidR="00CC15EB">
        <w:rPr>
          <w:rtl/>
        </w:rPr>
        <w:t>:</w:t>
      </w:r>
      <w:r>
        <w:rPr>
          <w:rtl/>
        </w:rPr>
        <w:t xml:space="preserve"> </w:t>
      </w:r>
      <w:r w:rsidRPr="00D95A45">
        <w:rPr>
          <w:rtl/>
        </w:rPr>
        <w:t>على الامام أن يعرض على قرابته من اهل بيته الاسلام</w:t>
      </w:r>
      <w:r w:rsidR="00CC15EB">
        <w:rPr>
          <w:rtl/>
        </w:rPr>
        <w:t>،</w:t>
      </w:r>
      <w:r>
        <w:rPr>
          <w:rtl/>
        </w:rPr>
        <w:t xml:space="preserve"> </w:t>
      </w:r>
      <w:r w:rsidRPr="00D95A45">
        <w:rPr>
          <w:rtl/>
        </w:rPr>
        <w:t>فمن اسلم منهم فهو وليه يدفع القاتل إليه</w:t>
      </w:r>
      <w:r w:rsidR="00CC15EB">
        <w:rPr>
          <w:rtl/>
        </w:rPr>
        <w:t>،</w:t>
      </w:r>
      <w:r>
        <w:rPr>
          <w:rtl/>
        </w:rPr>
        <w:t xml:space="preserve"> </w:t>
      </w:r>
      <w:r w:rsidRPr="00D95A45">
        <w:rPr>
          <w:rtl/>
        </w:rPr>
        <w:t>فان شاء قتل وان شاء عفا وان شاء اخذ الدية</w:t>
      </w:r>
      <w:r w:rsidR="00CC15EB">
        <w:rPr>
          <w:rtl/>
        </w:rPr>
        <w:t>،</w:t>
      </w:r>
      <w:r>
        <w:rPr>
          <w:rtl/>
        </w:rPr>
        <w:t xml:space="preserve"> </w:t>
      </w:r>
      <w:r w:rsidRPr="00D95A45">
        <w:rPr>
          <w:rtl/>
        </w:rPr>
        <w:t>فان لم يسلم احد كان الامام ولي امره فإن شاء قتل وان شاء اخذ الدية فجعلها في بيت مال المسلمين</w:t>
      </w:r>
      <w:r w:rsidR="00CC15EB">
        <w:rPr>
          <w:rtl/>
        </w:rPr>
        <w:t>،</w:t>
      </w:r>
      <w:r>
        <w:rPr>
          <w:rtl/>
        </w:rPr>
        <w:t xml:space="preserve"> </w:t>
      </w:r>
      <w:r w:rsidRPr="00D95A45">
        <w:rPr>
          <w:rtl/>
        </w:rPr>
        <w:t>لان جناية المقتول كانت على الامام فكذلك ديته تكون لامام المسلمين قلت له</w:t>
      </w:r>
      <w:r w:rsidR="00CC15EB">
        <w:rPr>
          <w:rtl/>
        </w:rPr>
        <w:t>:</w:t>
      </w:r>
      <w:r>
        <w:rPr>
          <w:rtl/>
        </w:rPr>
        <w:t xml:space="preserve"> </w:t>
      </w:r>
      <w:r w:rsidRPr="00D95A45">
        <w:rPr>
          <w:rtl/>
        </w:rPr>
        <w:t>فان عفا عنه الامام</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انما هو حق جميع المسلمين وانما على الامام ان يقتل أو يأخذ الدية وليس له ان يعفو.</w:t>
      </w:r>
    </w:p>
    <w:p w:rsidR="00AC7755" w:rsidRDefault="00D45E0E" w:rsidP="00AC7755">
      <w:pPr>
        <w:pStyle w:val="libNormal"/>
        <w:rPr>
          <w:rtl/>
        </w:rPr>
      </w:pPr>
      <w:r w:rsidRPr="00D95A45">
        <w:rPr>
          <w:rtl/>
        </w:rPr>
        <w:t>(698) 13</w:t>
      </w:r>
      <w:r w:rsidR="00CC15EB">
        <w:rPr>
          <w:rtl/>
        </w:rPr>
        <w:t xml:space="preserve"> - </w:t>
      </w:r>
      <w:r w:rsidRPr="00D95A45">
        <w:rPr>
          <w:rtl/>
        </w:rPr>
        <w:t xml:space="preserve">سهل بن زياد عن احمد بن محمد بن ابى نصر عن ابى جميلة عن الحلبي عن ابي عبد الله </w:t>
      </w:r>
      <w:r w:rsidR="00AC7755" w:rsidRPr="00AC7755">
        <w:rPr>
          <w:rStyle w:val="libAlaemChar"/>
          <w:rtl/>
        </w:rPr>
        <w:t>عليه‌السلام</w:t>
      </w:r>
      <w:r w:rsidRPr="00D95A45">
        <w:rPr>
          <w:rtl/>
        </w:rPr>
        <w:t xml:space="preserve"> في قول الله تعالى</w:t>
      </w:r>
      <w:r w:rsidR="00CC15EB">
        <w:rPr>
          <w:rtl/>
        </w:rPr>
        <w:t>:</w:t>
      </w:r>
      <w:r>
        <w:rPr>
          <w:rtl/>
        </w:rPr>
        <w:t xml:space="preserve"> </w:t>
      </w:r>
      <w:r w:rsidR="00AC7755" w:rsidRPr="00AC7755">
        <w:rPr>
          <w:rStyle w:val="libAlaemChar"/>
          <w:rFonts w:hint="cs"/>
          <w:rtl/>
        </w:rPr>
        <w:t>(</w:t>
      </w:r>
      <w:r w:rsidRPr="00AC7755">
        <w:rPr>
          <w:rStyle w:val="libAieChar"/>
          <w:rtl/>
        </w:rPr>
        <w:t xml:space="preserve"> فمن اعتدى بعد ذلك فله عذاب اليم </w:t>
      </w:r>
      <w:r w:rsidRPr="00AC7755">
        <w:rPr>
          <w:rStyle w:val="libAlaemChar"/>
          <w:rFonts w:hint="cs"/>
          <w:rtl/>
        </w:rPr>
        <w:t>)</w:t>
      </w:r>
      <w:r w:rsidRPr="00AC7755">
        <w:rPr>
          <w:rStyle w:val="libFootnotenumChar"/>
          <w:rtl/>
        </w:rPr>
        <w:t xml:space="preserve"> (1) </w:t>
      </w:r>
      <w:r w:rsidRPr="00D95A45">
        <w:rPr>
          <w:rtl/>
        </w:rPr>
        <w:t>فقال</w:t>
      </w:r>
      <w:r w:rsidR="00CC15EB">
        <w:rPr>
          <w:rtl/>
        </w:rPr>
        <w:t>:</w:t>
      </w:r>
      <w:r>
        <w:rPr>
          <w:rtl/>
        </w:rPr>
        <w:t xml:space="preserve"> </w:t>
      </w:r>
      <w:r w:rsidRPr="00D95A45">
        <w:rPr>
          <w:rtl/>
        </w:rPr>
        <w:t>الرجل يعفوا ويأخذ الدية ثم يجرح صاحبه أو يقتله فله عذاب اليم.</w:t>
      </w:r>
    </w:p>
    <w:p w:rsidR="00AC7755" w:rsidRDefault="00D45E0E" w:rsidP="00AC7755">
      <w:pPr>
        <w:pStyle w:val="libNormal"/>
        <w:rPr>
          <w:rtl/>
        </w:rPr>
      </w:pPr>
      <w:r w:rsidRPr="00D95A45">
        <w:rPr>
          <w:rtl/>
        </w:rPr>
        <w:t>(699) 14</w:t>
      </w:r>
      <w:r w:rsidR="00CC15EB">
        <w:rPr>
          <w:rtl/>
        </w:rPr>
        <w:t xml:space="preserve"> - </w:t>
      </w:r>
      <w:r w:rsidRPr="00D95A45">
        <w:rPr>
          <w:rtl/>
        </w:rPr>
        <w:t xml:space="preserve">احمد بن محمد بن ابي نصر عن عبد الكريم عن سماعة عن ابى عبد الله </w:t>
      </w:r>
      <w:r w:rsidR="00AC7755" w:rsidRPr="00AC7755">
        <w:rPr>
          <w:rStyle w:val="libAlaemChar"/>
          <w:rtl/>
        </w:rPr>
        <w:t>عليه‌السلام</w:t>
      </w:r>
      <w:r w:rsidRPr="00D95A45">
        <w:rPr>
          <w:rtl/>
        </w:rPr>
        <w:t xml:space="preserve"> في قول الله تعالى</w:t>
      </w:r>
      <w:r w:rsidR="00CC15EB">
        <w:rPr>
          <w:rtl/>
        </w:rPr>
        <w:t>:</w:t>
      </w:r>
      <w:r>
        <w:rPr>
          <w:rtl/>
        </w:rPr>
        <w:t xml:space="preserve"> </w:t>
      </w:r>
      <w:r w:rsidR="00AC7755" w:rsidRPr="00AC7755">
        <w:rPr>
          <w:rStyle w:val="libAlaemChar"/>
          <w:rFonts w:hint="cs"/>
          <w:rtl/>
        </w:rPr>
        <w:t>(</w:t>
      </w:r>
      <w:r w:rsidRPr="00AC7755">
        <w:rPr>
          <w:rStyle w:val="libAieChar"/>
          <w:rtl/>
        </w:rPr>
        <w:t xml:space="preserve"> فمن عفي له من اخيه شئ فأتباع</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سورة البقرة الآية</w:t>
      </w:r>
    </w:p>
    <w:p w:rsidR="00CC15EB" w:rsidRDefault="00CC15EB" w:rsidP="00AC7755">
      <w:pPr>
        <w:pStyle w:val="libFootnote0"/>
        <w:rPr>
          <w:rtl/>
        </w:rPr>
      </w:pPr>
      <w:r>
        <w:rPr>
          <w:rtl/>
        </w:rPr>
        <w:t>-</w:t>
      </w:r>
      <w:r w:rsidR="00D45E0E" w:rsidRPr="007277FF">
        <w:rPr>
          <w:rtl/>
        </w:rPr>
        <w:t xml:space="preserve"> 178</w:t>
      </w:r>
      <w:r>
        <w:rPr>
          <w:rtl/>
        </w:rPr>
        <w:t xml:space="preserve"> - </w:t>
      </w:r>
      <w:r w:rsidR="00D45E0E" w:rsidRPr="007277FF">
        <w:rPr>
          <w:rtl/>
        </w:rPr>
        <w:t>697</w:t>
      </w:r>
    </w:p>
    <w:p w:rsidR="00CC15EB" w:rsidRDefault="00CC15EB" w:rsidP="00AC7755">
      <w:pPr>
        <w:pStyle w:val="libFootnote0"/>
        <w:rPr>
          <w:rtl/>
        </w:rPr>
      </w:pPr>
      <w:r>
        <w:rPr>
          <w:rtl/>
        </w:rPr>
        <w:t>-</w:t>
      </w:r>
      <w:r w:rsidR="00D45E0E" w:rsidRPr="007277FF">
        <w:rPr>
          <w:rtl/>
        </w:rPr>
        <w:t xml:space="preserve"> 698</w:t>
      </w:r>
      <w:r>
        <w:rPr>
          <w:rtl/>
        </w:rPr>
        <w:t xml:space="preserve"> - </w:t>
      </w:r>
      <w:r w:rsidR="00D45E0E" w:rsidRPr="007277FF">
        <w:rPr>
          <w:rtl/>
        </w:rPr>
        <w:t>الكافي ج 2 ص 341 واخرج الاول الصدوق في الفقيه ج 4 ص 79</w:t>
      </w:r>
    </w:p>
    <w:p w:rsidR="00AC7755" w:rsidRDefault="00CC15EB" w:rsidP="00AC7755">
      <w:pPr>
        <w:pStyle w:val="libFootnote0"/>
        <w:rPr>
          <w:rtl/>
        </w:rPr>
      </w:pPr>
      <w:r>
        <w:rPr>
          <w:rtl/>
        </w:rPr>
        <w:t>-</w:t>
      </w:r>
      <w:r w:rsidR="00D45E0E" w:rsidRPr="00DA0376">
        <w:rPr>
          <w:rtl/>
        </w:rPr>
        <w:t xml:space="preserve"> 699</w:t>
      </w:r>
      <w:r>
        <w:rPr>
          <w:rtl/>
        </w:rPr>
        <w:t xml:space="preserve"> - </w:t>
      </w:r>
      <w:r w:rsidR="00D45E0E" w:rsidRPr="00DA0376">
        <w:rPr>
          <w:rtl/>
        </w:rPr>
        <w:t>الكافي ج 2 ص 341 الفقيه ج 4 ص 82 بسند آخر</w:t>
      </w:r>
    </w:p>
    <w:p w:rsidR="00AC7755" w:rsidRDefault="00AC7755" w:rsidP="00AC7755">
      <w:pPr>
        <w:pStyle w:val="libNormal"/>
        <w:rPr>
          <w:rtl/>
        </w:rPr>
      </w:pPr>
      <w:r>
        <w:rPr>
          <w:rtl/>
        </w:rPr>
        <w:br w:type="page"/>
      </w:r>
    </w:p>
    <w:p w:rsidR="00AC7755" w:rsidRDefault="00D45E0E" w:rsidP="00AC7755">
      <w:pPr>
        <w:pStyle w:val="libNormal0"/>
        <w:rPr>
          <w:rtl/>
        </w:rPr>
      </w:pPr>
      <w:r w:rsidRPr="00AC7755">
        <w:rPr>
          <w:rStyle w:val="libAieChar"/>
          <w:rtl/>
        </w:rPr>
        <w:lastRenderedPageBreak/>
        <w:t xml:space="preserve">بالمعروف واداء إليه باحسان </w:t>
      </w:r>
      <w:r w:rsidRPr="00AC7755">
        <w:rPr>
          <w:rStyle w:val="libAlaemChar"/>
          <w:rFonts w:hint="cs"/>
          <w:rtl/>
        </w:rPr>
        <w:t>)</w:t>
      </w:r>
      <w:r w:rsidRPr="00AC7755">
        <w:rPr>
          <w:rStyle w:val="libFootnotenumChar"/>
          <w:rtl/>
        </w:rPr>
        <w:t xml:space="preserve"> (1) </w:t>
      </w:r>
      <w:r w:rsidRPr="007277FF">
        <w:rPr>
          <w:rtl/>
        </w:rPr>
        <w:t>ما ذلك الشئ</w:t>
      </w:r>
      <w:r>
        <w:rPr>
          <w:rtl/>
        </w:rPr>
        <w:t>؟</w:t>
      </w:r>
      <w:r w:rsidRPr="007277FF">
        <w:rPr>
          <w:rtl/>
        </w:rPr>
        <w:t xml:space="preserve"> قال</w:t>
      </w:r>
      <w:r w:rsidR="00CC15EB">
        <w:rPr>
          <w:rtl/>
        </w:rPr>
        <w:t>:</w:t>
      </w:r>
      <w:r>
        <w:rPr>
          <w:rtl/>
        </w:rPr>
        <w:t xml:space="preserve"> </w:t>
      </w:r>
      <w:r w:rsidRPr="007277FF">
        <w:rPr>
          <w:rtl/>
        </w:rPr>
        <w:t>هو الرجل يقبل الدية فامر الرجل الذى له الحق ان يتبعه بمعروف ولا يعسره</w:t>
      </w:r>
      <w:r w:rsidR="00CC15EB">
        <w:rPr>
          <w:rtl/>
        </w:rPr>
        <w:t>،</w:t>
      </w:r>
      <w:r>
        <w:rPr>
          <w:rtl/>
        </w:rPr>
        <w:t xml:space="preserve"> </w:t>
      </w:r>
      <w:r w:rsidRPr="007277FF">
        <w:rPr>
          <w:rtl/>
        </w:rPr>
        <w:t>وامر الذى عليه الحق ان يؤدي إليه باحسان إذا أيسر</w:t>
      </w:r>
      <w:r w:rsidR="00CC15EB">
        <w:rPr>
          <w:rtl/>
        </w:rPr>
        <w:t>،</w:t>
      </w:r>
      <w:r>
        <w:rPr>
          <w:rtl/>
        </w:rPr>
        <w:t xml:space="preserve"> </w:t>
      </w:r>
      <w:r w:rsidRPr="007277FF">
        <w:rPr>
          <w:rtl/>
        </w:rPr>
        <w:t>قلت</w:t>
      </w:r>
      <w:r w:rsidR="00CC15EB">
        <w:rPr>
          <w:rtl/>
        </w:rPr>
        <w:t>:</w:t>
      </w:r>
      <w:r>
        <w:rPr>
          <w:rtl/>
        </w:rPr>
        <w:t xml:space="preserve"> </w:t>
      </w:r>
      <w:r w:rsidRPr="007277FF">
        <w:rPr>
          <w:rtl/>
        </w:rPr>
        <w:t>أرأيت قوله تعالى</w:t>
      </w:r>
      <w:r w:rsidR="00CC15EB">
        <w:rPr>
          <w:rtl/>
        </w:rPr>
        <w:t>:</w:t>
      </w:r>
      <w:r>
        <w:rPr>
          <w:rtl/>
        </w:rPr>
        <w:t xml:space="preserve"> </w:t>
      </w:r>
      <w:r w:rsidR="00AC7755" w:rsidRPr="00AC7755">
        <w:rPr>
          <w:rStyle w:val="libAlaemChar"/>
          <w:rFonts w:hint="cs"/>
          <w:rtl/>
        </w:rPr>
        <w:t>(</w:t>
      </w:r>
      <w:r w:rsidRPr="007277FF">
        <w:rPr>
          <w:rtl/>
        </w:rPr>
        <w:t xml:space="preserve"> </w:t>
      </w:r>
      <w:r w:rsidRPr="00AC7755">
        <w:rPr>
          <w:rStyle w:val="libAieChar"/>
          <w:rtl/>
        </w:rPr>
        <w:t>فمن اعتدى بعد ذلك فله عذاب اليم</w:t>
      </w:r>
      <w:r w:rsidRPr="007277FF">
        <w:rPr>
          <w:rtl/>
        </w:rPr>
        <w:t xml:space="preserve"> </w:t>
      </w:r>
      <w:r w:rsidRPr="00AC7755">
        <w:rPr>
          <w:rStyle w:val="libAlaemChar"/>
          <w:rFonts w:hint="cs"/>
          <w:rtl/>
        </w:rPr>
        <w:t>)</w:t>
      </w:r>
      <w:r w:rsidRPr="007277FF">
        <w:rPr>
          <w:rtl/>
        </w:rPr>
        <w:t xml:space="preserve"> قال</w:t>
      </w:r>
      <w:r w:rsidR="00CC15EB">
        <w:rPr>
          <w:rtl/>
        </w:rPr>
        <w:t>:</w:t>
      </w:r>
      <w:r>
        <w:rPr>
          <w:rtl/>
        </w:rPr>
        <w:t xml:space="preserve"> </w:t>
      </w:r>
      <w:r w:rsidRPr="007277FF">
        <w:rPr>
          <w:rtl/>
        </w:rPr>
        <w:t>هو الرجل يقبل الدية أو يصالح ثم يجني بعد فيمثل أو يقتل فوعده الله عذابا اليما.</w:t>
      </w:r>
    </w:p>
    <w:p w:rsidR="00AC7755" w:rsidRDefault="00D45E0E" w:rsidP="00AC7755">
      <w:pPr>
        <w:pStyle w:val="libNormal"/>
        <w:rPr>
          <w:rtl/>
        </w:rPr>
      </w:pPr>
      <w:r w:rsidRPr="00D95A45">
        <w:rPr>
          <w:rtl/>
        </w:rPr>
        <w:t>(700) 15</w:t>
      </w:r>
      <w:r w:rsidR="00CC15EB">
        <w:rPr>
          <w:rtl/>
        </w:rPr>
        <w:t xml:space="preserve"> - </w:t>
      </w:r>
      <w:r w:rsidRPr="00D95A45">
        <w:rPr>
          <w:rtl/>
        </w:rPr>
        <w:t>احمد بن محمد عن علي بن الحكم عن علي بن ابى حمزة عن ابى بصير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قول الله عز وجل </w:t>
      </w:r>
      <w:r w:rsidR="00AC7755" w:rsidRPr="00AC7755">
        <w:rPr>
          <w:rStyle w:val="libAlaemChar"/>
          <w:rFonts w:hint="cs"/>
          <w:rtl/>
        </w:rPr>
        <w:t>(</w:t>
      </w:r>
      <w:r w:rsidRPr="00D95A45">
        <w:rPr>
          <w:rtl/>
        </w:rPr>
        <w:t xml:space="preserve"> </w:t>
      </w:r>
      <w:r w:rsidRPr="00AC7755">
        <w:rPr>
          <w:rStyle w:val="libAieChar"/>
          <w:rtl/>
        </w:rPr>
        <w:t>فمن تصدق به فهو كفارة له</w:t>
      </w:r>
      <w:r w:rsidRPr="00D95A45">
        <w:rPr>
          <w:rtl/>
        </w:rPr>
        <w:t xml:space="preserve"> </w:t>
      </w:r>
      <w:r w:rsidRPr="00AC7755">
        <w:rPr>
          <w:rStyle w:val="libAlaemChar"/>
          <w:rFonts w:hint="cs"/>
          <w:rtl/>
        </w:rPr>
        <w:t>)</w:t>
      </w:r>
      <w:r w:rsidRPr="00AC7755">
        <w:rPr>
          <w:rStyle w:val="libFootnotenumChar"/>
          <w:rtl/>
        </w:rPr>
        <w:t xml:space="preserve"> (2) </w:t>
      </w:r>
      <w:r w:rsidRPr="00D95A45">
        <w:rPr>
          <w:rtl/>
        </w:rPr>
        <w:t>قال</w:t>
      </w:r>
      <w:r w:rsidR="00CC15EB">
        <w:rPr>
          <w:rtl/>
        </w:rPr>
        <w:t>:</w:t>
      </w:r>
      <w:r>
        <w:rPr>
          <w:rtl/>
        </w:rPr>
        <w:t xml:space="preserve"> </w:t>
      </w:r>
      <w:r w:rsidRPr="00D95A45">
        <w:rPr>
          <w:rtl/>
        </w:rPr>
        <w:t>يكفر عنه من ذنوبه بقدر ما عفا من جرح أو غيره قال</w:t>
      </w:r>
      <w:r w:rsidR="00CC15EB">
        <w:rPr>
          <w:rtl/>
        </w:rPr>
        <w:t>:</w:t>
      </w:r>
      <w:r>
        <w:rPr>
          <w:rtl/>
        </w:rPr>
        <w:t xml:space="preserve"> </w:t>
      </w:r>
      <w:r w:rsidRPr="00D95A45">
        <w:rPr>
          <w:rtl/>
        </w:rPr>
        <w:t>وسألته عن قول الله عز وجل</w:t>
      </w:r>
      <w:r w:rsidR="00CC15EB">
        <w:rPr>
          <w:rtl/>
        </w:rPr>
        <w:t>:</w:t>
      </w:r>
      <w:r>
        <w:rPr>
          <w:rtl/>
        </w:rPr>
        <w:t xml:space="preserve"> </w:t>
      </w:r>
      <w:r w:rsidR="00AC7755" w:rsidRPr="00AC7755">
        <w:rPr>
          <w:rStyle w:val="libAlaemChar"/>
          <w:rFonts w:hint="cs"/>
          <w:rtl/>
        </w:rPr>
        <w:t>(</w:t>
      </w:r>
      <w:r w:rsidRPr="003E4648">
        <w:rPr>
          <w:rFonts w:hint="cs"/>
          <w:rtl/>
        </w:rPr>
        <w:t xml:space="preserve"> </w:t>
      </w:r>
      <w:r w:rsidRPr="00AC7755">
        <w:rPr>
          <w:rStyle w:val="libAieChar"/>
          <w:rtl/>
        </w:rPr>
        <w:t xml:space="preserve">فمن عفي له من اخيه شئ فاتباع بالمعروف واداء إليه باحسان </w:t>
      </w:r>
      <w:r w:rsidRPr="00AC7755">
        <w:rPr>
          <w:rStyle w:val="libAlaemChar"/>
          <w:rFonts w:hint="cs"/>
          <w:rtl/>
        </w:rPr>
        <w:t>)</w:t>
      </w:r>
      <w:r w:rsidRPr="00C86ADE">
        <w:rPr>
          <w:rFonts w:hint="cs"/>
          <w:rtl/>
        </w:rPr>
        <w:t xml:space="preserve"> </w:t>
      </w:r>
      <w:r w:rsidRPr="00AC7755">
        <w:rPr>
          <w:rStyle w:val="libFootnotenumChar"/>
          <w:rFonts w:hint="cs"/>
          <w:rtl/>
        </w:rPr>
        <w:t>(1)</w:t>
      </w:r>
      <w:r w:rsidRPr="00D95A45">
        <w:rPr>
          <w:rtl/>
        </w:rPr>
        <w:t xml:space="preserve"> قال</w:t>
      </w:r>
      <w:r w:rsidR="00CC15EB">
        <w:rPr>
          <w:rtl/>
        </w:rPr>
        <w:t>:</w:t>
      </w:r>
      <w:r>
        <w:rPr>
          <w:rtl/>
        </w:rPr>
        <w:t xml:space="preserve"> </w:t>
      </w:r>
      <w:r w:rsidRPr="00D95A45">
        <w:rPr>
          <w:rtl/>
        </w:rPr>
        <w:t>هو الرجل يقبل الدية فينبغي للمطالب ان يرفق به ولا يعسره</w:t>
      </w:r>
      <w:r w:rsidR="00CC15EB">
        <w:rPr>
          <w:rtl/>
        </w:rPr>
        <w:t>،</w:t>
      </w:r>
      <w:r>
        <w:rPr>
          <w:rtl/>
        </w:rPr>
        <w:t xml:space="preserve"> </w:t>
      </w:r>
      <w:r w:rsidRPr="00D95A45">
        <w:rPr>
          <w:rtl/>
        </w:rPr>
        <w:t>وينبغي للمطلوب ان يؤدى إليه باحسان فلا يمطله إذا قدر.</w:t>
      </w:r>
    </w:p>
    <w:p w:rsidR="00AC7755" w:rsidRDefault="00D45E0E" w:rsidP="00AC7755">
      <w:pPr>
        <w:pStyle w:val="libNormal"/>
        <w:rPr>
          <w:rtl/>
        </w:rPr>
      </w:pPr>
      <w:r w:rsidRPr="00D95A45">
        <w:rPr>
          <w:rtl/>
        </w:rPr>
        <w:t>(701) 16</w:t>
      </w:r>
      <w:r w:rsidR="00CC15EB">
        <w:rPr>
          <w:rtl/>
        </w:rPr>
        <w:t xml:space="preserve"> - </w:t>
      </w:r>
      <w:r w:rsidRPr="00D95A45">
        <w:rPr>
          <w:rtl/>
        </w:rPr>
        <w:t xml:space="preserve">علي بن ابراهيم عن ابيه عن ابن ابي عمير عن حماد عن الحلبي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قول الله عز وجل</w:t>
      </w:r>
      <w:r>
        <w:rPr>
          <w:rFonts w:hint="cs"/>
          <w:rtl/>
        </w:rPr>
        <w:t xml:space="preserve"> </w:t>
      </w:r>
      <w:r w:rsidR="00AC7755" w:rsidRPr="00AC7755">
        <w:rPr>
          <w:rStyle w:val="libAlaemChar"/>
          <w:rFonts w:hint="cs"/>
          <w:rtl/>
        </w:rPr>
        <w:t>(</w:t>
      </w:r>
      <w:r w:rsidRPr="003E4648">
        <w:rPr>
          <w:rtl/>
        </w:rPr>
        <w:t xml:space="preserve"> </w:t>
      </w:r>
      <w:r w:rsidRPr="00AC7755">
        <w:rPr>
          <w:rStyle w:val="libAieChar"/>
          <w:rtl/>
        </w:rPr>
        <w:t xml:space="preserve">فمن عفي له من اخيه شئ فاتباع بالمعروف واداء إليه باحسان </w:t>
      </w:r>
      <w:r w:rsidRPr="00AC7755">
        <w:rPr>
          <w:rStyle w:val="libAlaemChar"/>
          <w:rFonts w:hint="cs"/>
          <w:rtl/>
        </w:rPr>
        <w:t>)</w:t>
      </w:r>
      <w:r w:rsidRPr="00AC7755">
        <w:rPr>
          <w:rStyle w:val="libFootnotenumChar"/>
          <w:rFonts w:hint="cs"/>
          <w:rtl/>
        </w:rPr>
        <w:t>(2)</w:t>
      </w:r>
      <w:r w:rsidRPr="00D95A45">
        <w:rPr>
          <w:rtl/>
        </w:rPr>
        <w:t>قال</w:t>
      </w:r>
      <w:r w:rsidR="00CC15EB">
        <w:rPr>
          <w:rtl/>
        </w:rPr>
        <w:t>:</w:t>
      </w:r>
      <w:r>
        <w:rPr>
          <w:rtl/>
        </w:rPr>
        <w:t xml:space="preserve"> </w:t>
      </w:r>
      <w:r w:rsidRPr="00D95A45">
        <w:rPr>
          <w:rtl/>
        </w:rPr>
        <w:t>ينبغي للذي له الحق أن لا يعسر أخاه إذا كان قد صالحه على دية</w:t>
      </w:r>
      <w:r w:rsidR="00CC15EB">
        <w:rPr>
          <w:rtl/>
        </w:rPr>
        <w:t>،</w:t>
      </w:r>
      <w:r>
        <w:rPr>
          <w:rtl/>
        </w:rPr>
        <w:t xml:space="preserve"> </w:t>
      </w:r>
      <w:r w:rsidRPr="00D95A45">
        <w:rPr>
          <w:rtl/>
        </w:rPr>
        <w:t>وينبغي للذى عليه الحق ان لا يمطل اخاه إذا قدر على ما يعطيه ويؤدى إليه باحسان</w:t>
      </w:r>
      <w:r w:rsidR="00CC15EB">
        <w:rPr>
          <w:rtl/>
        </w:rPr>
        <w:t>،</w:t>
      </w:r>
      <w:r>
        <w:rPr>
          <w:rtl/>
        </w:rPr>
        <w:t xml:space="preserve"> </w:t>
      </w:r>
      <w:r w:rsidRPr="00D95A45">
        <w:rPr>
          <w:rtl/>
        </w:rPr>
        <w:t>قال</w:t>
      </w:r>
      <w:r w:rsidR="00CC15EB">
        <w:rPr>
          <w:rtl/>
        </w:rPr>
        <w:t>:</w:t>
      </w:r>
      <w:r>
        <w:rPr>
          <w:rtl/>
        </w:rPr>
        <w:t xml:space="preserve"> </w:t>
      </w:r>
      <w:r w:rsidRPr="00D95A45">
        <w:rPr>
          <w:rtl/>
        </w:rPr>
        <w:t>وسألته عن قول الله عز وجل</w:t>
      </w:r>
      <w:r w:rsidR="00CC15EB">
        <w:rPr>
          <w:rtl/>
        </w:rPr>
        <w:t>:</w:t>
      </w:r>
      <w:r>
        <w:rPr>
          <w:rtl/>
        </w:rPr>
        <w:t xml:space="preserve"> </w:t>
      </w:r>
      <w:r w:rsidR="00AC7755" w:rsidRPr="00AC7755">
        <w:rPr>
          <w:rStyle w:val="libAlaemChar"/>
          <w:rtl/>
        </w:rPr>
        <w:t>(</w:t>
      </w:r>
      <w:r w:rsidRPr="00AC7755">
        <w:rPr>
          <w:rStyle w:val="libAieChar"/>
          <w:rtl/>
        </w:rPr>
        <w:t>فمن اعتدى بعد ذلك فله عذاب اليم</w:t>
      </w:r>
      <w:r w:rsidRPr="00AC7755">
        <w:rPr>
          <w:rStyle w:val="libAlaemChar"/>
          <w:rtl/>
        </w:rPr>
        <w:t>)</w:t>
      </w:r>
      <w:r w:rsidRPr="00D95A45">
        <w:rPr>
          <w:rtl/>
        </w:rPr>
        <w:t xml:space="preserve"> فقال</w:t>
      </w:r>
      <w:r w:rsidR="00CC15EB">
        <w:rPr>
          <w:rtl/>
        </w:rPr>
        <w:t>:</w:t>
      </w:r>
      <w:r>
        <w:rPr>
          <w:rtl/>
        </w:rPr>
        <w:t xml:space="preserve"> </w:t>
      </w:r>
      <w:r w:rsidRPr="00D95A45">
        <w:rPr>
          <w:rtl/>
        </w:rPr>
        <w:t>هو الرجل يقبل الدية أو يعفو أو يصالح ثم يعتدي فيقتل فله عذاب اليم كما قال الله تعالى.</w:t>
      </w:r>
    </w:p>
    <w:p w:rsidR="00AC7755" w:rsidRDefault="00D45E0E" w:rsidP="00AC7755">
      <w:pPr>
        <w:pStyle w:val="libNormal"/>
        <w:rPr>
          <w:rtl/>
        </w:rPr>
      </w:pPr>
      <w:r w:rsidRPr="00D95A45">
        <w:rPr>
          <w:rtl/>
        </w:rPr>
        <w:t>(702) 17</w:t>
      </w:r>
      <w:r w:rsidR="00CC15EB">
        <w:rPr>
          <w:rtl/>
        </w:rPr>
        <w:t xml:space="preserve"> - </w:t>
      </w:r>
      <w:r w:rsidRPr="00D95A45">
        <w:rPr>
          <w:rtl/>
        </w:rPr>
        <w:t>علي بن ابراهيم عن ابيه عن ابن ابي عمير عن جميل</w:t>
      </w:r>
    </w:p>
    <w:p w:rsidR="00AC7755" w:rsidRDefault="00D45E0E" w:rsidP="00AC7755">
      <w:pPr>
        <w:pStyle w:val="libLine"/>
        <w:rPr>
          <w:rtl/>
        </w:rPr>
      </w:pPr>
      <w:r>
        <w:rPr>
          <w:rtl/>
        </w:rPr>
        <w:t>__________________</w:t>
      </w:r>
    </w:p>
    <w:p w:rsidR="00AC7755" w:rsidRDefault="00D45E0E" w:rsidP="00AC7755">
      <w:pPr>
        <w:pStyle w:val="libFootnote0"/>
        <w:rPr>
          <w:rtl/>
        </w:rPr>
      </w:pPr>
      <w:r w:rsidRPr="00D95A45">
        <w:rPr>
          <w:rtl/>
        </w:rPr>
        <w:t>(1) سورة البقرة الآية</w:t>
      </w:r>
      <w:r w:rsidR="00CC15EB">
        <w:rPr>
          <w:rtl/>
        </w:rPr>
        <w:t xml:space="preserve"> - </w:t>
      </w:r>
      <w:r w:rsidRPr="00D95A45">
        <w:rPr>
          <w:rtl/>
        </w:rPr>
        <w:t>178</w:t>
      </w:r>
    </w:p>
    <w:p w:rsidR="00CC15EB" w:rsidRDefault="00D45E0E" w:rsidP="00AC7755">
      <w:pPr>
        <w:pStyle w:val="libFootnote0"/>
        <w:rPr>
          <w:rtl/>
        </w:rPr>
      </w:pPr>
      <w:r w:rsidRPr="00D95A45">
        <w:rPr>
          <w:rtl/>
        </w:rPr>
        <w:t>(2) سورة المائدة الآية</w:t>
      </w:r>
    </w:p>
    <w:p w:rsidR="00CC15EB" w:rsidRDefault="00CC15EB" w:rsidP="00AC7755">
      <w:pPr>
        <w:pStyle w:val="libFootnote0"/>
        <w:rPr>
          <w:rtl/>
        </w:rPr>
      </w:pPr>
      <w:r>
        <w:rPr>
          <w:rtl/>
        </w:rPr>
        <w:t>-</w:t>
      </w:r>
      <w:r w:rsidR="00D45E0E" w:rsidRPr="007277FF">
        <w:rPr>
          <w:rtl/>
        </w:rPr>
        <w:t xml:space="preserve"> 45</w:t>
      </w:r>
      <w:r>
        <w:rPr>
          <w:rtl/>
        </w:rPr>
        <w:t xml:space="preserve"> - </w:t>
      </w:r>
      <w:r w:rsidR="00D45E0E" w:rsidRPr="007277FF">
        <w:rPr>
          <w:rtl/>
        </w:rPr>
        <w:t>701 700 الكافي ج 2 ص 341</w:t>
      </w:r>
    </w:p>
    <w:p w:rsidR="00AC7755" w:rsidRDefault="00CC15EB" w:rsidP="00AC7755">
      <w:pPr>
        <w:pStyle w:val="libFootnote0"/>
        <w:rPr>
          <w:rtl/>
        </w:rPr>
      </w:pPr>
      <w:r>
        <w:rPr>
          <w:rtl/>
        </w:rPr>
        <w:t>-</w:t>
      </w:r>
      <w:r w:rsidR="00D45E0E" w:rsidRPr="00DA0376">
        <w:rPr>
          <w:rtl/>
        </w:rPr>
        <w:t xml:space="preserve"> 702</w:t>
      </w:r>
      <w:r>
        <w:rPr>
          <w:rtl/>
        </w:rPr>
        <w:t xml:space="preserve"> - </w:t>
      </w:r>
      <w:r w:rsidR="00D45E0E" w:rsidRPr="00DA0376">
        <w:rPr>
          <w:rtl/>
        </w:rPr>
        <w:t>الكافي ج 2 ص 345 الفقيه ج 4 ص 127 وفيهما</w:t>
      </w:r>
      <w:r>
        <w:rPr>
          <w:rtl/>
        </w:rPr>
        <w:t xml:space="preserve"> - </w:t>
      </w:r>
      <w:r w:rsidR="00D45E0E" w:rsidRPr="00DA0376">
        <w:rPr>
          <w:rtl/>
        </w:rPr>
        <w:t>مقامه بالدم</w:t>
      </w:r>
      <w:r>
        <w:rPr>
          <w:rtl/>
        </w:rPr>
        <w:t xml:space="preserve"> -</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 xml:space="preserve">عن بعض اصحابنا عن احدهما </w:t>
      </w:r>
      <w:r w:rsidR="00AC7755" w:rsidRPr="00AC7755">
        <w:rPr>
          <w:rStyle w:val="libAlaemChar"/>
          <w:rtl/>
        </w:rPr>
        <w:t>عليه‌السلام</w:t>
      </w:r>
      <w:r w:rsidRPr="007277FF">
        <w:rPr>
          <w:rtl/>
        </w:rPr>
        <w:t xml:space="preserve"> قال</w:t>
      </w:r>
      <w:r w:rsidR="00CC15EB">
        <w:rPr>
          <w:rtl/>
        </w:rPr>
        <w:t>:</w:t>
      </w:r>
      <w:r>
        <w:rPr>
          <w:rtl/>
        </w:rPr>
        <w:t xml:space="preserve"> </w:t>
      </w:r>
      <w:r w:rsidRPr="007277FF">
        <w:rPr>
          <w:rtl/>
        </w:rPr>
        <w:t>إذا مات ولي المقتول قام ولده من بعده مقامه.</w:t>
      </w:r>
    </w:p>
    <w:p w:rsidR="00AC7755" w:rsidRDefault="00D45E0E" w:rsidP="00AC7755">
      <w:pPr>
        <w:pStyle w:val="libNormal"/>
        <w:rPr>
          <w:rtl/>
        </w:rPr>
      </w:pPr>
      <w:r w:rsidRPr="00D95A45">
        <w:rPr>
          <w:rtl/>
        </w:rPr>
        <w:t>(703) 18</w:t>
      </w:r>
      <w:r w:rsidR="00CC15EB">
        <w:rPr>
          <w:rtl/>
        </w:rPr>
        <w:t xml:space="preserve"> - </w:t>
      </w:r>
      <w:r w:rsidRPr="00D95A45">
        <w:rPr>
          <w:rtl/>
        </w:rPr>
        <w:t>يونس عن ابن مسكان عن ابى بصير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قتل وعليه دين وليس له مال فهل لاوليائه ان يهبوا دمه لقاتله وعليه دين</w:t>
      </w:r>
      <w:r>
        <w:rPr>
          <w:rtl/>
        </w:rPr>
        <w:t>؟</w:t>
      </w:r>
      <w:r w:rsidRPr="00D95A45">
        <w:rPr>
          <w:rtl/>
        </w:rPr>
        <w:t xml:space="preserve"> فقال</w:t>
      </w:r>
      <w:r w:rsidR="00CC15EB">
        <w:rPr>
          <w:rtl/>
        </w:rPr>
        <w:t>:</w:t>
      </w:r>
      <w:r>
        <w:rPr>
          <w:rtl/>
        </w:rPr>
        <w:t xml:space="preserve"> </w:t>
      </w:r>
      <w:r w:rsidRPr="00D95A45">
        <w:rPr>
          <w:rtl/>
        </w:rPr>
        <w:t>ان اصحاب الدين هم الغرماء للقاتل فان وهب اولياؤه دمه للقاتل ضمنوا اليدية للغرماء والا فلا</w:t>
      </w:r>
      <w:r w:rsidR="00CC15EB">
        <w:rPr>
          <w:rtl/>
        </w:rPr>
        <w:t>:</w:t>
      </w:r>
      <w:r>
        <w:rPr>
          <w:rtl/>
        </w:rPr>
        <w:t xml:space="preserve"> </w:t>
      </w:r>
    </w:p>
    <w:p w:rsidR="00AC7755" w:rsidRDefault="00D45E0E" w:rsidP="00CA44E1">
      <w:pPr>
        <w:pStyle w:val="Heading2Center"/>
        <w:rPr>
          <w:rtl/>
        </w:rPr>
      </w:pPr>
      <w:bookmarkStart w:id="15" w:name="_Toc394318279"/>
      <w:r w:rsidRPr="00D95A45">
        <w:rPr>
          <w:rtl/>
        </w:rPr>
        <w:t>14</w:t>
      </w:r>
      <w:r w:rsidR="00CC15EB">
        <w:rPr>
          <w:rtl/>
        </w:rPr>
        <w:t xml:space="preserve"> - </w:t>
      </w:r>
      <w:r w:rsidRPr="00D95A45">
        <w:rPr>
          <w:rtl/>
        </w:rPr>
        <w:t>باب القود بين الرجال والنساء والمسلمين والكفار والعبيد والاحرار</w:t>
      </w:r>
      <w:bookmarkEnd w:id="15"/>
    </w:p>
    <w:p w:rsidR="00AC7755" w:rsidRDefault="00D45E0E" w:rsidP="00AC7755">
      <w:pPr>
        <w:pStyle w:val="libNormal"/>
        <w:rPr>
          <w:rtl/>
        </w:rPr>
      </w:pPr>
      <w:r w:rsidRPr="00D95A45">
        <w:rPr>
          <w:rtl/>
        </w:rPr>
        <w:t>(704) 1</w:t>
      </w:r>
      <w:r w:rsidR="00CC15EB">
        <w:rPr>
          <w:rtl/>
        </w:rPr>
        <w:t xml:space="preserve"> - </w:t>
      </w:r>
      <w:r w:rsidRPr="00D95A45">
        <w:rPr>
          <w:rtl/>
        </w:rPr>
        <w:t xml:space="preserve">علي بن ابراهيم عن ابيه عن ابن ابى عمير عن الحلبي عن ابى عبد الله </w:t>
      </w:r>
      <w:r w:rsidR="00AC7755" w:rsidRPr="00AC7755">
        <w:rPr>
          <w:rStyle w:val="libAlaemChar"/>
          <w:rtl/>
        </w:rPr>
        <w:t>عليه‌السلام</w:t>
      </w:r>
      <w:r w:rsidRPr="00D95A45">
        <w:rPr>
          <w:rtl/>
        </w:rPr>
        <w:t xml:space="preserve"> في الرجل يقتل </w:t>
      </w:r>
      <w:r w:rsidRPr="00AC7755">
        <w:rPr>
          <w:rtl/>
        </w:rPr>
        <w:t>المرأة متعمدا فاراد اهل المرأة ان يقتلوه قال</w:t>
      </w:r>
      <w:r w:rsidR="00CC15EB">
        <w:rPr>
          <w:rtl/>
        </w:rPr>
        <w:t>:</w:t>
      </w:r>
      <w:r w:rsidRPr="00AC7755">
        <w:rPr>
          <w:rtl/>
        </w:rPr>
        <w:t xml:space="preserve"> ذلك لهم ان ادوا إلى اهله نصف الدية</w:t>
      </w:r>
      <w:r w:rsidR="00CC15EB">
        <w:rPr>
          <w:rtl/>
        </w:rPr>
        <w:t>،</w:t>
      </w:r>
      <w:r w:rsidRPr="00AC7755">
        <w:rPr>
          <w:rtl/>
        </w:rPr>
        <w:t xml:space="preserve"> وان قبلوا الدية فلهم نصف دية الرجل. وان قتلت المرأة الرجل قتلت به وليس لهم الا نفسها</w:t>
      </w:r>
      <w:r w:rsidR="00CC15EB">
        <w:rPr>
          <w:rtl/>
        </w:rPr>
        <w:t>،</w:t>
      </w:r>
      <w:r w:rsidRPr="00AC7755">
        <w:rPr>
          <w:rtl/>
        </w:rPr>
        <w:t xml:space="preserve"> وقال</w:t>
      </w:r>
      <w:r w:rsidR="00CC15EB">
        <w:rPr>
          <w:rtl/>
        </w:rPr>
        <w:t>:</w:t>
      </w:r>
      <w:r w:rsidRPr="00AC7755">
        <w:rPr>
          <w:rtl/>
        </w:rPr>
        <w:t xml:space="preserve"> جراحات الرجال والنساء</w:t>
      </w:r>
      <w:r w:rsidRPr="00AC7755">
        <w:rPr>
          <w:rStyle w:val="libNormal0Char"/>
          <w:rtl/>
        </w:rPr>
        <w:t xml:space="preserve"> سواء سن المرأة بسن</w:t>
      </w:r>
      <w:r w:rsidRPr="00D95A45">
        <w:rPr>
          <w:rtl/>
        </w:rPr>
        <w:t xml:space="preserve"> الرجل</w:t>
      </w:r>
      <w:r w:rsidR="00CC15EB">
        <w:rPr>
          <w:rtl/>
        </w:rPr>
        <w:t>،</w:t>
      </w:r>
      <w:r>
        <w:rPr>
          <w:rtl/>
        </w:rPr>
        <w:t xml:space="preserve"> </w:t>
      </w:r>
      <w:r w:rsidRPr="00D95A45">
        <w:rPr>
          <w:rtl/>
        </w:rPr>
        <w:t>وموضحة المرأة بموضحة الرجل</w:t>
      </w:r>
      <w:r w:rsidR="00CC15EB">
        <w:rPr>
          <w:rtl/>
        </w:rPr>
        <w:t>،</w:t>
      </w:r>
      <w:r>
        <w:rPr>
          <w:rtl/>
        </w:rPr>
        <w:t xml:space="preserve"> </w:t>
      </w:r>
      <w:r w:rsidRPr="00D95A45">
        <w:rPr>
          <w:rtl/>
        </w:rPr>
        <w:t>واصبع المرأة باصبع الرجل حتى تبلغ الجراحة ثلث الدية</w:t>
      </w:r>
      <w:r w:rsidR="00CC15EB">
        <w:rPr>
          <w:rtl/>
        </w:rPr>
        <w:t>،</w:t>
      </w:r>
      <w:r>
        <w:rPr>
          <w:rtl/>
        </w:rPr>
        <w:t xml:space="preserve"> </w:t>
      </w:r>
      <w:r w:rsidRPr="00D95A45">
        <w:rPr>
          <w:rtl/>
        </w:rPr>
        <w:t>فإذا بلغت ثلث الدية اضعفت دية الرجل على دية المرأة</w:t>
      </w:r>
      <w:r w:rsidR="00CC15EB">
        <w:rPr>
          <w:rtl/>
        </w:rPr>
        <w:t>،</w:t>
      </w:r>
      <w:r>
        <w:rPr>
          <w:rtl/>
        </w:rPr>
        <w:t xml:space="preserve"> </w:t>
      </w:r>
    </w:p>
    <w:p w:rsidR="00AC7755" w:rsidRDefault="00D45E0E" w:rsidP="00AC7755">
      <w:pPr>
        <w:pStyle w:val="libNormal"/>
        <w:rPr>
          <w:rtl/>
        </w:rPr>
      </w:pPr>
      <w:r w:rsidRPr="00D95A45">
        <w:rPr>
          <w:rtl/>
        </w:rPr>
        <w:t>(705) 2</w:t>
      </w:r>
      <w:r w:rsidR="00CC15EB">
        <w:rPr>
          <w:rtl/>
        </w:rPr>
        <w:t xml:space="preserve"> - </w:t>
      </w:r>
      <w:r w:rsidRPr="00D95A45">
        <w:rPr>
          <w:rtl/>
        </w:rPr>
        <w:t>علي عن محمد بن عيسى عن يونس عن عبد الله ابن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703</w:t>
      </w:r>
      <w:r>
        <w:rPr>
          <w:rtl/>
        </w:rPr>
        <w:t xml:space="preserve"> - </w:t>
      </w:r>
      <w:r w:rsidR="00D45E0E" w:rsidRPr="00D95A45">
        <w:rPr>
          <w:rtl/>
        </w:rPr>
        <w:t>الفقيه ج 4 ص 199</w:t>
      </w:r>
    </w:p>
    <w:p w:rsidR="00CC15EB" w:rsidRDefault="00CC15EB" w:rsidP="00AC7755">
      <w:pPr>
        <w:pStyle w:val="libFootnote0"/>
        <w:rPr>
          <w:rtl/>
        </w:rPr>
      </w:pPr>
      <w:r>
        <w:rPr>
          <w:rtl/>
        </w:rPr>
        <w:t>-</w:t>
      </w:r>
      <w:r w:rsidR="00D45E0E" w:rsidRPr="007277FF">
        <w:rPr>
          <w:rtl/>
        </w:rPr>
        <w:t xml:space="preserve"> 704</w:t>
      </w:r>
      <w:r>
        <w:rPr>
          <w:rtl/>
        </w:rPr>
        <w:t xml:space="preserve"> - </w:t>
      </w:r>
      <w:r w:rsidR="00D45E0E" w:rsidRPr="007277FF">
        <w:rPr>
          <w:rtl/>
        </w:rPr>
        <w:t>الاستبصار ج 4 في ص 165 صدر الحديث وفى ص 267 ذيل الحديث الكافي ج 2 ص 323</w:t>
      </w:r>
    </w:p>
    <w:p w:rsidR="00AC7755" w:rsidRDefault="00CC15EB" w:rsidP="00AC7755">
      <w:pPr>
        <w:pStyle w:val="libFootnote0"/>
        <w:rPr>
          <w:rtl/>
        </w:rPr>
      </w:pPr>
      <w:r>
        <w:rPr>
          <w:rtl/>
        </w:rPr>
        <w:t>-</w:t>
      </w:r>
      <w:r w:rsidR="00D45E0E" w:rsidRPr="00DA0376">
        <w:rPr>
          <w:rtl/>
        </w:rPr>
        <w:t xml:space="preserve"> 705</w:t>
      </w:r>
      <w:r>
        <w:rPr>
          <w:rtl/>
        </w:rPr>
        <w:t xml:space="preserve"> - </w:t>
      </w:r>
      <w:r w:rsidR="00D45E0E" w:rsidRPr="00DA0376">
        <w:rPr>
          <w:rtl/>
        </w:rPr>
        <w:t>الاستبصار ج 4 ص 265 الكافي ج 2 ص 323</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مسكان عن ابي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إذا قتلت المرأة رجلا قتلت به</w:t>
      </w:r>
      <w:r w:rsidR="00CC15EB">
        <w:rPr>
          <w:rtl/>
        </w:rPr>
        <w:t>،</w:t>
      </w:r>
      <w:r>
        <w:rPr>
          <w:rtl/>
        </w:rPr>
        <w:t xml:space="preserve"> </w:t>
      </w:r>
      <w:r w:rsidRPr="00DA0376">
        <w:rPr>
          <w:rtl/>
        </w:rPr>
        <w:t>وإذا قتل الرجل المرأة</w:t>
      </w:r>
      <w:r w:rsidR="00CC15EB">
        <w:rPr>
          <w:rtl/>
        </w:rPr>
        <w:t>،</w:t>
      </w:r>
      <w:r>
        <w:rPr>
          <w:rtl/>
        </w:rPr>
        <w:t xml:space="preserve"> </w:t>
      </w:r>
      <w:r w:rsidRPr="00DA0376">
        <w:rPr>
          <w:rtl/>
        </w:rPr>
        <w:t>فان ارادوا القود أدوا فضل دية الرجل واقادوه بها</w:t>
      </w:r>
      <w:r w:rsidR="00CC15EB">
        <w:rPr>
          <w:rtl/>
        </w:rPr>
        <w:t>،</w:t>
      </w:r>
      <w:r>
        <w:rPr>
          <w:rtl/>
        </w:rPr>
        <w:t xml:space="preserve"> </w:t>
      </w:r>
      <w:r w:rsidRPr="00DA0376">
        <w:rPr>
          <w:rtl/>
        </w:rPr>
        <w:t>وان لم يفعلوا قبلوا الدية دية المرأة كاملة</w:t>
      </w:r>
      <w:r w:rsidR="00CC15EB">
        <w:rPr>
          <w:rtl/>
        </w:rPr>
        <w:t>،</w:t>
      </w:r>
      <w:r>
        <w:rPr>
          <w:rtl/>
        </w:rPr>
        <w:t xml:space="preserve"> </w:t>
      </w:r>
      <w:r w:rsidRPr="00DA0376">
        <w:rPr>
          <w:rtl/>
        </w:rPr>
        <w:t>ودية المرأة نصف دية الرجل.</w:t>
      </w:r>
    </w:p>
    <w:p w:rsidR="00AC7755" w:rsidRDefault="00D45E0E" w:rsidP="00AC7755">
      <w:pPr>
        <w:pStyle w:val="libNormal"/>
        <w:rPr>
          <w:rtl/>
        </w:rPr>
      </w:pPr>
      <w:r w:rsidRPr="00D95A45">
        <w:rPr>
          <w:rtl/>
        </w:rPr>
        <w:t>(706) 3</w:t>
      </w:r>
      <w:r w:rsidR="00CC15EB">
        <w:rPr>
          <w:rtl/>
        </w:rPr>
        <w:t xml:space="preserve"> - </w:t>
      </w:r>
      <w:r w:rsidRPr="00D95A45">
        <w:rPr>
          <w:rtl/>
        </w:rPr>
        <w:t>احمد بن محمد عن علي بن الحكم عن علي بن ابى حمزة عن ابي بصير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الجراحات فقال</w:t>
      </w:r>
      <w:r w:rsidR="00CC15EB">
        <w:rPr>
          <w:rtl/>
        </w:rPr>
        <w:t>:</w:t>
      </w:r>
      <w:r>
        <w:rPr>
          <w:rtl/>
        </w:rPr>
        <w:t xml:space="preserve"> </w:t>
      </w:r>
      <w:r w:rsidRPr="00D95A45">
        <w:rPr>
          <w:rtl/>
        </w:rPr>
        <w:t>جراحة المرأة مثل جراحة الرجل حتى تبلغ ثلث الدية</w:t>
      </w:r>
      <w:r w:rsidR="00CC15EB">
        <w:rPr>
          <w:rtl/>
        </w:rPr>
        <w:t>،</w:t>
      </w:r>
      <w:r>
        <w:rPr>
          <w:rtl/>
        </w:rPr>
        <w:t xml:space="preserve"> </w:t>
      </w:r>
      <w:r w:rsidRPr="00D95A45">
        <w:rPr>
          <w:rtl/>
        </w:rPr>
        <w:t>فإذا بلغ ثلث الدية سواء أضعفت جراحة الرجل ضعفين على جراحة المرأة</w:t>
      </w:r>
      <w:r w:rsidR="00CC15EB">
        <w:rPr>
          <w:rtl/>
        </w:rPr>
        <w:t>،</w:t>
      </w:r>
      <w:r>
        <w:rPr>
          <w:rtl/>
        </w:rPr>
        <w:t xml:space="preserve"> </w:t>
      </w:r>
      <w:r w:rsidRPr="00D95A45">
        <w:rPr>
          <w:rtl/>
        </w:rPr>
        <w:t>وسن المرأة وسن الرجل سواء</w:t>
      </w:r>
      <w:r w:rsidR="00CC15EB">
        <w:rPr>
          <w:rtl/>
        </w:rPr>
        <w:t>،</w:t>
      </w:r>
      <w:r>
        <w:rPr>
          <w:rtl/>
        </w:rPr>
        <w:t xml:space="preserve"> </w:t>
      </w:r>
      <w:r w:rsidRPr="00D95A45">
        <w:rPr>
          <w:rtl/>
        </w:rPr>
        <w:t>وقال</w:t>
      </w:r>
      <w:r w:rsidR="00CC15EB">
        <w:rPr>
          <w:rtl/>
        </w:rPr>
        <w:t>:</w:t>
      </w:r>
      <w:r>
        <w:rPr>
          <w:rtl/>
        </w:rPr>
        <w:t xml:space="preserve"> </w:t>
      </w:r>
      <w:r w:rsidRPr="00D95A45">
        <w:rPr>
          <w:rtl/>
        </w:rPr>
        <w:t>لو قتل الرجل امرأته عمدا فاراد اهل المرأة ان يقتلوا الرجل ردوا الى اهل الرجل نصف الدية وقتلوه قال</w:t>
      </w:r>
      <w:r w:rsidR="00CC15EB">
        <w:rPr>
          <w:rtl/>
        </w:rPr>
        <w:t>:</w:t>
      </w:r>
      <w:r>
        <w:rPr>
          <w:rtl/>
        </w:rPr>
        <w:t xml:space="preserve"> </w:t>
      </w:r>
      <w:r w:rsidRPr="00D95A45">
        <w:rPr>
          <w:rtl/>
        </w:rPr>
        <w:t>وسألته عن امرأة قتلت رجلا قال</w:t>
      </w:r>
      <w:r w:rsidR="00CC15EB">
        <w:rPr>
          <w:rtl/>
        </w:rPr>
        <w:t>:</w:t>
      </w:r>
      <w:r>
        <w:rPr>
          <w:rtl/>
        </w:rPr>
        <w:t xml:space="preserve"> </w:t>
      </w:r>
      <w:r w:rsidRPr="00D95A45">
        <w:rPr>
          <w:rtl/>
        </w:rPr>
        <w:t>تقتل به ولا يغرم اهلها شيئا.</w:t>
      </w:r>
    </w:p>
    <w:p w:rsidR="00AC7755" w:rsidRDefault="00D45E0E" w:rsidP="00AC7755">
      <w:pPr>
        <w:pStyle w:val="libNormal"/>
        <w:rPr>
          <w:rtl/>
        </w:rPr>
      </w:pPr>
      <w:r w:rsidRPr="00D95A45">
        <w:rPr>
          <w:rtl/>
        </w:rPr>
        <w:t>(707) 4</w:t>
      </w:r>
      <w:r w:rsidR="00CC15EB">
        <w:rPr>
          <w:rtl/>
        </w:rPr>
        <w:t xml:space="preserve"> - </w:t>
      </w:r>
      <w:r w:rsidRPr="00D95A45">
        <w:rPr>
          <w:rtl/>
        </w:rPr>
        <w:t>احمد بن محمد عن ابن محبوب عن عبد الله بن سنان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 في رجل قتل امرأته متعمدا فقال</w:t>
      </w:r>
      <w:r w:rsidR="00CC15EB">
        <w:rPr>
          <w:rtl/>
        </w:rPr>
        <w:t>:</w:t>
      </w:r>
      <w:r>
        <w:rPr>
          <w:rtl/>
        </w:rPr>
        <w:t xml:space="preserve"> </w:t>
      </w:r>
      <w:r w:rsidRPr="00D95A45">
        <w:rPr>
          <w:rtl/>
        </w:rPr>
        <w:t>ان شاء اهلها ان يقتلوه يردوا إلى اهله نصف الدية</w:t>
      </w:r>
      <w:r w:rsidR="00CC15EB">
        <w:rPr>
          <w:rtl/>
        </w:rPr>
        <w:t>،</w:t>
      </w:r>
      <w:r>
        <w:rPr>
          <w:rtl/>
        </w:rPr>
        <w:t xml:space="preserve"> </w:t>
      </w:r>
      <w:r w:rsidRPr="00D95A45">
        <w:rPr>
          <w:rtl/>
        </w:rPr>
        <w:t>وان شاؤا اخذوا نصف الدية خمسة آلاف درهم وقال في امرأة قتلت زوجها متعمدة فقال</w:t>
      </w:r>
      <w:r w:rsidR="00CC15EB">
        <w:rPr>
          <w:rtl/>
        </w:rPr>
        <w:t>:</w:t>
      </w:r>
      <w:r>
        <w:rPr>
          <w:rtl/>
        </w:rPr>
        <w:t xml:space="preserve"> </w:t>
      </w:r>
      <w:r w:rsidRPr="00D95A45">
        <w:rPr>
          <w:rtl/>
        </w:rPr>
        <w:t>ان شاء اهله ان يقتلوها قتلوها وليس يجني احد اكثر من جنايته على نفسه.</w:t>
      </w:r>
    </w:p>
    <w:p w:rsidR="00AC7755" w:rsidRDefault="00D45E0E" w:rsidP="00AC7755">
      <w:pPr>
        <w:pStyle w:val="libNormal"/>
        <w:rPr>
          <w:rtl/>
        </w:rPr>
      </w:pPr>
      <w:r w:rsidRPr="00D95A45">
        <w:rPr>
          <w:rtl/>
        </w:rPr>
        <w:t>(708) 5</w:t>
      </w:r>
      <w:r w:rsidR="00CC15EB">
        <w:rPr>
          <w:rtl/>
        </w:rPr>
        <w:t xml:space="preserve"> - </w:t>
      </w:r>
      <w:r w:rsidRPr="00D95A45">
        <w:rPr>
          <w:rtl/>
        </w:rPr>
        <w:t xml:space="preserve">احمد بن محمد عن الحسن بن محبوب عن ابي ولاد عن ابى مريم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اتي رسول الله </w:t>
      </w:r>
      <w:r w:rsidR="00AC7755" w:rsidRPr="00AC7755">
        <w:rPr>
          <w:rStyle w:val="libAlaemChar"/>
          <w:rtl/>
        </w:rPr>
        <w:t>صلى‌الله‌عليه‌وآله‌وسلم</w:t>
      </w:r>
      <w:r w:rsidRPr="00D95A45">
        <w:rPr>
          <w:rtl/>
        </w:rPr>
        <w:t xml:space="preserve"> برجل قد ضرب امرأة حاملا بعمود الفسطاط فقتلها فخير رسول الله </w:t>
      </w:r>
      <w:r w:rsidR="00AC7755" w:rsidRPr="00AC7755">
        <w:rPr>
          <w:rStyle w:val="libAlaemChar"/>
          <w:rFonts w:hint="cs"/>
          <w:rtl/>
        </w:rPr>
        <w:t>صلى‌الله‌عليه‌وآله‌وسلم</w:t>
      </w:r>
      <w:r w:rsidRPr="00D95A45">
        <w:rPr>
          <w:rtl/>
        </w:rPr>
        <w:t xml:space="preserve"> اولياءها أن يأخذوا الدية خمسة آلاف درهم وغرة وصيف أو وصيفة للذي في بطنها أو يدفعوا الى اولياء القاتل خمسة آلاف ويقتلوه.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706</w:t>
      </w:r>
      <w:r>
        <w:rPr>
          <w:rtl/>
        </w:rPr>
        <w:t xml:space="preserve"> - </w:t>
      </w:r>
      <w:r w:rsidR="00D45E0E" w:rsidRPr="00D95A45">
        <w:rPr>
          <w:rtl/>
        </w:rPr>
        <w:t>الاستبصار ج 4 ص 267 وفيه ذيل الحديث الكافي ج 2 ص 323</w:t>
      </w:r>
    </w:p>
    <w:p w:rsidR="00CC15EB" w:rsidRDefault="00CC15EB" w:rsidP="00AC7755">
      <w:pPr>
        <w:pStyle w:val="libFootnote0"/>
        <w:rPr>
          <w:rtl/>
        </w:rPr>
      </w:pPr>
      <w:r>
        <w:rPr>
          <w:rtl/>
        </w:rPr>
        <w:t>-</w:t>
      </w:r>
      <w:r w:rsidR="00D45E0E" w:rsidRPr="007277FF">
        <w:rPr>
          <w:rtl/>
        </w:rPr>
        <w:t xml:space="preserve"> 707</w:t>
      </w:r>
      <w:r>
        <w:rPr>
          <w:rtl/>
        </w:rPr>
        <w:t xml:space="preserve"> - </w:t>
      </w:r>
      <w:r w:rsidR="00D45E0E" w:rsidRPr="007277FF">
        <w:rPr>
          <w:rtl/>
        </w:rPr>
        <w:t>الاستبصار ج 4 في ص 265 صدر الحديث وفى ص 267 ذيل الحديث الكافي ج 2 ص 323 الفقيه ج 4 ص 89 وفيه ذيل الحديث</w:t>
      </w:r>
    </w:p>
    <w:p w:rsidR="00AC7755" w:rsidRDefault="00CC15EB" w:rsidP="00AC7755">
      <w:pPr>
        <w:pStyle w:val="libFootnote0"/>
        <w:rPr>
          <w:rtl/>
        </w:rPr>
      </w:pPr>
      <w:r>
        <w:rPr>
          <w:rtl/>
        </w:rPr>
        <w:t>-</w:t>
      </w:r>
      <w:r w:rsidR="00D45E0E" w:rsidRPr="00DA0376">
        <w:rPr>
          <w:rtl/>
        </w:rPr>
        <w:t xml:space="preserve"> 708</w:t>
      </w:r>
      <w:r>
        <w:rPr>
          <w:rtl/>
        </w:rPr>
        <w:t xml:space="preserve"> - </w:t>
      </w:r>
      <w:r w:rsidR="00D45E0E" w:rsidRPr="00DA0376">
        <w:rPr>
          <w:rtl/>
        </w:rPr>
        <w:t>الكافي ج 2 ص 324</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(709) 6</w:t>
      </w:r>
      <w:r w:rsidR="00CC15EB">
        <w:rPr>
          <w:rtl/>
        </w:rPr>
        <w:t xml:space="preserve"> - </w:t>
      </w:r>
      <w:r w:rsidRPr="00D95A45">
        <w:rPr>
          <w:rtl/>
        </w:rPr>
        <w:t xml:space="preserve">أبو علي الاشعري عن محمد بن عبد الجبار عن صفوان عن اسحاق عن ابي بصير عن احدهما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w:t>
      </w:r>
      <w:r w:rsidR="00CC15EB">
        <w:rPr>
          <w:rtl/>
        </w:rPr>
        <w:t>:</w:t>
      </w:r>
      <w:r>
        <w:rPr>
          <w:rtl/>
        </w:rPr>
        <w:t xml:space="preserve"> </w:t>
      </w:r>
      <w:r w:rsidRPr="00D95A45">
        <w:rPr>
          <w:rtl/>
        </w:rPr>
        <w:t>رجل قتل امرأة فقال</w:t>
      </w:r>
      <w:r w:rsidR="00CC15EB">
        <w:rPr>
          <w:rtl/>
        </w:rPr>
        <w:t>:</w:t>
      </w:r>
      <w:r>
        <w:rPr>
          <w:rtl/>
        </w:rPr>
        <w:t xml:space="preserve"> </w:t>
      </w:r>
      <w:r w:rsidRPr="00D95A45">
        <w:rPr>
          <w:rtl/>
        </w:rPr>
        <w:t>ان اراد اهل المرأة ان يقتلوه أدوا نصف ديته وقتلوه</w:t>
      </w:r>
      <w:r w:rsidR="00CC15EB">
        <w:rPr>
          <w:rtl/>
        </w:rPr>
        <w:t>،</w:t>
      </w:r>
      <w:r>
        <w:rPr>
          <w:rtl/>
        </w:rPr>
        <w:t xml:space="preserve"> </w:t>
      </w:r>
      <w:r w:rsidRPr="00D95A45">
        <w:rPr>
          <w:rtl/>
        </w:rPr>
        <w:t>والا قبلوا نصف الدية</w:t>
      </w:r>
      <w:r w:rsidR="00CC15EB">
        <w:rPr>
          <w:rtl/>
        </w:rPr>
        <w:t>،</w:t>
      </w:r>
      <w:r>
        <w:rPr>
          <w:rtl/>
        </w:rPr>
        <w:t xml:space="preserve"> </w:t>
      </w:r>
    </w:p>
    <w:p w:rsidR="00AC7755" w:rsidRDefault="00D45E0E" w:rsidP="00AC7755">
      <w:pPr>
        <w:pStyle w:val="libNormal"/>
        <w:rPr>
          <w:rtl/>
        </w:rPr>
      </w:pPr>
      <w:r w:rsidRPr="00D95A45">
        <w:rPr>
          <w:rtl/>
        </w:rPr>
        <w:t>(710) 7</w:t>
      </w:r>
      <w:r w:rsidR="00CC15EB">
        <w:rPr>
          <w:rtl/>
        </w:rPr>
        <w:t xml:space="preserve"> - </w:t>
      </w:r>
      <w:r w:rsidRPr="00D95A45">
        <w:rPr>
          <w:rtl/>
        </w:rPr>
        <w:t>الحسين بن سعيد عن احمد بن عبد الله عن ابان عن ابى مريم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جراحة المرأة قال</w:t>
      </w:r>
      <w:r w:rsidR="00CC15EB">
        <w:rPr>
          <w:rtl/>
        </w:rPr>
        <w:t>:</w:t>
      </w:r>
      <w:r>
        <w:rPr>
          <w:rtl/>
        </w:rPr>
        <w:t xml:space="preserve"> </w:t>
      </w:r>
      <w:r w:rsidRPr="00D95A45">
        <w:rPr>
          <w:rtl/>
        </w:rPr>
        <w:t>فقال</w:t>
      </w:r>
      <w:r w:rsidR="00CC15EB">
        <w:rPr>
          <w:rtl/>
        </w:rPr>
        <w:t>:</w:t>
      </w:r>
      <w:r>
        <w:rPr>
          <w:rtl/>
        </w:rPr>
        <w:t xml:space="preserve"> </w:t>
      </w:r>
      <w:r w:rsidRPr="00D95A45">
        <w:rPr>
          <w:rtl/>
        </w:rPr>
        <w:t>على النصف من جراحة الرجل من الدية فما دونها</w:t>
      </w:r>
      <w:r w:rsidR="00CC15EB">
        <w:rPr>
          <w:rtl/>
        </w:rPr>
        <w:t>،</w:t>
      </w:r>
      <w:r>
        <w:rPr>
          <w:rtl/>
        </w:rPr>
        <w:t xml:space="preserve"> </w:t>
      </w:r>
      <w:r w:rsidRPr="00D95A45">
        <w:rPr>
          <w:rtl/>
        </w:rPr>
        <w:t>قلت</w:t>
      </w:r>
      <w:r w:rsidR="00CC15EB">
        <w:rPr>
          <w:rtl/>
        </w:rPr>
        <w:t>:</w:t>
      </w:r>
      <w:r>
        <w:rPr>
          <w:rtl/>
        </w:rPr>
        <w:t xml:space="preserve"> </w:t>
      </w:r>
      <w:r w:rsidRPr="00D95A45">
        <w:rPr>
          <w:rtl/>
        </w:rPr>
        <w:t>فامرأة قتلت رجلا قال</w:t>
      </w:r>
      <w:r w:rsidR="00CC15EB">
        <w:rPr>
          <w:rtl/>
        </w:rPr>
        <w:t>:</w:t>
      </w:r>
      <w:r>
        <w:rPr>
          <w:rtl/>
        </w:rPr>
        <w:t xml:space="preserve"> </w:t>
      </w:r>
      <w:r w:rsidRPr="00D95A45">
        <w:rPr>
          <w:rtl/>
        </w:rPr>
        <w:t>يقتلونها قلت</w:t>
      </w:r>
      <w:r w:rsidR="00CC15EB">
        <w:rPr>
          <w:rtl/>
        </w:rPr>
        <w:t>:</w:t>
      </w:r>
      <w:r>
        <w:rPr>
          <w:rtl/>
        </w:rPr>
        <w:t xml:space="preserve"> </w:t>
      </w:r>
      <w:r w:rsidRPr="00D95A45">
        <w:rPr>
          <w:rtl/>
        </w:rPr>
        <w:t>فرجل قتل امرأة قال</w:t>
      </w:r>
      <w:r w:rsidR="00CC15EB">
        <w:rPr>
          <w:rtl/>
        </w:rPr>
        <w:t>:</w:t>
      </w:r>
      <w:r>
        <w:rPr>
          <w:rtl/>
        </w:rPr>
        <w:t xml:space="preserve"> </w:t>
      </w:r>
      <w:r w:rsidRPr="00D95A45">
        <w:rPr>
          <w:rtl/>
        </w:rPr>
        <w:t>ان شاؤا قتلوا واعطوا نصف الدية.</w:t>
      </w:r>
    </w:p>
    <w:p w:rsidR="00AC7755" w:rsidRDefault="00D45E0E" w:rsidP="00AC7755">
      <w:pPr>
        <w:pStyle w:val="libNormal"/>
        <w:rPr>
          <w:rtl/>
        </w:rPr>
      </w:pPr>
      <w:r w:rsidRPr="00D95A45">
        <w:rPr>
          <w:rtl/>
        </w:rPr>
        <w:t>(711) 8</w:t>
      </w:r>
      <w:r w:rsidR="00CC15EB">
        <w:rPr>
          <w:rtl/>
        </w:rPr>
        <w:t xml:space="preserve"> - </w:t>
      </w:r>
      <w:r w:rsidRPr="00D95A45">
        <w:rPr>
          <w:rtl/>
        </w:rPr>
        <w:t xml:space="preserve">عنه عن القاسم بن عروة عن ابي العباس وغيره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ان قتل رجل امرأة خير اولياء المرأة إن شاؤا أن يقتلوا الرجل ويغرموا نصف الدية لورثته</w:t>
      </w:r>
      <w:r w:rsidR="00CC15EB">
        <w:rPr>
          <w:rtl/>
        </w:rPr>
        <w:t>،</w:t>
      </w:r>
      <w:r>
        <w:rPr>
          <w:rtl/>
        </w:rPr>
        <w:t xml:space="preserve"> </w:t>
      </w:r>
      <w:r w:rsidRPr="00D95A45">
        <w:rPr>
          <w:rtl/>
        </w:rPr>
        <w:t>وان شاؤا أن يأخذوا نصف الدية.</w:t>
      </w:r>
    </w:p>
    <w:p w:rsidR="00AC7755" w:rsidRDefault="00D45E0E" w:rsidP="00AC7755">
      <w:pPr>
        <w:pStyle w:val="libNormal"/>
        <w:rPr>
          <w:rtl/>
        </w:rPr>
      </w:pPr>
      <w:r w:rsidRPr="00D95A45">
        <w:rPr>
          <w:rtl/>
        </w:rPr>
        <w:t>(712) 9</w:t>
      </w:r>
      <w:r w:rsidR="00CC15EB">
        <w:rPr>
          <w:rtl/>
        </w:rPr>
        <w:t xml:space="preserve"> - </w:t>
      </w:r>
      <w:r w:rsidRPr="00D95A45">
        <w:rPr>
          <w:rtl/>
        </w:rPr>
        <w:t xml:space="preserve">عنه عن محمد بن خالد عن ابن ابي عمير عن هشام بن سالم عن ابي عبد الله </w:t>
      </w:r>
      <w:r w:rsidR="00AC7755" w:rsidRPr="00AC7755">
        <w:rPr>
          <w:rStyle w:val="libAlaemChar"/>
          <w:rtl/>
        </w:rPr>
        <w:t>عليه‌السلام</w:t>
      </w:r>
      <w:r w:rsidRPr="00D95A45">
        <w:rPr>
          <w:rtl/>
        </w:rPr>
        <w:t xml:space="preserve"> في المرأة تقتل الرجل ما عليها</w:t>
      </w:r>
      <w:r>
        <w:rPr>
          <w:rtl/>
        </w:rPr>
        <w:t>؟</w:t>
      </w:r>
      <w:r w:rsidRPr="00D95A45">
        <w:rPr>
          <w:rtl/>
        </w:rPr>
        <w:t xml:space="preserve"> قال</w:t>
      </w:r>
      <w:r w:rsidR="00CC15EB">
        <w:rPr>
          <w:rtl/>
        </w:rPr>
        <w:t>:</w:t>
      </w:r>
      <w:r>
        <w:rPr>
          <w:rtl/>
        </w:rPr>
        <w:t xml:space="preserve"> </w:t>
      </w:r>
      <w:r w:rsidRPr="00D95A45">
        <w:rPr>
          <w:rtl/>
        </w:rPr>
        <w:t>لا يجني الجاني على على اكثر من نفسه.</w:t>
      </w:r>
    </w:p>
    <w:p w:rsidR="00AC7755" w:rsidRDefault="00D45E0E" w:rsidP="00AC7755">
      <w:pPr>
        <w:pStyle w:val="libNormal"/>
        <w:rPr>
          <w:rtl/>
        </w:rPr>
      </w:pPr>
      <w:r w:rsidRPr="00D95A45">
        <w:rPr>
          <w:rtl/>
        </w:rPr>
        <w:t>(713) 10</w:t>
      </w:r>
      <w:r w:rsidR="00CC15EB">
        <w:rPr>
          <w:rtl/>
        </w:rPr>
        <w:t xml:space="preserve"> - </w:t>
      </w:r>
      <w:r w:rsidRPr="00D95A45">
        <w:rPr>
          <w:rtl/>
        </w:rPr>
        <w:t xml:space="preserve">الحسن بن محبوب عن علي بن رئاب عن محمد بن قيس عن ابي جعفر </w:t>
      </w:r>
      <w:r w:rsidR="00AC7755" w:rsidRPr="00AC7755">
        <w:rPr>
          <w:rStyle w:val="libAlaemChar"/>
          <w:rtl/>
        </w:rPr>
        <w:t>عليه‌السلام</w:t>
      </w:r>
      <w:r w:rsidRPr="00D95A45">
        <w:rPr>
          <w:rtl/>
        </w:rPr>
        <w:t xml:space="preserve"> في الرجل يقتل المرأة قال</w:t>
      </w:r>
      <w:r w:rsidR="00CC15EB">
        <w:rPr>
          <w:rtl/>
        </w:rPr>
        <w:t>:</w:t>
      </w:r>
      <w:r>
        <w:rPr>
          <w:rtl/>
        </w:rPr>
        <w:t xml:space="preserve"> </w:t>
      </w:r>
      <w:r w:rsidRPr="00D95A45">
        <w:rPr>
          <w:rtl/>
        </w:rPr>
        <w:t>ان شاء اولياؤها قتلوه وغرموا خمسة آلاف درهم لاولياء المقتول</w:t>
      </w:r>
      <w:r w:rsidR="00CC15EB">
        <w:rPr>
          <w:rtl/>
        </w:rPr>
        <w:t>،</w:t>
      </w:r>
      <w:r>
        <w:rPr>
          <w:rtl/>
        </w:rPr>
        <w:t xml:space="preserve"> </w:t>
      </w:r>
      <w:r w:rsidRPr="00D95A45">
        <w:rPr>
          <w:rtl/>
        </w:rPr>
        <w:t>وان شاؤا اخذوا خمسة آلاف درهم من القاتل.</w:t>
      </w:r>
    </w:p>
    <w:p w:rsidR="00AC7755" w:rsidRDefault="00D45E0E" w:rsidP="00AC7755">
      <w:pPr>
        <w:pStyle w:val="libNormal"/>
        <w:rPr>
          <w:rtl/>
        </w:rPr>
      </w:pPr>
      <w:r w:rsidRPr="00D95A45">
        <w:rPr>
          <w:rtl/>
        </w:rPr>
        <w:t>(714) 11</w:t>
      </w:r>
      <w:r w:rsidR="00CC15EB">
        <w:rPr>
          <w:rtl/>
        </w:rPr>
        <w:t xml:space="preserve"> - </w:t>
      </w:r>
      <w:r w:rsidRPr="00D95A45">
        <w:rPr>
          <w:rtl/>
        </w:rPr>
        <w:t xml:space="preserve">احمد بن محمد عن المفضل عن زيد الشحام عن ابى عبد الله </w:t>
      </w:r>
      <w:r w:rsidR="00AC7755" w:rsidRPr="00AC7755">
        <w:rPr>
          <w:rStyle w:val="libAlaemChar"/>
          <w:rtl/>
        </w:rPr>
        <w:t>عليه‌السلام</w:t>
      </w:r>
      <w:r w:rsidRPr="00D95A45">
        <w:rPr>
          <w:rtl/>
        </w:rPr>
        <w:t xml:space="preserve"> في رجل قتل امرأة متعمدا قال</w:t>
      </w:r>
      <w:r w:rsidR="00CC15EB">
        <w:rPr>
          <w:rtl/>
        </w:rPr>
        <w:t>:</w:t>
      </w:r>
      <w:r>
        <w:rPr>
          <w:rtl/>
        </w:rPr>
        <w:t xml:space="preserve"> </w:t>
      </w:r>
      <w:r w:rsidRPr="00D95A45">
        <w:rPr>
          <w:rtl/>
        </w:rPr>
        <w:t>إن شاء اهلها ان يقتلوه قتلوه ويؤدوا الى أهله نصف الدية.</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709</w:t>
      </w:r>
      <w:r>
        <w:rPr>
          <w:rtl/>
        </w:rPr>
        <w:t xml:space="preserve"> - </w:t>
      </w:r>
      <w:r w:rsidR="00D45E0E" w:rsidRPr="00D95A45">
        <w:rPr>
          <w:rtl/>
        </w:rPr>
        <w:t>الاستبصار ج 4 ص 265 الكافي ج 2 ص 324 الفقيه ج 4 ص 89</w:t>
      </w:r>
    </w:p>
    <w:p w:rsidR="00CC15EB" w:rsidRDefault="00CC15EB" w:rsidP="00AC7755">
      <w:pPr>
        <w:pStyle w:val="libFootnote0"/>
        <w:rPr>
          <w:rtl/>
        </w:rPr>
      </w:pPr>
      <w:r>
        <w:rPr>
          <w:rtl/>
        </w:rPr>
        <w:t>-</w:t>
      </w:r>
      <w:r w:rsidR="00D45E0E" w:rsidRPr="007277FF">
        <w:rPr>
          <w:rtl/>
        </w:rPr>
        <w:t xml:space="preserve"> 712</w:t>
      </w:r>
      <w:r>
        <w:rPr>
          <w:rtl/>
        </w:rPr>
        <w:t xml:space="preserve"> - </w:t>
      </w:r>
      <w:r w:rsidR="00D45E0E" w:rsidRPr="007277FF">
        <w:rPr>
          <w:rtl/>
        </w:rPr>
        <w:t>الاستبصار ج 4 ص 267</w:t>
      </w:r>
    </w:p>
    <w:p w:rsidR="00AC7755" w:rsidRDefault="00CC15EB" w:rsidP="00AC7755">
      <w:pPr>
        <w:pStyle w:val="libFootnote0"/>
        <w:rPr>
          <w:rtl/>
        </w:rPr>
      </w:pPr>
      <w:r>
        <w:rPr>
          <w:rtl/>
        </w:rPr>
        <w:t>-</w:t>
      </w:r>
      <w:r w:rsidR="00D45E0E" w:rsidRPr="00DA0376">
        <w:rPr>
          <w:rtl/>
        </w:rPr>
        <w:t xml:space="preserve"> 714</w:t>
      </w:r>
      <w:r>
        <w:rPr>
          <w:rtl/>
        </w:rPr>
        <w:t xml:space="preserve"> - </w:t>
      </w:r>
      <w:r w:rsidR="00D45E0E" w:rsidRPr="00DA0376">
        <w:rPr>
          <w:rtl/>
        </w:rPr>
        <w:t>الاستبصار ج 4 ص 265</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(715) 12</w:t>
      </w:r>
      <w:r w:rsidR="00CC15EB">
        <w:rPr>
          <w:rtl/>
        </w:rPr>
        <w:t xml:space="preserve"> - </w:t>
      </w:r>
      <w:r w:rsidRPr="00D95A45">
        <w:rPr>
          <w:rtl/>
        </w:rPr>
        <w:t xml:space="preserve">النوفلي عن السكوني عن ابى عبد الله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قتل رجلا بامرأة قتلها متعمدا</w:t>
      </w:r>
      <w:r w:rsidR="00CC15EB">
        <w:rPr>
          <w:rtl/>
        </w:rPr>
        <w:t>،</w:t>
      </w:r>
      <w:r>
        <w:rPr>
          <w:rtl/>
        </w:rPr>
        <w:t xml:space="preserve"> </w:t>
      </w:r>
      <w:r w:rsidRPr="00D95A45">
        <w:rPr>
          <w:rtl/>
        </w:rPr>
        <w:t>وقتل امرأة قتلت رجلا عمدا.</w:t>
      </w:r>
    </w:p>
    <w:p w:rsidR="00AC7755" w:rsidRDefault="00D45E0E" w:rsidP="00AC7755">
      <w:pPr>
        <w:pStyle w:val="libNormal"/>
        <w:rPr>
          <w:rtl/>
        </w:rPr>
      </w:pPr>
      <w:r w:rsidRPr="00D95A45">
        <w:rPr>
          <w:rtl/>
        </w:rPr>
        <w:t>(716) 13</w:t>
      </w:r>
      <w:r w:rsidR="00CC15EB">
        <w:rPr>
          <w:rtl/>
        </w:rPr>
        <w:t xml:space="preserve"> - </w:t>
      </w:r>
      <w:r w:rsidRPr="00D95A45">
        <w:rPr>
          <w:rtl/>
        </w:rPr>
        <w:t>محمد بن احمد بن يحيى عن محمد بن الحسين عن محمد ابن عبد الله عن العلا عن محمد بن مسلم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امرأتين قتلتا رجلا عمدا قال</w:t>
      </w:r>
      <w:r w:rsidR="00CC15EB">
        <w:rPr>
          <w:rtl/>
        </w:rPr>
        <w:t>:</w:t>
      </w:r>
      <w:r>
        <w:rPr>
          <w:rtl/>
        </w:rPr>
        <w:t xml:space="preserve"> </w:t>
      </w:r>
      <w:r w:rsidRPr="00D95A45">
        <w:rPr>
          <w:rtl/>
        </w:rPr>
        <w:t>تقتلان به ما يختلف في هذا احد.</w:t>
      </w:r>
    </w:p>
    <w:p w:rsidR="00AC7755" w:rsidRDefault="00D45E0E" w:rsidP="00AC7755">
      <w:pPr>
        <w:pStyle w:val="libNormal"/>
        <w:rPr>
          <w:rtl/>
        </w:rPr>
      </w:pPr>
      <w:r w:rsidRPr="00D95A45">
        <w:rPr>
          <w:rtl/>
        </w:rPr>
        <w:t xml:space="preserve"> فاما ما رواه</w:t>
      </w:r>
      <w:r w:rsidR="00CC15EB">
        <w:rPr>
          <w:rtl/>
        </w:rPr>
        <w:t>:</w:t>
      </w:r>
      <w:r>
        <w:rPr>
          <w:rtl/>
        </w:rPr>
        <w:t xml:space="preserve"> </w:t>
      </w:r>
    </w:p>
    <w:p w:rsidR="00AC7755" w:rsidRDefault="00D45E0E" w:rsidP="00AC7755">
      <w:pPr>
        <w:pStyle w:val="libNormal"/>
        <w:rPr>
          <w:rtl/>
        </w:rPr>
      </w:pPr>
      <w:r w:rsidRPr="00D95A45">
        <w:rPr>
          <w:rtl/>
        </w:rPr>
        <w:t>(717) 14</w:t>
      </w:r>
      <w:r w:rsidR="00CC15EB">
        <w:rPr>
          <w:rtl/>
        </w:rPr>
        <w:t xml:space="preserve"> - </w:t>
      </w:r>
      <w:r w:rsidRPr="00D95A45">
        <w:rPr>
          <w:rtl/>
        </w:rPr>
        <w:t>محمد بن علي بن محبوب عن معاوية بن حكيم عن موسى ابن بكر عن أبي مريم</w:t>
      </w:r>
      <w:r w:rsidR="00CC15EB">
        <w:rPr>
          <w:rtl/>
        </w:rPr>
        <w:t>،</w:t>
      </w:r>
      <w:r>
        <w:rPr>
          <w:rtl/>
        </w:rPr>
        <w:t xml:space="preserve"> </w:t>
      </w:r>
      <w:r w:rsidRPr="00D95A45">
        <w:rPr>
          <w:rtl/>
        </w:rPr>
        <w:t xml:space="preserve">ومحمد بن احمد بن يحيى ومعاوية عن علي بن الحسن بن رباط عن ابي مريم الانصاري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في امرأة قتلت رجلا قال</w:t>
      </w:r>
      <w:r w:rsidR="00CC15EB">
        <w:rPr>
          <w:rtl/>
        </w:rPr>
        <w:t>:</w:t>
      </w:r>
      <w:r>
        <w:rPr>
          <w:rtl/>
        </w:rPr>
        <w:t xml:space="preserve"> </w:t>
      </w:r>
      <w:r w:rsidRPr="00D95A45">
        <w:rPr>
          <w:rtl/>
        </w:rPr>
        <w:t>تقتل ويؤدي وليها بقية المال</w:t>
      </w:r>
      <w:r w:rsidR="00CC15EB">
        <w:rPr>
          <w:rtl/>
        </w:rPr>
        <w:t>،</w:t>
      </w:r>
      <w:r>
        <w:rPr>
          <w:rtl/>
        </w:rPr>
        <w:t xml:space="preserve"> </w:t>
      </w:r>
      <w:r w:rsidRPr="00D95A45">
        <w:rPr>
          <w:rtl/>
        </w:rPr>
        <w:t>وفى رواية محمد بن علي بن محبوب بقية الدية.</w:t>
      </w:r>
    </w:p>
    <w:p w:rsidR="00AC7755" w:rsidRDefault="00D45E0E" w:rsidP="00AC7755">
      <w:pPr>
        <w:pStyle w:val="libNormal"/>
        <w:rPr>
          <w:rtl/>
        </w:rPr>
      </w:pPr>
      <w:r w:rsidRPr="00D95A45">
        <w:rPr>
          <w:rtl/>
        </w:rPr>
        <w:t xml:space="preserve"> قال محمد بن الحسن</w:t>
      </w:r>
      <w:r w:rsidR="00CC15EB">
        <w:rPr>
          <w:rtl/>
        </w:rPr>
        <w:t>:</w:t>
      </w:r>
      <w:r>
        <w:rPr>
          <w:rtl/>
        </w:rPr>
        <w:t xml:space="preserve"> </w:t>
      </w:r>
      <w:r w:rsidRPr="00D95A45">
        <w:rPr>
          <w:rtl/>
        </w:rPr>
        <w:t>هذه الرواية شاذة ما رواها غير ابي مريم الانصاري وان تكررت في الكتب في مواضع</w:t>
      </w:r>
      <w:r w:rsidR="00CC15EB">
        <w:rPr>
          <w:rtl/>
        </w:rPr>
        <w:t>،</w:t>
      </w:r>
      <w:r>
        <w:rPr>
          <w:rtl/>
        </w:rPr>
        <w:t xml:space="preserve"> </w:t>
      </w:r>
      <w:r w:rsidRPr="00D95A45">
        <w:rPr>
          <w:rtl/>
        </w:rPr>
        <w:t>وهي مع هذا مخالفة للاخبار كلها ولظاهر القرآن قال الله تعالى</w:t>
      </w:r>
      <w:r w:rsidR="00CC15EB">
        <w:rPr>
          <w:rtl/>
        </w:rPr>
        <w:t>:</w:t>
      </w:r>
      <w:r>
        <w:rPr>
          <w:rtl/>
        </w:rPr>
        <w:t xml:space="preserve"> </w:t>
      </w:r>
      <w:r w:rsidR="00AC7755" w:rsidRPr="00AC7755">
        <w:rPr>
          <w:rStyle w:val="libAlaemChar"/>
          <w:rFonts w:hint="cs"/>
          <w:rtl/>
        </w:rPr>
        <w:t>(</w:t>
      </w:r>
      <w:r w:rsidRPr="00D95A45">
        <w:rPr>
          <w:rtl/>
        </w:rPr>
        <w:t xml:space="preserve"> </w:t>
      </w:r>
      <w:r w:rsidRPr="00AC7755">
        <w:rPr>
          <w:rStyle w:val="libAieChar"/>
          <w:rtl/>
        </w:rPr>
        <w:t>وكتبنا عليهم فيها ان النفس بالنفس والعين بالعين</w:t>
      </w:r>
      <w:r w:rsidRPr="00D95A45">
        <w:rPr>
          <w:rtl/>
        </w:rPr>
        <w:t xml:space="preserve"> </w:t>
      </w:r>
      <w:r w:rsidRPr="00AC7755">
        <w:rPr>
          <w:rStyle w:val="libAlaemChar"/>
          <w:rFonts w:hint="cs"/>
          <w:rtl/>
        </w:rPr>
        <w:t>)</w:t>
      </w:r>
      <w:r w:rsidRPr="00D95A45">
        <w:rPr>
          <w:rtl/>
        </w:rPr>
        <w:t xml:space="preserve"> الآية فحكم ان النفس بالنفس ولم يذكر معها شئ آخر</w:t>
      </w:r>
      <w:r w:rsidR="00CC15EB">
        <w:rPr>
          <w:rtl/>
        </w:rPr>
        <w:t>،</w:t>
      </w:r>
      <w:r>
        <w:rPr>
          <w:rtl/>
        </w:rPr>
        <w:t xml:space="preserve"> </w:t>
      </w:r>
      <w:r w:rsidRPr="00D95A45">
        <w:rPr>
          <w:rtl/>
        </w:rPr>
        <w:t>والروايات كلها صرحت بانه لا يجني الانسان على اكثر من نفسه وانه ليس على اوليائها شئ إذا قتلوها</w:t>
      </w:r>
      <w:r w:rsidR="00CC15EB">
        <w:rPr>
          <w:rtl/>
        </w:rPr>
        <w:t>،</w:t>
      </w:r>
      <w:r>
        <w:rPr>
          <w:rtl/>
        </w:rPr>
        <w:t xml:space="preserve"> </w:t>
      </w:r>
      <w:r w:rsidRPr="00D95A45">
        <w:rPr>
          <w:rtl/>
        </w:rPr>
        <w:t>فإذا وردت هذه الرواية مخالفة لما ذكرناه ينبغي ان يترك العمل بها.</w:t>
      </w:r>
    </w:p>
    <w:p w:rsidR="00AC7755" w:rsidRDefault="00D45E0E" w:rsidP="00AC7755">
      <w:pPr>
        <w:pStyle w:val="libNormal"/>
        <w:rPr>
          <w:rtl/>
        </w:rPr>
      </w:pPr>
      <w:r w:rsidRPr="00D95A45">
        <w:rPr>
          <w:rtl/>
        </w:rPr>
        <w:t xml:space="preserve"> وليس لاحد ان يقول ان الآية انما هي اخبار عما كتب الله تعالى على اليهود في التوراة وليس فيها ان ذلك حكمنا لان الآية وإن تضمنت ان ذلك كان مكتوبا على اهل التوراة فحكمها سار فينا يدل على ذلك ما رواه</w:t>
      </w:r>
      <w:r w:rsidR="00CC15EB">
        <w:rPr>
          <w:rtl/>
        </w:rPr>
        <w:t>:</w:t>
      </w:r>
      <w:r>
        <w:rPr>
          <w:rtl/>
        </w:rPr>
        <w:t xml:space="preserve"> </w:t>
      </w:r>
    </w:p>
    <w:p w:rsidR="00AC7755" w:rsidRDefault="00D45E0E" w:rsidP="00AC7755">
      <w:pPr>
        <w:pStyle w:val="libNormal"/>
        <w:rPr>
          <w:rtl/>
        </w:rPr>
      </w:pPr>
      <w:r w:rsidRPr="00D95A45">
        <w:rPr>
          <w:rtl/>
        </w:rPr>
        <w:t>(718) 15</w:t>
      </w:r>
      <w:r w:rsidR="00CC15EB">
        <w:rPr>
          <w:rtl/>
        </w:rPr>
        <w:t xml:space="preserve"> - </w:t>
      </w:r>
      <w:r w:rsidRPr="00D95A45">
        <w:rPr>
          <w:rtl/>
        </w:rPr>
        <w:t>الحسين بن سعيد عن فضالة عن ابان عن زرارة عن</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717</w:t>
      </w:r>
      <w:r>
        <w:rPr>
          <w:rtl/>
        </w:rPr>
        <w:t xml:space="preserve"> - </w:t>
      </w:r>
      <w:r w:rsidR="00D45E0E" w:rsidRPr="00D95A45">
        <w:rPr>
          <w:rtl/>
        </w:rPr>
        <w:t>الاستبصار ج 4 ص 267</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 xml:space="preserve">احدهما </w:t>
      </w:r>
      <w:r w:rsidR="00AC7755" w:rsidRPr="00AC7755">
        <w:rPr>
          <w:rStyle w:val="libAlaemChar"/>
          <w:rtl/>
        </w:rPr>
        <w:t>عليه‌السلام</w:t>
      </w:r>
      <w:r w:rsidRPr="00D95A45">
        <w:rPr>
          <w:rtl/>
        </w:rPr>
        <w:t xml:space="preserve"> في قول الله عز وجل </w:t>
      </w:r>
      <w:r w:rsidR="00AC7755" w:rsidRPr="00AC7755">
        <w:rPr>
          <w:rStyle w:val="libAlaemChar"/>
          <w:rtl/>
        </w:rPr>
        <w:t>(</w:t>
      </w:r>
      <w:r w:rsidRPr="003E4648">
        <w:rPr>
          <w:rFonts w:hint="cs"/>
          <w:rtl/>
        </w:rPr>
        <w:t xml:space="preserve"> </w:t>
      </w:r>
      <w:r w:rsidRPr="00AC7755">
        <w:rPr>
          <w:rStyle w:val="libAieChar"/>
          <w:rtl/>
        </w:rPr>
        <w:t>النفس بالنفس والعين بالعين والانف بالانف</w:t>
      </w:r>
      <w:r w:rsidRPr="00AC7755">
        <w:rPr>
          <w:rStyle w:val="libAieChar"/>
          <w:rFonts w:hint="cs"/>
          <w:rtl/>
        </w:rPr>
        <w:t xml:space="preserve"> </w:t>
      </w:r>
      <w:r w:rsidRPr="00AC7755">
        <w:rPr>
          <w:rStyle w:val="libAlaemChar"/>
          <w:rtl/>
        </w:rPr>
        <w:t>)</w:t>
      </w:r>
      <w:r w:rsidRPr="00AC7755">
        <w:rPr>
          <w:rStyle w:val="libFootnotenumChar"/>
          <w:rtl/>
        </w:rPr>
        <w:t xml:space="preserve"> (1) </w:t>
      </w:r>
      <w:r w:rsidRPr="00D95A45">
        <w:rPr>
          <w:rtl/>
        </w:rPr>
        <w:t>الآية قال هي</w:t>
      </w:r>
      <w:r w:rsidR="00CC15EB">
        <w:rPr>
          <w:rtl/>
        </w:rPr>
        <w:t>:</w:t>
      </w:r>
      <w:r>
        <w:rPr>
          <w:rtl/>
        </w:rPr>
        <w:t xml:space="preserve"> </w:t>
      </w:r>
      <w:r w:rsidRPr="00D95A45">
        <w:rPr>
          <w:rtl/>
        </w:rPr>
        <w:t>محكمة.</w:t>
      </w:r>
    </w:p>
    <w:p w:rsidR="00AC7755" w:rsidRDefault="00D45E0E" w:rsidP="00AC7755">
      <w:pPr>
        <w:pStyle w:val="libNormal"/>
        <w:rPr>
          <w:rtl/>
        </w:rPr>
      </w:pPr>
      <w:r w:rsidRPr="00D95A45">
        <w:rPr>
          <w:rtl/>
        </w:rPr>
        <w:t>(719) 16</w:t>
      </w:r>
      <w:r w:rsidR="00CC15EB">
        <w:rPr>
          <w:rtl/>
        </w:rPr>
        <w:t xml:space="preserve"> - </w:t>
      </w:r>
      <w:r w:rsidRPr="00D95A45">
        <w:rPr>
          <w:rtl/>
        </w:rPr>
        <w:t>الحسين بن سعيد عن محمد بن ابي عمير عن عبد الرحمان ابن الحجاج عن ابان بن تغلب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ما تقول في رجل قطع اصبعا من اصابع المرأة كم فيها</w:t>
      </w:r>
      <w:r>
        <w:rPr>
          <w:rtl/>
        </w:rPr>
        <w:t>؟</w:t>
      </w:r>
      <w:r w:rsidRPr="00D95A45">
        <w:rPr>
          <w:rtl/>
        </w:rPr>
        <w:t xml:space="preserve"> قال</w:t>
      </w:r>
      <w:r w:rsidR="00CC15EB">
        <w:rPr>
          <w:rtl/>
        </w:rPr>
        <w:t>:</w:t>
      </w:r>
      <w:r>
        <w:rPr>
          <w:rtl/>
        </w:rPr>
        <w:t xml:space="preserve"> </w:t>
      </w:r>
      <w:r w:rsidRPr="00D95A45">
        <w:rPr>
          <w:rtl/>
        </w:rPr>
        <w:t>عشر من الابل قلت</w:t>
      </w:r>
      <w:r w:rsidR="00CC15EB">
        <w:rPr>
          <w:rtl/>
        </w:rPr>
        <w:t>:</w:t>
      </w:r>
      <w:r>
        <w:rPr>
          <w:rtl/>
        </w:rPr>
        <w:t xml:space="preserve"> </w:t>
      </w:r>
      <w:r w:rsidRPr="00D95A45">
        <w:rPr>
          <w:rtl/>
        </w:rPr>
        <w:t>قطع اثنتين</w:t>
      </w:r>
      <w:r>
        <w:rPr>
          <w:rtl/>
        </w:rPr>
        <w:t>؟</w:t>
      </w:r>
      <w:r w:rsidRPr="00D95A45">
        <w:rPr>
          <w:rtl/>
        </w:rPr>
        <w:t xml:space="preserve"> قال</w:t>
      </w:r>
      <w:r w:rsidR="00CC15EB">
        <w:rPr>
          <w:rtl/>
        </w:rPr>
        <w:t>:</w:t>
      </w:r>
      <w:r>
        <w:rPr>
          <w:rtl/>
        </w:rPr>
        <w:t xml:space="preserve"> </w:t>
      </w:r>
      <w:r w:rsidRPr="00D95A45">
        <w:rPr>
          <w:rtl/>
        </w:rPr>
        <w:t>عشرون من الابل قلت</w:t>
      </w:r>
      <w:r w:rsidR="00CC15EB">
        <w:rPr>
          <w:rtl/>
        </w:rPr>
        <w:t>:</w:t>
      </w:r>
      <w:r>
        <w:rPr>
          <w:rtl/>
        </w:rPr>
        <w:t xml:space="preserve"> </w:t>
      </w:r>
      <w:r w:rsidRPr="00D95A45">
        <w:rPr>
          <w:rtl/>
        </w:rPr>
        <w:t>قطع ثلاثا</w:t>
      </w:r>
      <w:r>
        <w:rPr>
          <w:rtl/>
        </w:rPr>
        <w:t>؟</w:t>
      </w:r>
      <w:r w:rsidRPr="00D95A45">
        <w:rPr>
          <w:rtl/>
        </w:rPr>
        <w:t xml:space="preserve"> قال</w:t>
      </w:r>
      <w:r w:rsidR="00CC15EB">
        <w:rPr>
          <w:rtl/>
        </w:rPr>
        <w:t>:</w:t>
      </w:r>
      <w:r>
        <w:rPr>
          <w:rtl/>
        </w:rPr>
        <w:t xml:space="preserve"> </w:t>
      </w:r>
      <w:r w:rsidRPr="00D95A45">
        <w:rPr>
          <w:rtl/>
        </w:rPr>
        <w:t>ثلاثون من الابل قال</w:t>
      </w:r>
      <w:r w:rsidR="00CC15EB">
        <w:rPr>
          <w:rtl/>
        </w:rPr>
        <w:t>:</w:t>
      </w:r>
      <w:r>
        <w:rPr>
          <w:rtl/>
        </w:rPr>
        <w:t xml:space="preserve"> </w:t>
      </w:r>
      <w:r w:rsidRPr="00D95A45">
        <w:rPr>
          <w:rtl/>
        </w:rPr>
        <w:t>قلت</w:t>
      </w:r>
      <w:r w:rsidR="00CC15EB">
        <w:rPr>
          <w:rtl/>
        </w:rPr>
        <w:t>:</w:t>
      </w:r>
      <w:r>
        <w:rPr>
          <w:rtl/>
        </w:rPr>
        <w:t xml:space="preserve"> </w:t>
      </w:r>
      <w:r w:rsidRPr="00D95A45">
        <w:rPr>
          <w:rtl/>
        </w:rPr>
        <w:t>اربعا</w:t>
      </w:r>
      <w:r>
        <w:rPr>
          <w:rtl/>
        </w:rPr>
        <w:t>؟</w:t>
      </w:r>
      <w:r w:rsidRPr="00D95A45">
        <w:rPr>
          <w:rtl/>
        </w:rPr>
        <w:t xml:space="preserve"> قال</w:t>
      </w:r>
      <w:r w:rsidR="00CC15EB">
        <w:rPr>
          <w:rtl/>
        </w:rPr>
        <w:t>:</w:t>
      </w:r>
      <w:r>
        <w:rPr>
          <w:rtl/>
        </w:rPr>
        <w:t xml:space="preserve"> </w:t>
      </w:r>
      <w:r w:rsidRPr="00D95A45">
        <w:rPr>
          <w:rtl/>
        </w:rPr>
        <w:t>عشرون من الابل</w:t>
      </w:r>
      <w:r w:rsidR="00CC15EB">
        <w:rPr>
          <w:rtl/>
        </w:rPr>
        <w:t>،</w:t>
      </w:r>
      <w:r>
        <w:rPr>
          <w:rtl/>
        </w:rPr>
        <w:t xml:space="preserve"> </w:t>
      </w:r>
      <w:r w:rsidRPr="00D95A45">
        <w:rPr>
          <w:rtl/>
        </w:rPr>
        <w:t>قلت</w:t>
      </w:r>
      <w:r w:rsidR="00CC15EB">
        <w:rPr>
          <w:rtl/>
        </w:rPr>
        <w:t>:</w:t>
      </w:r>
      <w:r>
        <w:rPr>
          <w:rtl/>
        </w:rPr>
        <w:t xml:space="preserve"> </w:t>
      </w:r>
      <w:r w:rsidRPr="00D95A45">
        <w:rPr>
          <w:rtl/>
        </w:rPr>
        <w:t>سبحان الله يقطع ثلاثا فيكون عليه ثلاثون ويقطع اربعا فيكون عليه عشرون</w:t>
      </w:r>
      <w:r>
        <w:rPr>
          <w:rtl/>
        </w:rPr>
        <w:t>!</w:t>
      </w:r>
      <w:r w:rsidRPr="00D95A45">
        <w:rPr>
          <w:rtl/>
        </w:rPr>
        <w:t xml:space="preserve"> إن هذا كان يبلغنا ونحن بالعراق فنبرأ ممن قاله ونقول</w:t>
      </w:r>
      <w:r w:rsidR="00CC15EB">
        <w:rPr>
          <w:rtl/>
        </w:rPr>
        <w:t>:</w:t>
      </w:r>
      <w:r>
        <w:rPr>
          <w:rtl/>
        </w:rPr>
        <w:t xml:space="preserve"> </w:t>
      </w:r>
      <w:r w:rsidRPr="00D95A45">
        <w:rPr>
          <w:rtl/>
        </w:rPr>
        <w:t>الذي جاء به شيطان فقال</w:t>
      </w:r>
      <w:r w:rsidR="00CC15EB">
        <w:rPr>
          <w:rtl/>
        </w:rPr>
        <w:t>:</w:t>
      </w:r>
      <w:r>
        <w:rPr>
          <w:rtl/>
        </w:rPr>
        <w:t xml:space="preserve"> </w:t>
      </w:r>
      <w:r w:rsidRPr="00D95A45">
        <w:rPr>
          <w:rtl/>
        </w:rPr>
        <w:t xml:space="preserve">مهلا يا ابان ان هذا حكم رسول الله </w:t>
      </w:r>
      <w:r w:rsidR="00AC7755" w:rsidRPr="00AC7755">
        <w:rPr>
          <w:rStyle w:val="libAlaemChar"/>
          <w:rtl/>
        </w:rPr>
        <w:t>صلى‌الله‌عليه‌وآله‌وسلم</w:t>
      </w:r>
      <w:r w:rsidRPr="00D95A45">
        <w:rPr>
          <w:rtl/>
        </w:rPr>
        <w:t xml:space="preserve"> ان المرأة تعاقل الرجل الى ثلث الدية</w:t>
      </w:r>
      <w:r w:rsidR="00CC15EB">
        <w:rPr>
          <w:rtl/>
        </w:rPr>
        <w:t>،</w:t>
      </w:r>
      <w:r>
        <w:rPr>
          <w:rtl/>
        </w:rPr>
        <w:t xml:space="preserve"> </w:t>
      </w:r>
      <w:r w:rsidRPr="00D95A45">
        <w:rPr>
          <w:rtl/>
        </w:rPr>
        <w:t>فإذا بلغت الثلث رجعت إلى النصف</w:t>
      </w:r>
      <w:r w:rsidR="00CC15EB">
        <w:rPr>
          <w:rtl/>
        </w:rPr>
        <w:t>،</w:t>
      </w:r>
      <w:r>
        <w:rPr>
          <w:rtl/>
        </w:rPr>
        <w:t xml:space="preserve"> </w:t>
      </w:r>
      <w:r w:rsidRPr="00D95A45">
        <w:rPr>
          <w:rtl/>
        </w:rPr>
        <w:t>يا ابان انك اخذتني بالقياس</w:t>
      </w:r>
      <w:r w:rsidR="00CC15EB">
        <w:rPr>
          <w:rtl/>
        </w:rPr>
        <w:t>،</w:t>
      </w:r>
      <w:r>
        <w:rPr>
          <w:rtl/>
        </w:rPr>
        <w:t xml:space="preserve"> </w:t>
      </w:r>
      <w:r w:rsidRPr="00D95A45">
        <w:rPr>
          <w:rtl/>
        </w:rPr>
        <w:t>والسنة إذا قيست انمحق الدين.</w:t>
      </w:r>
    </w:p>
    <w:p w:rsidR="00AC7755" w:rsidRDefault="00D45E0E" w:rsidP="00AC7755">
      <w:pPr>
        <w:pStyle w:val="libNormal"/>
        <w:rPr>
          <w:rtl/>
        </w:rPr>
      </w:pPr>
      <w:r w:rsidRPr="00D95A45">
        <w:rPr>
          <w:rtl/>
        </w:rPr>
        <w:t>(720) 17</w:t>
      </w:r>
      <w:r w:rsidR="00CC15EB">
        <w:rPr>
          <w:rtl/>
        </w:rPr>
        <w:t xml:space="preserve"> - </w:t>
      </w:r>
      <w:r w:rsidRPr="00D95A45">
        <w:rPr>
          <w:rtl/>
        </w:rPr>
        <w:t>عنه عن ابن ابي عمير وفضالة عن جميل بن دراج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المرأة بينها وبين الرجل قصاص</w:t>
      </w:r>
      <w:r>
        <w:rPr>
          <w:rtl/>
        </w:rPr>
        <w:t>؟</w:t>
      </w:r>
      <w:r w:rsidRPr="00D95A45">
        <w:rPr>
          <w:rtl/>
        </w:rPr>
        <w:t xml:space="preserve"> قال</w:t>
      </w:r>
      <w:r w:rsidR="00CC15EB">
        <w:rPr>
          <w:rtl/>
        </w:rPr>
        <w:t>:</w:t>
      </w:r>
      <w:r>
        <w:rPr>
          <w:rtl/>
        </w:rPr>
        <w:t xml:space="preserve"> </w:t>
      </w:r>
      <w:r w:rsidRPr="00D95A45">
        <w:rPr>
          <w:rtl/>
        </w:rPr>
        <w:t>نعم في الجراحات حتى تبلغ الثلث سواء</w:t>
      </w:r>
      <w:r w:rsidR="00CC15EB">
        <w:rPr>
          <w:rtl/>
        </w:rPr>
        <w:t>،</w:t>
      </w:r>
      <w:r>
        <w:rPr>
          <w:rtl/>
        </w:rPr>
        <w:t xml:space="preserve"> </w:t>
      </w:r>
      <w:r w:rsidRPr="00D95A45">
        <w:rPr>
          <w:rtl/>
        </w:rPr>
        <w:t>فإذا بلغت الثلث سواء ارتفع الرجل وسفلت المرأة.</w:t>
      </w:r>
    </w:p>
    <w:p w:rsidR="00AC7755" w:rsidRDefault="00D45E0E" w:rsidP="00AC7755">
      <w:pPr>
        <w:pStyle w:val="libNormal"/>
        <w:rPr>
          <w:rtl/>
        </w:rPr>
      </w:pPr>
      <w:r w:rsidRPr="00D95A45">
        <w:rPr>
          <w:rtl/>
        </w:rPr>
        <w:t>(721) 18</w:t>
      </w:r>
      <w:r w:rsidR="00CC15EB">
        <w:rPr>
          <w:rtl/>
        </w:rPr>
        <w:t xml:space="preserve"> - </w:t>
      </w:r>
      <w:r w:rsidRPr="00D95A45">
        <w:rPr>
          <w:rtl/>
        </w:rPr>
        <w:t xml:space="preserve">عنه عن عبد الرحمان بن ابى نجران عن ابي عبد الله </w:t>
      </w:r>
      <w:r w:rsidR="00AC7755" w:rsidRPr="00AC7755">
        <w:rPr>
          <w:rStyle w:val="libAlaemChar"/>
          <w:rtl/>
        </w:rPr>
        <w:t>عليه‌السلام</w:t>
      </w:r>
      <w:r w:rsidRPr="00D95A45">
        <w:rPr>
          <w:rtl/>
        </w:rPr>
        <w:t xml:space="preserve"> مثل ذلك.</w:t>
      </w:r>
    </w:p>
    <w:p w:rsidR="00AC7755" w:rsidRDefault="00D45E0E" w:rsidP="00AC7755">
      <w:pPr>
        <w:pStyle w:val="libNormal"/>
        <w:rPr>
          <w:rtl/>
        </w:rPr>
      </w:pPr>
      <w:r w:rsidRPr="00D95A45">
        <w:rPr>
          <w:rtl/>
        </w:rPr>
        <w:t>(722) 19</w:t>
      </w:r>
      <w:r w:rsidR="00CC15EB">
        <w:rPr>
          <w:rtl/>
        </w:rPr>
        <w:t xml:space="preserve"> - </w:t>
      </w:r>
      <w:r w:rsidRPr="00D95A45">
        <w:rPr>
          <w:rtl/>
        </w:rPr>
        <w:t>عنه عن الحسن عن زرعة وعثمان بن عيسى عن سماعة قال</w:t>
      </w:r>
      <w:r w:rsidR="00CC15EB">
        <w:rPr>
          <w:rtl/>
        </w:rPr>
        <w:t>:</w:t>
      </w:r>
      <w:r>
        <w:rPr>
          <w:rtl/>
        </w:rPr>
        <w:t xml:space="preserve"> </w:t>
      </w:r>
      <w:r w:rsidRPr="00D95A45">
        <w:rPr>
          <w:rtl/>
        </w:rPr>
        <w:t>سألته عن جراحة النساء فقال</w:t>
      </w:r>
      <w:r w:rsidR="00CC15EB">
        <w:rPr>
          <w:rtl/>
        </w:rPr>
        <w:t>:</w:t>
      </w:r>
      <w:r>
        <w:rPr>
          <w:rtl/>
        </w:rPr>
        <w:t xml:space="preserve"> </w:t>
      </w:r>
      <w:r w:rsidRPr="00D95A45">
        <w:rPr>
          <w:rtl/>
        </w:rPr>
        <w:t>الرجال والنساء في الدية سواء حتى تبلغ الثلث</w:t>
      </w:r>
      <w:r w:rsidR="00CC15EB">
        <w:rPr>
          <w:rtl/>
        </w:rPr>
        <w:t>،</w:t>
      </w:r>
      <w:r>
        <w:rPr>
          <w:rtl/>
        </w:rPr>
        <w:t xml:space="preserve"> </w:t>
      </w:r>
      <w:r w:rsidRPr="00D95A45">
        <w:rPr>
          <w:rtl/>
        </w:rPr>
        <w:t>فإذا جازت الثلث فانها مثل نصف دية الرجل.</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سورة المائدة الآية</w:t>
      </w:r>
    </w:p>
    <w:p w:rsidR="00CC15EB" w:rsidRDefault="00CC15EB" w:rsidP="00AC7755">
      <w:pPr>
        <w:pStyle w:val="libFootnote0"/>
        <w:rPr>
          <w:rtl/>
        </w:rPr>
      </w:pPr>
      <w:r>
        <w:rPr>
          <w:rtl/>
        </w:rPr>
        <w:t>-</w:t>
      </w:r>
      <w:r w:rsidR="00D45E0E" w:rsidRPr="007277FF">
        <w:rPr>
          <w:rtl/>
        </w:rPr>
        <w:t xml:space="preserve"> 45</w:t>
      </w:r>
      <w:r>
        <w:rPr>
          <w:rtl/>
        </w:rPr>
        <w:t xml:space="preserve"> - </w:t>
      </w:r>
      <w:r w:rsidR="00D45E0E" w:rsidRPr="007277FF">
        <w:rPr>
          <w:rtl/>
        </w:rPr>
        <w:t>719</w:t>
      </w:r>
      <w:r>
        <w:rPr>
          <w:rtl/>
        </w:rPr>
        <w:t xml:space="preserve"> - </w:t>
      </w:r>
      <w:r w:rsidR="00D45E0E" w:rsidRPr="007277FF">
        <w:rPr>
          <w:rtl/>
        </w:rPr>
        <w:t>الكافي ج 2 ص 323 الفقيه ج 4 ص 88</w:t>
      </w:r>
    </w:p>
    <w:p w:rsidR="00AC7755" w:rsidRDefault="00CC15EB" w:rsidP="00AC7755">
      <w:pPr>
        <w:pStyle w:val="libFootnote0"/>
        <w:rPr>
          <w:rtl/>
        </w:rPr>
      </w:pPr>
      <w:r>
        <w:rPr>
          <w:rtl/>
        </w:rPr>
        <w:t>-</w:t>
      </w:r>
      <w:r w:rsidR="00D45E0E" w:rsidRPr="00DA0376">
        <w:rPr>
          <w:rtl/>
        </w:rPr>
        <w:t xml:space="preserve"> 720</w:t>
      </w:r>
      <w:r>
        <w:rPr>
          <w:rtl/>
        </w:rPr>
        <w:t xml:space="preserve"> - </w:t>
      </w:r>
      <w:r w:rsidR="00D45E0E" w:rsidRPr="00DA0376">
        <w:rPr>
          <w:rtl/>
        </w:rPr>
        <w:t>الكافي ج 2 ص 323 الفقيه ج 4 ص 89</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(723) 20</w:t>
      </w:r>
      <w:r w:rsidR="00CC15EB">
        <w:rPr>
          <w:rtl/>
        </w:rPr>
        <w:t xml:space="preserve"> - </w:t>
      </w:r>
      <w:r w:rsidRPr="00D95A45">
        <w:rPr>
          <w:rtl/>
        </w:rPr>
        <w:t xml:space="preserve">عنه فضالة عن ابان عن ابى مريم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جراحات النساء على النصف من جراحات الرجال في كل شئ.</w:t>
      </w:r>
    </w:p>
    <w:p w:rsidR="00AC7755" w:rsidRDefault="00D45E0E" w:rsidP="00AC7755">
      <w:pPr>
        <w:pStyle w:val="libNormal"/>
        <w:rPr>
          <w:rtl/>
        </w:rPr>
      </w:pPr>
      <w:r w:rsidRPr="00D95A45">
        <w:rPr>
          <w:rtl/>
        </w:rPr>
        <w:t>(724) 21</w:t>
      </w:r>
      <w:r w:rsidR="00CC15EB">
        <w:rPr>
          <w:rtl/>
        </w:rPr>
        <w:t xml:space="preserve"> - </w:t>
      </w:r>
      <w:r w:rsidRPr="00D95A45">
        <w:rPr>
          <w:rtl/>
        </w:rPr>
        <w:t>عنه عن الحسن بن على عن كرام عن ابن ابي يعفور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قطع اصبع امرأة قال</w:t>
      </w:r>
      <w:r w:rsidR="00CC15EB">
        <w:rPr>
          <w:rtl/>
        </w:rPr>
        <w:t>:</w:t>
      </w:r>
      <w:r>
        <w:rPr>
          <w:rtl/>
        </w:rPr>
        <w:t xml:space="preserve"> </w:t>
      </w:r>
      <w:r w:rsidRPr="00D95A45">
        <w:rPr>
          <w:rtl/>
        </w:rPr>
        <w:t>تقطع اصبعه حتى ينتهي الى ثلث المرأة فإذا جاز الثلث اضعف الرجل.</w:t>
      </w:r>
    </w:p>
    <w:p w:rsidR="00AC7755" w:rsidRDefault="00D45E0E" w:rsidP="00AC7755">
      <w:pPr>
        <w:pStyle w:val="libNormal"/>
        <w:rPr>
          <w:rtl/>
        </w:rPr>
      </w:pPr>
      <w:r w:rsidRPr="00D95A45">
        <w:rPr>
          <w:rtl/>
        </w:rPr>
        <w:t>(725) 22</w:t>
      </w:r>
      <w:r w:rsidR="00CC15EB">
        <w:rPr>
          <w:rtl/>
        </w:rPr>
        <w:t xml:space="preserve"> - </w:t>
      </w:r>
      <w:r w:rsidRPr="00D95A45">
        <w:rPr>
          <w:rtl/>
        </w:rPr>
        <w:t xml:space="preserve">الحسن بن محبوب عن ابي ايوب عن ابى عبيدة والحلبي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سئل عن رجل قتل امرأته خطأ وهي على رأس الولد تمخض قال</w:t>
      </w:r>
      <w:r w:rsidR="00CC15EB">
        <w:rPr>
          <w:rtl/>
        </w:rPr>
        <w:t>:</w:t>
      </w:r>
      <w:r>
        <w:rPr>
          <w:rtl/>
        </w:rPr>
        <w:t xml:space="preserve"> </w:t>
      </w:r>
      <w:r w:rsidRPr="00D95A45">
        <w:rPr>
          <w:rtl/>
        </w:rPr>
        <w:t>عليه الدية خمسة آلاف درهم</w:t>
      </w:r>
      <w:r w:rsidR="00CC15EB">
        <w:rPr>
          <w:rtl/>
        </w:rPr>
        <w:t>،</w:t>
      </w:r>
      <w:r>
        <w:rPr>
          <w:rtl/>
        </w:rPr>
        <w:t xml:space="preserve"> </w:t>
      </w:r>
      <w:r w:rsidRPr="00D95A45">
        <w:rPr>
          <w:rtl/>
        </w:rPr>
        <w:t>وعليه للذي في بطنها غرة وصيف أو وصيفة أو اربعون دينارا.</w:t>
      </w:r>
    </w:p>
    <w:p w:rsidR="00AC7755" w:rsidRDefault="00D45E0E" w:rsidP="00AC7755">
      <w:pPr>
        <w:pStyle w:val="libNormal"/>
        <w:rPr>
          <w:rtl/>
        </w:rPr>
      </w:pPr>
      <w:r w:rsidRPr="00D95A45">
        <w:rPr>
          <w:rtl/>
        </w:rPr>
        <w:t>(726) 23</w:t>
      </w:r>
      <w:r w:rsidR="00CC15EB">
        <w:rPr>
          <w:rtl/>
        </w:rPr>
        <w:t xml:space="preserve"> - </w:t>
      </w:r>
      <w:r w:rsidRPr="00D95A45">
        <w:rPr>
          <w:rtl/>
        </w:rPr>
        <w:t>الحسن بن محبوب عن ابن رئاب عن الحلبي قال</w:t>
      </w:r>
      <w:r w:rsidR="00CC15EB">
        <w:rPr>
          <w:rtl/>
        </w:rPr>
        <w:t>:</w:t>
      </w:r>
      <w:r>
        <w:rPr>
          <w:rtl/>
        </w:rPr>
        <w:t xml:space="preserve"> </w:t>
      </w:r>
      <w:r w:rsidRPr="00D95A45">
        <w:rPr>
          <w:rtl/>
        </w:rPr>
        <w:t xml:space="preserve">سئل أبو عبد الله </w:t>
      </w:r>
      <w:r w:rsidR="00AC7755" w:rsidRPr="00AC7755">
        <w:rPr>
          <w:rStyle w:val="libAlaemChar"/>
          <w:rtl/>
        </w:rPr>
        <w:t>عليه‌السلام</w:t>
      </w:r>
      <w:r w:rsidRPr="00D95A45">
        <w:rPr>
          <w:rtl/>
        </w:rPr>
        <w:t xml:space="preserve"> عن جراحات الرجال والنساء في القصاص والديات سواء</w:t>
      </w:r>
      <w:r>
        <w:rPr>
          <w:rtl/>
        </w:rPr>
        <w:t>؟</w:t>
      </w:r>
      <w:r w:rsidRPr="00D95A45">
        <w:rPr>
          <w:rtl/>
        </w:rPr>
        <w:t xml:space="preserve"> فقال</w:t>
      </w:r>
      <w:r w:rsidR="00CC15EB">
        <w:rPr>
          <w:rtl/>
        </w:rPr>
        <w:t>:</w:t>
      </w:r>
      <w:r>
        <w:rPr>
          <w:rtl/>
        </w:rPr>
        <w:t xml:space="preserve"> </w:t>
      </w:r>
      <w:r w:rsidRPr="00D95A45">
        <w:rPr>
          <w:rtl/>
        </w:rPr>
        <w:t>الرجال والنساء في القصاص السن بالسن والشجة بالشجة والاصبع بالاصبع سواء حتى تبلغ الجراحات ثلث الدية</w:t>
      </w:r>
      <w:r w:rsidR="00CC15EB">
        <w:rPr>
          <w:rtl/>
        </w:rPr>
        <w:t>،</w:t>
      </w:r>
      <w:r>
        <w:rPr>
          <w:rtl/>
        </w:rPr>
        <w:t xml:space="preserve"> </w:t>
      </w:r>
      <w:r w:rsidRPr="00D95A45">
        <w:rPr>
          <w:rtl/>
        </w:rPr>
        <w:t>فإذا جازت الثلث صيرت دية الرجال في الجراحات ثلثي الدية ودية النساء ثلث الدية.</w:t>
      </w:r>
    </w:p>
    <w:p w:rsidR="00AC7755" w:rsidRDefault="00D45E0E" w:rsidP="00AC7755">
      <w:pPr>
        <w:pStyle w:val="libNormal"/>
        <w:rPr>
          <w:rtl/>
        </w:rPr>
      </w:pPr>
      <w:r w:rsidRPr="00D95A45">
        <w:rPr>
          <w:rtl/>
        </w:rPr>
        <w:t>(727) 24</w:t>
      </w:r>
      <w:r w:rsidR="00CC15EB">
        <w:rPr>
          <w:rtl/>
        </w:rPr>
        <w:t xml:space="preserve"> - </w:t>
      </w:r>
      <w:r w:rsidRPr="00D95A45">
        <w:rPr>
          <w:rtl/>
        </w:rPr>
        <w:t xml:space="preserve">علي عن ابيه عن ابن ابي عمير عن حماد عن الحلبي عن ابى عبد الله </w:t>
      </w:r>
      <w:r w:rsidR="00AC7755" w:rsidRPr="00AC7755">
        <w:rPr>
          <w:rStyle w:val="libAlaemChar"/>
          <w:rtl/>
        </w:rPr>
        <w:t>عليه‌السلام</w:t>
      </w:r>
      <w:r w:rsidRPr="00D95A45">
        <w:rPr>
          <w:rtl/>
        </w:rPr>
        <w:t xml:space="preserve"> في رجل فقأ عين امرأة فقال</w:t>
      </w:r>
      <w:r w:rsidR="00CC15EB">
        <w:rPr>
          <w:rtl/>
        </w:rPr>
        <w:t>:</w:t>
      </w:r>
      <w:r>
        <w:rPr>
          <w:rtl/>
        </w:rPr>
        <w:t xml:space="preserve"> </w:t>
      </w:r>
      <w:r w:rsidRPr="00D95A45">
        <w:rPr>
          <w:rtl/>
        </w:rPr>
        <w:t>ان شاؤا ان يفقؤا عينه ويؤدوا إليه ربع الدية</w:t>
      </w:r>
      <w:r w:rsidR="00CC15EB">
        <w:rPr>
          <w:rtl/>
        </w:rPr>
        <w:t>،</w:t>
      </w:r>
      <w:r>
        <w:rPr>
          <w:rtl/>
        </w:rPr>
        <w:t xml:space="preserve"> </w:t>
      </w:r>
      <w:r w:rsidRPr="00D95A45">
        <w:rPr>
          <w:rtl/>
        </w:rPr>
        <w:t>وان شاءت ان تأخذ ربع الدية وقال في امرأة فقأت عين رجل</w:t>
      </w:r>
      <w:r w:rsidR="00CC15EB">
        <w:rPr>
          <w:rtl/>
        </w:rPr>
        <w:t>:</w:t>
      </w:r>
      <w:r>
        <w:rPr>
          <w:rtl/>
        </w:rPr>
        <w:t xml:space="preserve"> </w:t>
      </w:r>
      <w:r w:rsidRPr="00D95A45">
        <w:rPr>
          <w:rtl/>
        </w:rPr>
        <w:t>انه ان شاء فقأ عينها والا اخذ دية عينه.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724</w:t>
      </w:r>
      <w:r>
        <w:rPr>
          <w:rtl/>
        </w:rPr>
        <w:t xml:space="preserve"> - </w:t>
      </w:r>
      <w:r w:rsidR="00D45E0E" w:rsidRPr="00D95A45">
        <w:rPr>
          <w:rtl/>
        </w:rPr>
        <w:t>الكافي ج 2 ص 324</w:t>
      </w:r>
    </w:p>
    <w:p w:rsidR="00CC15EB" w:rsidRDefault="00CC15EB" w:rsidP="00AC7755">
      <w:pPr>
        <w:pStyle w:val="libFootnote0"/>
        <w:rPr>
          <w:rtl/>
        </w:rPr>
      </w:pPr>
      <w:r>
        <w:rPr>
          <w:rtl/>
        </w:rPr>
        <w:t>-</w:t>
      </w:r>
      <w:r w:rsidR="00D45E0E" w:rsidRPr="007277FF">
        <w:rPr>
          <w:rtl/>
        </w:rPr>
        <w:t xml:space="preserve"> 725</w:t>
      </w:r>
      <w:r>
        <w:rPr>
          <w:rtl/>
        </w:rPr>
        <w:t xml:space="preserve"> - </w:t>
      </w:r>
      <w:r w:rsidR="00D45E0E" w:rsidRPr="007277FF">
        <w:rPr>
          <w:rtl/>
        </w:rPr>
        <w:t>726</w:t>
      </w:r>
      <w:r>
        <w:rPr>
          <w:rtl/>
        </w:rPr>
        <w:t xml:space="preserve"> - </w:t>
      </w:r>
      <w:r w:rsidR="00D45E0E" w:rsidRPr="007277FF">
        <w:rPr>
          <w:rtl/>
        </w:rPr>
        <w:t>الكافي ج 2 ص 323 واخرج الاول الشيخ في الاستبصار ج 4 ص 301</w:t>
      </w:r>
    </w:p>
    <w:p w:rsidR="00AC7755" w:rsidRDefault="00CC15EB" w:rsidP="00AC7755">
      <w:pPr>
        <w:pStyle w:val="libFootnote0"/>
        <w:rPr>
          <w:rtl/>
        </w:rPr>
      </w:pPr>
      <w:r>
        <w:rPr>
          <w:rtl/>
        </w:rPr>
        <w:t>-</w:t>
      </w:r>
      <w:r w:rsidR="00D45E0E" w:rsidRPr="00DA0376">
        <w:rPr>
          <w:rtl/>
        </w:rPr>
        <w:t xml:space="preserve"> 727</w:t>
      </w:r>
      <w:r>
        <w:rPr>
          <w:rtl/>
        </w:rPr>
        <w:t xml:space="preserve"> - </w:t>
      </w:r>
      <w:r w:rsidR="00D45E0E" w:rsidRPr="00DA0376">
        <w:rPr>
          <w:rtl/>
        </w:rPr>
        <w:t>الكافي ج 2 ص 324</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(728) 25</w:t>
      </w:r>
      <w:r w:rsidR="00CC15EB">
        <w:rPr>
          <w:rtl/>
        </w:rPr>
        <w:t xml:space="preserve"> - </w:t>
      </w:r>
      <w:r w:rsidRPr="00D95A45">
        <w:rPr>
          <w:rtl/>
        </w:rPr>
        <w:t xml:space="preserve">علي بن ابراهيم عن ابيه عن محمد بن عيسى عن يونس عن ابن مسكان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دية اليهودي والنصراني والمجوسي ثمانمائة درهم</w:t>
      </w:r>
      <w:r w:rsidR="00CC15EB">
        <w:rPr>
          <w:rtl/>
        </w:rPr>
        <w:t>،</w:t>
      </w:r>
      <w:r>
        <w:rPr>
          <w:rtl/>
        </w:rPr>
        <w:t xml:space="preserve"> </w:t>
      </w:r>
    </w:p>
    <w:p w:rsidR="00AC7755" w:rsidRDefault="00D45E0E" w:rsidP="00AC7755">
      <w:pPr>
        <w:pStyle w:val="libNormal"/>
        <w:rPr>
          <w:rtl/>
        </w:rPr>
      </w:pPr>
      <w:r w:rsidRPr="00D95A45">
        <w:rPr>
          <w:rtl/>
        </w:rPr>
        <w:t>(729) 26</w:t>
      </w:r>
      <w:r w:rsidR="00CC15EB">
        <w:rPr>
          <w:rtl/>
        </w:rPr>
        <w:t xml:space="preserve"> - </w:t>
      </w:r>
      <w:r w:rsidRPr="00D95A45">
        <w:rPr>
          <w:rtl/>
        </w:rPr>
        <w:t>أبو علي الاشعري عن محمد بن عبد الجبار عن صفوان ابن يحيى عن منصور بن حازم عن ابان بن تغلب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ابراهيم</w:t>
      </w:r>
      <w:r w:rsidRPr="00AC7755">
        <w:rPr>
          <w:rStyle w:val="libFootnotenumChar"/>
          <w:rtl/>
        </w:rPr>
        <w:t xml:space="preserve"> (1) </w:t>
      </w:r>
      <w:r w:rsidRPr="00D95A45">
        <w:rPr>
          <w:rtl/>
        </w:rPr>
        <w:t>يزعم ان دية اليهودي والنصراني والمجوسي سواء</w:t>
      </w:r>
      <w:r>
        <w:rPr>
          <w:rtl/>
        </w:rPr>
        <w:t>؟</w:t>
      </w:r>
      <w:r w:rsidRPr="00D95A45">
        <w:rPr>
          <w:rtl/>
        </w:rPr>
        <w:t xml:space="preserve"> فقال</w:t>
      </w:r>
      <w:r w:rsidR="00CC15EB">
        <w:rPr>
          <w:rtl/>
        </w:rPr>
        <w:t>:</w:t>
      </w:r>
      <w:r>
        <w:rPr>
          <w:rtl/>
        </w:rPr>
        <w:t xml:space="preserve"> </w:t>
      </w:r>
      <w:r w:rsidRPr="00D95A45">
        <w:rPr>
          <w:rtl/>
        </w:rPr>
        <w:t>نعم قال الحق.</w:t>
      </w:r>
    </w:p>
    <w:p w:rsidR="00AC7755" w:rsidRDefault="00D45E0E" w:rsidP="00AC7755">
      <w:pPr>
        <w:pStyle w:val="libNormal"/>
        <w:rPr>
          <w:rtl/>
        </w:rPr>
      </w:pPr>
      <w:r w:rsidRPr="00D95A45">
        <w:rPr>
          <w:rtl/>
        </w:rPr>
        <w:t>(730) 27</w:t>
      </w:r>
      <w:r w:rsidR="00CC15EB">
        <w:rPr>
          <w:rtl/>
        </w:rPr>
        <w:t xml:space="preserve"> - </w:t>
      </w:r>
      <w:r w:rsidRPr="00D95A45">
        <w:rPr>
          <w:rtl/>
        </w:rPr>
        <w:t>الحسن بن محبوب عن ابى ايوب وابن بكير عن ليث المرادي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دية اليهودي والنصراني والمجوسي فقال</w:t>
      </w:r>
      <w:r w:rsidR="00CC15EB">
        <w:rPr>
          <w:rtl/>
        </w:rPr>
        <w:t>:</w:t>
      </w:r>
      <w:r>
        <w:rPr>
          <w:rtl/>
        </w:rPr>
        <w:t xml:space="preserve"> </w:t>
      </w:r>
      <w:r w:rsidRPr="00D95A45">
        <w:rPr>
          <w:rtl/>
        </w:rPr>
        <w:t>ديتهم سواء ثمانمائة درهم ثمانمائة درهم.</w:t>
      </w:r>
    </w:p>
    <w:p w:rsidR="00AC7755" w:rsidRDefault="00D45E0E" w:rsidP="00AC7755">
      <w:pPr>
        <w:pStyle w:val="libNormal"/>
        <w:rPr>
          <w:rtl/>
        </w:rPr>
      </w:pPr>
      <w:r w:rsidRPr="00D95A45">
        <w:rPr>
          <w:rtl/>
        </w:rPr>
        <w:t>(731) 28</w:t>
      </w:r>
      <w:r w:rsidR="00CC15EB">
        <w:rPr>
          <w:rtl/>
        </w:rPr>
        <w:t xml:space="preserve"> - </w:t>
      </w:r>
      <w:r w:rsidRPr="00D95A45">
        <w:rPr>
          <w:rtl/>
        </w:rPr>
        <w:t xml:space="preserve">ابن ابي عمير عن سماعة بن مهران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بعث النبي </w:t>
      </w:r>
      <w:r w:rsidR="00AC7755" w:rsidRPr="00AC7755">
        <w:rPr>
          <w:rStyle w:val="libAlaemChar"/>
          <w:rtl/>
        </w:rPr>
        <w:t>صلى‌الله‌عليه‌وآله‌وسلم</w:t>
      </w:r>
      <w:r w:rsidRPr="00D95A45">
        <w:rPr>
          <w:rtl/>
        </w:rPr>
        <w:t xml:space="preserve"> خالد بن الوليد الى البحرين فاصاب بها دماء قوم من اليهود والنصارى والمجوس فكتب الى النبي </w:t>
      </w:r>
      <w:r w:rsidR="00AC7755" w:rsidRPr="00AC7755">
        <w:rPr>
          <w:rStyle w:val="libAlaemChar"/>
          <w:rtl/>
        </w:rPr>
        <w:t>صلى‌الله‌عليه‌وآله‌وسلم</w:t>
      </w:r>
      <w:r w:rsidRPr="00D95A45">
        <w:rPr>
          <w:rtl/>
        </w:rPr>
        <w:t xml:space="preserve"> اني اصبت دماء قوم من اليهود والنصارى فوديتهم ثمانمائة درهم</w:t>
      </w:r>
      <w:r w:rsidR="00CC15EB">
        <w:rPr>
          <w:rtl/>
        </w:rPr>
        <w:t>،</w:t>
      </w:r>
      <w:r>
        <w:rPr>
          <w:rtl/>
        </w:rPr>
        <w:t xml:space="preserve"> </w:t>
      </w:r>
      <w:r w:rsidRPr="00D95A45">
        <w:rPr>
          <w:rtl/>
        </w:rPr>
        <w:t>واصبت دماء قوم من المجوس ولم تكن عهدت الي فيهم عهدا فقال</w:t>
      </w:r>
      <w:r w:rsidR="00CC15EB">
        <w:rPr>
          <w:rtl/>
        </w:rPr>
        <w:t>:</w:t>
      </w:r>
      <w:r>
        <w:rPr>
          <w:rtl/>
        </w:rPr>
        <w:t xml:space="preserve"> </w:t>
      </w:r>
      <w:r w:rsidRPr="00D95A45">
        <w:rPr>
          <w:rtl/>
        </w:rPr>
        <w:t xml:space="preserve">فكتب إليه رسول الله </w:t>
      </w:r>
      <w:r w:rsidR="00AC7755" w:rsidRPr="00AC7755">
        <w:rPr>
          <w:rStyle w:val="libAlaemChar"/>
          <w:rtl/>
        </w:rPr>
        <w:t>صلى‌الله‌عليه‌وآله‌وسلم</w:t>
      </w:r>
      <w:r w:rsidR="00CC15EB">
        <w:rPr>
          <w:rtl/>
        </w:rPr>
        <w:t>:</w:t>
      </w:r>
      <w:r>
        <w:rPr>
          <w:rtl/>
        </w:rPr>
        <w:t xml:space="preserve"> </w:t>
      </w:r>
      <w:r w:rsidRPr="00D95A45">
        <w:rPr>
          <w:rtl/>
        </w:rPr>
        <w:t>إن ديتهم مثل دية اليهود والنصارى وقال</w:t>
      </w:r>
      <w:r w:rsidR="00CC15EB">
        <w:rPr>
          <w:rtl/>
        </w:rPr>
        <w:t>:</w:t>
      </w:r>
      <w:r>
        <w:rPr>
          <w:rtl/>
        </w:rPr>
        <w:t xml:space="preserve"> </w:t>
      </w:r>
      <w:r w:rsidRPr="00D95A45">
        <w:rPr>
          <w:rtl/>
        </w:rPr>
        <w:t>انهم اهل الكتاب.</w:t>
      </w:r>
    </w:p>
    <w:p w:rsidR="00AC7755" w:rsidRDefault="00D45E0E" w:rsidP="00AC7755">
      <w:pPr>
        <w:pStyle w:val="libNormal"/>
        <w:rPr>
          <w:rtl/>
        </w:rPr>
      </w:pPr>
      <w:r w:rsidRPr="00D95A45">
        <w:rPr>
          <w:rtl/>
        </w:rPr>
        <w:t>(732) 29</w:t>
      </w:r>
      <w:r w:rsidR="00CC15EB">
        <w:rPr>
          <w:rtl/>
        </w:rPr>
        <w:t xml:space="preserve"> - </w:t>
      </w:r>
      <w:r w:rsidRPr="00D95A45">
        <w:rPr>
          <w:rtl/>
        </w:rPr>
        <w:t>اسماعيل بن مهران عن درست عن ابن مسكان عن ابى بصير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دية اليهود والنصارى والمجوس قال</w:t>
      </w:r>
      <w:r w:rsidR="00CC15EB">
        <w:rPr>
          <w:rtl/>
        </w:rPr>
        <w:t>:</w:t>
      </w:r>
      <w:r>
        <w:rPr>
          <w:rtl/>
        </w:rPr>
        <w:t xml:space="preserve"> </w:t>
      </w:r>
      <w:r w:rsidRPr="00D95A45">
        <w:rPr>
          <w:rtl/>
        </w:rPr>
        <w:t>هم سواء ثمانمائة درهم</w:t>
      </w:r>
      <w:r w:rsidR="00CC15EB">
        <w:rPr>
          <w:rtl/>
        </w:rPr>
        <w:t>،</w:t>
      </w:r>
      <w:r>
        <w:rPr>
          <w:rtl/>
        </w:rPr>
        <w:t xml:space="preserve"> </w:t>
      </w:r>
      <w:r w:rsidRPr="00D95A45">
        <w:rPr>
          <w:rtl/>
        </w:rPr>
        <w:t>قال</w:t>
      </w:r>
      <w:r w:rsidR="00CC15EB">
        <w:rPr>
          <w:rtl/>
        </w:rPr>
        <w:t>:</w:t>
      </w:r>
      <w:r>
        <w:rPr>
          <w:rtl/>
        </w:rPr>
        <w:t xml:space="preserve"> </w:t>
      </w:r>
      <w:r w:rsidRPr="00D95A45">
        <w:rPr>
          <w:rtl/>
        </w:rPr>
        <w:t>فقلت</w:t>
      </w:r>
      <w:r w:rsidR="00CC15EB">
        <w:rPr>
          <w:rtl/>
        </w:rPr>
        <w:t>:</w:t>
      </w:r>
      <w:r>
        <w:rPr>
          <w:rtl/>
        </w:rPr>
        <w:t xml:space="preserve"> </w:t>
      </w:r>
      <w:r w:rsidRPr="00D95A45">
        <w:rPr>
          <w:rtl/>
        </w:rPr>
        <w:t>جعلت فداك ان اخذوا في بلاد المسلمين وهم يعملون الفاحشة أيقام عليهم الحد</w:t>
      </w:r>
      <w:r>
        <w:rPr>
          <w:rtl/>
        </w:rPr>
        <w:t>؟</w:t>
      </w:r>
      <w:r w:rsidRPr="00D95A45">
        <w:rPr>
          <w:rtl/>
        </w:rPr>
        <w:t xml:space="preserve"> قال</w:t>
      </w:r>
      <w:r w:rsidR="00CC15EB">
        <w:rPr>
          <w:rtl/>
        </w:rPr>
        <w:t>:</w:t>
      </w:r>
      <w:r>
        <w:rPr>
          <w:rtl/>
        </w:rPr>
        <w:t xml:space="preserve"> </w:t>
      </w:r>
      <w:r w:rsidRPr="00D95A45">
        <w:rPr>
          <w:rtl/>
        </w:rPr>
        <w:t>نعم يحكم فيهم باحكام المسلمين.</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هو ابراهيم الكرخي من فقهاء العامة</w:t>
      </w:r>
    </w:p>
    <w:p w:rsidR="00CC15EB" w:rsidRDefault="00CC15EB" w:rsidP="00AC7755">
      <w:pPr>
        <w:pStyle w:val="libFootnote0"/>
        <w:rPr>
          <w:rtl/>
        </w:rPr>
      </w:pPr>
      <w:r>
        <w:rPr>
          <w:rtl/>
        </w:rPr>
        <w:t>-</w:t>
      </w:r>
      <w:r w:rsidR="00D45E0E" w:rsidRPr="007277FF">
        <w:rPr>
          <w:rtl/>
        </w:rPr>
        <w:t xml:space="preserve"> 728</w:t>
      </w:r>
      <w:r>
        <w:rPr>
          <w:rtl/>
        </w:rPr>
        <w:t xml:space="preserve"> - </w:t>
      </w:r>
      <w:r w:rsidR="00D45E0E" w:rsidRPr="007277FF">
        <w:rPr>
          <w:rtl/>
        </w:rPr>
        <w:t>729</w:t>
      </w:r>
      <w:r>
        <w:rPr>
          <w:rtl/>
        </w:rPr>
        <w:t xml:space="preserve"> - </w:t>
      </w:r>
      <w:r w:rsidR="00D45E0E" w:rsidRPr="007277FF">
        <w:rPr>
          <w:rtl/>
        </w:rPr>
        <w:t>الاستبصار ج 4 ص 268 الكافي ج 2 ص 326</w:t>
      </w:r>
    </w:p>
    <w:p w:rsidR="00CC15EB" w:rsidRDefault="00CC15EB" w:rsidP="00AC7755">
      <w:pPr>
        <w:pStyle w:val="libFootnote0"/>
        <w:rPr>
          <w:rtl/>
        </w:rPr>
      </w:pPr>
      <w:r>
        <w:rPr>
          <w:rtl/>
        </w:rPr>
        <w:t>-</w:t>
      </w:r>
      <w:r w:rsidR="00D45E0E" w:rsidRPr="007277FF">
        <w:rPr>
          <w:rtl/>
        </w:rPr>
        <w:t xml:space="preserve"> 730</w:t>
      </w:r>
      <w:r>
        <w:rPr>
          <w:rtl/>
        </w:rPr>
        <w:t xml:space="preserve"> - </w:t>
      </w:r>
      <w:r w:rsidR="00D45E0E" w:rsidRPr="007277FF">
        <w:rPr>
          <w:rtl/>
        </w:rPr>
        <w:t>الاستبصار ج 4 ص 268 الكافي ج 2 ص 327</w:t>
      </w:r>
    </w:p>
    <w:p w:rsidR="00CC15EB" w:rsidRDefault="00CC15EB" w:rsidP="00AC7755">
      <w:pPr>
        <w:pStyle w:val="libFootnote0"/>
        <w:rPr>
          <w:rtl/>
        </w:rPr>
      </w:pPr>
      <w:r>
        <w:rPr>
          <w:rtl/>
        </w:rPr>
        <w:t>-</w:t>
      </w:r>
      <w:r w:rsidR="00D45E0E" w:rsidRPr="007277FF">
        <w:rPr>
          <w:rtl/>
        </w:rPr>
        <w:t xml:space="preserve"> 731</w:t>
      </w:r>
      <w:r>
        <w:rPr>
          <w:rtl/>
        </w:rPr>
        <w:t xml:space="preserve"> - </w:t>
      </w:r>
      <w:r w:rsidR="00D45E0E" w:rsidRPr="007277FF">
        <w:rPr>
          <w:rtl/>
        </w:rPr>
        <w:t>الاستبصار ج 4 ص 268 الفقيه ج 4 ص 90</w:t>
      </w:r>
    </w:p>
    <w:p w:rsidR="00AC7755" w:rsidRDefault="00CC15EB" w:rsidP="00AC7755">
      <w:pPr>
        <w:pStyle w:val="libFootnote0"/>
        <w:rPr>
          <w:rtl/>
        </w:rPr>
      </w:pPr>
      <w:r>
        <w:rPr>
          <w:rtl/>
        </w:rPr>
        <w:t>-</w:t>
      </w:r>
      <w:r w:rsidR="00D45E0E" w:rsidRPr="00DA0376">
        <w:rPr>
          <w:rtl/>
        </w:rPr>
        <w:t xml:space="preserve"> 732</w:t>
      </w:r>
      <w:r>
        <w:rPr>
          <w:rtl/>
        </w:rPr>
        <w:t xml:space="preserve"> - </w:t>
      </w:r>
      <w:r w:rsidR="00D45E0E" w:rsidRPr="00DA0376">
        <w:rPr>
          <w:rtl/>
        </w:rPr>
        <w:t>الاستبصار ج 4 ص 269 بدون الذيل الفقيه ج 4 ص 90</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(733) 30</w:t>
      </w:r>
      <w:r w:rsidR="00CC15EB">
        <w:rPr>
          <w:rtl/>
        </w:rPr>
        <w:t xml:space="preserve"> - </w:t>
      </w:r>
      <w:r w:rsidRPr="00D95A45">
        <w:rPr>
          <w:rtl/>
        </w:rPr>
        <w:t>عثمان بن عيسى عن سماعة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كم دية الذمي قال</w:t>
      </w:r>
      <w:r w:rsidR="00CC15EB">
        <w:rPr>
          <w:rtl/>
        </w:rPr>
        <w:t>:</w:t>
      </w:r>
      <w:r>
        <w:rPr>
          <w:rtl/>
        </w:rPr>
        <w:t xml:space="preserve"> </w:t>
      </w:r>
      <w:r w:rsidRPr="00D95A45">
        <w:rPr>
          <w:rtl/>
        </w:rPr>
        <w:t>ثمانمائة درهم.</w:t>
      </w:r>
    </w:p>
    <w:p w:rsidR="00AC7755" w:rsidRDefault="00D45E0E" w:rsidP="00AC7755">
      <w:pPr>
        <w:pStyle w:val="libNormal"/>
        <w:rPr>
          <w:rtl/>
        </w:rPr>
      </w:pPr>
      <w:r w:rsidRPr="00D95A45">
        <w:rPr>
          <w:rtl/>
        </w:rPr>
        <w:t>(734) 31</w:t>
      </w:r>
      <w:r w:rsidR="00CC15EB">
        <w:rPr>
          <w:rtl/>
        </w:rPr>
        <w:t xml:space="preserve"> - </w:t>
      </w:r>
      <w:r w:rsidRPr="00D95A45">
        <w:rPr>
          <w:rtl/>
        </w:rPr>
        <w:t xml:space="preserve">صفوان عن ابن مسكان عن ليث المرادي وعبد الاعلى ابن اعين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دية اليهودي والنصراني ثمانمائة درهم.</w:t>
      </w:r>
    </w:p>
    <w:p w:rsidR="00AC7755" w:rsidRDefault="00D45E0E" w:rsidP="00AC7755">
      <w:pPr>
        <w:pStyle w:val="libNormal"/>
        <w:rPr>
          <w:rtl/>
        </w:rPr>
      </w:pPr>
      <w:r w:rsidRPr="00D95A45">
        <w:rPr>
          <w:rtl/>
        </w:rPr>
        <w:t xml:space="preserve"> فاما ما رواه</w:t>
      </w:r>
      <w:r w:rsidR="00CC15EB">
        <w:rPr>
          <w:rtl/>
        </w:rPr>
        <w:t>:</w:t>
      </w:r>
      <w:r>
        <w:rPr>
          <w:rtl/>
        </w:rPr>
        <w:t xml:space="preserve"> </w:t>
      </w:r>
    </w:p>
    <w:p w:rsidR="00AC7755" w:rsidRDefault="00D45E0E" w:rsidP="00AC7755">
      <w:pPr>
        <w:pStyle w:val="libNormal"/>
        <w:rPr>
          <w:rtl/>
        </w:rPr>
      </w:pPr>
      <w:r>
        <w:rPr>
          <w:rFonts w:hint="cs"/>
          <w:rtl/>
        </w:rPr>
        <w:t>(</w:t>
      </w:r>
      <w:r w:rsidRPr="00D95A45">
        <w:rPr>
          <w:rtl/>
        </w:rPr>
        <w:t>735) 32</w:t>
      </w:r>
      <w:r w:rsidR="00CC15EB">
        <w:rPr>
          <w:rtl/>
        </w:rPr>
        <w:t xml:space="preserve"> - </w:t>
      </w:r>
      <w:r w:rsidRPr="00D95A45">
        <w:rPr>
          <w:rtl/>
        </w:rPr>
        <w:t xml:space="preserve">اسماعيل بن مهران عن ابن المغيرة عن منصور عن ابان ابن تغلب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دية اليهودي والنصراني والمجوسي دية المسلم.</w:t>
      </w:r>
    </w:p>
    <w:p w:rsidR="00AC7755" w:rsidRDefault="00D45E0E" w:rsidP="00AC7755">
      <w:pPr>
        <w:pStyle w:val="libNormal"/>
        <w:rPr>
          <w:rtl/>
        </w:rPr>
      </w:pPr>
      <w:r w:rsidRPr="00D95A45">
        <w:rPr>
          <w:rtl/>
        </w:rPr>
        <w:t>(736) 33</w:t>
      </w:r>
      <w:r w:rsidR="00CC15EB">
        <w:rPr>
          <w:rtl/>
        </w:rPr>
        <w:t xml:space="preserve"> - </w:t>
      </w:r>
      <w:r w:rsidRPr="00D95A45">
        <w:rPr>
          <w:rtl/>
        </w:rPr>
        <w:t xml:space="preserve">وما وراه الحسين بن سعيد عن فضالة عن ابان عن زرارة عن ابي عبد الله </w:t>
      </w:r>
      <w:r w:rsidR="00AC7755" w:rsidRPr="00AC7755">
        <w:rPr>
          <w:rStyle w:val="libAlaemChar"/>
          <w:rtl/>
        </w:rPr>
        <w:t>عليه‌السلام</w:t>
      </w:r>
      <w:r w:rsidRPr="00D95A45">
        <w:rPr>
          <w:rtl/>
        </w:rPr>
        <w:t xml:space="preserve"> انه قال</w:t>
      </w:r>
      <w:r w:rsidR="00CC15EB">
        <w:rPr>
          <w:rtl/>
        </w:rPr>
        <w:t>:</w:t>
      </w:r>
      <w:r>
        <w:rPr>
          <w:rtl/>
        </w:rPr>
        <w:t xml:space="preserve"> </w:t>
      </w:r>
      <w:r w:rsidRPr="00D95A45">
        <w:rPr>
          <w:rtl/>
        </w:rPr>
        <w:t xml:space="preserve">من اعطاه رسول الله </w:t>
      </w:r>
      <w:r w:rsidR="00AC7755" w:rsidRPr="00AC7755">
        <w:rPr>
          <w:rStyle w:val="libAlaemChar"/>
          <w:rtl/>
        </w:rPr>
        <w:t>صلى‌الله‌عليه‌وآله‌وسلم</w:t>
      </w:r>
      <w:r w:rsidRPr="00D95A45">
        <w:rPr>
          <w:rtl/>
        </w:rPr>
        <w:t xml:space="preserve"> ذمة فديته كاملة</w:t>
      </w:r>
      <w:r w:rsidR="00CC15EB">
        <w:rPr>
          <w:rtl/>
        </w:rPr>
        <w:t>،</w:t>
      </w:r>
      <w:r>
        <w:rPr>
          <w:rtl/>
        </w:rPr>
        <w:t xml:space="preserve"> </w:t>
      </w:r>
      <w:r w:rsidRPr="00D95A45">
        <w:rPr>
          <w:rtl/>
        </w:rPr>
        <w:t>قال زرارة</w:t>
      </w:r>
      <w:r w:rsidR="00CC15EB">
        <w:rPr>
          <w:rtl/>
        </w:rPr>
        <w:t>:</w:t>
      </w:r>
      <w:r>
        <w:rPr>
          <w:rtl/>
        </w:rPr>
        <w:t xml:space="preserve"> </w:t>
      </w:r>
      <w:r w:rsidRPr="00D95A45">
        <w:rPr>
          <w:rtl/>
        </w:rPr>
        <w:t>فهؤلاء</w:t>
      </w:r>
      <w:r>
        <w:rPr>
          <w:rtl/>
        </w:rPr>
        <w:t>؟</w:t>
      </w:r>
      <w:r w:rsidRPr="00D95A45">
        <w:rPr>
          <w:rtl/>
        </w:rPr>
        <w:t xml:space="preserve"> قال أبو عبد الله </w:t>
      </w:r>
      <w:r w:rsidR="00AC7755" w:rsidRPr="00AC7755">
        <w:rPr>
          <w:rStyle w:val="libAlaemChar"/>
          <w:rtl/>
        </w:rPr>
        <w:t>عليه‌السلام</w:t>
      </w:r>
      <w:r w:rsidR="00CC15EB">
        <w:rPr>
          <w:rtl/>
        </w:rPr>
        <w:t>:</w:t>
      </w:r>
      <w:r>
        <w:rPr>
          <w:rtl/>
        </w:rPr>
        <w:t xml:space="preserve"> </w:t>
      </w:r>
      <w:r w:rsidRPr="00D95A45">
        <w:rPr>
          <w:rtl/>
        </w:rPr>
        <w:t>وهؤلاء من اعطاهم ذمة.</w:t>
      </w:r>
    </w:p>
    <w:p w:rsidR="00AC7755" w:rsidRDefault="00D45E0E" w:rsidP="00AC7755">
      <w:pPr>
        <w:pStyle w:val="libNormal"/>
        <w:rPr>
          <w:rtl/>
        </w:rPr>
      </w:pPr>
      <w:r w:rsidRPr="00D95A45">
        <w:rPr>
          <w:rtl/>
        </w:rPr>
        <w:t>(737) 34</w:t>
      </w:r>
      <w:r w:rsidR="00CC15EB">
        <w:rPr>
          <w:rtl/>
        </w:rPr>
        <w:t xml:space="preserve"> - </w:t>
      </w:r>
      <w:r w:rsidRPr="00D95A45">
        <w:rPr>
          <w:rtl/>
        </w:rPr>
        <w:t xml:space="preserve">وما رواه محمد بن خالد عن القاسم بن محمد عن علي عن ابي بصير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دية اليهودي والنصراني اربعة آلاف درهم ودية المجوسي ثمانمائة درهم</w:t>
      </w:r>
      <w:r w:rsidR="00CC15EB">
        <w:rPr>
          <w:rtl/>
        </w:rPr>
        <w:t>،</w:t>
      </w:r>
      <w:r>
        <w:rPr>
          <w:rtl/>
        </w:rPr>
        <w:t xml:space="preserve"> </w:t>
      </w:r>
      <w:r w:rsidRPr="00D95A45">
        <w:rPr>
          <w:rtl/>
        </w:rPr>
        <w:t>وقال ايضا</w:t>
      </w:r>
      <w:r w:rsidR="00CC15EB">
        <w:rPr>
          <w:rtl/>
        </w:rPr>
        <w:t>:</w:t>
      </w:r>
      <w:r>
        <w:rPr>
          <w:rtl/>
        </w:rPr>
        <w:t xml:space="preserve"> </w:t>
      </w:r>
      <w:r w:rsidRPr="00D95A45">
        <w:rPr>
          <w:rtl/>
        </w:rPr>
        <w:t>ان للمجوس كتابا يقال له جاماس</w:t>
      </w:r>
      <w:r w:rsidR="00CC15EB">
        <w:rPr>
          <w:rtl/>
        </w:rPr>
        <w:t>،</w:t>
      </w:r>
      <w:r>
        <w:rPr>
          <w:rtl/>
        </w:rPr>
        <w:t xml:space="preserve"> </w:t>
      </w:r>
      <w:r w:rsidRPr="00D95A45">
        <w:rPr>
          <w:rtl/>
        </w:rPr>
        <w:t>قال محمد بن الحسن</w:t>
      </w:r>
      <w:r w:rsidR="00CC15EB">
        <w:rPr>
          <w:rtl/>
        </w:rPr>
        <w:t>:</w:t>
      </w:r>
      <w:r>
        <w:rPr>
          <w:rtl/>
        </w:rPr>
        <w:t xml:space="preserve"> </w:t>
      </w:r>
      <w:r w:rsidRPr="00D95A45">
        <w:rPr>
          <w:rtl/>
        </w:rPr>
        <w:t>الوجه في هذه الخبار ان تحملها على من يتعود قتل اهل الذمة</w:t>
      </w:r>
      <w:r w:rsidR="00CC15EB">
        <w:rPr>
          <w:rtl/>
        </w:rPr>
        <w:t>،</w:t>
      </w:r>
      <w:r>
        <w:rPr>
          <w:rtl/>
        </w:rPr>
        <w:t xml:space="preserve"> </w:t>
      </w:r>
      <w:r w:rsidRPr="00D95A45">
        <w:rPr>
          <w:rtl/>
        </w:rPr>
        <w:t>فان من كان كذلك فللامام ان يلزمه دية المسلم كاملة تارة</w:t>
      </w:r>
      <w:r w:rsidR="00CC15EB">
        <w:rPr>
          <w:rtl/>
        </w:rPr>
        <w:t>،</w:t>
      </w:r>
      <w:r>
        <w:rPr>
          <w:rtl/>
        </w:rPr>
        <w:t xml:space="preserve"> </w:t>
      </w:r>
      <w:r w:rsidRPr="00D95A45">
        <w:rPr>
          <w:rtl/>
        </w:rPr>
        <w:t>وتارة اربعة آلاف درهم بحسب ما يراه أصلح في الحال واردع لكي ينكل عن قتلهم غيره</w:t>
      </w:r>
      <w:r w:rsidR="00CC15EB">
        <w:rPr>
          <w:rtl/>
        </w:rPr>
        <w:t>،</w:t>
      </w:r>
      <w:r>
        <w:rPr>
          <w:rtl/>
        </w:rPr>
        <w:t xml:space="preserve"> </w:t>
      </w:r>
      <w:r w:rsidRPr="00D95A45">
        <w:rPr>
          <w:rtl/>
        </w:rPr>
        <w:t>فاما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733</w:t>
      </w:r>
      <w:r>
        <w:rPr>
          <w:rFonts w:hint="cs"/>
          <w:rtl/>
        </w:rPr>
        <w:t xml:space="preserve"> - </w:t>
      </w:r>
      <w:r w:rsidR="00D45E0E" w:rsidRPr="007277FF">
        <w:rPr>
          <w:rtl/>
        </w:rPr>
        <w:t>734</w:t>
      </w:r>
      <w:r>
        <w:rPr>
          <w:rtl/>
        </w:rPr>
        <w:t xml:space="preserve"> - </w:t>
      </w:r>
      <w:r w:rsidR="00D45E0E" w:rsidRPr="007277FF">
        <w:rPr>
          <w:rtl/>
        </w:rPr>
        <w:t>الاستبصار ج 4 ص 269</w:t>
      </w:r>
    </w:p>
    <w:p w:rsidR="00CC15EB" w:rsidRDefault="00CC15EB" w:rsidP="00AC7755">
      <w:pPr>
        <w:pStyle w:val="libFootnote0"/>
        <w:rPr>
          <w:rtl/>
        </w:rPr>
      </w:pPr>
      <w:r>
        <w:rPr>
          <w:rtl/>
        </w:rPr>
        <w:t>-</w:t>
      </w:r>
      <w:r w:rsidR="00D45E0E" w:rsidRPr="007277FF">
        <w:rPr>
          <w:rtl/>
        </w:rPr>
        <w:t xml:space="preserve"> 735</w:t>
      </w:r>
      <w:r>
        <w:rPr>
          <w:rtl/>
        </w:rPr>
        <w:t xml:space="preserve"> - </w:t>
      </w:r>
      <w:r w:rsidR="00D45E0E" w:rsidRPr="007277FF">
        <w:rPr>
          <w:rtl/>
        </w:rPr>
        <w:t>الاستبصار ج 4 ص 269 الفقيه ج 4 ص 91</w:t>
      </w:r>
    </w:p>
    <w:p w:rsidR="00CC15EB" w:rsidRDefault="00CC15EB" w:rsidP="00AC7755">
      <w:pPr>
        <w:pStyle w:val="libFootnote0"/>
        <w:rPr>
          <w:rtl/>
        </w:rPr>
      </w:pPr>
      <w:r>
        <w:rPr>
          <w:rtl/>
        </w:rPr>
        <w:t>-</w:t>
      </w:r>
      <w:r w:rsidR="00D45E0E" w:rsidRPr="007277FF">
        <w:rPr>
          <w:rtl/>
        </w:rPr>
        <w:t xml:space="preserve"> 736</w:t>
      </w:r>
      <w:r>
        <w:rPr>
          <w:rtl/>
        </w:rPr>
        <w:t xml:space="preserve"> - </w:t>
      </w:r>
      <w:r w:rsidR="00D45E0E" w:rsidRPr="007277FF">
        <w:rPr>
          <w:rtl/>
        </w:rPr>
        <w:t>الاستبصار ج 4 ص 269 الفقيه ج 4 ص 92</w:t>
      </w:r>
    </w:p>
    <w:p w:rsidR="00AC7755" w:rsidRDefault="00CC15EB" w:rsidP="00AC7755">
      <w:pPr>
        <w:pStyle w:val="libFootnote0"/>
        <w:rPr>
          <w:rtl/>
        </w:rPr>
      </w:pPr>
      <w:r>
        <w:rPr>
          <w:rtl/>
        </w:rPr>
        <w:t>-</w:t>
      </w:r>
      <w:r w:rsidR="00D45E0E" w:rsidRPr="00DA0376">
        <w:rPr>
          <w:rtl/>
        </w:rPr>
        <w:t xml:space="preserve"> 737</w:t>
      </w:r>
      <w:r>
        <w:rPr>
          <w:rtl/>
        </w:rPr>
        <w:t xml:space="preserve"> - </w:t>
      </w:r>
      <w:r w:rsidR="00D45E0E" w:rsidRPr="00DA0376">
        <w:rPr>
          <w:rtl/>
        </w:rPr>
        <w:t>الاستبصار ج 4 ص 269 الفقيه ج 4 ص 91</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من ندر ذلك منه فلا يلزمه اكثر من الثمانمائة حسب ما قدمناه اولا</w:t>
      </w:r>
      <w:r w:rsidR="00CC15EB">
        <w:rPr>
          <w:rtl/>
        </w:rPr>
        <w:t>،</w:t>
      </w:r>
      <w:r>
        <w:rPr>
          <w:rtl/>
        </w:rPr>
        <w:t xml:space="preserve"> </w:t>
      </w:r>
      <w:r w:rsidRPr="00DA0376">
        <w:rPr>
          <w:rtl/>
        </w:rPr>
        <w:t>والذى يدل على ما قلناه ما رواه</w:t>
      </w:r>
      <w:r w:rsidR="00CC15EB">
        <w:rPr>
          <w:rtl/>
        </w:rPr>
        <w:t>:</w:t>
      </w:r>
      <w:r>
        <w:rPr>
          <w:rtl/>
        </w:rPr>
        <w:t xml:space="preserve"> </w:t>
      </w:r>
    </w:p>
    <w:p w:rsidR="00AC7755" w:rsidRDefault="00D45E0E" w:rsidP="00AC7755">
      <w:pPr>
        <w:pStyle w:val="libNormal"/>
        <w:rPr>
          <w:rtl/>
        </w:rPr>
      </w:pPr>
      <w:r w:rsidRPr="00D95A45">
        <w:rPr>
          <w:rtl/>
        </w:rPr>
        <w:t>(738) 35</w:t>
      </w:r>
      <w:r w:rsidR="00CC15EB">
        <w:rPr>
          <w:rtl/>
        </w:rPr>
        <w:t xml:space="preserve"> - </w:t>
      </w:r>
      <w:r w:rsidRPr="00D95A45">
        <w:rPr>
          <w:rtl/>
        </w:rPr>
        <w:t>ابن محبوب عن ابى ايوب عن سماعة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مسلم قتل ذميا قال</w:t>
      </w:r>
      <w:r w:rsidR="00CC15EB">
        <w:rPr>
          <w:rtl/>
        </w:rPr>
        <w:t>:</w:t>
      </w:r>
      <w:r>
        <w:rPr>
          <w:rtl/>
        </w:rPr>
        <w:t xml:space="preserve"> </w:t>
      </w:r>
      <w:r w:rsidRPr="00D95A45">
        <w:rPr>
          <w:rtl/>
        </w:rPr>
        <w:t>فقال</w:t>
      </w:r>
      <w:r w:rsidR="00CC15EB">
        <w:rPr>
          <w:rtl/>
        </w:rPr>
        <w:t>:</w:t>
      </w:r>
      <w:r>
        <w:rPr>
          <w:rtl/>
        </w:rPr>
        <w:t xml:space="preserve"> </w:t>
      </w:r>
      <w:r w:rsidRPr="00D95A45">
        <w:rPr>
          <w:rtl/>
        </w:rPr>
        <w:t>هذا شئ شديد لا يحتمله الناس فليعط اهله دية المسلم حتى ينكل عن قتل اهل السواد وعن قتل الذمي ثم قال</w:t>
      </w:r>
      <w:r w:rsidR="00CC15EB">
        <w:rPr>
          <w:rtl/>
        </w:rPr>
        <w:t>:</w:t>
      </w:r>
      <w:r>
        <w:rPr>
          <w:rtl/>
        </w:rPr>
        <w:t xml:space="preserve"> </w:t>
      </w:r>
      <w:r w:rsidRPr="00D95A45">
        <w:rPr>
          <w:rtl/>
        </w:rPr>
        <w:t>لو أن مسلما غضب على ذمي فاراد ان يقتله ويأخذ ارضه ويؤدى الى اهله ثمانمائة درهم إذا يكثر القتل في الذميين</w:t>
      </w:r>
      <w:r w:rsidR="00CC15EB">
        <w:rPr>
          <w:rtl/>
        </w:rPr>
        <w:t>،</w:t>
      </w:r>
      <w:r>
        <w:rPr>
          <w:rtl/>
        </w:rPr>
        <w:t xml:space="preserve"> </w:t>
      </w:r>
      <w:r w:rsidRPr="00D95A45">
        <w:rPr>
          <w:rtl/>
        </w:rPr>
        <w:t xml:space="preserve">ومن قتل ذميا ظلما فانه ليحرم على المسلم ان يقتل ذميا حراما ما آمن بالجزية واداها ولم يجحدها. </w:t>
      </w:r>
    </w:p>
    <w:p w:rsidR="00AC7755" w:rsidRDefault="00D45E0E" w:rsidP="00AC7755">
      <w:pPr>
        <w:pStyle w:val="libNormal"/>
        <w:rPr>
          <w:rtl/>
        </w:rPr>
      </w:pPr>
      <w:r w:rsidRPr="00D95A45">
        <w:rPr>
          <w:rtl/>
        </w:rPr>
        <w:t>فاما رواية ابي بصير خاصة فقد روينا عنه ان ديتهم ثمانمائة درهم مثل سائر الاخبار</w:t>
      </w:r>
      <w:r w:rsidR="00CC15EB">
        <w:rPr>
          <w:rtl/>
        </w:rPr>
        <w:t>،</w:t>
      </w:r>
      <w:r>
        <w:rPr>
          <w:rtl/>
        </w:rPr>
        <w:t xml:space="preserve"> </w:t>
      </w:r>
      <w:r w:rsidRPr="00D95A45">
        <w:rPr>
          <w:rtl/>
        </w:rPr>
        <w:t>وما تضمن خبره من الفرق بين اليهود والنصارى والمجوس فقد روى هو ايضا انه لا فرق بينهم وهم في الدية سواء</w:t>
      </w:r>
      <w:r w:rsidR="00CC15EB">
        <w:rPr>
          <w:rtl/>
        </w:rPr>
        <w:t>،</w:t>
      </w:r>
      <w:r>
        <w:rPr>
          <w:rtl/>
        </w:rPr>
        <w:t xml:space="preserve"> </w:t>
      </w:r>
      <w:r w:rsidRPr="00D95A45">
        <w:rPr>
          <w:rtl/>
        </w:rPr>
        <w:t>وروى غيره ايضا ذلك</w:t>
      </w:r>
      <w:r w:rsidR="00CC15EB">
        <w:rPr>
          <w:rtl/>
        </w:rPr>
        <w:t>،</w:t>
      </w:r>
      <w:r>
        <w:rPr>
          <w:rtl/>
        </w:rPr>
        <w:t xml:space="preserve"> </w:t>
      </w:r>
      <w:r w:rsidRPr="00D95A45">
        <w:rPr>
          <w:rtl/>
        </w:rPr>
        <w:t>وقد قدمنا في ذلك الاخبار</w:t>
      </w:r>
      <w:r w:rsidR="00CC15EB">
        <w:rPr>
          <w:rtl/>
        </w:rPr>
        <w:t>،</w:t>
      </w:r>
      <w:r>
        <w:rPr>
          <w:rtl/>
        </w:rPr>
        <w:t xml:space="preserve"> </w:t>
      </w:r>
      <w:r w:rsidRPr="00D95A45">
        <w:rPr>
          <w:rtl/>
        </w:rPr>
        <w:t>ويزيد ذلك بيانا ما رواه.</w:t>
      </w:r>
    </w:p>
    <w:p w:rsidR="00AC7755" w:rsidRDefault="00D45E0E" w:rsidP="00AC7755">
      <w:pPr>
        <w:pStyle w:val="libNormal"/>
        <w:rPr>
          <w:rtl/>
        </w:rPr>
      </w:pPr>
      <w:r w:rsidRPr="00D95A45">
        <w:rPr>
          <w:rtl/>
        </w:rPr>
        <w:t>(739) 36</w:t>
      </w:r>
      <w:r w:rsidR="00CC15EB">
        <w:rPr>
          <w:rtl/>
        </w:rPr>
        <w:t xml:space="preserve"> - </w:t>
      </w:r>
      <w:r w:rsidRPr="00D95A45">
        <w:rPr>
          <w:rtl/>
        </w:rPr>
        <w:t>محمد بن علي بن محبوب عن احمد بن محمد عن ابن فضال عن ابن بكير عن زرارة قال</w:t>
      </w:r>
      <w:r w:rsidR="00CC15EB">
        <w:rPr>
          <w:rtl/>
        </w:rPr>
        <w:t>:</w:t>
      </w:r>
      <w:r>
        <w:rPr>
          <w:rtl/>
        </w:rPr>
        <w:t xml:space="preserve"> </w:t>
      </w:r>
      <w:r w:rsidRPr="00D95A45">
        <w:rPr>
          <w:rtl/>
        </w:rPr>
        <w:t>سألته عن المجوس ما حدهم</w:t>
      </w:r>
      <w:r>
        <w:rPr>
          <w:rtl/>
        </w:rPr>
        <w:t>؟</w:t>
      </w:r>
      <w:r w:rsidRPr="00D95A45">
        <w:rPr>
          <w:rtl/>
        </w:rPr>
        <w:t xml:space="preserve"> فقال</w:t>
      </w:r>
      <w:r w:rsidR="00CC15EB">
        <w:rPr>
          <w:rtl/>
        </w:rPr>
        <w:t>:</w:t>
      </w:r>
      <w:r>
        <w:rPr>
          <w:rtl/>
        </w:rPr>
        <w:t xml:space="preserve"> </w:t>
      </w:r>
      <w:r w:rsidRPr="00D95A45">
        <w:rPr>
          <w:rtl/>
        </w:rPr>
        <w:t>هم من أهل الكتاب ومجراهم مجرى اليهود والنصارى في الحدود والديات.</w:t>
      </w:r>
    </w:p>
    <w:p w:rsidR="00AC7755" w:rsidRDefault="00D45E0E" w:rsidP="00AC7755">
      <w:pPr>
        <w:pStyle w:val="libNormal"/>
        <w:rPr>
          <w:rtl/>
        </w:rPr>
      </w:pPr>
      <w:r w:rsidRPr="00D95A45">
        <w:rPr>
          <w:rtl/>
        </w:rPr>
        <w:t>(740) 37</w:t>
      </w:r>
      <w:r w:rsidR="00CC15EB">
        <w:rPr>
          <w:rtl/>
        </w:rPr>
        <w:t xml:space="preserve"> - </w:t>
      </w:r>
      <w:r w:rsidRPr="00D95A45">
        <w:rPr>
          <w:rtl/>
        </w:rPr>
        <w:t xml:space="preserve">الحسن بن محبوب عن علي بن رئاب عن محمد بن قيس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يقاد مسلم بذمي في القتل ولا في الجراحات ولكن يؤخذ من المسلم جناية الذمي على قدر دية الذمي ثمانمائة درهم.</w:t>
      </w:r>
    </w:p>
    <w:p w:rsidR="00AC7755" w:rsidRDefault="00D45E0E" w:rsidP="00AC7755">
      <w:pPr>
        <w:pStyle w:val="libNormal"/>
        <w:rPr>
          <w:rtl/>
        </w:rPr>
      </w:pPr>
      <w:r w:rsidRPr="00D95A45">
        <w:rPr>
          <w:rtl/>
        </w:rPr>
        <w:t xml:space="preserve"> قال محمد بن الحسن</w:t>
      </w:r>
      <w:r w:rsidR="00CC15EB">
        <w:rPr>
          <w:rtl/>
        </w:rPr>
        <w:t>:</w:t>
      </w:r>
      <w:r>
        <w:rPr>
          <w:rtl/>
        </w:rPr>
        <w:t xml:space="preserve"> </w:t>
      </w:r>
      <w:r w:rsidRPr="00D95A45">
        <w:rPr>
          <w:rtl/>
        </w:rPr>
        <w:t>ولا ينافي هذا الخبر ما رواه</w:t>
      </w:r>
      <w:r w:rsidR="00CC15EB">
        <w:rPr>
          <w:rtl/>
        </w:rPr>
        <w:t>:</w:t>
      </w:r>
      <w:r>
        <w:rPr>
          <w:rtl/>
        </w:rPr>
        <w:t xml:space="preserve"> </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738</w:t>
      </w:r>
      <w:r>
        <w:rPr>
          <w:rFonts w:hint="cs"/>
          <w:rtl/>
        </w:rPr>
        <w:t xml:space="preserve"> - </w:t>
      </w:r>
      <w:r w:rsidR="00D45E0E" w:rsidRPr="00DA0376">
        <w:rPr>
          <w:rtl/>
        </w:rPr>
        <w:t>739</w:t>
      </w:r>
      <w:r>
        <w:rPr>
          <w:rtl/>
        </w:rPr>
        <w:t xml:space="preserve"> - </w:t>
      </w:r>
      <w:r w:rsidR="00D45E0E" w:rsidRPr="00DA0376">
        <w:rPr>
          <w:rtl/>
        </w:rPr>
        <w:t>740</w:t>
      </w:r>
      <w:r>
        <w:rPr>
          <w:rtl/>
        </w:rPr>
        <w:t xml:space="preserve"> - </w:t>
      </w:r>
      <w:r w:rsidR="00D45E0E" w:rsidRPr="00DA0376">
        <w:rPr>
          <w:rtl/>
        </w:rPr>
        <w:t>الاستبصار ج 4 ص 270 واخرج الثالث الكليني في الكافي ج 2 ص 327 والصدوق في الفقيه ج 4 ص 90</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(741) 38</w:t>
      </w:r>
      <w:r w:rsidR="00CC15EB">
        <w:rPr>
          <w:rtl/>
        </w:rPr>
        <w:t xml:space="preserve"> - </w:t>
      </w:r>
      <w:r w:rsidRPr="00D95A45">
        <w:rPr>
          <w:rtl/>
        </w:rPr>
        <w:t xml:space="preserve">يونس عن ابن مسكان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قتل المسلم يهوديا أو نصرانيا أو مجوسيا فارادوا ان يقيدوا ردوا فضل دية المسلم واقادوه.</w:t>
      </w:r>
    </w:p>
    <w:p w:rsidR="00AC7755" w:rsidRDefault="00D45E0E" w:rsidP="00AC7755">
      <w:pPr>
        <w:pStyle w:val="libNormal"/>
        <w:rPr>
          <w:rtl/>
        </w:rPr>
      </w:pPr>
      <w:r w:rsidRPr="00D95A45">
        <w:rPr>
          <w:rtl/>
        </w:rPr>
        <w:t>(742) 39</w:t>
      </w:r>
      <w:r w:rsidR="00CC15EB">
        <w:rPr>
          <w:rtl/>
        </w:rPr>
        <w:t xml:space="preserve"> - </w:t>
      </w:r>
      <w:r w:rsidRPr="00D95A45">
        <w:rPr>
          <w:rtl/>
        </w:rPr>
        <w:t xml:space="preserve">عنه عن زرعة عن سماعة عن ابي عبد الله </w:t>
      </w:r>
      <w:r w:rsidR="00AC7755" w:rsidRPr="00AC7755">
        <w:rPr>
          <w:rStyle w:val="libAlaemChar"/>
          <w:rtl/>
        </w:rPr>
        <w:t>عليه‌السلام</w:t>
      </w:r>
      <w:r w:rsidRPr="00D95A45">
        <w:rPr>
          <w:rtl/>
        </w:rPr>
        <w:t xml:space="preserve"> في رجل مسلم يقتل رجلا من اهل الذمة قال</w:t>
      </w:r>
      <w:r w:rsidR="00CC15EB">
        <w:rPr>
          <w:rtl/>
        </w:rPr>
        <w:t>:</w:t>
      </w:r>
      <w:r>
        <w:rPr>
          <w:rtl/>
        </w:rPr>
        <w:t xml:space="preserve"> </w:t>
      </w:r>
      <w:r w:rsidRPr="00D95A45">
        <w:rPr>
          <w:rtl/>
        </w:rPr>
        <w:t>هذا حديث شديد لا يحتمله الناس ولكن يعطى الذمي دية المسلم ثم يقتل به المسلم.</w:t>
      </w:r>
    </w:p>
    <w:p w:rsidR="00AC7755" w:rsidRDefault="00D45E0E" w:rsidP="00AC7755">
      <w:pPr>
        <w:pStyle w:val="libNormal"/>
        <w:rPr>
          <w:rtl/>
        </w:rPr>
      </w:pPr>
      <w:r w:rsidRPr="00D95A45">
        <w:rPr>
          <w:rtl/>
        </w:rPr>
        <w:t>(743) 40</w:t>
      </w:r>
      <w:r w:rsidR="00CC15EB">
        <w:rPr>
          <w:rtl/>
        </w:rPr>
        <w:t xml:space="preserve"> - </w:t>
      </w:r>
      <w:r w:rsidRPr="00D95A45">
        <w:rPr>
          <w:rtl/>
        </w:rPr>
        <w:t xml:space="preserve">الحسين بن سعيد عن فضالة بن ايوب عن ابي المعزا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قتل المسلم النصراني واراد اهل النصراني ان يقتلوه قتلوه وأدوا فضل ما بين الديتين.</w:t>
      </w:r>
    </w:p>
    <w:p w:rsidR="00AC7755" w:rsidRDefault="00D45E0E" w:rsidP="00AC7755">
      <w:pPr>
        <w:pStyle w:val="libNormal"/>
        <w:rPr>
          <w:rtl/>
        </w:rPr>
      </w:pPr>
      <w:r w:rsidRPr="00D95A45">
        <w:rPr>
          <w:rtl/>
        </w:rPr>
        <w:t xml:space="preserve"> لأن الوجه في هذه الروايات أن نحملها على من يتعود قتل اهل الذمة</w:t>
      </w:r>
      <w:r w:rsidR="00CC15EB">
        <w:rPr>
          <w:rtl/>
        </w:rPr>
        <w:t>،</w:t>
      </w:r>
      <w:r>
        <w:rPr>
          <w:rtl/>
        </w:rPr>
        <w:t xml:space="preserve"> </w:t>
      </w:r>
      <w:r w:rsidRPr="00D95A45">
        <w:rPr>
          <w:rtl/>
        </w:rPr>
        <w:t>فان من كان كذلك فللإمام حينئذ أن يقتله ويؤدي اهل الذمي فضل دية المسلم على الذمي على ورثته</w:t>
      </w:r>
      <w:r w:rsidR="00CC15EB">
        <w:rPr>
          <w:rtl/>
        </w:rPr>
        <w:t>،</w:t>
      </w:r>
      <w:r>
        <w:rPr>
          <w:rtl/>
        </w:rPr>
        <w:t xml:space="preserve"> </w:t>
      </w:r>
      <w:r w:rsidRPr="00D95A45">
        <w:rPr>
          <w:rtl/>
        </w:rPr>
        <w:t>وانما يفعل ذلك لكي يرتدع غيره عن قتل اهل الذمة</w:t>
      </w:r>
      <w:r w:rsidR="00CC15EB">
        <w:rPr>
          <w:rtl/>
        </w:rPr>
        <w:t>،</w:t>
      </w:r>
      <w:r>
        <w:rPr>
          <w:rtl/>
        </w:rPr>
        <w:t xml:space="preserve"> </w:t>
      </w:r>
      <w:r w:rsidRPr="00D95A45">
        <w:rPr>
          <w:rtl/>
        </w:rPr>
        <w:t>والذي يدل على ذلك ما رواه.</w:t>
      </w:r>
    </w:p>
    <w:p w:rsidR="00AC7755" w:rsidRDefault="00D45E0E" w:rsidP="00AC7755">
      <w:pPr>
        <w:pStyle w:val="libNormal"/>
        <w:rPr>
          <w:rtl/>
        </w:rPr>
      </w:pPr>
      <w:r w:rsidRPr="00D95A45">
        <w:rPr>
          <w:rtl/>
        </w:rPr>
        <w:t>(744) 41</w:t>
      </w:r>
      <w:r w:rsidR="00CC15EB">
        <w:rPr>
          <w:rtl/>
        </w:rPr>
        <w:t xml:space="preserve"> - </w:t>
      </w:r>
      <w:r w:rsidRPr="00D95A45">
        <w:rPr>
          <w:rtl/>
        </w:rPr>
        <w:t>احمد بن محمد عن علي بن الحكم عن ابان عن اسماعيل ابن الفضل والحسين بن سعيد عن القاسم بن محمد وفضالة عن ابان عن اسماعيل ابن الفضل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دماء المجوس واليهود والنصارى هل عليهم. وعلى من قتلهم شئ إذا غشوا المسلمين واظهروا العداوة لهم والغش</w:t>
      </w:r>
      <w:r>
        <w:rPr>
          <w:rtl/>
        </w:rPr>
        <w:t>؟</w:t>
      </w:r>
      <w:r w:rsidRPr="00D95A45">
        <w:rPr>
          <w:rtl/>
        </w:rPr>
        <w:t xml:space="preserve"> قال</w:t>
      </w:r>
      <w:r w:rsidR="00CC15EB">
        <w:rPr>
          <w:rtl/>
        </w:rPr>
        <w:t>:</w:t>
      </w:r>
      <w:r>
        <w:rPr>
          <w:rtl/>
        </w:rPr>
        <w:t xml:space="preserve"> </w:t>
      </w:r>
      <w:r w:rsidRPr="00D95A45">
        <w:rPr>
          <w:rtl/>
        </w:rPr>
        <w:t>لا الا ان يكون متعودا لقتلهم</w:t>
      </w:r>
      <w:r w:rsidR="00CC15EB">
        <w:rPr>
          <w:rtl/>
        </w:rPr>
        <w:t>،</w:t>
      </w:r>
      <w:r>
        <w:rPr>
          <w:rtl/>
        </w:rPr>
        <w:t xml:space="preserve"> </w:t>
      </w:r>
      <w:r w:rsidRPr="00D95A45">
        <w:rPr>
          <w:rtl/>
        </w:rPr>
        <w:t>قال</w:t>
      </w:r>
      <w:r w:rsidR="00CC15EB">
        <w:rPr>
          <w:rtl/>
        </w:rPr>
        <w:t>:</w:t>
      </w:r>
      <w:r>
        <w:rPr>
          <w:rtl/>
        </w:rPr>
        <w:t xml:space="preserve"> </w:t>
      </w:r>
      <w:r w:rsidRPr="00D95A45">
        <w:rPr>
          <w:rtl/>
        </w:rPr>
        <w:t>وسألته عن المسلم هل يقتل باهل الذمة واهل الكتاب إذا قتلهم</w:t>
      </w:r>
      <w:r>
        <w:rPr>
          <w:rtl/>
        </w:rPr>
        <w:t>؟</w:t>
      </w:r>
      <w:r w:rsidRPr="00D95A45">
        <w:rPr>
          <w:rtl/>
        </w:rPr>
        <w:t xml:space="preserve"> قال</w:t>
      </w:r>
      <w:r w:rsidR="00CC15EB">
        <w:rPr>
          <w:rtl/>
        </w:rPr>
        <w:t>:</w:t>
      </w:r>
      <w:r>
        <w:rPr>
          <w:rtl/>
        </w:rPr>
        <w:t xml:space="preserve"> </w:t>
      </w:r>
      <w:r w:rsidRPr="00D95A45">
        <w:rPr>
          <w:rtl/>
        </w:rPr>
        <w:t>لا الا أن يكون معتادا لذلك لا يدع</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741</w:t>
      </w:r>
      <w:r>
        <w:rPr>
          <w:rFonts w:hint="cs"/>
          <w:rtl/>
        </w:rPr>
        <w:t xml:space="preserve"> - </w:t>
      </w:r>
      <w:r w:rsidR="00D45E0E" w:rsidRPr="007277FF">
        <w:rPr>
          <w:rtl/>
        </w:rPr>
        <w:t>742</w:t>
      </w:r>
      <w:r>
        <w:rPr>
          <w:rtl/>
        </w:rPr>
        <w:t xml:space="preserve"> - </w:t>
      </w:r>
      <w:r w:rsidR="00D45E0E" w:rsidRPr="007277FF">
        <w:rPr>
          <w:rtl/>
        </w:rPr>
        <w:t>الاستبصار ج</w:t>
      </w:r>
      <w:r w:rsidR="00D45E0E">
        <w:rPr>
          <w:rtl/>
        </w:rPr>
        <w:t>؟</w:t>
      </w:r>
      <w:r w:rsidR="00D45E0E" w:rsidRPr="007277FF">
        <w:rPr>
          <w:rtl/>
        </w:rPr>
        <w:t xml:space="preserve"> ص 271 الكافي ج 2 ص 326</w:t>
      </w:r>
    </w:p>
    <w:p w:rsidR="00CC15EB" w:rsidRDefault="00CC15EB" w:rsidP="00AC7755">
      <w:pPr>
        <w:pStyle w:val="libFootnote0"/>
        <w:rPr>
          <w:rtl/>
        </w:rPr>
      </w:pPr>
      <w:r>
        <w:rPr>
          <w:rtl/>
        </w:rPr>
        <w:t>-</w:t>
      </w:r>
      <w:r w:rsidR="00D45E0E" w:rsidRPr="007277FF">
        <w:rPr>
          <w:rtl/>
        </w:rPr>
        <w:t xml:space="preserve"> 743</w:t>
      </w:r>
      <w:r>
        <w:rPr>
          <w:rtl/>
        </w:rPr>
        <w:t xml:space="preserve"> - </w:t>
      </w:r>
      <w:r w:rsidR="00D45E0E" w:rsidRPr="007277FF">
        <w:rPr>
          <w:rtl/>
        </w:rPr>
        <w:t>الاستبصار ج 4 ص 271 الكافي ج 2 ص 327 الفقيه ج 4 ص 92</w:t>
      </w:r>
    </w:p>
    <w:p w:rsidR="00AC7755" w:rsidRDefault="00CC15EB" w:rsidP="00AC7755">
      <w:pPr>
        <w:pStyle w:val="libFootnote0"/>
        <w:rPr>
          <w:rtl/>
        </w:rPr>
      </w:pPr>
      <w:r>
        <w:rPr>
          <w:rtl/>
        </w:rPr>
        <w:t>-</w:t>
      </w:r>
      <w:r w:rsidR="00D45E0E" w:rsidRPr="00DA0376">
        <w:rPr>
          <w:rtl/>
        </w:rPr>
        <w:t xml:space="preserve"> 744</w:t>
      </w:r>
      <w:r>
        <w:rPr>
          <w:rtl/>
        </w:rPr>
        <w:t xml:space="preserve"> - </w:t>
      </w:r>
      <w:r w:rsidR="00D45E0E" w:rsidRPr="00DA0376">
        <w:rPr>
          <w:rtl/>
        </w:rPr>
        <w:t>الاستبصار ج 4 ص 271 الكافي ج 4 ص 271 الكافي ج 2 ص 326 الفقيه ج 4 ص 92</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قتلهم فيقتل وهو صاغر.</w:t>
      </w:r>
    </w:p>
    <w:p w:rsidR="00AC7755" w:rsidRDefault="00D45E0E" w:rsidP="00AC7755">
      <w:pPr>
        <w:pStyle w:val="libNormal"/>
        <w:rPr>
          <w:rtl/>
        </w:rPr>
      </w:pPr>
      <w:r w:rsidRPr="00D95A45">
        <w:rPr>
          <w:rtl/>
        </w:rPr>
        <w:t>(745) 42</w:t>
      </w:r>
      <w:r w:rsidR="00CC15EB">
        <w:rPr>
          <w:rtl/>
        </w:rPr>
        <w:t xml:space="preserve"> - </w:t>
      </w:r>
      <w:r w:rsidRPr="00D95A45">
        <w:rPr>
          <w:rtl/>
        </w:rPr>
        <w:t xml:space="preserve">جعفر بن بشير عن اسماعيل بن الفضل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w:t>
      </w:r>
      <w:r w:rsidR="00CC15EB">
        <w:rPr>
          <w:rtl/>
        </w:rPr>
        <w:t>:</w:t>
      </w:r>
      <w:r>
        <w:rPr>
          <w:rtl/>
        </w:rPr>
        <w:t xml:space="preserve"> </w:t>
      </w:r>
      <w:r w:rsidRPr="00D95A45">
        <w:rPr>
          <w:rtl/>
        </w:rPr>
        <w:t>رجل قتل رجلا من اهل الذمة قال</w:t>
      </w:r>
      <w:r w:rsidR="00CC15EB">
        <w:rPr>
          <w:rtl/>
        </w:rPr>
        <w:t>:</w:t>
      </w:r>
      <w:r>
        <w:rPr>
          <w:rtl/>
        </w:rPr>
        <w:t xml:space="preserve"> </w:t>
      </w:r>
      <w:r w:rsidRPr="00D95A45">
        <w:rPr>
          <w:rtl/>
        </w:rPr>
        <w:t>لا يقتل به الا أن يكون متعودا للقتل.</w:t>
      </w:r>
    </w:p>
    <w:p w:rsidR="00AC7755" w:rsidRDefault="00D45E0E" w:rsidP="00AC7755">
      <w:pPr>
        <w:pStyle w:val="libNormal"/>
        <w:rPr>
          <w:rtl/>
        </w:rPr>
      </w:pPr>
      <w:r w:rsidRPr="00D95A45">
        <w:rPr>
          <w:rtl/>
        </w:rPr>
        <w:t>(746) 43</w:t>
      </w:r>
      <w:r w:rsidR="00CC15EB">
        <w:rPr>
          <w:rtl/>
        </w:rPr>
        <w:t xml:space="preserve"> - </w:t>
      </w:r>
      <w:r w:rsidRPr="00D95A45">
        <w:rPr>
          <w:rtl/>
        </w:rPr>
        <w:t xml:space="preserve">يونس عن محمد بن الفضيل عن ابى الحسن الرضا </w:t>
      </w:r>
      <w:r w:rsidR="00AC7755" w:rsidRPr="00AC7755">
        <w:rPr>
          <w:rStyle w:val="libAlaemChar"/>
          <w:rtl/>
        </w:rPr>
        <w:t>عليه‌السلام</w:t>
      </w:r>
      <w:r w:rsidRPr="00D95A45">
        <w:rPr>
          <w:rtl/>
        </w:rPr>
        <w:t xml:space="preserve"> مثله.</w:t>
      </w:r>
    </w:p>
    <w:p w:rsidR="00AC7755" w:rsidRDefault="00D45E0E" w:rsidP="00AC7755">
      <w:pPr>
        <w:pStyle w:val="libNormal"/>
        <w:rPr>
          <w:rtl/>
        </w:rPr>
      </w:pPr>
      <w:r w:rsidRPr="00D95A45">
        <w:rPr>
          <w:rtl/>
        </w:rPr>
        <w:t>(747) 44</w:t>
      </w:r>
      <w:r w:rsidR="00CC15EB">
        <w:rPr>
          <w:rtl/>
        </w:rPr>
        <w:t xml:space="preserve"> - </w:t>
      </w:r>
      <w:r w:rsidRPr="00D95A45">
        <w:rPr>
          <w:rtl/>
        </w:rPr>
        <w:t>ابن محبوب عن علي بن رئاب عن بريد العجلي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مسلم فقأ عين نصراني فقال</w:t>
      </w:r>
      <w:r w:rsidR="00CC15EB">
        <w:rPr>
          <w:rtl/>
        </w:rPr>
        <w:t>:</w:t>
      </w:r>
      <w:r>
        <w:rPr>
          <w:rtl/>
        </w:rPr>
        <w:t xml:space="preserve"> </w:t>
      </w:r>
      <w:r w:rsidRPr="00D95A45">
        <w:rPr>
          <w:rtl/>
        </w:rPr>
        <w:t>ان دية عين الذمي اربعمائة درهم.</w:t>
      </w:r>
    </w:p>
    <w:p w:rsidR="00AC7755" w:rsidRDefault="00D45E0E" w:rsidP="00AC7755">
      <w:pPr>
        <w:pStyle w:val="libNormal"/>
        <w:rPr>
          <w:rtl/>
        </w:rPr>
      </w:pPr>
      <w:r w:rsidRPr="00D95A45">
        <w:rPr>
          <w:rtl/>
        </w:rPr>
        <w:t>(748) 45</w:t>
      </w:r>
      <w:r w:rsidR="00CC15EB">
        <w:rPr>
          <w:rtl/>
        </w:rPr>
        <w:t xml:space="preserve"> - </w:t>
      </w:r>
      <w:r w:rsidRPr="00D95A45">
        <w:rPr>
          <w:rtl/>
        </w:rPr>
        <w:t xml:space="preserve">سهل بن زياد عن محمد بن الحسن بن شمون عن الاصم عن مسمع عن ابى عبد الله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قضى في جنين اليهودية والنصرانية والمجوسية عشر دية امه.</w:t>
      </w:r>
    </w:p>
    <w:p w:rsidR="00AC7755" w:rsidRDefault="00D45E0E" w:rsidP="00AC7755">
      <w:pPr>
        <w:pStyle w:val="libNormal"/>
        <w:rPr>
          <w:rtl/>
        </w:rPr>
      </w:pPr>
      <w:r w:rsidRPr="00D95A45">
        <w:rPr>
          <w:rtl/>
        </w:rPr>
        <w:t>(749) 46</w:t>
      </w:r>
      <w:r w:rsidR="00CC15EB">
        <w:rPr>
          <w:rtl/>
        </w:rPr>
        <w:t xml:space="preserve"> - </w:t>
      </w:r>
      <w:r w:rsidRPr="00D95A45">
        <w:rPr>
          <w:rtl/>
        </w:rPr>
        <w:t xml:space="preserve">علي بن ابراهيم عن ابيه عن النوفلي عن السكوني عن ابي عبد الله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كان يقول</w:t>
      </w:r>
      <w:r w:rsidR="00CC15EB">
        <w:rPr>
          <w:rtl/>
        </w:rPr>
        <w:t>:</w:t>
      </w:r>
      <w:r>
        <w:rPr>
          <w:rtl/>
        </w:rPr>
        <w:t xml:space="preserve"> </w:t>
      </w:r>
      <w:r w:rsidRPr="00D95A45">
        <w:rPr>
          <w:rtl/>
        </w:rPr>
        <w:t>يقتص اليهودي والنصراني والمجوسي بعضهم من بعض ويقتل بعضهم ببعض إذا قتلوا عمدا.</w:t>
      </w:r>
    </w:p>
    <w:p w:rsidR="00AC7755" w:rsidRDefault="00D45E0E" w:rsidP="00AC7755">
      <w:pPr>
        <w:pStyle w:val="libNormal"/>
        <w:rPr>
          <w:rtl/>
        </w:rPr>
      </w:pPr>
      <w:r w:rsidRPr="00D95A45">
        <w:rPr>
          <w:rtl/>
        </w:rPr>
        <w:t>(750) 47</w:t>
      </w:r>
      <w:r w:rsidR="00CC15EB">
        <w:rPr>
          <w:rtl/>
        </w:rPr>
        <w:t xml:space="preserve"> - </w:t>
      </w:r>
      <w:r w:rsidRPr="00D95A45">
        <w:rPr>
          <w:rtl/>
        </w:rPr>
        <w:t xml:space="preserve">الحسن بن محبوب عن علي بن رئاب عن ضريس الكناسي عن ابى جعفر </w:t>
      </w:r>
      <w:r w:rsidR="00AC7755" w:rsidRPr="00AC7755">
        <w:rPr>
          <w:rStyle w:val="libAlaemChar"/>
          <w:rtl/>
        </w:rPr>
        <w:t>عليه‌السلام</w:t>
      </w:r>
      <w:r w:rsidRPr="00D95A45">
        <w:rPr>
          <w:rtl/>
        </w:rPr>
        <w:t xml:space="preserve"> وعبد الله بن سنان عن ابى عبد الله </w:t>
      </w:r>
      <w:r w:rsidR="00AC7755" w:rsidRPr="00AC7755">
        <w:rPr>
          <w:rStyle w:val="libAlaemChar"/>
          <w:rtl/>
        </w:rPr>
        <w:t>عليه‌السلام</w:t>
      </w:r>
      <w:r w:rsidRPr="00D95A45">
        <w:rPr>
          <w:rtl/>
        </w:rPr>
        <w:t xml:space="preserve"> في نصراني قتل مسلما فلما اخذ أسلم قال</w:t>
      </w:r>
      <w:r w:rsidR="00CC15EB">
        <w:rPr>
          <w:rtl/>
        </w:rPr>
        <w:t>:</w:t>
      </w:r>
      <w:r>
        <w:rPr>
          <w:rtl/>
        </w:rPr>
        <w:t xml:space="preserve"> </w:t>
      </w:r>
      <w:r w:rsidRPr="00D95A45">
        <w:rPr>
          <w:rtl/>
        </w:rPr>
        <w:t>أقتله به</w:t>
      </w:r>
      <w:r w:rsidR="00CC15EB">
        <w:rPr>
          <w:rtl/>
        </w:rPr>
        <w:t>،</w:t>
      </w:r>
      <w:r>
        <w:rPr>
          <w:rtl/>
        </w:rPr>
        <w:t xml:space="preserve"> </w:t>
      </w:r>
      <w:r w:rsidRPr="00D95A45">
        <w:rPr>
          <w:rtl/>
        </w:rPr>
        <w:t>قيل</w:t>
      </w:r>
      <w:r w:rsidR="00CC15EB">
        <w:rPr>
          <w:rtl/>
        </w:rPr>
        <w:t>:</w:t>
      </w:r>
      <w:r>
        <w:rPr>
          <w:rtl/>
        </w:rPr>
        <w:t xml:space="preserve"> </w:t>
      </w:r>
      <w:r w:rsidRPr="00D95A45">
        <w:rPr>
          <w:rtl/>
        </w:rPr>
        <w:t>فان لم يسلم</w:t>
      </w:r>
      <w:r>
        <w:rPr>
          <w:rtl/>
        </w:rPr>
        <w:t>؟</w:t>
      </w:r>
      <w:r w:rsidRPr="00D95A45">
        <w:rPr>
          <w:rtl/>
        </w:rPr>
        <w:t xml:space="preserve"> قال</w:t>
      </w:r>
      <w:r w:rsidR="00CC15EB">
        <w:rPr>
          <w:rtl/>
        </w:rPr>
        <w:t>:</w:t>
      </w:r>
      <w:r>
        <w:rPr>
          <w:rtl/>
        </w:rPr>
        <w:t xml:space="preserve"> </w:t>
      </w:r>
      <w:r w:rsidRPr="00D95A45">
        <w:rPr>
          <w:rtl/>
        </w:rPr>
        <w:t>يدفع الى</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745</w:t>
      </w:r>
      <w:r>
        <w:rPr>
          <w:rtl/>
        </w:rPr>
        <w:t xml:space="preserve"> - </w:t>
      </w:r>
      <w:r w:rsidR="00D45E0E" w:rsidRPr="00D95A45">
        <w:rPr>
          <w:rtl/>
        </w:rPr>
        <w:t>الاستبصار ج 4 ص 272 الكافي ج 2 ص 327</w:t>
      </w:r>
    </w:p>
    <w:p w:rsidR="00CC15EB" w:rsidRDefault="00CC15EB" w:rsidP="00AC7755">
      <w:pPr>
        <w:pStyle w:val="libFootnote0"/>
        <w:rPr>
          <w:rtl/>
        </w:rPr>
      </w:pPr>
      <w:r>
        <w:rPr>
          <w:rtl/>
        </w:rPr>
        <w:t>-</w:t>
      </w:r>
      <w:r w:rsidR="00D45E0E" w:rsidRPr="007277FF">
        <w:rPr>
          <w:rtl/>
        </w:rPr>
        <w:t xml:space="preserve"> 746</w:t>
      </w:r>
      <w:r>
        <w:rPr>
          <w:rtl/>
        </w:rPr>
        <w:t xml:space="preserve"> - </w:t>
      </w:r>
      <w:r w:rsidR="00D45E0E" w:rsidRPr="007277FF">
        <w:rPr>
          <w:rtl/>
        </w:rPr>
        <w:t>الاستبصار ج 4 ص 272 الكافي ج 2 ص 326</w:t>
      </w:r>
    </w:p>
    <w:p w:rsidR="00CC15EB" w:rsidRDefault="00CC15EB" w:rsidP="00AC7755">
      <w:pPr>
        <w:pStyle w:val="libFootnote0"/>
        <w:rPr>
          <w:rtl/>
        </w:rPr>
      </w:pPr>
      <w:r>
        <w:rPr>
          <w:rtl/>
        </w:rPr>
        <w:t>-</w:t>
      </w:r>
      <w:r w:rsidR="00D45E0E" w:rsidRPr="007277FF">
        <w:rPr>
          <w:rtl/>
        </w:rPr>
        <w:t xml:space="preserve"> 747</w:t>
      </w:r>
      <w:r>
        <w:rPr>
          <w:rtl/>
        </w:rPr>
        <w:t xml:space="preserve"> - </w:t>
      </w:r>
      <w:r w:rsidR="00D45E0E" w:rsidRPr="007277FF">
        <w:rPr>
          <w:rtl/>
        </w:rPr>
        <w:t>748</w:t>
      </w:r>
      <w:r>
        <w:rPr>
          <w:rtl/>
        </w:rPr>
        <w:t xml:space="preserve"> - </w:t>
      </w:r>
      <w:r w:rsidR="00D45E0E" w:rsidRPr="007277FF">
        <w:rPr>
          <w:rtl/>
        </w:rPr>
        <w:t>الكافي ج 2 ص 327 واخرج الاول الصدوق في الفقيه ج 4 ص 93</w:t>
      </w:r>
    </w:p>
    <w:p w:rsidR="00AC7755" w:rsidRDefault="00CC15EB" w:rsidP="00AC7755">
      <w:pPr>
        <w:pStyle w:val="libFootnote0"/>
        <w:rPr>
          <w:rtl/>
        </w:rPr>
      </w:pPr>
      <w:r>
        <w:rPr>
          <w:rtl/>
        </w:rPr>
        <w:t>-</w:t>
      </w:r>
      <w:r w:rsidR="00D45E0E" w:rsidRPr="00DA0376">
        <w:rPr>
          <w:rtl/>
        </w:rPr>
        <w:t xml:space="preserve"> 749</w:t>
      </w:r>
      <w:r>
        <w:rPr>
          <w:rtl/>
        </w:rPr>
        <w:t xml:space="preserve"> - </w:t>
      </w:r>
      <w:r w:rsidR="00D45E0E" w:rsidRPr="00DA0376">
        <w:rPr>
          <w:rtl/>
        </w:rPr>
        <w:t>750</w:t>
      </w:r>
      <w:r>
        <w:rPr>
          <w:rtl/>
        </w:rPr>
        <w:t xml:space="preserve"> - </w:t>
      </w:r>
      <w:r w:rsidR="00D45E0E" w:rsidRPr="00DA0376">
        <w:rPr>
          <w:rtl/>
        </w:rPr>
        <w:t>الكافي ج 2 ص 326 واخرج الثاني الصدوق في الفقيه ج 4 ص 91</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اولياء المقتول فإن شاؤا قتلوا وان شاؤا عفوا وان شاؤا استرقوا</w:t>
      </w:r>
      <w:r w:rsidR="00CC15EB">
        <w:rPr>
          <w:rtl/>
        </w:rPr>
        <w:t>،</w:t>
      </w:r>
      <w:r>
        <w:rPr>
          <w:rtl/>
        </w:rPr>
        <w:t xml:space="preserve"> </w:t>
      </w:r>
      <w:r w:rsidRPr="007277FF">
        <w:rPr>
          <w:rtl/>
        </w:rPr>
        <w:t>وان كان معه عين مال قال</w:t>
      </w:r>
      <w:r w:rsidR="00CC15EB">
        <w:rPr>
          <w:rtl/>
        </w:rPr>
        <w:t>:</w:t>
      </w:r>
      <w:r>
        <w:rPr>
          <w:rtl/>
        </w:rPr>
        <w:t xml:space="preserve"> </w:t>
      </w:r>
      <w:r w:rsidRPr="007277FF">
        <w:rPr>
          <w:rtl/>
        </w:rPr>
        <w:t>دفع الى اولياء المقتول هو وماله.</w:t>
      </w:r>
    </w:p>
    <w:p w:rsidR="00AC7755" w:rsidRDefault="00D45E0E" w:rsidP="00AC7755">
      <w:pPr>
        <w:pStyle w:val="libNormal"/>
        <w:rPr>
          <w:rtl/>
        </w:rPr>
      </w:pPr>
      <w:r w:rsidRPr="00D95A45">
        <w:rPr>
          <w:rtl/>
        </w:rPr>
        <w:t>(751) 48</w:t>
      </w:r>
      <w:r w:rsidR="00CC15EB">
        <w:rPr>
          <w:rtl/>
        </w:rPr>
        <w:t xml:space="preserve"> - </w:t>
      </w:r>
      <w:r w:rsidRPr="00D95A45">
        <w:rPr>
          <w:rtl/>
        </w:rPr>
        <w:t xml:space="preserve">علي بن ابراهيم عن ابيه عن ابن ابي عمير عن حماد عن الحلبي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يقتل الحر بالعبد</w:t>
      </w:r>
      <w:r w:rsidR="00CC15EB">
        <w:rPr>
          <w:rtl/>
        </w:rPr>
        <w:t>،</w:t>
      </w:r>
      <w:r>
        <w:rPr>
          <w:rtl/>
        </w:rPr>
        <w:t xml:space="preserve"> </w:t>
      </w:r>
      <w:r w:rsidRPr="00D95A45">
        <w:rPr>
          <w:rtl/>
        </w:rPr>
        <w:t>وإذا قتل الحر العبد غرم ثمنه وضرب ضربا شديدا.</w:t>
      </w:r>
    </w:p>
    <w:p w:rsidR="00AC7755" w:rsidRDefault="00D45E0E" w:rsidP="00AC7755">
      <w:pPr>
        <w:pStyle w:val="libNormal"/>
        <w:rPr>
          <w:rtl/>
        </w:rPr>
      </w:pPr>
      <w:r w:rsidRPr="00D95A45">
        <w:rPr>
          <w:rtl/>
        </w:rPr>
        <w:t>(752) 49</w:t>
      </w:r>
      <w:r w:rsidR="00CC15EB">
        <w:rPr>
          <w:rtl/>
        </w:rPr>
        <w:t xml:space="preserve"> - </w:t>
      </w:r>
      <w:r w:rsidRPr="00D95A45">
        <w:rPr>
          <w:rtl/>
        </w:rPr>
        <w:t xml:space="preserve">احمد بن محمد عن علي بن الحكم عن علي بن ابى حمزة عن ابي بصير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يقتل حر بعبد وان قتله عمدا</w:t>
      </w:r>
      <w:r w:rsidR="00CC15EB">
        <w:rPr>
          <w:rtl/>
        </w:rPr>
        <w:t>،</w:t>
      </w:r>
      <w:r>
        <w:rPr>
          <w:rtl/>
        </w:rPr>
        <w:t xml:space="preserve"> </w:t>
      </w:r>
      <w:r w:rsidRPr="00D95A45">
        <w:rPr>
          <w:rtl/>
        </w:rPr>
        <w:t>ولكن يغرم ثمنه ويضرب ضربا شديدا إذا قتله عمدا</w:t>
      </w:r>
      <w:r w:rsidR="00CC15EB">
        <w:rPr>
          <w:rtl/>
        </w:rPr>
        <w:t>،</w:t>
      </w:r>
      <w:r>
        <w:rPr>
          <w:rtl/>
        </w:rPr>
        <w:t xml:space="preserve"> </w:t>
      </w:r>
      <w:r w:rsidRPr="00D95A45">
        <w:rPr>
          <w:rtl/>
        </w:rPr>
        <w:t>وقال</w:t>
      </w:r>
      <w:r w:rsidR="00CC15EB">
        <w:rPr>
          <w:rtl/>
        </w:rPr>
        <w:t>:</w:t>
      </w:r>
      <w:r>
        <w:rPr>
          <w:rtl/>
        </w:rPr>
        <w:t xml:space="preserve"> </w:t>
      </w:r>
      <w:r w:rsidRPr="00D95A45">
        <w:rPr>
          <w:rtl/>
        </w:rPr>
        <w:t>دية المملوك ثمنه.</w:t>
      </w:r>
    </w:p>
    <w:p w:rsidR="00AC7755" w:rsidRDefault="00D45E0E" w:rsidP="00AC7755">
      <w:pPr>
        <w:pStyle w:val="libNormal"/>
        <w:rPr>
          <w:rtl/>
        </w:rPr>
      </w:pPr>
      <w:r w:rsidRPr="00D95A45">
        <w:rPr>
          <w:rtl/>
        </w:rPr>
        <w:t>(753) 50</w:t>
      </w:r>
      <w:r w:rsidR="00CC15EB">
        <w:rPr>
          <w:rtl/>
        </w:rPr>
        <w:t xml:space="preserve"> - </w:t>
      </w:r>
      <w:r w:rsidRPr="00D95A45">
        <w:rPr>
          <w:rtl/>
        </w:rPr>
        <w:t xml:space="preserve">احمد بن ابي عبد الله عن عثمان بن عيسى عن سماعة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يقتل العبد بالحر ولا يقتل الحر بالعبد ولكن يغرم ثمنه ويضرب ضربا شديدا حتى لا يعود.</w:t>
      </w:r>
    </w:p>
    <w:p w:rsidR="00AC7755" w:rsidRDefault="00D45E0E" w:rsidP="00AC7755">
      <w:pPr>
        <w:pStyle w:val="libNormal"/>
        <w:rPr>
          <w:rtl/>
        </w:rPr>
      </w:pPr>
      <w:r w:rsidRPr="00D95A45">
        <w:rPr>
          <w:rtl/>
        </w:rPr>
        <w:t>(754) 51</w:t>
      </w:r>
      <w:r w:rsidR="00CC15EB">
        <w:rPr>
          <w:rtl/>
        </w:rPr>
        <w:t xml:space="preserve"> - </w:t>
      </w:r>
      <w:r w:rsidRPr="00D95A45">
        <w:rPr>
          <w:rtl/>
        </w:rPr>
        <w:t xml:space="preserve">صفوان عن ابن مسكان عن ابى بصير عن احدهما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w:t>
      </w:r>
      <w:r w:rsidR="00CC15EB">
        <w:rPr>
          <w:rtl/>
        </w:rPr>
        <w:t>:</w:t>
      </w:r>
      <w:r>
        <w:rPr>
          <w:rtl/>
        </w:rPr>
        <w:t xml:space="preserve"> </w:t>
      </w:r>
      <w:r w:rsidRPr="00D95A45">
        <w:rPr>
          <w:rtl/>
        </w:rPr>
        <w:t>قول الله تعالى</w:t>
      </w:r>
      <w:r w:rsidR="00CC15EB">
        <w:rPr>
          <w:rtl/>
        </w:rPr>
        <w:t>:</w:t>
      </w:r>
      <w:r>
        <w:rPr>
          <w:rtl/>
        </w:rPr>
        <w:t xml:space="preserve"> </w:t>
      </w:r>
      <w:r w:rsidR="00AC7755" w:rsidRPr="00AC7755">
        <w:rPr>
          <w:rStyle w:val="libAlaemChar"/>
          <w:rtl/>
        </w:rPr>
        <w:t>(</w:t>
      </w:r>
      <w:r w:rsidRPr="00AC7755">
        <w:rPr>
          <w:rStyle w:val="libAieChar"/>
          <w:rFonts w:hint="cs"/>
          <w:rtl/>
        </w:rPr>
        <w:t xml:space="preserve"> </w:t>
      </w:r>
      <w:r w:rsidRPr="00AC7755">
        <w:rPr>
          <w:rStyle w:val="libAieChar"/>
          <w:rtl/>
        </w:rPr>
        <w:t>كتب عليكم القصاص في القتلى الحر بالحر والعبد بالعبد والانثى بالانثى</w:t>
      </w:r>
      <w:r w:rsidRPr="003E4648">
        <w:rPr>
          <w:rFonts w:hint="cs"/>
          <w:rtl/>
        </w:rPr>
        <w:t xml:space="preserve"> </w:t>
      </w:r>
      <w:r w:rsidRPr="00AC7755">
        <w:rPr>
          <w:rStyle w:val="libAlaemChar"/>
          <w:rtl/>
        </w:rPr>
        <w:t>)</w:t>
      </w:r>
      <w:r w:rsidRPr="00AC7755">
        <w:rPr>
          <w:rStyle w:val="libFootnotenumChar"/>
          <w:rtl/>
        </w:rPr>
        <w:t xml:space="preserve"> (1) </w:t>
      </w:r>
      <w:r w:rsidRPr="00D95A45">
        <w:rPr>
          <w:rtl/>
        </w:rPr>
        <w:t>قال</w:t>
      </w:r>
      <w:r w:rsidR="00CC15EB">
        <w:rPr>
          <w:rtl/>
        </w:rPr>
        <w:t>:</w:t>
      </w:r>
      <w:r>
        <w:rPr>
          <w:rtl/>
        </w:rPr>
        <w:t xml:space="preserve"> </w:t>
      </w:r>
      <w:r w:rsidRPr="00D95A45">
        <w:rPr>
          <w:rtl/>
        </w:rPr>
        <w:t>قال</w:t>
      </w:r>
      <w:r w:rsidR="00CC15EB">
        <w:rPr>
          <w:rtl/>
        </w:rPr>
        <w:t>:</w:t>
      </w:r>
      <w:r>
        <w:rPr>
          <w:rtl/>
        </w:rPr>
        <w:t xml:space="preserve"> </w:t>
      </w:r>
      <w:r w:rsidRPr="00D95A45">
        <w:rPr>
          <w:rtl/>
        </w:rPr>
        <w:t>لا يقتل حر بعبد ولكن يضرب ضربا شديدا ويغرم ثمن العبد.</w:t>
      </w:r>
    </w:p>
    <w:p w:rsidR="00AC7755" w:rsidRDefault="00D45E0E" w:rsidP="00AC7755">
      <w:pPr>
        <w:pStyle w:val="libNormal"/>
        <w:rPr>
          <w:rtl/>
        </w:rPr>
      </w:pPr>
      <w:r w:rsidRPr="00D95A45">
        <w:rPr>
          <w:rtl/>
        </w:rPr>
        <w:t>(755) 52</w:t>
      </w:r>
      <w:r w:rsidR="00CC15EB">
        <w:rPr>
          <w:rtl/>
        </w:rPr>
        <w:t xml:space="preserve"> - </w:t>
      </w:r>
      <w:r w:rsidRPr="00D95A45">
        <w:rPr>
          <w:rtl/>
        </w:rPr>
        <w:t xml:space="preserve">جعفر بن بشير عن معلى بن عثمان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يقتل حر بعبد</w:t>
      </w:r>
      <w:r w:rsidR="00CC15EB">
        <w:rPr>
          <w:rtl/>
        </w:rPr>
        <w:t>،</w:t>
      </w:r>
      <w:r>
        <w:rPr>
          <w:rtl/>
        </w:rPr>
        <w:t xml:space="preserve"> </w:t>
      </w:r>
      <w:r w:rsidRPr="00D95A45">
        <w:rPr>
          <w:rtl/>
        </w:rPr>
        <w:t>فإذا قتل الحر العبد غرم ثمنه وضرب ضربا شديدا</w:t>
      </w:r>
      <w:r w:rsidR="00CC15EB">
        <w:rPr>
          <w:rtl/>
        </w:rPr>
        <w:t>،</w:t>
      </w:r>
      <w:r>
        <w:rPr>
          <w:rtl/>
        </w:rPr>
        <w:t xml:space="preserve"> </w:t>
      </w:r>
      <w:r w:rsidRPr="00D95A45">
        <w:rPr>
          <w:rtl/>
        </w:rPr>
        <w:t>ومن قتله القصاص أو الحد لم يكن له دية.</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سورة البقرة الآية</w:t>
      </w:r>
    </w:p>
    <w:p w:rsidR="00CC15EB" w:rsidRDefault="00CC15EB" w:rsidP="00AC7755">
      <w:pPr>
        <w:pStyle w:val="libFootnote0"/>
        <w:rPr>
          <w:rtl/>
        </w:rPr>
      </w:pPr>
      <w:r>
        <w:rPr>
          <w:rtl/>
        </w:rPr>
        <w:t>-</w:t>
      </w:r>
      <w:r w:rsidR="00D45E0E" w:rsidRPr="007277FF">
        <w:rPr>
          <w:rtl/>
        </w:rPr>
        <w:t xml:space="preserve"> 178</w:t>
      </w:r>
      <w:r>
        <w:rPr>
          <w:rtl/>
        </w:rPr>
        <w:t xml:space="preserve"> - </w:t>
      </w:r>
      <w:r w:rsidR="00D45E0E" w:rsidRPr="007277FF">
        <w:rPr>
          <w:rtl/>
        </w:rPr>
        <w:t>751</w:t>
      </w:r>
      <w:r>
        <w:rPr>
          <w:rFonts w:hint="cs"/>
          <w:rtl/>
        </w:rPr>
        <w:t xml:space="preserve"> - </w:t>
      </w:r>
      <w:r w:rsidR="00D45E0E" w:rsidRPr="007277FF">
        <w:rPr>
          <w:rtl/>
        </w:rPr>
        <w:t>752</w:t>
      </w:r>
      <w:r>
        <w:rPr>
          <w:rtl/>
        </w:rPr>
        <w:t xml:space="preserve"> - </w:t>
      </w:r>
      <w:r w:rsidR="00D45E0E" w:rsidRPr="007277FF">
        <w:rPr>
          <w:rtl/>
        </w:rPr>
        <w:t>753</w:t>
      </w:r>
    </w:p>
    <w:p w:rsidR="00CC15EB" w:rsidRDefault="00CC15EB" w:rsidP="00AC7755">
      <w:pPr>
        <w:pStyle w:val="libFootnote0"/>
        <w:rPr>
          <w:rtl/>
        </w:rPr>
      </w:pPr>
      <w:r>
        <w:rPr>
          <w:rtl/>
        </w:rPr>
        <w:t>-</w:t>
      </w:r>
      <w:r w:rsidR="00D45E0E" w:rsidRPr="007277FF">
        <w:rPr>
          <w:rtl/>
        </w:rPr>
        <w:t xml:space="preserve"> 754</w:t>
      </w:r>
      <w:r>
        <w:rPr>
          <w:rtl/>
        </w:rPr>
        <w:t xml:space="preserve"> - </w:t>
      </w:r>
      <w:r w:rsidR="00D45E0E" w:rsidRPr="007277FF">
        <w:rPr>
          <w:rtl/>
        </w:rPr>
        <w:t>الاستبصار ج 4 ص 272 الكافي ج 2 ص 325 واخرج الثالث الصدوق في الفقيه ج 4 ص 93</w:t>
      </w:r>
    </w:p>
    <w:p w:rsidR="00AC7755" w:rsidRDefault="00CC15EB" w:rsidP="00AC7755">
      <w:pPr>
        <w:pStyle w:val="libFootnote0"/>
        <w:rPr>
          <w:rtl/>
        </w:rPr>
      </w:pPr>
      <w:r>
        <w:rPr>
          <w:rtl/>
        </w:rPr>
        <w:t>-</w:t>
      </w:r>
      <w:r w:rsidR="00D45E0E" w:rsidRPr="00DA0376">
        <w:rPr>
          <w:rtl/>
        </w:rPr>
        <w:t xml:space="preserve"> 755</w:t>
      </w:r>
      <w:r>
        <w:rPr>
          <w:rtl/>
        </w:rPr>
        <w:t xml:space="preserve"> - </w:t>
      </w:r>
      <w:r w:rsidR="00D45E0E" w:rsidRPr="00DA0376">
        <w:rPr>
          <w:rtl/>
        </w:rPr>
        <w:t>الاستبصار ج 4 ص 272</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(756) 53</w:t>
      </w:r>
      <w:r w:rsidR="00CC15EB">
        <w:rPr>
          <w:rtl/>
        </w:rPr>
        <w:t xml:space="preserve"> - </w:t>
      </w:r>
      <w:r w:rsidRPr="00D95A45">
        <w:rPr>
          <w:rtl/>
        </w:rPr>
        <w:t xml:space="preserve">الحسن بن محبوب عن نعيم بن ابراهيم عن مسمع ابن عبد الملك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قصاص بين الحر والعبد. فاما ما رواه</w:t>
      </w:r>
      <w:r w:rsidR="00CC15EB">
        <w:rPr>
          <w:rtl/>
        </w:rPr>
        <w:t>:</w:t>
      </w:r>
      <w:r>
        <w:rPr>
          <w:rtl/>
        </w:rPr>
        <w:t xml:space="preserve"> </w:t>
      </w:r>
    </w:p>
    <w:p w:rsidR="00AC7755" w:rsidRDefault="00D45E0E" w:rsidP="00AC7755">
      <w:pPr>
        <w:pStyle w:val="libNormal"/>
        <w:rPr>
          <w:rtl/>
        </w:rPr>
      </w:pPr>
      <w:r w:rsidRPr="00D95A45">
        <w:rPr>
          <w:rtl/>
        </w:rPr>
        <w:t>(757) 54</w:t>
      </w:r>
      <w:r w:rsidR="00CC15EB">
        <w:rPr>
          <w:rtl/>
        </w:rPr>
        <w:t xml:space="preserve"> - </w:t>
      </w:r>
      <w:r w:rsidRPr="00D95A45">
        <w:rPr>
          <w:rtl/>
        </w:rPr>
        <w:t xml:space="preserve">احمد بن محمد بن عيسى عن عبد الله بن المغيرة عن اسماعيل بن ابى زياد عن جعفر عن ابيه عن آبائه </w:t>
      </w:r>
      <w:r w:rsidR="00AC7755" w:rsidRPr="00AC7755">
        <w:rPr>
          <w:rStyle w:val="libAlaemChar"/>
          <w:rtl/>
        </w:rPr>
        <w:t>عليهم‌السلام</w:t>
      </w:r>
      <w:r w:rsidRPr="00D95A45">
        <w:rPr>
          <w:rtl/>
        </w:rPr>
        <w:t xml:space="preserve"> عن علي </w:t>
      </w:r>
      <w:r w:rsidR="00AC7755" w:rsidRPr="00AC7755">
        <w:rPr>
          <w:rStyle w:val="libAlaemChar"/>
          <w:rtl/>
        </w:rPr>
        <w:t>عليه‌السلام</w:t>
      </w:r>
      <w:r w:rsidRPr="00D95A45">
        <w:rPr>
          <w:rtl/>
        </w:rPr>
        <w:t xml:space="preserve"> انه قتل حرا بعبد قتله عمدا. </w:t>
      </w:r>
    </w:p>
    <w:p w:rsidR="00AC7755" w:rsidRDefault="00D45E0E" w:rsidP="00AC7755">
      <w:pPr>
        <w:pStyle w:val="libNormal"/>
        <w:rPr>
          <w:rtl/>
        </w:rPr>
      </w:pPr>
      <w:r w:rsidRPr="00D95A45">
        <w:rPr>
          <w:rtl/>
        </w:rPr>
        <w:t>قال محمد بن الحسن</w:t>
      </w:r>
      <w:r w:rsidR="00CC15EB">
        <w:rPr>
          <w:rtl/>
        </w:rPr>
        <w:t>:</w:t>
      </w:r>
      <w:r>
        <w:rPr>
          <w:rtl/>
        </w:rPr>
        <w:t xml:space="preserve"> </w:t>
      </w:r>
      <w:r w:rsidRPr="00D95A45">
        <w:rPr>
          <w:rtl/>
        </w:rPr>
        <w:t>الوجه في هذه الرواية أن نحملها على من يكون عادته قتل العبيد لأن من تكون كذلك جاز للامام ان يقتله به لكي ينكل غيره عن مثل ذلك</w:t>
      </w:r>
      <w:r w:rsidR="00CC15EB">
        <w:rPr>
          <w:rtl/>
        </w:rPr>
        <w:t>،</w:t>
      </w:r>
      <w:r>
        <w:rPr>
          <w:rtl/>
        </w:rPr>
        <w:t xml:space="preserve"> </w:t>
      </w:r>
      <w:r w:rsidRPr="00D95A45">
        <w:rPr>
          <w:rtl/>
        </w:rPr>
        <w:t>فاما إذا كان ذلك منه شاذا نادرا فليس عليه اكثر من ثمنه حسب ما قدمناه والتأديب والذي يدل على ذلك ما رواه</w:t>
      </w:r>
      <w:r w:rsidR="00CC15EB">
        <w:rPr>
          <w:rtl/>
        </w:rPr>
        <w:t>:</w:t>
      </w:r>
      <w:r>
        <w:rPr>
          <w:rtl/>
        </w:rPr>
        <w:t xml:space="preserve"> </w:t>
      </w:r>
    </w:p>
    <w:p w:rsidR="00AC7755" w:rsidRDefault="00D45E0E" w:rsidP="00AC7755">
      <w:pPr>
        <w:pStyle w:val="libNormal"/>
        <w:rPr>
          <w:rtl/>
        </w:rPr>
      </w:pPr>
      <w:r w:rsidRPr="00D95A45">
        <w:rPr>
          <w:rtl/>
        </w:rPr>
        <w:t>(758) 55</w:t>
      </w:r>
      <w:r w:rsidR="00CC15EB">
        <w:rPr>
          <w:rtl/>
        </w:rPr>
        <w:t xml:space="preserve"> - </w:t>
      </w:r>
      <w:r w:rsidRPr="00D95A45">
        <w:rPr>
          <w:rtl/>
        </w:rPr>
        <w:t>محمد بن يعقوب عن علي بن ابراهيم عن المختار ابن محمد بن المختار</w:t>
      </w:r>
      <w:r w:rsidR="00CC15EB">
        <w:rPr>
          <w:rtl/>
        </w:rPr>
        <w:t>،</w:t>
      </w:r>
      <w:r>
        <w:rPr>
          <w:rtl/>
        </w:rPr>
        <w:t xml:space="preserve"> </w:t>
      </w:r>
      <w:r w:rsidRPr="00D95A45">
        <w:rPr>
          <w:rtl/>
        </w:rPr>
        <w:t xml:space="preserve">ومحمد بن الحسن عن عبد الله ابن الحسن العلوي جميعا عن الفتح ابن يزيد الجرجاني عن أبي الحسن </w:t>
      </w:r>
      <w:r w:rsidR="00AC7755" w:rsidRPr="00AC7755">
        <w:rPr>
          <w:rStyle w:val="libAlaemChar"/>
          <w:rtl/>
        </w:rPr>
        <w:t>عليه‌السلام</w:t>
      </w:r>
      <w:r w:rsidRPr="00D95A45">
        <w:rPr>
          <w:rtl/>
        </w:rPr>
        <w:t xml:space="preserve"> في رجل قتل مملوكه أو مملوكته قال</w:t>
      </w:r>
      <w:r w:rsidR="00CC15EB">
        <w:rPr>
          <w:rtl/>
        </w:rPr>
        <w:t>:</w:t>
      </w:r>
      <w:r>
        <w:rPr>
          <w:rtl/>
        </w:rPr>
        <w:t xml:space="preserve"> </w:t>
      </w:r>
      <w:r w:rsidRPr="00D95A45">
        <w:rPr>
          <w:rtl/>
        </w:rPr>
        <w:t>إن كان المملوك له ادب وحبس الا أن يكون معروفا بقتل المماليك فيقتل به.</w:t>
      </w:r>
    </w:p>
    <w:p w:rsidR="00AC7755" w:rsidRDefault="00D45E0E" w:rsidP="00AC7755">
      <w:pPr>
        <w:pStyle w:val="libNormal"/>
        <w:rPr>
          <w:rtl/>
        </w:rPr>
      </w:pPr>
      <w:r w:rsidRPr="00D95A45">
        <w:rPr>
          <w:rtl/>
        </w:rPr>
        <w:t>(759) 56</w:t>
      </w:r>
      <w:r w:rsidR="00CC15EB">
        <w:rPr>
          <w:rtl/>
        </w:rPr>
        <w:t xml:space="preserve"> - </w:t>
      </w:r>
      <w:r w:rsidRPr="00D95A45">
        <w:rPr>
          <w:rtl/>
        </w:rPr>
        <w:t xml:space="preserve">علي بن ابراهيم عن ابيه عن اسماعيل بن مرار عن يونس عنهم </w:t>
      </w:r>
      <w:r w:rsidR="00AC7755" w:rsidRPr="00AC7755">
        <w:rPr>
          <w:rStyle w:val="libAlaemChar"/>
          <w:rtl/>
        </w:rPr>
        <w:t>عليهم‌السلام</w:t>
      </w:r>
      <w:r w:rsidRPr="00D95A45">
        <w:rPr>
          <w:rtl/>
        </w:rPr>
        <w:t xml:space="preserve"> قال</w:t>
      </w:r>
      <w:r w:rsidR="00CC15EB">
        <w:rPr>
          <w:rtl/>
        </w:rPr>
        <w:t>:</w:t>
      </w:r>
      <w:r>
        <w:rPr>
          <w:rtl/>
        </w:rPr>
        <w:t xml:space="preserve"> </w:t>
      </w:r>
      <w:r w:rsidRPr="00D95A45">
        <w:rPr>
          <w:rtl/>
        </w:rPr>
        <w:t>سئل عن رجل قتل مملوكه قال</w:t>
      </w:r>
      <w:r w:rsidR="00CC15EB">
        <w:rPr>
          <w:rtl/>
        </w:rPr>
        <w:t>:</w:t>
      </w:r>
      <w:r>
        <w:rPr>
          <w:rtl/>
        </w:rPr>
        <w:t xml:space="preserve"> </w:t>
      </w:r>
      <w:r w:rsidRPr="00D95A45">
        <w:rPr>
          <w:rtl/>
        </w:rPr>
        <w:t>ان كان غير معروف بالقتل ضرب ضربا شديدا واخذ منه قيمة العبد ويدفع الى بيت مال المسلمين</w:t>
      </w:r>
      <w:r w:rsidR="00CC15EB">
        <w:rPr>
          <w:rtl/>
        </w:rPr>
        <w:t>،</w:t>
      </w:r>
      <w:r>
        <w:rPr>
          <w:rtl/>
        </w:rPr>
        <w:t xml:space="preserve"> </w:t>
      </w:r>
      <w:r w:rsidRPr="00D95A45">
        <w:rPr>
          <w:rtl/>
        </w:rPr>
        <w:t>وان كان متعودا للقتل قتل به.</w:t>
      </w:r>
    </w:p>
    <w:p w:rsidR="00AC7755" w:rsidRDefault="00D45E0E" w:rsidP="00AC7755">
      <w:pPr>
        <w:pStyle w:val="libNormal"/>
        <w:rPr>
          <w:rtl/>
        </w:rPr>
      </w:pPr>
      <w:r w:rsidRPr="00D95A45">
        <w:rPr>
          <w:rtl/>
        </w:rPr>
        <w:t>(760) 57</w:t>
      </w:r>
      <w:r w:rsidR="00CC15EB">
        <w:rPr>
          <w:rtl/>
        </w:rPr>
        <w:t xml:space="preserve"> - </w:t>
      </w:r>
      <w:r w:rsidRPr="00D95A45">
        <w:rPr>
          <w:rtl/>
        </w:rPr>
        <w:t>علي بن ابراهيم عن محمد بن عيسى عن يونس عن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756</w:t>
      </w:r>
      <w:r>
        <w:rPr>
          <w:rFonts w:hint="cs"/>
          <w:rtl/>
        </w:rPr>
        <w:t xml:space="preserve"> - </w:t>
      </w:r>
      <w:r w:rsidR="00D45E0E" w:rsidRPr="007277FF">
        <w:rPr>
          <w:rtl/>
        </w:rPr>
        <w:t>757</w:t>
      </w:r>
      <w:r>
        <w:rPr>
          <w:rtl/>
        </w:rPr>
        <w:t xml:space="preserve"> - </w:t>
      </w:r>
      <w:r w:rsidR="00D45E0E" w:rsidRPr="007277FF">
        <w:rPr>
          <w:rtl/>
        </w:rPr>
        <w:t>الاستبصار ج 4 ص 273</w:t>
      </w:r>
    </w:p>
    <w:p w:rsidR="00CC15EB" w:rsidRDefault="00CC15EB" w:rsidP="00AC7755">
      <w:pPr>
        <w:pStyle w:val="libFootnote0"/>
        <w:rPr>
          <w:rtl/>
        </w:rPr>
      </w:pPr>
      <w:r>
        <w:rPr>
          <w:rtl/>
        </w:rPr>
        <w:t>-</w:t>
      </w:r>
      <w:r w:rsidR="00D45E0E" w:rsidRPr="007277FF">
        <w:rPr>
          <w:rtl/>
        </w:rPr>
        <w:t xml:space="preserve"> 758</w:t>
      </w:r>
      <w:r>
        <w:rPr>
          <w:rtl/>
        </w:rPr>
        <w:t xml:space="preserve"> - </w:t>
      </w:r>
      <w:r w:rsidR="00D45E0E" w:rsidRPr="007277FF">
        <w:rPr>
          <w:rtl/>
        </w:rPr>
        <w:t>759</w:t>
      </w:r>
      <w:r>
        <w:rPr>
          <w:rtl/>
        </w:rPr>
        <w:t xml:space="preserve"> - </w:t>
      </w:r>
      <w:r w:rsidR="00D45E0E" w:rsidRPr="007277FF">
        <w:rPr>
          <w:rtl/>
        </w:rPr>
        <w:t>الاستبصار ج 4 ص 327 الكافي ج 2 ص 324</w:t>
      </w:r>
    </w:p>
    <w:p w:rsidR="00AC7755" w:rsidRDefault="00CC15EB" w:rsidP="00AC7755">
      <w:pPr>
        <w:pStyle w:val="libFootnote0"/>
        <w:rPr>
          <w:rtl/>
        </w:rPr>
      </w:pPr>
      <w:r>
        <w:rPr>
          <w:rtl/>
        </w:rPr>
        <w:t>-</w:t>
      </w:r>
      <w:r w:rsidR="00D45E0E" w:rsidRPr="00DA0376">
        <w:rPr>
          <w:rtl/>
        </w:rPr>
        <w:t xml:space="preserve"> 760</w:t>
      </w:r>
      <w:r>
        <w:rPr>
          <w:rtl/>
        </w:rPr>
        <w:t xml:space="preserve"> - </w:t>
      </w:r>
      <w:r w:rsidR="00D45E0E" w:rsidRPr="00DA0376">
        <w:rPr>
          <w:rtl/>
        </w:rPr>
        <w:t>الاستبصار ج 4 ص 274 الكافي ج 2 ص 324</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ابن مسكان عن ابى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دية العبد قيمته وإن كان نفيسا فأفضل قيمته عشرة آلاف درهم ولا يتجاوز به دية الحر</w:t>
      </w:r>
      <w:r>
        <w:rPr>
          <w:rtl/>
        </w:rPr>
        <w:t>؟</w:t>
      </w:r>
    </w:p>
    <w:p w:rsidR="00AC7755" w:rsidRDefault="00D45E0E" w:rsidP="00AC7755">
      <w:pPr>
        <w:pStyle w:val="libNormal"/>
        <w:rPr>
          <w:rtl/>
        </w:rPr>
      </w:pPr>
      <w:r w:rsidRPr="00D95A45">
        <w:rPr>
          <w:rtl/>
        </w:rPr>
        <w:t>(761) 58</w:t>
      </w:r>
      <w:r w:rsidR="00CC15EB">
        <w:rPr>
          <w:rtl/>
        </w:rPr>
        <w:t xml:space="preserve"> - </w:t>
      </w:r>
      <w:r w:rsidRPr="00D95A45">
        <w:rPr>
          <w:rtl/>
        </w:rPr>
        <w:t xml:space="preserve">ابن محبوب عن علي بن رئاب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قتل الحر العبد غرم قيمته وادب</w:t>
      </w:r>
      <w:r w:rsidR="00CC15EB">
        <w:rPr>
          <w:rtl/>
        </w:rPr>
        <w:t>،</w:t>
      </w:r>
      <w:r>
        <w:rPr>
          <w:rtl/>
        </w:rPr>
        <w:t xml:space="preserve"> </w:t>
      </w:r>
      <w:r w:rsidRPr="00D95A45">
        <w:rPr>
          <w:rtl/>
        </w:rPr>
        <w:t>قيل</w:t>
      </w:r>
      <w:r w:rsidR="00CC15EB">
        <w:rPr>
          <w:rtl/>
        </w:rPr>
        <w:t>:</w:t>
      </w:r>
      <w:r>
        <w:rPr>
          <w:rtl/>
        </w:rPr>
        <w:t xml:space="preserve"> </w:t>
      </w:r>
      <w:r w:rsidRPr="00D95A45">
        <w:rPr>
          <w:rtl/>
        </w:rPr>
        <w:t>وان كانت قيمته عشرين الف درهم</w:t>
      </w:r>
      <w:r>
        <w:rPr>
          <w:rtl/>
        </w:rPr>
        <w:t>؟</w:t>
      </w:r>
      <w:r w:rsidRPr="00D95A45">
        <w:rPr>
          <w:rtl/>
        </w:rPr>
        <w:t xml:space="preserve"> قال</w:t>
      </w:r>
      <w:r w:rsidR="00CC15EB">
        <w:rPr>
          <w:rtl/>
        </w:rPr>
        <w:t>:</w:t>
      </w:r>
      <w:r>
        <w:rPr>
          <w:rtl/>
        </w:rPr>
        <w:t xml:space="preserve"> </w:t>
      </w:r>
      <w:r w:rsidRPr="00D95A45">
        <w:rPr>
          <w:rtl/>
        </w:rPr>
        <w:t>لا يتجاوز قيمة العبد دية الاحرار.</w:t>
      </w:r>
    </w:p>
    <w:p w:rsidR="00AC7755" w:rsidRDefault="00D45E0E" w:rsidP="00AC7755">
      <w:pPr>
        <w:pStyle w:val="libNormal"/>
        <w:rPr>
          <w:rtl/>
        </w:rPr>
      </w:pPr>
      <w:r w:rsidRPr="00D95A45">
        <w:rPr>
          <w:rtl/>
        </w:rPr>
        <w:t>(762) 59</w:t>
      </w:r>
      <w:r w:rsidR="00CC15EB">
        <w:rPr>
          <w:rtl/>
        </w:rPr>
        <w:t xml:space="preserve"> - </w:t>
      </w:r>
      <w:r w:rsidRPr="00D95A45">
        <w:rPr>
          <w:rtl/>
        </w:rPr>
        <w:t>ابن محبوب عن علي بن رئاب عن ابى الورد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رجل قتل عبدا خطأ قال</w:t>
      </w:r>
      <w:r w:rsidR="00CC15EB">
        <w:rPr>
          <w:rtl/>
        </w:rPr>
        <w:t>:</w:t>
      </w:r>
      <w:r>
        <w:rPr>
          <w:rtl/>
        </w:rPr>
        <w:t xml:space="preserve"> </w:t>
      </w:r>
      <w:r w:rsidRPr="00D95A45">
        <w:rPr>
          <w:rtl/>
        </w:rPr>
        <w:t>عليه قيمته ولا يتجاوز بقيمته عشرة آلاف درهم قلت</w:t>
      </w:r>
      <w:r w:rsidR="00CC15EB">
        <w:rPr>
          <w:rtl/>
        </w:rPr>
        <w:t>:</w:t>
      </w:r>
      <w:r>
        <w:rPr>
          <w:rtl/>
        </w:rPr>
        <w:t xml:space="preserve"> </w:t>
      </w:r>
      <w:r w:rsidRPr="00D95A45">
        <w:rPr>
          <w:rtl/>
        </w:rPr>
        <w:t>ومن يقومه وهو ميت</w:t>
      </w:r>
      <w:r>
        <w:rPr>
          <w:rtl/>
        </w:rPr>
        <w:t>؟</w:t>
      </w:r>
      <w:r w:rsidRPr="00D95A45">
        <w:rPr>
          <w:rtl/>
        </w:rPr>
        <w:t xml:space="preserve"> قال</w:t>
      </w:r>
      <w:r w:rsidR="00CC15EB">
        <w:rPr>
          <w:rtl/>
        </w:rPr>
        <w:t>:</w:t>
      </w:r>
      <w:r>
        <w:rPr>
          <w:rtl/>
        </w:rPr>
        <w:t xml:space="preserve"> </w:t>
      </w:r>
      <w:r w:rsidRPr="00D95A45">
        <w:rPr>
          <w:rtl/>
        </w:rPr>
        <w:t>ان كان لمولاه شهود أن قيمته كان يوم قتل كذا وكذا أخذ بها قاتله</w:t>
      </w:r>
      <w:r w:rsidR="00CC15EB">
        <w:rPr>
          <w:rtl/>
        </w:rPr>
        <w:t>،</w:t>
      </w:r>
      <w:r>
        <w:rPr>
          <w:rtl/>
        </w:rPr>
        <w:t xml:space="preserve"> </w:t>
      </w:r>
      <w:r w:rsidRPr="00D95A45">
        <w:rPr>
          <w:rtl/>
        </w:rPr>
        <w:t>وان لم يكن له شهود على ذلك كانت القيمة على من قتله مع يمينه يشهد بالله ماله قيمة أكثر مما قومته</w:t>
      </w:r>
      <w:r w:rsidR="00CC15EB">
        <w:rPr>
          <w:rtl/>
        </w:rPr>
        <w:t>،</w:t>
      </w:r>
      <w:r>
        <w:rPr>
          <w:rtl/>
        </w:rPr>
        <w:t xml:space="preserve"> </w:t>
      </w:r>
      <w:r w:rsidRPr="00D95A45">
        <w:rPr>
          <w:rtl/>
        </w:rPr>
        <w:t>فان ابى ان يحلف ورد اليمين على المولى</w:t>
      </w:r>
      <w:r w:rsidR="00CC15EB">
        <w:rPr>
          <w:rtl/>
        </w:rPr>
        <w:t>،</w:t>
      </w:r>
      <w:r>
        <w:rPr>
          <w:rtl/>
        </w:rPr>
        <w:t xml:space="preserve"> </w:t>
      </w:r>
      <w:r w:rsidRPr="00D95A45">
        <w:rPr>
          <w:rtl/>
        </w:rPr>
        <w:t>فان حلف المولى اعطي ما حلف عليه ولا يجاوز بقيمته عشرة آلاف درهم</w:t>
      </w:r>
      <w:r w:rsidR="00CC15EB">
        <w:rPr>
          <w:rtl/>
        </w:rPr>
        <w:t>،</w:t>
      </w:r>
      <w:r>
        <w:rPr>
          <w:rtl/>
        </w:rPr>
        <w:t xml:space="preserve"> </w:t>
      </w:r>
      <w:r w:rsidRPr="00D95A45">
        <w:rPr>
          <w:rtl/>
        </w:rPr>
        <w:t>قال</w:t>
      </w:r>
      <w:r w:rsidR="00CC15EB">
        <w:rPr>
          <w:rtl/>
        </w:rPr>
        <w:t>:</w:t>
      </w:r>
      <w:r>
        <w:rPr>
          <w:rtl/>
        </w:rPr>
        <w:t xml:space="preserve"> </w:t>
      </w:r>
      <w:r w:rsidRPr="00D95A45">
        <w:rPr>
          <w:rtl/>
        </w:rPr>
        <w:t>وان كان العبد مؤمنا فقتله عمدا اغرم قيمته واعتق رقبة وصام شهرين متتابعين وتاب إلى الله عز وجل.</w:t>
      </w:r>
    </w:p>
    <w:p w:rsidR="00AC7755" w:rsidRDefault="00D45E0E" w:rsidP="00AC7755">
      <w:pPr>
        <w:pStyle w:val="libNormal"/>
        <w:rPr>
          <w:rtl/>
        </w:rPr>
      </w:pPr>
      <w:r w:rsidRPr="00D95A45">
        <w:rPr>
          <w:rtl/>
        </w:rPr>
        <w:t>(763) 60</w:t>
      </w:r>
      <w:r w:rsidR="00CC15EB">
        <w:rPr>
          <w:rtl/>
        </w:rPr>
        <w:t xml:space="preserve"> - </w:t>
      </w:r>
      <w:r w:rsidRPr="00D95A45">
        <w:rPr>
          <w:rtl/>
        </w:rPr>
        <w:t xml:space="preserve">محمد بن الحسن الصفار عن ابراهيم بن هاشم عن النوفلي عن السكوني عن جعفر عن ابيه عن علي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جراحات العبيد على نحو جراحات الاحرار في الثمن.</w:t>
      </w:r>
    </w:p>
    <w:p w:rsidR="00AC7755" w:rsidRDefault="00D45E0E" w:rsidP="00AC7755">
      <w:pPr>
        <w:pStyle w:val="libNormal"/>
        <w:rPr>
          <w:rtl/>
        </w:rPr>
      </w:pPr>
      <w:r w:rsidRPr="00D95A45">
        <w:rPr>
          <w:rtl/>
        </w:rPr>
        <w:t>(764) 61</w:t>
      </w:r>
      <w:r w:rsidR="00CC15EB">
        <w:rPr>
          <w:rtl/>
        </w:rPr>
        <w:t xml:space="preserve"> - </w:t>
      </w:r>
      <w:r w:rsidRPr="00D95A45">
        <w:rPr>
          <w:rtl/>
        </w:rPr>
        <w:t xml:space="preserve">الحسن بن محبوب عن عبد العزيز العبدى عن عبيد ابن زرارة عن ابي عبد الله </w:t>
      </w:r>
      <w:r w:rsidR="00AC7755" w:rsidRPr="00AC7755">
        <w:rPr>
          <w:rStyle w:val="libAlaemChar"/>
          <w:rtl/>
        </w:rPr>
        <w:t>عليه‌السلام</w:t>
      </w:r>
      <w:r w:rsidRPr="00D95A45">
        <w:rPr>
          <w:rtl/>
        </w:rPr>
        <w:t xml:space="preserve"> في رجل شج عبدا موضحة قال </w:t>
      </w:r>
      <w:r w:rsidR="00AC7755" w:rsidRPr="00AC7755">
        <w:rPr>
          <w:rStyle w:val="libAlaemChar"/>
          <w:rtl/>
        </w:rPr>
        <w:t>عليه‌السلام</w:t>
      </w:r>
      <w:r w:rsidR="00CC15EB">
        <w:rPr>
          <w:rtl/>
        </w:rPr>
        <w:t>:</w:t>
      </w:r>
      <w:r>
        <w:rPr>
          <w:rtl/>
        </w:rPr>
        <w:t xml:space="preserve"> </w:t>
      </w:r>
      <w:r w:rsidRPr="00D95A45">
        <w:rPr>
          <w:rtl/>
        </w:rPr>
        <w:t>عليه نصف عشر قيمته.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761</w:t>
      </w:r>
      <w:r>
        <w:rPr>
          <w:rtl/>
        </w:rPr>
        <w:t xml:space="preserve"> - </w:t>
      </w:r>
      <w:r w:rsidR="00D45E0E" w:rsidRPr="00D95A45">
        <w:rPr>
          <w:rtl/>
        </w:rPr>
        <w:t>الاستبصار ج 4 ص 274 الكافي ج 2 ص 325 الفقيه ج 4 ص 95</w:t>
      </w:r>
    </w:p>
    <w:p w:rsidR="00CC15EB" w:rsidRDefault="00CC15EB" w:rsidP="00AC7755">
      <w:pPr>
        <w:pStyle w:val="libFootnote0"/>
        <w:rPr>
          <w:rtl/>
        </w:rPr>
      </w:pPr>
      <w:r>
        <w:rPr>
          <w:rtl/>
        </w:rPr>
        <w:t>-</w:t>
      </w:r>
      <w:r w:rsidR="00D45E0E" w:rsidRPr="007277FF">
        <w:rPr>
          <w:rtl/>
        </w:rPr>
        <w:t xml:space="preserve"> 726</w:t>
      </w:r>
      <w:r>
        <w:rPr>
          <w:rtl/>
        </w:rPr>
        <w:t xml:space="preserve"> - </w:t>
      </w:r>
      <w:r w:rsidR="00D45E0E" w:rsidRPr="007277FF">
        <w:rPr>
          <w:rtl/>
        </w:rPr>
        <w:t>الفقيه ج 4 ص 96</w:t>
      </w:r>
    </w:p>
    <w:p w:rsidR="00CC15EB" w:rsidRDefault="00CC15EB" w:rsidP="00AC7755">
      <w:pPr>
        <w:pStyle w:val="libFootnote0"/>
        <w:rPr>
          <w:rtl/>
        </w:rPr>
      </w:pPr>
      <w:r>
        <w:rPr>
          <w:rtl/>
        </w:rPr>
        <w:t>-</w:t>
      </w:r>
      <w:r w:rsidR="00D45E0E" w:rsidRPr="007277FF">
        <w:rPr>
          <w:rtl/>
        </w:rPr>
        <w:t xml:space="preserve"> 763</w:t>
      </w:r>
      <w:r>
        <w:rPr>
          <w:rtl/>
        </w:rPr>
        <w:t xml:space="preserve"> - </w:t>
      </w:r>
      <w:r w:rsidR="00D45E0E" w:rsidRPr="007277FF">
        <w:rPr>
          <w:rtl/>
        </w:rPr>
        <w:t>الفقيه ج 4 ص 95</w:t>
      </w:r>
    </w:p>
    <w:p w:rsidR="00AC7755" w:rsidRDefault="00CC15EB" w:rsidP="00AC7755">
      <w:pPr>
        <w:pStyle w:val="libFootnote0"/>
        <w:rPr>
          <w:rtl/>
        </w:rPr>
      </w:pPr>
      <w:r>
        <w:rPr>
          <w:rtl/>
        </w:rPr>
        <w:t>-</w:t>
      </w:r>
      <w:r w:rsidR="00D45E0E" w:rsidRPr="00DA0376">
        <w:rPr>
          <w:rtl/>
        </w:rPr>
        <w:t xml:space="preserve"> 764</w:t>
      </w:r>
      <w:r>
        <w:rPr>
          <w:rtl/>
        </w:rPr>
        <w:t xml:space="preserve"> - </w:t>
      </w:r>
      <w:r w:rsidR="00D45E0E" w:rsidRPr="00DA0376">
        <w:rPr>
          <w:rtl/>
        </w:rPr>
        <w:t>الكافي ج 2 ص 325 الفقيه ج 4 ص 94</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(765) 62</w:t>
      </w:r>
      <w:r w:rsidR="00CC15EB">
        <w:rPr>
          <w:rtl/>
        </w:rPr>
        <w:t xml:space="preserve"> - </w:t>
      </w:r>
      <w:r w:rsidRPr="00D95A45">
        <w:rPr>
          <w:rtl/>
        </w:rPr>
        <w:t xml:space="preserve">علي عن ابيه عن ابن فضال عن يونس بن يعقوب عن ابي مريم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انف العبد أو ذكره أو شئ يحيط بقيمته انه يؤدي الى مولاه قيمة العبد ويأخذ العبد.</w:t>
      </w:r>
    </w:p>
    <w:p w:rsidR="00AC7755" w:rsidRDefault="00D45E0E" w:rsidP="00AC7755">
      <w:pPr>
        <w:pStyle w:val="libNormal"/>
        <w:rPr>
          <w:rtl/>
        </w:rPr>
      </w:pPr>
      <w:r w:rsidRPr="00D95A45">
        <w:rPr>
          <w:rtl/>
        </w:rPr>
        <w:t>(766) 63</w:t>
      </w:r>
      <w:r w:rsidR="00CC15EB">
        <w:rPr>
          <w:rtl/>
        </w:rPr>
        <w:t xml:space="preserve"> - </w:t>
      </w:r>
      <w:r w:rsidRPr="00D95A45">
        <w:rPr>
          <w:rtl/>
        </w:rPr>
        <w:t xml:space="preserve">يونس عن ابان بن تغلب عمن رواه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قتل العبد الحر دفع إلى اولياء المقتول فإن شاؤا قتلوه وان شاؤا حبسوه يكون عبدا لهم وان شاؤا استرقوه.</w:t>
      </w:r>
    </w:p>
    <w:p w:rsidR="00AC7755" w:rsidRDefault="00D45E0E" w:rsidP="00AC7755">
      <w:pPr>
        <w:pStyle w:val="libNormal"/>
        <w:rPr>
          <w:rtl/>
        </w:rPr>
      </w:pPr>
      <w:r w:rsidRPr="00D95A45">
        <w:rPr>
          <w:rtl/>
        </w:rPr>
        <w:t>(767) 64</w:t>
      </w:r>
      <w:r w:rsidR="00CC15EB">
        <w:rPr>
          <w:rtl/>
        </w:rPr>
        <w:t xml:space="preserve"> - </w:t>
      </w:r>
      <w:r w:rsidRPr="00D95A45">
        <w:rPr>
          <w:rtl/>
        </w:rPr>
        <w:t xml:space="preserve">علي عن ابيه عن حماد بن عيسى عن حريز عن زرارة عن احدهما </w:t>
      </w:r>
      <w:r w:rsidR="00AC7755" w:rsidRPr="00AC7755">
        <w:rPr>
          <w:rStyle w:val="libAlaemChar"/>
          <w:rtl/>
        </w:rPr>
        <w:t>عليه‌السلام</w:t>
      </w:r>
      <w:r w:rsidRPr="00D95A45">
        <w:rPr>
          <w:rtl/>
        </w:rPr>
        <w:t xml:space="preserve"> في العبد إذا قتل الحر دفع الى اولياء المقتول</w:t>
      </w:r>
      <w:r w:rsidR="00CC15EB">
        <w:rPr>
          <w:rtl/>
        </w:rPr>
        <w:t>،</w:t>
      </w:r>
      <w:r>
        <w:rPr>
          <w:rtl/>
        </w:rPr>
        <w:t xml:space="preserve"> </w:t>
      </w:r>
      <w:r w:rsidRPr="00D95A45">
        <w:rPr>
          <w:rtl/>
        </w:rPr>
        <w:t xml:space="preserve">فان شاؤا قتلوه وان شاؤا استرقوه </w:t>
      </w:r>
      <w:r w:rsidRPr="00AC7755">
        <w:rPr>
          <w:rStyle w:val="libFootnotenumChar"/>
          <w:rtl/>
        </w:rPr>
        <w:t>(1)</w:t>
      </w:r>
      <w:r w:rsidRPr="00D95A45">
        <w:rPr>
          <w:rtl/>
        </w:rPr>
        <w:t>.</w:t>
      </w:r>
    </w:p>
    <w:p w:rsidR="00AC7755" w:rsidRDefault="00D45E0E" w:rsidP="00AC7755">
      <w:pPr>
        <w:pStyle w:val="libNormal"/>
        <w:rPr>
          <w:rtl/>
        </w:rPr>
      </w:pPr>
      <w:r w:rsidRPr="00D95A45">
        <w:rPr>
          <w:rtl/>
        </w:rPr>
        <w:t>(768) 65</w:t>
      </w:r>
      <w:r w:rsidR="00CC15EB">
        <w:rPr>
          <w:rtl/>
        </w:rPr>
        <w:t xml:space="preserve"> - </w:t>
      </w:r>
      <w:r w:rsidRPr="00D95A45">
        <w:rPr>
          <w:rtl/>
        </w:rPr>
        <w:t>احمد بن محمد عن ابي محمد الوابشي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اقوام ادعوا على عبد جناية تحيط برقبته فأقر العبد بها قال</w:t>
      </w:r>
      <w:r w:rsidR="00CC15EB">
        <w:rPr>
          <w:rtl/>
        </w:rPr>
        <w:t>:</w:t>
      </w:r>
      <w:r>
        <w:rPr>
          <w:rtl/>
        </w:rPr>
        <w:t xml:space="preserve"> </w:t>
      </w:r>
      <w:r w:rsidRPr="00D95A45">
        <w:rPr>
          <w:rtl/>
        </w:rPr>
        <w:t>لا يجوز اقرار العبد على سيده</w:t>
      </w:r>
      <w:r w:rsidR="00CC15EB">
        <w:rPr>
          <w:rtl/>
        </w:rPr>
        <w:t>،</w:t>
      </w:r>
      <w:r>
        <w:rPr>
          <w:rtl/>
        </w:rPr>
        <w:t xml:space="preserve"> </w:t>
      </w:r>
      <w:r w:rsidRPr="00D95A45">
        <w:rPr>
          <w:rtl/>
        </w:rPr>
        <w:t>فان اقاموا البينة على ما أدعوا على العبد اخذوا العبد بها أو يفتديه مولاه.</w:t>
      </w:r>
    </w:p>
    <w:p w:rsidR="00AC7755" w:rsidRDefault="00D45E0E" w:rsidP="00AC7755">
      <w:pPr>
        <w:pStyle w:val="libNormal"/>
        <w:rPr>
          <w:rtl/>
        </w:rPr>
      </w:pPr>
      <w:r w:rsidRPr="00D95A45">
        <w:rPr>
          <w:rtl/>
        </w:rPr>
        <w:t>(769) 66</w:t>
      </w:r>
      <w:r w:rsidR="00CC15EB">
        <w:rPr>
          <w:rtl/>
        </w:rPr>
        <w:t xml:space="preserve"> - </w:t>
      </w:r>
      <w:r w:rsidRPr="00D95A45">
        <w:rPr>
          <w:rtl/>
        </w:rPr>
        <w:t xml:space="preserve">الحسين بن سعيد عن فضالة عن ابان عن يحيى بن ابى العلا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قتل العبد الحر فلاهل المقتول ان شاؤا قتلوا وان شاؤا استعبدوا.</w:t>
      </w:r>
    </w:p>
    <w:p w:rsidR="00AC7755" w:rsidRDefault="00D45E0E" w:rsidP="00AC7755">
      <w:pPr>
        <w:pStyle w:val="libNormal"/>
        <w:rPr>
          <w:rtl/>
        </w:rPr>
      </w:pPr>
      <w:r w:rsidRPr="00D95A45">
        <w:rPr>
          <w:rtl/>
        </w:rPr>
        <w:t>(770) 67</w:t>
      </w:r>
      <w:r w:rsidR="00CC15EB">
        <w:rPr>
          <w:rtl/>
        </w:rPr>
        <w:t xml:space="preserve"> - </w:t>
      </w:r>
      <w:r w:rsidRPr="00D95A45">
        <w:rPr>
          <w:rtl/>
        </w:rPr>
        <w:t xml:space="preserve">ابن ابي نجران عن مثنى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ليس في نسخة الكافي المطبوعة قوله</w:t>
      </w:r>
      <w:r w:rsidR="00CC15EB">
        <w:rPr>
          <w:rtl/>
        </w:rPr>
        <w:t>:</w:t>
      </w:r>
      <w:r>
        <w:rPr>
          <w:rtl/>
        </w:rPr>
        <w:t xml:space="preserve"> </w:t>
      </w:r>
      <w:r w:rsidRPr="00D95A45">
        <w:rPr>
          <w:rtl/>
        </w:rPr>
        <w:t>(وان شاؤا استرقوه) وقد حكي عن بعض نسخ الكافي (وان شاؤا استرقوه يكون عبدا لهم) والظاهر انه الصواب.</w:t>
      </w:r>
    </w:p>
    <w:p w:rsidR="00CC15EB" w:rsidRDefault="00CC15EB" w:rsidP="00AC7755">
      <w:pPr>
        <w:pStyle w:val="libFootnote0"/>
        <w:rPr>
          <w:rtl/>
        </w:rPr>
      </w:pPr>
      <w:r>
        <w:rPr>
          <w:rtl/>
        </w:rPr>
        <w:t>-</w:t>
      </w:r>
      <w:r w:rsidR="00D45E0E" w:rsidRPr="007277FF">
        <w:rPr>
          <w:rtl/>
        </w:rPr>
        <w:t xml:space="preserve"> 765</w:t>
      </w:r>
      <w:r>
        <w:rPr>
          <w:rtl/>
        </w:rPr>
        <w:t xml:space="preserve"> - </w:t>
      </w:r>
      <w:r w:rsidR="00D45E0E" w:rsidRPr="007277FF">
        <w:rPr>
          <w:rtl/>
        </w:rPr>
        <w:t>الكافي ج 2 ص 326</w:t>
      </w:r>
    </w:p>
    <w:p w:rsidR="00CC15EB" w:rsidRDefault="00CC15EB" w:rsidP="00AC7755">
      <w:pPr>
        <w:pStyle w:val="libFootnote0"/>
        <w:rPr>
          <w:rtl/>
        </w:rPr>
      </w:pPr>
      <w:r>
        <w:rPr>
          <w:rtl/>
        </w:rPr>
        <w:t>-</w:t>
      </w:r>
      <w:r w:rsidR="00D45E0E" w:rsidRPr="007277FF">
        <w:rPr>
          <w:rtl/>
        </w:rPr>
        <w:t xml:space="preserve"> 766</w:t>
      </w:r>
      <w:r>
        <w:rPr>
          <w:rtl/>
        </w:rPr>
        <w:t xml:space="preserve"> - </w:t>
      </w:r>
      <w:r w:rsidR="00D45E0E" w:rsidRPr="007277FF">
        <w:rPr>
          <w:rtl/>
        </w:rPr>
        <w:t>767</w:t>
      </w:r>
      <w:r>
        <w:rPr>
          <w:rFonts w:hint="cs"/>
          <w:rtl/>
        </w:rPr>
        <w:t xml:space="preserve"> - </w:t>
      </w:r>
      <w:r w:rsidR="00D45E0E" w:rsidRPr="007277FF">
        <w:rPr>
          <w:rtl/>
        </w:rPr>
        <w:t>768</w:t>
      </w:r>
      <w:r>
        <w:rPr>
          <w:rtl/>
        </w:rPr>
        <w:t xml:space="preserve"> - </w:t>
      </w:r>
      <w:r w:rsidR="00D45E0E" w:rsidRPr="007277FF">
        <w:rPr>
          <w:rtl/>
        </w:rPr>
        <w:t>الكافي ج 2 ص 325 واخرج الثالث الصدوق في الفقيه ج 4 ص 95</w:t>
      </w:r>
    </w:p>
    <w:p w:rsidR="00AC7755" w:rsidRDefault="00CC15EB" w:rsidP="00AC7755">
      <w:pPr>
        <w:pStyle w:val="libFootnote0"/>
        <w:rPr>
          <w:rtl/>
        </w:rPr>
      </w:pPr>
      <w:r>
        <w:rPr>
          <w:rtl/>
        </w:rPr>
        <w:t>-</w:t>
      </w:r>
      <w:r w:rsidR="00D45E0E" w:rsidRPr="00DA0376">
        <w:rPr>
          <w:rtl/>
        </w:rPr>
        <w:t xml:space="preserve"> 769</w:t>
      </w:r>
      <w:r>
        <w:rPr>
          <w:rtl/>
        </w:rPr>
        <w:t xml:space="preserve"> - </w:t>
      </w:r>
      <w:r w:rsidR="00D45E0E" w:rsidRPr="00DA0376">
        <w:rPr>
          <w:rtl/>
        </w:rPr>
        <w:t>الفقيه ج 4 ص 94</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قال</w:t>
      </w:r>
      <w:r w:rsidR="00CC15EB">
        <w:rPr>
          <w:rtl/>
        </w:rPr>
        <w:t>:</w:t>
      </w:r>
      <w:r>
        <w:rPr>
          <w:rtl/>
        </w:rPr>
        <w:t xml:space="preserve"> </w:t>
      </w:r>
      <w:r w:rsidRPr="00DA0376">
        <w:rPr>
          <w:rtl/>
        </w:rPr>
        <w:t>العبد إذا قتل الحر دفع الى اولياء المقتول فان شاؤا قتلوا وان شاؤا استعبدوا.</w:t>
      </w:r>
    </w:p>
    <w:p w:rsidR="00AC7755" w:rsidRDefault="00D45E0E" w:rsidP="00AC7755">
      <w:pPr>
        <w:pStyle w:val="libNormal"/>
        <w:rPr>
          <w:rtl/>
        </w:rPr>
      </w:pPr>
      <w:r w:rsidRPr="00D95A45">
        <w:rPr>
          <w:rtl/>
        </w:rPr>
        <w:t>(771) 68</w:t>
      </w:r>
      <w:r w:rsidR="00CC15EB">
        <w:rPr>
          <w:rtl/>
        </w:rPr>
        <w:t xml:space="preserve"> - </w:t>
      </w:r>
      <w:r w:rsidRPr="00D95A45">
        <w:rPr>
          <w:rtl/>
        </w:rPr>
        <w:t xml:space="preserve">وعنه عن ابي عبد الله </w:t>
      </w:r>
      <w:r w:rsidR="00AC7755" w:rsidRPr="00AC7755">
        <w:rPr>
          <w:rStyle w:val="libAlaemChar"/>
          <w:rtl/>
        </w:rPr>
        <w:t>عليه‌السلام</w:t>
      </w:r>
      <w:r w:rsidRPr="00D95A45">
        <w:rPr>
          <w:rtl/>
        </w:rPr>
        <w:t xml:space="preserve"> في حر قتل عبدا قال</w:t>
      </w:r>
      <w:r w:rsidR="00CC15EB">
        <w:rPr>
          <w:rtl/>
        </w:rPr>
        <w:t>:</w:t>
      </w:r>
      <w:r>
        <w:rPr>
          <w:rtl/>
        </w:rPr>
        <w:t xml:space="preserve"> </w:t>
      </w:r>
      <w:r w:rsidRPr="00D95A45">
        <w:rPr>
          <w:rtl/>
        </w:rPr>
        <w:t>لا يقتل به.</w:t>
      </w:r>
    </w:p>
    <w:p w:rsidR="00AC7755" w:rsidRDefault="00D45E0E" w:rsidP="00AC7755">
      <w:pPr>
        <w:pStyle w:val="libNormal"/>
        <w:rPr>
          <w:rtl/>
        </w:rPr>
      </w:pPr>
      <w:r w:rsidRPr="00D95A45">
        <w:rPr>
          <w:rtl/>
        </w:rPr>
        <w:t>(772) 69</w:t>
      </w:r>
      <w:r w:rsidR="00CC15EB">
        <w:rPr>
          <w:rtl/>
        </w:rPr>
        <w:t xml:space="preserve"> - </w:t>
      </w:r>
      <w:r w:rsidRPr="00D95A45">
        <w:rPr>
          <w:rtl/>
        </w:rPr>
        <w:t xml:space="preserve">وعنه عن ابن مسكان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قتل العبد الحر فدفع الى اولياء الحر فلا شئ على مواليه.</w:t>
      </w:r>
    </w:p>
    <w:p w:rsidR="00AC7755" w:rsidRDefault="00D45E0E" w:rsidP="00AC7755">
      <w:pPr>
        <w:pStyle w:val="libNormal"/>
        <w:rPr>
          <w:rtl/>
        </w:rPr>
      </w:pPr>
      <w:r w:rsidRPr="00D95A45">
        <w:rPr>
          <w:rtl/>
        </w:rPr>
        <w:t>(773) 70</w:t>
      </w:r>
      <w:r w:rsidR="00CC15EB">
        <w:rPr>
          <w:rtl/>
        </w:rPr>
        <w:t xml:space="preserve"> - </w:t>
      </w:r>
      <w:r w:rsidRPr="00D95A45">
        <w:rPr>
          <w:rtl/>
        </w:rPr>
        <w:t>احمد بن محمد بن عيسى عن علي بن الحكم عن هيثم عن عبيدة عن ابراهيم قال</w:t>
      </w:r>
      <w:r w:rsidR="00CC15EB">
        <w:rPr>
          <w:rtl/>
        </w:rPr>
        <w:t>:</w:t>
      </w:r>
      <w:r>
        <w:rPr>
          <w:rtl/>
        </w:rPr>
        <w:t xml:space="preserve"> </w:t>
      </w:r>
      <w:r w:rsidRPr="00D95A45">
        <w:rPr>
          <w:rtl/>
        </w:rPr>
        <w:t>قال</w:t>
      </w:r>
      <w:r w:rsidR="00CC15EB">
        <w:rPr>
          <w:rtl/>
        </w:rPr>
        <w:t>:</w:t>
      </w:r>
      <w:r>
        <w:rPr>
          <w:rtl/>
        </w:rPr>
        <w:t xml:space="preserve"> </w:t>
      </w:r>
      <w:r w:rsidRPr="00D95A45">
        <w:rPr>
          <w:rtl/>
        </w:rPr>
        <w:t>على المولى قيمة العبد ليس عليه اكثر من ذلك.</w:t>
      </w:r>
    </w:p>
    <w:p w:rsidR="00AC7755" w:rsidRDefault="00D45E0E" w:rsidP="00AC7755">
      <w:pPr>
        <w:pStyle w:val="libNormal"/>
        <w:rPr>
          <w:rtl/>
        </w:rPr>
      </w:pPr>
      <w:r w:rsidRPr="00D95A45">
        <w:rPr>
          <w:rtl/>
        </w:rPr>
        <w:t>(774) 71</w:t>
      </w:r>
      <w:r w:rsidR="00CC15EB">
        <w:rPr>
          <w:rtl/>
        </w:rPr>
        <w:t xml:space="preserve"> - </w:t>
      </w:r>
      <w:r w:rsidRPr="00D95A45">
        <w:rPr>
          <w:rtl/>
        </w:rPr>
        <w:t xml:space="preserve">محمد بن الحسن الصفار عن الحسن بن احمد بن سلمة الكوفى عن احمد بن الحسن بن علي بن فضال عن ابيه عن علي بن عقبة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عبد قتل اربعة احرار واحدا بعد واحد قال</w:t>
      </w:r>
      <w:r w:rsidR="00CC15EB">
        <w:rPr>
          <w:rtl/>
        </w:rPr>
        <w:t>:</w:t>
      </w:r>
      <w:r>
        <w:rPr>
          <w:rtl/>
        </w:rPr>
        <w:t xml:space="preserve"> </w:t>
      </w:r>
      <w:r w:rsidRPr="00D95A45">
        <w:rPr>
          <w:rtl/>
        </w:rPr>
        <w:t>فقال</w:t>
      </w:r>
      <w:r w:rsidR="00CC15EB">
        <w:rPr>
          <w:rtl/>
        </w:rPr>
        <w:t>:</w:t>
      </w:r>
      <w:r>
        <w:rPr>
          <w:rtl/>
        </w:rPr>
        <w:t xml:space="preserve"> </w:t>
      </w:r>
      <w:r w:rsidRPr="00D95A45">
        <w:rPr>
          <w:rtl/>
        </w:rPr>
        <w:t>هو لأهل الأخير من القتلى إن شاؤا قتلوه وان شاؤا استرقوه</w:t>
      </w:r>
      <w:r w:rsidR="00CC15EB">
        <w:rPr>
          <w:rtl/>
        </w:rPr>
        <w:t>،</w:t>
      </w:r>
      <w:r>
        <w:rPr>
          <w:rtl/>
        </w:rPr>
        <w:t xml:space="preserve"> </w:t>
      </w:r>
      <w:r w:rsidRPr="00D95A45">
        <w:rPr>
          <w:rtl/>
        </w:rPr>
        <w:t>لأنه إذا قتل الاول استحق اولياؤه</w:t>
      </w:r>
      <w:r w:rsidR="00CC15EB">
        <w:rPr>
          <w:rtl/>
        </w:rPr>
        <w:t>،</w:t>
      </w:r>
      <w:r>
        <w:rPr>
          <w:rtl/>
        </w:rPr>
        <w:t xml:space="preserve"> </w:t>
      </w:r>
      <w:r w:rsidRPr="00D95A45">
        <w:rPr>
          <w:rtl/>
        </w:rPr>
        <w:t>فإذا قتل الثاني استحق من اولياء الاول فصار لأولياء الثاني</w:t>
      </w:r>
      <w:r w:rsidR="00CC15EB">
        <w:rPr>
          <w:rtl/>
        </w:rPr>
        <w:t>،</w:t>
      </w:r>
      <w:r>
        <w:rPr>
          <w:rtl/>
        </w:rPr>
        <w:t xml:space="preserve"> </w:t>
      </w:r>
      <w:r w:rsidRPr="00D95A45">
        <w:rPr>
          <w:rtl/>
        </w:rPr>
        <w:t>فإذا قتل الثالث استحق من اولياء الثاني فصار لاولياء الثالث</w:t>
      </w:r>
      <w:r w:rsidR="00CC15EB">
        <w:rPr>
          <w:rtl/>
        </w:rPr>
        <w:t>،</w:t>
      </w:r>
      <w:r>
        <w:rPr>
          <w:rtl/>
        </w:rPr>
        <w:t xml:space="preserve"> </w:t>
      </w:r>
      <w:r w:rsidRPr="00D95A45">
        <w:rPr>
          <w:rtl/>
        </w:rPr>
        <w:t>فإذا قتل الرابع استحق من اولياء الثالث فصار لاولياء الرابع ان شاؤا قتلوه وان شاؤا استرقوه.</w:t>
      </w:r>
    </w:p>
    <w:p w:rsidR="00AC7755" w:rsidRDefault="00D45E0E" w:rsidP="00AC7755">
      <w:pPr>
        <w:pStyle w:val="libNormal"/>
        <w:rPr>
          <w:rtl/>
        </w:rPr>
      </w:pPr>
      <w:r w:rsidRPr="00D95A45">
        <w:rPr>
          <w:rtl/>
        </w:rPr>
        <w:t>(775) 72</w:t>
      </w:r>
      <w:r w:rsidR="00CC15EB">
        <w:rPr>
          <w:rtl/>
        </w:rPr>
        <w:t xml:space="preserve"> - </w:t>
      </w:r>
      <w:r w:rsidRPr="00D95A45">
        <w:rPr>
          <w:rtl/>
        </w:rPr>
        <w:t xml:space="preserve">ابن محبوب عن علي بن رئاب عن زرارة عن ابى جعفر </w:t>
      </w:r>
      <w:r w:rsidR="00AC7755" w:rsidRPr="00AC7755">
        <w:rPr>
          <w:rStyle w:val="libAlaemChar"/>
          <w:rtl/>
        </w:rPr>
        <w:t>عليه‌السلام</w:t>
      </w:r>
      <w:r w:rsidRPr="00D95A45">
        <w:rPr>
          <w:rtl/>
        </w:rPr>
        <w:t xml:space="preserve"> في عبد جرح رجلين قال</w:t>
      </w:r>
      <w:r w:rsidR="00CC15EB">
        <w:rPr>
          <w:rtl/>
        </w:rPr>
        <w:t>:</w:t>
      </w:r>
      <w:r>
        <w:rPr>
          <w:rtl/>
        </w:rPr>
        <w:t xml:space="preserve"> </w:t>
      </w:r>
      <w:r w:rsidRPr="00D95A45">
        <w:rPr>
          <w:rtl/>
        </w:rPr>
        <w:t>هو بينهما إن كانت جنايته تحيط بقيمته</w:t>
      </w:r>
      <w:r w:rsidR="00CC15EB">
        <w:rPr>
          <w:rtl/>
        </w:rPr>
        <w:t>،</w:t>
      </w:r>
      <w:r>
        <w:rPr>
          <w:rtl/>
        </w:rPr>
        <w:t xml:space="preserve"> </w:t>
      </w:r>
      <w:r w:rsidRPr="00D95A45">
        <w:rPr>
          <w:rtl/>
        </w:rPr>
        <w:t>قيل له</w:t>
      </w:r>
      <w:r w:rsidR="00CC15EB">
        <w:rPr>
          <w:rtl/>
        </w:rPr>
        <w:t>:</w:t>
      </w:r>
      <w:r>
        <w:rPr>
          <w:rtl/>
        </w:rPr>
        <w:t xml:space="preserve"> </w:t>
      </w:r>
      <w:r w:rsidRPr="00D95A45">
        <w:rPr>
          <w:rtl/>
        </w:rPr>
        <w:t>فان جرح رجلا في اول النهار وجرح آخر في آخر النهار</w:t>
      </w:r>
      <w:r>
        <w:rPr>
          <w:rtl/>
        </w:rPr>
        <w:t>؟</w:t>
      </w:r>
      <w:r w:rsidRPr="00D95A45">
        <w:rPr>
          <w:rtl/>
        </w:rPr>
        <w:t xml:space="preserve"> قال</w:t>
      </w:r>
      <w:r w:rsidR="00CC15EB">
        <w:rPr>
          <w:rtl/>
        </w:rPr>
        <w:t>:</w:t>
      </w:r>
      <w:r>
        <w:rPr>
          <w:rtl/>
        </w:rPr>
        <w:t xml:space="preserve"> </w:t>
      </w:r>
      <w:r w:rsidRPr="00D95A45">
        <w:rPr>
          <w:rtl/>
        </w:rPr>
        <w:t>هو بينهما ما لم يحكم الوالي في المجروح الاول</w:t>
      </w:r>
      <w:r w:rsidR="00CC15EB">
        <w:rPr>
          <w:rtl/>
        </w:rPr>
        <w:t>،</w:t>
      </w:r>
      <w:r>
        <w:rPr>
          <w:rtl/>
        </w:rPr>
        <w:t xml:space="preserve"> </w:t>
      </w:r>
      <w:r w:rsidRPr="00D95A45">
        <w:rPr>
          <w:rtl/>
        </w:rPr>
        <w:t>قال</w:t>
      </w:r>
      <w:r w:rsidR="00CC15EB">
        <w:rPr>
          <w:rtl/>
        </w:rPr>
        <w:t>:</w:t>
      </w:r>
      <w:r>
        <w:rPr>
          <w:rtl/>
        </w:rPr>
        <w:t xml:space="preserve"> </w:t>
      </w:r>
      <w:r w:rsidRPr="00D95A45">
        <w:rPr>
          <w:rtl/>
        </w:rPr>
        <w:t>فان جنى بعد ذلك جناية</w:t>
      </w:r>
      <w:r>
        <w:rPr>
          <w:rtl/>
        </w:rPr>
        <w:t>؟</w:t>
      </w:r>
      <w:r w:rsidRPr="00D95A45">
        <w:rPr>
          <w:rtl/>
        </w:rPr>
        <w:t xml:space="preserve"> قال</w:t>
      </w:r>
      <w:r w:rsidR="00CC15EB">
        <w:rPr>
          <w:rtl/>
        </w:rPr>
        <w:t>:</w:t>
      </w:r>
      <w:r>
        <w:rPr>
          <w:rtl/>
        </w:rPr>
        <w:t xml:space="preserve"> </w:t>
      </w:r>
      <w:r w:rsidRPr="00D95A45">
        <w:rPr>
          <w:rtl/>
        </w:rPr>
        <w:t>جنايته على الأخير.</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774</w:t>
      </w:r>
      <w:r>
        <w:rPr>
          <w:rFonts w:hint="cs"/>
          <w:rtl/>
        </w:rPr>
        <w:t xml:space="preserve"> - </w:t>
      </w:r>
      <w:r w:rsidR="00D45E0E" w:rsidRPr="00DA0376">
        <w:rPr>
          <w:rtl/>
        </w:rPr>
        <w:t>775</w:t>
      </w:r>
      <w:r>
        <w:rPr>
          <w:rtl/>
        </w:rPr>
        <w:t xml:space="preserve"> - </w:t>
      </w:r>
      <w:r w:rsidR="00D45E0E" w:rsidRPr="00DA0376">
        <w:rPr>
          <w:rtl/>
        </w:rPr>
        <w:t>الاستبصار ج 4 ص 274 واخرج الثاني الصدوق في الفقيه ج 4 ص 94</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(776) 73</w:t>
      </w:r>
      <w:r w:rsidR="00CC15EB">
        <w:rPr>
          <w:rtl/>
        </w:rPr>
        <w:t xml:space="preserve"> - </w:t>
      </w:r>
      <w:r w:rsidRPr="00D95A45">
        <w:rPr>
          <w:rtl/>
        </w:rPr>
        <w:t xml:space="preserve">الحسن بن محبوب عن ابن رئاب عن الفضيل بن يسار عن ابى عبد الله </w:t>
      </w:r>
      <w:r w:rsidR="00AC7755" w:rsidRPr="00AC7755">
        <w:rPr>
          <w:rStyle w:val="libAlaemChar"/>
          <w:rtl/>
        </w:rPr>
        <w:t>عليه‌السلام</w:t>
      </w:r>
      <w:r w:rsidRPr="00D95A45">
        <w:rPr>
          <w:rtl/>
        </w:rPr>
        <w:t xml:space="preserve"> انه قال في عبد جرح حرا قال</w:t>
      </w:r>
      <w:r w:rsidR="00CC15EB">
        <w:rPr>
          <w:rtl/>
        </w:rPr>
        <w:t>:</w:t>
      </w:r>
      <w:r>
        <w:rPr>
          <w:rtl/>
        </w:rPr>
        <w:t xml:space="preserve"> </w:t>
      </w:r>
      <w:r w:rsidRPr="00D95A45">
        <w:rPr>
          <w:rtl/>
        </w:rPr>
        <w:t>ان شاء الحر اقتص منه وان شاء اخذه ان كانت الجراحة تحيط برقبته</w:t>
      </w:r>
      <w:r w:rsidR="00CC15EB">
        <w:rPr>
          <w:rtl/>
        </w:rPr>
        <w:t>،</w:t>
      </w:r>
      <w:r>
        <w:rPr>
          <w:rtl/>
        </w:rPr>
        <w:t xml:space="preserve"> </w:t>
      </w:r>
      <w:r w:rsidRPr="00D95A45">
        <w:rPr>
          <w:rtl/>
        </w:rPr>
        <w:t>وان كانت لا تحيط برقبته افتداه مولاه</w:t>
      </w:r>
      <w:r w:rsidR="00CC15EB">
        <w:rPr>
          <w:rtl/>
        </w:rPr>
        <w:t>،</w:t>
      </w:r>
      <w:r>
        <w:rPr>
          <w:rtl/>
        </w:rPr>
        <w:t xml:space="preserve"> </w:t>
      </w:r>
      <w:r w:rsidRPr="00D95A45">
        <w:rPr>
          <w:rtl/>
        </w:rPr>
        <w:t>قال</w:t>
      </w:r>
      <w:r w:rsidR="00CC15EB">
        <w:rPr>
          <w:rtl/>
        </w:rPr>
        <w:t>:</w:t>
      </w:r>
      <w:r>
        <w:rPr>
          <w:rtl/>
        </w:rPr>
        <w:t xml:space="preserve"> </w:t>
      </w:r>
      <w:r w:rsidRPr="00D95A45">
        <w:rPr>
          <w:rtl/>
        </w:rPr>
        <w:t>فان ابى مولاه ان يفتديه كان للحر المجروح حقه من العبد بقدر دية جراحته والباقي للمولى يباع العبد فيأخذ المجروح حقه ويرد الباقي على المولى.</w:t>
      </w:r>
    </w:p>
    <w:p w:rsidR="00AC7755" w:rsidRDefault="00D45E0E" w:rsidP="00AC7755">
      <w:pPr>
        <w:pStyle w:val="libNormal"/>
        <w:rPr>
          <w:rtl/>
        </w:rPr>
      </w:pPr>
      <w:r w:rsidRPr="00D95A45">
        <w:rPr>
          <w:rtl/>
        </w:rPr>
        <w:t>(777) 74</w:t>
      </w:r>
      <w:r w:rsidR="00CC15EB">
        <w:rPr>
          <w:rtl/>
        </w:rPr>
        <w:t xml:space="preserve"> - </w:t>
      </w:r>
      <w:r w:rsidRPr="00D95A45">
        <w:rPr>
          <w:rtl/>
        </w:rPr>
        <w:t>الحسن بن محبوب عن الحسن بن صالح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عبد قطع يد رجل حر وله ثلاث اصابع من يده شلل فقال</w:t>
      </w:r>
      <w:r w:rsidR="00CC15EB">
        <w:rPr>
          <w:rtl/>
        </w:rPr>
        <w:t>:</w:t>
      </w:r>
      <w:r>
        <w:rPr>
          <w:rtl/>
        </w:rPr>
        <w:t xml:space="preserve"> </w:t>
      </w:r>
      <w:r w:rsidRPr="00D95A45">
        <w:rPr>
          <w:rtl/>
        </w:rPr>
        <w:t>وما قيمة العبد</w:t>
      </w:r>
      <w:r>
        <w:rPr>
          <w:rtl/>
        </w:rPr>
        <w:t>؟</w:t>
      </w:r>
      <w:r w:rsidRPr="00D95A45">
        <w:rPr>
          <w:rtl/>
        </w:rPr>
        <w:t xml:space="preserve"> قلت</w:t>
      </w:r>
      <w:r w:rsidR="00CC15EB">
        <w:rPr>
          <w:rtl/>
        </w:rPr>
        <w:t>:</w:t>
      </w:r>
      <w:r>
        <w:rPr>
          <w:rtl/>
        </w:rPr>
        <w:t xml:space="preserve"> </w:t>
      </w:r>
      <w:r w:rsidRPr="00D95A45">
        <w:rPr>
          <w:rtl/>
        </w:rPr>
        <w:t>اجعلها ما شئت قال</w:t>
      </w:r>
      <w:r w:rsidR="00CC15EB">
        <w:rPr>
          <w:rtl/>
        </w:rPr>
        <w:t>:</w:t>
      </w:r>
      <w:r>
        <w:rPr>
          <w:rtl/>
        </w:rPr>
        <w:t xml:space="preserve"> </w:t>
      </w:r>
      <w:r w:rsidRPr="00D95A45">
        <w:rPr>
          <w:rtl/>
        </w:rPr>
        <w:t>ان كان قيمة العبد اكثر من دية الاصبعين الصحيحتين والثلاث اصابع الشلل رد الذي قطعت يده على ولي العبد ما فضل من القيمة واخذ العبد</w:t>
      </w:r>
      <w:r w:rsidR="00CC15EB">
        <w:rPr>
          <w:rtl/>
        </w:rPr>
        <w:t>،</w:t>
      </w:r>
      <w:r>
        <w:rPr>
          <w:rtl/>
        </w:rPr>
        <w:t xml:space="preserve"> </w:t>
      </w:r>
      <w:r w:rsidRPr="00D95A45">
        <w:rPr>
          <w:rtl/>
        </w:rPr>
        <w:t>وان شاء اخذ قيمة الاصبعين الصحيحتين والثلاث اصابع الشلل</w:t>
      </w:r>
      <w:r w:rsidR="00CC15EB">
        <w:rPr>
          <w:rtl/>
        </w:rPr>
        <w:t>،</w:t>
      </w:r>
      <w:r>
        <w:rPr>
          <w:rtl/>
        </w:rPr>
        <w:t xml:space="preserve"> </w:t>
      </w:r>
      <w:r w:rsidRPr="00D95A45">
        <w:rPr>
          <w:rtl/>
        </w:rPr>
        <w:t>قلت</w:t>
      </w:r>
      <w:r w:rsidR="00CC15EB">
        <w:rPr>
          <w:rtl/>
        </w:rPr>
        <w:t>:</w:t>
      </w:r>
      <w:r>
        <w:rPr>
          <w:rtl/>
        </w:rPr>
        <w:t xml:space="preserve"> </w:t>
      </w:r>
      <w:r w:rsidRPr="00D95A45">
        <w:rPr>
          <w:rtl/>
        </w:rPr>
        <w:t>كم قيمة الاصبعين الصحيحتين والثلاث الاصابع</w:t>
      </w:r>
      <w:r>
        <w:rPr>
          <w:rtl/>
        </w:rPr>
        <w:t>؟</w:t>
      </w:r>
      <w:r w:rsidRPr="00D95A45">
        <w:rPr>
          <w:rtl/>
        </w:rPr>
        <w:t xml:space="preserve"> قال</w:t>
      </w:r>
      <w:r w:rsidR="00CC15EB">
        <w:rPr>
          <w:rtl/>
        </w:rPr>
        <w:t>:</w:t>
      </w:r>
      <w:r>
        <w:rPr>
          <w:rtl/>
        </w:rPr>
        <w:t xml:space="preserve"> </w:t>
      </w:r>
      <w:r w:rsidRPr="00D95A45">
        <w:rPr>
          <w:rtl/>
        </w:rPr>
        <w:t>قيمة الاصبعين الصحيحتين مع الكف الفا درهم وقيمة الثلاث اصابع الشلل مع الكف الف درهم</w:t>
      </w:r>
      <w:r w:rsidR="00CC15EB">
        <w:rPr>
          <w:rtl/>
        </w:rPr>
        <w:t>،</w:t>
      </w:r>
      <w:r>
        <w:rPr>
          <w:rtl/>
        </w:rPr>
        <w:t xml:space="preserve"> </w:t>
      </w:r>
      <w:r w:rsidRPr="00D95A45">
        <w:rPr>
          <w:rtl/>
        </w:rPr>
        <w:t>لأنها على الثلث من دية الصحاح</w:t>
      </w:r>
      <w:r w:rsidR="00CC15EB">
        <w:rPr>
          <w:rtl/>
        </w:rPr>
        <w:t>،</w:t>
      </w:r>
      <w:r>
        <w:rPr>
          <w:rtl/>
        </w:rPr>
        <w:t xml:space="preserve"> </w:t>
      </w:r>
      <w:r w:rsidRPr="00D95A45">
        <w:rPr>
          <w:rtl/>
        </w:rPr>
        <w:t>قال</w:t>
      </w:r>
      <w:r w:rsidR="00CC15EB">
        <w:rPr>
          <w:rtl/>
        </w:rPr>
        <w:t>:</w:t>
      </w:r>
      <w:r>
        <w:rPr>
          <w:rtl/>
        </w:rPr>
        <w:t xml:space="preserve"> </w:t>
      </w:r>
      <w:r w:rsidRPr="00D95A45">
        <w:rPr>
          <w:rtl/>
        </w:rPr>
        <w:t>وان كانت قيمة العبد أقل من قيمة الاصبعين الصحيحتين والثلاث الاصابع الشلل دفع العبد إلى الذي قطعت يده أو يفتديه مولاه ويأخذ العبد.</w:t>
      </w:r>
    </w:p>
    <w:p w:rsidR="00AC7755" w:rsidRDefault="00D45E0E" w:rsidP="00AC7755">
      <w:pPr>
        <w:pStyle w:val="libNormal"/>
        <w:rPr>
          <w:rtl/>
        </w:rPr>
      </w:pPr>
      <w:r w:rsidRPr="00D95A45">
        <w:rPr>
          <w:rtl/>
        </w:rPr>
        <w:t>(778) 75</w:t>
      </w:r>
      <w:r w:rsidR="00CC15EB">
        <w:rPr>
          <w:rtl/>
        </w:rPr>
        <w:t xml:space="preserve"> - </w:t>
      </w:r>
      <w:r w:rsidRPr="00D95A45">
        <w:rPr>
          <w:rtl/>
        </w:rPr>
        <w:t>يونس عمن رواه قال</w:t>
      </w:r>
      <w:r w:rsidR="00CC15EB">
        <w:rPr>
          <w:rtl/>
        </w:rPr>
        <w:t>:</w:t>
      </w:r>
      <w:r>
        <w:rPr>
          <w:rtl/>
        </w:rPr>
        <w:t xml:space="preserve"> </w:t>
      </w:r>
      <w:r w:rsidRPr="00D95A45">
        <w:rPr>
          <w:rtl/>
        </w:rPr>
        <w:t>قال</w:t>
      </w:r>
      <w:r w:rsidR="00CC15EB">
        <w:rPr>
          <w:rtl/>
        </w:rPr>
        <w:t>:</w:t>
      </w:r>
      <w:r>
        <w:rPr>
          <w:rtl/>
        </w:rPr>
        <w:t xml:space="preserve"> </w:t>
      </w:r>
      <w:r w:rsidRPr="00D95A45">
        <w:rPr>
          <w:rtl/>
        </w:rPr>
        <w:t>يلزم مولى العبد قصاص جراحة عبده من قيمة ديته على حساب ذلك يصير أرش الجراحة</w:t>
      </w:r>
      <w:r w:rsidR="00CC15EB">
        <w:rPr>
          <w:rtl/>
        </w:rPr>
        <w:t>،</w:t>
      </w:r>
      <w:r>
        <w:rPr>
          <w:rtl/>
        </w:rPr>
        <w:t xml:space="preserve"> </w:t>
      </w:r>
      <w:r w:rsidRPr="00D95A45">
        <w:rPr>
          <w:rtl/>
        </w:rPr>
        <w:t>وإذا جرح الحر العبد فقيمة جراحته من حساب قيمته.</w:t>
      </w:r>
    </w:p>
    <w:p w:rsidR="00AC7755" w:rsidRDefault="00D45E0E" w:rsidP="00AC7755">
      <w:pPr>
        <w:pStyle w:val="libNormal"/>
        <w:rPr>
          <w:rtl/>
        </w:rPr>
      </w:pPr>
      <w:r w:rsidRPr="00D95A45">
        <w:rPr>
          <w:rtl/>
        </w:rPr>
        <w:t>(779) 76</w:t>
      </w:r>
      <w:r w:rsidR="00CC15EB">
        <w:rPr>
          <w:rtl/>
        </w:rPr>
        <w:t xml:space="preserve"> - </w:t>
      </w:r>
      <w:r w:rsidRPr="00D95A45">
        <w:rPr>
          <w:rtl/>
        </w:rPr>
        <w:t>الحسن بن محبوب عن نعيم بن ابراهيم عن مسمع بن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776</w:t>
      </w:r>
      <w:r>
        <w:rPr>
          <w:rFonts w:hint="cs"/>
          <w:rtl/>
        </w:rPr>
        <w:t xml:space="preserve"> - </w:t>
      </w:r>
      <w:r w:rsidR="00D45E0E" w:rsidRPr="007277FF">
        <w:rPr>
          <w:rtl/>
        </w:rPr>
        <w:t>777</w:t>
      </w:r>
      <w:r>
        <w:rPr>
          <w:rtl/>
        </w:rPr>
        <w:t xml:space="preserve"> - </w:t>
      </w:r>
      <w:r w:rsidR="00D45E0E" w:rsidRPr="007277FF">
        <w:rPr>
          <w:rtl/>
        </w:rPr>
        <w:t>778</w:t>
      </w:r>
      <w:r>
        <w:rPr>
          <w:rtl/>
        </w:rPr>
        <w:t xml:space="preserve"> - </w:t>
      </w:r>
      <w:r w:rsidR="00D45E0E" w:rsidRPr="007277FF">
        <w:rPr>
          <w:rtl/>
        </w:rPr>
        <w:t>الكافي ج 2 ص 325 واخرج الاول الصدوق في الفقيه ج 4 ص 94</w:t>
      </w:r>
    </w:p>
    <w:p w:rsidR="00AC7755" w:rsidRDefault="00CC15EB" w:rsidP="00AC7755">
      <w:pPr>
        <w:pStyle w:val="libFootnote0"/>
        <w:rPr>
          <w:rtl/>
        </w:rPr>
      </w:pPr>
      <w:r>
        <w:rPr>
          <w:rtl/>
        </w:rPr>
        <w:t>-</w:t>
      </w:r>
      <w:r w:rsidR="00D45E0E" w:rsidRPr="00DA0376">
        <w:rPr>
          <w:rtl/>
        </w:rPr>
        <w:t xml:space="preserve"> 779</w:t>
      </w:r>
      <w:r>
        <w:rPr>
          <w:rtl/>
        </w:rPr>
        <w:t xml:space="preserve"> - </w:t>
      </w:r>
      <w:r w:rsidR="00D45E0E" w:rsidRPr="00DA0376">
        <w:rPr>
          <w:rtl/>
        </w:rPr>
        <w:t>الكافي ج 2 ص 325 الفقيه ج 4 ص 32</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عبد الملك عن ابي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ام الولد جنايتها في حقوق الناس على سيدها وما كان من حقوق الله عز وجل في الحدود فان ذلك في بدنها قال</w:t>
      </w:r>
      <w:r w:rsidR="00CC15EB">
        <w:rPr>
          <w:rtl/>
        </w:rPr>
        <w:t>:</w:t>
      </w:r>
      <w:r>
        <w:rPr>
          <w:rtl/>
        </w:rPr>
        <w:t xml:space="preserve"> </w:t>
      </w:r>
      <w:r w:rsidRPr="00DA0376">
        <w:rPr>
          <w:rtl/>
        </w:rPr>
        <w:t>ويقاص منها للمماليك</w:t>
      </w:r>
      <w:r w:rsidR="00CC15EB">
        <w:rPr>
          <w:rtl/>
        </w:rPr>
        <w:t>،</w:t>
      </w:r>
      <w:r>
        <w:rPr>
          <w:rtl/>
        </w:rPr>
        <w:t xml:space="preserve"> </w:t>
      </w:r>
      <w:r w:rsidRPr="00DA0376">
        <w:rPr>
          <w:rtl/>
        </w:rPr>
        <w:t>ولا قصاص بين الحر والعبد.</w:t>
      </w:r>
    </w:p>
    <w:p w:rsidR="00AC7755" w:rsidRDefault="00D45E0E" w:rsidP="00AC7755">
      <w:pPr>
        <w:pStyle w:val="libNormal"/>
        <w:rPr>
          <w:rtl/>
        </w:rPr>
      </w:pPr>
      <w:r w:rsidRPr="00D95A45">
        <w:rPr>
          <w:rtl/>
        </w:rPr>
        <w:t>(780) 77</w:t>
      </w:r>
      <w:r w:rsidR="00CC15EB">
        <w:rPr>
          <w:rtl/>
        </w:rPr>
        <w:t xml:space="preserve"> - </w:t>
      </w:r>
      <w:r w:rsidRPr="00D95A45">
        <w:rPr>
          <w:rtl/>
        </w:rPr>
        <w:t xml:space="preserve">النوفلي عن السكوني عن ابى عبد الله </w:t>
      </w:r>
      <w:r w:rsidR="00AC7755" w:rsidRPr="00AC7755">
        <w:rPr>
          <w:rStyle w:val="libAlaemChar"/>
          <w:rtl/>
        </w:rPr>
        <w:t>عليه‌السلام</w:t>
      </w:r>
      <w:r w:rsidRPr="00D95A45">
        <w:rPr>
          <w:rtl/>
        </w:rPr>
        <w:t xml:space="preserve"> في عبد قتل مولاه متعمدا قال</w:t>
      </w:r>
      <w:r w:rsidR="00CC15EB">
        <w:rPr>
          <w:rtl/>
        </w:rPr>
        <w:t>:</w:t>
      </w:r>
      <w:r>
        <w:rPr>
          <w:rtl/>
        </w:rPr>
        <w:t xml:space="preserve"> </w:t>
      </w:r>
      <w:r w:rsidRPr="00D95A45">
        <w:rPr>
          <w:rtl/>
        </w:rPr>
        <w:t>يقتل به</w:t>
      </w:r>
      <w:r w:rsidR="00CC15EB">
        <w:rPr>
          <w:rtl/>
        </w:rPr>
        <w:t>،</w:t>
      </w:r>
      <w:r>
        <w:rPr>
          <w:rtl/>
        </w:rPr>
        <w:t xml:space="preserve"> </w:t>
      </w:r>
      <w:r w:rsidRPr="00D95A45">
        <w:rPr>
          <w:rtl/>
        </w:rPr>
        <w:t>ثم قال</w:t>
      </w:r>
      <w:r w:rsidR="00CC15EB">
        <w:rPr>
          <w:rtl/>
        </w:rPr>
        <w:t>:</w:t>
      </w:r>
      <w:r>
        <w:rPr>
          <w:rtl/>
        </w:rPr>
        <w:t xml:space="preserve"> </w:t>
      </w:r>
      <w:r w:rsidRPr="00D95A45">
        <w:rPr>
          <w:rtl/>
        </w:rPr>
        <w:t xml:space="preserve">قضى رسول الله </w:t>
      </w:r>
      <w:r w:rsidR="00AC7755" w:rsidRPr="00AC7755">
        <w:rPr>
          <w:rStyle w:val="libAlaemChar"/>
          <w:rtl/>
        </w:rPr>
        <w:t>صلى‌الله‌عليه‌وآله‌وسلم</w:t>
      </w:r>
      <w:r w:rsidRPr="00D95A45">
        <w:rPr>
          <w:rtl/>
        </w:rPr>
        <w:t xml:space="preserve"> بذلك.</w:t>
      </w:r>
    </w:p>
    <w:p w:rsidR="00AC7755" w:rsidRDefault="00D45E0E" w:rsidP="00AC7755">
      <w:pPr>
        <w:pStyle w:val="libNormal"/>
        <w:rPr>
          <w:rtl/>
        </w:rPr>
      </w:pPr>
      <w:r w:rsidRPr="00D95A45">
        <w:rPr>
          <w:rtl/>
        </w:rPr>
        <w:t>(781) 78</w:t>
      </w:r>
      <w:r w:rsidR="00CC15EB">
        <w:rPr>
          <w:rtl/>
        </w:rPr>
        <w:t xml:space="preserve"> - </w:t>
      </w:r>
      <w:r w:rsidRPr="00D95A45">
        <w:rPr>
          <w:rtl/>
        </w:rPr>
        <w:t xml:space="preserve">علي عن أبيه عن النوفلي عن السكوني عن أبي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قال</w:t>
      </w:r>
      <w:r w:rsidR="00CC15EB">
        <w:rPr>
          <w:rtl/>
        </w:rPr>
        <w:t>:</w:t>
      </w:r>
      <w:r>
        <w:rPr>
          <w:rtl/>
        </w:rPr>
        <w:t xml:space="preserve"> </w:t>
      </w:r>
      <w:r w:rsidRPr="00D95A45">
        <w:rPr>
          <w:rtl/>
        </w:rPr>
        <w:t xml:space="preserve">قضى أمير المؤمنين </w:t>
      </w:r>
      <w:r w:rsidR="00AC7755" w:rsidRPr="00AC7755">
        <w:rPr>
          <w:rStyle w:val="libAlaemChar"/>
          <w:rtl/>
        </w:rPr>
        <w:t>عليه‌السلام</w:t>
      </w:r>
      <w:r w:rsidRPr="00D95A45">
        <w:rPr>
          <w:rtl/>
        </w:rPr>
        <w:t xml:space="preserve"> في عبد فقأ عين حر وعلى العبد دين</w:t>
      </w:r>
      <w:r w:rsidR="00CC15EB">
        <w:rPr>
          <w:rtl/>
        </w:rPr>
        <w:t>:</w:t>
      </w:r>
      <w:r>
        <w:rPr>
          <w:rtl/>
        </w:rPr>
        <w:t xml:space="preserve"> </w:t>
      </w:r>
      <w:r w:rsidRPr="00D95A45">
        <w:rPr>
          <w:rtl/>
        </w:rPr>
        <w:t>إن على العبد حد للمفقوء عينه ويبطل دين الغرماء.</w:t>
      </w:r>
    </w:p>
    <w:p w:rsidR="00AC7755" w:rsidRDefault="00D45E0E" w:rsidP="00AC7755">
      <w:pPr>
        <w:pStyle w:val="libNormal"/>
        <w:rPr>
          <w:rtl/>
        </w:rPr>
      </w:pPr>
      <w:r w:rsidRPr="00D95A45">
        <w:rPr>
          <w:rtl/>
        </w:rPr>
        <w:t>(782) 79</w:t>
      </w:r>
      <w:r w:rsidR="00CC15EB">
        <w:rPr>
          <w:rtl/>
        </w:rPr>
        <w:t xml:space="preserve"> - </w:t>
      </w:r>
      <w:r w:rsidRPr="00D95A45">
        <w:rPr>
          <w:rtl/>
        </w:rPr>
        <w:t>الحسن بن محبوب عن هشام بن سالم عن ابي بصير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مدبر قتل رجلا عمدا قال</w:t>
      </w:r>
      <w:r w:rsidR="00CC15EB">
        <w:rPr>
          <w:rtl/>
        </w:rPr>
        <w:t>:</w:t>
      </w:r>
      <w:r>
        <w:rPr>
          <w:rtl/>
        </w:rPr>
        <w:t xml:space="preserve"> </w:t>
      </w:r>
      <w:r w:rsidRPr="00D95A45">
        <w:rPr>
          <w:rtl/>
        </w:rPr>
        <w:t>فقال</w:t>
      </w:r>
      <w:r w:rsidR="00CC15EB">
        <w:rPr>
          <w:rtl/>
        </w:rPr>
        <w:t>:</w:t>
      </w:r>
      <w:r>
        <w:rPr>
          <w:rtl/>
        </w:rPr>
        <w:t xml:space="preserve"> </w:t>
      </w:r>
      <w:r w:rsidRPr="00D95A45">
        <w:rPr>
          <w:rtl/>
        </w:rPr>
        <w:t>يقتل به</w:t>
      </w:r>
      <w:r w:rsidR="00CC15EB">
        <w:rPr>
          <w:rtl/>
        </w:rPr>
        <w:t>،</w:t>
      </w:r>
      <w:r>
        <w:rPr>
          <w:rtl/>
        </w:rPr>
        <w:t xml:space="preserve"> </w:t>
      </w:r>
      <w:r w:rsidRPr="00D95A45">
        <w:rPr>
          <w:rtl/>
        </w:rPr>
        <w:t>قال</w:t>
      </w:r>
      <w:r w:rsidR="00CC15EB">
        <w:rPr>
          <w:rtl/>
        </w:rPr>
        <w:t>:</w:t>
      </w:r>
      <w:r>
        <w:rPr>
          <w:rtl/>
        </w:rPr>
        <w:t xml:space="preserve"> </w:t>
      </w:r>
      <w:r w:rsidRPr="00D95A45">
        <w:rPr>
          <w:rtl/>
        </w:rPr>
        <w:t>قلت</w:t>
      </w:r>
      <w:r w:rsidR="00CC15EB">
        <w:rPr>
          <w:rtl/>
        </w:rPr>
        <w:t>:</w:t>
      </w:r>
      <w:r>
        <w:rPr>
          <w:rtl/>
        </w:rPr>
        <w:t xml:space="preserve"> </w:t>
      </w:r>
      <w:r w:rsidRPr="00D95A45">
        <w:rPr>
          <w:rtl/>
        </w:rPr>
        <w:t>فان قتله خطأ</w:t>
      </w:r>
      <w:r>
        <w:rPr>
          <w:rtl/>
        </w:rPr>
        <w:t>؟</w:t>
      </w:r>
      <w:r w:rsidRPr="00D95A45">
        <w:rPr>
          <w:rtl/>
        </w:rPr>
        <w:t xml:space="preserve"> قال</w:t>
      </w:r>
      <w:r w:rsidR="00CC15EB">
        <w:rPr>
          <w:rtl/>
        </w:rPr>
        <w:t>:</w:t>
      </w:r>
      <w:r>
        <w:rPr>
          <w:rtl/>
        </w:rPr>
        <w:t xml:space="preserve"> </w:t>
      </w:r>
      <w:r w:rsidRPr="00D95A45">
        <w:rPr>
          <w:rtl/>
        </w:rPr>
        <w:t>فقال يدفع الى اولياء المقتول فيكون لهم فان شاؤا استرقوه وليس لهم ان يقتلوه قال</w:t>
      </w:r>
      <w:r w:rsidR="00CC15EB">
        <w:rPr>
          <w:rtl/>
        </w:rPr>
        <w:t>:</w:t>
      </w:r>
      <w:r>
        <w:rPr>
          <w:rtl/>
        </w:rPr>
        <w:t xml:space="preserve"> </w:t>
      </w:r>
      <w:r w:rsidRPr="00D95A45">
        <w:rPr>
          <w:rtl/>
        </w:rPr>
        <w:t>ثم قال</w:t>
      </w:r>
      <w:r w:rsidR="00CC15EB">
        <w:rPr>
          <w:rtl/>
        </w:rPr>
        <w:t>:</w:t>
      </w:r>
      <w:r>
        <w:rPr>
          <w:rtl/>
        </w:rPr>
        <w:t xml:space="preserve"> </w:t>
      </w:r>
      <w:r w:rsidRPr="00D95A45">
        <w:rPr>
          <w:rtl/>
        </w:rPr>
        <w:t>يا ابا محمد ان المدبر مملوك.</w:t>
      </w:r>
    </w:p>
    <w:p w:rsidR="00AC7755" w:rsidRDefault="00D45E0E" w:rsidP="00AC7755">
      <w:pPr>
        <w:pStyle w:val="libNormal"/>
        <w:rPr>
          <w:rtl/>
        </w:rPr>
      </w:pPr>
      <w:r w:rsidRPr="00D95A45">
        <w:rPr>
          <w:rtl/>
        </w:rPr>
        <w:t>(783) 80</w:t>
      </w:r>
      <w:r w:rsidR="00CC15EB">
        <w:rPr>
          <w:rtl/>
        </w:rPr>
        <w:t xml:space="preserve"> - </w:t>
      </w:r>
      <w:r w:rsidRPr="00D95A45">
        <w:rPr>
          <w:rtl/>
        </w:rPr>
        <w:t>علي بن ابراهيم عن ابيه عن ابن ابي عمير عن جميل ابن دراج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Pr="00D95A45">
        <w:rPr>
          <w:rtl/>
        </w:rPr>
        <w:t xml:space="preserve"> مدبر قتل رجلا خطأ من يضمن عنه</w:t>
      </w:r>
      <w:r>
        <w:rPr>
          <w:rtl/>
        </w:rPr>
        <w:t>؟</w:t>
      </w:r>
      <w:r w:rsidRPr="00D95A45">
        <w:rPr>
          <w:rtl/>
        </w:rPr>
        <w:t xml:space="preserve"> قال</w:t>
      </w:r>
      <w:r w:rsidR="00CC15EB">
        <w:rPr>
          <w:rtl/>
        </w:rPr>
        <w:t>:</w:t>
      </w:r>
      <w:r>
        <w:rPr>
          <w:rtl/>
        </w:rPr>
        <w:t xml:space="preserve"> </w:t>
      </w:r>
      <w:r w:rsidRPr="00D95A45">
        <w:rPr>
          <w:rtl/>
        </w:rPr>
        <w:t>يصالح عن مولاه فان ابى دفع إلى اولياء المقتول يخدمهم حتى يموت الذى دبره ثم يرجع حرا لا سبيل عليه.</w:t>
      </w:r>
    </w:p>
    <w:p w:rsidR="00AC7755" w:rsidRDefault="00D45E0E" w:rsidP="00AC7755">
      <w:pPr>
        <w:pStyle w:val="libNormal"/>
        <w:rPr>
          <w:rtl/>
        </w:rPr>
      </w:pPr>
      <w:r w:rsidRPr="00D95A45">
        <w:rPr>
          <w:rtl/>
        </w:rPr>
        <w:t>(784) 81</w:t>
      </w:r>
      <w:r w:rsidR="00CC15EB">
        <w:rPr>
          <w:rtl/>
        </w:rPr>
        <w:t xml:space="preserve"> - </w:t>
      </w:r>
      <w:r w:rsidRPr="00D95A45">
        <w:rPr>
          <w:rtl/>
        </w:rPr>
        <w:t xml:space="preserve">عنه عن محمد بن عيسى عن يونس عن محمد بن حمران وسهل بن زياد عن احمد بن محمد بن ابى نصر عن جميل جميعا عن ابي عبد الله </w:t>
      </w:r>
      <w:r w:rsidR="00AC7755" w:rsidRPr="00AC7755">
        <w:rPr>
          <w:rStyle w:val="libAlaemChar"/>
          <w:rtl/>
        </w:rPr>
        <w:t>عليه‌السلام</w:t>
      </w:r>
      <w:r w:rsidRPr="00D95A45">
        <w:rPr>
          <w:rtl/>
        </w:rPr>
        <w:t xml:space="preserve"> في مدبر قتل رجلا خطأ قال</w:t>
      </w:r>
      <w:r w:rsidR="00CC15EB">
        <w:rPr>
          <w:rtl/>
        </w:rPr>
        <w:t>:</w:t>
      </w:r>
      <w:r>
        <w:rPr>
          <w:rtl/>
        </w:rPr>
        <w:t xml:space="preserve"> </w:t>
      </w:r>
      <w:r w:rsidRPr="00D95A45">
        <w:rPr>
          <w:rtl/>
        </w:rPr>
        <w:t>ان شاء مولاه ان يؤدى إليهم الدية وإلا دفعه إليهم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781</w:t>
      </w:r>
      <w:r>
        <w:rPr>
          <w:rtl/>
        </w:rPr>
        <w:t xml:space="preserve"> - </w:t>
      </w:r>
      <w:r w:rsidR="00D45E0E" w:rsidRPr="00D95A45">
        <w:rPr>
          <w:rtl/>
        </w:rPr>
        <w:t>الكافي ج 2 ص 326</w:t>
      </w:r>
    </w:p>
    <w:p w:rsidR="00CC15EB" w:rsidRDefault="00CC15EB" w:rsidP="00AC7755">
      <w:pPr>
        <w:pStyle w:val="libFootnote0"/>
        <w:rPr>
          <w:rtl/>
        </w:rPr>
      </w:pPr>
      <w:r>
        <w:rPr>
          <w:rtl/>
        </w:rPr>
        <w:t>-</w:t>
      </w:r>
      <w:r w:rsidR="00D45E0E" w:rsidRPr="007277FF">
        <w:rPr>
          <w:rtl/>
        </w:rPr>
        <w:t xml:space="preserve"> 782</w:t>
      </w:r>
      <w:r>
        <w:rPr>
          <w:rtl/>
        </w:rPr>
        <w:t xml:space="preserve"> - </w:t>
      </w:r>
      <w:r w:rsidR="00D45E0E" w:rsidRPr="007277FF">
        <w:rPr>
          <w:rtl/>
        </w:rPr>
        <w:t>الكافي ج 2 ص 325 الفقيه ج 4 ص 95</w:t>
      </w:r>
    </w:p>
    <w:p w:rsidR="00AC7755" w:rsidRDefault="00CC15EB" w:rsidP="00AC7755">
      <w:pPr>
        <w:pStyle w:val="libFootnote0"/>
        <w:rPr>
          <w:rtl/>
        </w:rPr>
      </w:pPr>
      <w:r>
        <w:rPr>
          <w:rtl/>
        </w:rPr>
        <w:t>-</w:t>
      </w:r>
      <w:r w:rsidR="00D45E0E" w:rsidRPr="00DA0376">
        <w:rPr>
          <w:rtl/>
        </w:rPr>
        <w:t xml:space="preserve"> 783</w:t>
      </w:r>
      <w:r>
        <w:rPr>
          <w:rtl/>
        </w:rPr>
        <w:t xml:space="preserve"> - </w:t>
      </w:r>
      <w:r w:rsidR="00D45E0E" w:rsidRPr="00DA0376">
        <w:rPr>
          <w:rtl/>
        </w:rPr>
        <w:t>784</w:t>
      </w:r>
      <w:r>
        <w:rPr>
          <w:rtl/>
        </w:rPr>
        <w:t xml:space="preserve"> - </w:t>
      </w:r>
      <w:r w:rsidR="00D45E0E" w:rsidRPr="00DA0376">
        <w:rPr>
          <w:rtl/>
        </w:rPr>
        <w:t>ج 4 ص 275 الكافي ج 2 ص 325</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يخدمهم</w:t>
      </w:r>
      <w:r w:rsidR="00CC15EB">
        <w:rPr>
          <w:rtl/>
        </w:rPr>
        <w:t>،</w:t>
      </w:r>
      <w:r>
        <w:rPr>
          <w:rtl/>
        </w:rPr>
        <w:t xml:space="preserve"> </w:t>
      </w:r>
      <w:r w:rsidRPr="00DA0376">
        <w:rPr>
          <w:rtl/>
        </w:rPr>
        <w:t>فإذا مات مولاه يعني الذى اعتقه رجع حرا</w:t>
      </w:r>
      <w:r w:rsidR="00CC15EB">
        <w:rPr>
          <w:rtl/>
        </w:rPr>
        <w:t>،</w:t>
      </w:r>
      <w:r>
        <w:rPr>
          <w:rtl/>
        </w:rPr>
        <w:t xml:space="preserve"> </w:t>
      </w:r>
      <w:r w:rsidRPr="00DA0376">
        <w:rPr>
          <w:rtl/>
        </w:rPr>
        <w:t xml:space="preserve">وفي رواية يونس لا شئ عليه. </w:t>
      </w:r>
    </w:p>
    <w:p w:rsidR="00AC7755" w:rsidRDefault="00D45E0E" w:rsidP="00AC7755">
      <w:pPr>
        <w:pStyle w:val="libNormal"/>
        <w:rPr>
          <w:rtl/>
        </w:rPr>
      </w:pPr>
      <w:r w:rsidRPr="00DA0376">
        <w:rPr>
          <w:rtl/>
        </w:rPr>
        <w:t>قال محمد بن الحسن</w:t>
      </w:r>
      <w:r w:rsidR="00CC15EB">
        <w:rPr>
          <w:rtl/>
        </w:rPr>
        <w:t>:</w:t>
      </w:r>
      <w:r>
        <w:rPr>
          <w:rtl/>
        </w:rPr>
        <w:t xml:space="preserve"> </w:t>
      </w:r>
      <w:r w:rsidRPr="00DA0376">
        <w:rPr>
          <w:rtl/>
        </w:rPr>
        <w:t>هذه الروايات وردت هكذا مطلقة بانه متى مات المدبر صار المدبر حرا</w:t>
      </w:r>
      <w:r w:rsidR="00CC15EB">
        <w:rPr>
          <w:rtl/>
        </w:rPr>
        <w:t>،</w:t>
      </w:r>
      <w:r>
        <w:rPr>
          <w:rtl/>
        </w:rPr>
        <w:t xml:space="preserve"> </w:t>
      </w:r>
      <w:r w:rsidRPr="00DA0376">
        <w:rPr>
          <w:rtl/>
        </w:rPr>
        <w:t>وليس فيها انه يستسعى في الدية</w:t>
      </w:r>
      <w:r w:rsidR="00CC15EB">
        <w:rPr>
          <w:rtl/>
        </w:rPr>
        <w:t>،</w:t>
      </w:r>
      <w:r>
        <w:rPr>
          <w:rtl/>
        </w:rPr>
        <w:t xml:space="preserve"> </w:t>
      </w:r>
      <w:r w:rsidRPr="00DA0376">
        <w:rPr>
          <w:rtl/>
        </w:rPr>
        <w:t>والاولى ان يشترط ذلك فيها فيقال</w:t>
      </w:r>
      <w:r w:rsidR="00CC15EB">
        <w:rPr>
          <w:rtl/>
        </w:rPr>
        <w:t>:</w:t>
      </w:r>
      <w:r>
        <w:rPr>
          <w:rtl/>
        </w:rPr>
        <w:t xml:space="preserve"> </w:t>
      </w:r>
      <w:r w:rsidRPr="00DA0376">
        <w:rPr>
          <w:rtl/>
        </w:rPr>
        <w:t>إذا مات المولى الذى دبره استسعي في دية المقتول لئلا يبطل دم امرئ مسلم</w:t>
      </w:r>
      <w:r w:rsidR="00CC15EB">
        <w:rPr>
          <w:rtl/>
        </w:rPr>
        <w:t>،</w:t>
      </w:r>
      <w:r>
        <w:rPr>
          <w:rtl/>
        </w:rPr>
        <w:t xml:space="preserve"> </w:t>
      </w:r>
      <w:r w:rsidRPr="00DA0376">
        <w:rPr>
          <w:rtl/>
        </w:rPr>
        <w:t>وذلك لا ينافي هذه الاخبار</w:t>
      </w:r>
      <w:r w:rsidR="00CC15EB">
        <w:rPr>
          <w:rtl/>
        </w:rPr>
        <w:t>،</w:t>
      </w:r>
      <w:r>
        <w:rPr>
          <w:rtl/>
        </w:rPr>
        <w:t xml:space="preserve"> </w:t>
      </w:r>
      <w:r w:rsidRPr="00DA0376">
        <w:rPr>
          <w:rtl/>
        </w:rPr>
        <w:t>فاما قوله في رواية يونس لا شئ عليه نحمله على انه لا شئ عليه من العقوبة أو انه لا شئ عليه في الحال وان وجب عليه ان يستسعى على مر الأوقات</w:t>
      </w:r>
      <w:r w:rsidR="00CC15EB">
        <w:rPr>
          <w:rtl/>
        </w:rPr>
        <w:t>،</w:t>
      </w:r>
      <w:r>
        <w:rPr>
          <w:rtl/>
        </w:rPr>
        <w:t xml:space="preserve"> </w:t>
      </w:r>
      <w:r w:rsidRPr="00DA0376">
        <w:rPr>
          <w:rtl/>
        </w:rPr>
        <w:t>والذي قلناه من التفصيل رواه</w:t>
      </w:r>
      <w:r w:rsidR="00CC15EB">
        <w:rPr>
          <w:rtl/>
        </w:rPr>
        <w:t>:</w:t>
      </w:r>
      <w:r>
        <w:rPr>
          <w:rtl/>
        </w:rPr>
        <w:t xml:space="preserve"> </w:t>
      </w:r>
    </w:p>
    <w:p w:rsidR="00AC7755" w:rsidRDefault="00D45E0E" w:rsidP="00AC7755">
      <w:pPr>
        <w:pStyle w:val="libNormal"/>
        <w:rPr>
          <w:rtl/>
        </w:rPr>
      </w:pPr>
      <w:r w:rsidRPr="00D95A45">
        <w:rPr>
          <w:rtl/>
        </w:rPr>
        <w:t>(785) 82</w:t>
      </w:r>
      <w:r w:rsidR="00CC15EB">
        <w:rPr>
          <w:rtl/>
        </w:rPr>
        <w:t xml:space="preserve"> - </w:t>
      </w:r>
      <w:r w:rsidRPr="00D95A45">
        <w:rPr>
          <w:rtl/>
        </w:rPr>
        <w:t>علي بن ابراهيم عن ابيه عن اسماعيل بن مرار عن يونس عن الخطاب بن سلمة</w:t>
      </w:r>
      <w:r w:rsidR="00CC15EB">
        <w:rPr>
          <w:rtl/>
        </w:rPr>
        <w:t>،</w:t>
      </w:r>
      <w:r>
        <w:rPr>
          <w:rtl/>
        </w:rPr>
        <w:t xml:space="preserve"> </w:t>
      </w:r>
      <w:r w:rsidRPr="00D95A45">
        <w:rPr>
          <w:rtl/>
        </w:rPr>
        <w:t>ورواه ايضا محمد بن احمد بن يحيى عن ابراهيم بن هاشم عن صالح بن سعيد عن الحسين بن خالد عن الخطاب بن سلمة عن هشام بن احمد قال</w:t>
      </w:r>
      <w:r w:rsidR="00CC15EB">
        <w:rPr>
          <w:rtl/>
        </w:rPr>
        <w:t>:</w:t>
      </w:r>
      <w:r>
        <w:rPr>
          <w:rtl/>
        </w:rPr>
        <w:t xml:space="preserve"> </w:t>
      </w:r>
      <w:r w:rsidRPr="00D95A45">
        <w:rPr>
          <w:rtl/>
        </w:rPr>
        <w:t xml:space="preserve">سألت ابا الحسن </w:t>
      </w:r>
      <w:r w:rsidR="00AC7755" w:rsidRPr="00AC7755">
        <w:rPr>
          <w:rStyle w:val="libAlaemChar"/>
          <w:rtl/>
        </w:rPr>
        <w:t>عليه‌السلام</w:t>
      </w:r>
      <w:r w:rsidRPr="00D95A45">
        <w:rPr>
          <w:rtl/>
        </w:rPr>
        <w:t xml:space="preserve"> عن مدبر قتل رجلا خطأ قال</w:t>
      </w:r>
      <w:r w:rsidR="00CC15EB">
        <w:rPr>
          <w:rtl/>
        </w:rPr>
        <w:t>:</w:t>
      </w:r>
      <w:r>
        <w:rPr>
          <w:rtl/>
        </w:rPr>
        <w:t xml:space="preserve"> </w:t>
      </w:r>
      <w:r w:rsidRPr="00D95A45">
        <w:rPr>
          <w:rtl/>
        </w:rPr>
        <w:t>اي شئ رويتم في هذا الباب</w:t>
      </w:r>
      <w:r>
        <w:rPr>
          <w:rtl/>
        </w:rPr>
        <w:t>؟</w:t>
      </w:r>
      <w:r w:rsidRPr="00D95A45">
        <w:rPr>
          <w:rtl/>
        </w:rPr>
        <w:t xml:space="preserve"> قال</w:t>
      </w:r>
      <w:r w:rsidR="00CC15EB">
        <w:rPr>
          <w:rtl/>
        </w:rPr>
        <w:t>:</w:t>
      </w:r>
      <w:r>
        <w:rPr>
          <w:rtl/>
        </w:rPr>
        <w:t xml:space="preserve"> </w:t>
      </w:r>
      <w:r w:rsidRPr="00D95A45">
        <w:rPr>
          <w:rtl/>
        </w:rPr>
        <w:t>قلت</w:t>
      </w:r>
      <w:r w:rsidR="00CC15EB">
        <w:rPr>
          <w:rtl/>
        </w:rPr>
        <w:t>:</w:t>
      </w:r>
      <w:r>
        <w:rPr>
          <w:rtl/>
        </w:rPr>
        <w:t xml:space="preserve"> </w:t>
      </w:r>
      <w:r w:rsidRPr="00D95A45">
        <w:rPr>
          <w:rtl/>
        </w:rPr>
        <w:t xml:space="preserve">روينا عن ابي عبد الله </w:t>
      </w:r>
      <w:r w:rsidR="00AC7755" w:rsidRPr="00AC7755">
        <w:rPr>
          <w:rStyle w:val="libAlaemChar"/>
          <w:rtl/>
        </w:rPr>
        <w:t>عليه‌السلام</w:t>
      </w:r>
      <w:r w:rsidRPr="00D95A45">
        <w:rPr>
          <w:rtl/>
        </w:rPr>
        <w:t xml:space="preserve"> انه قال</w:t>
      </w:r>
      <w:r w:rsidR="00CC15EB">
        <w:rPr>
          <w:rtl/>
        </w:rPr>
        <w:t>:</w:t>
      </w:r>
      <w:r>
        <w:rPr>
          <w:rtl/>
        </w:rPr>
        <w:t xml:space="preserve"> </w:t>
      </w:r>
      <w:r w:rsidRPr="00D95A45">
        <w:rPr>
          <w:rtl/>
        </w:rPr>
        <w:t>يتل برمته الى اولياء المقتول فإذا مات الذي دبره عتق قال</w:t>
      </w:r>
      <w:r w:rsidR="00CC15EB">
        <w:rPr>
          <w:rtl/>
        </w:rPr>
        <w:t>:</w:t>
      </w:r>
      <w:r>
        <w:rPr>
          <w:rtl/>
        </w:rPr>
        <w:t xml:space="preserve"> </w:t>
      </w:r>
      <w:r w:rsidRPr="00D95A45">
        <w:rPr>
          <w:rtl/>
        </w:rPr>
        <w:t>سبحان الله فيبطل دم امرئ مسلم</w:t>
      </w:r>
      <w:r>
        <w:rPr>
          <w:rtl/>
        </w:rPr>
        <w:t>!؟</w:t>
      </w:r>
      <w:r w:rsidRPr="00D95A45">
        <w:rPr>
          <w:rtl/>
        </w:rPr>
        <w:t xml:space="preserve"> قلت</w:t>
      </w:r>
      <w:r w:rsidR="00CC15EB">
        <w:rPr>
          <w:rtl/>
        </w:rPr>
        <w:t>:</w:t>
      </w:r>
      <w:r>
        <w:rPr>
          <w:rtl/>
        </w:rPr>
        <w:t xml:space="preserve"> </w:t>
      </w:r>
      <w:r w:rsidRPr="00D95A45">
        <w:rPr>
          <w:rtl/>
        </w:rPr>
        <w:t>هكذا روينا قال</w:t>
      </w:r>
      <w:r w:rsidR="00CC15EB">
        <w:rPr>
          <w:rtl/>
        </w:rPr>
        <w:t>:</w:t>
      </w:r>
      <w:r>
        <w:rPr>
          <w:rtl/>
        </w:rPr>
        <w:t xml:space="preserve"> </w:t>
      </w:r>
      <w:r w:rsidRPr="00D95A45">
        <w:rPr>
          <w:rtl/>
        </w:rPr>
        <w:t>غلطتم على ابى</w:t>
      </w:r>
      <w:r w:rsidR="00CC15EB">
        <w:rPr>
          <w:rtl/>
        </w:rPr>
        <w:t>،</w:t>
      </w:r>
      <w:r>
        <w:rPr>
          <w:rtl/>
        </w:rPr>
        <w:t xml:space="preserve"> </w:t>
      </w:r>
      <w:r w:rsidRPr="00D95A45">
        <w:rPr>
          <w:rtl/>
        </w:rPr>
        <w:t>يتل برمته الى اولياء المقتول</w:t>
      </w:r>
      <w:r w:rsidR="00CC15EB">
        <w:rPr>
          <w:rtl/>
        </w:rPr>
        <w:t>،</w:t>
      </w:r>
      <w:r>
        <w:rPr>
          <w:rtl/>
        </w:rPr>
        <w:t xml:space="preserve"> </w:t>
      </w:r>
      <w:r w:rsidRPr="00D95A45">
        <w:rPr>
          <w:rtl/>
        </w:rPr>
        <w:t>فإذا مات الذى دبره استسعي في قيمته.</w:t>
      </w:r>
    </w:p>
    <w:p w:rsidR="00AC7755" w:rsidRDefault="00D45E0E" w:rsidP="00AC7755">
      <w:pPr>
        <w:pStyle w:val="libNormal"/>
        <w:rPr>
          <w:rtl/>
        </w:rPr>
      </w:pPr>
      <w:r w:rsidRPr="00D95A45">
        <w:rPr>
          <w:rtl/>
        </w:rPr>
        <w:t>(786) 83</w:t>
      </w:r>
      <w:r w:rsidR="00CC15EB">
        <w:rPr>
          <w:rtl/>
        </w:rPr>
        <w:t xml:space="preserve"> - </w:t>
      </w:r>
      <w:r w:rsidRPr="00D95A45">
        <w:rPr>
          <w:rtl/>
        </w:rPr>
        <w:t>صفوان بن يحيى عن اسحاق بن عمار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له مملوكان قتل احدهما صاحبه أله ان يقيده به دون السلطان ان احب ذلك</w:t>
      </w:r>
      <w:r>
        <w:rPr>
          <w:rtl/>
        </w:rPr>
        <w:t>؟</w:t>
      </w:r>
      <w:r w:rsidRPr="00D95A45">
        <w:rPr>
          <w:rtl/>
        </w:rPr>
        <w:t xml:space="preserve"> قال</w:t>
      </w:r>
      <w:r w:rsidR="00CC15EB">
        <w:rPr>
          <w:rtl/>
        </w:rPr>
        <w:t>:</w:t>
      </w:r>
      <w:r>
        <w:rPr>
          <w:rtl/>
        </w:rPr>
        <w:t xml:space="preserve"> </w:t>
      </w:r>
      <w:r w:rsidRPr="00D95A45">
        <w:rPr>
          <w:rtl/>
        </w:rPr>
        <w:t>هو ماله يفعل فيه ما يشاء ان شاء قتل وان شاء عفا.</w:t>
      </w:r>
    </w:p>
    <w:p w:rsidR="00AC7755" w:rsidRDefault="00D45E0E" w:rsidP="00AC7755">
      <w:pPr>
        <w:pStyle w:val="libNormal"/>
        <w:rPr>
          <w:rtl/>
        </w:rPr>
      </w:pPr>
      <w:r w:rsidRPr="00D95A45">
        <w:rPr>
          <w:rtl/>
        </w:rPr>
        <w:t>(787) 84</w:t>
      </w:r>
      <w:r w:rsidR="00CC15EB">
        <w:rPr>
          <w:rtl/>
        </w:rPr>
        <w:t xml:space="preserve"> - </w:t>
      </w:r>
      <w:r w:rsidRPr="00D95A45">
        <w:rPr>
          <w:rtl/>
        </w:rPr>
        <w:t>الحسن بن محبوب عن ابى ايوب عن محمد بن مسلم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785</w:t>
      </w:r>
      <w:r>
        <w:rPr>
          <w:rtl/>
        </w:rPr>
        <w:t xml:space="preserve"> - </w:t>
      </w:r>
      <w:r w:rsidR="00D45E0E" w:rsidRPr="00D95A45">
        <w:rPr>
          <w:rtl/>
        </w:rPr>
        <w:t>الاستبصار ج 4 ص 275 الكافي ج 2 ص 326</w:t>
      </w:r>
    </w:p>
    <w:p w:rsidR="00AC7755" w:rsidRDefault="00CC15EB" w:rsidP="00AC7755">
      <w:pPr>
        <w:pStyle w:val="libFootnote0"/>
        <w:rPr>
          <w:rtl/>
        </w:rPr>
      </w:pPr>
      <w:r>
        <w:rPr>
          <w:rtl/>
        </w:rPr>
        <w:t>-</w:t>
      </w:r>
      <w:r w:rsidR="00D45E0E" w:rsidRPr="00DA0376">
        <w:rPr>
          <w:rtl/>
        </w:rPr>
        <w:t xml:space="preserve"> 786</w:t>
      </w:r>
      <w:r>
        <w:rPr>
          <w:rtl/>
        </w:rPr>
        <w:t xml:space="preserve"> - </w:t>
      </w:r>
      <w:r w:rsidR="00D45E0E" w:rsidRPr="00DA0376">
        <w:rPr>
          <w:rtl/>
        </w:rPr>
        <w:t>787</w:t>
      </w:r>
      <w:r>
        <w:rPr>
          <w:rtl/>
        </w:rPr>
        <w:t xml:space="preserve"> - </w:t>
      </w:r>
      <w:r w:rsidR="00D45E0E" w:rsidRPr="00DA0376">
        <w:rPr>
          <w:rtl/>
        </w:rPr>
        <w:t>الكافي ج 2 ص 326 واخرج الثاني الصدوق في الفقيه ج 4 ص 95</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قال</w:t>
      </w:r>
      <w:r w:rsidR="00CC15EB">
        <w:rPr>
          <w:rtl/>
        </w:rPr>
        <w:t>:</w:t>
      </w:r>
      <w:r>
        <w:rPr>
          <w:rtl/>
        </w:rPr>
        <w:t xml:space="preserve"> </w:t>
      </w:r>
      <w:r w:rsidRPr="00DA0376">
        <w:rPr>
          <w:rtl/>
        </w:rPr>
        <w:t xml:space="preserve">سألت ابا جعفر </w:t>
      </w:r>
      <w:r w:rsidR="00AC7755" w:rsidRPr="00AC7755">
        <w:rPr>
          <w:rStyle w:val="libAlaemChar"/>
          <w:rtl/>
        </w:rPr>
        <w:t>عليه‌السلام</w:t>
      </w:r>
      <w:r w:rsidRPr="00DA0376">
        <w:rPr>
          <w:rtl/>
        </w:rPr>
        <w:t xml:space="preserve"> عن مكاتب قتل رجلا خطأ قال</w:t>
      </w:r>
      <w:r w:rsidR="00CC15EB">
        <w:rPr>
          <w:rtl/>
        </w:rPr>
        <w:t>:</w:t>
      </w:r>
      <w:r>
        <w:rPr>
          <w:rtl/>
        </w:rPr>
        <w:t xml:space="preserve"> </w:t>
      </w:r>
      <w:r w:rsidRPr="00DA0376">
        <w:rPr>
          <w:rtl/>
        </w:rPr>
        <w:t>فقال</w:t>
      </w:r>
      <w:r w:rsidR="00CC15EB">
        <w:rPr>
          <w:rtl/>
        </w:rPr>
        <w:t>:</w:t>
      </w:r>
      <w:r>
        <w:rPr>
          <w:rtl/>
        </w:rPr>
        <w:t xml:space="preserve"> </w:t>
      </w:r>
      <w:r w:rsidRPr="00DA0376">
        <w:rPr>
          <w:rtl/>
        </w:rPr>
        <w:t>ان كان مولاه حين كاتبه اشترط عليه ان هو عجز فهو رد في الرق فهو بمنزلة المماليك يدفع الى اولياء المقتول فان شاؤا قتلوه وان شاؤا باعوه</w:t>
      </w:r>
      <w:r w:rsidR="00CC15EB">
        <w:rPr>
          <w:rtl/>
        </w:rPr>
        <w:t>،</w:t>
      </w:r>
      <w:r>
        <w:rPr>
          <w:rtl/>
        </w:rPr>
        <w:t xml:space="preserve"> </w:t>
      </w:r>
      <w:r w:rsidRPr="00DA0376">
        <w:rPr>
          <w:rtl/>
        </w:rPr>
        <w:t xml:space="preserve">وان كان مولاه حين كاتبه لم يشترط عليه وكان قد أدى من مكاتبته شيئا فإن عليا </w:t>
      </w:r>
      <w:r w:rsidR="00AC7755" w:rsidRPr="00AC7755">
        <w:rPr>
          <w:rStyle w:val="libAlaemChar"/>
          <w:rtl/>
        </w:rPr>
        <w:t>عليه‌السلام</w:t>
      </w:r>
      <w:r w:rsidRPr="00DA0376">
        <w:rPr>
          <w:rtl/>
        </w:rPr>
        <w:t xml:space="preserve"> كان يقول</w:t>
      </w:r>
      <w:r w:rsidR="00CC15EB">
        <w:rPr>
          <w:rtl/>
        </w:rPr>
        <w:t>:</w:t>
      </w:r>
      <w:r>
        <w:rPr>
          <w:rtl/>
        </w:rPr>
        <w:t xml:space="preserve"> </w:t>
      </w:r>
      <w:r w:rsidRPr="00DA0376">
        <w:rPr>
          <w:rtl/>
        </w:rPr>
        <w:t>يعتق من المكاتب بقدر ما ادى من مكاتبته وإن على الامام ان يؤدي الى اولياء المقتول من الدية بقدر ما اعتق من المكاتب ولا يبطل دم امرئ مسلم</w:t>
      </w:r>
      <w:r w:rsidR="00CC15EB">
        <w:rPr>
          <w:rtl/>
        </w:rPr>
        <w:t>،</w:t>
      </w:r>
      <w:r>
        <w:rPr>
          <w:rtl/>
        </w:rPr>
        <w:t xml:space="preserve"> </w:t>
      </w:r>
      <w:r w:rsidRPr="00DA0376">
        <w:rPr>
          <w:rtl/>
        </w:rPr>
        <w:t>وارى ان يكون ما بقى على المكاتب مما لم يؤده فلأولياء المقتول يستخدمونه حياته بقدر ما بقي عليه وليس لهم ان يبيعوه.</w:t>
      </w:r>
    </w:p>
    <w:p w:rsidR="00AC7755" w:rsidRDefault="00D45E0E" w:rsidP="00AC7755">
      <w:pPr>
        <w:pStyle w:val="libNormal"/>
        <w:rPr>
          <w:rtl/>
        </w:rPr>
      </w:pPr>
      <w:r w:rsidRPr="00D95A45">
        <w:rPr>
          <w:rtl/>
        </w:rPr>
        <w:t>(788) 85</w:t>
      </w:r>
      <w:r w:rsidR="00CC15EB">
        <w:rPr>
          <w:rtl/>
        </w:rPr>
        <w:t xml:space="preserve"> - </w:t>
      </w:r>
      <w:r w:rsidRPr="00D95A45">
        <w:rPr>
          <w:rtl/>
        </w:rPr>
        <w:t xml:space="preserve">علي بن ابراهيم عن ابيه عن اسماعيل بن مرار عن يونس عن عبد الله بن سنان عن ابي عبد الله </w:t>
      </w:r>
      <w:r w:rsidR="00AC7755" w:rsidRPr="00AC7755">
        <w:rPr>
          <w:rStyle w:val="libAlaemChar"/>
          <w:rtl/>
        </w:rPr>
        <w:t>عليه‌السلام</w:t>
      </w:r>
      <w:r w:rsidRPr="00D95A45">
        <w:rPr>
          <w:rtl/>
        </w:rPr>
        <w:t xml:space="preserve"> في مكاتب قتل رجل خطأ قال</w:t>
      </w:r>
      <w:r w:rsidR="00CC15EB">
        <w:rPr>
          <w:rtl/>
        </w:rPr>
        <w:t>:</w:t>
      </w:r>
      <w:r>
        <w:rPr>
          <w:rtl/>
        </w:rPr>
        <w:t xml:space="preserve"> </w:t>
      </w:r>
      <w:r w:rsidRPr="00D95A45">
        <w:rPr>
          <w:rtl/>
        </w:rPr>
        <w:t>عليه من ديته بقدر ما اعتق وعلى مولاه ما بقي من قيمة المملوك</w:t>
      </w:r>
      <w:r w:rsidR="00CC15EB">
        <w:rPr>
          <w:rtl/>
        </w:rPr>
        <w:t>،</w:t>
      </w:r>
      <w:r>
        <w:rPr>
          <w:rtl/>
        </w:rPr>
        <w:t xml:space="preserve"> </w:t>
      </w:r>
      <w:r w:rsidRPr="00D95A45">
        <w:rPr>
          <w:rtl/>
        </w:rPr>
        <w:t>فان عجز المكاتب فلا عاقلة له وانما ذلك على امام المسلمين.</w:t>
      </w:r>
    </w:p>
    <w:p w:rsidR="00AC7755" w:rsidRDefault="00D45E0E" w:rsidP="00AC7755">
      <w:pPr>
        <w:pStyle w:val="libNormal"/>
        <w:rPr>
          <w:rtl/>
        </w:rPr>
      </w:pPr>
      <w:r w:rsidRPr="00D95A45">
        <w:rPr>
          <w:rtl/>
        </w:rPr>
        <w:t>(789) 86</w:t>
      </w:r>
      <w:r w:rsidR="00CC15EB">
        <w:rPr>
          <w:rtl/>
        </w:rPr>
        <w:t xml:space="preserve"> - </w:t>
      </w:r>
      <w:r w:rsidRPr="00D95A45">
        <w:rPr>
          <w:rtl/>
        </w:rPr>
        <w:t>الحسن بن محبوب عن ابى ولاد الحناط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مكاتب اشترط عليه مولاه حين كاتبه ان جنى الى رجل جناية فقال</w:t>
      </w:r>
      <w:r w:rsidR="00CC15EB">
        <w:rPr>
          <w:rtl/>
        </w:rPr>
        <w:t>:</w:t>
      </w:r>
      <w:r>
        <w:rPr>
          <w:rtl/>
        </w:rPr>
        <w:t xml:space="preserve"> </w:t>
      </w:r>
      <w:r w:rsidRPr="00D95A45">
        <w:rPr>
          <w:rtl/>
        </w:rPr>
        <w:t>ان كان ادى من مكاتبته شيئا غرم من جنايته بقدر ما ادى من مكاتبته للحر فان عجز من حق الجناية شيئا أخذ ذلك من مال المولى الذي كاتبه</w:t>
      </w:r>
      <w:r w:rsidR="00CC15EB">
        <w:rPr>
          <w:rtl/>
        </w:rPr>
        <w:t>،</w:t>
      </w:r>
      <w:r>
        <w:rPr>
          <w:rtl/>
        </w:rPr>
        <w:t xml:space="preserve"> </w:t>
      </w:r>
      <w:r w:rsidRPr="00D95A45">
        <w:rPr>
          <w:rtl/>
        </w:rPr>
        <w:t>قلت</w:t>
      </w:r>
      <w:r w:rsidR="00CC15EB">
        <w:rPr>
          <w:rtl/>
        </w:rPr>
        <w:t>:</w:t>
      </w:r>
      <w:r>
        <w:rPr>
          <w:rtl/>
        </w:rPr>
        <w:t xml:space="preserve"> </w:t>
      </w:r>
      <w:r w:rsidRPr="00D95A45">
        <w:rPr>
          <w:rtl/>
        </w:rPr>
        <w:t>فان كانت الجناية بعبد</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على مثل ذلك يدفع إلى مولى العبد الذي جرحه المكاتب</w:t>
      </w:r>
      <w:r w:rsidR="00CC15EB">
        <w:rPr>
          <w:rtl/>
        </w:rPr>
        <w:t>،</w:t>
      </w:r>
      <w:r>
        <w:rPr>
          <w:rtl/>
        </w:rPr>
        <w:t xml:space="preserve"> </w:t>
      </w:r>
      <w:r w:rsidRPr="00D95A45">
        <w:rPr>
          <w:rtl/>
        </w:rPr>
        <w:t>ولا يقاص بين العبد وبين المكاتب ان كان المكاتب قد ادى من مكاتبته شيئا</w:t>
      </w:r>
      <w:r w:rsidR="00CC15EB">
        <w:rPr>
          <w:rtl/>
        </w:rPr>
        <w:t>،</w:t>
      </w:r>
      <w:r>
        <w:rPr>
          <w:rtl/>
        </w:rPr>
        <w:t xml:space="preserve"> </w:t>
      </w:r>
      <w:r w:rsidRPr="00D95A45">
        <w:rPr>
          <w:rtl/>
        </w:rPr>
        <w:t>فان لم يكن ادى من مكاتبته شيئا فانه يقاص للعبد منه</w:t>
      </w:r>
      <w:r w:rsidR="00CC15EB">
        <w:rPr>
          <w:rtl/>
        </w:rPr>
        <w:t>،</w:t>
      </w:r>
      <w:r>
        <w:rPr>
          <w:rtl/>
        </w:rPr>
        <w:t xml:space="preserve"> </w:t>
      </w:r>
      <w:r w:rsidRPr="00D95A45">
        <w:rPr>
          <w:rtl/>
        </w:rPr>
        <w:t>ويغرم المولى كلما جنى المكاتب لأنه عبده ما لم يؤد من مكاتبته شيئا.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788</w:t>
      </w:r>
      <w:r>
        <w:rPr>
          <w:rtl/>
        </w:rPr>
        <w:t xml:space="preserve"> - </w:t>
      </w:r>
      <w:r w:rsidR="00D45E0E" w:rsidRPr="00D95A45">
        <w:rPr>
          <w:rtl/>
        </w:rPr>
        <w:t>الكافي ج 2 ص 326</w:t>
      </w:r>
    </w:p>
    <w:p w:rsidR="00AC7755" w:rsidRDefault="00CC15EB" w:rsidP="00AC7755">
      <w:pPr>
        <w:pStyle w:val="libFootnote0"/>
        <w:rPr>
          <w:rtl/>
        </w:rPr>
      </w:pPr>
      <w:r>
        <w:rPr>
          <w:rtl/>
        </w:rPr>
        <w:t>-</w:t>
      </w:r>
      <w:r w:rsidR="00D45E0E" w:rsidRPr="00DA0376">
        <w:rPr>
          <w:rtl/>
        </w:rPr>
        <w:t xml:space="preserve"> 789</w:t>
      </w:r>
      <w:r>
        <w:rPr>
          <w:rtl/>
        </w:rPr>
        <w:t xml:space="preserve"> - </w:t>
      </w:r>
      <w:r w:rsidR="00D45E0E" w:rsidRPr="00DA0376">
        <w:rPr>
          <w:rtl/>
        </w:rPr>
        <w:t>الكافي ج 2 ص 326 الفقيه ج 4 ص 96 بتفاوت فيه</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(790) 87</w:t>
      </w:r>
      <w:r w:rsidR="00CC15EB">
        <w:rPr>
          <w:rtl/>
        </w:rPr>
        <w:t xml:space="preserve"> - </w:t>
      </w:r>
      <w:r w:rsidRPr="00D95A45">
        <w:rPr>
          <w:rtl/>
        </w:rPr>
        <w:t xml:space="preserve">علي عن محمد بن عيسى عن يونس عن عاصم بن حميد عن محمد بن قيس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مكاتب قتل قال</w:t>
      </w:r>
      <w:r w:rsidR="00CC15EB">
        <w:rPr>
          <w:rtl/>
        </w:rPr>
        <w:t>:</w:t>
      </w:r>
      <w:r>
        <w:rPr>
          <w:rtl/>
        </w:rPr>
        <w:t xml:space="preserve"> </w:t>
      </w:r>
      <w:r w:rsidRPr="00D95A45">
        <w:rPr>
          <w:rtl/>
        </w:rPr>
        <w:t>يحسب ما أعتق منه فيؤدي به دية الحر وما رق منه دية العبد.</w:t>
      </w:r>
    </w:p>
    <w:p w:rsidR="00AC7755" w:rsidRDefault="00D45E0E" w:rsidP="00AC7755">
      <w:pPr>
        <w:pStyle w:val="libNormal"/>
        <w:rPr>
          <w:rtl/>
        </w:rPr>
      </w:pPr>
      <w:r w:rsidRPr="00D95A45">
        <w:rPr>
          <w:rtl/>
        </w:rPr>
        <w:t>(791) 88</w:t>
      </w:r>
      <w:r w:rsidR="00CC15EB">
        <w:rPr>
          <w:rtl/>
        </w:rPr>
        <w:t xml:space="preserve"> - </w:t>
      </w:r>
      <w:r w:rsidRPr="00D95A45">
        <w:rPr>
          <w:rtl/>
        </w:rPr>
        <w:t xml:space="preserve">احمد بن محمد بن عيسى عن محمد بن يحيى عن طلحة ابن زيد عن غياث بن ابراهيم عن جعفر عن ابيه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علي </w:t>
      </w:r>
      <w:r w:rsidR="00AC7755" w:rsidRPr="00AC7755">
        <w:rPr>
          <w:rStyle w:val="libAlaemChar"/>
          <w:rtl/>
        </w:rPr>
        <w:t>عليه‌السلام</w:t>
      </w:r>
      <w:r w:rsidR="00CC15EB">
        <w:rPr>
          <w:rtl/>
        </w:rPr>
        <w:t>:</w:t>
      </w:r>
      <w:r>
        <w:rPr>
          <w:rtl/>
        </w:rPr>
        <w:t xml:space="preserve"> </w:t>
      </w:r>
      <w:r w:rsidRPr="00D95A45">
        <w:rPr>
          <w:rtl/>
        </w:rPr>
        <w:t>إذا قتلت ام الولد سيدها خطأ فهي حرة ليس عليها سعاية.</w:t>
      </w:r>
    </w:p>
    <w:p w:rsidR="00AC7755" w:rsidRDefault="00D45E0E" w:rsidP="00AC7755">
      <w:pPr>
        <w:pStyle w:val="libNormal"/>
        <w:rPr>
          <w:rtl/>
        </w:rPr>
      </w:pPr>
      <w:r w:rsidRPr="00D95A45">
        <w:rPr>
          <w:rtl/>
        </w:rPr>
        <w:t>(792) 89</w:t>
      </w:r>
      <w:r w:rsidR="00CC15EB">
        <w:rPr>
          <w:rtl/>
        </w:rPr>
        <w:t xml:space="preserve"> - </w:t>
      </w:r>
      <w:r w:rsidRPr="00D95A45">
        <w:rPr>
          <w:rtl/>
        </w:rPr>
        <w:t xml:space="preserve">وروى وهب بن وهب عن جعفر عن ابيه </w:t>
      </w:r>
      <w:r w:rsidR="00AC7755" w:rsidRPr="00AC7755">
        <w:rPr>
          <w:rStyle w:val="libAlaemChar"/>
          <w:rtl/>
        </w:rPr>
        <w:t>عليه‌السلام</w:t>
      </w:r>
      <w:r w:rsidRPr="00D95A45">
        <w:rPr>
          <w:rtl/>
        </w:rPr>
        <w:t xml:space="preserve"> انه كان يقول</w:t>
      </w:r>
      <w:r w:rsidR="00CC15EB">
        <w:rPr>
          <w:rtl/>
        </w:rPr>
        <w:t>:</w:t>
      </w:r>
      <w:r>
        <w:rPr>
          <w:rtl/>
        </w:rPr>
        <w:t xml:space="preserve"> </w:t>
      </w:r>
      <w:r w:rsidRPr="00D95A45">
        <w:rPr>
          <w:rtl/>
        </w:rPr>
        <w:t xml:space="preserve">إذا قتلت ام الولد سيدها خطأ فهي حرة ولا تبعة عليها وإن قتلته عمدا قتلت به. </w:t>
      </w:r>
    </w:p>
    <w:p w:rsidR="00AC7755" w:rsidRDefault="00D45E0E" w:rsidP="00AC7755">
      <w:pPr>
        <w:pStyle w:val="libNormal"/>
        <w:rPr>
          <w:rtl/>
        </w:rPr>
      </w:pPr>
      <w:r w:rsidRPr="00D95A45">
        <w:rPr>
          <w:rtl/>
        </w:rPr>
        <w:t>ولا ينافي هذين الخبرين ما رواه</w:t>
      </w:r>
      <w:r w:rsidR="00CC15EB">
        <w:rPr>
          <w:rtl/>
        </w:rPr>
        <w:t>:</w:t>
      </w:r>
      <w:r>
        <w:rPr>
          <w:rtl/>
        </w:rPr>
        <w:t xml:space="preserve"> </w:t>
      </w:r>
    </w:p>
    <w:p w:rsidR="00AC7755" w:rsidRDefault="00D45E0E" w:rsidP="00AC7755">
      <w:pPr>
        <w:pStyle w:val="libNormal"/>
        <w:rPr>
          <w:rtl/>
        </w:rPr>
      </w:pPr>
      <w:r w:rsidRPr="00D95A45">
        <w:rPr>
          <w:rtl/>
        </w:rPr>
        <w:t>(793) 90</w:t>
      </w:r>
      <w:r w:rsidR="00CC15EB">
        <w:rPr>
          <w:rtl/>
        </w:rPr>
        <w:t xml:space="preserve"> - </w:t>
      </w:r>
      <w:r w:rsidRPr="00D95A45">
        <w:rPr>
          <w:rtl/>
        </w:rPr>
        <w:t xml:space="preserve">محمد بن احمد بن يحيى عن ابى عبد الله عن الحسن ابن علي عن حماد بن عيسى عن جعفر عن ابيه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قتلت أم الولد سيدها خطأ سعت في قيمتها.</w:t>
      </w:r>
    </w:p>
    <w:p w:rsidR="00AC7755" w:rsidRDefault="00D45E0E" w:rsidP="00AC7755">
      <w:pPr>
        <w:pStyle w:val="libNormal"/>
        <w:rPr>
          <w:rtl/>
        </w:rPr>
      </w:pPr>
      <w:r w:rsidRPr="00D95A45">
        <w:rPr>
          <w:rtl/>
        </w:rPr>
        <w:t xml:space="preserve"> لأن هذا الخبر نحمله على انها إذا قتلته خطأ شبيه العمد</w:t>
      </w:r>
      <w:r w:rsidR="00CC15EB">
        <w:rPr>
          <w:rtl/>
        </w:rPr>
        <w:t>،</w:t>
      </w:r>
      <w:r>
        <w:rPr>
          <w:rtl/>
        </w:rPr>
        <w:t xml:space="preserve"> </w:t>
      </w:r>
      <w:r w:rsidRPr="00D95A45">
        <w:rPr>
          <w:rtl/>
        </w:rPr>
        <w:t>لأن من يقتل كذلك تلزمه الدية ان كان حرا في ماله خاصة</w:t>
      </w:r>
      <w:r w:rsidR="00CC15EB">
        <w:rPr>
          <w:rtl/>
        </w:rPr>
        <w:t>،</w:t>
      </w:r>
      <w:r>
        <w:rPr>
          <w:rtl/>
        </w:rPr>
        <w:t xml:space="preserve"> </w:t>
      </w:r>
      <w:r w:rsidRPr="00D95A45">
        <w:rPr>
          <w:rtl/>
        </w:rPr>
        <w:t>وان كان معتقا لا مولى له استسعي في الدية حسب ما تضمن الخبر</w:t>
      </w:r>
      <w:r w:rsidR="00CC15EB">
        <w:rPr>
          <w:rtl/>
        </w:rPr>
        <w:t>،</w:t>
      </w:r>
      <w:r>
        <w:rPr>
          <w:rtl/>
        </w:rPr>
        <w:t xml:space="preserve"> </w:t>
      </w:r>
      <w:r w:rsidRPr="00D95A45">
        <w:rPr>
          <w:rtl/>
        </w:rPr>
        <w:t>واما الخطأ المحض فانه يلزم المولى فان لم يكن له مولى كان على بيت المال حسب ما قدمناه.</w:t>
      </w:r>
    </w:p>
    <w:p w:rsidR="00AC7755" w:rsidRDefault="00D45E0E" w:rsidP="00AC7755">
      <w:pPr>
        <w:pStyle w:val="libNormal"/>
        <w:rPr>
          <w:rtl/>
        </w:rPr>
      </w:pPr>
      <w:r w:rsidRPr="00D95A45">
        <w:rPr>
          <w:rtl/>
        </w:rPr>
        <w:t>(794) 91</w:t>
      </w:r>
      <w:r w:rsidR="00CC15EB">
        <w:rPr>
          <w:rtl/>
        </w:rPr>
        <w:t xml:space="preserve"> - </w:t>
      </w:r>
      <w:r w:rsidRPr="00D95A45">
        <w:rPr>
          <w:rtl/>
        </w:rPr>
        <w:t xml:space="preserve">محمد بن احمد بن يحيى عن احمد بن محمد بن علي الميثمي الكوفى عن بعض اصحابه عن عمرو بن شمر عن جابر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790</w:t>
      </w:r>
      <w:r>
        <w:rPr>
          <w:rtl/>
        </w:rPr>
        <w:t xml:space="preserve"> - </w:t>
      </w:r>
      <w:r w:rsidR="00D45E0E" w:rsidRPr="00D95A45">
        <w:rPr>
          <w:rtl/>
        </w:rPr>
        <w:t>الاستبصار ج 4 ص 276 الكافي ج 2 ص 326 الفقيه ج 4 ص 94 بزيادة في آخره</w:t>
      </w:r>
    </w:p>
    <w:p w:rsidR="00AC7755" w:rsidRDefault="00CC15EB" w:rsidP="00AC7755">
      <w:pPr>
        <w:pStyle w:val="libFootnote0"/>
        <w:rPr>
          <w:rtl/>
        </w:rPr>
      </w:pPr>
      <w:r>
        <w:rPr>
          <w:rtl/>
        </w:rPr>
        <w:t>-</w:t>
      </w:r>
      <w:r w:rsidR="00D45E0E" w:rsidRPr="007277FF">
        <w:rPr>
          <w:rtl/>
        </w:rPr>
        <w:t xml:space="preserve"> 791</w:t>
      </w:r>
      <w:r>
        <w:rPr>
          <w:rtl/>
        </w:rPr>
        <w:t xml:space="preserve"> - </w:t>
      </w:r>
      <w:r w:rsidR="00D45E0E" w:rsidRPr="007277FF">
        <w:rPr>
          <w:rtl/>
        </w:rPr>
        <w:t>792</w:t>
      </w:r>
      <w:r>
        <w:rPr>
          <w:rFonts w:hint="cs"/>
          <w:rtl/>
        </w:rPr>
        <w:t xml:space="preserve"> - </w:t>
      </w:r>
      <w:r w:rsidR="00D45E0E" w:rsidRPr="00DA0376">
        <w:rPr>
          <w:rtl/>
        </w:rPr>
        <w:t>793</w:t>
      </w:r>
      <w:r>
        <w:rPr>
          <w:rtl/>
        </w:rPr>
        <w:t xml:space="preserve"> - </w:t>
      </w:r>
      <w:r w:rsidR="00D45E0E" w:rsidRPr="00DA0376">
        <w:rPr>
          <w:rtl/>
        </w:rPr>
        <w:t>الاستبصار ج 4 ص 276 واخرج الثاني الصدوق في الفقيه ج 4 ص 100</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 xml:space="preserve">قضى امير المؤمنين </w:t>
      </w:r>
      <w:r w:rsidR="00AC7755" w:rsidRPr="00AC7755">
        <w:rPr>
          <w:rStyle w:val="libAlaemChar"/>
          <w:rtl/>
        </w:rPr>
        <w:t>عليه‌السلام</w:t>
      </w:r>
      <w:r w:rsidRPr="007277FF">
        <w:rPr>
          <w:rtl/>
        </w:rPr>
        <w:t xml:space="preserve"> في عبد قتل حرا خطأ فلما قتله اعتقه مولاه قال</w:t>
      </w:r>
      <w:r w:rsidR="00CC15EB">
        <w:rPr>
          <w:rtl/>
        </w:rPr>
        <w:t>:</w:t>
      </w:r>
      <w:r>
        <w:rPr>
          <w:rtl/>
        </w:rPr>
        <w:t xml:space="preserve"> </w:t>
      </w:r>
      <w:r w:rsidRPr="007277FF">
        <w:rPr>
          <w:rtl/>
        </w:rPr>
        <w:t>فاجاز عتقه وضمنه الدية.</w:t>
      </w:r>
    </w:p>
    <w:p w:rsidR="00AC7755" w:rsidRDefault="00D45E0E" w:rsidP="00AC7755">
      <w:pPr>
        <w:pStyle w:val="libNormal"/>
        <w:rPr>
          <w:rtl/>
        </w:rPr>
      </w:pPr>
      <w:r w:rsidRPr="00D95A45">
        <w:rPr>
          <w:rtl/>
        </w:rPr>
        <w:t>(795) 92</w:t>
      </w:r>
      <w:r w:rsidR="00CC15EB">
        <w:rPr>
          <w:rtl/>
        </w:rPr>
        <w:t xml:space="preserve"> - </w:t>
      </w:r>
      <w:r w:rsidRPr="00D95A45">
        <w:rPr>
          <w:rtl/>
        </w:rPr>
        <w:t xml:space="preserve">عنه عن محمد بن احمد العلوى عن العمركي الخراساني عن علي بن جعفر عن اخيه موسى بن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مكاتب فقأ عين مكاتب أو كسر سنه ما عليه</w:t>
      </w:r>
      <w:r>
        <w:rPr>
          <w:rtl/>
        </w:rPr>
        <w:t>؟</w:t>
      </w:r>
      <w:r w:rsidRPr="00D95A45">
        <w:rPr>
          <w:rtl/>
        </w:rPr>
        <w:t xml:space="preserve"> قال</w:t>
      </w:r>
      <w:r w:rsidR="00CC15EB">
        <w:rPr>
          <w:rtl/>
        </w:rPr>
        <w:t>:</w:t>
      </w:r>
      <w:r>
        <w:rPr>
          <w:rtl/>
        </w:rPr>
        <w:t xml:space="preserve"> </w:t>
      </w:r>
      <w:r w:rsidRPr="00D95A45">
        <w:rPr>
          <w:rtl/>
        </w:rPr>
        <w:t>ان كان ادى نصف مكاتبته فديته دية حر وان كان دون النصف فبقدر ما عتق</w:t>
      </w:r>
      <w:r w:rsidR="00CC15EB">
        <w:rPr>
          <w:rtl/>
        </w:rPr>
        <w:t>،</w:t>
      </w:r>
      <w:r>
        <w:rPr>
          <w:rtl/>
        </w:rPr>
        <w:t xml:space="preserve"> </w:t>
      </w:r>
      <w:r w:rsidRPr="00D95A45">
        <w:rPr>
          <w:rtl/>
        </w:rPr>
        <w:t>وكذا إذا فقأ عين حر</w:t>
      </w:r>
      <w:r w:rsidR="00CC15EB">
        <w:rPr>
          <w:rtl/>
        </w:rPr>
        <w:t>،</w:t>
      </w:r>
      <w:r>
        <w:rPr>
          <w:rtl/>
        </w:rPr>
        <w:t xml:space="preserve"> </w:t>
      </w:r>
      <w:r w:rsidRPr="00D95A45">
        <w:rPr>
          <w:rtl/>
        </w:rPr>
        <w:t>وسألته عن حر فقأ عين مكاتب أو كسر سنه قال</w:t>
      </w:r>
      <w:r w:rsidR="00CC15EB">
        <w:rPr>
          <w:rtl/>
        </w:rPr>
        <w:t>:</w:t>
      </w:r>
      <w:r>
        <w:rPr>
          <w:rtl/>
        </w:rPr>
        <w:t xml:space="preserve"> </w:t>
      </w:r>
      <w:r w:rsidRPr="00D95A45">
        <w:rPr>
          <w:rtl/>
        </w:rPr>
        <w:t>إذا ادى نصف مكاتبته تفقأ عين الحر أو ديته إن كان خطأ</w:t>
      </w:r>
      <w:r w:rsidR="00CC15EB">
        <w:rPr>
          <w:rtl/>
        </w:rPr>
        <w:t>،</w:t>
      </w:r>
      <w:r>
        <w:rPr>
          <w:rtl/>
        </w:rPr>
        <w:t xml:space="preserve"> </w:t>
      </w:r>
      <w:r w:rsidRPr="00D95A45">
        <w:rPr>
          <w:rtl/>
        </w:rPr>
        <w:t>هو بمنزلة الحر</w:t>
      </w:r>
      <w:r w:rsidR="00CC15EB">
        <w:rPr>
          <w:rtl/>
        </w:rPr>
        <w:t>،</w:t>
      </w:r>
      <w:r>
        <w:rPr>
          <w:rtl/>
        </w:rPr>
        <w:t xml:space="preserve"> </w:t>
      </w:r>
      <w:r w:rsidRPr="00D95A45">
        <w:rPr>
          <w:rtl/>
        </w:rPr>
        <w:t>وان كان لم يؤد النصف قوم فادى بقدر ما اعتق منه وسألته عن المكاتب الذي إذا أدى نصف ما عليه. قال</w:t>
      </w:r>
      <w:r w:rsidR="00CC15EB">
        <w:rPr>
          <w:rtl/>
        </w:rPr>
        <w:t>:</w:t>
      </w:r>
      <w:r>
        <w:rPr>
          <w:rtl/>
        </w:rPr>
        <w:t xml:space="preserve"> </w:t>
      </w:r>
      <w:r w:rsidRPr="00D95A45">
        <w:rPr>
          <w:rtl/>
        </w:rPr>
        <w:t>هو بمنزلة الحر في الحدود وغير ذلك من قتل أو غيره</w:t>
      </w:r>
      <w:r w:rsidR="00CC15EB">
        <w:rPr>
          <w:rtl/>
        </w:rPr>
        <w:t>،</w:t>
      </w:r>
      <w:r>
        <w:rPr>
          <w:rtl/>
        </w:rPr>
        <w:t xml:space="preserve"> </w:t>
      </w:r>
      <w:r w:rsidRPr="00D95A45">
        <w:rPr>
          <w:rtl/>
        </w:rPr>
        <w:t>وسألته عن مكاتب فقأ عين مملوك وقد ادى نصف مكاتبته قال</w:t>
      </w:r>
      <w:r w:rsidR="00CC15EB">
        <w:rPr>
          <w:rtl/>
        </w:rPr>
        <w:t>:</w:t>
      </w:r>
      <w:r>
        <w:rPr>
          <w:rtl/>
        </w:rPr>
        <w:t xml:space="preserve"> </w:t>
      </w:r>
      <w:r w:rsidRPr="00D95A45">
        <w:rPr>
          <w:rtl/>
        </w:rPr>
        <w:t>يقوم المملوك ويؤدي المكاتب الى مولى المملوك نصف ثمنه.</w:t>
      </w:r>
    </w:p>
    <w:p w:rsidR="00AC7755" w:rsidRDefault="00D45E0E" w:rsidP="00CA44E1">
      <w:pPr>
        <w:pStyle w:val="Heading2Center"/>
        <w:rPr>
          <w:rtl/>
        </w:rPr>
      </w:pPr>
      <w:bookmarkStart w:id="16" w:name="_Toc394318280"/>
      <w:r w:rsidRPr="00D95A45">
        <w:rPr>
          <w:rtl/>
        </w:rPr>
        <w:t>15</w:t>
      </w:r>
      <w:r w:rsidR="00CC15EB">
        <w:rPr>
          <w:rtl/>
        </w:rPr>
        <w:t xml:space="preserve"> - </w:t>
      </w:r>
      <w:r w:rsidRPr="00D95A45">
        <w:rPr>
          <w:rtl/>
        </w:rPr>
        <w:t>باب القضاء في قتيل الزحام ومن لا</w:t>
      </w:r>
      <w:r w:rsidR="00CA44E1">
        <w:rPr>
          <w:rFonts w:hint="cs"/>
          <w:rtl/>
        </w:rPr>
        <w:t xml:space="preserve"> </w:t>
      </w:r>
      <w:r w:rsidRPr="00D95A45">
        <w:rPr>
          <w:rtl/>
        </w:rPr>
        <w:t>يعرف قاتله ومن لا دية له ومن ليس لقاتله عاقلة ولا مال يؤدى منه الدية</w:t>
      </w:r>
      <w:bookmarkEnd w:id="16"/>
    </w:p>
    <w:p w:rsidR="00AC7755" w:rsidRDefault="00D45E0E" w:rsidP="00AC7755">
      <w:pPr>
        <w:pStyle w:val="libNormal"/>
        <w:rPr>
          <w:rtl/>
        </w:rPr>
      </w:pPr>
      <w:r w:rsidRPr="00D95A45">
        <w:rPr>
          <w:rtl/>
        </w:rPr>
        <w:t>(796) 1</w:t>
      </w:r>
      <w:r w:rsidR="00CC15EB">
        <w:rPr>
          <w:rtl/>
        </w:rPr>
        <w:t xml:space="preserve"> - </w:t>
      </w:r>
      <w:r w:rsidRPr="00D95A45">
        <w:rPr>
          <w:rtl/>
        </w:rPr>
        <w:t xml:space="preserve">سهل بن زياد عن محمد بن الحسن بن شمون عن عبد الله ابن عبد الرحمن الاصم عن مسمع بن عبد الملك عن ابي عبد الله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من مات في زحام يوم الجمعة أو يوم عرفة أو على جسر لا يعلمون من قتله فديته من بيت المال.</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795</w:t>
      </w:r>
      <w:r>
        <w:rPr>
          <w:rtl/>
        </w:rPr>
        <w:t xml:space="preserve"> - </w:t>
      </w:r>
      <w:r w:rsidR="00D45E0E" w:rsidRPr="00D95A45">
        <w:rPr>
          <w:rtl/>
        </w:rPr>
        <w:t>الاستبصار ج 4 ص 277 بدون السؤال الاخير</w:t>
      </w:r>
    </w:p>
    <w:p w:rsidR="00AC7755" w:rsidRDefault="00CC15EB" w:rsidP="00AC7755">
      <w:pPr>
        <w:pStyle w:val="libFootnote0"/>
        <w:rPr>
          <w:rtl/>
        </w:rPr>
      </w:pPr>
      <w:r>
        <w:rPr>
          <w:rtl/>
        </w:rPr>
        <w:t>-</w:t>
      </w:r>
      <w:r w:rsidR="00D45E0E" w:rsidRPr="00DA0376">
        <w:rPr>
          <w:rtl/>
        </w:rPr>
        <w:t xml:space="preserve"> 796</w:t>
      </w:r>
      <w:r>
        <w:rPr>
          <w:rtl/>
        </w:rPr>
        <w:t xml:space="preserve"> - </w:t>
      </w:r>
      <w:r w:rsidR="00D45E0E" w:rsidRPr="00DA0376">
        <w:rPr>
          <w:rtl/>
        </w:rPr>
        <w:t>الكافي ج 2 ص 340 بتفاوت</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(797) 2</w:t>
      </w:r>
      <w:r w:rsidR="00CC15EB">
        <w:rPr>
          <w:rtl/>
        </w:rPr>
        <w:t xml:space="preserve"> - </w:t>
      </w:r>
      <w:r w:rsidRPr="00D95A45">
        <w:rPr>
          <w:rtl/>
        </w:rPr>
        <w:t xml:space="preserve">محمد بن احمد بن يحيى عن بنان بن محمد عن ابيه عن ابن المغيرة عن السكوني عن جعفر عن ابيه عن علي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من مات في زحام جمعة أو عرفة أو على جسر لا يعلمون من قتله فديته على بيت المال.</w:t>
      </w:r>
    </w:p>
    <w:p w:rsidR="00AC7755" w:rsidRDefault="00D45E0E" w:rsidP="00AC7755">
      <w:pPr>
        <w:pStyle w:val="libNormal"/>
        <w:rPr>
          <w:rtl/>
        </w:rPr>
      </w:pPr>
      <w:r w:rsidRPr="00D95A45">
        <w:rPr>
          <w:rtl/>
        </w:rPr>
        <w:t>(798) 3</w:t>
      </w:r>
      <w:r w:rsidR="00CC15EB">
        <w:rPr>
          <w:rtl/>
        </w:rPr>
        <w:t xml:space="preserve"> - </w:t>
      </w:r>
      <w:r w:rsidRPr="00D95A45">
        <w:rPr>
          <w:rtl/>
        </w:rPr>
        <w:t xml:space="preserve">علي بن ابراهيم عن ابيه عن ابن محبوب عن ابي ايوب عن محمد بن مسلم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ازدحم الناس يوم الجمعة في إمرة علي </w:t>
      </w:r>
      <w:r w:rsidR="00AC7755" w:rsidRPr="00AC7755">
        <w:rPr>
          <w:rStyle w:val="libAlaemChar"/>
          <w:rtl/>
        </w:rPr>
        <w:t>عليه‌السلام</w:t>
      </w:r>
      <w:r w:rsidRPr="00D95A45">
        <w:rPr>
          <w:rtl/>
        </w:rPr>
        <w:t xml:space="preserve"> بالكوفة فقتلوا رجلا فودى ديته إلى اهله من بيت مال المسلمين.</w:t>
      </w:r>
    </w:p>
    <w:p w:rsidR="00AC7755" w:rsidRDefault="00D45E0E" w:rsidP="00AC7755">
      <w:pPr>
        <w:pStyle w:val="libNormal"/>
        <w:rPr>
          <w:rtl/>
        </w:rPr>
      </w:pPr>
      <w:r w:rsidRPr="00D95A45">
        <w:rPr>
          <w:rtl/>
        </w:rPr>
        <w:t>(799) 4</w:t>
      </w:r>
      <w:r w:rsidR="00CC15EB">
        <w:rPr>
          <w:rtl/>
        </w:rPr>
        <w:t xml:space="preserve"> - </w:t>
      </w:r>
      <w:r w:rsidRPr="00D95A45">
        <w:rPr>
          <w:rtl/>
        </w:rPr>
        <w:t xml:space="preserve">ابن محبوب عن عبد الله بن سنان وعبد الله بن بكير جميعا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رجل وجد مقتولا لا يدرى من قتله قال</w:t>
      </w:r>
      <w:r w:rsidR="00CC15EB">
        <w:rPr>
          <w:rtl/>
        </w:rPr>
        <w:t>:</w:t>
      </w:r>
      <w:r>
        <w:rPr>
          <w:rtl/>
        </w:rPr>
        <w:t xml:space="preserve"> </w:t>
      </w:r>
      <w:r w:rsidRPr="00D95A45">
        <w:rPr>
          <w:rtl/>
        </w:rPr>
        <w:t>ان كان عرف وكان له اولياء يطلبون ديته أعطوا ديته من بيت مال المسلمين ولا يبطل دم امرئ مسلم لأن ميراثه للامام فكذلك تكون ديته على الامام</w:t>
      </w:r>
      <w:r w:rsidR="00CC15EB">
        <w:rPr>
          <w:rtl/>
        </w:rPr>
        <w:t>،</w:t>
      </w:r>
      <w:r>
        <w:rPr>
          <w:rtl/>
        </w:rPr>
        <w:t xml:space="preserve"> </w:t>
      </w:r>
      <w:r w:rsidRPr="00D95A45">
        <w:rPr>
          <w:rtl/>
        </w:rPr>
        <w:t>ويصلون عليه ويدفنونه</w:t>
      </w:r>
      <w:r w:rsidR="00CC15EB">
        <w:rPr>
          <w:rtl/>
        </w:rPr>
        <w:t>،</w:t>
      </w:r>
      <w:r>
        <w:rPr>
          <w:rtl/>
        </w:rPr>
        <w:t xml:space="preserve"> </w:t>
      </w:r>
      <w:r w:rsidRPr="00D95A45">
        <w:rPr>
          <w:rtl/>
        </w:rPr>
        <w:t>قال</w:t>
      </w:r>
      <w:r w:rsidR="00CC15EB">
        <w:rPr>
          <w:rtl/>
        </w:rPr>
        <w:t>:</w:t>
      </w:r>
      <w:r>
        <w:rPr>
          <w:rtl/>
        </w:rPr>
        <w:t xml:space="preserve"> </w:t>
      </w:r>
      <w:r w:rsidRPr="00D95A45">
        <w:rPr>
          <w:rtl/>
        </w:rPr>
        <w:t>وقضى في رجل زحمه الناس يوم الجمعة في زحام الناس فمات</w:t>
      </w:r>
      <w:r w:rsidR="00CC15EB">
        <w:rPr>
          <w:rtl/>
        </w:rPr>
        <w:t>:</w:t>
      </w:r>
      <w:r>
        <w:rPr>
          <w:rtl/>
        </w:rPr>
        <w:t xml:space="preserve"> </w:t>
      </w:r>
      <w:r w:rsidRPr="00D95A45">
        <w:rPr>
          <w:rtl/>
        </w:rPr>
        <w:t>أن ديته من بيت مال المسلمين.</w:t>
      </w:r>
    </w:p>
    <w:p w:rsidR="00AC7755" w:rsidRDefault="00D45E0E" w:rsidP="00AC7755">
      <w:pPr>
        <w:pStyle w:val="libNormal"/>
        <w:rPr>
          <w:rtl/>
        </w:rPr>
      </w:pPr>
      <w:r w:rsidRPr="00D95A45">
        <w:rPr>
          <w:rtl/>
        </w:rPr>
        <w:t>(800) 5</w:t>
      </w:r>
      <w:r w:rsidR="00CC15EB">
        <w:rPr>
          <w:rtl/>
        </w:rPr>
        <w:t xml:space="preserve"> - </w:t>
      </w:r>
      <w:r w:rsidRPr="00D95A45">
        <w:rPr>
          <w:rtl/>
        </w:rPr>
        <w:t>الحسن بن محبوب عن حماد بن عيسى عن سوار عن الحسن قال</w:t>
      </w:r>
      <w:r w:rsidR="00CC15EB">
        <w:rPr>
          <w:rtl/>
        </w:rPr>
        <w:t>:</w:t>
      </w:r>
      <w:r>
        <w:rPr>
          <w:rtl/>
        </w:rPr>
        <w:t xml:space="preserve"> </w:t>
      </w:r>
      <w:r w:rsidRPr="00D95A45">
        <w:rPr>
          <w:rtl/>
        </w:rPr>
        <w:t xml:space="preserve">ان عليا </w:t>
      </w:r>
      <w:r w:rsidR="00AC7755" w:rsidRPr="00AC7755">
        <w:rPr>
          <w:rStyle w:val="libAlaemChar"/>
          <w:rtl/>
        </w:rPr>
        <w:t>عليه‌السلام</w:t>
      </w:r>
      <w:r w:rsidRPr="00D95A45">
        <w:rPr>
          <w:rtl/>
        </w:rPr>
        <w:t xml:space="preserve"> لما هزم طلحة والزبير أقبل الناس منهزمين فمروا بامراة حامل على الطريق ففزعت منهم فطرحت ما في بطنها حيا فاضطرب حتى مات ثم ماتت امه من بعده فمر بها علي صلوات الله عليه واصحابه وهي مطروحة وولدها على الطريق فسألهم عن امرها قالوا له</w:t>
      </w:r>
      <w:r w:rsidR="00CC15EB">
        <w:rPr>
          <w:rtl/>
        </w:rPr>
        <w:t>:</w:t>
      </w:r>
      <w:r>
        <w:rPr>
          <w:rtl/>
        </w:rPr>
        <w:t xml:space="preserve"> </w:t>
      </w:r>
      <w:r w:rsidRPr="00D95A45">
        <w:rPr>
          <w:rtl/>
        </w:rPr>
        <w:t>انها كانت حاملة ففزعت حين رأت القتال والهزيمة قال</w:t>
      </w:r>
      <w:r w:rsidR="00CC15EB">
        <w:rPr>
          <w:rtl/>
        </w:rPr>
        <w:t>:</w:t>
      </w:r>
      <w:r>
        <w:rPr>
          <w:rtl/>
        </w:rPr>
        <w:t xml:space="preserve"> </w:t>
      </w:r>
      <w:r w:rsidRPr="00D95A45">
        <w:rPr>
          <w:rtl/>
        </w:rPr>
        <w:t>فسألهم ايهما مات قبل صاحبه</w:t>
      </w:r>
      <w:r>
        <w:rPr>
          <w:rtl/>
        </w:rPr>
        <w:t>؟</w:t>
      </w:r>
      <w:r w:rsidRPr="00D95A45">
        <w:rPr>
          <w:rtl/>
        </w:rPr>
        <w:t xml:space="preserve"> فقالوا</w:t>
      </w:r>
      <w:r w:rsidR="00CC15EB">
        <w:rPr>
          <w:rtl/>
        </w:rPr>
        <w:t>:</w:t>
      </w:r>
      <w:r>
        <w:rPr>
          <w:rtl/>
        </w:rPr>
        <w:t xml:space="preserve"> </w:t>
      </w:r>
      <w:r w:rsidRPr="00D95A45">
        <w:rPr>
          <w:rtl/>
        </w:rPr>
        <w:t>ان ابنها مات قبلها قال</w:t>
      </w:r>
      <w:r w:rsidR="00CC15EB">
        <w:rPr>
          <w:rtl/>
        </w:rPr>
        <w:t>:</w:t>
      </w:r>
      <w:r>
        <w:rPr>
          <w:rtl/>
        </w:rPr>
        <w:t xml:space="preserve"> </w:t>
      </w:r>
      <w:r w:rsidRPr="00D95A45">
        <w:rPr>
          <w:rtl/>
        </w:rPr>
        <w:t>فدعا بزوجها ابي الغلام الميت فورثه من ديته ثلثي الدية وورث امه ثلث الدية</w:t>
      </w:r>
      <w:r w:rsidR="00CC15EB">
        <w:rPr>
          <w:rtl/>
        </w:rPr>
        <w:t>،</w:t>
      </w:r>
      <w:r>
        <w:rPr>
          <w:rtl/>
        </w:rPr>
        <w:t xml:space="preserve"> </w:t>
      </w:r>
      <w:r w:rsidRPr="00D95A45">
        <w:rPr>
          <w:rtl/>
        </w:rPr>
        <w:t>ثم</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797</w:t>
      </w:r>
      <w:r>
        <w:rPr>
          <w:rtl/>
        </w:rPr>
        <w:t xml:space="preserve"> - </w:t>
      </w:r>
      <w:r w:rsidR="00D45E0E" w:rsidRPr="00D95A45">
        <w:rPr>
          <w:rtl/>
        </w:rPr>
        <w:t>الفقيه 4 ص 122 بزيادة (العيد والبئر)</w:t>
      </w:r>
    </w:p>
    <w:p w:rsidR="00AC7755" w:rsidRDefault="00CC15EB" w:rsidP="00AC7755">
      <w:pPr>
        <w:pStyle w:val="libFootnote0"/>
        <w:rPr>
          <w:rtl/>
        </w:rPr>
      </w:pPr>
      <w:r>
        <w:rPr>
          <w:rtl/>
        </w:rPr>
        <w:t>-</w:t>
      </w:r>
      <w:r w:rsidR="00D45E0E" w:rsidRPr="007277FF">
        <w:rPr>
          <w:rtl/>
        </w:rPr>
        <w:t xml:space="preserve"> 798</w:t>
      </w:r>
      <w:r>
        <w:rPr>
          <w:rtl/>
        </w:rPr>
        <w:t xml:space="preserve"> - </w:t>
      </w:r>
      <w:r w:rsidR="00D45E0E" w:rsidRPr="007277FF">
        <w:rPr>
          <w:rtl/>
        </w:rPr>
        <w:t>799</w:t>
      </w:r>
      <w:r>
        <w:rPr>
          <w:rFonts w:hint="cs"/>
          <w:rtl/>
        </w:rPr>
        <w:t xml:space="preserve"> - </w:t>
      </w:r>
      <w:r w:rsidR="00D45E0E" w:rsidRPr="00DA0376">
        <w:rPr>
          <w:rtl/>
        </w:rPr>
        <w:t>800</w:t>
      </w:r>
      <w:r>
        <w:rPr>
          <w:rtl/>
        </w:rPr>
        <w:t xml:space="preserve"> - </w:t>
      </w:r>
      <w:r w:rsidR="00D45E0E" w:rsidRPr="00DA0376">
        <w:rPr>
          <w:rtl/>
        </w:rPr>
        <w:t>الكافي ج 2 ص 340 واخرج الثالث الصدوق في الفقيه ج 4 ص 226</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ورث الزوج من امرأته الميتة نصف ثلث الدية الذي ورثته من ابنها الميت وورث قرابة الميتة الباقي</w:t>
      </w:r>
      <w:r w:rsidR="00CC15EB">
        <w:rPr>
          <w:rtl/>
        </w:rPr>
        <w:t>،</w:t>
      </w:r>
      <w:r>
        <w:rPr>
          <w:rtl/>
        </w:rPr>
        <w:t xml:space="preserve"> </w:t>
      </w:r>
      <w:r w:rsidRPr="00DA0376">
        <w:rPr>
          <w:rtl/>
        </w:rPr>
        <w:t>قال</w:t>
      </w:r>
      <w:r w:rsidR="00CC15EB">
        <w:rPr>
          <w:rtl/>
        </w:rPr>
        <w:t>:</w:t>
      </w:r>
      <w:r>
        <w:rPr>
          <w:rtl/>
        </w:rPr>
        <w:t xml:space="preserve"> </w:t>
      </w:r>
      <w:r w:rsidRPr="00DA0376">
        <w:rPr>
          <w:rtl/>
        </w:rPr>
        <w:t>ثم ورث الزوج أيضا من دية المرأة الميتة نصف الدية وهو الفان وخمسمائة درهم وورث قرابة المرأة نصف الدية وهو الفان وخمسمائة درهم</w:t>
      </w:r>
      <w:r w:rsidR="00CC15EB">
        <w:rPr>
          <w:rtl/>
        </w:rPr>
        <w:t>،</w:t>
      </w:r>
      <w:r>
        <w:rPr>
          <w:rtl/>
        </w:rPr>
        <w:t xml:space="preserve"> </w:t>
      </w:r>
      <w:r w:rsidRPr="00DA0376">
        <w:rPr>
          <w:rtl/>
        </w:rPr>
        <w:t>وذلك انه لم يكن لها ولد غير الذي رمت به حين فزعت قال</w:t>
      </w:r>
      <w:r w:rsidR="00CC15EB">
        <w:rPr>
          <w:rtl/>
        </w:rPr>
        <w:t>:</w:t>
      </w:r>
      <w:r>
        <w:rPr>
          <w:rtl/>
        </w:rPr>
        <w:t xml:space="preserve"> </w:t>
      </w:r>
      <w:r w:rsidRPr="00DA0376">
        <w:rPr>
          <w:rtl/>
        </w:rPr>
        <w:t>وادى ذلك كله من بيت مال البصرة.</w:t>
      </w:r>
    </w:p>
    <w:p w:rsidR="00AC7755" w:rsidRDefault="00D45E0E" w:rsidP="00AC7755">
      <w:pPr>
        <w:pStyle w:val="libNormal"/>
        <w:rPr>
          <w:rtl/>
        </w:rPr>
      </w:pPr>
      <w:r w:rsidRPr="00D95A45">
        <w:rPr>
          <w:rtl/>
        </w:rPr>
        <w:t>(801) 6</w:t>
      </w:r>
      <w:r w:rsidR="00CC15EB">
        <w:rPr>
          <w:rtl/>
        </w:rPr>
        <w:t xml:space="preserve"> - </w:t>
      </w:r>
      <w:r w:rsidRPr="00D95A45">
        <w:rPr>
          <w:rtl/>
        </w:rPr>
        <w:t xml:space="preserve">علي بن ابراهيم عن ابيه عن ابن فضال عن يونس ابن يعقوب عن أبى مريم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ان ما اخطأت القضاة في دية أو قطع فعلى بيت مال المسلمين.</w:t>
      </w:r>
    </w:p>
    <w:p w:rsidR="00AC7755" w:rsidRDefault="00D45E0E" w:rsidP="00AC7755">
      <w:pPr>
        <w:pStyle w:val="libNormal"/>
        <w:rPr>
          <w:rtl/>
        </w:rPr>
      </w:pPr>
      <w:r w:rsidRPr="00D95A45">
        <w:rPr>
          <w:rtl/>
        </w:rPr>
        <w:t>(802) 7</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ليس في الهايشات عقل ولا قصاص</w:t>
      </w:r>
      <w:r>
        <w:rPr>
          <w:rtl/>
        </w:rPr>
        <w:t>؟</w:t>
      </w:r>
      <w:r w:rsidRPr="00D95A45">
        <w:rPr>
          <w:rtl/>
        </w:rPr>
        <w:t xml:space="preserve"> والهايشات</w:t>
      </w:r>
      <w:r w:rsidR="00CC15EB">
        <w:rPr>
          <w:rtl/>
        </w:rPr>
        <w:t>:</w:t>
      </w:r>
      <w:r>
        <w:rPr>
          <w:rtl/>
        </w:rPr>
        <w:t xml:space="preserve"> </w:t>
      </w:r>
      <w:r w:rsidRPr="00D95A45">
        <w:rPr>
          <w:rtl/>
        </w:rPr>
        <w:t>الفزعة تقع في الليل فيشج الرجل فيها أو يقع قتيل لا يدرى من قتله وشجه</w:t>
      </w:r>
      <w:r w:rsidR="00CC15EB">
        <w:rPr>
          <w:rtl/>
        </w:rPr>
        <w:t>:</w:t>
      </w:r>
      <w:r>
        <w:rPr>
          <w:rtl/>
        </w:rPr>
        <w:t xml:space="preserve"> </w:t>
      </w:r>
    </w:p>
    <w:p w:rsidR="00AC7755" w:rsidRDefault="00D45E0E" w:rsidP="00AC7755">
      <w:pPr>
        <w:pStyle w:val="libNormal"/>
        <w:rPr>
          <w:rtl/>
        </w:rPr>
      </w:pPr>
      <w:r w:rsidRPr="00D95A45">
        <w:rPr>
          <w:rtl/>
        </w:rPr>
        <w:t>(803) 8</w:t>
      </w:r>
      <w:r w:rsidR="00CC15EB">
        <w:rPr>
          <w:rtl/>
        </w:rPr>
        <w:t xml:space="preserve"> - </w:t>
      </w:r>
      <w:r w:rsidRPr="00D95A45">
        <w:rPr>
          <w:rtl/>
        </w:rPr>
        <w:t xml:space="preserve">احمد بن محمد بن خالد عن الحسين بن سيف عن محمد ابن سليمان عن ابى الحسن الثاني </w:t>
      </w:r>
      <w:r w:rsidR="00AC7755" w:rsidRPr="00AC7755">
        <w:rPr>
          <w:rStyle w:val="libAlaemChar"/>
          <w:rtl/>
        </w:rPr>
        <w:t>عليه‌السلام</w:t>
      </w:r>
      <w:r w:rsidRPr="00D95A45">
        <w:rPr>
          <w:rtl/>
        </w:rPr>
        <w:t xml:space="preserve"> ومحمد بن علي عن محمد بن اسلم عن محمد بن سليمان ويونس بن عبد الله قالا</w:t>
      </w:r>
      <w:r w:rsidR="00CC15EB">
        <w:rPr>
          <w:rtl/>
        </w:rPr>
        <w:t>:</w:t>
      </w:r>
      <w:r>
        <w:rPr>
          <w:rtl/>
        </w:rPr>
        <w:t xml:space="preserve"> </w:t>
      </w:r>
      <w:r w:rsidRPr="00D95A45">
        <w:rPr>
          <w:rtl/>
        </w:rPr>
        <w:t xml:space="preserve">سألنا الرضا </w:t>
      </w:r>
      <w:r w:rsidR="00AC7755" w:rsidRPr="00AC7755">
        <w:rPr>
          <w:rStyle w:val="libAlaemChar"/>
          <w:rtl/>
        </w:rPr>
        <w:t>عليه‌السلام</w:t>
      </w:r>
      <w:r w:rsidRPr="00D95A45">
        <w:rPr>
          <w:rtl/>
        </w:rPr>
        <w:t xml:space="preserve"> عن رجل استغاث به قوم لينقذهم من قوم يغيرون عليهم ليستبيحوا اموالهم ويسبوا ذراريهم فخرج الرجل يعدو بسلاحه في جوف الليل يغيث القوم الذين استغاثوا به فمر برجل قائم على شفير بئر يستقي منها فدفعه وهو لا يريد ذلك ولا يعلم فسقط في البئر فمات ومضى الرجل فاستنقذ اموال اولئك القوم الذين استغاثوا به فلما انصرف إلى اهله قالوا له</w:t>
      </w:r>
      <w:r w:rsidR="00CC15EB">
        <w:rPr>
          <w:rtl/>
        </w:rPr>
        <w:t>:</w:t>
      </w:r>
      <w:r>
        <w:rPr>
          <w:rtl/>
        </w:rPr>
        <w:t xml:space="preserve"> </w:t>
      </w:r>
      <w:r w:rsidRPr="00D95A45">
        <w:rPr>
          <w:rtl/>
        </w:rPr>
        <w:t>ما صنعت</w:t>
      </w:r>
      <w:r>
        <w:rPr>
          <w:rtl/>
        </w:rPr>
        <w:t>؟</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801</w:t>
      </w:r>
      <w:r>
        <w:rPr>
          <w:rFonts w:hint="cs"/>
          <w:rtl/>
        </w:rPr>
        <w:t xml:space="preserve"> - </w:t>
      </w:r>
      <w:r w:rsidR="00D45E0E" w:rsidRPr="007277FF">
        <w:rPr>
          <w:rtl/>
        </w:rPr>
        <w:t>802</w:t>
      </w:r>
      <w:r>
        <w:rPr>
          <w:rtl/>
        </w:rPr>
        <w:t xml:space="preserve"> - </w:t>
      </w:r>
      <w:r w:rsidR="00D45E0E" w:rsidRPr="007277FF">
        <w:rPr>
          <w:rtl/>
        </w:rPr>
        <w:t>الكافي ج 2 ص 340 واخرج الاول الصدوق في الفقيه ج 3 ص 5 بسند آخر</w:t>
      </w:r>
    </w:p>
    <w:p w:rsidR="00AC7755" w:rsidRDefault="00CC15EB" w:rsidP="00AC7755">
      <w:pPr>
        <w:pStyle w:val="libFootnote0"/>
        <w:rPr>
          <w:rtl/>
        </w:rPr>
      </w:pPr>
      <w:r>
        <w:rPr>
          <w:rtl/>
        </w:rPr>
        <w:t>-</w:t>
      </w:r>
      <w:r w:rsidR="00D45E0E" w:rsidRPr="00DA0376">
        <w:rPr>
          <w:rtl/>
        </w:rPr>
        <w:t xml:space="preserve"> 803</w:t>
      </w:r>
      <w:r>
        <w:rPr>
          <w:rtl/>
        </w:rPr>
        <w:t xml:space="preserve"> - </w:t>
      </w:r>
      <w:r w:rsidR="00D45E0E" w:rsidRPr="00DA0376">
        <w:rPr>
          <w:rtl/>
        </w:rPr>
        <w:t>الكافي ج 2 ص 345</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قال</w:t>
      </w:r>
      <w:r w:rsidR="00CC15EB">
        <w:rPr>
          <w:rtl/>
        </w:rPr>
        <w:t>:</w:t>
      </w:r>
      <w:r>
        <w:rPr>
          <w:rtl/>
        </w:rPr>
        <w:t xml:space="preserve"> </w:t>
      </w:r>
      <w:r w:rsidRPr="00DA0376">
        <w:rPr>
          <w:rtl/>
        </w:rPr>
        <w:t>قد انصرف القوم عنهم وامنوا وسلموا قالوا له</w:t>
      </w:r>
      <w:r w:rsidR="00CC15EB">
        <w:rPr>
          <w:rtl/>
        </w:rPr>
        <w:t>:</w:t>
      </w:r>
      <w:r>
        <w:rPr>
          <w:rtl/>
        </w:rPr>
        <w:t xml:space="preserve"> </w:t>
      </w:r>
      <w:r w:rsidRPr="00DA0376">
        <w:rPr>
          <w:rtl/>
        </w:rPr>
        <w:t>شعرت ان فلان بن فلان سقط في البئر فمات</w:t>
      </w:r>
      <w:r>
        <w:rPr>
          <w:rtl/>
        </w:rPr>
        <w:t>؟</w:t>
      </w:r>
      <w:r w:rsidRPr="00DA0376">
        <w:rPr>
          <w:rtl/>
        </w:rPr>
        <w:t xml:space="preserve"> قال</w:t>
      </w:r>
      <w:r w:rsidR="00CC15EB">
        <w:rPr>
          <w:rtl/>
        </w:rPr>
        <w:t>:</w:t>
      </w:r>
      <w:r>
        <w:rPr>
          <w:rtl/>
        </w:rPr>
        <w:t xml:space="preserve"> </w:t>
      </w:r>
      <w:r w:rsidRPr="00DA0376">
        <w:rPr>
          <w:rtl/>
        </w:rPr>
        <w:t>انا والله طرحته</w:t>
      </w:r>
      <w:r w:rsidR="00CC15EB">
        <w:rPr>
          <w:rtl/>
        </w:rPr>
        <w:t>،</w:t>
      </w:r>
      <w:r>
        <w:rPr>
          <w:rtl/>
        </w:rPr>
        <w:t xml:space="preserve"> </w:t>
      </w:r>
      <w:r w:rsidRPr="00DA0376">
        <w:rPr>
          <w:rtl/>
        </w:rPr>
        <w:t>قيل</w:t>
      </w:r>
      <w:r w:rsidR="00CC15EB">
        <w:rPr>
          <w:rtl/>
        </w:rPr>
        <w:t>:</w:t>
      </w:r>
      <w:r>
        <w:rPr>
          <w:rtl/>
        </w:rPr>
        <w:t xml:space="preserve"> </w:t>
      </w:r>
      <w:r w:rsidRPr="00DA0376">
        <w:rPr>
          <w:rtl/>
        </w:rPr>
        <w:t>وكيف ذلك</w:t>
      </w:r>
      <w:r>
        <w:rPr>
          <w:rtl/>
        </w:rPr>
        <w:t>؟</w:t>
      </w:r>
      <w:r w:rsidRPr="00DA0376">
        <w:rPr>
          <w:rtl/>
        </w:rPr>
        <w:t xml:space="preserve"> فقال</w:t>
      </w:r>
      <w:r w:rsidR="00CC15EB">
        <w:rPr>
          <w:rtl/>
        </w:rPr>
        <w:t>:</w:t>
      </w:r>
      <w:r>
        <w:rPr>
          <w:rtl/>
        </w:rPr>
        <w:t xml:space="preserve"> </w:t>
      </w:r>
      <w:r w:rsidRPr="00DA0376">
        <w:rPr>
          <w:rtl/>
        </w:rPr>
        <w:t>اني خرجت اعدو بسلاحي في ظلمة الليل وانا اخاف الفوت على القوم الذين استغاثوا بي فمررت بفلان وهو قائم يستقي من البئر فزحمته فلم ارد ذلك فسقط فمات</w:t>
      </w:r>
      <w:r w:rsidR="00CC15EB">
        <w:rPr>
          <w:rtl/>
        </w:rPr>
        <w:t>،</w:t>
      </w:r>
      <w:r>
        <w:rPr>
          <w:rtl/>
        </w:rPr>
        <w:t xml:space="preserve"> </w:t>
      </w:r>
      <w:r w:rsidRPr="00DA0376">
        <w:rPr>
          <w:rtl/>
        </w:rPr>
        <w:t>فعلى من دية هذا</w:t>
      </w:r>
      <w:r>
        <w:rPr>
          <w:rtl/>
        </w:rPr>
        <w:t>؟</w:t>
      </w:r>
      <w:r w:rsidRPr="00DA0376">
        <w:rPr>
          <w:rtl/>
        </w:rPr>
        <w:t xml:space="preserve"> فقال</w:t>
      </w:r>
      <w:r w:rsidR="00CC15EB">
        <w:rPr>
          <w:rtl/>
        </w:rPr>
        <w:t>:</w:t>
      </w:r>
      <w:r>
        <w:rPr>
          <w:rtl/>
        </w:rPr>
        <w:t xml:space="preserve"> </w:t>
      </w:r>
      <w:r w:rsidRPr="00DA0376">
        <w:rPr>
          <w:rtl/>
        </w:rPr>
        <w:t>ديته على القوم الذين استنجدوا بالرجل فانجدهم وانقذ اموالهم ونساءهم وذراريهم</w:t>
      </w:r>
      <w:r w:rsidR="00CC15EB">
        <w:rPr>
          <w:rtl/>
        </w:rPr>
        <w:t>،</w:t>
      </w:r>
      <w:r>
        <w:rPr>
          <w:rtl/>
        </w:rPr>
        <w:t xml:space="preserve"> </w:t>
      </w:r>
      <w:r w:rsidRPr="00DA0376">
        <w:rPr>
          <w:rtl/>
        </w:rPr>
        <w:t>اما انه لو كان آجر نفسه باجرة لكانت الدية عليه وعلى عاقلته دونهم</w:t>
      </w:r>
      <w:r w:rsidR="00CC15EB">
        <w:rPr>
          <w:rtl/>
        </w:rPr>
        <w:t>،</w:t>
      </w:r>
      <w:r>
        <w:rPr>
          <w:rtl/>
        </w:rPr>
        <w:t xml:space="preserve"> </w:t>
      </w:r>
      <w:r w:rsidRPr="00DA0376">
        <w:rPr>
          <w:rtl/>
        </w:rPr>
        <w:t xml:space="preserve">وذلك ان سليمان بن داود </w:t>
      </w:r>
      <w:r w:rsidR="00AC7755" w:rsidRPr="00AC7755">
        <w:rPr>
          <w:rStyle w:val="libAlaemChar"/>
          <w:rtl/>
        </w:rPr>
        <w:t>عليه‌السلام</w:t>
      </w:r>
      <w:r w:rsidRPr="00DA0376">
        <w:rPr>
          <w:rtl/>
        </w:rPr>
        <w:t xml:space="preserve"> اتته امرأة عجوز مستعدية على الريح فقالت</w:t>
      </w:r>
      <w:r w:rsidR="00CC15EB">
        <w:rPr>
          <w:rtl/>
        </w:rPr>
        <w:t>:</w:t>
      </w:r>
      <w:r>
        <w:rPr>
          <w:rtl/>
        </w:rPr>
        <w:t xml:space="preserve"> </w:t>
      </w:r>
      <w:r w:rsidRPr="00DA0376">
        <w:rPr>
          <w:rtl/>
        </w:rPr>
        <w:t xml:space="preserve">يا نبي الله اني كنت قائمة على سطح وان الريح طرحتني من السطح فكسرت يدي فاقدني من الريح فدعا سليمان بن داود </w:t>
      </w:r>
      <w:r w:rsidR="00AC7755" w:rsidRPr="00AC7755">
        <w:rPr>
          <w:rStyle w:val="libAlaemChar"/>
          <w:rtl/>
        </w:rPr>
        <w:t>عليه‌السلام</w:t>
      </w:r>
      <w:r w:rsidRPr="00DA0376">
        <w:rPr>
          <w:rtl/>
        </w:rPr>
        <w:t xml:space="preserve"> الريح فقال لها</w:t>
      </w:r>
      <w:r w:rsidR="00CC15EB">
        <w:rPr>
          <w:rtl/>
        </w:rPr>
        <w:t>:</w:t>
      </w:r>
      <w:r>
        <w:rPr>
          <w:rtl/>
        </w:rPr>
        <w:t xml:space="preserve"> </w:t>
      </w:r>
      <w:r w:rsidRPr="00DA0376">
        <w:rPr>
          <w:rtl/>
        </w:rPr>
        <w:t>ما دعاك الى ما صنعت بهذه المرأة</w:t>
      </w:r>
      <w:r>
        <w:rPr>
          <w:rtl/>
        </w:rPr>
        <w:t>؟</w:t>
      </w:r>
      <w:r w:rsidRPr="00DA0376">
        <w:rPr>
          <w:rtl/>
        </w:rPr>
        <w:t xml:space="preserve"> فقالت</w:t>
      </w:r>
      <w:r w:rsidR="00CC15EB">
        <w:rPr>
          <w:rtl/>
        </w:rPr>
        <w:t>:</w:t>
      </w:r>
      <w:r>
        <w:rPr>
          <w:rtl/>
        </w:rPr>
        <w:t xml:space="preserve"> </w:t>
      </w:r>
      <w:r w:rsidRPr="00DA0376">
        <w:rPr>
          <w:rtl/>
        </w:rPr>
        <w:t>صدقت يا نبي الله إن رب العزة تعالى بعثني الى سفينة بني فلان لانقذها من الغرق وقد كانت اشرفت على الغرق فخرجت في شدتي وعجلتي الى ما امرني الله عز وجل به فمررت بهذه المرأة وهي على سطحها فعثرث بها ولم أردها فسقطت فانكسرت يدها قال</w:t>
      </w:r>
      <w:r w:rsidR="00CC15EB">
        <w:rPr>
          <w:rtl/>
        </w:rPr>
        <w:t>:</w:t>
      </w:r>
      <w:r>
        <w:rPr>
          <w:rtl/>
        </w:rPr>
        <w:t xml:space="preserve"> </w:t>
      </w:r>
      <w:r w:rsidRPr="00DA0376">
        <w:rPr>
          <w:rtl/>
        </w:rPr>
        <w:t xml:space="preserve">فقال سليمان بن داود </w:t>
      </w:r>
      <w:r w:rsidR="00AC7755" w:rsidRPr="00AC7755">
        <w:rPr>
          <w:rStyle w:val="libAlaemChar"/>
          <w:rtl/>
        </w:rPr>
        <w:t>عليه‌السلام</w:t>
      </w:r>
      <w:r w:rsidR="00CC15EB">
        <w:rPr>
          <w:rtl/>
        </w:rPr>
        <w:t>:</w:t>
      </w:r>
      <w:r>
        <w:rPr>
          <w:rtl/>
        </w:rPr>
        <w:t xml:space="preserve"> </w:t>
      </w:r>
      <w:r w:rsidRPr="00DA0376">
        <w:rPr>
          <w:rtl/>
        </w:rPr>
        <w:t>يا رب بما أحكم على الريح</w:t>
      </w:r>
      <w:r>
        <w:rPr>
          <w:rtl/>
        </w:rPr>
        <w:t>؟</w:t>
      </w:r>
      <w:r w:rsidRPr="00DA0376">
        <w:rPr>
          <w:rtl/>
        </w:rPr>
        <w:t xml:space="preserve"> فأوحى الله عز وجل إليه يا سليمان احكم بارش كسر يد هذه المرأة على ارباب السفينة التي انقذتها الريح من الغرق فانه لا يظلم لدي احد من العالمين</w:t>
      </w:r>
    </w:p>
    <w:p w:rsidR="00AC7755" w:rsidRDefault="00D45E0E" w:rsidP="00AC7755">
      <w:pPr>
        <w:pStyle w:val="libNormal"/>
        <w:rPr>
          <w:rtl/>
        </w:rPr>
      </w:pPr>
      <w:r w:rsidRPr="00D95A45">
        <w:rPr>
          <w:rtl/>
        </w:rPr>
        <w:t>(804) 9</w:t>
      </w:r>
      <w:r w:rsidR="00CC15EB">
        <w:rPr>
          <w:rtl/>
        </w:rPr>
        <w:t xml:space="preserve"> - </w:t>
      </w:r>
      <w:r w:rsidRPr="00D95A45">
        <w:rPr>
          <w:rtl/>
        </w:rPr>
        <w:t xml:space="preserve">احمد بن محمد عن علي بن الحكم عن علي بن ابى حمزة عن ابي بصير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ان وجد قتيل بارض فلاة أديت ديته من بيت المال فان امير المؤمنين </w:t>
      </w:r>
      <w:r w:rsidR="00AC7755" w:rsidRPr="00AC7755">
        <w:rPr>
          <w:rStyle w:val="libAlaemChar"/>
          <w:rtl/>
        </w:rPr>
        <w:t>عليه‌السلام</w:t>
      </w:r>
      <w:r w:rsidRPr="00D95A45">
        <w:rPr>
          <w:rtl/>
        </w:rPr>
        <w:t xml:space="preserve"> كان يقول</w:t>
      </w:r>
      <w:r w:rsidR="00CC15EB">
        <w:rPr>
          <w:rtl/>
        </w:rPr>
        <w:t>:</w:t>
      </w:r>
      <w:r>
        <w:rPr>
          <w:rtl/>
        </w:rPr>
        <w:t xml:space="preserve"> </w:t>
      </w:r>
      <w:r w:rsidRPr="00D95A45">
        <w:rPr>
          <w:rtl/>
        </w:rPr>
        <w:t>لا يبطل دم امرئ مسلم.</w:t>
      </w:r>
    </w:p>
    <w:p w:rsidR="00AC7755" w:rsidRDefault="00D45E0E" w:rsidP="00AC7755">
      <w:pPr>
        <w:pStyle w:val="libNormal"/>
        <w:rPr>
          <w:rtl/>
        </w:rPr>
      </w:pPr>
      <w:r w:rsidRPr="00D95A45">
        <w:rPr>
          <w:rtl/>
        </w:rPr>
        <w:t>(805) 10</w:t>
      </w:r>
      <w:r w:rsidR="00CC15EB">
        <w:rPr>
          <w:rtl/>
        </w:rPr>
        <w:t xml:space="preserve"> - </w:t>
      </w:r>
      <w:r w:rsidRPr="00D95A45">
        <w:rPr>
          <w:rtl/>
        </w:rPr>
        <w:t>احمد بن محمد بن خالد عن عثمان بن عيسى عن سماعة</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804</w:t>
      </w:r>
      <w:r>
        <w:rPr>
          <w:rtl/>
        </w:rPr>
        <w:t xml:space="preserve"> - </w:t>
      </w:r>
      <w:r w:rsidR="00D45E0E" w:rsidRPr="00D95A45">
        <w:rPr>
          <w:rtl/>
        </w:rPr>
        <w:t>الكافي ج 2 ص 340</w:t>
      </w:r>
    </w:p>
    <w:p w:rsidR="00AC7755" w:rsidRDefault="00CC15EB" w:rsidP="00AC7755">
      <w:pPr>
        <w:pStyle w:val="libFootnote0"/>
        <w:rPr>
          <w:rtl/>
        </w:rPr>
      </w:pPr>
      <w:r>
        <w:rPr>
          <w:rtl/>
        </w:rPr>
        <w:t>-</w:t>
      </w:r>
      <w:r w:rsidR="00D45E0E" w:rsidRPr="00DA0376">
        <w:rPr>
          <w:rtl/>
        </w:rPr>
        <w:t xml:space="preserve"> 805</w:t>
      </w:r>
      <w:r>
        <w:rPr>
          <w:rtl/>
        </w:rPr>
        <w:t xml:space="preserve"> - </w:t>
      </w:r>
      <w:r w:rsidR="00D45E0E" w:rsidRPr="00DA0376">
        <w:rPr>
          <w:rtl/>
        </w:rPr>
        <w:t>الاستبصار ج 4 ص 277 الكافي ج 2 ص 340 الفقيه ج 4 ص 74</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ابن مهران عن ابي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سألته عن الرجل يوجد قتيلا في القرية أو بين قريتين فقال</w:t>
      </w:r>
      <w:r w:rsidR="00CC15EB">
        <w:rPr>
          <w:rtl/>
        </w:rPr>
        <w:t>:</w:t>
      </w:r>
      <w:r>
        <w:rPr>
          <w:rtl/>
        </w:rPr>
        <w:t xml:space="preserve"> </w:t>
      </w:r>
      <w:r w:rsidRPr="00DA0376">
        <w:rPr>
          <w:rtl/>
        </w:rPr>
        <w:t>يقاس ما بينهما فايهما كان اقرب ضمنت.</w:t>
      </w:r>
    </w:p>
    <w:p w:rsidR="00AC7755" w:rsidRDefault="00D45E0E" w:rsidP="00AC7755">
      <w:pPr>
        <w:pStyle w:val="libNormal"/>
        <w:rPr>
          <w:rtl/>
        </w:rPr>
      </w:pPr>
      <w:r w:rsidRPr="00D95A45">
        <w:rPr>
          <w:rtl/>
        </w:rPr>
        <w:t>(806) 11</w:t>
      </w:r>
      <w:r w:rsidR="00CC15EB">
        <w:rPr>
          <w:rtl/>
        </w:rPr>
        <w:t xml:space="preserve"> - </w:t>
      </w:r>
      <w:r w:rsidRPr="00D95A45">
        <w:rPr>
          <w:rtl/>
        </w:rPr>
        <w:t xml:space="preserve">علي بن ابراهيم عن ابيه عن ابن ابي عمير عن حماد عن الحلبي عن ابى عبد الله </w:t>
      </w:r>
      <w:r w:rsidR="00AC7755" w:rsidRPr="00AC7755">
        <w:rPr>
          <w:rStyle w:val="libAlaemChar"/>
          <w:rtl/>
        </w:rPr>
        <w:t>عليه‌السلام</w:t>
      </w:r>
      <w:r w:rsidRPr="00D95A45">
        <w:rPr>
          <w:rtl/>
        </w:rPr>
        <w:t xml:space="preserve"> مثله.</w:t>
      </w:r>
    </w:p>
    <w:p w:rsidR="00AC7755" w:rsidRDefault="00D45E0E" w:rsidP="00AC7755">
      <w:pPr>
        <w:pStyle w:val="libNormal"/>
        <w:rPr>
          <w:rtl/>
        </w:rPr>
      </w:pPr>
      <w:r w:rsidRPr="00D95A45">
        <w:rPr>
          <w:rtl/>
        </w:rPr>
        <w:t>(807) 12</w:t>
      </w:r>
      <w:r w:rsidR="00CC15EB">
        <w:rPr>
          <w:rtl/>
        </w:rPr>
        <w:t xml:space="preserve"> - </w:t>
      </w:r>
      <w:r w:rsidRPr="00D95A45">
        <w:rPr>
          <w:rtl/>
        </w:rPr>
        <w:t>الحسين بن سعيد عن عبد الرحمان بن ابى نجران عن عاصم بن حميد عن محمد بن قيس قال</w:t>
      </w:r>
      <w:r w:rsidR="00CC15EB">
        <w:rPr>
          <w:rtl/>
        </w:rPr>
        <w:t>:</w:t>
      </w:r>
      <w:r>
        <w:rPr>
          <w:rtl/>
        </w:rPr>
        <w:t xml:space="preserve"> </w:t>
      </w:r>
      <w:r w:rsidRPr="00D95A45">
        <w:rPr>
          <w:rtl/>
        </w:rPr>
        <w:t xml:space="preserve">سمعت ابا جعفر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رجل قتل في قرية أو قريبا من قرية</w:t>
      </w:r>
      <w:r w:rsidR="00CC15EB">
        <w:rPr>
          <w:rtl/>
        </w:rPr>
        <w:t>:</w:t>
      </w:r>
      <w:r>
        <w:rPr>
          <w:rtl/>
        </w:rPr>
        <w:t xml:space="preserve"> </w:t>
      </w:r>
      <w:r w:rsidRPr="00D95A45">
        <w:rPr>
          <w:rtl/>
        </w:rPr>
        <w:t>أن يغرم اهل تلك القرية إن لم توجد بينة على اهل تلك القرية أنهم ما قتلوه.</w:t>
      </w:r>
    </w:p>
    <w:p w:rsidR="00AC7755" w:rsidRDefault="00D45E0E" w:rsidP="00AC7755">
      <w:pPr>
        <w:pStyle w:val="libNormal"/>
        <w:rPr>
          <w:rtl/>
        </w:rPr>
      </w:pPr>
      <w:r w:rsidRPr="00D95A45">
        <w:rPr>
          <w:rtl/>
        </w:rPr>
        <w:t>(808) 13</w:t>
      </w:r>
      <w:r w:rsidR="00CC15EB">
        <w:rPr>
          <w:rtl/>
        </w:rPr>
        <w:t xml:space="preserve"> - </w:t>
      </w:r>
      <w:r w:rsidRPr="00D95A45">
        <w:rPr>
          <w:rtl/>
        </w:rPr>
        <w:t xml:space="preserve">عنه عن فضالة بن ايوب عن ابان عن محمد بن مسلم عن ابي عبد الله </w:t>
      </w:r>
      <w:r w:rsidR="00AC7755" w:rsidRPr="00AC7755">
        <w:rPr>
          <w:rStyle w:val="libAlaemChar"/>
          <w:rtl/>
        </w:rPr>
        <w:t>عليه‌السلام</w:t>
      </w:r>
      <w:r w:rsidRPr="00D95A45">
        <w:rPr>
          <w:rtl/>
        </w:rPr>
        <w:t xml:space="preserve"> انه قال في رجل كان جالسا مع قوم فمات وهو معهم أو رجل وجد في قبيلة وعلى باب دار قوم فادعي عليهم فقال</w:t>
      </w:r>
      <w:r w:rsidR="00CC15EB">
        <w:rPr>
          <w:rtl/>
        </w:rPr>
        <w:t>:</w:t>
      </w:r>
      <w:r>
        <w:rPr>
          <w:rtl/>
        </w:rPr>
        <w:t xml:space="preserve"> </w:t>
      </w:r>
      <w:r w:rsidRPr="00D95A45">
        <w:rPr>
          <w:rtl/>
        </w:rPr>
        <w:t>ليس عليهم شئ ولا يطل دمه.</w:t>
      </w:r>
    </w:p>
    <w:p w:rsidR="00AC7755" w:rsidRDefault="00D45E0E" w:rsidP="00AC7755">
      <w:pPr>
        <w:pStyle w:val="libNormal"/>
        <w:rPr>
          <w:rtl/>
        </w:rPr>
      </w:pPr>
      <w:r w:rsidRPr="00D95A45">
        <w:rPr>
          <w:rtl/>
        </w:rPr>
        <w:t>(809) 14</w:t>
      </w:r>
      <w:r w:rsidR="00CC15EB">
        <w:rPr>
          <w:rtl/>
        </w:rPr>
        <w:t xml:space="preserve"> - </w:t>
      </w:r>
      <w:r w:rsidRPr="00D95A45">
        <w:rPr>
          <w:rtl/>
        </w:rPr>
        <w:t xml:space="preserve">عنه عن النضر بن سويد عن ابن سنان عن ابى عبد الله </w:t>
      </w:r>
      <w:r w:rsidR="00AC7755" w:rsidRPr="00AC7755">
        <w:rPr>
          <w:rStyle w:val="libAlaemChar"/>
          <w:rtl/>
        </w:rPr>
        <w:t>عليه‌السلام</w:t>
      </w:r>
      <w:r w:rsidRPr="00D95A45">
        <w:rPr>
          <w:rtl/>
        </w:rPr>
        <w:t xml:space="preserve"> نحوه قال</w:t>
      </w:r>
      <w:r w:rsidR="00CC15EB">
        <w:rPr>
          <w:rtl/>
        </w:rPr>
        <w:t>:</w:t>
      </w:r>
      <w:r>
        <w:rPr>
          <w:rtl/>
        </w:rPr>
        <w:t xml:space="preserve"> </w:t>
      </w:r>
      <w:r w:rsidRPr="00D95A45">
        <w:rPr>
          <w:rtl/>
        </w:rPr>
        <w:t>لا يطل دمه ولكن يعقل.</w:t>
      </w:r>
    </w:p>
    <w:p w:rsidR="00AC7755" w:rsidRDefault="00D45E0E" w:rsidP="00AC7755">
      <w:pPr>
        <w:pStyle w:val="libNormal"/>
        <w:rPr>
          <w:rtl/>
        </w:rPr>
      </w:pPr>
      <w:r w:rsidRPr="00D95A45">
        <w:rPr>
          <w:rtl/>
        </w:rPr>
        <w:t>(810) 15</w:t>
      </w:r>
      <w:r w:rsidR="00CC15EB">
        <w:rPr>
          <w:rtl/>
        </w:rPr>
        <w:t xml:space="preserve"> - </w:t>
      </w:r>
      <w:r w:rsidRPr="00D95A45">
        <w:rPr>
          <w:rtl/>
        </w:rPr>
        <w:t>حماد عن ابن المغيرة عن ابن سنان مثله. قال محمد بن الحسن</w:t>
      </w:r>
      <w:r w:rsidR="00CC15EB">
        <w:rPr>
          <w:rtl/>
        </w:rPr>
        <w:t>:</w:t>
      </w:r>
      <w:r>
        <w:rPr>
          <w:rtl/>
        </w:rPr>
        <w:t xml:space="preserve"> </w:t>
      </w:r>
      <w:r w:rsidRPr="00D95A45">
        <w:rPr>
          <w:rtl/>
        </w:rPr>
        <w:t>لا تنافي بين هذين الخبرين وبين الاخبار المتقدمة لأن الدية انما تلزم اهل القرية والقبيلة الذين وجد القتيل فيهم إذا كانوا متهمين بقتله وامتنعوا من القسامة حسب ما قدمناه فيما مضى</w:t>
      </w:r>
      <w:r w:rsidR="00CC15EB">
        <w:rPr>
          <w:rtl/>
        </w:rPr>
        <w:t>،</w:t>
      </w:r>
      <w:r>
        <w:rPr>
          <w:rtl/>
        </w:rPr>
        <w:t xml:space="preserve"> </w:t>
      </w:r>
      <w:r w:rsidRPr="00D95A45">
        <w:rPr>
          <w:rtl/>
        </w:rPr>
        <w:t>فاما إذا لم يكونوا متهمين بقتله أو أجابوا الى القسامة فلا دية عليهم</w:t>
      </w:r>
      <w:r w:rsidR="00CC15EB">
        <w:rPr>
          <w:rtl/>
        </w:rPr>
        <w:t>،</w:t>
      </w:r>
      <w:r>
        <w:rPr>
          <w:rtl/>
        </w:rPr>
        <w:t xml:space="preserve"> </w:t>
      </w:r>
      <w:r w:rsidRPr="00D95A45">
        <w:rPr>
          <w:rtl/>
        </w:rPr>
        <w:t>ويؤدى دية القتيل من بين المال حسب ما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806</w:t>
      </w:r>
      <w:r>
        <w:rPr>
          <w:rtl/>
        </w:rPr>
        <w:t xml:space="preserve"> - </w:t>
      </w:r>
      <w:r w:rsidR="00D45E0E" w:rsidRPr="00D95A45">
        <w:rPr>
          <w:rtl/>
        </w:rPr>
        <w:t>الاستبصار ج 4 ص 277 الكافي ج 2 ص 341</w:t>
      </w:r>
      <w:r>
        <w:rPr>
          <w:rtl/>
        </w:rPr>
        <w:t xml:space="preserve"> - </w:t>
      </w:r>
      <w:r w:rsidR="00D45E0E" w:rsidRPr="00D95A45">
        <w:rPr>
          <w:rtl/>
        </w:rPr>
        <w:t>807 الاستبصار ج 4 ص 778</w:t>
      </w:r>
    </w:p>
    <w:p w:rsidR="00AC7755" w:rsidRDefault="00CC15EB" w:rsidP="00AC7755">
      <w:pPr>
        <w:pStyle w:val="libFootnote0"/>
        <w:rPr>
          <w:rtl/>
        </w:rPr>
      </w:pPr>
      <w:r>
        <w:rPr>
          <w:rtl/>
        </w:rPr>
        <w:t>-</w:t>
      </w:r>
      <w:r w:rsidR="00D45E0E" w:rsidRPr="00DA0376">
        <w:rPr>
          <w:rtl/>
        </w:rPr>
        <w:t xml:space="preserve"> 808</w:t>
      </w:r>
      <w:r>
        <w:rPr>
          <w:rtl/>
        </w:rPr>
        <w:t xml:space="preserve"> - </w:t>
      </w:r>
      <w:r w:rsidR="00D45E0E" w:rsidRPr="00DA0376">
        <w:rPr>
          <w:rtl/>
        </w:rPr>
        <w:t>الكافي ج 2 ص 340 الفقيه ج 4 ص 72 بتفاوت</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قدمناه في باب القسامة</w:t>
      </w:r>
      <w:r w:rsidR="00CC15EB">
        <w:rPr>
          <w:rtl/>
        </w:rPr>
        <w:t>،</w:t>
      </w:r>
      <w:r>
        <w:rPr>
          <w:rtl/>
        </w:rPr>
        <w:t xml:space="preserve"> </w:t>
      </w:r>
      <w:r w:rsidRPr="00DA0376">
        <w:rPr>
          <w:rtl/>
        </w:rPr>
        <w:t>والذى يزيد ذلك بيانا ما رواه</w:t>
      </w:r>
      <w:r w:rsidR="00CC15EB">
        <w:rPr>
          <w:rtl/>
        </w:rPr>
        <w:t>:</w:t>
      </w:r>
      <w:r>
        <w:rPr>
          <w:rtl/>
        </w:rPr>
        <w:t xml:space="preserve"> </w:t>
      </w:r>
    </w:p>
    <w:p w:rsidR="00AC7755" w:rsidRDefault="00D45E0E" w:rsidP="00AC7755">
      <w:pPr>
        <w:pStyle w:val="libNormal"/>
        <w:rPr>
          <w:rtl/>
        </w:rPr>
      </w:pPr>
      <w:r w:rsidRPr="00D95A45">
        <w:rPr>
          <w:rtl/>
        </w:rPr>
        <w:t>(811) 16</w:t>
      </w:r>
      <w:r w:rsidR="00CC15EB">
        <w:rPr>
          <w:rtl/>
        </w:rPr>
        <w:t xml:space="preserve"> - </w:t>
      </w:r>
      <w:r w:rsidRPr="00D95A45">
        <w:rPr>
          <w:rtl/>
        </w:rPr>
        <w:t xml:space="preserve">محمد بن احمد بن يحيى عن احمد العباس والهيثم جميعا عن الحسن بن محبوب عن علي بن الفضيل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وجد رجل مقتول في قبيلة قوم حلفوا جميعا ما قتلوه ولا يعلمون له قاتلا</w:t>
      </w:r>
      <w:r w:rsidR="00CC15EB">
        <w:rPr>
          <w:rtl/>
        </w:rPr>
        <w:t>،</w:t>
      </w:r>
      <w:r>
        <w:rPr>
          <w:rtl/>
        </w:rPr>
        <w:t xml:space="preserve"> </w:t>
      </w:r>
      <w:r w:rsidRPr="00D95A45">
        <w:rPr>
          <w:rtl/>
        </w:rPr>
        <w:t>فان أبوا أن يحلفوا غرموا الدية فيما بينهم في اموالهم سواءا بين جميع القبيلة من الرجال المدركين.</w:t>
      </w:r>
    </w:p>
    <w:p w:rsidR="00AC7755" w:rsidRDefault="00D45E0E" w:rsidP="00AC7755">
      <w:pPr>
        <w:pStyle w:val="libNormal"/>
        <w:rPr>
          <w:rtl/>
        </w:rPr>
      </w:pPr>
      <w:r w:rsidRPr="00D95A45">
        <w:rPr>
          <w:rtl/>
        </w:rPr>
        <w:t>(812) 17</w:t>
      </w:r>
      <w:r w:rsidR="00CC15EB">
        <w:rPr>
          <w:rtl/>
        </w:rPr>
        <w:t xml:space="preserve"> - </w:t>
      </w:r>
      <w:r w:rsidRPr="00D95A45">
        <w:rPr>
          <w:rtl/>
        </w:rPr>
        <w:t xml:space="preserve">عنه عن هارون بن مسلم عن مسعدة بن زياد عن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كان ابي </w:t>
      </w:r>
      <w:r w:rsidR="00AC7755" w:rsidRPr="00AC7755">
        <w:rPr>
          <w:rStyle w:val="libAlaemChar"/>
          <w:rFonts w:hint="cs"/>
          <w:rtl/>
        </w:rPr>
        <w:t>رضي‌الله‌عنه</w:t>
      </w:r>
      <w:r w:rsidRPr="00D95A45">
        <w:rPr>
          <w:rtl/>
        </w:rPr>
        <w:t xml:space="preserve"> إذا لم يقسم القوم المدعون البينة على قتل قتيلهم ولم يقسموا بان المتهمين قتلوه حلف المتهمين بالقتل خمسين يمينا بالله ما قلتلناه ولا علمنا له قاتلا ثم تؤدى الدية الى اولياء القتيل وذلك إذا قتل في حي واحد</w:t>
      </w:r>
      <w:r w:rsidR="00CC15EB">
        <w:rPr>
          <w:rtl/>
        </w:rPr>
        <w:t>،</w:t>
      </w:r>
      <w:r>
        <w:rPr>
          <w:rtl/>
        </w:rPr>
        <w:t xml:space="preserve"> </w:t>
      </w:r>
      <w:r w:rsidRPr="00D95A45">
        <w:rPr>
          <w:rtl/>
        </w:rPr>
        <w:t>فاما إذا قتل في عسكر أو سوق مدينة فديته تدفع الى اوليائه من بيت المال.</w:t>
      </w:r>
    </w:p>
    <w:p w:rsidR="00AC7755" w:rsidRDefault="00D45E0E" w:rsidP="00AC7755">
      <w:pPr>
        <w:pStyle w:val="libNormal"/>
        <w:rPr>
          <w:rtl/>
        </w:rPr>
      </w:pPr>
      <w:r w:rsidRPr="00D95A45">
        <w:rPr>
          <w:rtl/>
        </w:rPr>
        <w:t>(813) 18</w:t>
      </w:r>
      <w:r w:rsidR="00CC15EB">
        <w:rPr>
          <w:rtl/>
        </w:rPr>
        <w:t xml:space="preserve"> - </w:t>
      </w:r>
      <w:r w:rsidRPr="00D95A45">
        <w:rPr>
          <w:rtl/>
        </w:rPr>
        <w:t xml:space="preserve">علي بن ابرهيم عن ابيه عن ابن ابي عمير عن حماد عن الحلبي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ايما رجل قتله الحد والقصاص فلا دية له. وقال</w:t>
      </w:r>
      <w:r w:rsidR="00CC15EB">
        <w:rPr>
          <w:rtl/>
        </w:rPr>
        <w:t>:</w:t>
      </w:r>
      <w:r>
        <w:rPr>
          <w:rtl/>
        </w:rPr>
        <w:t xml:space="preserve"> </w:t>
      </w:r>
      <w:r w:rsidRPr="00D95A45">
        <w:rPr>
          <w:rtl/>
        </w:rPr>
        <w:t>ايما رجل عدا على رجل ليضربه فدفعه الى نفسه فجرحه أو قتله فلا شئ عليه</w:t>
      </w:r>
      <w:r w:rsidR="00CC15EB">
        <w:rPr>
          <w:rtl/>
        </w:rPr>
        <w:t>،</w:t>
      </w:r>
      <w:r>
        <w:rPr>
          <w:rtl/>
        </w:rPr>
        <w:t xml:space="preserve"> </w:t>
      </w:r>
      <w:r w:rsidRPr="00D95A45">
        <w:rPr>
          <w:rtl/>
        </w:rPr>
        <w:t>وقال</w:t>
      </w:r>
      <w:r w:rsidR="00CC15EB">
        <w:rPr>
          <w:rtl/>
        </w:rPr>
        <w:t>:</w:t>
      </w:r>
      <w:r>
        <w:rPr>
          <w:rtl/>
        </w:rPr>
        <w:t xml:space="preserve"> </w:t>
      </w:r>
      <w:r w:rsidRPr="00D95A45">
        <w:rPr>
          <w:rtl/>
        </w:rPr>
        <w:t>ايما رجل اطلع على قوم في دارهم لينظر الى عوراتهم فرموه وفقؤا عينه أو جرحوه فلا دية له</w:t>
      </w:r>
      <w:r w:rsidR="00CC15EB">
        <w:rPr>
          <w:rtl/>
        </w:rPr>
        <w:t>،</w:t>
      </w:r>
      <w:r>
        <w:rPr>
          <w:rtl/>
        </w:rPr>
        <w:t xml:space="preserve"> </w:t>
      </w:r>
      <w:r w:rsidRPr="00D95A45">
        <w:rPr>
          <w:rtl/>
        </w:rPr>
        <w:t>وقال</w:t>
      </w:r>
      <w:r w:rsidR="00CC15EB">
        <w:rPr>
          <w:rtl/>
        </w:rPr>
        <w:t>:</w:t>
      </w:r>
      <w:r>
        <w:rPr>
          <w:rtl/>
        </w:rPr>
        <w:t xml:space="preserve"> </w:t>
      </w:r>
      <w:r w:rsidRPr="00D95A45">
        <w:rPr>
          <w:rtl/>
        </w:rPr>
        <w:t>من بدأ فاعتدى فاعتدي عليه فلا قود له.</w:t>
      </w:r>
    </w:p>
    <w:p w:rsidR="00AC7755" w:rsidRDefault="00D45E0E" w:rsidP="00AC7755">
      <w:pPr>
        <w:pStyle w:val="libNormal"/>
        <w:rPr>
          <w:rtl/>
        </w:rPr>
      </w:pPr>
      <w:r w:rsidRPr="00D95A45">
        <w:rPr>
          <w:rtl/>
        </w:rPr>
        <w:t>(814) 19</w:t>
      </w:r>
      <w:r w:rsidR="00CC15EB">
        <w:rPr>
          <w:rtl/>
        </w:rPr>
        <w:t xml:space="preserve"> - </w:t>
      </w:r>
      <w:r w:rsidRPr="00D95A45">
        <w:rPr>
          <w:rtl/>
        </w:rPr>
        <w:t>الحسن بن محبوب عن عبد الله بن سنان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 في رجل راود امرأة على نفسها حراما فرمته بحجر</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711</w:t>
      </w:r>
      <w:r>
        <w:rPr>
          <w:rFonts w:hint="cs"/>
          <w:rtl/>
        </w:rPr>
        <w:t xml:space="preserve"> - </w:t>
      </w:r>
      <w:r w:rsidR="00D45E0E" w:rsidRPr="007277FF">
        <w:rPr>
          <w:rtl/>
        </w:rPr>
        <w:t>712</w:t>
      </w:r>
      <w:r>
        <w:rPr>
          <w:rtl/>
        </w:rPr>
        <w:t xml:space="preserve"> - </w:t>
      </w:r>
      <w:r w:rsidR="00D45E0E" w:rsidRPr="007277FF">
        <w:rPr>
          <w:rtl/>
        </w:rPr>
        <w:t>الاستبصار ج 4 ص 278</w:t>
      </w:r>
    </w:p>
    <w:p w:rsidR="00CC15EB" w:rsidRDefault="00CC15EB" w:rsidP="00AC7755">
      <w:pPr>
        <w:pStyle w:val="libFootnote0"/>
        <w:rPr>
          <w:rtl/>
        </w:rPr>
      </w:pPr>
      <w:r>
        <w:rPr>
          <w:rtl/>
        </w:rPr>
        <w:t>-</w:t>
      </w:r>
      <w:r w:rsidR="00D45E0E" w:rsidRPr="007277FF">
        <w:rPr>
          <w:rtl/>
        </w:rPr>
        <w:t xml:space="preserve"> 813</w:t>
      </w:r>
      <w:r>
        <w:rPr>
          <w:rtl/>
        </w:rPr>
        <w:t xml:space="preserve"> - </w:t>
      </w:r>
      <w:r w:rsidR="00D45E0E" w:rsidRPr="007277FF">
        <w:rPr>
          <w:rtl/>
        </w:rPr>
        <w:t>الاستبصار ج 4 ص 278 وفيه صدر الحديث الكافي ج 2 ص 321 الفقيه ج 4 ص 74 وص 75 في احاديث متفرقة</w:t>
      </w:r>
    </w:p>
    <w:p w:rsidR="00AC7755" w:rsidRDefault="00CC15EB" w:rsidP="00AC7755">
      <w:pPr>
        <w:pStyle w:val="libFootnote0"/>
        <w:rPr>
          <w:rtl/>
        </w:rPr>
      </w:pPr>
      <w:r>
        <w:rPr>
          <w:rtl/>
        </w:rPr>
        <w:t>-</w:t>
      </w:r>
      <w:r w:rsidR="00D45E0E" w:rsidRPr="00DA0376">
        <w:rPr>
          <w:rtl/>
        </w:rPr>
        <w:t xml:space="preserve"> 814</w:t>
      </w:r>
      <w:r>
        <w:rPr>
          <w:rtl/>
        </w:rPr>
        <w:t xml:space="preserve"> - </w:t>
      </w:r>
      <w:r w:rsidR="00D45E0E" w:rsidRPr="00DA0376">
        <w:rPr>
          <w:rtl/>
        </w:rPr>
        <w:t>الكافي ج 2 ص 321 الفقيه ج 4 ص 75</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فأصابت منه مقتلا قال</w:t>
      </w:r>
      <w:r w:rsidR="00CC15EB">
        <w:rPr>
          <w:rtl/>
        </w:rPr>
        <w:t>:</w:t>
      </w:r>
      <w:r>
        <w:rPr>
          <w:rtl/>
        </w:rPr>
        <w:t xml:space="preserve"> </w:t>
      </w:r>
      <w:r w:rsidRPr="00DA0376">
        <w:rPr>
          <w:rtl/>
        </w:rPr>
        <w:t>ليس عليها شئ فيما بينها وبين الله عز وجل وان قدمت الى امام عادل اهدر دمه</w:t>
      </w:r>
      <w:r w:rsidR="00CC15EB">
        <w:rPr>
          <w:rtl/>
        </w:rPr>
        <w:t>،</w:t>
      </w:r>
      <w:r>
        <w:rPr>
          <w:rtl/>
        </w:rPr>
        <w:t xml:space="preserve"> </w:t>
      </w:r>
    </w:p>
    <w:p w:rsidR="00AC7755" w:rsidRDefault="00D45E0E" w:rsidP="00AC7755">
      <w:pPr>
        <w:pStyle w:val="libNormal"/>
        <w:rPr>
          <w:rtl/>
        </w:rPr>
      </w:pPr>
      <w:r w:rsidRPr="00D95A45">
        <w:rPr>
          <w:rtl/>
        </w:rPr>
        <w:t>(815) 20</w:t>
      </w:r>
      <w:r w:rsidR="00CC15EB">
        <w:rPr>
          <w:rtl/>
        </w:rPr>
        <w:t xml:space="preserve"> - </w:t>
      </w:r>
      <w:r w:rsidRPr="00D95A45">
        <w:rPr>
          <w:rtl/>
        </w:rPr>
        <w:t>علي عن محمد بن عيسى عن يونس عن مفضل بن صالح عن زيد الشحام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قتله القصاص هل له دية</w:t>
      </w:r>
      <w:r>
        <w:rPr>
          <w:rtl/>
        </w:rPr>
        <w:t>؟</w:t>
      </w:r>
      <w:r w:rsidRPr="00D95A45">
        <w:rPr>
          <w:rtl/>
        </w:rPr>
        <w:t xml:space="preserve"> فقال</w:t>
      </w:r>
      <w:r w:rsidR="00CC15EB">
        <w:rPr>
          <w:rtl/>
        </w:rPr>
        <w:t>:</w:t>
      </w:r>
      <w:r>
        <w:rPr>
          <w:rtl/>
        </w:rPr>
        <w:t xml:space="preserve"> </w:t>
      </w:r>
      <w:r w:rsidRPr="00D95A45">
        <w:rPr>
          <w:rtl/>
        </w:rPr>
        <w:t>لو كان ذلك لم يقتص من احد</w:t>
      </w:r>
      <w:r w:rsidR="00CC15EB">
        <w:rPr>
          <w:rtl/>
        </w:rPr>
        <w:t>،</w:t>
      </w:r>
      <w:r>
        <w:rPr>
          <w:rtl/>
        </w:rPr>
        <w:t xml:space="preserve"> </w:t>
      </w:r>
      <w:r w:rsidRPr="00D95A45">
        <w:rPr>
          <w:rtl/>
        </w:rPr>
        <w:t>ومن قتله الحد فلا دية له.</w:t>
      </w:r>
    </w:p>
    <w:p w:rsidR="00AC7755" w:rsidRDefault="00D45E0E" w:rsidP="00AC7755">
      <w:pPr>
        <w:pStyle w:val="libNormal"/>
        <w:rPr>
          <w:rtl/>
        </w:rPr>
      </w:pPr>
      <w:r w:rsidRPr="00D95A45">
        <w:rPr>
          <w:rtl/>
        </w:rPr>
        <w:t>(816) 21</w:t>
      </w:r>
      <w:r w:rsidR="00CC15EB">
        <w:rPr>
          <w:rtl/>
        </w:rPr>
        <w:t xml:space="preserve"> - </w:t>
      </w:r>
      <w:r w:rsidRPr="00D95A45">
        <w:rPr>
          <w:rtl/>
        </w:rPr>
        <w:t xml:space="preserve">يونس عن ابان بن عثمان عن ابي عبد الله </w:t>
      </w:r>
      <w:r w:rsidR="00AC7755" w:rsidRPr="00AC7755">
        <w:rPr>
          <w:rStyle w:val="libAlaemChar"/>
          <w:rtl/>
        </w:rPr>
        <w:t>عليه‌السلام</w:t>
      </w:r>
      <w:r w:rsidRPr="00D95A45">
        <w:rPr>
          <w:rtl/>
        </w:rPr>
        <w:t xml:space="preserve"> في رجل ضرب رجلا ظلما فرده الرجل عن نفسه فأصابه شئ انه قال</w:t>
      </w:r>
      <w:r w:rsidR="00CC15EB">
        <w:rPr>
          <w:rtl/>
        </w:rPr>
        <w:t>:</w:t>
      </w:r>
      <w:r>
        <w:rPr>
          <w:rtl/>
        </w:rPr>
        <w:t xml:space="preserve"> </w:t>
      </w:r>
      <w:r w:rsidRPr="00D95A45">
        <w:rPr>
          <w:rtl/>
        </w:rPr>
        <w:t>لا شئ عليه</w:t>
      </w:r>
    </w:p>
    <w:p w:rsidR="00AC7755" w:rsidRDefault="00D45E0E" w:rsidP="00AC7755">
      <w:pPr>
        <w:pStyle w:val="libNormal"/>
        <w:rPr>
          <w:rtl/>
        </w:rPr>
      </w:pPr>
      <w:r w:rsidRPr="00D95A45">
        <w:rPr>
          <w:rtl/>
        </w:rPr>
        <w:t>(817) 22</w:t>
      </w:r>
      <w:r w:rsidR="00CC15EB">
        <w:rPr>
          <w:rtl/>
        </w:rPr>
        <w:t xml:space="preserve"> - </w:t>
      </w:r>
      <w:r w:rsidRPr="00D95A45">
        <w:rPr>
          <w:rtl/>
        </w:rPr>
        <w:t>عنه عن محمد بن سنان عن العلا بن الفضيل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إذا أراد الرجل ان يضرب رجلا ظلما فاتقاه الرجل أو دفعه عن نفسه فأصابه ضرر فلا شئ عليه.</w:t>
      </w:r>
    </w:p>
    <w:p w:rsidR="00AC7755" w:rsidRDefault="00D45E0E" w:rsidP="00AC7755">
      <w:pPr>
        <w:pStyle w:val="libNormal"/>
        <w:rPr>
          <w:rtl/>
        </w:rPr>
      </w:pPr>
      <w:r w:rsidRPr="00D95A45">
        <w:rPr>
          <w:rtl/>
        </w:rPr>
        <w:t>(818) 23</w:t>
      </w:r>
      <w:r w:rsidR="00CC15EB">
        <w:rPr>
          <w:rtl/>
        </w:rPr>
        <w:t xml:space="preserve"> - </w:t>
      </w:r>
      <w:r w:rsidRPr="00D95A45">
        <w:rPr>
          <w:rtl/>
        </w:rPr>
        <w:t xml:space="preserve">عنه عن محمد بن سنان عن العلا بن الفضيل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أطلع رجل على قوم يشرف عليهم أو ينظر من خلل شئ لهم فرموه فأصابوه فقتلوه أو فقؤا عينه فليس عليهم غرم</w:t>
      </w:r>
      <w:r w:rsidR="00CC15EB">
        <w:rPr>
          <w:rtl/>
        </w:rPr>
        <w:t>،</w:t>
      </w:r>
      <w:r>
        <w:rPr>
          <w:rtl/>
        </w:rPr>
        <w:t xml:space="preserve"> </w:t>
      </w:r>
      <w:r w:rsidRPr="00D95A45">
        <w:rPr>
          <w:rtl/>
        </w:rPr>
        <w:t>وقال</w:t>
      </w:r>
      <w:r w:rsidR="00CC15EB">
        <w:rPr>
          <w:rtl/>
        </w:rPr>
        <w:t>:</w:t>
      </w:r>
      <w:r>
        <w:rPr>
          <w:rtl/>
        </w:rPr>
        <w:t xml:space="preserve"> </w:t>
      </w:r>
      <w:r w:rsidRPr="00D95A45">
        <w:rPr>
          <w:rtl/>
        </w:rPr>
        <w:t xml:space="preserve">ان رجلا اطلع من خلل حجرة رسول الله </w:t>
      </w:r>
      <w:r w:rsidR="00AC7755" w:rsidRPr="00AC7755">
        <w:rPr>
          <w:rStyle w:val="libAlaemChar"/>
          <w:rtl/>
        </w:rPr>
        <w:t>صلى‌الله‌عليه‌وآله‌وسلم</w:t>
      </w:r>
      <w:r w:rsidRPr="00D95A45">
        <w:rPr>
          <w:rtl/>
        </w:rPr>
        <w:t xml:space="preserve"> فجاء رسول الله </w:t>
      </w:r>
      <w:r w:rsidR="00AC7755" w:rsidRPr="00AC7755">
        <w:rPr>
          <w:rStyle w:val="libAlaemChar"/>
          <w:rtl/>
        </w:rPr>
        <w:t>صلى‌الله‌عليه‌وآله‌وسلم</w:t>
      </w:r>
      <w:r w:rsidRPr="00D95A45">
        <w:rPr>
          <w:rtl/>
        </w:rPr>
        <w:t xml:space="preserve"> بمشقص</w:t>
      </w:r>
      <w:r w:rsidRPr="00AC7755">
        <w:rPr>
          <w:rStyle w:val="libFootnotenumChar"/>
          <w:rtl/>
        </w:rPr>
        <w:t xml:space="preserve"> (1) </w:t>
      </w:r>
      <w:r w:rsidRPr="00D95A45">
        <w:rPr>
          <w:rtl/>
        </w:rPr>
        <w:t xml:space="preserve">ليفقأ عينه فوجده قد انطلق فقال رسول الله </w:t>
      </w:r>
      <w:r w:rsidR="00AC7755" w:rsidRPr="00AC7755">
        <w:rPr>
          <w:rStyle w:val="libAlaemChar"/>
          <w:rtl/>
        </w:rPr>
        <w:t>صلى‌الله‌عليه‌وآله‌وسلم</w:t>
      </w:r>
      <w:r w:rsidR="00CC15EB">
        <w:rPr>
          <w:rtl/>
        </w:rPr>
        <w:t>:</w:t>
      </w:r>
      <w:r>
        <w:rPr>
          <w:rtl/>
        </w:rPr>
        <w:t xml:space="preserve"> </w:t>
      </w:r>
      <w:r w:rsidRPr="00D95A45">
        <w:rPr>
          <w:rtl/>
        </w:rPr>
        <w:t>أي خبيث أما والله لو ثبت لي لفقأت عينك.</w:t>
      </w:r>
    </w:p>
    <w:p w:rsidR="00AC7755" w:rsidRDefault="00D45E0E" w:rsidP="00AC7755">
      <w:pPr>
        <w:pStyle w:val="libNormal"/>
        <w:rPr>
          <w:rtl/>
        </w:rPr>
      </w:pPr>
      <w:r w:rsidRPr="00D95A45">
        <w:rPr>
          <w:rtl/>
        </w:rPr>
        <w:t>(819) 24</w:t>
      </w:r>
      <w:r w:rsidR="00CC15EB">
        <w:rPr>
          <w:rtl/>
        </w:rPr>
        <w:t xml:space="preserve"> - </w:t>
      </w:r>
      <w:r w:rsidRPr="00D95A45">
        <w:rPr>
          <w:rtl/>
        </w:rPr>
        <w:t xml:space="preserve">احمد بن محمد عن محمد بن اسماعيل بن بزيع عن محمد بن الفضيل عن ابى الصباح الكناني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كان صبيان في زمن علي بن ابى طالب </w:t>
      </w:r>
      <w:r w:rsidR="00AC7755" w:rsidRPr="00AC7755">
        <w:rPr>
          <w:rStyle w:val="libAlaemChar"/>
          <w:rtl/>
        </w:rPr>
        <w:t>عليه‌السلام</w:t>
      </w:r>
      <w:r w:rsidRPr="00D95A45">
        <w:rPr>
          <w:rtl/>
        </w:rPr>
        <w:t xml:space="preserve"> يلعبون باخطار لهم فرمى احدهم بخطره فدق رباعية صاحبه</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المشقص</w:t>
      </w:r>
      <w:r>
        <w:rPr>
          <w:rtl/>
        </w:rPr>
        <w:t>؟</w:t>
      </w:r>
      <w:r w:rsidRPr="00D95A45">
        <w:rPr>
          <w:rtl/>
        </w:rPr>
        <w:t xml:space="preserve"> وهو كمنبر نصل السهم إذا كان طويلا غير عريض</w:t>
      </w:r>
    </w:p>
    <w:p w:rsidR="00CC15EB" w:rsidRDefault="00CC15EB" w:rsidP="00AC7755">
      <w:pPr>
        <w:pStyle w:val="libFootnote0"/>
        <w:rPr>
          <w:rtl/>
        </w:rPr>
      </w:pPr>
      <w:r>
        <w:rPr>
          <w:rtl/>
        </w:rPr>
        <w:t>-</w:t>
      </w:r>
      <w:r w:rsidR="00D45E0E" w:rsidRPr="007277FF">
        <w:rPr>
          <w:rtl/>
        </w:rPr>
        <w:t xml:space="preserve"> 815</w:t>
      </w:r>
      <w:r>
        <w:rPr>
          <w:rtl/>
        </w:rPr>
        <w:t xml:space="preserve"> - </w:t>
      </w:r>
      <w:r w:rsidR="00D45E0E" w:rsidRPr="007277FF">
        <w:rPr>
          <w:rtl/>
        </w:rPr>
        <w:t>الاستبصار ج 4 ص 279 الكافي ج 2 ص 321</w:t>
      </w:r>
    </w:p>
    <w:p w:rsidR="00CC15EB" w:rsidRDefault="00CC15EB" w:rsidP="00AC7755">
      <w:pPr>
        <w:pStyle w:val="libFootnote0"/>
        <w:rPr>
          <w:rtl/>
        </w:rPr>
      </w:pPr>
      <w:r>
        <w:rPr>
          <w:rtl/>
        </w:rPr>
        <w:t>-</w:t>
      </w:r>
      <w:r w:rsidR="00D45E0E" w:rsidRPr="007277FF">
        <w:rPr>
          <w:rtl/>
        </w:rPr>
        <w:t xml:space="preserve"> 816</w:t>
      </w:r>
      <w:r>
        <w:rPr>
          <w:rtl/>
        </w:rPr>
        <w:t xml:space="preserve"> - </w:t>
      </w:r>
      <w:r w:rsidR="00D45E0E" w:rsidRPr="007277FF">
        <w:rPr>
          <w:rtl/>
        </w:rPr>
        <w:t>817</w:t>
      </w:r>
      <w:r>
        <w:rPr>
          <w:rFonts w:hint="cs"/>
          <w:rtl/>
        </w:rPr>
        <w:t xml:space="preserve"> - </w:t>
      </w:r>
      <w:r w:rsidR="00D45E0E" w:rsidRPr="007277FF">
        <w:rPr>
          <w:rtl/>
        </w:rPr>
        <w:t>818</w:t>
      </w:r>
      <w:r>
        <w:rPr>
          <w:rtl/>
        </w:rPr>
        <w:t xml:space="preserve"> - </w:t>
      </w:r>
      <w:r w:rsidR="00D45E0E" w:rsidRPr="007277FF">
        <w:rPr>
          <w:rtl/>
        </w:rPr>
        <w:t>الكافي ج 2 ص 321 واخرج الاخير الصدوق في الفقيه ج 4 ص 74 وهو بتفاوت فيهما</w:t>
      </w:r>
    </w:p>
    <w:p w:rsidR="00AC7755" w:rsidRDefault="00CC15EB" w:rsidP="00AC7755">
      <w:pPr>
        <w:pStyle w:val="libFootnote0"/>
        <w:rPr>
          <w:rtl/>
        </w:rPr>
      </w:pPr>
      <w:r>
        <w:rPr>
          <w:rtl/>
        </w:rPr>
        <w:t>-</w:t>
      </w:r>
      <w:r w:rsidR="00D45E0E" w:rsidRPr="00DA0376">
        <w:rPr>
          <w:rtl/>
        </w:rPr>
        <w:t xml:space="preserve"> 819</w:t>
      </w:r>
      <w:r>
        <w:rPr>
          <w:rtl/>
        </w:rPr>
        <w:t xml:space="preserve"> - </w:t>
      </w:r>
      <w:r w:rsidR="00D45E0E" w:rsidRPr="00DA0376">
        <w:rPr>
          <w:rtl/>
        </w:rPr>
        <w:t>الكافي ج 2 ص 321 الفقيه ج 4 ص 75 بدون الذيل</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فرفع ذلك إلى امير المؤمنين </w:t>
      </w:r>
      <w:r w:rsidR="00AC7755" w:rsidRPr="00AC7755">
        <w:rPr>
          <w:rStyle w:val="libAlaemChar"/>
          <w:rtl/>
        </w:rPr>
        <w:t>عليه‌السلام</w:t>
      </w:r>
      <w:r w:rsidRPr="00DA0376">
        <w:rPr>
          <w:rtl/>
        </w:rPr>
        <w:t xml:space="preserve"> فأقام الرامي البينة بأنه قال حذار فادرأ امير المؤمنين </w:t>
      </w:r>
      <w:r w:rsidR="00AC7755" w:rsidRPr="00AC7755">
        <w:rPr>
          <w:rStyle w:val="libAlaemChar"/>
          <w:rtl/>
        </w:rPr>
        <w:t>عليه‌السلام</w:t>
      </w:r>
      <w:r w:rsidRPr="00DA0376">
        <w:rPr>
          <w:rtl/>
        </w:rPr>
        <w:t xml:space="preserve"> القصاص ثم قال</w:t>
      </w:r>
      <w:r w:rsidR="00CC15EB">
        <w:rPr>
          <w:rtl/>
        </w:rPr>
        <w:t>:</w:t>
      </w:r>
      <w:r>
        <w:rPr>
          <w:rtl/>
        </w:rPr>
        <w:t xml:space="preserve"> </w:t>
      </w:r>
      <w:r w:rsidRPr="00DA0376">
        <w:rPr>
          <w:rtl/>
        </w:rPr>
        <w:t>قد أعذر من حذر قال</w:t>
      </w:r>
      <w:r w:rsidR="00CC15EB">
        <w:rPr>
          <w:rtl/>
        </w:rPr>
        <w:t>:</w:t>
      </w:r>
      <w:r>
        <w:rPr>
          <w:rtl/>
        </w:rPr>
        <w:t xml:space="preserve"> </w:t>
      </w:r>
      <w:r w:rsidRPr="00DA0376">
        <w:rPr>
          <w:rtl/>
        </w:rPr>
        <w:t>وسألته عن رجل قتله القصاص له دية</w:t>
      </w:r>
      <w:r>
        <w:rPr>
          <w:rtl/>
        </w:rPr>
        <w:t>؟</w:t>
      </w:r>
      <w:r w:rsidRPr="00DA0376">
        <w:rPr>
          <w:rtl/>
        </w:rPr>
        <w:t xml:space="preserve"> فقال</w:t>
      </w:r>
      <w:r w:rsidR="00CC15EB">
        <w:rPr>
          <w:rtl/>
        </w:rPr>
        <w:t>:</w:t>
      </w:r>
      <w:r>
        <w:rPr>
          <w:rtl/>
        </w:rPr>
        <w:t xml:space="preserve"> </w:t>
      </w:r>
      <w:r w:rsidRPr="00DA0376">
        <w:rPr>
          <w:rtl/>
        </w:rPr>
        <w:t>لو كان ذلك لم يقتص احد من احد</w:t>
      </w:r>
      <w:r w:rsidR="00CC15EB">
        <w:rPr>
          <w:rtl/>
        </w:rPr>
        <w:t>،</w:t>
      </w:r>
      <w:r>
        <w:rPr>
          <w:rtl/>
        </w:rPr>
        <w:t xml:space="preserve"> </w:t>
      </w:r>
      <w:r w:rsidRPr="00DA0376">
        <w:rPr>
          <w:rtl/>
        </w:rPr>
        <w:t>ومن قتله الحد فلا دية له.</w:t>
      </w:r>
    </w:p>
    <w:p w:rsidR="00AC7755" w:rsidRDefault="00D45E0E" w:rsidP="00AC7755">
      <w:pPr>
        <w:pStyle w:val="libNormal"/>
        <w:rPr>
          <w:rtl/>
        </w:rPr>
      </w:pPr>
      <w:r w:rsidRPr="00D95A45">
        <w:rPr>
          <w:rtl/>
        </w:rPr>
        <w:t>(820) 25</w:t>
      </w:r>
      <w:r w:rsidR="00CC15EB">
        <w:rPr>
          <w:rtl/>
        </w:rPr>
        <w:t xml:space="preserve"> - </w:t>
      </w:r>
      <w:r w:rsidRPr="00D95A45">
        <w:rPr>
          <w:rtl/>
        </w:rPr>
        <w:t>صفوان بن يحيى عن ابن بكير عن عبيد بن زرارة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 xml:space="preserve">اطلع رجل على النبي </w:t>
      </w:r>
      <w:r w:rsidR="00AC7755" w:rsidRPr="00AC7755">
        <w:rPr>
          <w:rStyle w:val="libAlaemChar"/>
          <w:rtl/>
        </w:rPr>
        <w:t>صلى‌الله‌عليه‌وآله‌وسلم</w:t>
      </w:r>
      <w:r w:rsidRPr="00D95A45">
        <w:rPr>
          <w:rtl/>
        </w:rPr>
        <w:t xml:space="preserve"> من الجريد فقال له النبي </w:t>
      </w:r>
      <w:r w:rsidR="00AC7755" w:rsidRPr="00AC7755">
        <w:rPr>
          <w:rStyle w:val="libAlaemChar"/>
          <w:rtl/>
        </w:rPr>
        <w:t>صلى‌الله‌عليه‌وآله‌وسلم</w:t>
      </w:r>
      <w:r w:rsidR="00CC15EB">
        <w:rPr>
          <w:rtl/>
        </w:rPr>
        <w:t>:</w:t>
      </w:r>
      <w:r>
        <w:rPr>
          <w:rtl/>
        </w:rPr>
        <w:t xml:space="preserve"> </w:t>
      </w:r>
      <w:r w:rsidRPr="00D95A45">
        <w:rPr>
          <w:rtl/>
        </w:rPr>
        <w:t>لو اعلم انك تثبت لقمت اليك بالمشقص حتى افقأ عينك قال</w:t>
      </w:r>
      <w:r w:rsidR="00CC15EB">
        <w:rPr>
          <w:rtl/>
        </w:rPr>
        <w:t>:</w:t>
      </w:r>
      <w:r>
        <w:rPr>
          <w:rtl/>
        </w:rPr>
        <w:t xml:space="preserve"> </w:t>
      </w:r>
      <w:r w:rsidRPr="00D95A45">
        <w:rPr>
          <w:rtl/>
        </w:rPr>
        <w:t>فقلت</w:t>
      </w:r>
      <w:r w:rsidR="00CC15EB">
        <w:rPr>
          <w:rtl/>
        </w:rPr>
        <w:t>:</w:t>
      </w:r>
      <w:r>
        <w:rPr>
          <w:rtl/>
        </w:rPr>
        <w:t xml:space="preserve"> </w:t>
      </w:r>
      <w:r w:rsidRPr="00D95A45">
        <w:rPr>
          <w:rtl/>
        </w:rPr>
        <w:t>أذاك لنا</w:t>
      </w:r>
      <w:r>
        <w:rPr>
          <w:rtl/>
        </w:rPr>
        <w:t>؟</w:t>
      </w:r>
      <w:r w:rsidRPr="00D95A45">
        <w:rPr>
          <w:rtl/>
        </w:rPr>
        <w:t xml:space="preserve"> فقال</w:t>
      </w:r>
      <w:r w:rsidR="00CC15EB">
        <w:rPr>
          <w:rtl/>
        </w:rPr>
        <w:t>:</w:t>
      </w:r>
      <w:r>
        <w:rPr>
          <w:rtl/>
        </w:rPr>
        <w:t xml:space="preserve"> </w:t>
      </w:r>
      <w:r w:rsidRPr="00D95A45">
        <w:rPr>
          <w:rtl/>
        </w:rPr>
        <w:t xml:space="preserve">ويحك أو ويلك أقول لك ان رسول الله </w:t>
      </w:r>
      <w:r w:rsidR="00AC7755" w:rsidRPr="00AC7755">
        <w:rPr>
          <w:rStyle w:val="libAlaemChar"/>
          <w:rtl/>
        </w:rPr>
        <w:t>صلى‌الله‌عليه‌وآله‌وسلم</w:t>
      </w:r>
      <w:r w:rsidRPr="00D95A45">
        <w:rPr>
          <w:rtl/>
        </w:rPr>
        <w:t xml:space="preserve"> فعل تقول اذاك لنا</w:t>
      </w:r>
      <w:r>
        <w:rPr>
          <w:rtl/>
        </w:rPr>
        <w:t>!</w:t>
      </w:r>
      <w:r w:rsidRPr="00D95A45">
        <w:rPr>
          <w:rtl/>
        </w:rPr>
        <w:t>.</w:t>
      </w:r>
    </w:p>
    <w:p w:rsidR="00AC7755" w:rsidRDefault="00D45E0E" w:rsidP="00AC7755">
      <w:pPr>
        <w:pStyle w:val="libNormal"/>
        <w:rPr>
          <w:rtl/>
        </w:rPr>
      </w:pPr>
      <w:r w:rsidRPr="00D95A45">
        <w:rPr>
          <w:rtl/>
        </w:rPr>
        <w:t>(821) 26</w:t>
      </w:r>
      <w:r w:rsidR="00CC15EB">
        <w:rPr>
          <w:rtl/>
        </w:rPr>
        <w:t xml:space="preserve"> - </w:t>
      </w:r>
      <w:r w:rsidRPr="00D95A45">
        <w:rPr>
          <w:rtl/>
        </w:rPr>
        <w:t>الحسين بن سعيد عن هشام بن سالم عن سليمان ابن خالد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من بدأ فاعتدى فاعتدي عليه فلا قود له.</w:t>
      </w:r>
    </w:p>
    <w:p w:rsidR="00AC7755" w:rsidRDefault="00D45E0E" w:rsidP="00AC7755">
      <w:pPr>
        <w:pStyle w:val="libNormal"/>
        <w:rPr>
          <w:rtl/>
        </w:rPr>
      </w:pPr>
      <w:r w:rsidRPr="00D95A45">
        <w:rPr>
          <w:rtl/>
        </w:rPr>
        <w:t>(822) 27</w:t>
      </w:r>
      <w:r w:rsidR="00CC15EB">
        <w:rPr>
          <w:rtl/>
        </w:rPr>
        <w:t xml:space="preserve"> - </w:t>
      </w:r>
      <w:r w:rsidRPr="00D95A45">
        <w:rPr>
          <w:rtl/>
        </w:rPr>
        <w:t xml:space="preserve">الحسين بن محبوب عن الحسن بن صالح الثوري عن ابى عبد الله </w:t>
      </w:r>
      <w:r w:rsidR="00AC7755" w:rsidRPr="00AC7755">
        <w:rPr>
          <w:rStyle w:val="libAlaemChar"/>
          <w:rtl/>
        </w:rPr>
        <w:t>عليه‌السلام</w:t>
      </w:r>
      <w:r w:rsidRPr="00D95A45">
        <w:rPr>
          <w:rtl/>
        </w:rPr>
        <w:t xml:space="preserve"> قال كان علي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من ضربناه حدا من حدود الله فمات فلا دية له علينا. ومن ضربناه حدا في شئ من حقوق الناس فمات فان ديته علينا.</w:t>
      </w:r>
    </w:p>
    <w:p w:rsidR="00AC7755" w:rsidRDefault="00D45E0E" w:rsidP="00AC7755">
      <w:pPr>
        <w:pStyle w:val="libNormal"/>
        <w:rPr>
          <w:rtl/>
        </w:rPr>
      </w:pPr>
      <w:r w:rsidRPr="00D95A45">
        <w:rPr>
          <w:rtl/>
        </w:rPr>
        <w:t>(823) 28</w:t>
      </w:r>
      <w:r w:rsidR="00CC15EB">
        <w:rPr>
          <w:rtl/>
        </w:rPr>
        <w:t xml:space="preserve"> - </w:t>
      </w:r>
      <w:r w:rsidRPr="00D95A45">
        <w:rPr>
          <w:rtl/>
        </w:rPr>
        <w:t xml:space="preserve">علي عن ابيه عن محمد بن حفص عن عبد الله بن طلحة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سارق دخل على امرأة ليسرق متاعها فلما جمع الثياب تابعته نفسه فكابرها على نفسها فواقعها فتحرك ابنها فقام فقتله بفأس</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820</w:t>
      </w:r>
      <w:r>
        <w:rPr>
          <w:rtl/>
        </w:rPr>
        <w:t xml:space="preserve"> - </w:t>
      </w:r>
      <w:r w:rsidR="00D45E0E" w:rsidRPr="00D95A45">
        <w:rPr>
          <w:rtl/>
        </w:rPr>
        <w:t>الكافي ج 2 ص 321</w:t>
      </w:r>
    </w:p>
    <w:p w:rsidR="00CC15EB" w:rsidRDefault="00CC15EB" w:rsidP="00AC7755">
      <w:pPr>
        <w:pStyle w:val="libFootnote0"/>
        <w:rPr>
          <w:rtl/>
        </w:rPr>
      </w:pPr>
      <w:r>
        <w:rPr>
          <w:rtl/>
        </w:rPr>
        <w:t>-</w:t>
      </w:r>
      <w:r w:rsidR="00D45E0E" w:rsidRPr="007277FF">
        <w:rPr>
          <w:rtl/>
        </w:rPr>
        <w:t xml:space="preserve"> 821</w:t>
      </w:r>
      <w:r>
        <w:rPr>
          <w:rtl/>
        </w:rPr>
        <w:t xml:space="preserve"> - </w:t>
      </w:r>
      <w:r w:rsidR="00D45E0E" w:rsidRPr="007277FF">
        <w:rPr>
          <w:rtl/>
        </w:rPr>
        <w:t>الكافي ج 2 ص 321 ذيل حديث الفقيه ج 4 ص 74</w:t>
      </w:r>
    </w:p>
    <w:p w:rsidR="00CC15EB" w:rsidRDefault="00CC15EB" w:rsidP="00AC7755">
      <w:pPr>
        <w:pStyle w:val="libFootnote0"/>
        <w:rPr>
          <w:rtl/>
        </w:rPr>
      </w:pPr>
      <w:r>
        <w:rPr>
          <w:rtl/>
        </w:rPr>
        <w:t>-</w:t>
      </w:r>
      <w:r w:rsidR="00D45E0E" w:rsidRPr="007277FF">
        <w:rPr>
          <w:rtl/>
        </w:rPr>
        <w:t xml:space="preserve"> 822</w:t>
      </w:r>
      <w:r>
        <w:rPr>
          <w:rtl/>
        </w:rPr>
        <w:t xml:space="preserve"> - </w:t>
      </w:r>
      <w:r w:rsidR="00D45E0E" w:rsidRPr="007277FF">
        <w:rPr>
          <w:rtl/>
        </w:rPr>
        <w:t>الاستبصار ج 4 ص 279 الكافي ج 2 ص 321 الفقيه ج 4 ص 51</w:t>
      </w:r>
    </w:p>
    <w:p w:rsidR="00AC7755" w:rsidRDefault="00CC15EB" w:rsidP="00AC7755">
      <w:pPr>
        <w:pStyle w:val="libFootnote0"/>
        <w:rPr>
          <w:rtl/>
        </w:rPr>
      </w:pPr>
      <w:r>
        <w:rPr>
          <w:rtl/>
        </w:rPr>
        <w:t>-</w:t>
      </w:r>
      <w:r w:rsidR="00D45E0E" w:rsidRPr="00DA0376">
        <w:rPr>
          <w:rtl/>
        </w:rPr>
        <w:t xml:space="preserve"> 823</w:t>
      </w:r>
      <w:r>
        <w:rPr>
          <w:rtl/>
        </w:rPr>
        <w:t xml:space="preserve"> - </w:t>
      </w:r>
      <w:r w:rsidR="00D45E0E" w:rsidRPr="00DA0376">
        <w:rPr>
          <w:rtl/>
        </w:rPr>
        <w:t>الكافي ج 2 ص 321 بسند آخر الفقيه ج 4 ص 121</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كان معه فلما فرغ حمل الثياب وذهب ليخرج حملت عليه بالفأس فقتلته فجاء اهله يطلبون بدمه من الغد فقال أبو عبد الله </w:t>
      </w:r>
      <w:r w:rsidR="00AC7755" w:rsidRPr="00AC7755">
        <w:rPr>
          <w:rStyle w:val="libAlaemChar"/>
          <w:rtl/>
        </w:rPr>
        <w:t>عليه‌السلام</w:t>
      </w:r>
      <w:r w:rsidR="00CC15EB">
        <w:rPr>
          <w:rtl/>
        </w:rPr>
        <w:t>:</w:t>
      </w:r>
      <w:r>
        <w:rPr>
          <w:rtl/>
        </w:rPr>
        <w:t xml:space="preserve"> </w:t>
      </w:r>
      <w:r w:rsidRPr="00DA0376">
        <w:rPr>
          <w:rtl/>
        </w:rPr>
        <w:t>اقض على هذا كما وصفت لك فقال</w:t>
      </w:r>
      <w:r w:rsidR="00CC15EB">
        <w:rPr>
          <w:rtl/>
        </w:rPr>
        <w:t>:</w:t>
      </w:r>
      <w:r>
        <w:rPr>
          <w:rtl/>
        </w:rPr>
        <w:t xml:space="preserve"> </w:t>
      </w:r>
      <w:r w:rsidRPr="00DA0376">
        <w:rPr>
          <w:rtl/>
        </w:rPr>
        <w:t>يضمن مواليه الذين طلبوا بدمه دية الغلام</w:t>
      </w:r>
      <w:r w:rsidR="00CC15EB">
        <w:rPr>
          <w:rtl/>
        </w:rPr>
        <w:t>،</w:t>
      </w:r>
      <w:r>
        <w:rPr>
          <w:rtl/>
        </w:rPr>
        <w:t xml:space="preserve"> </w:t>
      </w:r>
      <w:r w:rsidRPr="00DA0376">
        <w:rPr>
          <w:rtl/>
        </w:rPr>
        <w:t>ويضمن السارق فيما ترك اربعة آلاف درهم لمكابرتها على فرجها</w:t>
      </w:r>
      <w:r w:rsidR="00CC15EB">
        <w:rPr>
          <w:rtl/>
        </w:rPr>
        <w:t>،</w:t>
      </w:r>
      <w:r>
        <w:rPr>
          <w:rtl/>
        </w:rPr>
        <w:t xml:space="preserve"> </w:t>
      </w:r>
      <w:r w:rsidRPr="00DA0376">
        <w:rPr>
          <w:rtl/>
        </w:rPr>
        <w:t>إنه زان</w:t>
      </w:r>
      <w:r w:rsidR="00CC15EB">
        <w:rPr>
          <w:rtl/>
        </w:rPr>
        <w:t>،</w:t>
      </w:r>
      <w:r>
        <w:rPr>
          <w:rtl/>
        </w:rPr>
        <w:t xml:space="preserve"> </w:t>
      </w:r>
      <w:r w:rsidRPr="00DA0376">
        <w:rPr>
          <w:rtl/>
        </w:rPr>
        <w:t>وهو في ماله غرامة</w:t>
      </w:r>
      <w:r w:rsidR="00CC15EB">
        <w:rPr>
          <w:rtl/>
        </w:rPr>
        <w:t>،</w:t>
      </w:r>
      <w:r>
        <w:rPr>
          <w:rtl/>
        </w:rPr>
        <w:t xml:space="preserve"> </w:t>
      </w:r>
      <w:r w:rsidRPr="00DA0376">
        <w:rPr>
          <w:rtl/>
        </w:rPr>
        <w:t>وليس عليها في قتلها اياه شئ لانه سارق.</w:t>
      </w:r>
    </w:p>
    <w:p w:rsidR="00AC7755" w:rsidRDefault="00D45E0E" w:rsidP="00AC7755">
      <w:pPr>
        <w:pStyle w:val="libNormal"/>
        <w:rPr>
          <w:rtl/>
        </w:rPr>
      </w:pPr>
      <w:r w:rsidRPr="00D95A45">
        <w:rPr>
          <w:rtl/>
        </w:rPr>
        <w:t>(824) 29</w:t>
      </w:r>
      <w:r w:rsidR="00CC15EB">
        <w:rPr>
          <w:rtl/>
        </w:rPr>
        <w:t xml:space="preserve"> - </w:t>
      </w:r>
      <w:r w:rsidRPr="00D95A45">
        <w:rPr>
          <w:rtl/>
        </w:rPr>
        <w:t>وعنه قال</w:t>
      </w:r>
      <w:r w:rsidR="00CC15EB">
        <w:rPr>
          <w:rtl/>
        </w:rPr>
        <w:t>:</w:t>
      </w:r>
      <w:r>
        <w:rPr>
          <w:rtl/>
        </w:rPr>
        <w:t xml:space="preserve"> </w:t>
      </w:r>
      <w:r w:rsidRPr="00D95A45">
        <w:rPr>
          <w:rtl/>
        </w:rPr>
        <w:t>قلت</w:t>
      </w:r>
      <w:r w:rsidR="00CC15EB">
        <w:rPr>
          <w:rtl/>
        </w:rPr>
        <w:t>:</w:t>
      </w:r>
      <w:r>
        <w:rPr>
          <w:rtl/>
        </w:rPr>
        <w:t xml:space="preserve"> </w:t>
      </w:r>
      <w:r w:rsidRPr="00D95A45">
        <w:rPr>
          <w:rtl/>
        </w:rPr>
        <w:t>رجل تزوج امرأة فلما كان ليلة البناء عمدت المرأة الى رجل صديق لها فادخلته الحجلة فلما دخل الرجل يباضع اهله ثار الصديق واقتتلا في البيت فقتل الزوج الصديق وقامت المرأة فضربت الزوج ضربة فقتلته بالصديق قال</w:t>
      </w:r>
      <w:r w:rsidR="00CC15EB">
        <w:rPr>
          <w:rtl/>
        </w:rPr>
        <w:t>:</w:t>
      </w:r>
      <w:r>
        <w:rPr>
          <w:rtl/>
        </w:rPr>
        <w:t xml:space="preserve"> </w:t>
      </w:r>
      <w:r w:rsidRPr="00D95A45">
        <w:rPr>
          <w:rtl/>
        </w:rPr>
        <w:t>تضمن المرأة دية الصديق وتقتل بالزوج.</w:t>
      </w:r>
    </w:p>
    <w:p w:rsidR="00AC7755" w:rsidRDefault="00D45E0E" w:rsidP="00AC7755">
      <w:pPr>
        <w:pStyle w:val="libNormal"/>
        <w:rPr>
          <w:rtl/>
        </w:rPr>
      </w:pPr>
      <w:r w:rsidRPr="00D95A45">
        <w:rPr>
          <w:rtl/>
        </w:rPr>
        <w:t>(825) 30</w:t>
      </w:r>
      <w:r w:rsidR="00CC15EB">
        <w:rPr>
          <w:rtl/>
        </w:rPr>
        <w:t xml:space="preserve"> - </w:t>
      </w:r>
      <w:r w:rsidRPr="00D95A45">
        <w:rPr>
          <w:rtl/>
        </w:rPr>
        <w:t xml:space="preserve">علي بن ابراهيم عن المختار بن محمد بن المختار ومحمد بن الحسن عن عبد الله بن الحسن العلوي جميعا عن الفتح بن يزيد الجرجاني عن ابي الحسن </w:t>
      </w:r>
      <w:r w:rsidR="00AC7755" w:rsidRPr="00AC7755">
        <w:rPr>
          <w:rStyle w:val="libAlaemChar"/>
          <w:rtl/>
        </w:rPr>
        <w:t>عليه‌السلام</w:t>
      </w:r>
      <w:r w:rsidRPr="00D95A45">
        <w:rPr>
          <w:rtl/>
        </w:rPr>
        <w:t xml:space="preserve"> في رجل دخل دار آخر للتلصص أو للفجور فقتله صاحب الدار أيقتل به ام لا</w:t>
      </w:r>
      <w:r>
        <w:rPr>
          <w:rtl/>
        </w:rPr>
        <w:t>؟</w:t>
      </w:r>
      <w:r w:rsidRPr="00D95A45">
        <w:rPr>
          <w:rtl/>
        </w:rPr>
        <w:t xml:space="preserve"> فقال</w:t>
      </w:r>
      <w:r w:rsidR="00CC15EB">
        <w:rPr>
          <w:rtl/>
        </w:rPr>
        <w:t>:</w:t>
      </w:r>
      <w:r>
        <w:rPr>
          <w:rtl/>
        </w:rPr>
        <w:t xml:space="preserve"> </w:t>
      </w:r>
      <w:r w:rsidRPr="00D95A45">
        <w:rPr>
          <w:rtl/>
        </w:rPr>
        <w:t>اعلم ان من دخل دار غيره فقد اهدر دمه ولا يجب عليه شئ.</w:t>
      </w:r>
    </w:p>
    <w:p w:rsidR="00AC7755" w:rsidRDefault="00D45E0E" w:rsidP="00AC7755">
      <w:pPr>
        <w:pStyle w:val="libNormal"/>
        <w:rPr>
          <w:rtl/>
        </w:rPr>
      </w:pPr>
      <w:r w:rsidRPr="00D95A45">
        <w:rPr>
          <w:rtl/>
        </w:rPr>
        <w:t>(826) 31</w:t>
      </w:r>
      <w:r w:rsidR="00CC15EB">
        <w:rPr>
          <w:rtl/>
        </w:rPr>
        <w:t xml:space="preserve"> - </w:t>
      </w:r>
      <w:r w:rsidRPr="00D95A45">
        <w:rPr>
          <w:rtl/>
        </w:rPr>
        <w:t xml:space="preserve">علي بن ابراهيم عن ابيه عن عمرو بن عثمان عن الحسين بن خالد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سئل عن رجل اتى رجلا وهو راقد فلما صار على ظهره ليقربه فبعجه فقتله فقال</w:t>
      </w:r>
      <w:r w:rsidR="00CC15EB">
        <w:rPr>
          <w:rtl/>
        </w:rPr>
        <w:t>:</w:t>
      </w:r>
      <w:r>
        <w:rPr>
          <w:rtl/>
        </w:rPr>
        <w:t xml:space="preserve"> </w:t>
      </w:r>
      <w:r w:rsidRPr="00D95A45">
        <w:rPr>
          <w:rtl/>
        </w:rPr>
        <w:t>لا دية له ولا قود</w:t>
      </w:r>
      <w:r w:rsidR="00CC15EB">
        <w:rPr>
          <w:rtl/>
        </w:rPr>
        <w:t>،</w:t>
      </w:r>
      <w:r>
        <w:rPr>
          <w:rtl/>
        </w:rPr>
        <w:t xml:space="preserve"> </w:t>
      </w:r>
      <w:r w:rsidRPr="00D95A45">
        <w:rPr>
          <w:rtl/>
        </w:rPr>
        <w:t xml:space="preserve">(قال رسول الله </w:t>
      </w:r>
      <w:r w:rsidR="00AC7755" w:rsidRPr="00AC7755">
        <w:rPr>
          <w:rStyle w:val="libAlaemChar"/>
          <w:rtl/>
        </w:rPr>
        <w:t>صلى‌الله‌عليه‌وآله‌وسلم</w:t>
      </w:r>
      <w:r w:rsidR="00CC15EB">
        <w:rPr>
          <w:rtl/>
        </w:rPr>
        <w:t>:</w:t>
      </w:r>
      <w:r>
        <w:rPr>
          <w:rtl/>
        </w:rPr>
        <w:t xml:space="preserve"> </w:t>
      </w:r>
      <w:r w:rsidRPr="00D95A45">
        <w:rPr>
          <w:rtl/>
        </w:rPr>
        <w:t xml:space="preserve">من كابر امرأة ليفجر بها فقتلته فلا دية له ولا قود) </w:t>
      </w:r>
      <w:r w:rsidRPr="00AC7755">
        <w:rPr>
          <w:rStyle w:val="libFootnotenumChar"/>
          <w:rtl/>
        </w:rPr>
        <w:t>(1)</w:t>
      </w:r>
      <w:r w:rsidRPr="00D95A45">
        <w:rPr>
          <w:rtl/>
        </w:rPr>
        <w:t>.</w:t>
      </w:r>
    </w:p>
    <w:p w:rsidR="00AC7755" w:rsidRDefault="00D45E0E" w:rsidP="00AC7755">
      <w:pPr>
        <w:pStyle w:val="libNormal"/>
        <w:rPr>
          <w:rtl/>
        </w:rPr>
      </w:pPr>
      <w:r w:rsidRPr="00D95A45">
        <w:rPr>
          <w:rtl/>
        </w:rPr>
        <w:t>(827) 32</w:t>
      </w:r>
      <w:r w:rsidR="00CC15EB">
        <w:rPr>
          <w:rtl/>
        </w:rPr>
        <w:t xml:space="preserve"> - </w:t>
      </w:r>
      <w:r w:rsidRPr="00D95A45">
        <w:rPr>
          <w:rtl/>
        </w:rPr>
        <w:t>علي عن ابيه عن صالح بن سعيد عن يونس عن بعض</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ما بين القوسين اورده في الكافي في ذيل الحديث (28) السابق والظاهر صحة ما في الكافي فانه انسب بالمقام فليلاحظ.</w:t>
      </w:r>
    </w:p>
    <w:p w:rsidR="00CC15EB" w:rsidRDefault="00CC15EB" w:rsidP="00AC7755">
      <w:pPr>
        <w:pStyle w:val="libFootnote0"/>
        <w:rPr>
          <w:rtl/>
        </w:rPr>
      </w:pPr>
      <w:r>
        <w:rPr>
          <w:rtl/>
        </w:rPr>
        <w:t>-</w:t>
      </w:r>
      <w:r w:rsidR="00D45E0E" w:rsidRPr="007277FF">
        <w:rPr>
          <w:rtl/>
        </w:rPr>
        <w:t xml:space="preserve"> 824</w:t>
      </w:r>
      <w:r>
        <w:rPr>
          <w:rtl/>
        </w:rPr>
        <w:t xml:space="preserve"> - </w:t>
      </w:r>
      <w:r w:rsidR="00D45E0E" w:rsidRPr="007277FF">
        <w:rPr>
          <w:rtl/>
        </w:rPr>
        <w:t>الكافي ج 6 ص 321 بسند آخر الفقيه ج 4 ص 122</w:t>
      </w:r>
    </w:p>
    <w:p w:rsidR="00CC15EB" w:rsidRDefault="00CC15EB" w:rsidP="00AC7755">
      <w:pPr>
        <w:pStyle w:val="libFootnote0"/>
        <w:rPr>
          <w:rtl/>
        </w:rPr>
      </w:pPr>
      <w:r>
        <w:rPr>
          <w:rtl/>
        </w:rPr>
        <w:t>-</w:t>
      </w:r>
      <w:r w:rsidR="00D45E0E" w:rsidRPr="007277FF">
        <w:rPr>
          <w:rtl/>
        </w:rPr>
        <w:t xml:space="preserve"> 825</w:t>
      </w:r>
      <w:r>
        <w:rPr>
          <w:rtl/>
        </w:rPr>
        <w:t xml:space="preserve"> - </w:t>
      </w:r>
      <w:r w:rsidR="00D45E0E" w:rsidRPr="007277FF">
        <w:rPr>
          <w:rtl/>
        </w:rPr>
        <w:t>826</w:t>
      </w:r>
      <w:r>
        <w:rPr>
          <w:rtl/>
        </w:rPr>
        <w:t xml:space="preserve"> - </w:t>
      </w:r>
      <w:r w:rsidR="00D45E0E" w:rsidRPr="007277FF">
        <w:rPr>
          <w:rtl/>
        </w:rPr>
        <w:t>الكافي ج 2 ص 322 وفيه صدر الحديث واخرج الثاني الصدوق في الفقيه ج 4 ص 118</w:t>
      </w:r>
    </w:p>
    <w:p w:rsidR="00CC15EB" w:rsidRDefault="00CC15EB" w:rsidP="00AC7755">
      <w:pPr>
        <w:pStyle w:val="libFootnote0"/>
        <w:rPr>
          <w:rtl/>
        </w:rPr>
      </w:pPr>
      <w:r>
        <w:rPr>
          <w:rtl/>
        </w:rPr>
        <w:t>-</w:t>
      </w:r>
      <w:r w:rsidR="00D45E0E" w:rsidRPr="007277FF">
        <w:rPr>
          <w:rtl/>
        </w:rPr>
        <w:t xml:space="preserve"> 825</w:t>
      </w:r>
      <w:r>
        <w:rPr>
          <w:rtl/>
        </w:rPr>
        <w:t xml:space="preserve"> - </w:t>
      </w:r>
      <w:r w:rsidR="00D45E0E" w:rsidRPr="007277FF">
        <w:rPr>
          <w:rtl/>
        </w:rPr>
        <w:t>826</w:t>
      </w:r>
      <w:r>
        <w:rPr>
          <w:rtl/>
        </w:rPr>
        <w:t xml:space="preserve"> - </w:t>
      </w:r>
      <w:r w:rsidR="00D45E0E" w:rsidRPr="007277FF">
        <w:rPr>
          <w:rtl/>
        </w:rPr>
        <w:t>الكافي ج 2 ص 322 وفيه صدر الحديث واخرج الثاني الصدوق في الفقيه ج 4 ص 118 بتفاوت</w:t>
      </w:r>
    </w:p>
    <w:p w:rsidR="00AC7755" w:rsidRDefault="00CC15EB" w:rsidP="00AC7755">
      <w:pPr>
        <w:pStyle w:val="libFootnote0"/>
        <w:rPr>
          <w:rtl/>
        </w:rPr>
      </w:pPr>
      <w:r>
        <w:rPr>
          <w:rtl/>
        </w:rPr>
        <w:t>-</w:t>
      </w:r>
      <w:r w:rsidR="00D45E0E" w:rsidRPr="00DA0376">
        <w:rPr>
          <w:rtl/>
        </w:rPr>
        <w:t xml:space="preserve"> 827</w:t>
      </w:r>
      <w:r>
        <w:rPr>
          <w:rtl/>
        </w:rPr>
        <w:t xml:space="preserve"> - </w:t>
      </w:r>
      <w:r w:rsidR="00D45E0E" w:rsidRPr="00DA0376">
        <w:rPr>
          <w:rtl/>
        </w:rPr>
        <w:t>الاستبصار ج 4 ص 279 الفقيه ج 4 ص 82 الكافي ج 2 ص 322</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اصحابنا عن ابى عبد الله </w:t>
      </w:r>
      <w:r w:rsidR="00AC7755" w:rsidRPr="00AC7755">
        <w:rPr>
          <w:rStyle w:val="libAlaemChar"/>
          <w:rtl/>
        </w:rPr>
        <w:t>عليه‌السلام</w:t>
      </w:r>
      <w:r w:rsidRPr="00DA0376">
        <w:rPr>
          <w:rtl/>
        </w:rPr>
        <w:t xml:space="preserve"> فقال</w:t>
      </w:r>
      <w:r w:rsidR="00CC15EB">
        <w:rPr>
          <w:rtl/>
        </w:rPr>
        <w:t>:</w:t>
      </w:r>
      <w:r>
        <w:rPr>
          <w:rtl/>
        </w:rPr>
        <w:t xml:space="preserve"> </w:t>
      </w:r>
      <w:r w:rsidRPr="00DA0376">
        <w:rPr>
          <w:rtl/>
        </w:rPr>
        <w:t>سألته عن رجل أعنف على امرأته أو امرأة اعنفت على زوجها فقتل احدهما الآخر قال</w:t>
      </w:r>
      <w:r w:rsidR="00CC15EB">
        <w:rPr>
          <w:rtl/>
        </w:rPr>
        <w:t>:</w:t>
      </w:r>
      <w:r>
        <w:rPr>
          <w:rtl/>
        </w:rPr>
        <w:t xml:space="preserve"> </w:t>
      </w:r>
      <w:r w:rsidRPr="00DA0376">
        <w:rPr>
          <w:rtl/>
        </w:rPr>
        <w:t>لا شئ عليهما إذا كانا مأمونين فان إتهما الزمهما اليمين بالله انهما لم يريدا القتل. فأما ما رواه</w:t>
      </w:r>
      <w:r w:rsidR="00CC15EB">
        <w:rPr>
          <w:rtl/>
        </w:rPr>
        <w:t>:</w:t>
      </w:r>
      <w:r>
        <w:rPr>
          <w:rtl/>
        </w:rPr>
        <w:t xml:space="preserve"> </w:t>
      </w:r>
    </w:p>
    <w:p w:rsidR="00AC7755" w:rsidRDefault="00D45E0E" w:rsidP="00AC7755">
      <w:pPr>
        <w:pStyle w:val="libNormal"/>
        <w:rPr>
          <w:rtl/>
        </w:rPr>
      </w:pPr>
      <w:r w:rsidRPr="00D95A45">
        <w:rPr>
          <w:rtl/>
        </w:rPr>
        <w:t>(828) 33</w:t>
      </w:r>
      <w:r w:rsidR="00CC15EB">
        <w:rPr>
          <w:rtl/>
        </w:rPr>
        <w:t xml:space="preserve"> - </w:t>
      </w:r>
      <w:r w:rsidRPr="00D95A45">
        <w:rPr>
          <w:rtl/>
        </w:rPr>
        <w:t xml:space="preserve">الحسين بن سعيد عن ابن ابى عمير عن حماد عن الحلبي وهشام والنضر وعلي بن النعمان عن ابن مسكان جميعا عن سليمان بن خالد عن ابي عبد الله </w:t>
      </w:r>
      <w:r w:rsidR="00AC7755" w:rsidRPr="00AC7755">
        <w:rPr>
          <w:rStyle w:val="libAlaemChar"/>
          <w:rtl/>
        </w:rPr>
        <w:t>عليه‌السلام</w:t>
      </w:r>
      <w:r w:rsidRPr="00D95A45">
        <w:rPr>
          <w:rtl/>
        </w:rPr>
        <w:t xml:space="preserve"> انه سئل عن رجل اعنف على امرأته فزعم انها ماتت من عنفه قال</w:t>
      </w:r>
      <w:r w:rsidR="00CC15EB">
        <w:rPr>
          <w:rtl/>
        </w:rPr>
        <w:t>:</w:t>
      </w:r>
      <w:r>
        <w:rPr>
          <w:rtl/>
        </w:rPr>
        <w:t xml:space="preserve"> </w:t>
      </w:r>
      <w:r w:rsidRPr="00D95A45">
        <w:rPr>
          <w:rtl/>
        </w:rPr>
        <w:t>الدية كاملة ولا يقتل الرجل.</w:t>
      </w:r>
    </w:p>
    <w:p w:rsidR="00AC7755" w:rsidRDefault="00D45E0E" w:rsidP="00AC7755">
      <w:pPr>
        <w:pStyle w:val="libNormal"/>
        <w:rPr>
          <w:rtl/>
        </w:rPr>
      </w:pPr>
      <w:r w:rsidRPr="00D95A45">
        <w:rPr>
          <w:rtl/>
        </w:rPr>
        <w:t xml:space="preserve"> قال محمد بن الحسن</w:t>
      </w:r>
      <w:r w:rsidR="00CC15EB">
        <w:rPr>
          <w:rtl/>
        </w:rPr>
        <w:t>:</w:t>
      </w:r>
      <w:r>
        <w:rPr>
          <w:rtl/>
        </w:rPr>
        <w:t xml:space="preserve"> </w:t>
      </w:r>
      <w:r w:rsidRPr="00D95A45">
        <w:rPr>
          <w:rtl/>
        </w:rPr>
        <w:t>لا تنافي بين الخبرين لان الخبر الاول انما نفى ان يكون عليهما شئ من القود</w:t>
      </w:r>
      <w:r w:rsidR="00CC15EB">
        <w:rPr>
          <w:rtl/>
        </w:rPr>
        <w:t>،</w:t>
      </w:r>
      <w:r>
        <w:rPr>
          <w:rtl/>
        </w:rPr>
        <w:t xml:space="preserve"> </w:t>
      </w:r>
      <w:r w:rsidRPr="00D95A45">
        <w:rPr>
          <w:rtl/>
        </w:rPr>
        <w:t>ولم ينف ان تكون عليهما الدية وانما تزول التهمة بأن يحلف كل واحد منهما انه ما اراد قتل صاحبه ثم تلزمه الدية.</w:t>
      </w:r>
    </w:p>
    <w:p w:rsidR="00AC7755" w:rsidRDefault="00D45E0E" w:rsidP="00AC7755">
      <w:pPr>
        <w:pStyle w:val="libNormal"/>
        <w:rPr>
          <w:rtl/>
        </w:rPr>
      </w:pPr>
      <w:r w:rsidRPr="00D95A45">
        <w:rPr>
          <w:rtl/>
        </w:rPr>
        <w:t>(829) 34</w:t>
      </w:r>
      <w:r w:rsidR="00CC15EB">
        <w:rPr>
          <w:rtl/>
        </w:rPr>
        <w:t xml:space="preserve"> - </w:t>
      </w:r>
      <w:r w:rsidRPr="00D95A45">
        <w:rPr>
          <w:rtl/>
        </w:rPr>
        <w:t xml:space="preserve">احمد بن محمد عن محمد بن احمد القلانسي عن احمد ابن الفضل عن عبد الله بن جبلة عن فزارة عن انس أو هيثم بن البراء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 له</w:t>
      </w:r>
      <w:r w:rsidR="00CC15EB">
        <w:rPr>
          <w:rtl/>
        </w:rPr>
        <w:t>:</w:t>
      </w:r>
      <w:r>
        <w:rPr>
          <w:rtl/>
        </w:rPr>
        <w:t xml:space="preserve"> </w:t>
      </w:r>
      <w:r w:rsidRPr="00D95A45">
        <w:rPr>
          <w:rtl/>
        </w:rPr>
        <w:t>اللص يدخل في بيتى يريد نفسي ومالي فقال</w:t>
      </w:r>
      <w:r w:rsidR="00CC15EB">
        <w:rPr>
          <w:rtl/>
        </w:rPr>
        <w:t>:</w:t>
      </w:r>
      <w:r>
        <w:rPr>
          <w:rtl/>
        </w:rPr>
        <w:t xml:space="preserve"> </w:t>
      </w:r>
      <w:r w:rsidRPr="00D95A45">
        <w:rPr>
          <w:rtl/>
        </w:rPr>
        <w:t>اقتله واشهد الله ومن سمع ان دمه في عنقي.</w:t>
      </w:r>
    </w:p>
    <w:p w:rsidR="00AC7755" w:rsidRDefault="00D45E0E" w:rsidP="00AC7755">
      <w:pPr>
        <w:pStyle w:val="libNormal"/>
        <w:rPr>
          <w:rtl/>
        </w:rPr>
      </w:pPr>
      <w:r w:rsidRPr="00D95A45">
        <w:rPr>
          <w:rtl/>
        </w:rPr>
        <w:t>(830) 35</w:t>
      </w:r>
      <w:r w:rsidR="00CC15EB">
        <w:rPr>
          <w:rtl/>
        </w:rPr>
        <w:t xml:space="preserve"> - </w:t>
      </w:r>
      <w:r w:rsidRPr="00D95A45">
        <w:rPr>
          <w:rtl/>
        </w:rPr>
        <w:t>احمد بن محمد عن علي بن الحكم عن علي بن ابى حمزة عن ابى بصير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الرجل يقاتل عن ماله</w:t>
      </w:r>
      <w:r>
        <w:rPr>
          <w:rtl/>
        </w:rPr>
        <w:t>؟</w:t>
      </w:r>
      <w:r w:rsidRPr="00D95A45">
        <w:rPr>
          <w:rtl/>
        </w:rPr>
        <w:t xml:space="preserve"> فقال</w:t>
      </w:r>
      <w:r w:rsidR="00CC15EB">
        <w:rPr>
          <w:rtl/>
        </w:rPr>
        <w:t>:</w:t>
      </w:r>
      <w:r>
        <w:rPr>
          <w:rtl/>
        </w:rPr>
        <w:t xml:space="preserve"> </w:t>
      </w:r>
      <w:r w:rsidRPr="00D95A45">
        <w:rPr>
          <w:rtl/>
        </w:rPr>
        <w:t xml:space="preserve">ان رسول الله </w:t>
      </w:r>
      <w:r w:rsidR="00AC7755" w:rsidRPr="00AC7755">
        <w:rPr>
          <w:rStyle w:val="libAlaemChar"/>
          <w:rtl/>
        </w:rPr>
        <w:t>صلى‌الله‌عليه‌وآله‌وسلم</w:t>
      </w:r>
      <w:r w:rsidRPr="00D95A45">
        <w:rPr>
          <w:rtl/>
        </w:rPr>
        <w:t xml:space="preserve"> قال</w:t>
      </w:r>
      <w:r w:rsidR="00CC15EB">
        <w:rPr>
          <w:rtl/>
        </w:rPr>
        <w:t>:</w:t>
      </w:r>
      <w:r>
        <w:rPr>
          <w:rtl/>
        </w:rPr>
        <w:t xml:space="preserve"> </w:t>
      </w:r>
      <w:r w:rsidRPr="00D95A45">
        <w:rPr>
          <w:rtl/>
        </w:rPr>
        <w:t>من قتل دون ماله فهو بمنزلة شهيد</w:t>
      </w:r>
      <w:r w:rsidR="00CC15EB">
        <w:rPr>
          <w:rtl/>
        </w:rPr>
        <w:t>،</w:t>
      </w:r>
      <w:r>
        <w:rPr>
          <w:rtl/>
        </w:rPr>
        <w:t xml:space="preserve"> </w:t>
      </w:r>
      <w:r w:rsidRPr="00D95A45">
        <w:rPr>
          <w:rtl/>
        </w:rPr>
        <w:t>فقلت له</w:t>
      </w:r>
      <w:r w:rsidR="00CC15EB">
        <w:rPr>
          <w:rtl/>
        </w:rPr>
        <w:t>:</w:t>
      </w:r>
      <w:r>
        <w:rPr>
          <w:rtl/>
        </w:rPr>
        <w:t xml:space="preserve"> </w:t>
      </w:r>
      <w:r w:rsidRPr="00D95A45">
        <w:rPr>
          <w:rtl/>
        </w:rPr>
        <w:t>أفنقاتل افضل</w:t>
      </w:r>
      <w:r>
        <w:rPr>
          <w:rtl/>
        </w:rPr>
        <w:t>؟</w:t>
      </w:r>
      <w:r w:rsidRPr="00D95A45">
        <w:rPr>
          <w:rtl/>
        </w:rPr>
        <w:t xml:space="preserve"> فقال</w:t>
      </w:r>
      <w:r w:rsidR="00CC15EB">
        <w:rPr>
          <w:rtl/>
        </w:rPr>
        <w:t>:</w:t>
      </w:r>
      <w:r>
        <w:rPr>
          <w:rtl/>
        </w:rPr>
        <w:t xml:space="preserve"> </w:t>
      </w:r>
      <w:r w:rsidRPr="00D95A45">
        <w:rPr>
          <w:rtl/>
        </w:rPr>
        <w:t>ان لم تقاتل فلا بأس</w:t>
      </w:r>
      <w:r w:rsidR="00CC15EB">
        <w:rPr>
          <w:rtl/>
        </w:rPr>
        <w:t>،</w:t>
      </w:r>
      <w:r>
        <w:rPr>
          <w:rtl/>
        </w:rPr>
        <w:t xml:space="preserve"> </w:t>
      </w:r>
      <w:r w:rsidRPr="00D95A45">
        <w:rPr>
          <w:rtl/>
        </w:rPr>
        <w:t>أما لو كنت لتركته ولم اقاتل.</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828</w:t>
      </w:r>
      <w:r>
        <w:rPr>
          <w:rtl/>
        </w:rPr>
        <w:t xml:space="preserve"> - </w:t>
      </w:r>
      <w:r w:rsidR="00D45E0E" w:rsidRPr="00D95A45">
        <w:rPr>
          <w:rtl/>
        </w:rPr>
        <w:t>الاستبصار ج 4 ص 279 الفقيه ج 4 ص 82</w:t>
      </w:r>
    </w:p>
    <w:p w:rsidR="00CC15EB" w:rsidRDefault="00CC15EB" w:rsidP="00AC7755">
      <w:pPr>
        <w:pStyle w:val="libFootnote0"/>
        <w:rPr>
          <w:rtl/>
        </w:rPr>
      </w:pPr>
      <w:r>
        <w:rPr>
          <w:rtl/>
        </w:rPr>
        <w:t>-</w:t>
      </w:r>
      <w:r w:rsidR="00D45E0E" w:rsidRPr="007277FF">
        <w:rPr>
          <w:rtl/>
        </w:rPr>
        <w:t xml:space="preserve"> 829</w:t>
      </w:r>
      <w:r>
        <w:rPr>
          <w:rtl/>
        </w:rPr>
        <w:t xml:space="preserve"> - </w:t>
      </w:r>
      <w:r w:rsidR="00D45E0E" w:rsidRPr="007277FF">
        <w:rPr>
          <w:rtl/>
        </w:rPr>
        <w:t>الكافي ج 2 ص 323 بزيادة في آخره</w:t>
      </w:r>
    </w:p>
    <w:p w:rsidR="00AC7755" w:rsidRDefault="00CC15EB" w:rsidP="00AC7755">
      <w:pPr>
        <w:pStyle w:val="libFootnote0"/>
        <w:rPr>
          <w:rtl/>
        </w:rPr>
      </w:pPr>
      <w:r>
        <w:rPr>
          <w:rtl/>
        </w:rPr>
        <w:t>-</w:t>
      </w:r>
      <w:r w:rsidR="00D45E0E" w:rsidRPr="00DA0376">
        <w:rPr>
          <w:rtl/>
        </w:rPr>
        <w:t xml:space="preserve"> 830</w:t>
      </w:r>
      <w:r>
        <w:rPr>
          <w:rtl/>
        </w:rPr>
        <w:t xml:space="preserve"> - </w:t>
      </w:r>
      <w:r w:rsidR="00D45E0E" w:rsidRPr="00DA0376">
        <w:rPr>
          <w:rtl/>
        </w:rPr>
        <w:t>الكافي ج 2 ص 322 الفقيه ج 4 ص 68 بتفاوت وبدون الذيل</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(831) 36</w:t>
      </w:r>
      <w:r w:rsidR="00CC15EB">
        <w:rPr>
          <w:rtl/>
        </w:rPr>
        <w:t xml:space="preserve"> - </w:t>
      </w:r>
      <w:r w:rsidRPr="00D95A45">
        <w:rPr>
          <w:rtl/>
        </w:rPr>
        <w:t xml:space="preserve">وكتب احمد بن اسحاق الى ابى محمد </w:t>
      </w:r>
      <w:r w:rsidR="00AC7755" w:rsidRPr="00AC7755">
        <w:rPr>
          <w:rStyle w:val="libAlaemChar"/>
          <w:rtl/>
        </w:rPr>
        <w:t>عليه‌السلام</w:t>
      </w:r>
      <w:r w:rsidRPr="00D95A45">
        <w:rPr>
          <w:rtl/>
        </w:rPr>
        <w:t xml:space="preserve"> يسأل عن الصعاليك فكتب إليه</w:t>
      </w:r>
      <w:r w:rsidR="00CC15EB">
        <w:rPr>
          <w:rtl/>
        </w:rPr>
        <w:t>:</w:t>
      </w:r>
      <w:r>
        <w:rPr>
          <w:rtl/>
        </w:rPr>
        <w:t xml:space="preserve"> </w:t>
      </w:r>
      <w:r w:rsidRPr="00D95A45">
        <w:rPr>
          <w:rtl/>
        </w:rPr>
        <w:t xml:space="preserve">اقتلهم. </w:t>
      </w:r>
    </w:p>
    <w:p w:rsidR="00AC7755" w:rsidRDefault="00D45E0E" w:rsidP="00AC7755">
      <w:pPr>
        <w:pStyle w:val="libNormal"/>
        <w:rPr>
          <w:rtl/>
        </w:rPr>
      </w:pPr>
      <w:r w:rsidRPr="00D95A45">
        <w:rPr>
          <w:rtl/>
        </w:rPr>
        <w:t>(832) 37</w:t>
      </w:r>
      <w:r w:rsidR="00CC15EB">
        <w:rPr>
          <w:rtl/>
        </w:rPr>
        <w:t xml:space="preserve"> - </w:t>
      </w:r>
      <w:r w:rsidRPr="00D95A45">
        <w:rPr>
          <w:rtl/>
        </w:rPr>
        <w:t>احمد بن ابي عبد الله أو غيره انه كتب إليه يسأله عن الاكراد فكتب</w:t>
      </w:r>
      <w:r w:rsidR="00CC15EB">
        <w:rPr>
          <w:rtl/>
        </w:rPr>
        <w:t>:</w:t>
      </w:r>
      <w:r>
        <w:rPr>
          <w:rtl/>
        </w:rPr>
        <w:t xml:space="preserve"> </w:t>
      </w:r>
      <w:r w:rsidRPr="00D95A45">
        <w:rPr>
          <w:rtl/>
        </w:rPr>
        <w:t>لا تنبهوهم الا بحد السيف.</w:t>
      </w:r>
    </w:p>
    <w:p w:rsidR="00AC7755" w:rsidRDefault="00D45E0E" w:rsidP="00AC7755">
      <w:pPr>
        <w:pStyle w:val="libNormal"/>
        <w:rPr>
          <w:rtl/>
        </w:rPr>
      </w:pPr>
      <w:r w:rsidRPr="00D95A45">
        <w:rPr>
          <w:rtl/>
        </w:rPr>
        <w:t>(833) 38</w:t>
      </w:r>
      <w:r w:rsidR="00CC15EB">
        <w:rPr>
          <w:rtl/>
        </w:rPr>
        <w:t xml:space="preserve"> - </w:t>
      </w:r>
      <w:r w:rsidRPr="00D95A45">
        <w:rPr>
          <w:rtl/>
        </w:rPr>
        <w:t xml:space="preserve">احمد بن محمد بن ابي نصر عن بعض اصحابنا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قدرت على اللص فابدره فانا شريكك في دمه.</w:t>
      </w:r>
    </w:p>
    <w:p w:rsidR="00AC7755" w:rsidRDefault="00D45E0E" w:rsidP="00AC7755">
      <w:pPr>
        <w:pStyle w:val="libNormal"/>
        <w:rPr>
          <w:rtl/>
        </w:rPr>
      </w:pPr>
      <w:r w:rsidRPr="00D95A45">
        <w:rPr>
          <w:rtl/>
        </w:rPr>
        <w:t>(834) 39</w:t>
      </w:r>
      <w:r w:rsidR="00CC15EB">
        <w:rPr>
          <w:rtl/>
        </w:rPr>
        <w:t xml:space="preserve"> - </w:t>
      </w:r>
      <w:r w:rsidRPr="00D95A45">
        <w:rPr>
          <w:rtl/>
        </w:rPr>
        <w:t>الحسن بن محبوب عن علي بن رئاب عن عبيد بن زرارة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وقع على رجل فقتله فقال</w:t>
      </w:r>
      <w:r w:rsidR="00CC15EB">
        <w:rPr>
          <w:rtl/>
        </w:rPr>
        <w:t>:</w:t>
      </w:r>
      <w:r>
        <w:rPr>
          <w:rtl/>
        </w:rPr>
        <w:t xml:space="preserve"> </w:t>
      </w:r>
      <w:r w:rsidRPr="00D95A45">
        <w:rPr>
          <w:rtl/>
        </w:rPr>
        <w:t>ليس عليه شئ</w:t>
      </w:r>
    </w:p>
    <w:p w:rsidR="00AC7755" w:rsidRDefault="00D45E0E" w:rsidP="00AC7755">
      <w:pPr>
        <w:pStyle w:val="libNormal"/>
        <w:rPr>
          <w:rtl/>
        </w:rPr>
      </w:pPr>
      <w:r w:rsidRPr="00D95A45">
        <w:rPr>
          <w:rtl/>
        </w:rPr>
        <w:t>(835) 40</w:t>
      </w:r>
      <w:r w:rsidR="00CC15EB">
        <w:rPr>
          <w:rtl/>
        </w:rPr>
        <w:t xml:space="preserve"> - </w:t>
      </w:r>
      <w:r w:rsidRPr="00D95A45">
        <w:rPr>
          <w:rtl/>
        </w:rPr>
        <w:t>محمد بن يعقوب عن الحسين بن محمد عن معلى بن محمد عن الوشا عن ابان بن عثمان عن عبيد بن زرارة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وقع على رجل من فوق البيت فمات احدهما قال</w:t>
      </w:r>
      <w:r w:rsidR="00CC15EB">
        <w:rPr>
          <w:rtl/>
        </w:rPr>
        <w:t>:</w:t>
      </w:r>
      <w:r>
        <w:rPr>
          <w:rtl/>
        </w:rPr>
        <w:t xml:space="preserve"> </w:t>
      </w:r>
      <w:r w:rsidRPr="00D95A45">
        <w:rPr>
          <w:rtl/>
        </w:rPr>
        <w:t>ليس على الأعلى شئ ولا على الاسفل شئ.</w:t>
      </w:r>
    </w:p>
    <w:p w:rsidR="00AC7755" w:rsidRDefault="00D45E0E" w:rsidP="00AC7755">
      <w:pPr>
        <w:pStyle w:val="libNormal"/>
        <w:rPr>
          <w:rtl/>
        </w:rPr>
      </w:pPr>
      <w:r w:rsidRPr="00D95A45">
        <w:rPr>
          <w:rtl/>
        </w:rPr>
        <w:t>(836) 41</w:t>
      </w:r>
      <w:r w:rsidR="00CC15EB">
        <w:rPr>
          <w:rtl/>
        </w:rPr>
        <w:t xml:space="preserve"> - </w:t>
      </w:r>
      <w:r w:rsidRPr="00D95A45">
        <w:rPr>
          <w:rtl/>
        </w:rPr>
        <w:t xml:space="preserve">الحسن بن محبوب عن عبد الله بن سنان عن ابي عبد الله </w:t>
      </w:r>
      <w:r w:rsidR="00AC7755" w:rsidRPr="00AC7755">
        <w:rPr>
          <w:rStyle w:val="libAlaemChar"/>
          <w:rtl/>
        </w:rPr>
        <w:t>عليه‌السلام</w:t>
      </w:r>
      <w:r w:rsidRPr="00D95A45">
        <w:rPr>
          <w:rtl/>
        </w:rPr>
        <w:t xml:space="preserve"> في رجل دفع رجلا على رجل فقتله قال</w:t>
      </w:r>
      <w:r w:rsidR="00CC15EB">
        <w:rPr>
          <w:rtl/>
        </w:rPr>
        <w:t>:</w:t>
      </w:r>
      <w:r>
        <w:rPr>
          <w:rtl/>
        </w:rPr>
        <w:t xml:space="preserve"> </w:t>
      </w:r>
      <w:r w:rsidRPr="00D95A45">
        <w:rPr>
          <w:rtl/>
        </w:rPr>
        <w:t>الدية على الذي وقع على الرجل فقتله لاولياء المقتول</w:t>
      </w:r>
      <w:r w:rsidR="00CC15EB">
        <w:rPr>
          <w:rtl/>
        </w:rPr>
        <w:t>،</w:t>
      </w:r>
      <w:r>
        <w:rPr>
          <w:rtl/>
        </w:rPr>
        <w:t xml:space="preserve"> </w:t>
      </w:r>
      <w:r w:rsidRPr="00D95A45">
        <w:rPr>
          <w:rtl/>
        </w:rPr>
        <w:t>قال</w:t>
      </w:r>
      <w:r w:rsidR="00CC15EB">
        <w:rPr>
          <w:rtl/>
        </w:rPr>
        <w:t>:</w:t>
      </w:r>
      <w:r>
        <w:rPr>
          <w:rtl/>
        </w:rPr>
        <w:t xml:space="preserve"> </w:t>
      </w:r>
      <w:r w:rsidRPr="00D95A45">
        <w:rPr>
          <w:rtl/>
        </w:rPr>
        <w:t>ويرجع المدفوع بالدية على الذي دفعه</w:t>
      </w:r>
      <w:r w:rsidR="00CC15EB">
        <w:rPr>
          <w:rtl/>
        </w:rPr>
        <w:t>،</w:t>
      </w:r>
      <w:r>
        <w:rPr>
          <w:rtl/>
        </w:rPr>
        <w:t xml:space="preserve"> </w:t>
      </w:r>
      <w:r w:rsidRPr="00D95A45">
        <w:rPr>
          <w:rtl/>
        </w:rPr>
        <w:t>قال</w:t>
      </w:r>
      <w:r w:rsidR="00CC15EB">
        <w:rPr>
          <w:rtl/>
        </w:rPr>
        <w:t>:</w:t>
      </w:r>
      <w:r>
        <w:rPr>
          <w:rtl/>
        </w:rPr>
        <w:t xml:space="preserve"> </w:t>
      </w:r>
      <w:r w:rsidRPr="00D95A45">
        <w:rPr>
          <w:rtl/>
        </w:rPr>
        <w:t>وان اصاب المدفوع شئ فهو على الدافع ايضا.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831</w:t>
      </w:r>
      <w:r>
        <w:rPr>
          <w:rtl/>
        </w:rPr>
        <w:t xml:space="preserve"> - </w:t>
      </w:r>
      <w:r w:rsidR="00D45E0E" w:rsidRPr="00D95A45">
        <w:rPr>
          <w:rtl/>
        </w:rPr>
        <w:t>الكافي ج 2 ص 322</w:t>
      </w:r>
    </w:p>
    <w:p w:rsidR="00CC15EB" w:rsidRDefault="00CC15EB" w:rsidP="00AC7755">
      <w:pPr>
        <w:pStyle w:val="libFootnote0"/>
        <w:rPr>
          <w:rtl/>
        </w:rPr>
      </w:pPr>
      <w:r>
        <w:rPr>
          <w:rtl/>
        </w:rPr>
        <w:t>-</w:t>
      </w:r>
      <w:r w:rsidR="00D45E0E" w:rsidRPr="007277FF">
        <w:rPr>
          <w:rtl/>
        </w:rPr>
        <w:t xml:space="preserve"> 832</w:t>
      </w:r>
      <w:r>
        <w:rPr>
          <w:rtl/>
        </w:rPr>
        <w:t xml:space="preserve"> - </w:t>
      </w:r>
      <w:r w:rsidR="00D45E0E" w:rsidRPr="007277FF">
        <w:rPr>
          <w:rtl/>
        </w:rPr>
        <w:t>الكافي ج 2 ص 323</w:t>
      </w:r>
    </w:p>
    <w:p w:rsidR="00CC15EB" w:rsidRDefault="00CC15EB" w:rsidP="00AC7755">
      <w:pPr>
        <w:pStyle w:val="libFootnote0"/>
        <w:rPr>
          <w:rtl/>
        </w:rPr>
      </w:pPr>
      <w:r>
        <w:rPr>
          <w:rtl/>
        </w:rPr>
        <w:t>-</w:t>
      </w:r>
      <w:r w:rsidR="00D45E0E" w:rsidRPr="007277FF">
        <w:rPr>
          <w:rtl/>
        </w:rPr>
        <w:t xml:space="preserve"> 833</w:t>
      </w:r>
      <w:r>
        <w:rPr>
          <w:rtl/>
        </w:rPr>
        <w:t xml:space="preserve"> - </w:t>
      </w:r>
      <w:r w:rsidR="00D45E0E" w:rsidRPr="007277FF">
        <w:rPr>
          <w:rtl/>
        </w:rPr>
        <w:t>الكافي ج 2 ص 332</w:t>
      </w:r>
    </w:p>
    <w:p w:rsidR="00CC15EB" w:rsidRDefault="00CC15EB" w:rsidP="00AC7755">
      <w:pPr>
        <w:pStyle w:val="libFootnote0"/>
        <w:rPr>
          <w:rtl/>
        </w:rPr>
      </w:pPr>
      <w:r>
        <w:rPr>
          <w:rtl/>
        </w:rPr>
        <w:t>-</w:t>
      </w:r>
      <w:r w:rsidR="00D45E0E" w:rsidRPr="007277FF">
        <w:rPr>
          <w:rtl/>
        </w:rPr>
        <w:t xml:space="preserve"> 834</w:t>
      </w:r>
      <w:r>
        <w:rPr>
          <w:rtl/>
        </w:rPr>
        <w:t xml:space="preserve"> - </w:t>
      </w:r>
      <w:r w:rsidR="00D45E0E" w:rsidRPr="007277FF">
        <w:rPr>
          <w:rtl/>
        </w:rPr>
        <w:t>835</w:t>
      </w:r>
      <w:r>
        <w:rPr>
          <w:rtl/>
        </w:rPr>
        <w:t xml:space="preserve"> - </w:t>
      </w:r>
      <w:r w:rsidR="00D45E0E" w:rsidRPr="007277FF">
        <w:rPr>
          <w:rtl/>
        </w:rPr>
        <w:t>الاستبصار ج 4 ص 280 الكافي ج 2 ص 320 واخرج الثاني الصدوق في الفقيه ج 4 ص 76 بسند آخر وتفاوت</w:t>
      </w:r>
    </w:p>
    <w:p w:rsidR="00AC7755" w:rsidRDefault="00CC15EB" w:rsidP="00AC7755">
      <w:pPr>
        <w:pStyle w:val="libFootnote0"/>
        <w:rPr>
          <w:rtl/>
        </w:rPr>
      </w:pPr>
      <w:r>
        <w:rPr>
          <w:rtl/>
        </w:rPr>
        <w:t>-</w:t>
      </w:r>
      <w:r w:rsidR="00D45E0E" w:rsidRPr="00DA0376">
        <w:rPr>
          <w:rtl/>
        </w:rPr>
        <w:t xml:space="preserve"> 836</w:t>
      </w:r>
      <w:r>
        <w:rPr>
          <w:rtl/>
        </w:rPr>
        <w:t xml:space="preserve"> - </w:t>
      </w:r>
      <w:r w:rsidR="00D45E0E" w:rsidRPr="00DA0376">
        <w:rPr>
          <w:rtl/>
        </w:rPr>
        <w:t>الاستبصار ج 4 ص 280 الكافي ج 2 ص 320 الفقيه ج 4 ص 79</w:t>
      </w:r>
    </w:p>
    <w:p w:rsidR="00AC7755" w:rsidRDefault="00AC7755" w:rsidP="00AC7755">
      <w:pPr>
        <w:pStyle w:val="libNormal"/>
        <w:rPr>
          <w:rtl/>
        </w:rPr>
      </w:pPr>
      <w:r>
        <w:rPr>
          <w:rtl/>
        </w:rPr>
        <w:br w:type="page"/>
      </w:r>
    </w:p>
    <w:p w:rsidR="00AC7755" w:rsidRDefault="00D45E0E" w:rsidP="00AC7755">
      <w:pPr>
        <w:pStyle w:val="libNormal"/>
        <w:rPr>
          <w:rtl/>
        </w:rPr>
      </w:pPr>
      <w:r w:rsidRPr="00DA0376">
        <w:rPr>
          <w:rtl/>
        </w:rPr>
        <w:lastRenderedPageBreak/>
        <w:t>قال محمد بن الحسن</w:t>
      </w:r>
      <w:r w:rsidR="00CC15EB">
        <w:rPr>
          <w:rtl/>
        </w:rPr>
        <w:t>:</w:t>
      </w:r>
      <w:r>
        <w:rPr>
          <w:rtl/>
        </w:rPr>
        <w:t xml:space="preserve"> </w:t>
      </w:r>
      <w:r w:rsidRPr="00DA0376">
        <w:rPr>
          <w:rtl/>
        </w:rPr>
        <w:t>لا تنافي بين هذا الخبر وبين الخبرين الاولين لأن الخبرين الاولين تناولا من زلق فوقع على غيره فلم يلزمه شئ من الدية</w:t>
      </w:r>
      <w:r w:rsidR="00CC15EB">
        <w:rPr>
          <w:rtl/>
        </w:rPr>
        <w:t>،</w:t>
      </w:r>
      <w:r>
        <w:rPr>
          <w:rtl/>
        </w:rPr>
        <w:t xml:space="preserve"> </w:t>
      </w:r>
      <w:r w:rsidRPr="00DA0376">
        <w:rPr>
          <w:rtl/>
        </w:rPr>
        <w:t>والخبر الأخير انما اوجب فيه الدية لان الدفع لم يكن عن خطأ وانما كان عن عمد فيلزم الدافع على ما رتب في الخبر.</w:t>
      </w:r>
    </w:p>
    <w:p w:rsidR="00AC7755" w:rsidRDefault="00D45E0E" w:rsidP="00AC7755">
      <w:pPr>
        <w:pStyle w:val="libNormal"/>
        <w:rPr>
          <w:rtl/>
        </w:rPr>
      </w:pPr>
      <w:r w:rsidRPr="00D95A45">
        <w:rPr>
          <w:rtl/>
        </w:rPr>
        <w:t>(837) 42</w:t>
      </w:r>
      <w:r w:rsidR="00CC15EB">
        <w:rPr>
          <w:rtl/>
        </w:rPr>
        <w:t xml:space="preserve"> - </w:t>
      </w:r>
      <w:r w:rsidRPr="00D95A45">
        <w:rPr>
          <w:rtl/>
        </w:rPr>
        <w:t xml:space="preserve">احمد بن محمد عن محمد بن يحيى عن ابى المعزا عن الحلبي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ينفر برجل فيعقره وتعقر دابته رجلا آخر قال</w:t>
      </w:r>
      <w:r w:rsidR="00CC15EB">
        <w:rPr>
          <w:rtl/>
        </w:rPr>
        <w:t>:</w:t>
      </w:r>
      <w:r>
        <w:rPr>
          <w:rtl/>
        </w:rPr>
        <w:t xml:space="preserve"> </w:t>
      </w:r>
      <w:r w:rsidRPr="00D95A45">
        <w:rPr>
          <w:rtl/>
        </w:rPr>
        <w:t xml:space="preserve">هو ضامن لما كان من شئ. </w:t>
      </w:r>
    </w:p>
    <w:p w:rsidR="00AC7755" w:rsidRDefault="00D45E0E" w:rsidP="00AC7755">
      <w:pPr>
        <w:pStyle w:val="libNormal"/>
        <w:rPr>
          <w:rtl/>
        </w:rPr>
      </w:pPr>
      <w:r w:rsidRPr="00D95A45">
        <w:rPr>
          <w:rtl/>
        </w:rPr>
        <w:t>ويزيد ما ذكرناه بيانا ما رواه.</w:t>
      </w:r>
    </w:p>
    <w:p w:rsidR="00AC7755" w:rsidRDefault="00D45E0E" w:rsidP="00AC7755">
      <w:pPr>
        <w:pStyle w:val="libNormal"/>
        <w:rPr>
          <w:rtl/>
        </w:rPr>
      </w:pPr>
      <w:r w:rsidRPr="00D95A45">
        <w:rPr>
          <w:rtl/>
        </w:rPr>
        <w:t>(838) 43</w:t>
      </w:r>
      <w:r w:rsidR="00CC15EB">
        <w:rPr>
          <w:rtl/>
        </w:rPr>
        <w:t xml:space="preserve"> - </w:t>
      </w:r>
      <w:r w:rsidRPr="00D95A45">
        <w:rPr>
          <w:rtl/>
        </w:rPr>
        <w:t xml:space="preserve">محمد بن علي بن محبوب عن الحسين عن صفوان بن يحيى وفضالة عن العلا عن محمد بن مسلم عن احدهما </w:t>
      </w:r>
      <w:r w:rsidR="00AC7755" w:rsidRPr="00AC7755">
        <w:rPr>
          <w:rStyle w:val="libAlaemChar"/>
          <w:rtl/>
        </w:rPr>
        <w:t>عليه‌السلام</w:t>
      </w:r>
      <w:r w:rsidRPr="00D95A45">
        <w:rPr>
          <w:rtl/>
        </w:rPr>
        <w:t xml:space="preserve"> قال في الرجل يسقط على رجل فيقتله فقال</w:t>
      </w:r>
      <w:r w:rsidR="00CC15EB">
        <w:rPr>
          <w:rtl/>
        </w:rPr>
        <w:t>:</w:t>
      </w:r>
      <w:r>
        <w:rPr>
          <w:rtl/>
        </w:rPr>
        <w:t xml:space="preserve"> </w:t>
      </w:r>
      <w:r w:rsidRPr="00D95A45">
        <w:rPr>
          <w:rtl/>
        </w:rPr>
        <w:t>لا شئ عليه</w:t>
      </w:r>
      <w:r w:rsidR="00CC15EB">
        <w:rPr>
          <w:rtl/>
        </w:rPr>
        <w:t>،</w:t>
      </w:r>
      <w:r>
        <w:rPr>
          <w:rtl/>
        </w:rPr>
        <w:t xml:space="preserve"> </w:t>
      </w:r>
      <w:r w:rsidRPr="00D95A45">
        <w:rPr>
          <w:rtl/>
        </w:rPr>
        <w:t>وقال</w:t>
      </w:r>
      <w:r w:rsidR="00CC15EB">
        <w:rPr>
          <w:rtl/>
        </w:rPr>
        <w:t>:</w:t>
      </w:r>
      <w:r>
        <w:rPr>
          <w:rtl/>
        </w:rPr>
        <w:t xml:space="preserve"> </w:t>
      </w:r>
      <w:r w:rsidRPr="00D95A45">
        <w:rPr>
          <w:rtl/>
        </w:rPr>
        <w:t>من قتله القصاص فلا دية له.</w:t>
      </w:r>
    </w:p>
    <w:p w:rsidR="00AC7755" w:rsidRDefault="00D45E0E" w:rsidP="00AC7755">
      <w:pPr>
        <w:pStyle w:val="libNormal"/>
        <w:rPr>
          <w:rtl/>
        </w:rPr>
      </w:pPr>
      <w:r w:rsidRPr="00D95A45">
        <w:rPr>
          <w:rtl/>
        </w:rPr>
        <w:t>(839) 44</w:t>
      </w:r>
      <w:r w:rsidR="00CC15EB">
        <w:rPr>
          <w:rtl/>
        </w:rPr>
        <w:t xml:space="preserve"> - </w:t>
      </w:r>
      <w:r w:rsidRPr="00D95A45">
        <w:rPr>
          <w:rtl/>
        </w:rPr>
        <w:t>عنه عن الحسين عن القاسم بن محمد عن علي عن ابي بصير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كان راكبا على دابة فغشى رجلا ماشيا حتى كاد أن يوطئه فزجر الماشي الدابة عنه فخر عنها فأصابه موت أو جرح قال</w:t>
      </w:r>
      <w:r w:rsidR="00CC15EB">
        <w:rPr>
          <w:rtl/>
        </w:rPr>
        <w:t>:</w:t>
      </w:r>
      <w:r>
        <w:rPr>
          <w:rtl/>
        </w:rPr>
        <w:t xml:space="preserve"> </w:t>
      </w:r>
      <w:r w:rsidRPr="00D95A45">
        <w:rPr>
          <w:rtl/>
        </w:rPr>
        <w:t>ليس الذى زجر بضامن انما زجر عن نفسه.</w:t>
      </w:r>
    </w:p>
    <w:p w:rsidR="00AC7755" w:rsidRDefault="00D45E0E" w:rsidP="00AC7755">
      <w:pPr>
        <w:pStyle w:val="libNormal"/>
        <w:rPr>
          <w:rtl/>
        </w:rPr>
      </w:pPr>
      <w:r w:rsidRPr="00D95A45">
        <w:rPr>
          <w:rtl/>
        </w:rPr>
        <w:t>(840) 45</w:t>
      </w:r>
      <w:r w:rsidR="00CC15EB">
        <w:rPr>
          <w:rtl/>
        </w:rPr>
        <w:t xml:space="preserve"> - </w:t>
      </w:r>
      <w:r w:rsidRPr="00D95A45">
        <w:rPr>
          <w:rtl/>
        </w:rPr>
        <w:t xml:space="preserve">محمد بن علي بن محبوب عن محمد بن الحسين عن وهيب ابن حفص عن ابي بصير عن ابى جعفر </w:t>
      </w:r>
      <w:r w:rsidR="00AC7755" w:rsidRPr="00AC7755">
        <w:rPr>
          <w:rStyle w:val="libAlaemChar"/>
          <w:rtl/>
        </w:rPr>
        <w:t>عليه‌السلام</w:t>
      </w:r>
      <w:r w:rsidRPr="00D95A45">
        <w:rPr>
          <w:rtl/>
        </w:rPr>
        <w:t xml:space="preserve"> سألته عن غلام دخل دار قوم يلعب فوقع في بئرهم هل يضمنون</w:t>
      </w:r>
      <w:r>
        <w:rPr>
          <w:rtl/>
        </w:rPr>
        <w:t>؟</w:t>
      </w:r>
      <w:r w:rsidRPr="00D95A45">
        <w:rPr>
          <w:rtl/>
        </w:rPr>
        <w:t xml:space="preserve"> قال</w:t>
      </w:r>
      <w:r w:rsidR="00CC15EB">
        <w:rPr>
          <w:rtl/>
        </w:rPr>
        <w:t>:</w:t>
      </w:r>
      <w:r>
        <w:rPr>
          <w:rtl/>
        </w:rPr>
        <w:t xml:space="preserve"> </w:t>
      </w:r>
      <w:r w:rsidRPr="00D95A45">
        <w:rPr>
          <w:rtl/>
        </w:rPr>
        <w:t>ليس يضمنون فان كانوا متهمين ضمنوا.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837</w:t>
      </w:r>
      <w:r>
        <w:rPr>
          <w:rtl/>
        </w:rPr>
        <w:t xml:space="preserve"> - </w:t>
      </w:r>
      <w:r w:rsidR="00D45E0E" w:rsidRPr="00D95A45">
        <w:rPr>
          <w:rtl/>
        </w:rPr>
        <w:t>الكافي ج 2 ص 339 ذيل الحديث</w:t>
      </w:r>
    </w:p>
    <w:p w:rsidR="00CC15EB" w:rsidRDefault="00CC15EB" w:rsidP="00AC7755">
      <w:pPr>
        <w:pStyle w:val="libFootnote0"/>
        <w:rPr>
          <w:rtl/>
        </w:rPr>
      </w:pPr>
      <w:r>
        <w:rPr>
          <w:rtl/>
        </w:rPr>
        <w:t>-</w:t>
      </w:r>
      <w:r w:rsidR="00D45E0E" w:rsidRPr="007277FF">
        <w:rPr>
          <w:rtl/>
        </w:rPr>
        <w:t xml:space="preserve"> 838</w:t>
      </w:r>
      <w:r>
        <w:rPr>
          <w:rtl/>
        </w:rPr>
        <w:t xml:space="preserve"> - </w:t>
      </w:r>
      <w:r w:rsidR="00D45E0E" w:rsidRPr="007277FF">
        <w:rPr>
          <w:rtl/>
        </w:rPr>
        <w:t>الاستبصار ج 4 ص 280 الفقيه ج 4 ص 75 بدون الذيل فيهما</w:t>
      </w:r>
    </w:p>
    <w:p w:rsidR="00CC15EB" w:rsidRDefault="00CC15EB" w:rsidP="00AC7755">
      <w:pPr>
        <w:pStyle w:val="libFootnote0"/>
        <w:rPr>
          <w:rtl/>
        </w:rPr>
      </w:pPr>
      <w:r>
        <w:rPr>
          <w:rtl/>
        </w:rPr>
        <w:t>-</w:t>
      </w:r>
      <w:r w:rsidR="00D45E0E" w:rsidRPr="007277FF">
        <w:rPr>
          <w:rtl/>
        </w:rPr>
        <w:t xml:space="preserve"> 839</w:t>
      </w:r>
      <w:r>
        <w:rPr>
          <w:rtl/>
        </w:rPr>
        <w:t xml:space="preserve"> - </w:t>
      </w:r>
      <w:r w:rsidR="00D45E0E" w:rsidRPr="007277FF">
        <w:rPr>
          <w:rtl/>
        </w:rPr>
        <w:t>الفقيه ج 4 ص 76 بسند آخر وزيادة في آخره</w:t>
      </w:r>
    </w:p>
    <w:p w:rsidR="00AC7755" w:rsidRDefault="00CC15EB" w:rsidP="00AC7755">
      <w:pPr>
        <w:pStyle w:val="libFootnote0"/>
        <w:rPr>
          <w:rtl/>
        </w:rPr>
      </w:pPr>
      <w:r>
        <w:rPr>
          <w:rtl/>
        </w:rPr>
        <w:t>-</w:t>
      </w:r>
      <w:r w:rsidR="00D45E0E" w:rsidRPr="00DA0376">
        <w:rPr>
          <w:rtl/>
        </w:rPr>
        <w:t xml:space="preserve"> 840</w:t>
      </w:r>
      <w:r>
        <w:rPr>
          <w:rtl/>
        </w:rPr>
        <w:t xml:space="preserve"> - </w:t>
      </w:r>
      <w:r w:rsidR="00D45E0E" w:rsidRPr="00DA0376">
        <w:rPr>
          <w:rtl/>
        </w:rPr>
        <w:t>الكافي ج 2 ص 347 الفقيه ج 4 ص 115 بتفاوت في السند والمتن</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(841) 46</w:t>
      </w:r>
      <w:r w:rsidR="00CC15EB">
        <w:rPr>
          <w:rtl/>
        </w:rPr>
        <w:t xml:space="preserve"> - </w:t>
      </w:r>
      <w:r w:rsidRPr="00D95A45">
        <w:rPr>
          <w:rtl/>
        </w:rPr>
        <w:t xml:space="preserve">عنه عن احمد عن البرقي عن النوفلي عن السكوني عن جعفر عن ابيه عن علي </w:t>
      </w:r>
      <w:r w:rsidR="00AC7755" w:rsidRPr="00AC7755">
        <w:rPr>
          <w:rStyle w:val="libAlaemChar"/>
          <w:rtl/>
        </w:rPr>
        <w:t>عليه‌السلام</w:t>
      </w:r>
      <w:r w:rsidRPr="00D95A45">
        <w:rPr>
          <w:rtl/>
        </w:rPr>
        <w:t xml:space="preserve"> انه قضى في رجل دخل دار قوم بغير اذنهم فعقر فقال</w:t>
      </w:r>
      <w:r w:rsidR="00CC15EB">
        <w:rPr>
          <w:rtl/>
        </w:rPr>
        <w:t>:</w:t>
      </w:r>
      <w:r>
        <w:rPr>
          <w:rtl/>
        </w:rPr>
        <w:t xml:space="preserve"> </w:t>
      </w:r>
      <w:r w:rsidRPr="00D95A45">
        <w:rPr>
          <w:rtl/>
        </w:rPr>
        <w:t>لا ضمان عليهم وان دخل باذنهم ضمنوا.</w:t>
      </w:r>
    </w:p>
    <w:p w:rsidR="00AC7755" w:rsidRDefault="00D45E0E" w:rsidP="00AC7755">
      <w:pPr>
        <w:pStyle w:val="libNormal"/>
        <w:rPr>
          <w:rtl/>
        </w:rPr>
      </w:pPr>
      <w:r w:rsidRPr="00D95A45">
        <w:rPr>
          <w:rtl/>
        </w:rPr>
        <w:t>(842) 47</w:t>
      </w:r>
      <w:r w:rsidR="00CC15EB">
        <w:rPr>
          <w:rtl/>
        </w:rPr>
        <w:t xml:space="preserve"> - </w:t>
      </w:r>
      <w:r w:rsidRPr="00D95A45">
        <w:rPr>
          <w:rtl/>
        </w:rPr>
        <w:t xml:space="preserve">محمد بن احمد بن يحيى عن العباس بن معروف عن محمد بن سنان عن طلحة بن زيد ابي الخزرج عن فضل بن عثمان الاعور عن ابي عبد الله </w:t>
      </w:r>
      <w:r w:rsidR="00AC7755" w:rsidRPr="00AC7755">
        <w:rPr>
          <w:rStyle w:val="libAlaemChar"/>
          <w:rtl/>
        </w:rPr>
        <w:t>عليه‌السلام</w:t>
      </w:r>
      <w:r w:rsidRPr="00D95A45">
        <w:rPr>
          <w:rtl/>
        </w:rPr>
        <w:t xml:space="preserve"> عن ابيه </w:t>
      </w:r>
      <w:r w:rsidR="00AC7755" w:rsidRPr="00AC7755">
        <w:rPr>
          <w:rStyle w:val="libAlaemChar"/>
          <w:rtl/>
        </w:rPr>
        <w:t>عليه‌السلام</w:t>
      </w:r>
      <w:r w:rsidRPr="00D95A45">
        <w:rPr>
          <w:rtl/>
        </w:rPr>
        <w:t xml:space="preserve"> في الرجل يقتل فيوجد رأسه في قبيلة ووسطه وصدره في قبيلة والباقي في قبيلة قال</w:t>
      </w:r>
      <w:r w:rsidR="00CC15EB">
        <w:rPr>
          <w:rtl/>
        </w:rPr>
        <w:t>:</w:t>
      </w:r>
      <w:r>
        <w:rPr>
          <w:rtl/>
        </w:rPr>
        <w:t xml:space="preserve"> </w:t>
      </w:r>
      <w:r w:rsidRPr="00D95A45">
        <w:rPr>
          <w:rtl/>
        </w:rPr>
        <w:t>ديته على من وجد في قبيلة صدره وبدنه والصلاة عليه.</w:t>
      </w:r>
    </w:p>
    <w:p w:rsidR="00AC7755" w:rsidRDefault="00D45E0E" w:rsidP="00AC7755">
      <w:pPr>
        <w:pStyle w:val="libNormal"/>
        <w:rPr>
          <w:rtl/>
        </w:rPr>
      </w:pPr>
      <w:r w:rsidRPr="00D95A45">
        <w:rPr>
          <w:rtl/>
        </w:rPr>
        <w:t>(843) 48</w:t>
      </w:r>
      <w:r w:rsidR="00CC15EB">
        <w:rPr>
          <w:rtl/>
        </w:rPr>
        <w:t xml:space="preserve"> - </w:t>
      </w:r>
      <w:r w:rsidRPr="00D95A45">
        <w:rPr>
          <w:rtl/>
        </w:rPr>
        <w:t>أحمد بن محمد عن ابن محبوب عن أبي أيوب عن بريد العجلي قال</w:t>
      </w:r>
      <w:r w:rsidR="00CC15EB">
        <w:rPr>
          <w:rtl/>
        </w:rPr>
        <w:t>:</w:t>
      </w:r>
      <w:r>
        <w:rPr>
          <w:rtl/>
        </w:rPr>
        <w:t xml:space="preserve"> </w:t>
      </w:r>
      <w:r w:rsidRPr="00D95A45">
        <w:rPr>
          <w:rtl/>
        </w:rPr>
        <w:t xml:space="preserve">سألت أبا جعفر </w:t>
      </w:r>
      <w:r w:rsidR="00AC7755" w:rsidRPr="00AC7755">
        <w:rPr>
          <w:rStyle w:val="libAlaemChar"/>
          <w:rtl/>
        </w:rPr>
        <w:t>عليه‌السلام</w:t>
      </w:r>
      <w:r w:rsidRPr="00D95A45">
        <w:rPr>
          <w:rtl/>
        </w:rPr>
        <w:t xml:space="preserve"> عن مؤمن قتل رجلا ناصبا معروفا بالنصب على دينه غضبا لله ولرسوله أيقتل به</w:t>
      </w:r>
      <w:r>
        <w:rPr>
          <w:rtl/>
        </w:rPr>
        <w:t>؟</w:t>
      </w:r>
      <w:r w:rsidRPr="00D95A45">
        <w:rPr>
          <w:rtl/>
        </w:rPr>
        <w:t xml:space="preserve"> قال</w:t>
      </w:r>
      <w:r w:rsidR="00CC15EB">
        <w:rPr>
          <w:rtl/>
        </w:rPr>
        <w:t>:</w:t>
      </w:r>
      <w:r>
        <w:rPr>
          <w:rtl/>
        </w:rPr>
        <w:t xml:space="preserve"> </w:t>
      </w:r>
      <w:r w:rsidRPr="00D95A45">
        <w:rPr>
          <w:rtl/>
        </w:rPr>
        <w:t>أما هؤلاء فيقتلونه به ولو رفع إلى إمام عادل لم يقتله به</w:t>
      </w:r>
      <w:r w:rsidR="00CC15EB">
        <w:rPr>
          <w:rtl/>
        </w:rPr>
        <w:t>،</w:t>
      </w:r>
      <w:r>
        <w:rPr>
          <w:rtl/>
        </w:rPr>
        <w:t xml:space="preserve"> </w:t>
      </w:r>
      <w:r w:rsidRPr="00D95A45">
        <w:rPr>
          <w:rtl/>
        </w:rPr>
        <w:t>قلت</w:t>
      </w:r>
      <w:r w:rsidR="00CC15EB">
        <w:rPr>
          <w:rtl/>
        </w:rPr>
        <w:t>:</w:t>
      </w:r>
      <w:r>
        <w:rPr>
          <w:rtl/>
        </w:rPr>
        <w:t xml:space="preserve"> </w:t>
      </w:r>
      <w:r w:rsidRPr="00D95A45">
        <w:rPr>
          <w:rtl/>
        </w:rPr>
        <w:t>فيبطل دمه</w:t>
      </w:r>
      <w:r>
        <w:rPr>
          <w:rtl/>
        </w:rPr>
        <w:t>؟</w:t>
      </w:r>
      <w:r w:rsidRPr="00D95A45">
        <w:rPr>
          <w:rtl/>
        </w:rPr>
        <w:t xml:space="preserve"> قال</w:t>
      </w:r>
      <w:r w:rsidR="00CC15EB">
        <w:rPr>
          <w:rtl/>
        </w:rPr>
        <w:t>:</w:t>
      </w:r>
      <w:r>
        <w:rPr>
          <w:rtl/>
        </w:rPr>
        <w:t xml:space="preserve"> </w:t>
      </w:r>
      <w:r w:rsidRPr="00D95A45">
        <w:rPr>
          <w:rtl/>
        </w:rPr>
        <w:t>لا ولكن إذا كان له ورثة كان على الامام أن يعطيهم الدية من بيت المال لأن قاتله إنما قتله غضبا لله عز وجل وللامام ولدين المسلمين.</w:t>
      </w:r>
    </w:p>
    <w:p w:rsidR="00AC7755" w:rsidRDefault="00D45E0E" w:rsidP="00AC7755">
      <w:pPr>
        <w:pStyle w:val="libNormal"/>
        <w:rPr>
          <w:rtl/>
        </w:rPr>
      </w:pPr>
      <w:r w:rsidRPr="00D95A45">
        <w:rPr>
          <w:rtl/>
        </w:rPr>
        <w:t>(844) 49</w:t>
      </w:r>
      <w:r w:rsidR="00CC15EB">
        <w:rPr>
          <w:rtl/>
        </w:rPr>
        <w:t xml:space="preserve"> - </w:t>
      </w:r>
      <w:r w:rsidRPr="00D95A45">
        <w:rPr>
          <w:rtl/>
        </w:rPr>
        <w:t xml:space="preserve">علي بن ابراهيم رفعه عن بعض اصحاب ابي عبد الله </w:t>
      </w:r>
      <w:r w:rsidR="00AC7755" w:rsidRPr="00AC7755">
        <w:rPr>
          <w:rStyle w:val="libAlaemChar"/>
          <w:rtl/>
        </w:rPr>
        <w:t>عليه‌السلام</w:t>
      </w:r>
      <w:r w:rsidRPr="00D95A45">
        <w:rPr>
          <w:rtl/>
        </w:rPr>
        <w:t xml:space="preserve"> اظنه أبو عاصم السجستاني قال</w:t>
      </w:r>
      <w:r w:rsidR="00CC15EB">
        <w:rPr>
          <w:rtl/>
        </w:rPr>
        <w:t>:</w:t>
      </w:r>
      <w:r>
        <w:rPr>
          <w:rtl/>
        </w:rPr>
        <w:t xml:space="preserve"> </w:t>
      </w:r>
      <w:r w:rsidRPr="00D95A45">
        <w:rPr>
          <w:rtl/>
        </w:rPr>
        <w:t xml:space="preserve">زاملت عبد الله بن النجاشي وكان يرى رأي الزيدية فلما كان بالمدينة ذهب الى عبد الله بن الحسن وذهبت الى ابى عبد الله </w:t>
      </w:r>
      <w:r w:rsidR="00AC7755" w:rsidRPr="00AC7755">
        <w:rPr>
          <w:rStyle w:val="libAlaemChar"/>
          <w:rtl/>
        </w:rPr>
        <w:t>عليه‌السلام</w:t>
      </w:r>
      <w:r w:rsidRPr="00D95A45">
        <w:rPr>
          <w:rtl/>
        </w:rPr>
        <w:t xml:space="preserve"> فلما انصرف رأيته مغتما</w:t>
      </w:r>
      <w:r w:rsidR="00CC15EB">
        <w:rPr>
          <w:rtl/>
        </w:rPr>
        <w:t>،</w:t>
      </w:r>
      <w:r>
        <w:rPr>
          <w:rtl/>
        </w:rPr>
        <w:t xml:space="preserve"> </w:t>
      </w:r>
      <w:r w:rsidRPr="00D95A45">
        <w:rPr>
          <w:rtl/>
        </w:rPr>
        <w:t>فلما اصبح قال</w:t>
      </w:r>
      <w:r w:rsidR="00CC15EB">
        <w:rPr>
          <w:rtl/>
        </w:rPr>
        <w:t>:</w:t>
      </w:r>
      <w:r>
        <w:rPr>
          <w:rtl/>
        </w:rPr>
        <w:t xml:space="preserve"> </w:t>
      </w:r>
      <w:r w:rsidRPr="00D95A45">
        <w:rPr>
          <w:rtl/>
        </w:rPr>
        <w:t xml:space="preserve">استأذن لي على ابى عبد الله </w:t>
      </w:r>
      <w:r w:rsidR="00AC7755" w:rsidRPr="00AC7755">
        <w:rPr>
          <w:rStyle w:val="libAlaemChar"/>
          <w:rtl/>
        </w:rPr>
        <w:t>عليه‌السلام</w:t>
      </w:r>
      <w:r w:rsidRPr="00D95A45">
        <w:rPr>
          <w:rtl/>
        </w:rPr>
        <w:t xml:space="preserve"> فدخلت على ابى عبد الله </w:t>
      </w:r>
      <w:r w:rsidR="00AC7755" w:rsidRPr="00AC7755">
        <w:rPr>
          <w:rStyle w:val="libAlaemChar"/>
          <w:rtl/>
        </w:rPr>
        <w:t>عليه‌السلام</w:t>
      </w:r>
      <w:r w:rsidRPr="00D95A45">
        <w:rPr>
          <w:rtl/>
        </w:rPr>
        <w:t xml:space="preserve"> وقلت له</w:t>
      </w:r>
      <w:r w:rsidR="00CC15EB">
        <w:rPr>
          <w:rtl/>
        </w:rPr>
        <w:t>:</w:t>
      </w:r>
      <w:r>
        <w:rPr>
          <w:rtl/>
        </w:rPr>
        <w:t xml:space="preserve"> </w:t>
      </w:r>
      <w:r w:rsidRPr="00D95A45">
        <w:rPr>
          <w:rtl/>
        </w:rPr>
        <w:t>ان عبد الله بن النجاشي يرى رأي الزيدية وانه ذهب الى عبد الله بن الحسن وقد سألني ان استأذن له عليك فقال</w:t>
      </w:r>
      <w:r w:rsidR="00CC15EB">
        <w:rPr>
          <w:rtl/>
        </w:rPr>
        <w:t>:</w:t>
      </w:r>
      <w:r>
        <w:rPr>
          <w:rtl/>
        </w:rPr>
        <w:t xml:space="preserve"> </w:t>
      </w:r>
      <w:r w:rsidRPr="00D95A45">
        <w:rPr>
          <w:rtl/>
        </w:rPr>
        <w:t>إئذن له فدخل عليه فسلم فقال</w:t>
      </w:r>
      <w:r w:rsidR="00CC15EB">
        <w:rPr>
          <w:rtl/>
        </w:rPr>
        <w:t>:</w:t>
      </w:r>
      <w:r>
        <w:rPr>
          <w:rtl/>
        </w:rPr>
        <w:t xml:space="preserve"> </w:t>
      </w:r>
      <w:r w:rsidRPr="00D95A45">
        <w:rPr>
          <w:rtl/>
        </w:rPr>
        <w:t>يا بن رسول الله انى رجل اتولاكم واقول</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842</w:t>
      </w:r>
      <w:r>
        <w:rPr>
          <w:rtl/>
        </w:rPr>
        <w:t xml:space="preserve"> - </w:t>
      </w:r>
      <w:r w:rsidR="00D45E0E" w:rsidRPr="00D95A45">
        <w:rPr>
          <w:rtl/>
        </w:rPr>
        <w:t>الفقيه ج 4 ص 123</w:t>
      </w:r>
    </w:p>
    <w:p w:rsidR="00CC15EB" w:rsidRDefault="00CC15EB" w:rsidP="00AC7755">
      <w:pPr>
        <w:pStyle w:val="libFootnote0"/>
        <w:rPr>
          <w:rtl/>
        </w:rPr>
      </w:pPr>
      <w:r>
        <w:rPr>
          <w:rtl/>
        </w:rPr>
        <w:t>-</w:t>
      </w:r>
      <w:r w:rsidR="00D45E0E" w:rsidRPr="007277FF">
        <w:rPr>
          <w:rtl/>
        </w:rPr>
        <w:t xml:space="preserve"> 843</w:t>
      </w:r>
      <w:r>
        <w:rPr>
          <w:rtl/>
        </w:rPr>
        <w:t xml:space="preserve"> - </w:t>
      </w:r>
      <w:r w:rsidR="00D45E0E" w:rsidRPr="007277FF">
        <w:rPr>
          <w:rtl/>
        </w:rPr>
        <w:t>الكافي ج 2 ص 347</w:t>
      </w:r>
    </w:p>
    <w:p w:rsidR="00AC7755" w:rsidRDefault="00CC15EB" w:rsidP="00AC7755">
      <w:pPr>
        <w:pStyle w:val="libFootnote0"/>
        <w:rPr>
          <w:rtl/>
        </w:rPr>
      </w:pPr>
      <w:r>
        <w:rPr>
          <w:rtl/>
        </w:rPr>
        <w:t>-</w:t>
      </w:r>
      <w:r w:rsidR="00D45E0E" w:rsidRPr="00DA0376">
        <w:rPr>
          <w:rtl/>
        </w:rPr>
        <w:t xml:space="preserve"> 844</w:t>
      </w:r>
      <w:r>
        <w:rPr>
          <w:rtl/>
        </w:rPr>
        <w:t xml:space="preserve"> - </w:t>
      </w:r>
      <w:r w:rsidR="00D45E0E" w:rsidRPr="00DA0376">
        <w:rPr>
          <w:rtl/>
        </w:rPr>
        <w:t>الكافي ج 2 ص 348</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إن الحق فيكم وقد قتلت سبعة ممن سمعته يشتم امير المؤمنين عليا </w:t>
      </w:r>
      <w:r w:rsidR="00AC7755" w:rsidRPr="00AC7755">
        <w:rPr>
          <w:rStyle w:val="libAlaemChar"/>
          <w:rtl/>
        </w:rPr>
        <w:t>عليه‌السلام</w:t>
      </w:r>
      <w:r w:rsidRPr="00DA0376">
        <w:rPr>
          <w:rtl/>
        </w:rPr>
        <w:t xml:space="preserve"> فسألت عن ذلك عبد الله بن الحسن فقال لي</w:t>
      </w:r>
      <w:r w:rsidR="00CC15EB">
        <w:rPr>
          <w:rtl/>
        </w:rPr>
        <w:t>:</w:t>
      </w:r>
      <w:r>
        <w:rPr>
          <w:rtl/>
        </w:rPr>
        <w:t xml:space="preserve"> </w:t>
      </w:r>
      <w:r w:rsidRPr="00DA0376">
        <w:rPr>
          <w:rtl/>
        </w:rPr>
        <w:t>انت مأخوذ بدمائهم في الدنيا والآخرة</w:t>
      </w:r>
      <w:r w:rsidR="00CC15EB">
        <w:rPr>
          <w:rtl/>
        </w:rPr>
        <w:t>،</w:t>
      </w:r>
      <w:r>
        <w:rPr>
          <w:rtl/>
        </w:rPr>
        <w:t xml:space="preserve"> </w:t>
      </w:r>
      <w:r w:rsidRPr="00DA0376">
        <w:rPr>
          <w:rtl/>
        </w:rPr>
        <w:t>فقلت</w:t>
      </w:r>
      <w:r w:rsidR="00CC15EB">
        <w:rPr>
          <w:rtl/>
        </w:rPr>
        <w:t>:</w:t>
      </w:r>
      <w:r>
        <w:rPr>
          <w:rtl/>
        </w:rPr>
        <w:t xml:space="preserve"> </w:t>
      </w:r>
      <w:r w:rsidRPr="00DA0376">
        <w:rPr>
          <w:rtl/>
        </w:rPr>
        <w:t xml:space="preserve">على ما نعادي الناس إذا كنت مأخوذا بدماء من سمعته يشتم علي بن ابي طالب </w:t>
      </w:r>
      <w:r w:rsidR="00AC7755" w:rsidRPr="00AC7755">
        <w:rPr>
          <w:rStyle w:val="libAlaemChar"/>
          <w:rtl/>
        </w:rPr>
        <w:t>عليه‌السلام</w:t>
      </w:r>
      <w:r>
        <w:rPr>
          <w:rtl/>
        </w:rPr>
        <w:t>!؟</w:t>
      </w:r>
      <w:r w:rsidRPr="00DA0376">
        <w:rPr>
          <w:rtl/>
        </w:rPr>
        <w:t xml:space="preserve"> فقال أبو عبد الله </w:t>
      </w:r>
      <w:r w:rsidR="00AC7755" w:rsidRPr="00AC7755">
        <w:rPr>
          <w:rStyle w:val="libAlaemChar"/>
          <w:rtl/>
        </w:rPr>
        <w:t>عليه‌السلام</w:t>
      </w:r>
      <w:r w:rsidR="00CC15EB">
        <w:rPr>
          <w:rtl/>
        </w:rPr>
        <w:t>:</w:t>
      </w:r>
      <w:r>
        <w:rPr>
          <w:rtl/>
        </w:rPr>
        <w:t xml:space="preserve"> </w:t>
      </w:r>
      <w:r w:rsidRPr="00DA0376">
        <w:rPr>
          <w:rtl/>
        </w:rPr>
        <w:t>وكيف قتلتهم يا ابا بجير</w:t>
      </w:r>
      <w:r>
        <w:rPr>
          <w:rtl/>
        </w:rPr>
        <w:t>؟</w:t>
      </w:r>
      <w:r w:rsidRPr="00DA0376">
        <w:rPr>
          <w:rtl/>
        </w:rPr>
        <w:t xml:space="preserve"> فقال</w:t>
      </w:r>
      <w:r w:rsidR="00CC15EB">
        <w:rPr>
          <w:rtl/>
        </w:rPr>
        <w:t>:</w:t>
      </w:r>
      <w:r>
        <w:rPr>
          <w:rtl/>
        </w:rPr>
        <w:t xml:space="preserve"> </w:t>
      </w:r>
      <w:r w:rsidRPr="00DA0376">
        <w:rPr>
          <w:rtl/>
        </w:rPr>
        <w:t>منهم من كنت اصعد سطحه بسلم حتى اقتله</w:t>
      </w:r>
      <w:r w:rsidR="00CC15EB">
        <w:rPr>
          <w:rtl/>
        </w:rPr>
        <w:t>،</w:t>
      </w:r>
      <w:r>
        <w:rPr>
          <w:rtl/>
        </w:rPr>
        <w:t xml:space="preserve"> </w:t>
      </w:r>
      <w:r w:rsidRPr="00DA0376">
        <w:rPr>
          <w:rtl/>
        </w:rPr>
        <w:t>ومنهم من جمع بيني وبينه الطريق فقتلته ومنهم من دخلت عليه بيته فقتلته وقد خفي علي ذلك كله قال</w:t>
      </w:r>
      <w:r w:rsidR="00CC15EB">
        <w:rPr>
          <w:rtl/>
        </w:rPr>
        <w:t>:</w:t>
      </w:r>
      <w:r>
        <w:rPr>
          <w:rtl/>
        </w:rPr>
        <w:t xml:space="preserve"> </w:t>
      </w:r>
      <w:r w:rsidRPr="00DA0376">
        <w:rPr>
          <w:rtl/>
        </w:rPr>
        <w:t xml:space="preserve">فقال أبو عبد الله </w:t>
      </w:r>
      <w:r w:rsidR="00AC7755" w:rsidRPr="00AC7755">
        <w:rPr>
          <w:rStyle w:val="libAlaemChar"/>
          <w:rtl/>
        </w:rPr>
        <w:t>عليه‌السلام</w:t>
      </w:r>
      <w:r w:rsidRPr="00DA0376">
        <w:rPr>
          <w:rtl/>
        </w:rPr>
        <w:t xml:space="preserve"> يا ابا بجير عليك بكل رجل قتلته منهم كبش تذبحه بمنى لأنك قتلته بغير اذن الامام</w:t>
      </w:r>
      <w:r w:rsidR="00CC15EB">
        <w:rPr>
          <w:rtl/>
        </w:rPr>
        <w:t>،</w:t>
      </w:r>
      <w:r>
        <w:rPr>
          <w:rtl/>
        </w:rPr>
        <w:t xml:space="preserve"> </w:t>
      </w:r>
      <w:r w:rsidRPr="00DA0376">
        <w:rPr>
          <w:rtl/>
        </w:rPr>
        <w:t>ولو انك قتلتهم بإذن الامام لم يكن عليك شئ.</w:t>
      </w:r>
    </w:p>
    <w:p w:rsidR="00AC7755" w:rsidRDefault="00D45E0E" w:rsidP="00AC7755">
      <w:pPr>
        <w:pStyle w:val="libNormal"/>
        <w:rPr>
          <w:rtl/>
        </w:rPr>
      </w:pPr>
      <w:r w:rsidRPr="00D95A45">
        <w:rPr>
          <w:rtl/>
        </w:rPr>
        <w:t>(845) 50</w:t>
      </w:r>
      <w:r w:rsidR="00CC15EB">
        <w:rPr>
          <w:rtl/>
        </w:rPr>
        <w:t xml:space="preserve"> - </w:t>
      </w:r>
      <w:r w:rsidRPr="00D95A45">
        <w:rPr>
          <w:rtl/>
        </w:rPr>
        <w:t>الحسن بن محبوب عن رجل من اصحابنا عن ابي الصباح الكناني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 xml:space="preserve">إن لنا جارا من همدان يقال له الجعد بن عبد الله وهو يجلس الينا فنذكر عليا امير المؤمنين </w:t>
      </w:r>
      <w:r w:rsidR="00AC7755" w:rsidRPr="00AC7755">
        <w:rPr>
          <w:rStyle w:val="libAlaemChar"/>
          <w:rtl/>
        </w:rPr>
        <w:t>عليه‌السلام</w:t>
      </w:r>
      <w:r w:rsidRPr="00D95A45">
        <w:rPr>
          <w:rtl/>
        </w:rPr>
        <w:t xml:space="preserve"> وفضله فيقع فيه أفتأذن لي فيه</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يا ابا الصباح أو كنت فاعلا</w:t>
      </w:r>
      <w:r>
        <w:rPr>
          <w:rtl/>
        </w:rPr>
        <w:t>؟</w:t>
      </w:r>
      <w:r w:rsidRPr="00D95A45">
        <w:rPr>
          <w:rtl/>
        </w:rPr>
        <w:t xml:space="preserve"> فقلت</w:t>
      </w:r>
      <w:r w:rsidR="00CC15EB">
        <w:rPr>
          <w:rtl/>
        </w:rPr>
        <w:t>:</w:t>
      </w:r>
      <w:r>
        <w:rPr>
          <w:rtl/>
        </w:rPr>
        <w:t xml:space="preserve"> </w:t>
      </w:r>
      <w:r w:rsidRPr="00D95A45">
        <w:rPr>
          <w:rtl/>
        </w:rPr>
        <w:t>إي والله لئن اذنت لي فيه لارصدنه فإذا صار فيها اقتحمت عليه بسيفي فخبطته حتى اقتله قال</w:t>
      </w:r>
      <w:r w:rsidR="00CC15EB">
        <w:rPr>
          <w:rtl/>
        </w:rPr>
        <w:t>:</w:t>
      </w:r>
      <w:r>
        <w:rPr>
          <w:rtl/>
        </w:rPr>
        <w:t xml:space="preserve"> </w:t>
      </w:r>
      <w:r w:rsidRPr="00D95A45">
        <w:rPr>
          <w:rtl/>
        </w:rPr>
        <w:t>فقال</w:t>
      </w:r>
      <w:r w:rsidR="00CC15EB">
        <w:rPr>
          <w:rtl/>
        </w:rPr>
        <w:t>:</w:t>
      </w:r>
      <w:r>
        <w:rPr>
          <w:rtl/>
        </w:rPr>
        <w:t xml:space="preserve"> </w:t>
      </w:r>
      <w:r w:rsidRPr="00D95A45">
        <w:rPr>
          <w:rtl/>
        </w:rPr>
        <w:t xml:space="preserve">يا ابا الصباح هذا الفتك وقد نهى رسول الله </w:t>
      </w:r>
      <w:r w:rsidR="00AC7755" w:rsidRPr="00AC7755">
        <w:rPr>
          <w:rStyle w:val="libAlaemChar"/>
          <w:rtl/>
        </w:rPr>
        <w:t>صلى‌الله‌عليه‌وآله‌وسلم</w:t>
      </w:r>
      <w:r w:rsidRPr="00D95A45">
        <w:rPr>
          <w:rtl/>
        </w:rPr>
        <w:t xml:space="preserve"> عن الفتك يا ابا الصباح إن الاسلام قيد الفتك ولكن دعه فستكفى بغيرك</w:t>
      </w:r>
      <w:r w:rsidR="00CC15EB">
        <w:rPr>
          <w:rtl/>
        </w:rPr>
        <w:t>،</w:t>
      </w:r>
      <w:r>
        <w:rPr>
          <w:rtl/>
        </w:rPr>
        <w:t xml:space="preserve"> </w:t>
      </w:r>
      <w:r w:rsidRPr="00D95A45">
        <w:rPr>
          <w:rtl/>
        </w:rPr>
        <w:t>قال أبو الصباح</w:t>
      </w:r>
      <w:r w:rsidR="00CC15EB">
        <w:rPr>
          <w:rtl/>
        </w:rPr>
        <w:t>:</w:t>
      </w:r>
      <w:r>
        <w:rPr>
          <w:rtl/>
        </w:rPr>
        <w:t xml:space="preserve"> </w:t>
      </w:r>
      <w:r w:rsidRPr="00D95A45">
        <w:rPr>
          <w:rtl/>
        </w:rPr>
        <w:t>فلما رجعت من المدينة إلى الكوفة لم البث بها الا ثمانية عشر يوما فخرجت إلى المسجد فصليت الفجر ثم عقبت فإذا رجل يحركني برجله قال</w:t>
      </w:r>
      <w:r w:rsidR="00CC15EB">
        <w:rPr>
          <w:rtl/>
        </w:rPr>
        <w:t>:</w:t>
      </w:r>
      <w:r>
        <w:rPr>
          <w:rtl/>
        </w:rPr>
        <w:t xml:space="preserve"> </w:t>
      </w:r>
      <w:r w:rsidRPr="00D95A45">
        <w:rPr>
          <w:rtl/>
        </w:rPr>
        <w:t>يا ابا الصباح البشرى فقلت</w:t>
      </w:r>
      <w:r w:rsidR="00CC15EB">
        <w:rPr>
          <w:rtl/>
        </w:rPr>
        <w:t>:</w:t>
      </w:r>
      <w:r>
        <w:rPr>
          <w:rtl/>
        </w:rPr>
        <w:t xml:space="preserve"> </w:t>
      </w:r>
      <w:r w:rsidRPr="00D95A45">
        <w:rPr>
          <w:rtl/>
        </w:rPr>
        <w:t>بشرك الله بخير فما ذاك</w:t>
      </w:r>
      <w:r>
        <w:rPr>
          <w:rtl/>
        </w:rPr>
        <w:t>؟</w:t>
      </w:r>
      <w:r w:rsidRPr="00D95A45">
        <w:rPr>
          <w:rtl/>
        </w:rPr>
        <w:t xml:space="preserve"> فقال</w:t>
      </w:r>
      <w:r w:rsidR="00CC15EB">
        <w:rPr>
          <w:rtl/>
        </w:rPr>
        <w:t>:</w:t>
      </w:r>
      <w:r>
        <w:rPr>
          <w:rtl/>
        </w:rPr>
        <w:t xml:space="preserve"> </w:t>
      </w:r>
      <w:r w:rsidRPr="00D95A45">
        <w:rPr>
          <w:rtl/>
        </w:rPr>
        <w:t>ان الجعد بن عبد الله بات البارحة في داره التى في الجبانة فايقظوه للصلاة فإذا هو مثل الزق المنفوخ ميتا فذهبوا يحملونه فإذا لحمه يسقط عن عظمه فجمعوه في نطع فإذا (تحته) اسود فدفنوه.</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845</w:t>
      </w:r>
      <w:r>
        <w:rPr>
          <w:rtl/>
        </w:rPr>
        <w:t xml:space="preserve"> - </w:t>
      </w:r>
      <w:r w:rsidR="00D45E0E" w:rsidRPr="00D95A45">
        <w:rPr>
          <w:rtl/>
        </w:rPr>
        <w:t>الكافي ج 2 ص 347</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(846) 51</w:t>
      </w:r>
      <w:r w:rsidR="00CC15EB">
        <w:rPr>
          <w:rtl/>
        </w:rPr>
        <w:t xml:space="preserve"> - </w:t>
      </w:r>
      <w:r w:rsidRPr="00D95A45">
        <w:rPr>
          <w:rtl/>
        </w:rPr>
        <w:t>احمد بن محمد عن علي بن الحكم عن ربيع بن محمد عن عبد الله بن سليمان العامري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Pr="00D95A45">
        <w:rPr>
          <w:rtl/>
        </w:rPr>
        <w:t xml:space="preserve"> اي شئ تقول في رجل سمعته يشتم عليا </w:t>
      </w:r>
      <w:r w:rsidR="00AC7755" w:rsidRPr="00AC7755">
        <w:rPr>
          <w:rStyle w:val="libAlaemChar"/>
          <w:rtl/>
        </w:rPr>
        <w:t>عليه‌السلام</w:t>
      </w:r>
      <w:r w:rsidRPr="00D95A45">
        <w:rPr>
          <w:rtl/>
        </w:rPr>
        <w:t xml:space="preserve"> ويبرأ منه</w:t>
      </w:r>
      <w:r>
        <w:rPr>
          <w:rtl/>
        </w:rPr>
        <w:t>؟</w:t>
      </w:r>
      <w:r w:rsidRPr="00D95A45">
        <w:rPr>
          <w:rtl/>
        </w:rPr>
        <w:t xml:space="preserve"> قال</w:t>
      </w:r>
      <w:r w:rsidR="00CC15EB">
        <w:rPr>
          <w:rtl/>
        </w:rPr>
        <w:t>:</w:t>
      </w:r>
      <w:r>
        <w:rPr>
          <w:rtl/>
        </w:rPr>
        <w:t xml:space="preserve"> </w:t>
      </w:r>
      <w:r w:rsidRPr="00D95A45">
        <w:rPr>
          <w:rtl/>
        </w:rPr>
        <w:t>فقال لي</w:t>
      </w:r>
      <w:r w:rsidR="00CC15EB">
        <w:rPr>
          <w:rtl/>
        </w:rPr>
        <w:t>:</w:t>
      </w:r>
      <w:r>
        <w:rPr>
          <w:rtl/>
        </w:rPr>
        <w:t xml:space="preserve"> </w:t>
      </w:r>
      <w:r w:rsidRPr="00D95A45">
        <w:rPr>
          <w:rtl/>
        </w:rPr>
        <w:t>هذا والله حلال الدم وما الف منهم برجل منكم</w:t>
      </w:r>
      <w:r w:rsidR="00CC15EB">
        <w:rPr>
          <w:rtl/>
        </w:rPr>
        <w:t>،</w:t>
      </w:r>
      <w:r>
        <w:rPr>
          <w:rtl/>
        </w:rPr>
        <w:t xml:space="preserve"> </w:t>
      </w:r>
      <w:r w:rsidRPr="00D95A45">
        <w:rPr>
          <w:rtl/>
        </w:rPr>
        <w:t>دعه.</w:t>
      </w:r>
    </w:p>
    <w:p w:rsidR="00AC7755" w:rsidRDefault="00D45E0E" w:rsidP="00AC7755">
      <w:pPr>
        <w:pStyle w:val="libNormal"/>
        <w:rPr>
          <w:rtl/>
        </w:rPr>
      </w:pPr>
      <w:r w:rsidRPr="00D95A45">
        <w:rPr>
          <w:rtl/>
        </w:rPr>
        <w:t>(847) 52</w:t>
      </w:r>
      <w:r w:rsidR="00CC15EB">
        <w:rPr>
          <w:rtl/>
        </w:rPr>
        <w:t xml:space="preserve"> - </w:t>
      </w:r>
      <w:r w:rsidRPr="00D95A45">
        <w:rPr>
          <w:rtl/>
        </w:rPr>
        <w:t>عنه عن علي بن الحكم عن هشام بن سالم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 xml:space="preserve">ما تقول في رجل سبابة لعلي </w:t>
      </w:r>
      <w:r w:rsidR="00AC7755" w:rsidRPr="00AC7755">
        <w:rPr>
          <w:rStyle w:val="libAlaemChar"/>
          <w:rtl/>
        </w:rPr>
        <w:t>عليه‌السلام</w:t>
      </w:r>
      <w:r>
        <w:rPr>
          <w:rtl/>
        </w:rPr>
        <w:t>؟</w:t>
      </w:r>
      <w:r w:rsidRPr="00D95A45">
        <w:rPr>
          <w:rtl/>
        </w:rPr>
        <w:t xml:space="preserve"> قال</w:t>
      </w:r>
      <w:r w:rsidR="00CC15EB">
        <w:rPr>
          <w:rtl/>
        </w:rPr>
        <w:t>:</w:t>
      </w:r>
      <w:r>
        <w:rPr>
          <w:rtl/>
        </w:rPr>
        <w:t xml:space="preserve"> </w:t>
      </w:r>
      <w:r w:rsidRPr="00D95A45">
        <w:rPr>
          <w:rtl/>
        </w:rPr>
        <w:t>فقال لي حلال الدم والله لو لا أن تغمز به بريئا قال</w:t>
      </w:r>
      <w:r w:rsidR="00CC15EB">
        <w:rPr>
          <w:rtl/>
        </w:rPr>
        <w:t>:</w:t>
      </w:r>
      <w:r>
        <w:rPr>
          <w:rtl/>
        </w:rPr>
        <w:t xml:space="preserve"> </w:t>
      </w:r>
      <w:r w:rsidRPr="00D95A45">
        <w:rPr>
          <w:rtl/>
        </w:rPr>
        <w:t>قلت</w:t>
      </w:r>
      <w:r w:rsidR="00CC15EB">
        <w:rPr>
          <w:rtl/>
        </w:rPr>
        <w:t>:</w:t>
      </w:r>
      <w:r>
        <w:rPr>
          <w:rtl/>
        </w:rPr>
        <w:t xml:space="preserve"> </w:t>
      </w:r>
      <w:r w:rsidRPr="00D95A45">
        <w:rPr>
          <w:rtl/>
        </w:rPr>
        <w:t>فما تقول في رجل مؤذ لنا</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فيماذا</w:t>
      </w:r>
      <w:r>
        <w:rPr>
          <w:rtl/>
        </w:rPr>
        <w:t>؟</w:t>
      </w:r>
      <w:r w:rsidRPr="00D95A45">
        <w:rPr>
          <w:rtl/>
        </w:rPr>
        <w:t xml:space="preserve"> قال</w:t>
      </w:r>
      <w:r w:rsidR="00CC15EB">
        <w:rPr>
          <w:rtl/>
        </w:rPr>
        <w:t>:</w:t>
      </w:r>
      <w:r>
        <w:rPr>
          <w:rtl/>
        </w:rPr>
        <w:t xml:space="preserve"> </w:t>
      </w:r>
      <w:r w:rsidRPr="00D95A45">
        <w:rPr>
          <w:rtl/>
        </w:rPr>
        <w:t>قلت</w:t>
      </w:r>
      <w:r w:rsidR="00CC15EB">
        <w:rPr>
          <w:rtl/>
        </w:rPr>
        <w:t>:</w:t>
      </w:r>
      <w:r>
        <w:rPr>
          <w:rtl/>
        </w:rPr>
        <w:t xml:space="preserve"> </w:t>
      </w:r>
      <w:r w:rsidRPr="00D95A45">
        <w:rPr>
          <w:rtl/>
        </w:rPr>
        <w:t>فيك يذكرك قال</w:t>
      </w:r>
      <w:r w:rsidR="00CC15EB">
        <w:rPr>
          <w:rtl/>
        </w:rPr>
        <w:t>:</w:t>
      </w:r>
      <w:r>
        <w:rPr>
          <w:rtl/>
        </w:rPr>
        <w:t xml:space="preserve"> </w:t>
      </w:r>
      <w:r w:rsidRPr="00D95A45">
        <w:rPr>
          <w:rtl/>
        </w:rPr>
        <w:t>فقال لي</w:t>
      </w:r>
      <w:r w:rsidR="00CC15EB">
        <w:rPr>
          <w:rtl/>
        </w:rPr>
        <w:t>:</w:t>
      </w:r>
      <w:r>
        <w:rPr>
          <w:rtl/>
        </w:rPr>
        <w:t xml:space="preserve"> </w:t>
      </w:r>
      <w:r w:rsidRPr="00D95A45">
        <w:rPr>
          <w:rtl/>
        </w:rPr>
        <w:t>أله في علي نصيب</w:t>
      </w:r>
      <w:r>
        <w:rPr>
          <w:rtl/>
        </w:rPr>
        <w:t>؟</w:t>
      </w:r>
      <w:r w:rsidRPr="00D95A45">
        <w:rPr>
          <w:rtl/>
        </w:rPr>
        <w:t xml:space="preserve"> قلت</w:t>
      </w:r>
      <w:r w:rsidR="00CC15EB">
        <w:rPr>
          <w:rtl/>
        </w:rPr>
        <w:t>:</w:t>
      </w:r>
      <w:r>
        <w:rPr>
          <w:rtl/>
        </w:rPr>
        <w:t xml:space="preserve"> </w:t>
      </w:r>
      <w:r w:rsidRPr="00D95A45">
        <w:rPr>
          <w:rtl/>
        </w:rPr>
        <w:t>انه ليقول ذلك ويظهره قال</w:t>
      </w:r>
      <w:r w:rsidR="00CC15EB">
        <w:rPr>
          <w:rtl/>
        </w:rPr>
        <w:t>:</w:t>
      </w:r>
      <w:r>
        <w:rPr>
          <w:rtl/>
        </w:rPr>
        <w:t xml:space="preserve"> </w:t>
      </w:r>
      <w:r w:rsidRPr="00D95A45">
        <w:rPr>
          <w:rtl/>
        </w:rPr>
        <w:t>لا تعرض له.</w:t>
      </w:r>
    </w:p>
    <w:p w:rsidR="00AC7755" w:rsidRDefault="00D45E0E" w:rsidP="00CA44E1">
      <w:pPr>
        <w:pStyle w:val="Heading2Center"/>
        <w:rPr>
          <w:rtl/>
        </w:rPr>
      </w:pPr>
      <w:bookmarkStart w:id="17" w:name="_Toc394318281"/>
      <w:r w:rsidRPr="00D95A45">
        <w:rPr>
          <w:rtl/>
        </w:rPr>
        <w:t>16</w:t>
      </w:r>
      <w:r w:rsidR="00CC15EB">
        <w:rPr>
          <w:rtl/>
        </w:rPr>
        <w:t xml:space="preserve"> - </w:t>
      </w:r>
      <w:r w:rsidRPr="00D95A45">
        <w:rPr>
          <w:rtl/>
        </w:rPr>
        <w:t>باب القاتل في الشهر الحرام والحرم</w:t>
      </w:r>
      <w:bookmarkEnd w:id="17"/>
    </w:p>
    <w:p w:rsidR="00AC7755" w:rsidRDefault="00D45E0E" w:rsidP="00AC7755">
      <w:pPr>
        <w:pStyle w:val="libNormal"/>
        <w:rPr>
          <w:rtl/>
        </w:rPr>
      </w:pPr>
      <w:r w:rsidRPr="00D95A45">
        <w:rPr>
          <w:rtl/>
        </w:rPr>
        <w:t>(848) 1</w:t>
      </w:r>
      <w:r w:rsidR="00CC15EB">
        <w:rPr>
          <w:rtl/>
        </w:rPr>
        <w:t xml:space="preserve"> - </w:t>
      </w:r>
      <w:r w:rsidRPr="00D95A45">
        <w:rPr>
          <w:rtl/>
        </w:rPr>
        <w:t>الحسين بن سعيد عن فضالة بن ايوب عن كليب بن معاوية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من قتل في شهر حرام فعلية دية وثلث.</w:t>
      </w:r>
    </w:p>
    <w:p w:rsidR="00AC7755" w:rsidRDefault="00D45E0E" w:rsidP="00AC7755">
      <w:pPr>
        <w:pStyle w:val="libNormal"/>
        <w:rPr>
          <w:rtl/>
        </w:rPr>
      </w:pPr>
      <w:r w:rsidRPr="00D95A45">
        <w:rPr>
          <w:rtl/>
        </w:rPr>
        <w:t>(849) 2</w:t>
      </w:r>
      <w:r w:rsidR="00CC15EB">
        <w:rPr>
          <w:rtl/>
        </w:rPr>
        <w:t xml:space="preserve"> - </w:t>
      </w:r>
      <w:r w:rsidRPr="00D95A45">
        <w:rPr>
          <w:rtl/>
        </w:rPr>
        <w:t>عنه عن فضالة عن ابان عن زرارة قال</w:t>
      </w:r>
      <w:r w:rsidR="00CC15EB">
        <w:rPr>
          <w:rtl/>
        </w:rPr>
        <w:t>:</w:t>
      </w:r>
      <w:r>
        <w:rPr>
          <w:rtl/>
        </w:rPr>
        <w:t xml:space="preserve"> </w:t>
      </w:r>
      <w:r w:rsidRPr="00D95A45">
        <w:rPr>
          <w:rtl/>
        </w:rPr>
        <w:t xml:space="preserve">سمعت ابا جعفر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إذا قتل الرجل في شهر حرام صام شهرين متتابعين من اشهر الحرم.</w:t>
      </w:r>
    </w:p>
    <w:p w:rsidR="00AC7755" w:rsidRDefault="00D45E0E" w:rsidP="00AC7755">
      <w:pPr>
        <w:pStyle w:val="libNormal"/>
        <w:rPr>
          <w:rtl/>
        </w:rPr>
      </w:pPr>
      <w:r w:rsidRPr="00D95A45">
        <w:rPr>
          <w:rtl/>
        </w:rPr>
        <w:t>(850) 3</w:t>
      </w:r>
      <w:r w:rsidR="00CC15EB">
        <w:rPr>
          <w:rtl/>
        </w:rPr>
        <w:t xml:space="preserve"> - </w:t>
      </w:r>
      <w:r w:rsidRPr="00D95A45">
        <w:rPr>
          <w:rtl/>
        </w:rPr>
        <w:t>الحسن بن محبوب عن علي بن رئاب عن زرارة قال</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846</w:t>
      </w:r>
      <w:r>
        <w:rPr>
          <w:rFonts w:hint="cs"/>
          <w:rtl/>
        </w:rPr>
        <w:t xml:space="preserve"> - </w:t>
      </w:r>
      <w:r w:rsidR="00D45E0E" w:rsidRPr="007277FF">
        <w:rPr>
          <w:rtl/>
        </w:rPr>
        <w:t>847</w:t>
      </w:r>
      <w:r>
        <w:rPr>
          <w:rtl/>
        </w:rPr>
        <w:t xml:space="preserve"> - </w:t>
      </w:r>
      <w:r w:rsidR="00D45E0E" w:rsidRPr="007277FF">
        <w:rPr>
          <w:rtl/>
        </w:rPr>
        <w:t>الكافي ج ص 314</w:t>
      </w:r>
    </w:p>
    <w:p w:rsidR="00CC15EB" w:rsidRDefault="00CC15EB" w:rsidP="00AC7755">
      <w:pPr>
        <w:pStyle w:val="libFootnote0"/>
        <w:rPr>
          <w:rtl/>
        </w:rPr>
      </w:pPr>
      <w:r>
        <w:rPr>
          <w:rtl/>
        </w:rPr>
        <w:t>-</w:t>
      </w:r>
      <w:r w:rsidR="00D45E0E" w:rsidRPr="007277FF">
        <w:rPr>
          <w:rtl/>
        </w:rPr>
        <w:t xml:space="preserve"> 848</w:t>
      </w:r>
      <w:r>
        <w:rPr>
          <w:rtl/>
        </w:rPr>
        <w:t xml:space="preserve"> - </w:t>
      </w:r>
      <w:r w:rsidR="00D45E0E" w:rsidRPr="007277FF">
        <w:rPr>
          <w:rtl/>
        </w:rPr>
        <w:t>849</w:t>
      </w:r>
      <w:r>
        <w:rPr>
          <w:rtl/>
        </w:rPr>
        <w:t xml:space="preserve"> - </w:t>
      </w:r>
      <w:r w:rsidR="00D45E0E" w:rsidRPr="007277FF">
        <w:rPr>
          <w:rtl/>
        </w:rPr>
        <w:t>الفقيه ج 4 ص 79 واخرج الاول الكليني في الكافي ج 2 ص 218 وهو فيهما بتفاوت</w:t>
      </w:r>
    </w:p>
    <w:p w:rsidR="00AC7755" w:rsidRDefault="00CC15EB" w:rsidP="00AC7755">
      <w:pPr>
        <w:pStyle w:val="libFootnote0"/>
        <w:rPr>
          <w:rtl/>
        </w:rPr>
      </w:pPr>
      <w:r>
        <w:rPr>
          <w:rtl/>
        </w:rPr>
        <w:t>-</w:t>
      </w:r>
      <w:r w:rsidR="00D45E0E" w:rsidRPr="00DA0376">
        <w:rPr>
          <w:rtl/>
        </w:rPr>
        <w:t xml:space="preserve"> 850</w:t>
      </w:r>
      <w:r>
        <w:rPr>
          <w:rtl/>
        </w:rPr>
        <w:t xml:space="preserve"> - </w:t>
      </w:r>
      <w:r w:rsidR="00D45E0E" w:rsidRPr="00DA0376">
        <w:rPr>
          <w:rtl/>
        </w:rPr>
        <w:t>الفقيه ج 4 ص 81</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سألت ابا عبد الله </w:t>
      </w:r>
      <w:r w:rsidR="00AC7755" w:rsidRPr="00AC7755">
        <w:rPr>
          <w:rStyle w:val="libAlaemChar"/>
          <w:rtl/>
        </w:rPr>
        <w:t>عليه‌السلام</w:t>
      </w:r>
      <w:r w:rsidRPr="00DA0376">
        <w:rPr>
          <w:rtl/>
        </w:rPr>
        <w:t xml:space="preserve"> عن رجل قتل رجلا خطأ في أشهر الحرم قال</w:t>
      </w:r>
      <w:r w:rsidR="00CC15EB">
        <w:rPr>
          <w:rtl/>
        </w:rPr>
        <w:t>:</w:t>
      </w:r>
      <w:r>
        <w:rPr>
          <w:rtl/>
        </w:rPr>
        <w:t xml:space="preserve"> </w:t>
      </w:r>
      <w:r w:rsidRPr="00DA0376">
        <w:rPr>
          <w:rtl/>
        </w:rPr>
        <w:t>عليه الدية وصوم شهرين متتابعين من اشهر الحرم</w:t>
      </w:r>
      <w:r>
        <w:rPr>
          <w:rtl/>
        </w:rPr>
        <w:t>؟</w:t>
      </w:r>
      <w:r w:rsidRPr="00DA0376">
        <w:rPr>
          <w:rtl/>
        </w:rPr>
        <w:t xml:space="preserve"> قلت</w:t>
      </w:r>
      <w:r w:rsidR="00CC15EB">
        <w:rPr>
          <w:rtl/>
        </w:rPr>
        <w:t>:</w:t>
      </w:r>
      <w:r>
        <w:rPr>
          <w:rtl/>
        </w:rPr>
        <w:t xml:space="preserve"> </w:t>
      </w:r>
      <w:r w:rsidRPr="00DA0376">
        <w:rPr>
          <w:rtl/>
        </w:rPr>
        <w:t>ان هذا يدخل فيه العيد وايام التشريق</w:t>
      </w:r>
      <w:r>
        <w:rPr>
          <w:rtl/>
        </w:rPr>
        <w:t>؟</w:t>
      </w:r>
      <w:r w:rsidRPr="00DA0376">
        <w:rPr>
          <w:rtl/>
        </w:rPr>
        <w:t xml:space="preserve"> فقال</w:t>
      </w:r>
      <w:r w:rsidR="00CC15EB">
        <w:rPr>
          <w:rtl/>
        </w:rPr>
        <w:t>:</w:t>
      </w:r>
      <w:r>
        <w:rPr>
          <w:rtl/>
        </w:rPr>
        <w:t xml:space="preserve"> </w:t>
      </w:r>
      <w:r w:rsidRPr="00DA0376">
        <w:rPr>
          <w:rtl/>
        </w:rPr>
        <w:t>يصومه فانه حق لزم.</w:t>
      </w:r>
    </w:p>
    <w:p w:rsidR="00AC7755" w:rsidRDefault="00D45E0E" w:rsidP="00AC7755">
      <w:pPr>
        <w:pStyle w:val="libNormal"/>
        <w:rPr>
          <w:rtl/>
        </w:rPr>
      </w:pPr>
      <w:r w:rsidRPr="00D95A45">
        <w:rPr>
          <w:rtl/>
        </w:rPr>
        <w:t>(851) 4</w:t>
      </w:r>
      <w:r w:rsidR="00CC15EB">
        <w:rPr>
          <w:rtl/>
        </w:rPr>
        <w:t xml:space="preserve"> - </w:t>
      </w:r>
      <w:r w:rsidRPr="00D95A45">
        <w:rPr>
          <w:rtl/>
        </w:rPr>
        <w:t>ابن ابي عمير عن ابان بن عثمان عن زرارة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Pr="00D95A45">
        <w:rPr>
          <w:rtl/>
        </w:rPr>
        <w:t xml:space="preserve"> في رجل قتل في الحرم قال</w:t>
      </w:r>
      <w:r w:rsidR="00CC15EB">
        <w:rPr>
          <w:rtl/>
        </w:rPr>
        <w:t>:</w:t>
      </w:r>
      <w:r>
        <w:rPr>
          <w:rtl/>
        </w:rPr>
        <w:t xml:space="preserve"> </w:t>
      </w:r>
      <w:r w:rsidRPr="00D95A45">
        <w:rPr>
          <w:rtl/>
        </w:rPr>
        <w:t>عليه دية وثلث ويصوم شهرين متتابعين من اشهر الحرم</w:t>
      </w:r>
      <w:r w:rsidR="00CC15EB">
        <w:rPr>
          <w:rtl/>
        </w:rPr>
        <w:t>،</w:t>
      </w:r>
      <w:r>
        <w:rPr>
          <w:rtl/>
        </w:rPr>
        <w:t xml:space="preserve"> </w:t>
      </w:r>
      <w:r w:rsidRPr="00D95A45">
        <w:rPr>
          <w:rtl/>
        </w:rPr>
        <w:t>قال</w:t>
      </w:r>
      <w:r w:rsidR="00CC15EB">
        <w:rPr>
          <w:rtl/>
        </w:rPr>
        <w:t>:</w:t>
      </w:r>
      <w:r>
        <w:rPr>
          <w:rtl/>
        </w:rPr>
        <w:t xml:space="preserve"> </w:t>
      </w:r>
      <w:r w:rsidRPr="00D95A45">
        <w:rPr>
          <w:rtl/>
        </w:rPr>
        <w:t>قلت</w:t>
      </w:r>
      <w:r w:rsidR="00CC15EB">
        <w:rPr>
          <w:rtl/>
        </w:rPr>
        <w:t>:</w:t>
      </w:r>
      <w:r>
        <w:rPr>
          <w:rtl/>
        </w:rPr>
        <w:t xml:space="preserve"> </w:t>
      </w:r>
      <w:r w:rsidRPr="00D95A45">
        <w:rPr>
          <w:rtl/>
        </w:rPr>
        <w:t>هذا يدخل فيه العيد وايام التشريق</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يصوم فانه حق لزمه.</w:t>
      </w:r>
    </w:p>
    <w:p w:rsidR="00AC7755" w:rsidRDefault="00D45E0E" w:rsidP="00AC7755">
      <w:pPr>
        <w:pStyle w:val="libNormal"/>
        <w:rPr>
          <w:rtl/>
        </w:rPr>
      </w:pPr>
      <w:r w:rsidRPr="00D95A45">
        <w:rPr>
          <w:rtl/>
        </w:rPr>
        <w:t>(852) 5</w:t>
      </w:r>
      <w:r w:rsidR="00CC15EB">
        <w:rPr>
          <w:rtl/>
        </w:rPr>
        <w:t xml:space="preserve"> - </w:t>
      </w:r>
      <w:r w:rsidRPr="00D95A45">
        <w:rPr>
          <w:rtl/>
        </w:rPr>
        <w:t xml:space="preserve">الحسين بن سعيد عن صفوان بن يحيى عن جميل وابن ابى عمير وفضالة بن ايوب عن جميل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سمعته يقول</w:t>
      </w:r>
      <w:r w:rsidR="00CC15EB">
        <w:rPr>
          <w:rtl/>
        </w:rPr>
        <w:t>:</w:t>
      </w:r>
      <w:r>
        <w:rPr>
          <w:rtl/>
        </w:rPr>
        <w:t xml:space="preserve"> </w:t>
      </w:r>
      <w:r w:rsidRPr="00D95A45">
        <w:rPr>
          <w:rtl/>
        </w:rPr>
        <w:t xml:space="preserve">لعن رسول الله </w:t>
      </w:r>
      <w:r w:rsidR="00AC7755" w:rsidRPr="00AC7755">
        <w:rPr>
          <w:rStyle w:val="libAlaemChar"/>
          <w:rtl/>
        </w:rPr>
        <w:t>صلى‌الله‌عليه‌وآله‌وسلم</w:t>
      </w:r>
      <w:r w:rsidRPr="00D95A45">
        <w:rPr>
          <w:rtl/>
        </w:rPr>
        <w:t xml:space="preserve"> من احدث في المدينة حدثا أو آوى محدثا قلت</w:t>
      </w:r>
      <w:r w:rsidR="00CC15EB">
        <w:rPr>
          <w:rtl/>
        </w:rPr>
        <w:t>:</w:t>
      </w:r>
      <w:r>
        <w:rPr>
          <w:rtl/>
        </w:rPr>
        <w:t xml:space="preserve"> </w:t>
      </w:r>
      <w:r w:rsidRPr="00D95A45">
        <w:rPr>
          <w:rtl/>
        </w:rPr>
        <w:t>ما ذلك الحدث</w:t>
      </w:r>
      <w:r>
        <w:rPr>
          <w:rtl/>
        </w:rPr>
        <w:t>؟</w:t>
      </w:r>
      <w:r w:rsidRPr="00D95A45">
        <w:rPr>
          <w:rtl/>
        </w:rPr>
        <w:t xml:space="preserve"> فقال</w:t>
      </w:r>
      <w:r w:rsidR="00CC15EB">
        <w:rPr>
          <w:rtl/>
        </w:rPr>
        <w:t>:</w:t>
      </w:r>
      <w:r>
        <w:rPr>
          <w:rtl/>
        </w:rPr>
        <w:t xml:space="preserve"> </w:t>
      </w:r>
      <w:r w:rsidRPr="00D95A45">
        <w:rPr>
          <w:rtl/>
        </w:rPr>
        <w:t>القتل.</w:t>
      </w:r>
    </w:p>
    <w:p w:rsidR="00AC7755" w:rsidRDefault="00D45E0E" w:rsidP="00AC7755">
      <w:pPr>
        <w:pStyle w:val="libNormal"/>
        <w:rPr>
          <w:rtl/>
        </w:rPr>
      </w:pPr>
      <w:r w:rsidRPr="00D95A45">
        <w:rPr>
          <w:rtl/>
        </w:rPr>
        <w:t>(853) 6</w:t>
      </w:r>
      <w:r w:rsidR="00CC15EB">
        <w:rPr>
          <w:rtl/>
        </w:rPr>
        <w:t xml:space="preserve"> - </w:t>
      </w:r>
      <w:r w:rsidRPr="00D95A45">
        <w:rPr>
          <w:rtl/>
        </w:rPr>
        <w:t xml:space="preserve">ابن ابى عمير عن هشام بن الحكم عن ابي عبد الله </w:t>
      </w:r>
      <w:r w:rsidR="00AC7755" w:rsidRPr="00AC7755">
        <w:rPr>
          <w:rStyle w:val="libAlaemChar"/>
          <w:rtl/>
        </w:rPr>
        <w:t>عليه‌السلام</w:t>
      </w:r>
      <w:r w:rsidRPr="00D95A45">
        <w:rPr>
          <w:rtl/>
        </w:rPr>
        <w:t xml:space="preserve"> في الرجل يجني في غير الحرم ثم يلجأ إلى الحرم قال</w:t>
      </w:r>
      <w:r w:rsidR="00CC15EB">
        <w:rPr>
          <w:rtl/>
        </w:rPr>
        <w:t>:</w:t>
      </w:r>
      <w:r>
        <w:rPr>
          <w:rtl/>
        </w:rPr>
        <w:t xml:space="preserve"> </w:t>
      </w:r>
      <w:r w:rsidRPr="00D95A45">
        <w:rPr>
          <w:rtl/>
        </w:rPr>
        <w:t>لا يقام عليه الحد ولا يطعم ولا يسقى ولا يكلم ولا يبايع</w:t>
      </w:r>
      <w:r w:rsidR="00CC15EB">
        <w:rPr>
          <w:rtl/>
        </w:rPr>
        <w:t>،</w:t>
      </w:r>
      <w:r>
        <w:rPr>
          <w:rtl/>
        </w:rPr>
        <w:t xml:space="preserve"> </w:t>
      </w:r>
      <w:r w:rsidRPr="00D95A45">
        <w:rPr>
          <w:rtl/>
        </w:rPr>
        <w:t>فانه إذا فعل به ذلك يوشك أن يخرج فيقام عليه الحد</w:t>
      </w:r>
      <w:r w:rsidR="00CC15EB">
        <w:rPr>
          <w:rtl/>
        </w:rPr>
        <w:t>،</w:t>
      </w:r>
      <w:r>
        <w:rPr>
          <w:rtl/>
        </w:rPr>
        <w:t xml:space="preserve"> </w:t>
      </w:r>
      <w:r w:rsidRPr="00D95A45">
        <w:rPr>
          <w:rtl/>
        </w:rPr>
        <w:t>وان جنى في الحرم جناية أقيم عليه الحد في الحرم فانه لم ير للحرم حرمة.</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851</w:t>
      </w:r>
      <w:r>
        <w:rPr>
          <w:rtl/>
        </w:rPr>
        <w:t xml:space="preserve"> - </w:t>
      </w:r>
      <w:r w:rsidR="00D45E0E" w:rsidRPr="00D95A45">
        <w:rPr>
          <w:rtl/>
        </w:rPr>
        <w:t>الفقيه ج 4 ص 81</w:t>
      </w:r>
    </w:p>
    <w:p w:rsidR="00AC7755" w:rsidRDefault="00CC15EB" w:rsidP="00AC7755">
      <w:pPr>
        <w:pStyle w:val="libFootnote0"/>
        <w:rPr>
          <w:rtl/>
        </w:rPr>
      </w:pPr>
      <w:r>
        <w:rPr>
          <w:rtl/>
        </w:rPr>
        <w:t>-</w:t>
      </w:r>
      <w:r w:rsidR="00D45E0E" w:rsidRPr="007277FF">
        <w:rPr>
          <w:rtl/>
        </w:rPr>
        <w:t xml:space="preserve"> 852</w:t>
      </w:r>
      <w:r>
        <w:rPr>
          <w:rtl/>
        </w:rPr>
        <w:t xml:space="preserve"> - </w:t>
      </w:r>
      <w:r w:rsidR="00D45E0E" w:rsidRPr="007277FF">
        <w:rPr>
          <w:rtl/>
        </w:rPr>
        <w:t>الكافي ج 2 ص 316 الفقيه ج 4 ص 67</w:t>
      </w:r>
    </w:p>
    <w:p w:rsidR="00AC7755" w:rsidRDefault="00AC7755" w:rsidP="00AC7755">
      <w:pPr>
        <w:pStyle w:val="libNormal"/>
        <w:rPr>
          <w:rtl/>
        </w:rPr>
      </w:pPr>
      <w:r>
        <w:rPr>
          <w:rtl/>
        </w:rPr>
        <w:br w:type="page"/>
      </w:r>
    </w:p>
    <w:p w:rsidR="00AC7755" w:rsidRDefault="00D45E0E" w:rsidP="00CA44E1">
      <w:pPr>
        <w:pStyle w:val="Heading2Center"/>
        <w:rPr>
          <w:rtl/>
        </w:rPr>
      </w:pPr>
      <w:bookmarkStart w:id="18" w:name="_Toc394318282"/>
      <w:r>
        <w:rPr>
          <w:rFonts w:hint="cs"/>
          <w:rtl/>
        </w:rPr>
        <w:lastRenderedPageBreak/>
        <w:t>17</w:t>
      </w:r>
      <w:r w:rsidR="00CC15EB">
        <w:rPr>
          <w:rtl/>
        </w:rPr>
        <w:t xml:space="preserve"> - </w:t>
      </w:r>
      <w:r w:rsidRPr="007277FF">
        <w:rPr>
          <w:rtl/>
        </w:rPr>
        <w:t>باب الاثنين إذا قتلا واحدا والثلاثة يشتركون في القتل بالامساك والرؤية والقتل</w:t>
      </w:r>
      <w:r w:rsidR="00CA44E1">
        <w:rPr>
          <w:rFonts w:hint="cs"/>
          <w:rtl/>
        </w:rPr>
        <w:t xml:space="preserve"> </w:t>
      </w:r>
      <w:r w:rsidRPr="007277FF">
        <w:rPr>
          <w:rtl/>
        </w:rPr>
        <w:t>والواحد يقتل الاثنين</w:t>
      </w:r>
      <w:bookmarkEnd w:id="18"/>
    </w:p>
    <w:p w:rsidR="00AC7755" w:rsidRDefault="00D45E0E" w:rsidP="00AC7755">
      <w:pPr>
        <w:pStyle w:val="libNormal"/>
        <w:rPr>
          <w:rtl/>
        </w:rPr>
      </w:pPr>
      <w:r w:rsidRPr="00D95A45">
        <w:rPr>
          <w:rtl/>
        </w:rPr>
        <w:t>(854) 1</w:t>
      </w:r>
      <w:r w:rsidR="00CC15EB">
        <w:rPr>
          <w:rtl/>
        </w:rPr>
        <w:t xml:space="preserve"> - </w:t>
      </w:r>
      <w:r w:rsidRPr="00D95A45">
        <w:rPr>
          <w:rtl/>
        </w:rPr>
        <w:t>علي بن ابراهيم عن ابيه عن احمد بن الحسن الميثمي عن ابان عن الفضيل بن يسار قال</w:t>
      </w:r>
      <w:r w:rsidR="00CC15EB">
        <w:rPr>
          <w:rtl/>
        </w:rPr>
        <w:t>:</w:t>
      </w:r>
      <w:r>
        <w:rPr>
          <w:rtl/>
        </w:rPr>
        <w:t xml:space="preserve"> </w:t>
      </w:r>
      <w:r w:rsidRPr="00D95A45">
        <w:rPr>
          <w:rtl/>
        </w:rPr>
        <w:t xml:space="preserve">قلت لابي جعفر </w:t>
      </w:r>
      <w:r w:rsidR="00AC7755" w:rsidRPr="00AC7755">
        <w:rPr>
          <w:rStyle w:val="libAlaemChar"/>
          <w:rtl/>
        </w:rPr>
        <w:t>عليه‌السلام</w:t>
      </w:r>
      <w:r w:rsidRPr="00D95A45">
        <w:rPr>
          <w:rtl/>
        </w:rPr>
        <w:t xml:space="preserve"> عشرة قتلوا رجلا فقال</w:t>
      </w:r>
      <w:r w:rsidR="00CC15EB">
        <w:rPr>
          <w:rtl/>
        </w:rPr>
        <w:t>:</w:t>
      </w:r>
      <w:r>
        <w:rPr>
          <w:rtl/>
        </w:rPr>
        <w:t xml:space="preserve"> </w:t>
      </w:r>
      <w:r w:rsidRPr="00D95A45">
        <w:rPr>
          <w:rtl/>
        </w:rPr>
        <w:t>ان شاء اولياؤه قتلوهم جميعا وغرموا تسع ديات</w:t>
      </w:r>
      <w:r w:rsidR="00CC15EB">
        <w:rPr>
          <w:rtl/>
        </w:rPr>
        <w:t>،</w:t>
      </w:r>
      <w:r>
        <w:rPr>
          <w:rtl/>
        </w:rPr>
        <w:t xml:space="preserve"> </w:t>
      </w:r>
      <w:r w:rsidRPr="00D95A45">
        <w:rPr>
          <w:rtl/>
        </w:rPr>
        <w:t>وان شاؤا تخيروا رجلا فقتلوه وأدت التسعة الباقون إلى اهل المقتول الأخير عشر الدية كل رجل منهم قال</w:t>
      </w:r>
      <w:r w:rsidR="00CC15EB">
        <w:rPr>
          <w:rtl/>
        </w:rPr>
        <w:t>:</w:t>
      </w:r>
      <w:r>
        <w:rPr>
          <w:rtl/>
        </w:rPr>
        <w:t xml:space="preserve"> </w:t>
      </w:r>
      <w:r w:rsidRPr="00D95A45">
        <w:rPr>
          <w:rtl/>
        </w:rPr>
        <w:t>ثم ان الوالي يلي أدبهم وحبسهم.</w:t>
      </w:r>
    </w:p>
    <w:p w:rsidR="00AC7755" w:rsidRDefault="00D45E0E" w:rsidP="00AC7755">
      <w:pPr>
        <w:pStyle w:val="libNormal"/>
        <w:rPr>
          <w:rtl/>
        </w:rPr>
      </w:pPr>
      <w:r w:rsidRPr="00D95A45">
        <w:rPr>
          <w:rtl/>
        </w:rPr>
        <w:t>(855) 2</w:t>
      </w:r>
      <w:r w:rsidR="00CC15EB">
        <w:rPr>
          <w:rtl/>
        </w:rPr>
        <w:t xml:space="preserve"> - </w:t>
      </w:r>
      <w:r w:rsidRPr="00D95A45">
        <w:rPr>
          <w:rtl/>
        </w:rPr>
        <w:t xml:space="preserve">عنه عن محمد بن عيسى عن يونس عن عبد الله بن مسكان عن ابى عبد الله </w:t>
      </w:r>
      <w:r w:rsidR="00AC7755" w:rsidRPr="00AC7755">
        <w:rPr>
          <w:rStyle w:val="libAlaemChar"/>
          <w:rtl/>
        </w:rPr>
        <w:t>عليه‌السلام</w:t>
      </w:r>
      <w:r w:rsidRPr="00D95A45">
        <w:rPr>
          <w:rtl/>
        </w:rPr>
        <w:t xml:space="preserve"> في رجلين قتلا رجلا قال</w:t>
      </w:r>
      <w:r w:rsidR="00CC15EB">
        <w:rPr>
          <w:rtl/>
        </w:rPr>
        <w:t>:</w:t>
      </w:r>
      <w:r>
        <w:rPr>
          <w:rtl/>
        </w:rPr>
        <w:t xml:space="preserve"> </w:t>
      </w:r>
      <w:r w:rsidRPr="00D95A45">
        <w:rPr>
          <w:rtl/>
        </w:rPr>
        <w:t>ان اراد اولياء المقتول قتلهما أدوا دية كاملة وقتلوهما وتكون الدية بين أولياء المقتولين</w:t>
      </w:r>
      <w:r w:rsidR="00CC15EB">
        <w:rPr>
          <w:rtl/>
        </w:rPr>
        <w:t>،</w:t>
      </w:r>
      <w:r>
        <w:rPr>
          <w:rtl/>
        </w:rPr>
        <w:t xml:space="preserve"> </w:t>
      </w:r>
      <w:r w:rsidRPr="00D95A45">
        <w:rPr>
          <w:rtl/>
        </w:rPr>
        <w:t>وان ارادوا قتل احدهما قتلوه وادى المتروك نصف الدية إلى اهل المقتول</w:t>
      </w:r>
      <w:r w:rsidR="00CC15EB">
        <w:rPr>
          <w:rtl/>
        </w:rPr>
        <w:t>،</w:t>
      </w:r>
      <w:r>
        <w:rPr>
          <w:rtl/>
        </w:rPr>
        <w:t xml:space="preserve"> </w:t>
      </w:r>
      <w:r w:rsidRPr="00D95A45">
        <w:rPr>
          <w:rtl/>
        </w:rPr>
        <w:t>وان لم يؤدوا دية احدهما ولم يقتل احدهما قبل دية صاحبه من كليهما</w:t>
      </w:r>
      <w:r w:rsidR="00CC15EB">
        <w:rPr>
          <w:rtl/>
        </w:rPr>
        <w:t>،</w:t>
      </w:r>
      <w:r>
        <w:rPr>
          <w:rtl/>
        </w:rPr>
        <w:t xml:space="preserve"> </w:t>
      </w:r>
      <w:r w:rsidRPr="00D95A45">
        <w:rPr>
          <w:rtl/>
        </w:rPr>
        <w:t>وان قبل اولياؤه الدية كانت عليهما.</w:t>
      </w:r>
    </w:p>
    <w:p w:rsidR="00AC7755" w:rsidRDefault="00D45E0E" w:rsidP="00AC7755">
      <w:pPr>
        <w:pStyle w:val="libNormal"/>
        <w:rPr>
          <w:rtl/>
        </w:rPr>
      </w:pPr>
      <w:r w:rsidRPr="00D95A45">
        <w:rPr>
          <w:rtl/>
        </w:rPr>
        <w:t>(856) 3</w:t>
      </w:r>
      <w:r w:rsidR="00CC15EB">
        <w:rPr>
          <w:rtl/>
        </w:rPr>
        <w:t xml:space="preserve"> - </w:t>
      </w:r>
      <w:r w:rsidRPr="00D95A45">
        <w:rPr>
          <w:rtl/>
        </w:rPr>
        <w:t xml:space="preserve">يونس عن ابن مسكان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قتل الرجلان والثلاثة رجلا فارادوا قتلهم ترادوا فضل الدية</w:t>
      </w:r>
      <w:r w:rsidR="00CC15EB">
        <w:rPr>
          <w:rtl/>
        </w:rPr>
        <w:t>،</w:t>
      </w:r>
      <w:r>
        <w:rPr>
          <w:rtl/>
        </w:rPr>
        <w:t xml:space="preserve"> </w:t>
      </w:r>
      <w:r w:rsidRPr="00D95A45">
        <w:rPr>
          <w:rtl/>
        </w:rPr>
        <w:t>وان قبل اولياؤه الدية كانت عليهما والا اخذوا دية صاحبهم.</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854</w:t>
      </w:r>
      <w:r>
        <w:rPr>
          <w:rFonts w:hint="cs"/>
          <w:rtl/>
        </w:rPr>
        <w:t xml:space="preserve"> - </w:t>
      </w:r>
      <w:r w:rsidR="00D45E0E" w:rsidRPr="00DA0376">
        <w:rPr>
          <w:rtl/>
        </w:rPr>
        <w:t>855</w:t>
      </w:r>
      <w:r>
        <w:rPr>
          <w:rtl/>
        </w:rPr>
        <w:t xml:space="preserve"> - </w:t>
      </w:r>
      <w:r w:rsidR="00D45E0E" w:rsidRPr="00DA0376">
        <w:rPr>
          <w:rtl/>
        </w:rPr>
        <w:t>856</w:t>
      </w:r>
      <w:r>
        <w:rPr>
          <w:rtl/>
        </w:rPr>
        <w:t xml:space="preserve"> - </w:t>
      </w:r>
      <w:r w:rsidR="00D45E0E" w:rsidRPr="00DA0376">
        <w:rPr>
          <w:rtl/>
        </w:rPr>
        <w:t>الاستبصار ج 4 ص 281 الكافي ص 318 واخرج الاول الصدوق في الفقيه ج 4 ص 85</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(857) 4</w:t>
      </w:r>
      <w:r w:rsidR="00CC15EB">
        <w:rPr>
          <w:rtl/>
        </w:rPr>
        <w:t xml:space="preserve"> - </w:t>
      </w:r>
      <w:r w:rsidRPr="00D95A45">
        <w:rPr>
          <w:rtl/>
        </w:rPr>
        <w:t xml:space="preserve">احمد بن محمد عن ابن ابى عمير عن حماد عن الحلبي عن ابى عبد الله </w:t>
      </w:r>
      <w:r w:rsidR="00AC7755" w:rsidRPr="00AC7755">
        <w:rPr>
          <w:rStyle w:val="libAlaemChar"/>
          <w:rtl/>
        </w:rPr>
        <w:t>عليه‌السلام</w:t>
      </w:r>
      <w:r w:rsidRPr="00D95A45">
        <w:rPr>
          <w:rtl/>
        </w:rPr>
        <w:t xml:space="preserve"> في عشرة اشتركوا في قتل رجل قال</w:t>
      </w:r>
      <w:r w:rsidR="00CC15EB">
        <w:rPr>
          <w:rtl/>
        </w:rPr>
        <w:t>:</w:t>
      </w:r>
      <w:r>
        <w:rPr>
          <w:rtl/>
        </w:rPr>
        <w:t xml:space="preserve"> </w:t>
      </w:r>
      <w:r w:rsidRPr="00D95A45">
        <w:rPr>
          <w:rtl/>
        </w:rPr>
        <w:t>تخير اهل المقتول فايهم شاؤا قتلوا ورجع اولياؤه على الباقين بتسعة اعشار الدية. فاما ما رواه</w:t>
      </w:r>
      <w:r w:rsidR="00CC15EB">
        <w:rPr>
          <w:rtl/>
        </w:rPr>
        <w:t>:</w:t>
      </w:r>
      <w:r>
        <w:rPr>
          <w:rtl/>
        </w:rPr>
        <w:t xml:space="preserve"> </w:t>
      </w:r>
    </w:p>
    <w:p w:rsidR="00AC7755" w:rsidRDefault="00D45E0E" w:rsidP="00AC7755">
      <w:pPr>
        <w:pStyle w:val="libNormal"/>
        <w:rPr>
          <w:rtl/>
        </w:rPr>
      </w:pPr>
      <w:r w:rsidRPr="00D95A45">
        <w:rPr>
          <w:rtl/>
        </w:rPr>
        <w:t>(858) 5</w:t>
      </w:r>
      <w:r w:rsidR="00CC15EB">
        <w:rPr>
          <w:rtl/>
        </w:rPr>
        <w:t xml:space="preserve"> - </w:t>
      </w:r>
      <w:r w:rsidRPr="00D95A45">
        <w:rPr>
          <w:rtl/>
        </w:rPr>
        <w:t xml:space="preserve">الحسين بن سعيد عن ابن ابى عمير عن القاسم ابن عروة عن ابي العباس وغيرة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اجتمع العدة على قتل رجل واحد حكم الوالي ان يقتل ايهم شاؤا وليس لهم ان يقتلوا اكثر من واحدا ان الله عز وجل يقول</w:t>
      </w:r>
      <w:r w:rsidR="00CC15EB">
        <w:rPr>
          <w:rtl/>
        </w:rPr>
        <w:t>:</w:t>
      </w:r>
      <w:r>
        <w:rPr>
          <w:rtl/>
        </w:rPr>
        <w:t xml:space="preserve"> </w:t>
      </w:r>
      <w:r w:rsidR="00AC7755" w:rsidRPr="00AC7755">
        <w:rPr>
          <w:rStyle w:val="libAlaemChar"/>
          <w:rFonts w:hint="cs"/>
          <w:rtl/>
        </w:rPr>
        <w:t>(</w:t>
      </w:r>
      <w:r w:rsidRPr="00D95A45">
        <w:rPr>
          <w:rtl/>
        </w:rPr>
        <w:t xml:space="preserve"> </w:t>
      </w:r>
      <w:r w:rsidRPr="00AC7755">
        <w:rPr>
          <w:rStyle w:val="libAieChar"/>
          <w:rtl/>
        </w:rPr>
        <w:t>ومن قتل مظلوما فقد جعلنا لوليه سلطانا فلا يسرف في القتل</w:t>
      </w:r>
      <w:r w:rsidRPr="00D95A45">
        <w:rPr>
          <w:rtl/>
        </w:rPr>
        <w:t xml:space="preserve"> </w:t>
      </w:r>
      <w:r w:rsidRPr="00AC7755">
        <w:rPr>
          <w:rStyle w:val="libAlaemChar"/>
          <w:rFonts w:hint="cs"/>
          <w:rtl/>
        </w:rPr>
        <w:t>)</w:t>
      </w:r>
      <w:r w:rsidRPr="00D95A45">
        <w:rPr>
          <w:rtl/>
        </w:rPr>
        <w:t xml:space="preserve"> وإذا قتل ثلاثة واحدا خير الوالي اي الثلاثة شاء ان يقتل ويضمن الآخران ثلثي الدية لورثة المقتول.</w:t>
      </w:r>
    </w:p>
    <w:p w:rsidR="00AC7755" w:rsidRDefault="00D45E0E" w:rsidP="00AC7755">
      <w:pPr>
        <w:pStyle w:val="libNormal"/>
        <w:rPr>
          <w:rtl/>
        </w:rPr>
      </w:pPr>
      <w:r w:rsidRPr="00D95A45">
        <w:rPr>
          <w:rtl/>
        </w:rPr>
        <w:t xml:space="preserve"> فلا ينافي ما قدمناه من الاخبار من ان لاولياء المقتول قتل الاثنين وما زاد عليهما بواحد لأنه انما يكون لهم ذلك إذا ادوا دية الباقي</w:t>
      </w:r>
      <w:r w:rsidR="00CC15EB">
        <w:rPr>
          <w:rtl/>
        </w:rPr>
        <w:t>،</w:t>
      </w:r>
      <w:r>
        <w:rPr>
          <w:rtl/>
        </w:rPr>
        <w:t xml:space="preserve"> </w:t>
      </w:r>
      <w:r w:rsidRPr="00D95A45">
        <w:rPr>
          <w:rtl/>
        </w:rPr>
        <w:t>وهذا الخبر انما يتناول من اراد قتل جماعة بواحد من غير ان يؤدي دية الباقين وليس لهم ذلك</w:t>
      </w:r>
      <w:r w:rsidR="00CC15EB">
        <w:rPr>
          <w:rtl/>
        </w:rPr>
        <w:t>،</w:t>
      </w:r>
      <w:r>
        <w:rPr>
          <w:rtl/>
        </w:rPr>
        <w:t xml:space="preserve"> </w:t>
      </w:r>
      <w:r w:rsidRPr="00D95A45">
        <w:rPr>
          <w:rtl/>
        </w:rPr>
        <w:t>وليس في ظاهر الخبر انه إذا بذل دية الباقين لم يجز له أن يقتلهم به</w:t>
      </w:r>
      <w:r w:rsidR="00CC15EB">
        <w:rPr>
          <w:rtl/>
        </w:rPr>
        <w:t>،</w:t>
      </w:r>
      <w:r>
        <w:rPr>
          <w:rtl/>
        </w:rPr>
        <w:t xml:space="preserve"> </w:t>
      </w:r>
      <w:r w:rsidRPr="00D95A45">
        <w:rPr>
          <w:rtl/>
        </w:rPr>
        <w:t>وإذا لم يكن ذلك في ظاهره وكانت الاخبار المتقدمة مبينة لذلك فينبغي ان نحمل هذا الخبر المجمل على تلك الاخبار المفصلة</w:t>
      </w:r>
      <w:r w:rsidR="00CC15EB">
        <w:rPr>
          <w:rtl/>
        </w:rPr>
        <w:t>،</w:t>
      </w:r>
      <w:r>
        <w:rPr>
          <w:rtl/>
        </w:rPr>
        <w:t xml:space="preserve"> </w:t>
      </w:r>
      <w:r w:rsidRPr="00D95A45">
        <w:rPr>
          <w:rtl/>
        </w:rPr>
        <w:t>والذي يزيد ما قدمناه بيانا ما رواه</w:t>
      </w:r>
      <w:r w:rsidR="00CC15EB">
        <w:rPr>
          <w:rtl/>
        </w:rPr>
        <w:t>:</w:t>
      </w:r>
      <w:r>
        <w:rPr>
          <w:rtl/>
        </w:rPr>
        <w:t xml:space="preserve"> </w:t>
      </w:r>
    </w:p>
    <w:p w:rsidR="00AC7755" w:rsidRDefault="00D45E0E" w:rsidP="00AC7755">
      <w:pPr>
        <w:pStyle w:val="libNormal"/>
        <w:rPr>
          <w:rtl/>
        </w:rPr>
      </w:pPr>
      <w:r w:rsidRPr="00D95A45">
        <w:rPr>
          <w:rtl/>
        </w:rPr>
        <w:t>(859) 6</w:t>
      </w:r>
      <w:r w:rsidR="00CC15EB">
        <w:rPr>
          <w:rtl/>
        </w:rPr>
        <w:t xml:space="preserve"> - </w:t>
      </w:r>
      <w:r w:rsidRPr="00D95A45">
        <w:rPr>
          <w:rtl/>
        </w:rPr>
        <w:t xml:space="preserve">الحسن بن بنت الياس عن داود بن سرحان عن ابى عبد الله </w:t>
      </w:r>
      <w:r w:rsidR="00AC7755" w:rsidRPr="00AC7755">
        <w:rPr>
          <w:rStyle w:val="libAlaemChar"/>
          <w:rtl/>
        </w:rPr>
        <w:t>عليه‌السلام</w:t>
      </w:r>
      <w:r w:rsidRPr="00D95A45">
        <w:rPr>
          <w:rtl/>
        </w:rPr>
        <w:t xml:space="preserve"> في رجلين قتلا رجلا قال</w:t>
      </w:r>
      <w:r w:rsidR="00CC15EB">
        <w:rPr>
          <w:rtl/>
        </w:rPr>
        <w:t>:</w:t>
      </w:r>
      <w:r>
        <w:rPr>
          <w:rtl/>
        </w:rPr>
        <w:t xml:space="preserve"> </w:t>
      </w:r>
      <w:r w:rsidRPr="00D95A45">
        <w:rPr>
          <w:rtl/>
        </w:rPr>
        <w:t>يقتلان ان شاء اهل المقتول وترد على أهلهما دية واحدة.</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857</w:t>
      </w:r>
      <w:r>
        <w:rPr>
          <w:rtl/>
        </w:rPr>
        <w:t xml:space="preserve"> - </w:t>
      </w:r>
      <w:r w:rsidR="00D45E0E" w:rsidRPr="00D95A45">
        <w:rPr>
          <w:rtl/>
        </w:rPr>
        <w:t>الاستبصار ج 4 ص 281 الكافي ج 2 ص 318 الفقيه ج 4 ص 86</w:t>
      </w:r>
    </w:p>
    <w:p w:rsidR="00CC15EB" w:rsidRDefault="00CC15EB" w:rsidP="00AC7755">
      <w:pPr>
        <w:pStyle w:val="libFootnote0"/>
        <w:rPr>
          <w:rtl/>
        </w:rPr>
      </w:pPr>
      <w:r>
        <w:rPr>
          <w:rtl/>
        </w:rPr>
        <w:t>-</w:t>
      </w:r>
      <w:r w:rsidR="00D45E0E" w:rsidRPr="007277FF">
        <w:rPr>
          <w:rtl/>
        </w:rPr>
        <w:t xml:space="preserve"> 858</w:t>
      </w:r>
      <w:r>
        <w:rPr>
          <w:rtl/>
        </w:rPr>
        <w:t xml:space="preserve"> - </w:t>
      </w:r>
      <w:r w:rsidR="00D45E0E" w:rsidRPr="007277FF">
        <w:rPr>
          <w:rtl/>
        </w:rPr>
        <w:t>الاستبصار ج 4 ص 282 الكافي ج 2 ص 319</w:t>
      </w:r>
    </w:p>
    <w:p w:rsidR="00AC7755" w:rsidRDefault="00CC15EB" w:rsidP="00AC7755">
      <w:pPr>
        <w:pStyle w:val="libFootnote0"/>
        <w:rPr>
          <w:rtl/>
        </w:rPr>
      </w:pPr>
      <w:r>
        <w:rPr>
          <w:rtl/>
        </w:rPr>
        <w:t>-</w:t>
      </w:r>
      <w:r w:rsidR="00D45E0E" w:rsidRPr="00DA0376">
        <w:rPr>
          <w:rtl/>
        </w:rPr>
        <w:t xml:space="preserve"> 859</w:t>
      </w:r>
      <w:r>
        <w:rPr>
          <w:rtl/>
        </w:rPr>
        <w:t xml:space="preserve"> - </w:t>
      </w:r>
      <w:r w:rsidR="00D45E0E" w:rsidRPr="00DA0376">
        <w:rPr>
          <w:rtl/>
        </w:rPr>
        <w:t>الاستبصار ج 4 ص 282</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(860) 7</w:t>
      </w:r>
      <w:r w:rsidR="00CC15EB">
        <w:rPr>
          <w:rtl/>
        </w:rPr>
        <w:t xml:space="preserve"> - </w:t>
      </w:r>
      <w:r w:rsidRPr="00D95A45">
        <w:rPr>
          <w:rtl/>
        </w:rPr>
        <w:t>علي عن محمد بن عيسى عن يونس عن زرعة عن سماعة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رجل ليقتله والرجل فار منه فاستقبله رجل آخر فامسكه عليه حتى جاء الرجل فقتله</w:t>
      </w:r>
      <w:r w:rsidR="00CC15EB">
        <w:rPr>
          <w:rtl/>
        </w:rPr>
        <w:t>:</w:t>
      </w:r>
      <w:r>
        <w:rPr>
          <w:rtl/>
        </w:rPr>
        <w:t xml:space="preserve"> </w:t>
      </w:r>
      <w:r w:rsidRPr="00D95A45">
        <w:rPr>
          <w:rtl/>
        </w:rPr>
        <w:t>بتقل الرجل الذى قتله</w:t>
      </w:r>
      <w:r w:rsidR="00CC15EB">
        <w:rPr>
          <w:rtl/>
        </w:rPr>
        <w:t>،</w:t>
      </w:r>
      <w:r>
        <w:rPr>
          <w:rtl/>
        </w:rPr>
        <w:t xml:space="preserve"> </w:t>
      </w:r>
      <w:r w:rsidRPr="00D95A45">
        <w:rPr>
          <w:rtl/>
        </w:rPr>
        <w:t>وقضى على الآخر الذي امسكه عليه</w:t>
      </w:r>
      <w:r w:rsidR="00CC15EB">
        <w:rPr>
          <w:rtl/>
        </w:rPr>
        <w:t>:</w:t>
      </w:r>
      <w:r>
        <w:rPr>
          <w:rtl/>
        </w:rPr>
        <w:t xml:space="preserve"> </w:t>
      </w:r>
      <w:r w:rsidRPr="00D95A45">
        <w:rPr>
          <w:rtl/>
        </w:rPr>
        <w:t>ان يطرح في السجن ابدا حتى يموت فيه لأنه امسك على الموت.</w:t>
      </w:r>
    </w:p>
    <w:p w:rsidR="00AC7755" w:rsidRDefault="00D45E0E" w:rsidP="00AC7755">
      <w:pPr>
        <w:pStyle w:val="libNormal"/>
        <w:rPr>
          <w:rtl/>
        </w:rPr>
      </w:pPr>
      <w:r w:rsidRPr="00D95A45">
        <w:rPr>
          <w:rtl/>
        </w:rPr>
        <w:t>(861) 8</w:t>
      </w:r>
      <w:r w:rsidR="00CC15EB">
        <w:rPr>
          <w:rtl/>
        </w:rPr>
        <w:t xml:space="preserve"> - </w:t>
      </w:r>
      <w:r w:rsidRPr="00D95A45">
        <w:rPr>
          <w:rtl/>
        </w:rPr>
        <w:t xml:space="preserve">الحسين بن سعيد عن ابن ابى نجران عن عاصم عن محمد ابن قيس عن ابى جعفر </w:t>
      </w:r>
      <w:r w:rsidR="00AC7755" w:rsidRPr="00AC7755">
        <w:rPr>
          <w:rStyle w:val="libAlaemChar"/>
          <w:rtl/>
        </w:rPr>
        <w:t>عليه‌السلام</w:t>
      </w:r>
      <w:r w:rsidRPr="00D95A45">
        <w:rPr>
          <w:rtl/>
        </w:rPr>
        <w:t xml:space="preserve"> مثله.</w:t>
      </w:r>
    </w:p>
    <w:p w:rsidR="00AC7755" w:rsidRDefault="00D45E0E" w:rsidP="00AC7755">
      <w:pPr>
        <w:pStyle w:val="libNormal"/>
        <w:rPr>
          <w:rtl/>
        </w:rPr>
      </w:pPr>
      <w:r w:rsidRPr="00D95A45">
        <w:rPr>
          <w:rtl/>
        </w:rPr>
        <w:t>(862) 9</w:t>
      </w:r>
      <w:r w:rsidR="00CC15EB">
        <w:rPr>
          <w:rtl/>
        </w:rPr>
        <w:t xml:space="preserve"> - </w:t>
      </w:r>
      <w:r w:rsidRPr="00D95A45">
        <w:rPr>
          <w:rtl/>
        </w:rPr>
        <w:t xml:space="preserve">احمد بن محمد عن ابن ابي عمير عن حماد عن الحلبي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رجلين أمسك احدهما وقتل الآخر قال</w:t>
      </w:r>
      <w:r w:rsidR="00CC15EB">
        <w:rPr>
          <w:rtl/>
        </w:rPr>
        <w:t>:</w:t>
      </w:r>
      <w:r>
        <w:rPr>
          <w:rtl/>
        </w:rPr>
        <w:t xml:space="preserve"> </w:t>
      </w:r>
      <w:r w:rsidRPr="00D95A45">
        <w:rPr>
          <w:rtl/>
        </w:rPr>
        <w:t>يقتل القاتل ويحبس الآخر حتى يموت غما كما كان حبس عليه حتى مات غما.</w:t>
      </w:r>
    </w:p>
    <w:p w:rsidR="00AC7755" w:rsidRDefault="00D45E0E" w:rsidP="00AC7755">
      <w:pPr>
        <w:pStyle w:val="libNormal"/>
        <w:rPr>
          <w:rtl/>
        </w:rPr>
      </w:pPr>
      <w:r w:rsidRPr="00D95A45">
        <w:rPr>
          <w:rtl/>
        </w:rPr>
        <w:t>(863) 10</w:t>
      </w:r>
      <w:r w:rsidR="00CC15EB">
        <w:rPr>
          <w:rtl/>
        </w:rPr>
        <w:t xml:space="preserve"> - </w:t>
      </w:r>
      <w:r w:rsidRPr="00D95A45">
        <w:rPr>
          <w:rtl/>
        </w:rPr>
        <w:t xml:space="preserve">علي بن ابراهيم عن ابيه عن النوفلي عن السكوني عن ابى عبد الله </w:t>
      </w:r>
      <w:r w:rsidR="00AC7755" w:rsidRPr="00AC7755">
        <w:rPr>
          <w:rStyle w:val="libAlaemChar"/>
          <w:rtl/>
        </w:rPr>
        <w:t>عليه‌السلام</w:t>
      </w:r>
      <w:r w:rsidRPr="00D95A45">
        <w:rPr>
          <w:rtl/>
        </w:rPr>
        <w:t xml:space="preserve"> ان ثلاثة نفر رفعوا إلى امير المؤمنين </w:t>
      </w:r>
      <w:r w:rsidR="00AC7755" w:rsidRPr="00AC7755">
        <w:rPr>
          <w:rStyle w:val="libAlaemChar"/>
          <w:rtl/>
        </w:rPr>
        <w:t>عليه‌السلام</w:t>
      </w:r>
      <w:r w:rsidRPr="00D95A45">
        <w:rPr>
          <w:rtl/>
        </w:rPr>
        <w:t xml:space="preserve"> واحد منهم أمسك رجلا وأقبل الآخر فقتله والآخر يراهم فقضى في الربيئة ان تسمل عيناه وفي الذى أمسك ان يسجن حتى يموت كما امسك</w:t>
      </w:r>
      <w:r w:rsidR="00CC15EB">
        <w:rPr>
          <w:rtl/>
        </w:rPr>
        <w:t>،</w:t>
      </w:r>
      <w:r>
        <w:rPr>
          <w:rtl/>
        </w:rPr>
        <w:t xml:space="preserve"> </w:t>
      </w:r>
      <w:r w:rsidRPr="00D95A45">
        <w:rPr>
          <w:rtl/>
        </w:rPr>
        <w:t>وقضى في الذي قتل</w:t>
      </w:r>
      <w:r w:rsidR="00CC15EB">
        <w:rPr>
          <w:rtl/>
        </w:rPr>
        <w:t>:</w:t>
      </w:r>
      <w:r>
        <w:rPr>
          <w:rtl/>
        </w:rPr>
        <w:t xml:space="preserve"> </w:t>
      </w:r>
      <w:r w:rsidRPr="00D95A45">
        <w:rPr>
          <w:rtl/>
        </w:rPr>
        <w:t>أن يقتل.</w:t>
      </w:r>
    </w:p>
    <w:p w:rsidR="00AC7755" w:rsidRDefault="00D45E0E" w:rsidP="00AC7755">
      <w:pPr>
        <w:pStyle w:val="libNormal"/>
        <w:rPr>
          <w:rtl/>
        </w:rPr>
      </w:pPr>
      <w:r w:rsidRPr="00D95A45">
        <w:rPr>
          <w:rtl/>
        </w:rPr>
        <w:t>(864) 11</w:t>
      </w:r>
      <w:r w:rsidR="00CC15EB">
        <w:rPr>
          <w:rtl/>
        </w:rPr>
        <w:t xml:space="preserve"> - </w:t>
      </w:r>
      <w:r w:rsidRPr="00D95A45">
        <w:rPr>
          <w:rtl/>
        </w:rPr>
        <w:t xml:space="preserve">احمد بن محمد عن ابن محبوب عن ابن رئاب عن زرارة عن ابى جعفر </w:t>
      </w:r>
      <w:r w:rsidR="00AC7755" w:rsidRPr="00AC7755">
        <w:rPr>
          <w:rStyle w:val="libAlaemChar"/>
          <w:rtl/>
        </w:rPr>
        <w:t>عليه‌السلام</w:t>
      </w:r>
      <w:r w:rsidRPr="00D95A45">
        <w:rPr>
          <w:rtl/>
        </w:rPr>
        <w:t xml:space="preserve"> في رجل أمر رجلا بقتل رجل فقتله فقال</w:t>
      </w:r>
      <w:r w:rsidR="00CC15EB">
        <w:rPr>
          <w:rtl/>
        </w:rPr>
        <w:t>:</w:t>
      </w:r>
      <w:r>
        <w:rPr>
          <w:rtl/>
        </w:rPr>
        <w:t xml:space="preserve"> </w:t>
      </w:r>
      <w:r w:rsidRPr="00D95A45">
        <w:rPr>
          <w:rtl/>
        </w:rPr>
        <w:t>يقتل به الذي قتله ويحبس الآمر بقتله في الحبس حتى يموت.</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860</w:t>
      </w:r>
      <w:r>
        <w:rPr>
          <w:rtl/>
        </w:rPr>
        <w:t xml:space="preserve"> - </w:t>
      </w:r>
      <w:r w:rsidR="00D45E0E" w:rsidRPr="00D95A45">
        <w:rPr>
          <w:rtl/>
        </w:rPr>
        <w:t>الكافي ج 2 ص 319</w:t>
      </w:r>
    </w:p>
    <w:p w:rsidR="00CC15EB" w:rsidRDefault="00CC15EB" w:rsidP="00AC7755">
      <w:pPr>
        <w:pStyle w:val="libFootnote0"/>
        <w:rPr>
          <w:rtl/>
        </w:rPr>
      </w:pPr>
      <w:r>
        <w:rPr>
          <w:rtl/>
        </w:rPr>
        <w:t>-</w:t>
      </w:r>
      <w:r w:rsidR="00D45E0E" w:rsidRPr="007277FF">
        <w:rPr>
          <w:rtl/>
        </w:rPr>
        <w:t xml:space="preserve"> 862</w:t>
      </w:r>
      <w:r>
        <w:rPr>
          <w:rtl/>
        </w:rPr>
        <w:t xml:space="preserve"> - </w:t>
      </w:r>
      <w:r w:rsidR="00D45E0E" w:rsidRPr="007277FF">
        <w:rPr>
          <w:rtl/>
        </w:rPr>
        <w:t>الكافي ج 2 ص 319 الفقيه ج 4 ص 86</w:t>
      </w:r>
    </w:p>
    <w:p w:rsidR="00CC15EB" w:rsidRDefault="00CC15EB" w:rsidP="00AC7755">
      <w:pPr>
        <w:pStyle w:val="libFootnote0"/>
        <w:rPr>
          <w:rtl/>
        </w:rPr>
      </w:pPr>
      <w:r>
        <w:rPr>
          <w:rtl/>
        </w:rPr>
        <w:t>-</w:t>
      </w:r>
      <w:r w:rsidR="00D45E0E" w:rsidRPr="007277FF">
        <w:rPr>
          <w:rtl/>
        </w:rPr>
        <w:t xml:space="preserve"> 863</w:t>
      </w:r>
      <w:r>
        <w:rPr>
          <w:rtl/>
        </w:rPr>
        <w:t xml:space="preserve"> - </w:t>
      </w:r>
      <w:r w:rsidR="00D45E0E" w:rsidRPr="007277FF">
        <w:rPr>
          <w:rtl/>
        </w:rPr>
        <w:t>الكافي ج 2 ص 320 الفقيه ج 4 ص 88</w:t>
      </w:r>
    </w:p>
    <w:p w:rsidR="00AC7755" w:rsidRDefault="00CC15EB" w:rsidP="00AC7755">
      <w:pPr>
        <w:pStyle w:val="libFootnote0"/>
        <w:rPr>
          <w:rtl/>
        </w:rPr>
      </w:pPr>
      <w:r>
        <w:rPr>
          <w:rtl/>
        </w:rPr>
        <w:t>-</w:t>
      </w:r>
      <w:r w:rsidR="00D45E0E" w:rsidRPr="00DA0376">
        <w:rPr>
          <w:rtl/>
        </w:rPr>
        <w:t xml:space="preserve"> 864</w:t>
      </w:r>
      <w:r>
        <w:rPr>
          <w:rtl/>
        </w:rPr>
        <w:t xml:space="preserve"> - </w:t>
      </w:r>
      <w:r w:rsidR="00D45E0E" w:rsidRPr="00DA0376">
        <w:rPr>
          <w:rtl/>
        </w:rPr>
        <w:t>الاستبصار ج 4 ص 283 الكافي ج 2 ص 319 الفقيه ج 4 ص 81</w:t>
      </w:r>
    </w:p>
    <w:p w:rsidR="00AC7755" w:rsidRDefault="00AC7755" w:rsidP="00AC7755">
      <w:pPr>
        <w:pStyle w:val="libNormal"/>
        <w:rPr>
          <w:rtl/>
        </w:rPr>
      </w:pPr>
      <w:r>
        <w:rPr>
          <w:rtl/>
        </w:rPr>
        <w:br w:type="page"/>
      </w:r>
    </w:p>
    <w:p w:rsidR="00AC7755" w:rsidRDefault="00D45E0E" w:rsidP="00AC7755">
      <w:pPr>
        <w:pStyle w:val="libNormal"/>
        <w:rPr>
          <w:rtl/>
        </w:rPr>
      </w:pPr>
      <w:r w:rsidRPr="00DA0376">
        <w:rPr>
          <w:rtl/>
        </w:rPr>
        <w:lastRenderedPageBreak/>
        <w:t>فاما ما رواه</w:t>
      </w:r>
      <w:r w:rsidR="00CC15EB">
        <w:rPr>
          <w:rtl/>
        </w:rPr>
        <w:t>:</w:t>
      </w:r>
      <w:r>
        <w:rPr>
          <w:rtl/>
        </w:rPr>
        <w:t xml:space="preserve"> </w:t>
      </w:r>
    </w:p>
    <w:p w:rsidR="00AC7755" w:rsidRDefault="00D45E0E" w:rsidP="00AC7755">
      <w:pPr>
        <w:pStyle w:val="libNormal"/>
        <w:rPr>
          <w:rtl/>
        </w:rPr>
      </w:pPr>
      <w:r w:rsidRPr="00D95A45">
        <w:rPr>
          <w:rtl/>
        </w:rPr>
        <w:t>(865) 12</w:t>
      </w:r>
      <w:r w:rsidR="00CC15EB">
        <w:rPr>
          <w:rtl/>
        </w:rPr>
        <w:t xml:space="preserve"> - </w:t>
      </w:r>
      <w:r w:rsidRPr="00D95A45">
        <w:rPr>
          <w:rtl/>
        </w:rPr>
        <w:t xml:space="preserve">احمد بن محمد عن ابن محبوب عن اسحاق بن عمار عن ابى عبد الله </w:t>
      </w:r>
      <w:r w:rsidR="00AC7755" w:rsidRPr="00AC7755">
        <w:rPr>
          <w:rStyle w:val="libAlaemChar"/>
          <w:rtl/>
        </w:rPr>
        <w:t>عليه‌السلام</w:t>
      </w:r>
      <w:r w:rsidRPr="00D95A45">
        <w:rPr>
          <w:rtl/>
        </w:rPr>
        <w:t xml:space="preserve"> في رجل امر عبده ان يقتل رجلا فقتله قال</w:t>
      </w:r>
      <w:r w:rsidR="00CC15EB">
        <w:rPr>
          <w:rtl/>
        </w:rPr>
        <w:t>:</w:t>
      </w:r>
      <w:r>
        <w:rPr>
          <w:rtl/>
        </w:rPr>
        <w:t xml:space="preserve"> </w:t>
      </w:r>
      <w:r w:rsidRPr="00D95A45">
        <w:rPr>
          <w:rtl/>
        </w:rPr>
        <w:t>يقتل السيد به.</w:t>
      </w:r>
    </w:p>
    <w:p w:rsidR="00AC7755" w:rsidRDefault="00D45E0E" w:rsidP="00AC7755">
      <w:pPr>
        <w:pStyle w:val="libNormal"/>
        <w:rPr>
          <w:rtl/>
        </w:rPr>
      </w:pPr>
      <w:r w:rsidRPr="00D95A45">
        <w:rPr>
          <w:rtl/>
        </w:rPr>
        <w:t>(866) 13</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 xml:space="preserve">في رجل امر عبده ان يقتل رجلا فقتله فقال امير المؤمنين </w:t>
      </w:r>
      <w:r w:rsidR="00AC7755" w:rsidRPr="00AC7755">
        <w:rPr>
          <w:rStyle w:val="libAlaemChar"/>
          <w:rtl/>
        </w:rPr>
        <w:t>عليه‌السلام</w:t>
      </w:r>
      <w:r w:rsidR="00CC15EB">
        <w:rPr>
          <w:rtl/>
        </w:rPr>
        <w:t>:</w:t>
      </w:r>
      <w:r>
        <w:rPr>
          <w:rtl/>
        </w:rPr>
        <w:t xml:space="preserve"> </w:t>
      </w:r>
      <w:r w:rsidRPr="00D95A45">
        <w:rPr>
          <w:rtl/>
        </w:rPr>
        <w:t>وهل عبد الرجل الا كسيفه</w:t>
      </w:r>
      <w:r>
        <w:rPr>
          <w:rtl/>
        </w:rPr>
        <w:t>؟</w:t>
      </w:r>
      <w:r w:rsidRPr="00D95A45">
        <w:rPr>
          <w:rtl/>
        </w:rPr>
        <w:t xml:space="preserve"> يقتل السيد ويستودع العبد في السجن. </w:t>
      </w:r>
    </w:p>
    <w:p w:rsidR="00AC7755" w:rsidRDefault="00D45E0E" w:rsidP="00AC7755">
      <w:pPr>
        <w:pStyle w:val="libNormal"/>
        <w:rPr>
          <w:rtl/>
        </w:rPr>
      </w:pPr>
      <w:r w:rsidRPr="00D95A45">
        <w:rPr>
          <w:rtl/>
        </w:rPr>
        <w:t>قال محمد بن الحسن</w:t>
      </w:r>
      <w:r w:rsidR="00CC15EB">
        <w:rPr>
          <w:rtl/>
        </w:rPr>
        <w:t>:</w:t>
      </w:r>
      <w:r>
        <w:rPr>
          <w:rtl/>
        </w:rPr>
        <w:t xml:space="preserve"> </w:t>
      </w:r>
      <w:r w:rsidRPr="00D95A45">
        <w:rPr>
          <w:rtl/>
        </w:rPr>
        <w:t>هذان الخبران قد وردا على ما اوردناهما وينبغي ان يكون العمل على الخبر الأول لأنه موافق لظاهر كتاب الله والاخبار الكثيرة التي قدمناها لأن القرآن قد نطق ان النفس بالنفس</w:t>
      </w:r>
      <w:r w:rsidR="00CC15EB">
        <w:rPr>
          <w:rtl/>
        </w:rPr>
        <w:t>،</w:t>
      </w:r>
      <w:r>
        <w:rPr>
          <w:rtl/>
        </w:rPr>
        <w:t xml:space="preserve"> </w:t>
      </w:r>
      <w:r w:rsidRPr="00D95A45">
        <w:rPr>
          <w:rtl/>
        </w:rPr>
        <w:t>وقد علمنا انه ما اراد الا النفس القاتلة</w:t>
      </w:r>
      <w:r w:rsidR="00CC15EB">
        <w:rPr>
          <w:rtl/>
        </w:rPr>
        <w:t>،</w:t>
      </w:r>
      <w:r>
        <w:rPr>
          <w:rtl/>
        </w:rPr>
        <w:t xml:space="preserve"> </w:t>
      </w:r>
      <w:r w:rsidRPr="00D95A45">
        <w:rPr>
          <w:rtl/>
        </w:rPr>
        <w:t>والاخبار التي قدمناها فيمن اشترك بالرؤية والامساك والقتل تؤيد ذلك ايضا</w:t>
      </w:r>
      <w:r w:rsidR="00CC15EB">
        <w:rPr>
          <w:rtl/>
        </w:rPr>
        <w:t>،</w:t>
      </w:r>
      <w:r>
        <w:rPr>
          <w:rtl/>
        </w:rPr>
        <w:t xml:space="preserve"> </w:t>
      </w:r>
      <w:r w:rsidRPr="00D95A45">
        <w:rPr>
          <w:rtl/>
        </w:rPr>
        <w:t>لأن القصاص فيها إنما اوجب على القاتل ولم يوجب على الممسك ولا على الناظر</w:t>
      </w:r>
      <w:r w:rsidR="00CC15EB">
        <w:rPr>
          <w:rtl/>
        </w:rPr>
        <w:t>،</w:t>
      </w:r>
      <w:r>
        <w:rPr>
          <w:rtl/>
        </w:rPr>
        <w:t xml:space="preserve"> </w:t>
      </w:r>
      <w:r w:rsidRPr="00D95A45">
        <w:rPr>
          <w:rtl/>
        </w:rPr>
        <w:t>وقد علمنا ان الممسك امره اعظم من الآمر</w:t>
      </w:r>
      <w:r w:rsidR="00CC15EB">
        <w:rPr>
          <w:rtl/>
        </w:rPr>
        <w:t>،</w:t>
      </w:r>
      <w:r>
        <w:rPr>
          <w:rtl/>
        </w:rPr>
        <w:t xml:space="preserve"> </w:t>
      </w:r>
      <w:r w:rsidRPr="00D95A45">
        <w:rPr>
          <w:rtl/>
        </w:rPr>
        <w:t>وإذا كان الخبران مخالفين للقرآن والاخبار فينبغي ان يلغى امرهما ويكون العمل بما سواهما</w:t>
      </w:r>
      <w:r w:rsidR="00CC15EB">
        <w:rPr>
          <w:rtl/>
        </w:rPr>
        <w:t>،</w:t>
      </w:r>
      <w:r>
        <w:rPr>
          <w:rtl/>
        </w:rPr>
        <w:t xml:space="preserve"> </w:t>
      </w:r>
      <w:r w:rsidRPr="00D95A45">
        <w:rPr>
          <w:rtl/>
        </w:rPr>
        <w:t>وعلى انه يحتمل الخبران وجها وهو ان يحملا على من تكون عادته ان يامر عبيده بقتل الناس ويغريهم بذلك ويلجئهم إليه فانه يجوز للامام أن يقتل من هذه حاله لأنه مفسد في الارض</w:t>
      </w:r>
      <w:r w:rsidR="00CC15EB">
        <w:rPr>
          <w:rtl/>
        </w:rPr>
        <w:t>،</w:t>
      </w:r>
      <w:r>
        <w:rPr>
          <w:rtl/>
        </w:rPr>
        <w:t xml:space="preserve"> </w:t>
      </w:r>
    </w:p>
    <w:p w:rsidR="00AC7755" w:rsidRDefault="00D45E0E" w:rsidP="00AC7755">
      <w:pPr>
        <w:pStyle w:val="libNormal"/>
        <w:rPr>
          <w:rtl/>
        </w:rPr>
      </w:pPr>
      <w:r w:rsidRPr="00D95A45">
        <w:rPr>
          <w:rtl/>
        </w:rPr>
        <w:t>(867) 14</w:t>
      </w:r>
      <w:r w:rsidR="00CC15EB">
        <w:rPr>
          <w:rtl/>
        </w:rPr>
        <w:t xml:space="preserve"> - </w:t>
      </w:r>
      <w:r w:rsidRPr="00D95A45">
        <w:rPr>
          <w:rtl/>
        </w:rPr>
        <w:t xml:space="preserve">علي بن ابراهيم عن محمد بن عيسى عن يونس عن ابن مسكان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قتل الرجل رجلين أو أكثر من ذلك قتل بهم.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865</w:t>
      </w:r>
      <w:r>
        <w:rPr>
          <w:rtl/>
        </w:rPr>
        <w:t xml:space="preserve"> - </w:t>
      </w:r>
      <w:r w:rsidR="00D45E0E" w:rsidRPr="00D95A45">
        <w:rPr>
          <w:rtl/>
        </w:rPr>
        <w:t>الاستبصار ج 4 ص 283 الكافي ج 2 ص 319</w:t>
      </w:r>
    </w:p>
    <w:p w:rsidR="00CC15EB" w:rsidRDefault="00CC15EB" w:rsidP="00AC7755">
      <w:pPr>
        <w:pStyle w:val="libFootnote0"/>
        <w:rPr>
          <w:rtl/>
        </w:rPr>
      </w:pPr>
      <w:r>
        <w:rPr>
          <w:rtl/>
        </w:rPr>
        <w:t>-</w:t>
      </w:r>
      <w:r w:rsidR="00D45E0E" w:rsidRPr="007277FF">
        <w:rPr>
          <w:rtl/>
        </w:rPr>
        <w:t xml:space="preserve"> 866</w:t>
      </w:r>
      <w:r>
        <w:rPr>
          <w:rtl/>
        </w:rPr>
        <w:t xml:space="preserve"> - </w:t>
      </w:r>
      <w:r w:rsidR="00D45E0E" w:rsidRPr="007277FF">
        <w:rPr>
          <w:rtl/>
        </w:rPr>
        <w:t>الاستبصار ج 4 ص 238 الكافي ج 2 ص 319 الفقيه ج 4 ص 88</w:t>
      </w:r>
    </w:p>
    <w:p w:rsidR="00AC7755" w:rsidRDefault="00CC15EB" w:rsidP="00AC7755">
      <w:pPr>
        <w:pStyle w:val="libFootnote0"/>
        <w:rPr>
          <w:rtl/>
        </w:rPr>
      </w:pPr>
      <w:r>
        <w:rPr>
          <w:rtl/>
        </w:rPr>
        <w:t>-</w:t>
      </w:r>
      <w:r w:rsidR="00D45E0E" w:rsidRPr="00DA0376">
        <w:rPr>
          <w:rtl/>
        </w:rPr>
        <w:t xml:space="preserve"> 867</w:t>
      </w:r>
      <w:r>
        <w:rPr>
          <w:rtl/>
        </w:rPr>
        <w:t xml:space="preserve"> - </w:t>
      </w:r>
      <w:r w:rsidR="00D45E0E" w:rsidRPr="00DA0376">
        <w:rPr>
          <w:rtl/>
        </w:rPr>
        <w:t>الكافي ج 2 ص 319</w:t>
      </w:r>
    </w:p>
    <w:p w:rsidR="00AC7755" w:rsidRDefault="00AC7755" w:rsidP="00AC7755">
      <w:pPr>
        <w:pStyle w:val="libNormal"/>
        <w:rPr>
          <w:rtl/>
        </w:rPr>
      </w:pPr>
      <w:r>
        <w:rPr>
          <w:rtl/>
        </w:rPr>
        <w:br w:type="page"/>
      </w:r>
    </w:p>
    <w:p w:rsidR="00AC7755" w:rsidRDefault="00D45E0E" w:rsidP="00CA44E1">
      <w:pPr>
        <w:pStyle w:val="Heading2Center"/>
        <w:rPr>
          <w:rtl/>
        </w:rPr>
      </w:pPr>
      <w:bookmarkStart w:id="19" w:name="_Toc394318283"/>
      <w:r>
        <w:rPr>
          <w:rFonts w:hint="cs"/>
          <w:rtl/>
        </w:rPr>
        <w:lastRenderedPageBreak/>
        <w:t>18</w:t>
      </w:r>
      <w:r w:rsidR="00CC15EB">
        <w:rPr>
          <w:rtl/>
        </w:rPr>
        <w:t xml:space="preserve"> - </w:t>
      </w:r>
      <w:r w:rsidRPr="007277FF">
        <w:rPr>
          <w:rtl/>
        </w:rPr>
        <w:t>باب ضمان النفوس وغيرها</w:t>
      </w:r>
      <w:bookmarkEnd w:id="19"/>
    </w:p>
    <w:p w:rsidR="00AC7755" w:rsidRDefault="00D45E0E" w:rsidP="00AC7755">
      <w:pPr>
        <w:pStyle w:val="libNormal"/>
        <w:rPr>
          <w:rtl/>
        </w:rPr>
      </w:pPr>
      <w:r w:rsidRPr="00D95A45">
        <w:rPr>
          <w:rtl/>
        </w:rPr>
        <w:t>(868) 1</w:t>
      </w:r>
      <w:r w:rsidR="00CC15EB">
        <w:rPr>
          <w:rtl/>
        </w:rPr>
        <w:t xml:space="preserve"> - </w:t>
      </w:r>
      <w:r w:rsidRPr="00D95A45">
        <w:rPr>
          <w:rtl/>
        </w:rPr>
        <w:t>الحسين بن سعيد عن محمد بن الفضيل عن عمرو بن ابي المقدام قال</w:t>
      </w:r>
      <w:r w:rsidR="00CC15EB">
        <w:rPr>
          <w:rtl/>
        </w:rPr>
        <w:t>:</w:t>
      </w:r>
      <w:r>
        <w:rPr>
          <w:rtl/>
        </w:rPr>
        <w:t xml:space="preserve"> </w:t>
      </w:r>
      <w:r w:rsidRPr="00D95A45">
        <w:rPr>
          <w:rtl/>
        </w:rPr>
        <w:t>كنت شاهدا عند البيت الحرام ورجل ينادى بابى جعفر المنصور وهو يطوف وهو يقول</w:t>
      </w:r>
      <w:r w:rsidR="00CC15EB">
        <w:rPr>
          <w:rtl/>
        </w:rPr>
        <w:t>:</w:t>
      </w:r>
      <w:r>
        <w:rPr>
          <w:rtl/>
        </w:rPr>
        <w:t xml:space="preserve"> </w:t>
      </w:r>
      <w:r w:rsidRPr="00D95A45">
        <w:rPr>
          <w:rtl/>
        </w:rPr>
        <w:t>يا امير المؤمنين ان هذين الرجلين طرقا اخي ليلا فاخرجاه من منزله فلم يرجع الي والله ما ادري ما صنعا به فقال لهما أبو جعفر</w:t>
      </w:r>
      <w:r w:rsidR="00CC15EB">
        <w:rPr>
          <w:rtl/>
        </w:rPr>
        <w:t>:</w:t>
      </w:r>
      <w:r>
        <w:rPr>
          <w:rtl/>
        </w:rPr>
        <w:t xml:space="preserve"> </w:t>
      </w:r>
      <w:r w:rsidRPr="00D95A45">
        <w:rPr>
          <w:rtl/>
        </w:rPr>
        <w:t>وما صنعتما به</w:t>
      </w:r>
      <w:r>
        <w:rPr>
          <w:rtl/>
        </w:rPr>
        <w:t>؟</w:t>
      </w:r>
      <w:r w:rsidRPr="00D95A45">
        <w:rPr>
          <w:rtl/>
        </w:rPr>
        <w:t xml:space="preserve"> فقالا</w:t>
      </w:r>
      <w:r w:rsidR="00CC15EB">
        <w:rPr>
          <w:rtl/>
        </w:rPr>
        <w:t>:</w:t>
      </w:r>
      <w:r>
        <w:rPr>
          <w:rtl/>
        </w:rPr>
        <w:t xml:space="preserve"> </w:t>
      </w:r>
      <w:r w:rsidRPr="00D95A45">
        <w:rPr>
          <w:rtl/>
        </w:rPr>
        <w:t>يا امير المؤمنين كلمناه ثم رجع إلى منزله فقال لهما</w:t>
      </w:r>
      <w:r w:rsidR="00CC15EB">
        <w:rPr>
          <w:rtl/>
        </w:rPr>
        <w:t>:</w:t>
      </w:r>
      <w:r>
        <w:rPr>
          <w:rtl/>
        </w:rPr>
        <w:t xml:space="preserve"> </w:t>
      </w:r>
      <w:r w:rsidRPr="00D95A45">
        <w:rPr>
          <w:rtl/>
        </w:rPr>
        <w:t>وافياني غدا صلاة العصر في هذا المكان</w:t>
      </w:r>
      <w:r w:rsidR="00CC15EB">
        <w:rPr>
          <w:rtl/>
        </w:rPr>
        <w:t>،</w:t>
      </w:r>
      <w:r>
        <w:rPr>
          <w:rtl/>
        </w:rPr>
        <w:t xml:space="preserve"> </w:t>
      </w:r>
      <w:r w:rsidRPr="00D95A45">
        <w:rPr>
          <w:rtl/>
        </w:rPr>
        <w:t xml:space="preserve">فوافياه من الغد صلاة العصر وحضرا به فقال لجعفر بن محمد </w:t>
      </w:r>
      <w:r w:rsidR="00AC7755" w:rsidRPr="00AC7755">
        <w:rPr>
          <w:rStyle w:val="libAlaemChar"/>
          <w:rtl/>
        </w:rPr>
        <w:t>عليه‌السلام</w:t>
      </w:r>
      <w:r w:rsidRPr="00D95A45">
        <w:rPr>
          <w:rtl/>
        </w:rPr>
        <w:t xml:space="preserve"> وهو قابض على يده</w:t>
      </w:r>
      <w:r w:rsidR="00CC15EB">
        <w:rPr>
          <w:rtl/>
        </w:rPr>
        <w:t>:</w:t>
      </w:r>
      <w:r>
        <w:rPr>
          <w:rtl/>
        </w:rPr>
        <w:t xml:space="preserve"> </w:t>
      </w:r>
      <w:r w:rsidRPr="00D95A45">
        <w:rPr>
          <w:rtl/>
        </w:rPr>
        <w:t>يا جعفر اقض بينهم فقال</w:t>
      </w:r>
      <w:r w:rsidR="00CC15EB">
        <w:rPr>
          <w:rtl/>
        </w:rPr>
        <w:t>:</w:t>
      </w:r>
      <w:r>
        <w:rPr>
          <w:rtl/>
        </w:rPr>
        <w:t xml:space="preserve"> </w:t>
      </w:r>
      <w:r w:rsidRPr="00D95A45">
        <w:rPr>
          <w:rtl/>
        </w:rPr>
        <w:t>يا امير المؤمنين اقض بينهم انت</w:t>
      </w:r>
      <w:r w:rsidR="00CC15EB">
        <w:rPr>
          <w:rtl/>
        </w:rPr>
        <w:t>،</w:t>
      </w:r>
      <w:r>
        <w:rPr>
          <w:rtl/>
        </w:rPr>
        <w:t xml:space="preserve"> </w:t>
      </w:r>
      <w:r w:rsidRPr="00D95A45">
        <w:rPr>
          <w:rtl/>
        </w:rPr>
        <w:t>فقال له</w:t>
      </w:r>
      <w:r w:rsidR="00CC15EB">
        <w:rPr>
          <w:rtl/>
        </w:rPr>
        <w:t>:</w:t>
      </w:r>
      <w:r>
        <w:rPr>
          <w:rtl/>
        </w:rPr>
        <w:t xml:space="preserve"> </w:t>
      </w:r>
      <w:r w:rsidRPr="00D95A45">
        <w:rPr>
          <w:rtl/>
        </w:rPr>
        <w:t>بحقي عليك الا قضيت بينهم قال</w:t>
      </w:r>
      <w:r w:rsidR="00CC15EB">
        <w:rPr>
          <w:rtl/>
        </w:rPr>
        <w:t>:</w:t>
      </w:r>
      <w:r>
        <w:rPr>
          <w:rtl/>
        </w:rPr>
        <w:t xml:space="preserve"> </w:t>
      </w:r>
      <w:r w:rsidRPr="00D95A45">
        <w:rPr>
          <w:rtl/>
        </w:rPr>
        <w:t xml:space="preserve">فخرج جعفر </w:t>
      </w:r>
      <w:r w:rsidR="00AC7755" w:rsidRPr="00AC7755">
        <w:rPr>
          <w:rStyle w:val="libAlaemChar"/>
          <w:rtl/>
        </w:rPr>
        <w:t>عليه‌السلام</w:t>
      </w:r>
      <w:r w:rsidRPr="00D95A45">
        <w:rPr>
          <w:rtl/>
        </w:rPr>
        <w:t xml:space="preserve"> فطرح له مصلى قصب فجلس عليه ثم جاء الخصماء فجلسوا قدامه فقال</w:t>
      </w:r>
      <w:r w:rsidR="00CC15EB">
        <w:rPr>
          <w:rtl/>
        </w:rPr>
        <w:t>:</w:t>
      </w:r>
      <w:r>
        <w:rPr>
          <w:rtl/>
        </w:rPr>
        <w:t xml:space="preserve"> </w:t>
      </w:r>
      <w:r w:rsidRPr="00D95A45">
        <w:rPr>
          <w:rtl/>
        </w:rPr>
        <w:t>ما تقول</w:t>
      </w:r>
      <w:r w:rsidR="00CC15EB">
        <w:rPr>
          <w:rtl/>
        </w:rPr>
        <w:t>:</w:t>
      </w:r>
      <w:r>
        <w:rPr>
          <w:rtl/>
        </w:rPr>
        <w:t xml:space="preserve"> </w:t>
      </w:r>
      <w:r w:rsidRPr="00D95A45">
        <w:rPr>
          <w:rtl/>
        </w:rPr>
        <w:t>فقال</w:t>
      </w:r>
      <w:r w:rsidR="00CC15EB">
        <w:rPr>
          <w:rtl/>
        </w:rPr>
        <w:t>:</w:t>
      </w:r>
      <w:r>
        <w:rPr>
          <w:rtl/>
        </w:rPr>
        <w:t xml:space="preserve"> </w:t>
      </w:r>
      <w:r w:rsidRPr="00D95A45">
        <w:rPr>
          <w:rtl/>
        </w:rPr>
        <w:t>يا ابن رسول الله ان هذين طرقا اخي ليلا فاخرجاه من منزله فوالله ما رجع الي ووالله ما ادري ما صنعا به فقال</w:t>
      </w:r>
      <w:r w:rsidR="00CC15EB">
        <w:rPr>
          <w:rtl/>
        </w:rPr>
        <w:t>:</w:t>
      </w:r>
      <w:r>
        <w:rPr>
          <w:rtl/>
        </w:rPr>
        <w:t xml:space="preserve"> </w:t>
      </w:r>
      <w:r w:rsidRPr="00D95A45">
        <w:rPr>
          <w:rtl/>
        </w:rPr>
        <w:t>ما تقولان</w:t>
      </w:r>
      <w:r w:rsidR="00CC15EB">
        <w:rPr>
          <w:rtl/>
        </w:rPr>
        <w:t>:</w:t>
      </w:r>
      <w:r>
        <w:rPr>
          <w:rtl/>
        </w:rPr>
        <w:t xml:space="preserve"> </w:t>
      </w:r>
      <w:r w:rsidRPr="00D95A45">
        <w:rPr>
          <w:rtl/>
        </w:rPr>
        <w:t>فقالا</w:t>
      </w:r>
      <w:r w:rsidR="00CC15EB">
        <w:rPr>
          <w:rtl/>
        </w:rPr>
        <w:t>:</w:t>
      </w:r>
      <w:r>
        <w:rPr>
          <w:rtl/>
        </w:rPr>
        <w:t xml:space="preserve"> </w:t>
      </w:r>
      <w:r w:rsidRPr="00D95A45">
        <w:rPr>
          <w:rtl/>
        </w:rPr>
        <w:t>يا بن رسول الله كلمناه ثم رجع إلى منزله فقال</w:t>
      </w:r>
      <w:r w:rsidR="00CC15EB">
        <w:rPr>
          <w:rtl/>
        </w:rPr>
        <w:t>:</w:t>
      </w:r>
      <w:r>
        <w:rPr>
          <w:rtl/>
        </w:rPr>
        <w:t xml:space="preserve"> </w:t>
      </w:r>
      <w:r w:rsidRPr="00D95A45">
        <w:rPr>
          <w:rtl/>
        </w:rPr>
        <w:t xml:space="preserve">جعفر </w:t>
      </w:r>
      <w:r w:rsidR="00AC7755" w:rsidRPr="00AC7755">
        <w:rPr>
          <w:rStyle w:val="libAlaemChar"/>
          <w:rtl/>
        </w:rPr>
        <w:t>عليه‌السلام</w:t>
      </w:r>
      <w:r w:rsidRPr="00D95A45">
        <w:rPr>
          <w:rtl/>
        </w:rPr>
        <w:t xml:space="preserve"> يا غلام اكتب</w:t>
      </w:r>
      <w:r w:rsidR="00CC15EB">
        <w:rPr>
          <w:rtl/>
        </w:rPr>
        <w:t>:</w:t>
      </w:r>
      <w:r>
        <w:rPr>
          <w:rtl/>
        </w:rPr>
        <w:t xml:space="preserve"> </w:t>
      </w:r>
    </w:p>
    <w:p w:rsidR="00AC7755" w:rsidRDefault="00D45E0E" w:rsidP="00AC7755">
      <w:pPr>
        <w:pStyle w:val="libNormal"/>
        <w:rPr>
          <w:rtl/>
        </w:rPr>
      </w:pPr>
      <w:r w:rsidRPr="00D95A45">
        <w:rPr>
          <w:rtl/>
        </w:rPr>
        <w:t xml:space="preserve"> بسم الله الرحم الرحيم قال رسول الله </w:t>
      </w:r>
      <w:r w:rsidR="00AC7755" w:rsidRPr="00AC7755">
        <w:rPr>
          <w:rStyle w:val="libAlaemChar"/>
          <w:rtl/>
        </w:rPr>
        <w:t>صلى‌الله‌عليه‌وآله‌وسلم</w:t>
      </w:r>
      <w:r w:rsidR="00CC15EB">
        <w:rPr>
          <w:rtl/>
        </w:rPr>
        <w:t>:</w:t>
      </w:r>
      <w:r>
        <w:rPr>
          <w:rtl/>
        </w:rPr>
        <w:t xml:space="preserve"> </w:t>
      </w:r>
      <w:r w:rsidRPr="00D95A45">
        <w:rPr>
          <w:rtl/>
        </w:rPr>
        <w:t>كل من طرق رجلا بالليل فاخرجه من منزله فهو له ضامن الا أن يقيم البينة انه قد رده الى منزله</w:t>
      </w:r>
      <w:r w:rsidR="00CC15EB">
        <w:rPr>
          <w:rtl/>
        </w:rPr>
        <w:t>،</w:t>
      </w:r>
      <w:r>
        <w:rPr>
          <w:rtl/>
        </w:rPr>
        <w:t xml:space="preserve"> </w:t>
      </w:r>
      <w:r w:rsidRPr="00D95A45">
        <w:rPr>
          <w:rtl/>
        </w:rPr>
        <w:t>يا غلام نح هذا واضرب عنقه فقال</w:t>
      </w:r>
      <w:r w:rsidR="00CC15EB">
        <w:rPr>
          <w:rtl/>
        </w:rPr>
        <w:t>:</w:t>
      </w:r>
      <w:r>
        <w:rPr>
          <w:rtl/>
        </w:rPr>
        <w:t xml:space="preserve"> </w:t>
      </w:r>
      <w:r w:rsidRPr="00D95A45">
        <w:rPr>
          <w:rtl/>
        </w:rPr>
        <w:t>يا بن رسول الله والله ما قتلته انا ولكن امسكته فجاء هذا فوجأه فقتله</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868</w:t>
      </w:r>
      <w:r>
        <w:rPr>
          <w:rtl/>
        </w:rPr>
        <w:t xml:space="preserve"> - </w:t>
      </w:r>
      <w:r w:rsidR="00D45E0E" w:rsidRPr="00D95A45">
        <w:rPr>
          <w:rtl/>
        </w:rPr>
        <w:t>الكافي ج 2 ص 320 الفقيه ج 4 ص 86</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فقال</w:t>
      </w:r>
      <w:r w:rsidR="00CC15EB">
        <w:rPr>
          <w:rtl/>
        </w:rPr>
        <w:t>:</w:t>
      </w:r>
      <w:r>
        <w:rPr>
          <w:rtl/>
        </w:rPr>
        <w:t xml:space="preserve"> </w:t>
      </w:r>
      <w:r w:rsidRPr="00D95A45">
        <w:rPr>
          <w:rtl/>
        </w:rPr>
        <w:t>انا ابن رسول الله يا غلام نح هذا واضرب عنق الآخر فقال</w:t>
      </w:r>
      <w:r w:rsidR="00CC15EB">
        <w:rPr>
          <w:rtl/>
        </w:rPr>
        <w:t>:</w:t>
      </w:r>
      <w:r>
        <w:rPr>
          <w:rtl/>
        </w:rPr>
        <w:t xml:space="preserve"> </w:t>
      </w:r>
      <w:r w:rsidRPr="00D95A45">
        <w:rPr>
          <w:rtl/>
        </w:rPr>
        <w:t>والله يا بن رسول الله والله ما عذبته ولكني قتلته بضربة واحدة فامر اخاه فضرب عنقه ثم أمر بالاخر فضرب جنبيه وحبسه في السجن ووقع على رأسه يحبس عمره ويضرب كل سنة خمسين جلدة.</w:t>
      </w:r>
    </w:p>
    <w:p w:rsidR="00AC7755" w:rsidRDefault="00D45E0E" w:rsidP="00AC7755">
      <w:pPr>
        <w:pStyle w:val="libNormal"/>
        <w:rPr>
          <w:rtl/>
        </w:rPr>
      </w:pPr>
      <w:r w:rsidRPr="00D95A45">
        <w:rPr>
          <w:rtl/>
        </w:rPr>
        <w:t>(869) 2</w:t>
      </w:r>
      <w:r w:rsidR="00CC15EB">
        <w:rPr>
          <w:rtl/>
        </w:rPr>
        <w:t xml:space="preserve"> - </w:t>
      </w:r>
      <w:r w:rsidRPr="00D95A45">
        <w:rPr>
          <w:rtl/>
        </w:rPr>
        <w:t xml:space="preserve">جعفر بن محمد عن عبد الله بن ميمون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دعا الرجل اخاه بليل فهو له ضامن حتى يرجع الى بيته.</w:t>
      </w:r>
    </w:p>
    <w:p w:rsidR="00AC7755" w:rsidRDefault="00D45E0E" w:rsidP="00AC7755">
      <w:pPr>
        <w:pStyle w:val="libNormal"/>
        <w:rPr>
          <w:rtl/>
        </w:rPr>
      </w:pPr>
      <w:r w:rsidRPr="00D95A45">
        <w:rPr>
          <w:rtl/>
        </w:rPr>
        <w:t>(870) 3</w:t>
      </w:r>
      <w:r w:rsidR="00CC15EB">
        <w:rPr>
          <w:rtl/>
        </w:rPr>
        <w:t xml:space="preserve"> - </w:t>
      </w:r>
      <w:r w:rsidRPr="00D95A45">
        <w:rPr>
          <w:rtl/>
        </w:rPr>
        <w:t>محمد بن علي بن محبوب عن احمد بن محمد عن ابن ابى عمير عن حماد عن الحلبي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استأجر ظئرا فدفع إليها ولده فغابت بالولد سنين ثم جاءت بالولد وزعمت امه انها لا تعرفه وزعم اهلها أنهم لا يعرفونه قال</w:t>
      </w:r>
      <w:r w:rsidR="00CC15EB">
        <w:rPr>
          <w:rtl/>
        </w:rPr>
        <w:t>:</w:t>
      </w:r>
      <w:r>
        <w:rPr>
          <w:rtl/>
        </w:rPr>
        <w:t xml:space="preserve"> </w:t>
      </w:r>
      <w:r w:rsidRPr="00D95A45">
        <w:rPr>
          <w:rtl/>
        </w:rPr>
        <w:t>ليس لهم ذلك فليقبلوه فانما الظئر مأمونة.</w:t>
      </w:r>
    </w:p>
    <w:p w:rsidR="00AC7755" w:rsidRDefault="00D45E0E" w:rsidP="00AC7755">
      <w:pPr>
        <w:pStyle w:val="libNormal"/>
        <w:rPr>
          <w:rtl/>
        </w:rPr>
      </w:pPr>
      <w:r w:rsidRPr="00D95A45">
        <w:rPr>
          <w:rtl/>
        </w:rPr>
        <w:t>(871) 4</w:t>
      </w:r>
      <w:r w:rsidR="00CC15EB">
        <w:rPr>
          <w:rtl/>
        </w:rPr>
        <w:t xml:space="preserve"> - </w:t>
      </w:r>
      <w:r w:rsidRPr="00D95A45">
        <w:rPr>
          <w:rtl/>
        </w:rPr>
        <w:t xml:space="preserve">الحسين بن سعيد عن النضر عن هشام وعلي بن النعمان عن ابن مسكان جميعا عن سليمان بن خالد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استأجر ظئرا فاعطاها ولده وكان عندها فانطلقت الظئر فاستأجرت اخرى فغابت الظئر بالولد فلا يدرى ما صنعت به قال</w:t>
      </w:r>
      <w:r w:rsidR="00CC15EB">
        <w:rPr>
          <w:rtl/>
        </w:rPr>
        <w:t>:</w:t>
      </w:r>
      <w:r>
        <w:rPr>
          <w:rtl/>
        </w:rPr>
        <w:t xml:space="preserve"> </w:t>
      </w:r>
      <w:r w:rsidRPr="00D95A45">
        <w:rPr>
          <w:rtl/>
        </w:rPr>
        <w:t>الدية كاملة.</w:t>
      </w:r>
    </w:p>
    <w:p w:rsidR="00AC7755" w:rsidRDefault="00D45E0E" w:rsidP="00AC7755">
      <w:pPr>
        <w:pStyle w:val="libNormal"/>
        <w:rPr>
          <w:rtl/>
        </w:rPr>
      </w:pPr>
      <w:r w:rsidRPr="00D95A45">
        <w:rPr>
          <w:rtl/>
        </w:rPr>
        <w:t>(872) 5</w:t>
      </w:r>
      <w:r w:rsidR="00CC15EB">
        <w:rPr>
          <w:rtl/>
        </w:rPr>
        <w:t xml:space="preserve"> - </w:t>
      </w:r>
      <w:r w:rsidRPr="00D95A45">
        <w:rPr>
          <w:rtl/>
        </w:rPr>
        <w:t>احمد بن محمد بن خالد عن محمد بن أسلم عن هارون ابن الجهم عن محمد بن مسلم قال</w:t>
      </w:r>
      <w:r w:rsidR="00CC15EB">
        <w:rPr>
          <w:rtl/>
        </w:rPr>
        <w:t>:</w:t>
      </w:r>
      <w:r>
        <w:rPr>
          <w:rtl/>
        </w:rPr>
        <w:t xml:space="preserve"> </w:t>
      </w:r>
      <w:r w:rsidRPr="00D95A45">
        <w:rPr>
          <w:rtl/>
        </w:rPr>
        <w:t xml:space="preserve">قال أبو جعفر </w:t>
      </w:r>
      <w:r w:rsidR="00AC7755" w:rsidRPr="00AC7755">
        <w:rPr>
          <w:rStyle w:val="libAlaemChar"/>
          <w:rtl/>
        </w:rPr>
        <w:t>عليه‌السلام</w:t>
      </w:r>
      <w:r w:rsidR="00CC15EB">
        <w:rPr>
          <w:rtl/>
        </w:rPr>
        <w:t>:</w:t>
      </w:r>
      <w:r>
        <w:rPr>
          <w:rtl/>
        </w:rPr>
        <w:t xml:space="preserve"> </w:t>
      </w:r>
      <w:r w:rsidRPr="00D95A45">
        <w:rPr>
          <w:rtl/>
        </w:rPr>
        <w:t>ايما ظئر قوم قتلت صبيا لهم وهي نائمة فانقلبت عليه فقتلته فإن عليها الدية من مالها خاصة ان كانت انما ظائرت طلبا للعز والفخر</w:t>
      </w:r>
      <w:r w:rsidR="00CC15EB">
        <w:rPr>
          <w:rtl/>
        </w:rPr>
        <w:t>،</w:t>
      </w:r>
      <w:r>
        <w:rPr>
          <w:rtl/>
        </w:rPr>
        <w:t xml:space="preserve"> </w:t>
      </w:r>
      <w:r w:rsidRPr="00D95A45">
        <w:rPr>
          <w:rtl/>
        </w:rPr>
        <w:t>وان كانت انما ظائرت من الفقر فان الدية على عاقلتها.</w:t>
      </w:r>
    </w:p>
    <w:p w:rsidR="00AC7755" w:rsidRDefault="00D45E0E" w:rsidP="00AC7755">
      <w:pPr>
        <w:pStyle w:val="libNormal"/>
        <w:rPr>
          <w:rtl/>
        </w:rPr>
      </w:pPr>
      <w:r w:rsidRPr="00D95A45">
        <w:rPr>
          <w:rtl/>
        </w:rPr>
        <w:t>(873) 6</w:t>
      </w:r>
      <w:r w:rsidR="00CC15EB">
        <w:rPr>
          <w:rtl/>
        </w:rPr>
        <w:t xml:space="preserve"> - </w:t>
      </w:r>
      <w:r w:rsidRPr="00D95A45">
        <w:rPr>
          <w:rtl/>
        </w:rPr>
        <w:t>محمد بن احمد بن يحيى عن محمد بن ناجية عن محمد بن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870</w:t>
      </w:r>
      <w:r>
        <w:rPr>
          <w:rFonts w:hint="cs"/>
          <w:rtl/>
        </w:rPr>
        <w:t xml:space="preserve"> - </w:t>
      </w:r>
      <w:r w:rsidR="00D45E0E" w:rsidRPr="007277FF">
        <w:rPr>
          <w:rtl/>
        </w:rPr>
        <w:t>871</w:t>
      </w:r>
      <w:r>
        <w:rPr>
          <w:rtl/>
        </w:rPr>
        <w:t xml:space="preserve"> - </w:t>
      </w:r>
      <w:r w:rsidR="00D45E0E" w:rsidRPr="007277FF">
        <w:rPr>
          <w:rtl/>
        </w:rPr>
        <w:t>الكافي ج 2 ص 93 والاول بسند آخر الفقيه ج 4 ص 119</w:t>
      </w:r>
    </w:p>
    <w:p w:rsidR="00CC15EB" w:rsidRDefault="00CC15EB" w:rsidP="00AC7755">
      <w:pPr>
        <w:pStyle w:val="libFootnote0"/>
        <w:rPr>
          <w:rtl/>
        </w:rPr>
      </w:pPr>
      <w:r>
        <w:rPr>
          <w:rtl/>
        </w:rPr>
        <w:t>-</w:t>
      </w:r>
      <w:r w:rsidR="00D45E0E" w:rsidRPr="007277FF">
        <w:rPr>
          <w:rtl/>
        </w:rPr>
        <w:t xml:space="preserve"> 872</w:t>
      </w:r>
      <w:r>
        <w:rPr>
          <w:rtl/>
        </w:rPr>
        <w:t xml:space="preserve"> - </w:t>
      </w:r>
      <w:r w:rsidR="00D45E0E" w:rsidRPr="007277FF">
        <w:rPr>
          <w:rtl/>
        </w:rPr>
        <w:t>الكافي ج 2 ص 345</w:t>
      </w:r>
    </w:p>
    <w:p w:rsidR="00AC7755" w:rsidRDefault="00CC15EB" w:rsidP="00AC7755">
      <w:pPr>
        <w:pStyle w:val="libFootnote0"/>
        <w:rPr>
          <w:rtl/>
        </w:rPr>
      </w:pPr>
      <w:r>
        <w:rPr>
          <w:rtl/>
        </w:rPr>
        <w:t>-</w:t>
      </w:r>
      <w:r w:rsidR="00D45E0E" w:rsidRPr="00DA0376">
        <w:rPr>
          <w:rtl/>
        </w:rPr>
        <w:t xml:space="preserve"> 873</w:t>
      </w:r>
      <w:r>
        <w:rPr>
          <w:rtl/>
        </w:rPr>
        <w:t xml:space="preserve"> - </w:t>
      </w:r>
      <w:r w:rsidR="00D45E0E" w:rsidRPr="00DA0376">
        <w:rPr>
          <w:rtl/>
        </w:rPr>
        <w:t>الفقيه ج 4 ص 119</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علي عن عبد الرحمان بن سالم عن ابيه عن ابي جعفر </w:t>
      </w:r>
      <w:r w:rsidR="00AC7755" w:rsidRPr="00AC7755">
        <w:rPr>
          <w:rStyle w:val="libAlaemChar"/>
          <w:rtl/>
        </w:rPr>
        <w:t>عليه‌السلام</w:t>
      </w:r>
      <w:r w:rsidRPr="00DA0376">
        <w:rPr>
          <w:rtl/>
        </w:rPr>
        <w:t xml:space="preserve"> مثله.</w:t>
      </w:r>
    </w:p>
    <w:p w:rsidR="00AC7755" w:rsidRDefault="00D45E0E" w:rsidP="00AC7755">
      <w:pPr>
        <w:pStyle w:val="libNormal"/>
        <w:rPr>
          <w:rtl/>
        </w:rPr>
      </w:pPr>
      <w:r w:rsidRPr="00D95A45">
        <w:rPr>
          <w:rtl/>
        </w:rPr>
        <w:t>(874) 7</w:t>
      </w:r>
      <w:r w:rsidR="00CC15EB">
        <w:rPr>
          <w:rtl/>
        </w:rPr>
        <w:t xml:space="preserve"> - </w:t>
      </w:r>
      <w:r w:rsidRPr="00D95A45">
        <w:rPr>
          <w:rtl/>
        </w:rPr>
        <w:t xml:space="preserve">الصفار عن محمد بن الحسين عن محمد بن اسلم الجبلي عن الحسين بن خالد وغيره عن ابى الحسن الرضا </w:t>
      </w:r>
      <w:r w:rsidR="00AC7755" w:rsidRPr="00AC7755">
        <w:rPr>
          <w:rStyle w:val="libAlaemChar"/>
          <w:rtl/>
        </w:rPr>
        <w:t>عليه‌السلام</w:t>
      </w:r>
      <w:r w:rsidRPr="00D95A45">
        <w:rPr>
          <w:rtl/>
        </w:rPr>
        <w:t xml:space="preserve"> مثله.</w:t>
      </w:r>
    </w:p>
    <w:p w:rsidR="00AC7755" w:rsidRDefault="00D45E0E" w:rsidP="00AC7755">
      <w:pPr>
        <w:pStyle w:val="libNormal"/>
        <w:rPr>
          <w:rtl/>
        </w:rPr>
      </w:pPr>
      <w:r w:rsidRPr="00D95A45">
        <w:rPr>
          <w:rtl/>
        </w:rPr>
        <w:t>(875) 8</w:t>
      </w:r>
      <w:r w:rsidR="00CC15EB">
        <w:rPr>
          <w:rtl/>
        </w:rPr>
        <w:t xml:space="preserve"> - </w:t>
      </w:r>
      <w:r w:rsidRPr="00D95A45">
        <w:rPr>
          <w:rtl/>
        </w:rPr>
        <w:t xml:space="preserve">احمد بن محمد عن الحسن بن محبوب عن ابي ايوب عن حريز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قتل رجلا عمدا فدفع إلى الوالي فدفعه الوالي الى اولياء المقتول ليقتلوه فوثب عليهم قوم فخلصوا القاتل من ايدي الاولياء فقال</w:t>
      </w:r>
      <w:r w:rsidR="00CC15EB">
        <w:rPr>
          <w:rtl/>
        </w:rPr>
        <w:t>:</w:t>
      </w:r>
      <w:r>
        <w:rPr>
          <w:rtl/>
        </w:rPr>
        <w:t xml:space="preserve"> </w:t>
      </w:r>
      <w:r w:rsidRPr="00D95A45">
        <w:rPr>
          <w:rtl/>
        </w:rPr>
        <w:t>ارى ان يحبس الذين خلصوا القاتل من ايدى الاولياء حتى يأتوا بالقاتل</w:t>
      </w:r>
      <w:r w:rsidR="00CC15EB">
        <w:rPr>
          <w:rtl/>
        </w:rPr>
        <w:t>،</w:t>
      </w:r>
      <w:r>
        <w:rPr>
          <w:rtl/>
        </w:rPr>
        <w:t xml:space="preserve"> </w:t>
      </w:r>
      <w:r w:rsidRPr="00D95A45">
        <w:rPr>
          <w:rtl/>
        </w:rPr>
        <w:t>قيل</w:t>
      </w:r>
      <w:r w:rsidR="00CC15EB">
        <w:rPr>
          <w:rtl/>
        </w:rPr>
        <w:t>:</w:t>
      </w:r>
      <w:r>
        <w:rPr>
          <w:rtl/>
        </w:rPr>
        <w:t xml:space="preserve"> </w:t>
      </w:r>
      <w:r w:rsidRPr="00D95A45">
        <w:rPr>
          <w:rtl/>
        </w:rPr>
        <w:t>فان مات القاتل وهم في السجن</w:t>
      </w:r>
      <w:r>
        <w:rPr>
          <w:rtl/>
        </w:rPr>
        <w:t>؟</w:t>
      </w:r>
      <w:r w:rsidRPr="00D95A45">
        <w:rPr>
          <w:rtl/>
        </w:rPr>
        <w:t xml:space="preserve"> فقال</w:t>
      </w:r>
      <w:r w:rsidR="00CC15EB">
        <w:rPr>
          <w:rtl/>
        </w:rPr>
        <w:t>:</w:t>
      </w:r>
      <w:r>
        <w:rPr>
          <w:rtl/>
        </w:rPr>
        <w:t xml:space="preserve"> </w:t>
      </w:r>
      <w:r w:rsidRPr="00D95A45">
        <w:rPr>
          <w:rtl/>
        </w:rPr>
        <w:t>ان مات فعليهم الدية.</w:t>
      </w:r>
    </w:p>
    <w:p w:rsidR="00AC7755" w:rsidRDefault="00D45E0E" w:rsidP="00AC7755">
      <w:pPr>
        <w:pStyle w:val="libNormal"/>
        <w:rPr>
          <w:rtl/>
        </w:rPr>
      </w:pPr>
      <w:r w:rsidRPr="00D95A45">
        <w:rPr>
          <w:rtl/>
        </w:rPr>
        <w:t>(876) 9</w:t>
      </w:r>
      <w:r w:rsidR="00CC15EB">
        <w:rPr>
          <w:rtl/>
        </w:rPr>
        <w:t xml:space="preserve"> - </w:t>
      </w:r>
      <w:r w:rsidRPr="00D95A45">
        <w:rPr>
          <w:rtl/>
        </w:rPr>
        <w:t>محمد بن علي بن محبوب عن احمد بن عبدوس الخلنجي عن ابن فضال عن المفضل بن صالح عن ليث المرادي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حمل غلاما يتيما على فرس استأجره باجرة وذلك معيشة ذلك الغلام وقد يعرف ذلك عصبته فاجراه في الحلبة فنطح الفرس رجلا فقتله على من ديته</w:t>
      </w:r>
      <w:r>
        <w:rPr>
          <w:rtl/>
        </w:rPr>
        <w:t>؟</w:t>
      </w:r>
      <w:r w:rsidRPr="00D95A45">
        <w:rPr>
          <w:rtl/>
        </w:rPr>
        <w:t xml:space="preserve"> قال</w:t>
      </w:r>
      <w:r w:rsidR="00CC15EB">
        <w:rPr>
          <w:rtl/>
        </w:rPr>
        <w:t>:</w:t>
      </w:r>
      <w:r>
        <w:rPr>
          <w:rtl/>
        </w:rPr>
        <w:t xml:space="preserve"> </w:t>
      </w:r>
      <w:r w:rsidRPr="00D95A45">
        <w:rPr>
          <w:rtl/>
        </w:rPr>
        <w:t>على صاحب الفرس قلت</w:t>
      </w:r>
      <w:r w:rsidR="00CC15EB">
        <w:rPr>
          <w:rtl/>
        </w:rPr>
        <w:t>:</w:t>
      </w:r>
      <w:r>
        <w:rPr>
          <w:rtl/>
        </w:rPr>
        <w:t xml:space="preserve"> </w:t>
      </w:r>
      <w:r w:rsidRPr="00D95A45">
        <w:rPr>
          <w:rtl/>
        </w:rPr>
        <w:t>أرأيت لو أن الفرس طرح الغلام فقتله</w:t>
      </w:r>
      <w:r>
        <w:rPr>
          <w:rtl/>
        </w:rPr>
        <w:t>؟</w:t>
      </w:r>
      <w:r w:rsidRPr="00D95A45">
        <w:rPr>
          <w:rtl/>
        </w:rPr>
        <w:t xml:space="preserve"> قال</w:t>
      </w:r>
      <w:r w:rsidR="00CC15EB">
        <w:rPr>
          <w:rtl/>
        </w:rPr>
        <w:t>:</w:t>
      </w:r>
      <w:r>
        <w:rPr>
          <w:rtl/>
        </w:rPr>
        <w:t xml:space="preserve"> </w:t>
      </w:r>
      <w:r w:rsidRPr="00D95A45">
        <w:rPr>
          <w:rtl/>
        </w:rPr>
        <w:t>ليس على صاحب الفرس شئ.</w:t>
      </w:r>
    </w:p>
    <w:p w:rsidR="00AC7755" w:rsidRDefault="00D45E0E" w:rsidP="00AC7755">
      <w:pPr>
        <w:pStyle w:val="libNormal"/>
        <w:rPr>
          <w:rtl/>
        </w:rPr>
      </w:pPr>
      <w:r w:rsidRPr="00D95A45">
        <w:rPr>
          <w:rtl/>
        </w:rPr>
        <w:t>(877) 10</w:t>
      </w:r>
      <w:r w:rsidR="00CC15EB">
        <w:rPr>
          <w:rtl/>
        </w:rPr>
        <w:t xml:space="preserve"> - </w:t>
      </w:r>
      <w:r w:rsidRPr="00D95A45">
        <w:rPr>
          <w:rtl/>
        </w:rPr>
        <w:t xml:space="preserve">الحسن ابن محبوب عن المعلى عن ابى بصير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غشيه رجل على دابة فاراد أن يطأه فزجر الدابة فنفرت بصاحبها فطرحته وكان جراحة أو غيرها فقال</w:t>
      </w:r>
      <w:r w:rsidR="00CC15EB">
        <w:rPr>
          <w:rtl/>
        </w:rPr>
        <w:t>:</w:t>
      </w:r>
      <w:r>
        <w:rPr>
          <w:rtl/>
        </w:rPr>
        <w:t xml:space="preserve"> </w:t>
      </w:r>
      <w:r w:rsidRPr="00D95A45">
        <w:rPr>
          <w:rtl/>
        </w:rPr>
        <w:t xml:space="preserve">ليس عليه ضمان انما زجر عن نفسه وهي الجبار </w:t>
      </w:r>
      <w:r w:rsidRPr="00AC7755">
        <w:rPr>
          <w:rStyle w:val="libFootnotenumChar"/>
          <w:rtl/>
        </w:rPr>
        <w:t>(1)</w:t>
      </w:r>
      <w:r w:rsidRPr="00D95A45">
        <w:rPr>
          <w:rtl/>
        </w:rPr>
        <w:t>.</w:t>
      </w:r>
    </w:p>
    <w:p w:rsidR="00AC7755" w:rsidRDefault="00D45E0E" w:rsidP="00AC7755">
      <w:pPr>
        <w:pStyle w:val="libNormal"/>
        <w:rPr>
          <w:rtl/>
        </w:rPr>
      </w:pPr>
      <w:r w:rsidRPr="00D95A45">
        <w:rPr>
          <w:rtl/>
        </w:rPr>
        <w:t>(878) 11</w:t>
      </w:r>
      <w:r w:rsidR="00CC15EB">
        <w:rPr>
          <w:rtl/>
        </w:rPr>
        <w:t xml:space="preserve"> - </w:t>
      </w:r>
      <w:r w:rsidRPr="00D95A45">
        <w:rPr>
          <w:rtl/>
        </w:rPr>
        <w:t>احمد بن محمد عن محمد بن يحيى عن ابى المعزا عن الحلبي</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الجبار</w:t>
      </w:r>
      <w:r w:rsidR="00CC15EB">
        <w:rPr>
          <w:rtl/>
        </w:rPr>
        <w:t>:</w:t>
      </w:r>
      <w:r>
        <w:rPr>
          <w:rtl/>
        </w:rPr>
        <w:t xml:space="preserve"> </w:t>
      </w:r>
      <w:r w:rsidRPr="00D95A45">
        <w:rPr>
          <w:rtl/>
        </w:rPr>
        <w:t>بالضم والتخفيف الهدر أي لا غرم فيه.</w:t>
      </w:r>
    </w:p>
    <w:p w:rsidR="00CC15EB" w:rsidRDefault="00CC15EB" w:rsidP="00AC7755">
      <w:pPr>
        <w:pStyle w:val="libFootnote0"/>
        <w:rPr>
          <w:rtl/>
        </w:rPr>
      </w:pPr>
      <w:r>
        <w:rPr>
          <w:rtl/>
        </w:rPr>
        <w:t>-</w:t>
      </w:r>
      <w:r w:rsidR="00D45E0E" w:rsidRPr="007277FF">
        <w:rPr>
          <w:rtl/>
        </w:rPr>
        <w:t xml:space="preserve"> 875</w:t>
      </w:r>
      <w:r>
        <w:rPr>
          <w:rtl/>
        </w:rPr>
        <w:t xml:space="preserve"> - </w:t>
      </w:r>
      <w:r w:rsidR="00D45E0E" w:rsidRPr="007277FF">
        <w:rPr>
          <w:rtl/>
        </w:rPr>
        <w:t>الكافي ج 2 ص 319 الفقيه ج 4 ص 80</w:t>
      </w:r>
    </w:p>
    <w:p w:rsidR="00CC15EB" w:rsidRDefault="00CC15EB" w:rsidP="00AC7755">
      <w:pPr>
        <w:pStyle w:val="libFootnote0"/>
        <w:rPr>
          <w:rtl/>
        </w:rPr>
      </w:pPr>
      <w:r>
        <w:rPr>
          <w:rtl/>
        </w:rPr>
        <w:t>-</w:t>
      </w:r>
      <w:r w:rsidR="00D45E0E" w:rsidRPr="007277FF">
        <w:rPr>
          <w:rtl/>
        </w:rPr>
        <w:t xml:space="preserve"> 877</w:t>
      </w:r>
      <w:r>
        <w:rPr>
          <w:rtl/>
        </w:rPr>
        <w:t xml:space="preserve"> - </w:t>
      </w:r>
      <w:r w:rsidR="00D45E0E" w:rsidRPr="007277FF">
        <w:rPr>
          <w:rtl/>
        </w:rPr>
        <w:t>الفقيه ج 4 ص 76</w:t>
      </w:r>
    </w:p>
    <w:p w:rsidR="00AC7755" w:rsidRDefault="00CC15EB" w:rsidP="00AC7755">
      <w:pPr>
        <w:pStyle w:val="libFootnote0"/>
        <w:rPr>
          <w:rtl/>
        </w:rPr>
      </w:pPr>
      <w:r>
        <w:rPr>
          <w:rtl/>
        </w:rPr>
        <w:t>-</w:t>
      </w:r>
      <w:r w:rsidR="00D45E0E" w:rsidRPr="00DA0376">
        <w:rPr>
          <w:rtl/>
        </w:rPr>
        <w:t xml:space="preserve"> 878</w:t>
      </w:r>
      <w:r>
        <w:rPr>
          <w:rtl/>
        </w:rPr>
        <w:t xml:space="preserve"> - </w:t>
      </w:r>
      <w:r w:rsidR="00D45E0E" w:rsidRPr="00DA0376">
        <w:rPr>
          <w:rtl/>
        </w:rPr>
        <w:t>الكافي ج 2 ص 339 الفقيه ج 4 ص 115 وفيه ذيل الحديث</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عن ابي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سألته عن رجل ينفر برجل فيعقره وتعقر دابته رجلا آخر قال</w:t>
      </w:r>
      <w:r w:rsidR="00CC15EB">
        <w:rPr>
          <w:rtl/>
        </w:rPr>
        <w:t>:</w:t>
      </w:r>
      <w:r>
        <w:rPr>
          <w:rtl/>
        </w:rPr>
        <w:t xml:space="preserve"> </w:t>
      </w:r>
      <w:r w:rsidRPr="00DA0376">
        <w:rPr>
          <w:rtl/>
        </w:rPr>
        <w:t>هو ضامن لما كان من شئ</w:t>
      </w:r>
      <w:r w:rsidR="00CC15EB">
        <w:rPr>
          <w:rtl/>
        </w:rPr>
        <w:t>،</w:t>
      </w:r>
      <w:r>
        <w:rPr>
          <w:rtl/>
        </w:rPr>
        <w:t xml:space="preserve"> </w:t>
      </w:r>
      <w:r w:rsidRPr="00DA0376">
        <w:rPr>
          <w:rtl/>
        </w:rPr>
        <w:t>وعن الشئ يوضع على الطريق فتمر الدابة فتنفر بصاحبها فتعقره فقال</w:t>
      </w:r>
      <w:r w:rsidR="00CC15EB">
        <w:rPr>
          <w:rtl/>
        </w:rPr>
        <w:t>:</w:t>
      </w:r>
      <w:r>
        <w:rPr>
          <w:rtl/>
        </w:rPr>
        <w:t xml:space="preserve"> </w:t>
      </w:r>
      <w:r w:rsidRPr="00DA0376">
        <w:rPr>
          <w:rtl/>
        </w:rPr>
        <w:t>كل شئ مضر بطريق المسلمين فصاحبه ضامن لما يصيبه.</w:t>
      </w:r>
    </w:p>
    <w:p w:rsidR="00AC7755" w:rsidRDefault="00D45E0E" w:rsidP="00AC7755">
      <w:pPr>
        <w:pStyle w:val="libNormal"/>
        <w:rPr>
          <w:rtl/>
        </w:rPr>
      </w:pPr>
      <w:r w:rsidRPr="00D95A45">
        <w:rPr>
          <w:rtl/>
        </w:rPr>
        <w:t>(879) 12</w:t>
      </w:r>
      <w:r w:rsidR="00CC15EB">
        <w:rPr>
          <w:rtl/>
        </w:rPr>
        <w:t xml:space="preserve"> - </w:t>
      </w:r>
      <w:r w:rsidRPr="00D95A45">
        <w:rPr>
          <w:rtl/>
        </w:rPr>
        <w:t xml:space="preserve">احمد بن محمد عن محمد بن عيسى عن عبد الله ابن المغيرة عن اسماعيل بن ابي زياد عن جعفر عن ابيه عن آبائه عن علي </w:t>
      </w:r>
      <w:r w:rsidR="00AC7755" w:rsidRPr="00AC7755">
        <w:rPr>
          <w:rStyle w:val="libAlaemChar"/>
          <w:rtl/>
        </w:rPr>
        <w:t>عليهم‌السلام</w:t>
      </w:r>
      <w:r w:rsidRPr="00D95A45">
        <w:rPr>
          <w:rtl/>
        </w:rPr>
        <w:t xml:space="preserve"> قال</w:t>
      </w:r>
      <w:r w:rsidR="00CC15EB">
        <w:rPr>
          <w:rtl/>
        </w:rPr>
        <w:t>:</w:t>
      </w:r>
      <w:r>
        <w:rPr>
          <w:rtl/>
        </w:rPr>
        <w:t xml:space="preserve"> </w:t>
      </w:r>
      <w:r w:rsidRPr="00D95A45">
        <w:rPr>
          <w:rtl/>
        </w:rPr>
        <w:t>إذا استقل البعير بحمله فقد ضمن صاحبه.</w:t>
      </w:r>
    </w:p>
    <w:p w:rsidR="00AC7755" w:rsidRDefault="00D45E0E" w:rsidP="00AC7755">
      <w:pPr>
        <w:pStyle w:val="libNormal"/>
        <w:rPr>
          <w:rtl/>
        </w:rPr>
      </w:pPr>
      <w:r w:rsidRPr="00D95A45">
        <w:rPr>
          <w:rtl/>
        </w:rPr>
        <w:t>(880) 13</w:t>
      </w:r>
      <w:r w:rsidR="00CC15EB">
        <w:rPr>
          <w:rtl/>
        </w:rPr>
        <w:t xml:space="preserve"> - </w:t>
      </w:r>
      <w:r w:rsidRPr="00D95A45">
        <w:rPr>
          <w:rtl/>
        </w:rPr>
        <w:t xml:space="preserve">عنه عن محمد بن يحيى عن غياث بن ابراهيم عن جعفر عن ابيه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ضمن صاحب الدابة ما وطئت بيديها ورجليها</w:t>
      </w:r>
      <w:r w:rsidR="00CC15EB">
        <w:rPr>
          <w:rtl/>
        </w:rPr>
        <w:t>،</w:t>
      </w:r>
      <w:r>
        <w:rPr>
          <w:rtl/>
        </w:rPr>
        <w:t xml:space="preserve"> </w:t>
      </w:r>
      <w:r w:rsidRPr="00D95A45">
        <w:rPr>
          <w:rtl/>
        </w:rPr>
        <w:t>وما بعجت برجليها فلا ضمان عليه الا ان يضربها انسان</w:t>
      </w:r>
      <w:r w:rsidR="00CC15EB">
        <w:rPr>
          <w:rtl/>
        </w:rPr>
        <w:t>،</w:t>
      </w:r>
      <w:r>
        <w:rPr>
          <w:rtl/>
        </w:rPr>
        <w:t xml:space="preserve"> </w:t>
      </w:r>
      <w:r w:rsidRPr="00D95A45">
        <w:rPr>
          <w:rtl/>
        </w:rPr>
        <w:t>وقال</w:t>
      </w:r>
      <w:r w:rsidR="00CC15EB">
        <w:rPr>
          <w:rtl/>
        </w:rPr>
        <w:t>:</w:t>
      </w:r>
      <w:r>
        <w:rPr>
          <w:rtl/>
        </w:rPr>
        <w:t xml:space="preserve"> </w:t>
      </w:r>
      <w:r w:rsidRPr="00D95A45">
        <w:rPr>
          <w:rtl/>
        </w:rPr>
        <w:t xml:space="preserve">ان عليا </w:t>
      </w:r>
      <w:r w:rsidR="00AC7755" w:rsidRPr="00AC7755">
        <w:rPr>
          <w:rStyle w:val="libAlaemChar"/>
          <w:rtl/>
        </w:rPr>
        <w:t>عليه‌السلام</w:t>
      </w:r>
      <w:r w:rsidRPr="00D95A45">
        <w:rPr>
          <w:rtl/>
        </w:rPr>
        <w:t xml:space="preserve"> ضمن رجلا اصاب خنزير نصراني.</w:t>
      </w:r>
    </w:p>
    <w:p w:rsidR="00AC7755" w:rsidRDefault="00D45E0E" w:rsidP="00AC7755">
      <w:pPr>
        <w:pStyle w:val="libNormal"/>
        <w:rPr>
          <w:rtl/>
        </w:rPr>
      </w:pPr>
      <w:r w:rsidRPr="00D95A45">
        <w:rPr>
          <w:rtl/>
        </w:rPr>
        <w:t>(881) 14</w:t>
      </w:r>
      <w:r w:rsidR="00CC15EB">
        <w:rPr>
          <w:rtl/>
        </w:rPr>
        <w:t xml:space="preserve"> - </w:t>
      </w:r>
      <w:r w:rsidRPr="00D95A45">
        <w:rPr>
          <w:rtl/>
        </w:rPr>
        <w:t xml:space="preserve">عنه عن محمد بن يحيى عن ابن مسكان عن ابن زرارة عن ابى عبد الله </w:t>
      </w:r>
      <w:r w:rsidR="00AC7755" w:rsidRPr="00AC7755">
        <w:rPr>
          <w:rStyle w:val="libAlaemChar"/>
          <w:rtl/>
        </w:rPr>
        <w:t>عليه‌السلام</w:t>
      </w:r>
      <w:r w:rsidRPr="00D95A45">
        <w:rPr>
          <w:rtl/>
        </w:rPr>
        <w:t xml:space="preserve"> وعن ابي بصير قالا</w:t>
      </w:r>
      <w:r w:rsidR="00CC15EB">
        <w:rPr>
          <w:rtl/>
        </w:rPr>
        <w:t>:</w:t>
      </w:r>
      <w:r>
        <w:rPr>
          <w:rtl/>
        </w:rPr>
        <w:t xml:space="preserve"> </w:t>
      </w:r>
      <w:r w:rsidRPr="00D95A45">
        <w:rPr>
          <w:rtl/>
        </w:rPr>
        <w:t>سألناه عن الجسور أيضمن اهلها شيئا</w:t>
      </w:r>
      <w:r>
        <w:rPr>
          <w:rtl/>
        </w:rPr>
        <w:t>؟</w:t>
      </w:r>
      <w:r w:rsidRPr="00D95A45">
        <w:rPr>
          <w:rtl/>
        </w:rPr>
        <w:t xml:space="preserve"> قال</w:t>
      </w:r>
      <w:r w:rsidR="00CC15EB">
        <w:rPr>
          <w:rtl/>
        </w:rPr>
        <w:t>:</w:t>
      </w:r>
      <w:r>
        <w:rPr>
          <w:rtl/>
        </w:rPr>
        <w:t xml:space="preserve"> </w:t>
      </w:r>
      <w:r w:rsidRPr="00D95A45">
        <w:rPr>
          <w:rtl/>
        </w:rPr>
        <w:t>لا.</w:t>
      </w:r>
    </w:p>
    <w:p w:rsidR="00AC7755" w:rsidRDefault="00D45E0E" w:rsidP="00AC7755">
      <w:pPr>
        <w:pStyle w:val="libNormal"/>
        <w:rPr>
          <w:rtl/>
        </w:rPr>
      </w:pPr>
      <w:r w:rsidRPr="00D95A45">
        <w:rPr>
          <w:rtl/>
        </w:rPr>
        <w:t>(882) 15</w:t>
      </w:r>
      <w:r w:rsidR="00CC15EB">
        <w:rPr>
          <w:rtl/>
        </w:rPr>
        <w:t xml:space="preserve"> - </w:t>
      </w:r>
      <w:r w:rsidRPr="00D95A45">
        <w:rPr>
          <w:rtl/>
        </w:rPr>
        <w:t xml:space="preserve">الحسن بن محبوب عن الحسن بن صالح الثوري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استقل البعير والدابة بحملهما فصاحبهما ضامن إلى ان تبلغ الموضع.</w:t>
      </w:r>
    </w:p>
    <w:p w:rsidR="00AC7755" w:rsidRDefault="00D45E0E" w:rsidP="00AC7755">
      <w:pPr>
        <w:pStyle w:val="libNormal"/>
        <w:rPr>
          <w:rtl/>
        </w:rPr>
      </w:pPr>
      <w:r w:rsidRPr="00D95A45">
        <w:rPr>
          <w:rtl/>
        </w:rPr>
        <w:t>(883) 16</w:t>
      </w:r>
      <w:r w:rsidR="00CC15EB">
        <w:rPr>
          <w:rtl/>
        </w:rPr>
        <w:t xml:space="preserve"> - </w:t>
      </w:r>
      <w:r w:rsidRPr="00D95A45">
        <w:rPr>
          <w:rtl/>
        </w:rPr>
        <w:t>احمد بن محمد عن علي بن احمد بن اشيم عن ابي هارون المكفوف عمن ذكره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Pr="00D95A45">
        <w:rPr>
          <w:rtl/>
        </w:rPr>
        <w:t xml:space="preserve"> لابي هارون المكفوف</w:t>
      </w:r>
      <w:r w:rsidR="00CC15EB">
        <w:rPr>
          <w:rtl/>
        </w:rPr>
        <w:t>:</w:t>
      </w:r>
      <w:r>
        <w:rPr>
          <w:rtl/>
        </w:rPr>
        <w:t xml:space="preserve"> </w:t>
      </w:r>
      <w:r w:rsidRPr="00D95A45">
        <w:rPr>
          <w:rtl/>
        </w:rPr>
        <w:t>ما تقول</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880</w:t>
      </w:r>
      <w:r>
        <w:rPr>
          <w:rtl/>
        </w:rPr>
        <w:t xml:space="preserve"> - </w:t>
      </w:r>
      <w:r w:rsidR="00D45E0E" w:rsidRPr="00D95A45">
        <w:rPr>
          <w:rtl/>
        </w:rPr>
        <w:t>الاستبصار ج 4 ص 340 الفقيه ج 4 ص 116 وفى الجميع بدون الذيل</w:t>
      </w:r>
    </w:p>
    <w:p w:rsidR="00AC7755" w:rsidRDefault="00CC15EB" w:rsidP="00AC7755">
      <w:pPr>
        <w:pStyle w:val="libFootnote0"/>
        <w:rPr>
          <w:rtl/>
        </w:rPr>
      </w:pPr>
      <w:r>
        <w:rPr>
          <w:rtl/>
        </w:rPr>
        <w:t>-</w:t>
      </w:r>
      <w:r w:rsidR="00D45E0E" w:rsidRPr="00DA0376">
        <w:rPr>
          <w:rtl/>
        </w:rPr>
        <w:t xml:space="preserve"> 881</w:t>
      </w:r>
      <w:r>
        <w:rPr>
          <w:rtl/>
        </w:rPr>
        <w:t xml:space="preserve"> - </w:t>
      </w:r>
      <w:r w:rsidR="00D45E0E" w:rsidRPr="00DA0376">
        <w:rPr>
          <w:rtl/>
        </w:rPr>
        <w:t>الفقيه ج 4 ص 114 بسند آخر</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يا ابا هارون في مكفوف كان يجول المصر بلا قائد ثم ناداه رجل يا فلان قدامك البئر فلم يقدر المكفوف يبرح فتعلق المكفوف بمن ناداه</w:t>
      </w:r>
      <w:r>
        <w:rPr>
          <w:rtl/>
        </w:rPr>
        <w:t>؟</w:t>
      </w:r>
      <w:r w:rsidRPr="00DA0376">
        <w:rPr>
          <w:rtl/>
        </w:rPr>
        <w:t xml:space="preserve"> فقال</w:t>
      </w:r>
      <w:r w:rsidR="00CC15EB">
        <w:rPr>
          <w:rtl/>
        </w:rPr>
        <w:t>:</w:t>
      </w:r>
      <w:r>
        <w:rPr>
          <w:rtl/>
        </w:rPr>
        <w:t xml:space="preserve"> </w:t>
      </w:r>
      <w:r w:rsidRPr="00DA0376">
        <w:rPr>
          <w:rtl/>
        </w:rPr>
        <w:t xml:space="preserve">انى كنت اجول المصر ولم احتج الى قائد قال </w:t>
      </w:r>
      <w:r w:rsidR="00AC7755" w:rsidRPr="00AC7755">
        <w:rPr>
          <w:rStyle w:val="libAlaemChar"/>
          <w:rtl/>
        </w:rPr>
        <w:t>عليه‌السلام</w:t>
      </w:r>
      <w:r w:rsidR="00CC15EB">
        <w:rPr>
          <w:rtl/>
        </w:rPr>
        <w:t>:</w:t>
      </w:r>
      <w:r>
        <w:rPr>
          <w:rtl/>
        </w:rPr>
        <w:t xml:space="preserve"> </w:t>
      </w:r>
      <w:r w:rsidRPr="00DA0376">
        <w:rPr>
          <w:rtl/>
        </w:rPr>
        <w:t>عليه القائد لما صوت به</w:t>
      </w:r>
      <w:r w:rsidR="00CC15EB">
        <w:rPr>
          <w:rtl/>
        </w:rPr>
        <w:t>،</w:t>
      </w:r>
      <w:r>
        <w:rPr>
          <w:rtl/>
        </w:rPr>
        <w:t xml:space="preserve"> </w:t>
      </w:r>
      <w:r w:rsidRPr="00DA0376">
        <w:rPr>
          <w:rtl/>
        </w:rPr>
        <w:t>ثم ناوله دنانير من تحت بساطه فقال</w:t>
      </w:r>
      <w:r w:rsidR="00CC15EB">
        <w:rPr>
          <w:rtl/>
        </w:rPr>
        <w:t>:</w:t>
      </w:r>
      <w:r>
        <w:rPr>
          <w:rtl/>
        </w:rPr>
        <w:t xml:space="preserve"> </w:t>
      </w:r>
      <w:r w:rsidRPr="00DA0376">
        <w:rPr>
          <w:rtl/>
        </w:rPr>
        <w:t>يا ابا هارون اشتر بهذا قائدا.</w:t>
      </w:r>
    </w:p>
    <w:p w:rsidR="00AC7755" w:rsidRDefault="00D45E0E" w:rsidP="00AC7755">
      <w:pPr>
        <w:pStyle w:val="libNormal"/>
        <w:rPr>
          <w:rtl/>
        </w:rPr>
      </w:pPr>
      <w:r w:rsidRPr="00D95A45">
        <w:rPr>
          <w:rtl/>
        </w:rPr>
        <w:t>(884) 17</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رسول الله </w:t>
      </w:r>
      <w:r w:rsidR="00AC7755" w:rsidRPr="00AC7755">
        <w:rPr>
          <w:rStyle w:val="libAlaemChar"/>
          <w:rtl/>
        </w:rPr>
        <w:t>صلى‌الله‌عليه‌وآله‌وسلم</w:t>
      </w:r>
      <w:r w:rsidR="00CC15EB">
        <w:rPr>
          <w:rtl/>
        </w:rPr>
        <w:t>:</w:t>
      </w:r>
      <w:r>
        <w:rPr>
          <w:rtl/>
        </w:rPr>
        <w:t xml:space="preserve"> </w:t>
      </w:r>
      <w:r w:rsidRPr="00D95A45">
        <w:rPr>
          <w:rtl/>
        </w:rPr>
        <w:t>البئر جبار والعجماء جبار والمعدن جبار.</w:t>
      </w:r>
    </w:p>
    <w:p w:rsidR="00AC7755" w:rsidRDefault="00D45E0E" w:rsidP="00AC7755">
      <w:pPr>
        <w:pStyle w:val="libNormal"/>
        <w:rPr>
          <w:rtl/>
        </w:rPr>
      </w:pPr>
      <w:r w:rsidRPr="00D95A45">
        <w:rPr>
          <w:rtl/>
        </w:rPr>
        <w:t>(885) 18</w:t>
      </w:r>
      <w:r w:rsidR="00CC15EB">
        <w:rPr>
          <w:rtl/>
        </w:rPr>
        <w:t xml:space="preserve"> - </w:t>
      </w:r>
      <w:r w:rsidRPr="00D95A45">
        <w:rPr>
          <w:rtl/>
        </w:rPr>
        <w:t xml:space="preserve">عنه عن محمد بن عيسى عن يونس عن رجل عن ابي عبد الله </w:t>
      </w:r>
      <w:r w:rsidR="00AC7755" w:rsidRPr="00AC7755">
        <w:rPr>
          <w:rStyle w:val="libAlaemChar"/>
          <w:rtl/>
        </w:rPr>
        <w:t>عليه‌السلام</w:t>
      </w:r>
      <w:r w:rsidRPr="00D95A45">
        <w:rPr>
          <w:rtl/>
        </w:rPr>
        <w:t xml:space="preserve"> انه قال</w:t>
      </w:r>
      <w:r w:rsidR="00CC15EB">
        <w:rPr>
          <w:rtl/>
        </w:rPr>
        <w:t>:</w:t>
      </w:r>
      <w:r>
        <w:rPr>
          <w:rtl/>
        </w:rPr>
        <w:t xml:space="preserve"> </w:t>
      </w:r>
      <w:r w:rsidRPr="00D95A45">
        <w:rPr>
          <w:rtl/>
        </w:rPr>
        <w:t>بهيمة الانعام لا يغرم اهلها شيئا.</w:t>
      </w:r>
    </w:p>
    <w:p w:rsidR="00AC7755" w:rsidRDefault="00D45E0E" w:rsidP="00AC7755">
      <w:pPr>
        <w:pStyle w:val="libNormal"/>
        <w:rPr>
          <w:rtl/>
        </w:rPr>
      </w:pPr>
      <w:r w:rsidRPr="00D95A45">
        <w:rPr>
          <w:rtl/>
        </w:rPr>
        <w:t>(886) 19</w:t>
      </w:r>
      <w:r w:rsidR="00CC15EB">
        <w:rPr>
          <w:rtl/>
        </w:rPr>
        <w:t xml:space="preserve"> - </w:t>
      </w:r>
      <w:r w:rsidRPr="00D95A45">
        <w:rPr>
          <w:rtl/>
        </w:rPr>
        <w:t xml:space="preserve">يونس عن محمد بن سنان عن العلا بن الفضيل عن ابى عبد الله </w:t>
      </w:r>
      <w:r w:rsidR="00AC7755" w:rsidRPr="00AC7755">
        <w:rPr>
          <w:rStyle w:val="libAlaemChar"/>
          <w:rtl/>
        </w:rPr>
        <w:t>عليه‌السلام</w:t>
      </w:r>
      <w:r w:rsidRPr="00D95A45">
        <w:rPr>
          <w:rtl/>
        </w:rPr>
        <w:t xml:space="preserve"> أنه سئل عن رجل يسير على طريق من طرق المسلمين على دابته فتصيب برجلها فقال</w:t>
      </w:r>
      <w:r w:rsidR="00CC15EB">
        <w:rPr>
          <w:rtl/>
        </w:rPr>
        <w:t>:</w:t>
      </w:r>
      <w:r>
        <w:rPr>
          <w:rtl/>
        </w:rPr>
        <w:t xml:space="preserve"> </w:t>
      </w:r>
      <w:r w:rsidRPr="00D95A45">
        <w:rPr>
          <w:rtl/>
        </w:rPr>
        <w:t>ليس عليه ما اصابت برجلها وعليه ما اصابت بيدها</w:t>
      </w:r>
      <w:r w:rsidR="00CC15EB">
        <w:rPr>
          <w:rtl/>
        </w:rPr>
        <w:t>،</w:t>
      </w:r>
      <w:r>
        <w:rPr>
          <w:rtl/>
        </w:rPr>
        <w:t xml:space="preserve"> </w:t>
      </w:r>
      <w:r w:rsidRPr="00D95A45">
        <w:rPr>
          <w:rtl/>
        </w:rPr>
        <w:t>وإذا وقفت فعليه ما اصابت بيدها ورجلها</w:t>
      </w:r>
      <w:r w:rsidR="00CC15EB">
        <w:rPr>
          <w:rtl/>
        </w:rPr>
        <w:t>،</w:t>
      </w:r>
      <w:r>
        <w:rPr>
          <w:rtl/>
        </w:rPr>
        <w:t xml:space="preserve"> </w:t>
      </w:r>
      <w:r w:rsidRPr="00D95A45">
        <w:rPr>
          <w:rtl/>
        </w:rPr>
        <w:t>وان كان يسوقها فعليه ما اصابت بيدها ورجلها ايضا.</w:t>
      </w:r>
    </w:p>
    <w:p w:rsidR="00AC7755" w:rsidRDefault="00D45E0E" w:rsidP="00AC7755">
      <w:pPr>
        <w:pStyle w:val="libNormal"/>
        <w:rPr>
          <w:rtl/>
        </w:rPr>
      </w:pPr>
      <w:r w:rsidRPr="00D95A45">
        <w:rPr>
          <w:rtl/>
        </w:rPr>
        <w:t>(887) 20</w:t>
      </w:r>
      <w:r w:rsidR="00CC15EB">
        <w:rPr>
          <w:rtl/>
        </w:rPr>
        <w:t xml:space="preserve"> - </w:t>
      </w:r>
      <w:r w:rsidRPr="00D95A45">
        <w:rPr>
          <w:rtl/>
        </w:rPr>
        <w:t xml:space="preserve">علي بن ابراهيم عن ابيه عن النوفلي عن السكوني عن ابي عبد الله </w:t>
      </w:r>
      <w:r w:rsidR="00AC7755" w:rsidRPr="00AC7755">
        <w:rPr>
          <w:rStyle w:val="libAlaemChar"/>
          <w:rtl/>
        </w:rPr>
        <w:t>عليه‌السلام</w:t>
      </w:r>
      <w:r w:rsidRPr="00D95A45">
        <w:rPr>
          <w:rtl/>
        </w:rPr>
        <w:t xml:space="preserve"> انه ضمن القائد والسائق والراكب فقال</w:t>
      </w:r>
      <w:r w:rsidR="00CC15EB">
        <w:rPr>
          <w:rtl/>
        </w:rPr>
        <w:t>:</w:t>
      </w:r>
      <w:r>
        <w:rPr>
          <w:rtl/>
        </w:rPr>
        <w:t xml:space="preserve"> </w:t>
      </w:r>
      <w:r w:rsidRPr="00D95A45">
        <w:rPr>
          <w:rtl/>
        </w:rPr>
        <w:t>ما اصابت الرجل فعلى السائق</w:t>
      </w:r>
      <w:r w:rsidR="00CC15EB">
        <w:rPr>
          <w:rtl/>
        </w:rPr>
        <w:t>،</w:t>
      </w:r>
      <w:r>
        <w:rPr>
          <w:rtl/>
        </w:rPr>
        <w:t xml:space="preserve"> </w:t>
      </w:r>
      <w:r w:rsidRPr="00D95A45">
        <w:rPr>
          <w:rtl/>
        </w:rPr>
        <w:t>وما اصابت اليد فعلى الراكب والقائد.</w:t>
      </w:r>
    </w:p>
    <w:p w:rsidR="00AC7755" w:rsidRDefault="00D45E0E" w:rsidP="00AC7755">
      <w:pPr>
        <w:pStyle w:val="libNormal"/>
        <w:rPr>
          <w:rtl/>
        </w:rPr>
      </w:pPr>
      <w:r w:rsidRPr="00D95A45">
        <w:rPr>
          <w:rtl/>
        </w:rPr>
        <w:t>(888) 21</w:t>
      </w:r>
      <w:r w:rsidR="00CC15EB">
        <w:rPr>
          <w:rtl/>
        </w:rPr>
        <w:t xml:space="preserve"> - </w:t>
      </w:r>
      <w:r w:rsidRPr="00D95A45">
        <w:rPr>
          <w:rtl/>
        </w:rPr>
        <w:t>علي بن ابراهيم عن ابيه عن ابن ابي عمير عن حماد</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884</w:t>
      </w:r>
      <w:r>
        <w:rPr>
          <w:rtl/>
        </w:rPr>
        <w:t xml:space="preserve"> - </w:t>
      </w:r>
      <w:r w:rsidR="00D45E0E" w:rsidRPr="00D95A45">
        <w:rPr>
          <w:rtl/>
        </w:rPr>
        <w:t>الاستبصار ج 4 ص 285 الكافي ج 2 ص 348 الفقيه ج 4 ص 115</w:t>
      </w:r>
    </w:p>
    <w:p w:rsidR="00CC15EB" w:rsidRDefault="00CC15EB" w:rsidP="00AC7755">
      <w:pPr>
        <w:pStyle w:val="libFootnote0"/>
        <w:rPr>
          <w:rtl/>
        </w:rPr>
      </w:pPr>
      <w:r>
        <w:rPr>
          <w:rtl/>
        </w:rPr>
        <w:t>-</w:t>
      </w:r>
      <w:r w:rsidR="00D45E0E" w:rsidRPr="007277FF">
        <w:rPr>
          <w:rtl/>
        </w:rPr>
        <w:t xml:space="preserve"> 885</w:t>
      </w:r>
      <w:r>
        <w:rPr>
          <w:rtl/>
        </w:rPr>
        <w:t xml:space="preserve"> - </w:t>
      </w:r>
      <w:r w:rsidR="00D45E0E" w:rsidRPr="007277FF">
        <w:rPr>
          <w:rtl/>
        </w:rPr>
        <w:t>886</w:t>
      </w:r>
      <w:r>
        <w:rPr>
          <w:rtl/>
        </w:rPr>
        <w:t xml:space="preserve"> - </w:t>
      </w:r>
      <w:r w:rsidR="00D45E0E" w:rsidRPr="007277FF">
        <w:rPr>
          <w:rtl/>
        </w:rPr>
        <w:t>الاستبصار ج 4 ص 285 الكافي ج 2 ص 339 بزيادة في الاول فيه واخرج الاول الصدوق في الفقيه ج 4 ص 116</w:t>
      </w:r>
    </w:p>
    <w:p w:rsidR="00CC15EB" w:rsidRDefault="00CC15EB" w:rsidP="00AC7755">
      <w:pPr>
        <w:pStyle w:val="libFootnote0"/>
        <w:rPr>
          <w:rtl/>
        </w:rPr>
      </w:pPr>
      <w:r>
        <w:rPr>
          <w:rtl/>
        </w:rPr>
        <w:t>-</w:t>
      </w:r>
      <w:r w:rsidR="00D45E0E" w:rsidRPr="007277FF">
        <w:rPr>
          <w:rtl/>
        </w:rPr>
        <w:t xml:space="preserve"> 887</w:t>
      </w:r>
      <w:r>
        <w:rPr>
          <w:rtl/>
        </w:rPr>
        <w:t xml:space="preserve"> - </w:t>
      </w:r>
      <w:r w:rsidR="00D45E0E" w:rsidRPr="007277FF">
        <w:rPr>
          <w:rtl/>
        </w:rPr>
        <w:t>الاستبصار ج 4 ص 284 الكافي ج 2 ص 340 الفقيه ج 4 ص 116</w:t>
      </w:r>
    </w:p>
    <w:p w:rsidR="00AC7755" w:rsidRDefault="00CC15EB" w:rsidP="00AC7755">
      <w:pPr>
        <w:pStyle w:val="libFootnote0"/>
        <w:rPr>
          <w:rtl/>
        </w:rPr>
      </w:pPr>
      <w:r>
        <w:rPr>
          <w:rtl/>
        </w:rPr>
        <w:t>-</w:t>
      </w:r>
      <w:r w:rsidR="00D45E0E" w:rsidRPr="00DA0376">
        <w:rPr>
          <w:rtl/>
        </w:rPr>
        <w:t xml:space="preserve"> 888</w:t>
      </w:r>
      <w:r>
        <w:rPr>
          <w:rtl/>
        </w:rPr>
        <w:t xml:space="preserve"> - </w:t>
      </w:r>
      <w:r w:rsidR="00D45E0E" w:rsidRPr="00DA0376">
        <w:rPr>
          <w:rtl/>
        </w:rPr>
        <w:t>الاستبصار ج 4 ص 284 بدون الذيل الكافي ج 2 ص 339 الفقيه ج 4 ص 115 وص 120 في حديثين بدون الذيل</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عن الحلبي عن ابي عبد الله </w:t>
      </w:r>
      <w:r w:rsidR="00AC7755" w:rsidRPr="00AC7755">
        <w:rPr>
          <w:rStyle w:val="libAlaemChar"/>
          <w:rtl/>
        </w:rPr>
        <w:t>عليه‌السلام</w:t>
      </w:r>
      <w:r w:rsidRPr="00DA0376">
        <w:rPr>
          <w:rtl/>
        </w:rPr>
        <w:t xml:space="preserve"> انه سئل عن الرجل يمر على طريق من طرق المسلمين فتصيب دابته انسانا برجلها قال ليس عليه ما اصابت برجلها ولكن عليه ما أصابت بيدها لأن رجلها خلفه ان ركب وان كان قائدها فانه يملك باذن الله يدها يضعها حيث يشاء قال</w:t>
      </w:r>
      <w:r w:rsidR="00CC15EB">
        <w:rPr>
          <w:rtl/>
        </w:rPr>
        <w:t>:</w:t>
      </w:r>
      <w:r>
        <w:rPr>
          <w:rtl/>
        </w:rPr>
        <w:t xml:space="preserve"> </w:t>
      </w:r>
      <w:r w:rsidRPr="00DA0376">
        <w:rPr>
          <w:rtl/>
        </w:rPr>
        <w:t>وسئل عن بختي اغتلم فقتل رجلا فجاء اخو الرجل فضرب الفحل بالسيف فعقره فقال</w:t>
      </w:r>
      <w:r w:rsidR="00CC15EB">
        <w:rPr>
          <w:rtl/>
        </w:rPr>
        <w:t>:</w:t>
      </w:r>
      <w:r>
        <w:rPr>
          <w:rtl/>
        </w:rPr>
        <w:t xml:space="preserve"> </w:t>
      </w:r>
      <w:r w:rsidRPr="00DA0376">
        <w:rPr>
          <w:rtl/>
        </w:rPr>
        <w:t>صاحب البختي ضامن الدية ويقبض ثمن بختيه</w:t>
      </w:r>
      <w:r w:rsidR="00CC15EB">
        <w:rPr>
          <w:rtl/>
        </w:rPr>
        <w:t>،</w:t>
      </w:r>
      <w:r>
        <w:rPr>
          <w:rtl/>
        </w:rPr>
        <w:t xml:space="preserve"> </w:t>
      </w:r>
      <w:r w:rsidRPr="00DA0376">
        <w:rPr>
          <w:rtl/>
        </w:rPr>
        <w:t>وعن الرجل ينفر بالرجل فيعقره وتعقر دابته رجلا آخر فقال</w:t>
      </w:r>
      <w:r w:rsidR="00CC15EB">
        <w:rPr>
          <w:rtl/>
        </w:rPr>
        <w:t>:</w:t>
      </w:r>
      <w:r>
        <w:rPr>
          <w:rtl/>
        </w:rPr>
        <w:t xml:space="preserve"> </w:t>
      </w:r>
      <w:r w:rsidRPr="00DA0376">
        <w:rPr>
          <w:rtl/>
        </w:rPr>
        <w:t>هو ضامن لما كان من شئ.</w:t>
      </w:r>
    </w:p>
    <w:p w:rsidR="00AC7755" w:rsidRDefault="00D45E0E" w:rsidP="00AC7755">
      <w:pPr>
        <w:pStyle w:val="libNormal"/>
        <w:rPr>
          <w:rtl/>
        </w:rPr>
      </w:pPr>
      <w:r w:rsidRPr="00D95A45">
        <w:rPr>
          <w:rtl/>
        </w:rPr>
        <w:t>(889) 22</w:t>
      </w:r>
      <w:r w:rsidR="00CC15EB">
        <w:rPr>
          <w:rtl/>
        </w:rPr>
        <w:t xml:space="preserve"> - </w:t>
      </w:r>
      <w:r w:rsidRPr="00D95A45">
        <w:rPr>
          <w:rtl/>
        </w:rPr>
        <w:t>الحسين بن سعيد عن النضر عن هشام بن سالم</w:t>
      </w:r>
      <w:r w:rsidR="00CC15EB">
        <w:rPr>
          <w:rtl/>
        </w:rPr>
        <w:t>،</w:t>
      </w:r>
      <w:r>
        <w:rPr>
          <w:rtl/>
        </w:rPr>
        <w:t xml:space="preserve"> </w:t>
      </w:r>
      <w:r w:rsidRPr="00D95A45">
        <w:rPr>
          <w:rtl/>
        </w:rPr>
        <w:t>وعلي ابن النعمان عن ابن مسكان جيمعا عن سليمان بن خالد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مر في طريق المسلمين فتصيب دابته برجلها فقال</w:t>
      </w:r>
      <w:r w:rsidR="00CC15EB">
        <w:rPr>
          <w:rtl/>
        </w:rPr>
        <w:t>:</w:t>
      </w:r>
      <w:r>
        <w:rPr>
          <w:rtl/>
        </w:rPr>
        <w:t xml:space="preserve"> </w:t>
      </w:r>
      <w:r w:rsidRPr="00D95A45">
        <w:rPr>
          <w:rtl/>
        </w:rPr>
        <w:t>ليس على صاحب الدابة شئ مما اصابت برجلها ولكن عليه ما اصابت بيدها لأن رجلها خلفه إذا ركب</w:t>
      </w:r>
      <w:r w:rsidR="00CC15EB">
        <w:rPr>
          <w:rtl/>
        </w:rPr>
        <w:t>،</w:t>
      </w:r>
      <w:r>
        <w:rPr>
          <w:rtl/>
        </w:rPr>
        <w:t xml:space="preserve"> </w:t>
      </w:r>
      <w:r w:rsidRPr="00D95A45">
        <w:rPr>
          <w:rtl/>
        </w:rPr>
        <w:t>وان قاد دابة فانه يملك يدها باذن الله يضعها حيث يشاء.</w:t>
      </w:r>
    </w:p>
    <w:p w:rsidR="00AC7755" w:rsidRDefault="00D45E0E" w:rsidP="00AC7755">
      <w:pPr>
        <w:pStyle w:val="libNormal"/>
        <w:rPr>
          <w:rtl/>
        </w:rPr>
      </w:pPr>
      <w:r w:rsidRPr="00D95A45">
        <w:rPr>
          <w:rtl/>
        </w:rPr>
        <w:t>(890) 23</w:t>
      </w:r>
      <w:r w:rsidR="00CC15EB">
        <w:rPr>
          <w:rtl/>
        </w:rPr>
        <w:t xml:space="preserve"> - </w:t>
      </w:r>
      <w:r w:rsidRPr="00D95A45">
        <w:rPr>
          <w:rtl/>
        </w:rPr>
        <w:t xml:space="preserve">الصفار عن الحسن بن موسى الخشاب عن غياث عن اسحاق بن عمار عن جعفر عن ابيه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كان يضمن الراكب ما وطئت الدابة بيدها ورجلها الا أن يعبث بها احد فيكون الضمان على الذي عبث بها.</w:t>
      </w:r>
    </w:p>
    <w:p w:rsidR="00AC7755" w:rsidRDefault="00D45E0E" w:rsidP="00AC7755">
      <w:pPr>
        <w:pStyle w:val="libNormal"/>
        <w:rPr>
          <w:rtl/>
        </w:rPr>
      </w:pPr>
      <w:r w:rsidRPr="00D95A45">
        <w:rPr>
          <w:rtl/>
        </w:rPr>
        <w:t xml:space="preserve"> قال محمد بن الحسن</w:t>
      </w:r>
      <w:r w:rsidR="00CC15EB">
        <w:rPr>
          <w:rtl/>
        </w:rPr>
        <w:t>:</w:t>
      </w:r>
      <w:r>
        <w:rPr>
          <w:rtl/>
        </w:rPr>
        <w:t xml:space="preserve"> </w:t>
      </w:r>
      <w:r w:rsidRPr="00D95A45">
        <w:rPr>
          <w:rtl/>
        </w:rPr>
        <w:t>الوجه في هذا الخبر انه يضمن ما تطأه الدابة بيديها ورجليها إذا كان واقفا</w:t>
      </w:r>
      <w:r w:rsidR="00CC15EB">
        <w:rPr>
          <w:rtl/>
        </w:rPr>
        <w:t>،</w:t>
      </w:r>
      <w:r>
        <w:rPr>
          <w:rtl/>
        </w:rPr>
        <w:t xml:space="preserve"> </w:t>
      </w:r>
      <w:r w:rsidRPr="00D95A45">
        <w:rPr>
          <w:rtl/>
        </w:rPr>
        <w:t xml:space="preserve">على ما قدمناه في خبر العلا بن الفضيل عن ابي عبد الله </w:t>
      </w:r>
      <w:r w:rsidR="00AC7755" w:rsidRPr="00AC7755">
        <w:rPr>
          <w:rStyle w:val="libAlaemChar"/>
          <w:rtl/>
        </w:rPr>
        <w:t>عليه‌السلام</w:t>
      </w:r>
      <w:r w:rsidRPr="00D95A45">
        <w:rPr>
          <w:rtl/>
        </w:rPr>
        <w:t xml:space="preserve"> فاما إذا كان سائرا فليس عليه مما تطأه برجلها شئ حسب ما قدمناه في الاخبار كلها.</w:t>
      </w:r>
    </w:p>
    <w:p w:rsidR="00AC7755" w:rsidRDefault="00D45E0E" w:rsidP="00AC7755">
      <w:pPr>
        <w:pStyle w:val="libNormal"/>
        <w:rPr>
          <w:rtl/>
        </w:rPr>
      </w:pPr>
      <w:r w:rsidRPr="00D95A45">
        <w:rPr>
          <w:rtl/>
        </w:rPr>
        <w:t>(891) 24</w:t>
      </w:r>
      <w:r w:rsidR="00CC15EB">
        <w:rPr>
          <w:rtl/>
        </w:rPr>
        <w:t xml:space="preserve"> - </w:t>
      </w:r>
      <w:r w:rsidRPr="00D95A45">
        <w:rPr>
          <w:rtl/>
        </w:rPr>
        <w:t>محمد بن علي بن محبوب عن محمد بن احمد العلوي</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889</w:t>
      </w:r>
      <w:r>
        <w:rPr>
          <w:rFonts w:hint="cs"/>
          <w:rtl/>
        </w:rPr>
        <w:t xml:space="preserve"> - </w:t>
      </w:r>
      <w:r w:rsidR="00D45E0E" w:rsidRPr="00DA0376">
        <w:rPr>
          <w:rtl/>
        </w:rPr>
        <w:t>890</w:t>
      </w:r>
      <w:r>
        <w:rPr>
          <w:rtl/>
        </w:rPr>
        <w:t xml:space="preserve"> - </w:t>
      </w:r>
      <w:r w:rsidR="00D45E0E" w:rsidRPr="00DA0376">
        <w:rPr>
          <w:rtl/>
        </w:rPr>
        <w:t>الاستبصار ج 4 ص 284</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عن العمركي عن علي بن جعفر عن اخيه موسى بن جعفر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سألته عن بختى اغتلم قتل رجلا ما على صاحبه</w:t>
      </w:r>
      <w:r>
        <w:rPr>
          <w:rtl/>
        </w:rPr>
        <w:t>؟</w:t>
      </w:r>
      <w:r w:rsidRPr="00DA0376">
        <w:rPr>
          <w:rtl/>
        </w:rPr>
        <w:t xml:space="preserve"> قال</w:t>
      </w:r>
      <w:r w:rsidR="00CC15EB">
        <w:rPr>
          <w:rtl/>
        </w:rPr>
        <w:t>:</w:t>
      </w:r>
      <w:r>
        <w:rPr>
          <w:rtl/>
        </w:rPr>
        <w:t xml:space="preserve"> </w:t>
      </w:r>
      <w:r w:rsidRPr="00DA0376">
        <w:rPr>
          <w:rtl/>
        </w:rPr>
        <w:t>عليه الدية.</w:t>
      </w:r>
    </w:p>
    <w:p w:rsidR="00AC7755" w:rsidRDefault="00D45E0E" w:rsidP="00AC7755">
      <w:pPr>
        <w:pStyle w:val="libNormal"/>
        <w:rPr>
          <w:rtl/>
        </w:rPr>
      </w:pPr>
      <w:r w:rsidRPr="00D95A45">
        <w:rPr>
          <w:rtl/>
        </w:rPr>
        <w:t>(892) 25</w:t>
      </w:r>
      <w:r w:rsidR="00CC15EB">
        <w:rPr>
          <w:rtl/>
        </w:rPr>
        <w:t xml:space="preserve"> - </w:t>
      </w:r>
      <w:r w:rsidRPr="00D95A45">
        <w:rPr>
          <w:rtl/>
        </w:rPr>
        <w:t xml:space="preserve">سهل بن زياد عن محمد بن الحسن بن شمون عن عبد الله بن عبد الرحمان الاصم عن مسمع بن عبد الملك عن ابى عبد الله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كان إذا صال الفحل أول مرة لم يضمن صاحبه فإذا ثنى ضمن صاحبه.</w:t>
      </w:r>
    </w:p>
    <w:p w:rsidR="00AC7755" w:rsidRDefault="00D45E0E" w:rsidP="00AC7755">
      <w:pPr>
        <w:pStyle w:val="libNormal"/>
        <w:rPr>
          <w:rtl/>
        </w:rPr>
      </w:pPr>
      <w:r w:rsidRPr="00D95A45">
        <w:rPr>
          <w:rtl/>
        </w:rPr>
        <w:t>(893) 26</w:t>
      </w:r>
      <w:r w:rsidR="00CC15EB">
        <w:rPr>
          <w:rtl/>
        </w:rPr>
        <w:t xml:space="preserve"> - </w:t>
      </w:r>
      <w:r w:rsidRPr="00D95A45">
        <w:rPr>
          <w:rtl/>
        </w:rPr>
        <w:t xml:space="preserve">الحسن بن محبوب عن علي بن رئاب عن ابي عبد الله </w:t>
      </w:r>
      <w:r w:rsidR="00AC7755" w:rsidRPr="00AC7755">
        <w:rPr>
          <w:rStyle w:val="libAlaemChar"/>
          <w:rtl/>
        </w:rPr>
        <w:t>عليه‌السلام</w:t>
      </w:r>
      <w:r w:rsidRPr="00D95A45">
        <w:rPr>
          <w:rtl/>
        </w:rPr>
        <w:t xml:space="preserve"> في رجل حمل عبده على دابته فوطئت رجلا فقال</w:t>
      </w:r>
      <w:r w:rsidR="00CC15EB">
        <w:rPr>
          <w:rtl/>
        </w:rPr>
        <w:t>:</w:t>
      </w:r>
      <w:r>
        <w:rPr>
          <w:rtl/>
        </w:rPr>
        <w:t xml:space="preserve"> </w:t>
      </w:r>
      <w:r w:rsidRPr="00D95A45">
        <w:rPr>
          <w:rtl/>
        </w:rPr>
        <w:t>الغرم على مولاه</w:t>
      </w:r>
    </w:p>
    <w:p w:rsidR="00AC7755" w:rsidRDefault="00D45E0E" w:rsidP="00AC7755">
      <w:pPr>
        <w:pStyle w:val="libNormal"/>
        <w:rPr>
          <w:rtl/>
        </w:rPr>
      </w:pPr>
      <w:r w:rsidRPr="00D95A45">
        <w:rPr>
          <w:rtl/>
        </w:rPr>
        <w:t>(894) 27</w:t>
      </w:r>
      <w:r w:rsidR="00CC15EB">
        <w:rPr>
          <w:rtl/>
        </w:rPr>
        <w:t xml:space="preserve"> - </w:t>
      </w:r>
      <w:r w:rsidRPr="00D95A45">
        <w:rPr>
          <w:rtl/>
        </w:rPr>
        <w:t xml:space="preserve">علي بن ابراهيم عن ابيه عن ابن فضال عن يونس ابن يعقوب عن ابى مريم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صاحب الدابة انه يضمنه ما وطئت بيدها</w:t>
      </w:r>
      <w:r w:rsidR="00CC15EB">
        <w:rPr>
          <w:rtl/>
        </w:rPr>
        <w:t>،</w:t>
      </w:r>
      <w:r>
        <w:rPr>
          <w:rtl/>
        </w:rPr>
        <w:t xml:space="preserve"> </w:t>
      </w:r>
      <w:r w:rsidRPr="00D95A45">
        <w:rPr>
          <w:rtl/>
        </w:rPr>
        <w:t>وما بعجت برجلها فلا ضمان عليه الا ان يضربها انسان.</w:t>
      </w:r>
    </w:p>
    <w:p w:rsidR="00AC7755" w:rsidRDefault="00D45E0E" w:rsidP="00AC7755">
      <w:pPr>
        <w:pStyle w:val="libNormal"/>
        <w:rPr>
          <w:rtl/>
        </w:rPr>
      </w:pPr>
      <w:r w:rsidRPr="00D95A45">
        <w:rPr>
          <w:rtl/>
        </w:rPr>
        <w:t>(895) 28</w:t>
      </w:r>
      <w:r w:rsidR="00CC15EB">
        <w:rPr>
          <w:rtl/>
        </w:rPr>
        <w:t xml:space="preserve"> - </w:t>
      </w:r>
      <w:r w:rsidRPr="00D95A45">
        <w:rPr>
          <w:rtl/>
        </w:rPr>
        <w:t xml:space="preserve">علي بن ابراهيم عن ابيه عن ابن ابى عمير عن حماد عن الحلبي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قال</w:t>
      </w:r>
      <w:r w:rsidR="00CC15EB">
        <w:rPr>
          <w:rtl/>
        </w:rPr>
        <w:t>:</w:t>
      </w:r>
      <w:r>
        <w:rPr>
          <w:rtl/>
        </w:rPr>
        <w:t xml:space="preserve"> </w:t>
      </w:r>
      <w:r w:rsidRPr="00D95A45">
        <w:rPr>
          <w:rtl/>
        </w:rPr>
        <w:t>أي رجل أفزع رجلا على الجدار أو نقر به عن دابته فخر فمات فهو ضامن لديته</w:t>
      </w:r>
      <w:r w:rsidR="00CC15EB">
        <w:rPr>
          <w:rtl/>
        </w:rPr>
        <w:t>،</w:t>
      </w:r>
      <w:r>
        <w:rPr>
          <w:rtl/>
        </w:rPr>
        <w:t xml:space="preserve"> </w:t>
      </w:r>
      <w:r w:rsidRPr="00D95A45">
        <w:rPr>
          <w:rtl/>
        </w:rPr>
        <w:t>فان انكسر فهو ضامن لدية ما ينكسر منه.</w:t>
      </w:r>
    </w:p>
    <w:p w:rsidR="00AC7755" w:rsidRDefault="00D45E0E" w:rsidP="00AC7755">
      <w:pPr>
        <w:pStyle w:val="libNormal"/>
        <w:rPr>
          <w:rtl/>
        </w:rPr>
      </w:pPr>
      <w:r w:rsidRPr="00D95A45">
        <w:rPr>
          <w:rtl/>
        </w:rPr>
        <w:t>(896) 29</w:t>
      </w:r>
      <w:r w:rsidR="00CC15EB">
        <w:rPr>
          <w:rtl/>
        </w:rPr>
        <w:t xml:space="preserve"> - </w:t>
      </w:r>
      <w:r w:rsidRPr="00D95A45">
        <w:rPr>
          <w:rtl/>
        </w:rPr>
        <w:t xml:space="preserve">يونس عن بعض اصحابه عن ابي عبد الله </w:t>
      </w:r>
      <w:r w:rsidR="00AC7755" w:rsidRPr="00AC7755">
        <w:rPr>
          <w:rStyle w:val="libAlaemChar"/>
          <w:rtl/>
        </w:rPr>
        <w:t>عليه‌السلام</w:t>
      </w:r>
      <w:r w:rsidRPr="00D95A45">
        <w:rPr>
          <w:rtl/>
        </w:rPr>
        <w:t xml:space="preserve"> ان امرأة نذرت ان تقاد مزمومة فدفعها بعير فخرم انفها فأتت امير المؤمنين </w:t>
      </w:r>
      <w:r w:rsidR="00AC7755" w:rsidRPr="00AC7755">
        <w:rPr>
          <w:rStyle w:val="libAlaemChar"/>
          <w:rtl/>
        </w:rPr>
        <w:t>عليه‌السلام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892</w:t>
      </w:r>
      <w:r>
        <w:rPr>
          <w:rtl/>
        </w:rPr>
        <w:t xml:space="preserve"> - </w:t>
      </w:r>
      <w:r w:rsidR="00D45E0E" w:rsidRPr="00D95A45">
        <w:rPr>
          <w:rtl/>
        </w:rPr>
        <w:t>الكافي ج 2 ص 340</w:t>
      </w:r>
    </w:p>
    <w:p w:rsidR="00CC15EB" w:rsidRDefault="00CC15EB" w:rsidP="00AC7755">
      <w:pPr>
        <w:pStyle w:val="libFootnote0"/>
        <w:rPr>
          <w:rtl/>
        </w:rPr>
      </w:pPr>
      <w:r>
        <w:rPr>
          <w:rtl/>
        </w:rPr>
        <w:t>-</w:t>
      </w:r>
      <w:r w:rsidR="00D45E0E" w:rsidRPr="007277FF">
        <w:rPr>
          <w:rtl/>
        </w:rPr>
        <w:t xml:space="preserve"> 893</w:t>
      </w:r>
      <w:r>
        <w:rPr>
          <w:rtl/>
        </w:rPr>
        <w:t xml:space="preserve"> - </w:t>
      </w:r>
      <w:r w:rsidR="00D45E0E" w:rsidRPr="007277FF">
        <w:rPr>
          <w:rtl/>
        </w:rPr>
        <w:t>الكافي ج 2 ص 339 الفقيه ج 4 ص 116</w:t>
      </w:r>
    </w:p>
    <w:p w:rsidR="00CC15EB" w:rsidRDefault="00CC15EB" w:rsidP="00AC7755">
      <w:pPr>
        <w:pStyle w:val="libFootnote0"/>
        <w:rPr>
          <w:rtl/>
        </w:rPr>
      </w:pPr>
      <w:r>
        <w:rPr>
          <w:rtl/>
        </w:rPr>
        <w:t>-</w:t>
      </w:r>
      <w:r w:rsidR="00D45E0E" w:rsidRPr="007277FF">
        <w:rPr>
          <w:rtl/>
        </w:rPr>
        <w:t xml:space="preserve"> 894</w:t>
      </w:r>
      <w:r>
        <w:rPr>
          <w:rtl/>
        </w:rPr>
        <w:t xml:space="preserve"> - </w:t>
      </w:r>
      <w:r w:rsidR="00D45E0E" w:rsidRPr="007277FF">
        <w:rPr>
          <w:rtl/>
        </w:rPr>
        <w:t>الاستبصار ج 4 ص 285 الكافي ج 2 ص 340 وقد سبق برقم 13 من الباب بزيادة فيه</w:t>
      </w:r>
    </w:p>
    <w:p w:rsidR="00AC7755" w:rsidRDefault="00CC15EB" w:rsidP="00AC7755">
      <w:pPr>
        <w:pStyle w:val="libFootnote0"/>
        <w:rPr>
          <w:rtl/>
        </w:rPr>
      </w:pPr>
      <w:r>
        <w:rPr>
          <w:rtl/>
        </w:rPr>
        <w:t>-</w:t>
      </w:r>
      <w:r w:rsidR="00D45E0E" w:rsidRPr="00DA0376">
        <w:rPr>
          <w:rtl/>
        </w:rPr>
        <w:t xml:space="preserve"> 895</w:t>
      </w:r>
      <w:r>
        <w:rPr>
          <w:rtl/>
        </w:rPr>
        <w:t xml:space="preserve"> - </w:t>
      </w:r>
      <w:r w:rsidR="00D45E0E" w:rsidRPr="00DA0376">
        <w:rPr>
          <w:rtl/>
        </w:rPr>
        <w:t>896</w:t>
      </w:r>
      <w:r>
        <w:rPr>
          <w:rtl/>
        </w:rPr>
        <w:t xml:space="preserve"> - </w:t>
      </w:r>
      <w:r w:rsidR="00D45E0E" w:rsidRPr="00DA0376">
        <w:rPr>
          <w:rtl/>
        </w:rPr>
        <w:t>الكافي ج 2 ص 340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تخاصم صاحب البعير فأبطله وقال</w:t>
      </w:r>
      <w:r w:rsidR="00CC15EB">
        <w:rPr>
          <w:rtl/>
        </w:rPr>
        <w:t>:</w:t>
      </w:r>
      <w:r>
        <w:rPr>
          <w:rtl/>
        </w:rPr>
        <w:t xml:space="preserve"> </w:t>
      </w:r>
      <w:r w:rsidRPr="00DA0376">
        <w:rPr>
          <w:rtl/>
        </w:rPr>
        <w:t>انما نذرت ليس عليك ذاك.</w:t>
      </w:r>
    </w:p>
    <w:p w:rsidR="00AC7755" w:rsidRDefault="00D45E0E" w:rsidP="00AC7755">
      <w:pPr>
        <w:pStyle w:val="libNormal"/>
        <w:rPr>
          <w:rtl/>
        </w:rPr>
      </w:pPr>
      <w:r w:rsidRPr="00D95A45">
        <w:rPr>
          <w:rtl/>
        </w:rPr>
        <w:t>(897) 30</w:t>
      </w:r>
      <w:r w:rsidR="00CC15EB">
        <w:rPr>
          <w:rtl/>
        </w:rPr>
        <w:t xml:space="preserve"> - </w:t>
      </w:r>
      <w:r w:rsidRPr="00D95A45">
        <w:rPr>
          <w:rtl/>
        </w:rPr>
        <w:t xml:space="preserve">علي بن ابراهيم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قضى امير المؤمنين في رجل دخل دار قوم بغير اذنهم فعقره كلبهم فقال</w:t>
      </w:r>
      <w:r w:rsidR="00CC15EB">
        <w:rPr>
          <w:rtl/>
        </w:rPr>
        <w:t>:</w:t>
      </w:r>
      <w:r>
        <w:rPr>
          <w:rtl/>
        </w:rPr>
        <w:t xml:space="preserve"> </w:t>
      </w:r>
      <w:r w:rsidRPr="00D95A45">
        <w:rPr>
          <w:rtl/>
        </w:rPr>
        <w:t>لا ضمان عليهم وان دخل باذنهم ضمنوا.</w:t>
      </w:r>
    </w:p>
    <w:p w:rsidR="00AC7755" w:rsidRDefault="00D45E0E" w:rsidP="00AC7755">
      <w:pPr>
        <w:pStyle w:val="libNormal"/>
        <w:rPr>
          <w:rtl/>
        </w:rPr>
      </w:pPr>
      <w:r w:rsidRPr="00D95A45">
        <w:rPr>
          <w:rtl/>
        </w:rPr>
        <w:t>(898) 31</w:t>
      </w:r>
      <w:r w:rsidR="00CC15EB">
        <w:rPr>
          <w:rtl/>
        </w:rPr>
        <w:t xml:space="preserve"> - </w:t>
      </w:r>
      <w:r w:rsidRPr="00D95A45">
        <w:rPr>
          <w:rtl/>
        </w:rPr>
        <w:t xml:space="preserve">محمد بن احمد بن يحيى عن ابى جعفر عن ابي الجوزاء عن الحسين بن علوان عن عمرو بن خالد عن زيد بن علي عن آبائه عن علي </w:t>
      </w:r>
      <w:r w:rsidR="00AC7755" w:rsidRPr="00AC7755">
        <w:rPr>
          <w:rStyle w:val="libAlaemChar"/>
          <w:rtl/>
        </w:rPr>
        <w:t>عليهم‌السلام</w:t>
      </w:r>
      <w:r w:rsidRPr="00D95A45">
        <w:rPr>
          <w:rtl/>
        </w:rPr>
        <w:t xml:space="preserve"> انه كان يضمن صاحب الكلب إذا عقر نهارا ولا يضمنه إذا عقر بالليل</w:t>
      </w:r>
      <w:r w:rsidR="00CC15EB">
        <w:rPr>
          <w:rtl/>
        </w:rPr>
        <w:t>،</w:t>
      </w:r>
      <w:r>
        <w:rPr>
          <w:rtl/>
        </w:rPr>
        <w:t xml:space="preserve"> </w:t>
      </w:r>
      <w:r w:rsidRPr="00D95A45">
        <w:rPr>
          <w:rtl/>
        </w:rPr>
        <w:t>وإذا دخلت دار قوم باذنهم فعقرك كلبهم فهم ضامنون</w:t>
      </w:r>
      <w:r w:rsidR="00CC15EB">
        <w:rPr>
          <w:rtl/>
        </w:rPr>
        <w:t>،</w:t>
      </w:r>
      <w:r>
        <w:rPr>
          <w:rtl/>
        </w:rPr>
        <w:t xml:space="preserve"> </w:t>
      </w:r>
      <w:r w:rsidRPr="00D95A45">
        <w:rPr>
          <w:rtl/>
        </w:rPr>
        <w:t>وإذا دخلت بغير اذنهم فلا ضمان عليهم.</w:t>
      </w:r>
    </w:p>
    <w:p w:rsidR="00AC7755" w:rsidRDefault="00D45E0E" w:rsidP="00AC7755">
      <w:pPr>
        <w:pStyle w:val="libNormal"/>
        <w:rPr>
          <w:rtl/>
        </w:rPr>
      </w:pPr>
      <w:r w:rsidRPr="00D95A45">
        <w:rPr>
          <w:rtl/>
        </w:rPr>
        <w:t>(899) 32</w:t>
      </w:r>
      <w:r w:rsidR="00CC15EB">
        <w:rPr>
          <w:rtl/>
        </w:rPr>
        <w:t xml:space="preserve"> - </w:t>
      </w:r>
      <w:r w:rsidRPr="00D95A45">
        <w:rPr>
          <w:rtl/>
        </w:rPr>
        <w:t xml:space="preserve">علي عن ابيه عن شيخ من اهل الكوفة عن بعض اصحابنا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قلت</w:t>
      </w:r>
      <w:r w:rsidR="00CC15EB">
        <w:rPr>
          <w:rtl/>
        </w:rPr>
        <w:t>:</w:t>
      </w:r>
      <w:r>
        <w:rPr>
          <w:rtl/>
        </w:rPr>
        <w:t xml:space="preserve"> </w:t>
      </w:r>
      <w:r w:rsidRPr="00D95A45">
        <w:rPr>
          <w:rtl/>
        </w:rPr>
        <w:t>جعلت فداك رجل دخل دار قوم فوثب كلبهم عليه في الدار فعقره فقال</w:t>
      </w:r>
      <w:r w:rsidR="00CC15EB">
        <w:rPr>
          <w:rtl/>
        </w:rPr>
        <w:t>:</w:t>
      </w:r>
      <w:r>
        <w:rPr>
          <w:rtl/>
        </w:rPr>
        <w:t xml:space="preserve"> </w:t>
      </w:r>
      <w:r w:rsidRPr="00D95A45">
        <w:rPr>
          <w:rtl/>
        </w:rPr>
        <w:t>ان كان دعي فعلى اهل الدار ارش الخدش</w:t>
      </w:r>
      <w:r w:rsidR="00CC15EB">
        <w:rPr>
          <w:rtl/>
        </w:rPr>
        <w:t>،</w:t>
      </w:r>
      <w:r>
        <w:rPr>
          <w:rtl/>
        </w:rPr>
        <w:t xml:space="preserve"> </w:t>
      </w:r>
      <w:r w:rsidRPr="00D95A45">
        <w:rPr>
          <w:rtl/>
        </w:rPr>
        <w:t>وان لم يدع فلا شئ عليهم.</w:t>
      </w:r>
    </w:p>
    <w:p w:rsidR="00AC7755" w:rsidRDefault="00D45E0E" w:rsidP="00AC7755">
      <w:pPr>
        <w:pStyle w:val="libNormal"/>
        <w:rPr>
          <w:rtl/>
        </w:rPr>
      </w:pPr>
      <w:r w:rsidRPr="00D95A45">
        <w:rPr>
          <w:rtl/>
        </w:rPr>
        <w:t>(900) 33</w:t>
      </w:r>
      <w:r w:rsidR="00CC15EB">
        <w:rPr>
          <w:rtl/>
        </w:rPr>
        <w:t xml:space="preserve"> - </w:t>
      </w:r>
      <w:r w:rsidRPr="00D95A45">
        <w:rPr>
          <w:rtl/>
        </w:rPr>
        <w:t xml:space="preserve">يونس عن عبد الله الحلبي عن رجل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بعث رسول الله </w:t>
      </w:r>
      <w:r w:rsidR="00AC7755" w:rsidRPr="00AC7755">
        <w:rPr>
          <w:rStyle w:val="libAlaemChar"/>
          <w:rtl/>
        </w:rPr>
        <w:t>صلى‌الله‌عليه‌وآله‌وسلم</w:t>
      </w:r>
      <w:r w:rsidRPr="00D95A45">
        <w:rPr>
          <w:rtl/>
        </w:rPr>
        <w:t xml:space="preserve"> عليا </w:t>
      </w:r>
      <w:r w:rsidR="00AC7755" w:rsidRPr="00AC7755">
        <w:rPr>
          <w:rStyle w:val="libAlaemChar"/>
          <w:rtl/>
        </w:rPr>
        <w:t>عليه‌السلام</w:t>
      </w:r>
      <w:r w:rsidRPr="00D95A45">
        <w:rPr>
          <w:rtl/>
        </w:rPr>
        <w:t xml:space="preserve"> الى اليمن فأفلت فرس لرجل من اهل اليمن ومر يعدو فمر برجل فنفحه برجله فقتله فجاء اولياء المقتول الى الرجل فاخذوه ودفعوه الى علي </w:t>
      </w:r>
      <w:r w:rsidR="00AC7755" w:rsidRPr="00AC7755">
        <w:rPr>
          <w:rStyle w:val="libAlaemChar"/>
          <w:rtl/>
        </w:rPr>
        <w:t>عليه‌السلام</w:t>
      </w:r>
      <w:r w:rsidRPr="00D95A45">
        <w:rPr>
          <w:rtl/>
        </w:rPr>
        <w:t xml:space="preserve"> فاقام صاحب الفرس البينة ان فرسه افلت من داره ونفح الرجل فاطل </w:t>
      </w:r>
      <w:r w:rsidR="00AC7755" w:rsidRPr="00AC7755">
        <w:rPr>
          <w:rStyle w:val="libAlaemChar"/>
          <w:rtl/>
        </w:rPr>
        <w:t>عليه‌السلام</w:t>
      </w:r>
      <w:r w:rsidRPr="00D95A45">
        <w:rPr>
          <w:rtl/>
        </w:rPr>
        <w:t xml:space="preserve"> دم صاحبهم قال</w:t>
      </w:r>
      <w:r w:rsidR="00CC15EB">
        <w:rPr>
          <w:rtl/>
        </w:rPr>
        <w:t>:</w:t>
      </w:r>
      <w:r>
        <w:rPr>
          <w:rtl/>
        </w:rPr>
        <w:t xml:space="preserve"> </w:t>
      </w:r>
      <w:r w:rsidRPr="00D95A45">
        <w:rPr>
          <w:rtl/>
        </w:rPr>
        <w:t xml:space="preserve">فجاء اولياء المقتول من اليمن الى رسول الله </w:t>
      </w:r>
      <w:r w:rsidR="00AC7755" w:rsidRPr="00AC7755">
        <w:rPr>
          <w:rStyle w:val="libAlaemChar"/>
          <w:rtl/>
        </w:rPr>
        <w:t>صلى‌الله‌عليه‌وآله‌وسلم</w:t>
      </w:r>
      <w:r w:rsidRPr="00D95A45">
        <w:rPr>
          <w:rtl/>
        </w:rPr>
        <w:t xml:space="preserve"> فقالوا</w:t>
      </w:r>
      <w:r w:rsidR="00CC15EB">
        <w:rPr>
          <w:rtl/>
        </w:rPr>
        <w:t>:</w:t>
      </w:r>
      <w:r>
        <w:rPr>
          <w:rtl/>
        </w:rPr>
        <w:t xml:space="preserve"> </w:t>
      </w:r>
      <w:r w:rsidRPr="00D95A45">
        <w:rPr>
          <w:rtl/>
        </w:rPr>
        <w:t>يا رسول الله ان عليا ظلمنا وأبطل دم صاحبنا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897</w:t>
      </w:r>
      <w:r>
        <w:rPr>
          <w:rtl/>
        </w:rPr>
        <w:t xml:space="preserve"> - </w:t>
      </w:r>
      <w:r w:rsidR="00D45E0E" w:rsidRPr="00D95A45">
        <w:rPr>
          <w:rtl/>
        </w:rPr>
        <w:t>الكافي ج 2 ص 340</w:t>
      </w:r>
    </w:p>
    <w:p w:rsidR="00CC15EB" w:rsidRDefault="00CC15EB" w:rsidP="00AC7755">
      <w:pPr>
        <w:pStyle w:val="libFootnote0"/>
        <w:rPr>
          <w:rtl/>
        </w:rPr>
      </w:pPr>
      <w:r>
        <w:rPr>
          <w:rtl/>
        </w:rPr>
        <w:t>-</w:t>
      </w:r>
      <w:r w:rsidR="00D45E0E" w:rsidRPr="007277FF">
        <w:rPr>
          <w:rtl/>
        </w:rPr>
        <w:t xml:space="preserve"> 898</w:t>
      </w:r>
      <w:r>
        <w:rPr>
          <w:rtl/>
        </w:rPr>
        <w:t xml:space="preserve"> - </w:t>
      </w:r>
      <w:r w:rsidR="00D45E0E" w:rsidRPr="007277FF">
        <w:rPr>
          <w:rtl/>
        </w:rPr>
        <w:t>الفقيه ج 4 ص 120</w:t>
      </w:r>
    </w:p>
    <w:p w:rsidR="00AC7755" w:rsidRDefault="00CC15EB" w:rsidP="00AC7755">
      <w:pPr>
        <w:pStyle w:val="libFootnote0"/>
        <w:rPr>
          <w:rtl/>
        </w:rPr>
      </w:pPr>
      <w:r>
        <w:rPr>
          <w:rtl/>
        </w:rPr>
        <w:t>-</w:t>
      </w:r>
      <w:r w:rsidR="00D45E0E" w:rsidRPr="00DA0376">
        <w:rPr>
          <w:rtl/>
        </w:rPr>
        <w:t xml:space="preserve"> 899</w:t>
      </w:r>
      <w:r>
        <w:rPr>
          <w:rtl/>
        </w:rPr>
        <w:t xml:space="preserve"> - </w:t>
      </w:r>
      <w:r w:rsidR="00D45E0E" w:rsidRPr="00DA0376">
        <w:rPr>
          <w:rtl/>
        </w:rPr>
        <w:t>900</w:t>
      </w:r>
      <w:r>
        <w:rPr>
          <w:rtl/>
        </w:rPr>
        <w:t xml:space="preserve"> - </w:t>
      </w:r>
      <w:r w:rsidR="00D45E0E" w:rsidRPr="00DA0376">
        <w:rPr>
          <w:rtl/>
        </w:rPr>
        <w:t>الكافي ج 2 ص 339</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فقال رسول الله </w:t>
      </w:r>
      <w:r w:rsidR="00AC7755" w:rsidRPr="00AC7755">
        <w:rPr>
          <w:rStyle w:val="libAlaemChar"/>
          <w:rtl/>
        </w:rPr>
        <w:t>صلى‌الله‌عليه‌وآله‌وسلم</w:t>
      </w:r>
      <w:r w:rsidR="00CC15EB">
        <w:rPr>
          <w:rtl/>
        </w:rPr>
        <w:t>:</w:t>
      </w:r>
      <w:r>
        <w:rPr>
          <w:rtl/>
        </w:rPr>
        <w:t xml:space="preserve"> </w:t>
      </w:r>
      <w:r w:rsidRPr="00DA0376">
        <w:rPr>
          <w:rtl/>
        </w:rPr>
        <w:t xml:space="preserve">ان عليا </w:t>
      </w:r>
      <w:r w:rsidR="00AC7755" w:rsidRPr="00AC7755">
        <w:rPr>
          <w:rStyle w:val="libAlaemChar"/>
          <w:rtl/>
        </w:rPr>
        <w:t>عليه‌السلام</w:t>
      </w:r>
      <w:r w:rsidRPr="00DA0376">
        <w:rPr>
          <w:rtl/>
        </w:rPr>
        <w:t xml:space="preserve"> ليس بظلام ولم يخلق للظلم لأن الولاية لعلي من بعدى والحكم حكمه والقول قوله ولا يرد ولايته وقوله وحكمه الا كافر ولا يرضى بولايته وقوله وحكمه الا مؤمن</w:t>
      </w:r>
      <w:r w:rsidR="00CC15EB">
        <w:rPr>
          <w:rtl/>
        </w:rPr>
        <w:t>،</w:t>
      </w:r>
      <w:r>
        <w:rPr>
          <w:rtl/>
        </w:rPr>
        <w:t xml:space="preserve"> </w:t>
      </w:r>
      <w:r w:rsidRPr="00DA0376">
        <w:rPr>
          <w:rtl/>
        </w:rPr>
        <w:t xml:space="preserve">فلما سمع اليمانيون قول رسول الله </w:t>
      </w:r>
      <w:r w:rsidR="00AC7755" w:rsidRPr="00AC7755">
        <w:rPr>
          <w:rStyle w:val="libAlaemChar"/>
          <w:rtl/>
        </w:rPr>
        <w:t>صلى‌الله‌عليه‌وآله‌وسلم</w:t>
      </w:r>
      <w:r w:rsidRPr="00DA0376">
        <w:rPr>
          <w:rtl/>
        </w:rPr>
        <w:t xml:space="preserve"> في علي </w:t>
      </w:r>
      <w:r w:rsidR="00AC7755" w:rsidRPr="00AC7755">
        <w:rPr>
          <w:rStyle w:val="libAlaemChar"/>
          <w:rtl/>
        </w:rPr>
        <w:t>عليه‌السلام</w:t>
      </w:r>
      <w:r w:rsidRPr="00DA0376">
        <w:rPr>
          <w:rtl/>
        </w:rPr>
        <w:t xml:space="preserve"> قالوا</w:t>
      </w:r>
      <w:r w:rsidR="00CC15EB">
        <w:rPr>
          <w:rtl/>
        </w:rPr>
        <w:t>:</w:t>
      </w:r>
      <w:r>
        <w:rPr>
          <w:rtl/>
        </w:rPr>
        <w:t xml:space="preserve"> </w:t>
      </w:r>
      <w:r w:rsidRPr="00DA0376">
        <w:rPr>
          <w:rtl/>
        </w:rPr>
        <w:t xml:space="preserve">يا رسول الله رضينا بحكم علي وقوله فقال رسول الله </w:t>
      </w:r>
      <w:r w:rsidR="00AC7755" w:rsidRPr="00AC7755">
        <w:rPr>
          <w:rStyle w:val="libAlaemChar"/>
          <w:rtl/>
        </w:rPr>
        <w:t>صلى‌الله‌عليه‌وآله‌وسلم</w:t>
      </w:r>
      <w:r w:rsidR="00CC15EB">
        <w:rPr>
          <w:rtl/>
        </w:rPr>
        <w:t>:</w:t>
      </w:r>
      <w:r>
        <w:rPr>
          <w:rtl/>
        </w:rPr>
        <w:t xml:space="preserve"> </w:t>
      </w:r>
      <w:r w:rsidRPr="00DA0376">
        <w:rPr>
          <w:rtl/>
        </w:rPr>
        <w:t>وهو توبتكم مما قلتم.</w:t>
      </w:r>
    </w:p>
    <w:p w:rsidR="00AC7755" w:rsidRDefault="00D45E0E" w:rsidP="00AC7755">
      <w:pPr>
        <w:pStyle w:val="libNormal"/>
        <w:rPr>
          <w:rtl/>
        </w:rPr>
      </w:pPr>
      <w:r w:rsidRPr="00D95A45">
        <w:rPr>
          <w:rtl/>
        </w:rPr>
        <w:t>(901) 34</w:t>
      </w:r>
      <w:r w:rsidR="00CC15EB">
        <w:rPr>
          <w:rtl/>
        </w:rPr>
        <w:t xml:space="preserve"> - </w:t>
      </w:r>
      <w:r w:rsidRPr="00D95A45">
        <w:rPr>
          <w:rtl/>
        </w:rPr>
        <w:t xml:space="preserve">احمد بن محمد بن خالد عن ابى الخزرج عن مصعب ابن سلام التميمي عن ابى عبد الله </w:t>
      </w:r>
      <w:r w:rsidR="00AC7755" w:rsidRPr="00AC7755">
        <w:rPr>
          <w:rStyle w:val="libAlaemChar"/>
          <w:rtl/>
        </w:rPr>
        <w:t>عليه‌السلام</w:t>
      </w:r>
      <w:r w:rsidRPr="00D95A45">
        <w:rPr>
          <w:rtl/>
        </w:rPr>
        <w:t xml:space="preserve"> عن ابيه </w:t>
      </w:r>
      <w:r w:rsidR="00AC7755" w:rsidRPr="00AC7755">
        <w:rPr>
          <w:rStyle w:val="libAlaemChar"/>
          <w:rtl/>
        </w:rPr>
        <w:t>عليه‌السلام</w:t>
      </w:r>
      <w:r w:rsidRPr="00D95A45">
        <w:rPr>
          <w:rtl/>
        </w:rPr>
        <w:t xml:space="preserve"> ان ثورا قتل حمارا على عهد النبي </w:t>
      </w:r>
      <w:r w:rsidR="00AC7755" w:rsidRPr="00AC7755">
        <w:rPr>
          <w:rStyle w:val="libAlaemChar"/>
          <w:rtl/>
        </w:rPr>
        <w:t>صلى‌الله‌عليه‌وآله‌وسلم</w:t>
      </w:r>
      <w:r w:rsidRPr="00D95A45">
        <w:rPr>
          <w:rtl/>
        </w:rPr>
        <w:t xml:space="preserve"> فرفع ذلك إليه وهو في اناس من اصحابه منهم أبو بكر وعمر فقال</w:t>
      </w:r>
      <w:r w:rsidR="00CC15EB">
        <w:rPr>
          <w:rtl/>
        </w:rPr>
        <w:t>:</w:t>
      </w:r>
      <w:r>
        <w:rPr>
          <w:rtl/>
        </w:rPr>
        <w:t xml:space="preserve"> </w:t>
      </w:r>
      <w:r w:rsidRPr="00D95A45">
        <w:rPr>
          <w:rtl/>
        </w:rPr>
        <w:t>يا ابا بكر اقض بينهم فقال</w:t>
      </w:r>
      <w:r w:rsidR="00CC15EB">
        <w:rPr>
          <w:rtl/>
        </w:rPr>
        <w:t>:</w:t>
      </w:r>
      <w:r>
        <w:rPr>
          <w:rtl/>
        </w:rPr>
        <w:t xml:space="preserve"> </w:t>
      </w:r>
      <w:r w:rsidRPr="00D95A45">
        <w:rPr>
          <w:rtl/>
        </w:rPr>
        <w:t>يا رسول الله بهيمة قتلت بهيمة ما عليها شئ فقال</w:t>
      </w:r>
      <w:r w:rsidR="00CC15EB">
        <w:rPr>
          <w:rtl/>
        </w:rPr>
        <w:t>:</w:t>
      </w:r>
      <w:r>
        <w:rPr>
          <w:rtl/>
        </w:rPr>
        <w:t xml:space="preserve"> </w:t>
      </w:r>
      <w:r w:rsidRPr="00D95A45">
        <w:rPr>
          <w:rtl/>
        </w:rPr>
        <w:t>يا عمر اقض بينهم فقال مثل قول ابى بكر فقال</w:t>
      </w:r>
      <w:r w:rsidR="00CC15EB">
        <w:rPr>
          <w:rtl/>
        </w:rPr>
        <w:t>:</w:t>
      </w:r>
      <w:r>
        <w:rPr>
          <w:rtl/>
        </w:rPr>
        <w:t xml:space="preserve"> </w:t>
      </w:r>
      <w:r w:rsidRPr="00D95A45">
        <w:rPr>
          <w:rtl/>
        </w:rPr>
        <w:t>يا علي اقض بينهم فقال</w:t>
      </w:r>
      <w:r w:rsidR="00CC15EB">
        <w:rPr>
          <w:rtl/>
        </w:rPr>
        <w:t>:</w:t>
      </w:r>
      <w:r>
        <w:rPr>
          <w:rtl/>
        </w:rPr>
        <w:t xml:space="preserve"> </w:t>
      </w:r>
      <w:r w:rsidRPr="00D95A45">
        <w:rPr>
          <w:rtl/>
        </w:rPr>
        <w:t>نعم يا رسول الله فان كان الثور دخل على الحمار في مستراحه ضمن اصحاب الثور وان كان الحمار دخل على الثور في مستراحه فلا ضمان عليهم</w:t>
      </w:r>
      <w:r w:rsidR="00CC15EB">
        <w:rPr>
          <w:rtl/>
        </w:rPr>
        <w:t>،</w:t>
      </w:r>
      <w:r>
        <w:rPr>
          <w:rtl/>
        </w:rPr>
        <w:t xml:space="preserve"> </w:t>
      </w:r>
      <w:r w:rsidRPr="00D95A45">
        <w:rPr>
          <w:rtl/>
        </w:rPr>
        <w:t>قال</w:t>
      </w:r>
      <w:r w:rsidR="00CC15EB">
        <w:rPr>
          <w:rtl/>
        </w:rPr>
        <w:t>:</w:t>
      </w:r>
      <w:r>
        <w:rPr>
          <w:rtl/>
        </w:rPr>
        <w:t xml:space="preserve"> </w:t>
      </w:r>
      <w:r w:rsidRPr="00D95A45">
        <w:rPr>
          <w:rtl/>
        </w:rPr>
        <w:t xml:space="preserve">فرفع رسول الله </w:t>
      </w:r>
      <w:r w:rsidR="00AC7755" w:rsidRPr="00AC7755">
        <w:rPr>
          <w:rStyle w:val="libAlaemChar"/>
          <w:rtl/>
        </w:rPr>
        <w:t>صلى‌الله‌عليه‌وآله‌وسلم</w:t>
      </w:r>
      <w:r w:rsidRPr="00D95A45">
        <w:rPr>
          <w:rtl/>
        </w:rPr>
        <w:t xml:space="preserve"> يده الى السماء فقال</w:t>
      </w:r>
      <w:r w:rsidR="00CC15EB">
        <w:rPr>
          <w:rtl/>
        </w:rPr>
        <w:t>:</w:t>
      </w:r>
      <w:r>
        <w:rPr>
          <w:rtl/>
        </w:rPr>
        <w:t xml:space="preserve"> </w:t>
      </w:r>
      <w:r w:rsidRPr="00D95A45">
        <w:rPr>
          <w:rtl/>
        </w:rPr>
        <w:t xml:space="preserve">الحمد لله الذي جعل مني من يقضي بقضاء النبيين </w:t>
      </w:r>
      <w:r w:rsidR="00AC7755" w:rsidRPr="00AC7755">
        <w:rPr>
          <w:rStyle w:val="libAlaemChar"/>
          <w:rtl/>
        </w:rPr>
        <w:t>عليهم‌السلام</w:t>
      </w:r>
      <w:r w:rsidRPr="00D95A45">
        <w:rPr>
          <w:rtl/>
        </w:rPr>
        <w:t>.</w:t>
      </w:r>
    </w:p>
    <w:p w:rsidR="00AC7755" w:rsidRDefault="00D45E0E" w:rsidP="00AC7755">
      <w:pPr>
        <w:pStyle w:val="libNormal"/>
        <w:rPr>
          <w:rtl/>
        </w:rPr>
      </w:pPr>
      <w:r w:rsidRPr="00D95A45">
        <w:rPr>
          <w:rtl/>
        </w:rPr>
        <w:t>(902) 35</w:t>
      </w:r>
      <w:r w:rsidR="00CC15EB">
        <w:rPr>
          <w:rtl/>
        </w:rPr>
        <w:t xml:space="preserve"> - </w:t>
      </w:r>
      <w:r w:rsidRPr="00D95A45">
        <w:rPr>
          <w:rtl/>
        </w:rPr>
        <w:t xml:space="preserve">عنه عن عبد الرحمان بن ابى نجران عن صباح الحذاء عن رجل عن سعد بن طريف الاسكاف عن ابى جعفر </w:t>
      </w:r>
      <w:r w:rsidR="00AC7755" w:rsidRPr="00AC7755">
        <w:rPr>
          <w:rStyle w:val="libAlaemChar"/>
          <w:rtl/>
        </w:rPr>
        <w:t>عليه‌السلام</w:t>
      </w:r>
      <w:r w:rsidRPr="00D95A45">
        <w:rPr>
          <w:rtl/>
        </w:rPr>
        <w:t xml:space="preserve"> مثل ذلك في المعنى واختلف بعض الفاظه.</w:t>
      </w:r>
    </w:p>
    <w:p w:rsidR="00AC7755" w:rsidRDefault="00D45E0E" w:rsidP="00AC7755">
      <w:pPr>
        <w:pStyle w:val="libNormal"/>
        <w:rPr>
          <w:rtl/>
        </w:rPr>
      </w:pPr>
      <w:r w:rsidRPr="00D95A45">
        <w:rPr>
          <w:rtl/>
        </w:rPr>
        <w:t>(903) 36</w:t>
      </w:r>
      <w:r w:rsidR="00CC15EB">
        <w:rPr>
          <w:rtl/>
        </w:rPr>
        <w:t xml:space="preserve"> - </w:t>
      </w:r>
      <w:r w:rsidRPr="00D95A45">
        <w:rPr>
          <w:rtl/>
        </w:rPr>
        <w:t>احمد بن محمد بن خالد عن عثمان بن عيسى عن سماعة قال</w:t>
      </w:r>
      <w:r w:rsidR="00CC15EB">
        <w:rPr>
          <w:rtl/>
        </w:rPr>
        <w:t>:</w:t>
      </w:r>
      <w:r>
        <w:rPr>
          <w:rtl/>
        </w:rPr>
        <w:t xml:space="preserve"> </w:t>
      </w:r>
      <w:r w:rsidRPr="00D95A45">
        <w:rPr>
          <w:rtl/>
        </w:rPr>
        <w:t>سألته عن الرجل يحفر البئر في داره أو في ارضه فقال</w:t>
      </w:r>
      <w:r w:rsidR="00CC15EB">
        <w:rPr>
          <w:rtl/>
        </w:rPr>
        <w:t>:</w:t>
      </w:r>
      <w:r>
        <w:rPr>
          <w:rtl/>
        </w:rPr>
        <w:t xml:space="preserve"> </w:t>
      </w:r>
      <w:r w:rsidRPr="00D95A45">
        <w:rPr>
          <w:rtl/>
        </w:rPr>
        <w:t>اما ما حفر في ملكه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901</w:t>
      </w:r>
      <w:r>
        <w:rPr>
          <w:rFonts w:hint="cs"/>
          <w:rtl/>
        </w:rPr>
        <w:t xml:space="preserve"> - </w:t>
      </w:r>
      <w:r w:rsidR="00D45E0E" w:rsidRPr="007277FF">
        <w:rPr>
          <w:rtl/>
        </w:rPr>
        <w:t>902</w:t>
      </w:r>
      <w:r>
        <w:rPr>
          <w:rtl/>
        </w:rPr>
        <w:t xml:space="preserve"> - </w:t>
      </w:r>
      <w:r w:rsidR="00D45E0E" w:rsidRPr="007277FF">
        <w:rPr>
          <w:rtl/>
        </w:rPr>
        <w:t>الكافي ج 2 ص 339</w:t>
      </w:r>
    </w:p>
    <w:p w:rsidR="00AC7755" w:rsidRDefault="00CC15EB" w:rsidP="00AC7755">
      <w:pPr>
        <w:pStyle w:val="libFootnote0"/>
        <w:rPr>
          <w:rtl/>
        </w:rPr>
      </w:pPr>
      <w:r>
        <w:rPr>
          <w:rtl/>
        </w:rPr>
        <w:t>-</w:t>
      </w:r>
      <w:r w:rsidR="00D45E0E" w:rsidRPr="00DA0376">
        <w:rPr>
          <w:rtl/>
        </w:rPr>
        <w:t xml:space="preserve"> 903</w:t>
      </w:r>
      <w:r>
        <w:rPr>
          <w:rtl/>
        </w:rPr>
        <w:t xml:space="preserve"> - </w:t>
      </w:r>
      <w:r w:rsidR="00D45E0E" w:rsidRPr="00DA0376">
        <w:rPr>
          <w:rtl/>
        </w:rPr>
        <w:t>الكافي ج ص 338 الفقيه ج 4 ص 114</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فليس عليه ضمان</w:t>
      </w:r>
      <w:r w:rsidR="00CC15EB">
        <w:rPr>
          <w:rtl/>
        </w:rPr>
        <w:t>،</w:t>
      </w:r>
      <w:r>
        <w:rPr>
          <w:rtl/>
        </w:rPr>
        <w:t xml:space="preserve"> </w:t>
      </w:r>
      <w:r w:rsidRPr="00DA0376">
        <w:rPr>
          <w:rtl/>
        </w:rPr>
        <w:t>واما ما حفر في الطريق أو في غير ما يملك فهو ضامن لما يسقط فيه.</w:t>
      </w:r>
    </w:p>
    <w:p w:rsidR="00AC7755" w:rsidRDefault="00D45E0E" w:rsidP="00AC7755">
      <w:pPr>
        <w:pStyle w:val="libNormal"/>
        <w:rPr>
          <w:rtl/>
        </w:rPr>
      </w:pPr>
      <w:r w:rsidRPr="00D95A45">
        <w:rPr>
          <w:rtl/>
        </w:rPr>
        <w:t>(904) 37</w:t>
      </w:r>
      <w:r w:rsidR="00CC15EB">
        <w:rPr>
          <w:rtl/>
        </w:rPr>
        <w:t xml:space="preserve"> - </w:t>
      </w:r>
      <w:r w:rsidRPr="00D95A45">
        <w:rPr>
          <w:rtl/>
        </w:rPr>
        <w:t>الحسن بن محبوب عن ابي ايوب عن سماعة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وذكر مثله.</w:t>
      </w:r>
    </w:p>
    <w:p w:rsidR="00AC7755" w:rsidRDefault="00D45E0E" w:rsidP="00AC7755">
      <w:pPr>
        <w:pStyle w:val="libNormal"/>
        <w:rPr>
          <w:rtl/>
        </w:rPr>
      </w:pPr>
      <w:r w:rsidRPr="00D95A45">
        <w:rPr>
          <w:rtl/>
        </w:rPr>
        <w:t>(905) 38</w:t>
      </w:r>
      <w:r w:rsidR="00CC15EB">
        <w:rPr>
          <w:rtl/>
        </w:rPr>
        <w:t xml:space="preserve"> - </w:t>
      </w:r>
      <w:r w:rsidRPr="00D95A45">
        <w:rPr>
          <w:rtl/>
        </w:rPr>
        <w:t>احمد بن محمد عن علي بن النعمان عن ابى الصباح الكناني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من اضر بشئ من طريق المسلمين فهو له ضامن</w:t>
      </w:r>
      <w:r w:rsidR="00CC15EB">
        <w:rPr>
          <w:rtl/>
        </w:rPr>
        <w:t>،</w:t>
      </w:r>
      <w:r>
        <w:rPr>
          <w:rtl/>
        </w:rPr>
        <w:t xml:space="preserve"> </w:t>
      </w:r>
    </w:p>
    <w:p w:rsidR="00AC7755" w:rsidRDefault="00D45E0E" w:rsidP="00AC7755">
      <w:pPr>
        <w:pStyle w:val="libNormal"/>
        <w:rPr>
          <w:rtl/>
        </w:rPr>
      </w:pPr>
      <w:r w:rsidRPr="00D95A45">
        <w:rPr>
          <w:rtl/>
        </w:rPr>
        <w:t>(906) 39</w:t>
      </w:r>
      <w:r w:rsidR="00CC15EB">
        <w:rPr>
          <w:rtl/>
        </w:rPr>
        <w:t xml:space="preserve"> - </w:t>
      </w:r>
      <w:r w:rsidRPr="00D95A45">
        <w:rPr>
          <w:rtl/>
        </w:rPr>
        <w:t xml:space="preserve">سهل بن زياد عن ابن ابى نصر عن مثنى الحناط عن زرارة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لو ان رجلا حفر بئرا في داره ثم دخل رجل فوقع فيها لم يكن عليه شئ ولا ضمان ولكن ليغطها.</w:t>
      </w:r>
    </w:p>
    <w:p w:rsidR="00AC7755" w:rsidRDefault="00D45E0E" w:rsidP="00AC7755">
      <w:pPr>
        <w:pStyle w:val="libNormal"/>
        <w:rPr>
          <w:rtl/>
        </w:rPr>
      </w:pPr>
      <w:r w:rsidRPr="00D95A45">
        <w:rPr>
          <w:rtl/>
        </w:rPr>
        <w:t>(907) 40</w:t>
      </w:r>
      <w:r w:rsidR="00CC15EB">
        <w:rPr>
          <w:rtl/>
        </w:rPr>
        <w:t xml:space="preserve"> - </w:t>
      </w:r>
      <w:r w:rsidRPr="00D95A45">
        <w:rPr>
          <w:rtl/>
        </w:rPr>
        <w:t xml:space="preserve">ابن ابى نجران عن مثنى عن زرارة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 له</w:t>
      </w:r>
      <w:r w:rsidR="00CC15EB">
        <w:rPr>
          <w:rtl/>
        </w:rPr>
        <w:t>:</w:t>
      </w:r>
      <w:r>
        <w:rPr>
          <w:rtl/>
        </w:rPr>
        <w:t xml:space="preserve"> </w:t>
      </w:r>
      <w:r w:rsidRPr="00D95A45">
        <w:rPr>
          <w:rtl/>
        </w:rPr>
        <w:t>رجل حفر بئرا في غير ملكه فمر عليها رجل فوقع فيها فقال</w:t>
      </w:r>
      <w:r w:rsidR="00CC15EB">
        <w:rPr>
          <w:rtl/>
        </w:rPr>
        <w:t>:</w:t>
      </w:r>
      <w:r>
        <w:rPr>
          <w:rtl/>
        </w:rPr>
        <w:t xml:space="preserve"> </w:t>
      </w:r>
      <w:r w:rsidRPr="00D95A45">
        <w:rPr>
          <w:rtl/>
        </w:rPr>
        <w:t>عليه الضمان لأن كل من حفر في غير ملكه كان عليه الضمان.</w:t>
      </w:r>
    </w:p>
    <w:p w:rsidR="00AC7755" w:rsidRDefault="00D45E0E" w:rsidP="00AC7755">
      <w:pPr>
        <w:pStyle w:val="libNormal"/>
        <w:rPr>
          <w:rtl/>
        </w:rPr>
      </w:pPr>
      <w:r w:rsidRPr="00D95A45">
        <w:rPr>
          <w:rtl/>
        </w:rPr>
        <w:t>(908) 41</w:t>
      </w:r>
      <w:r w:rsidR="00CC15EB">
        <w:rPr>
          <w:rtl/>
        </w:rPr>
        <w:t xml:space="preserve"> - </w:t>
      </w:r>
      <w:r w:rsidRPr="00D95A45">
        <w:rPr>
          <w:rtl/>
        </w:rPr>
        <w:t xml:space="preserve">علي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رسول الله </w:t>
      </w:r>
      <w:r w:rsidR="00AC7755" w:rsidRPr="00AC7755">
        <w:rPr>
          <w:rStyle w:val="libAlaemChar"/>
          <w:rtl/>
        </w:rPr>
        <w:t>صلى‌الله‌عليه‌وآله‌وسلم</w:t>
      </w:r>
      <w:r w:rsidR="00CC15EB">
        <w:rPr>
          <w:rtl/>
        </w:rPr>
        <w:t>:</w:t>
      </w:r>
      <w:r>
        <w:rPr>
          <w:rtl/>
        </w:rPr>
        <w:t xml:space="preserve"> </w:t>
      </w:r>
      <w:r w:rsidRPr="00D95A45">
        <w:rPr>
          <w:rtl/>
        </w:rPr>
        <w:t>من اخرج ميزابا أو كنيفا أو أوتد وتدا أو أوثق دابة أو حفر بئرا في طريق المسلمين فاصاب شيئا فعطب فهو له ضامن.</w:t>
      </w:r>
    </w:p>
    <w:p w:rsidR="00AC7755" w:rsidRDefault="00D45E0E" w:rsidP="00AC7755">
      <w:pPr>
        <w:pStyle w:val="libNormal"/>
        <w:rPr>
          <w:rtl/>
        </w:rPr>
      </w:pPr>
      <w:r w:rsidRPr="00D95A45">
        <w:rPr>
          <w:rtl/>
        </w:rPr>
        <w:t>(909) 42</w:t>
      </w:r>
      <w:r w:rsidR="00CC15EB">
        <w:rPr>
          <w:rtl/>
        </w:rPr>
        <w:t xml:space="preserve"> - </w:t>
      </w:r>
      <w:r w:rsidRPr="00D95A45">
        <w:rPr>
          <w:rtl/>
        </w:rPr>
        <w:t xml:space="preserve">سهل بن زياد عن ابن ابى نصر عن داود بن سرحان عن ابى عبد الله </w:t>
      </w:r>
      <w:r w:rsidR="00AC7755" w:rsidRPr="00AC7755">
        <w:rPr>
          <w:rStyle w:val="libAlaemChar"/>
          <w:rtl/>
        </w:rPr>
        <w:t>عليه‌السلام</w:t>
      </w:r>
      <w:r w:rsidRPr="00D95A45">
        <w:rPr>
          <w:rtl/>
        </w:rPr>
        <w:t xml:space="preserve"> في رجل حمل متاعا على رأسه فاصاب انسانا فمات أو انكسر منه قال</w:t>
      </w:r>
      <w:r w:rsidR="00CC15EB">
        <w:rPr>
          <w:rtl/>
        </w:rPr>
        <w:t>:</w:t>
      </w:r>
      <w:r>
        <w:rPr>
          <w:rtl/>
        </w:rPr>
        <w:t xml:space="preserve"> </w:t>
      </w:r>
      <w:r w:rsidRPr="00D95A45">
        <w:rPr>
          <w:rtl/>
        </w:rPr>
        <w:t>هو ضامن.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904</w:t>
      </w:r>
      <w:r>
        <w:rPr>
          <w:rtl/>
        </w:rPr>
        <w:t xml:space="preserve"> - </w:t>
      </w:r>
      <w:r w:rsidR="00D45E0E" w:rsidRPr="00D95A45">
        <w:rPr>
          <w:rtl/>
        </w:rPr>
        <w:t>الكافي ج ص 338</w:t>
      </w:r>
    </w:p>
    <w:p w:rsidR="00CC15EB" w:rsidRDefault="00CC15EB" w:rsidP="00AC7755">
      <w:pPr>
        <w:pStyle w:val="libFootnote0"/>
        <w:rPr>
          <w:rtl/>
        </w:rPr>
      </w:pPr>
      <w:r>
        <w:rPr>
          <w:rtl/>
        </w:rPr>
        <w:t>-</w:t>
      </w:r>
      <w:r w:rsidR="00D45E0E" w:rsidRPr="007277FF">
        <w:rPr>
          <w:rtl/>
        </w:rPr>
        <w:t xml:space="preserve"> 905</w:t>
      </w:r>
      <w:r>
        <w:rPr>
          <w:rtl/>
        </w:rPr>
        <w:t xml:space="preserve"> - </w:t>
      </w:r>
      <w:r w:rsidR="00D45E0E" w:rsidRPr="007277FF">
        <w:rPr>
          <w:rtl/>
        </w:rPr>
        <w:t>906</w:t>
      </w:r>
      <w:r>
        <w:rPr>
          <w:rFonts w:hint="cs"/>
          <w:rtl/>
        </w:rPr>
        <w:t xml:space="preserve"> - </w:t>
      </w:r>
      <w:r w:rsidR="00D45E0E" w:rsidRPr="007277FF">
        <w:rPr>
          <w:rtl/>
        </w:rPr>
        <w:t>907</w:t>
      </w:r>
      <w:r>
        <w:rPr>
          <w:rtl/>
        </w:rPr>
        <w:t xml:space="preserve"> - </w:t>
      </w:r>
      <w:r w:rsidR="00D45E0E" w:rsidRPr="007277FF">
        <w:rPr>
          <w:rtl/>
        </w:rPr>
        <w:t>الكافي ج 2 ص 339</w:t>
      </w:r>
    </w:p>
    <w:p w:rsidR="00CC15EB" w:rsidRDefault="00CC15EB" w:rsidP="00AC7755">
      <w:pPr>
        <w:pStyle w:val="libFootnote0"/>
        <w:rPr>
          <w:rtl/>
        </w:rPr>
      </w:pPr>
      <w:r>
        <w:rPr>
          <w:rtl/>
        </w:rPr>
        <w:t>-</w:t>
      </w:r>
      <w:r w:rsidR="00D45E0E" w:rsidRPr="007277FF">
        <w:rPr>
          <w:rtl/>
        </w:rPr>
        <w:t xml:space="preserve"> 908</w:t>
      </w:r>
      <w:r>
        <w:rPr>
          <w:rtl/>
        </w:rPr>
        <w:t xml:space="preserve"> - </w:t>
      </w:r>
      <w:r w:rsidR="00D45E0E" w:rsidRPr="007277FF">
        <w:rPr>
          <w:rtl/>
        </w:rPr>
        <w:t>الكافي ج 2 ص 339 الفقيه ج 4 ص 114</w:t>
      </w:r>
    </w:p>
    <w:p w:rsidR="00AC7755" w:rsidRDefault="00CC15EB" w:rsidP="00AC7755">
      <w:pPr>
        <w:pStyle w:val="libFootnote0"/>
        <w:rPr>
          <w:rtl/>
        </w:rPr>
      </w:pPr>
      <w:r>
        <w:rPr>
          <w:rtl/>
        </w:rPr>
        <w:t>-</w:t>
      </w:r>
      <w:r w:rsidR="00D45E0E" w:rsidRPr="00DA0376">
        <w:rPr>
          <w:rtl/>
        </w:rPr>
        <w:t xml:space="preserve"> 909</w:t>
      </w:r>
      <w:r>
        <w:rPr>
          <w:rtl/>
        </w:rPr>
        <w:t xml:space="preserve"> - </w:t>
      </w:r>
      <w:r w:rsidR="00D45E0E" w:rsidRPr="00DA0376">
        <w:rPr>
          <w:rtl/>
        </w:rPr>
        <w:t>الكافي ج 2 ص 339 الفقيه ج 4 ص 82</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(910) 43</w:t>
      </w:r>
      <w:r w:rsidR="00CC15EB">
        <w:rPr>
          <w:rtl/>
        </w:rPr>
        <w:t xml:space="preserve"> - </w:t>
      </w:r>
      <w:r w:rsidRPr="00D95A45">
        <w:rPr>
          <w:rtl/>
        </w:rPr>
        <w:t xml:space="preserve">الحسين بن سعيد عن ابن ابي نجران عن عاصم عن محمد بن قيس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اربعة انفس شركاء في بعير فعقله احدهم فانطلق البعير فعبث في عقاله فتردى فانكسر فقال اصحابه للذي عقله</w:t>
      </w:r>
      <w:r w:rsidR="00CC15EB">
        <w:rPr>
          <w:rtl/>
        </w:rPr>
        <w:t>:</w:t>
      </w:r>
      <w:r>
        <w:rPr>
          <w:rtl/>
        </w:rPr>
        <w:t xml:space="preserve"> </w:t>
      </w:r>
      <w:r w:rsidRPr="00D95A45">
        <w:rPr>
          <w:rtl/>
        </w:rPr>
        <w:t>اغرم لنا بعيرنا قال</w:t>
      </w:r>
      <w:r w:rsidR="00CC15EB">
        <w:rPr>
          <w:rtl/>
        </w:rPr>
        <w:t>:</w:t>
      </w:r>
      <w:r>
        <w:rPr>
          <w:rtl/>
        </w:rPr>
        <w:t xml:space="preserve"> </w:t>
      </w:r>
      <w:r w:rsidRPr="00D95A45">
        <w:rPr>
          <w:rtl/>
        </w:rPr>
        <w:t>فقضى بينهم ان يغرموا له حظه من اجل انه اوثق حظه فذهب حظهم بحظه.</w:t>
      </w:r>
    </w:p>
    <w:p w:rsidR="00AC7755" w:rsidRDefault="00D45E0E" w:rsidP="00AC7755">
      <w:pPr>
        <w:pStyle w:val="libNormal"/>
        <w:rPr>
          <w:rtl/>
        </w:rPr>
      </w:pPr>
      <w:r w:rsidRPr="00D95A45">
        <w:rPr>
          <w:rtl/>
        </w:rPr>
        <w:t>(911) 44</w:t>
      </w:r>
      <w:r w:rsidR="00CC15EB">
        <w:rPr>
          <w:rtl/>
        </w:rPr>
        <w:t xml:space="preserve"> - </w:t>
      </w:r>
      <w:r w:rsidRPr="00D95A45">
        <w:rPr>
          <w:rtl/>
        </w:rPr>
        <w:t>عنه عن علي بن النعمان عن ابي الصباح الكناني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من اضر بشئ من طريق المسلمين فهو له ضامن.</w:t>
      </w:r>
    </w:p>
    <w:p w:rsidR="00AC7755" w:rsidRDefault="00D45E0E" w:rsidP="00AC7755">
      <w:pPr>
        <w:pStyle w:val="libNormal"/>
        <w:rPr>
          <w:rtl/>
        </w:rPr>
      </w:pPr>
      <w:r w:rsidRPr="00D95A45">
        <w:rPr>
          <w:rtl/>
        </w:rPr>
        <w:t>(912) 45</w:t>
      </w:r>
      <w:r w:rsidR="00CC15EB">
        <w:rPr>
          <w:rtl/>
        </w:rPr>
        <w:t xml:space="preserve"> - </w:t>
      </w:r>
      <w:r w:rsidRPr="00D95A45">
        <w:rPr>
          <w:rtl/>
        </w:rPr>
        <w:t xml:space="preserve">محمد بن علي بن محبوب عن احمد بن محمد عن البرقي عن النوفلي عن السكوني عن جعفر عن ابيه عن علي </w:t>
      </w:r>
      <w:r w:rsidR="00AC7755" w:rsidRPr="00AC7755">
        <w:rPr>
          <w:rStyle w:val="libAlaemChar"/>
          <w:rtl/>
        </w:rPr>
        <w:t>عليه‌السلام</w:t>
      </w:r>
      <w:r w:rsidRPr="00D95A45">
        <w:rPr>
          <w:rtl/>
        </w:rPr>
        <w:t xml:space="preserve"> انه قضى في رجل أقبل بنار فاشعلها في دار قوم فاحترقت واحترق متاعهم قال</w:t>
      </w:r>
      <w:r w:rsidR="00CC15EB">
        <w:rPr>
          <w:rtl/>
        </w:rPr>
        <w:t>:</w:t>
      </w:r>
      <w:r>
        <w:rPr>
          <w:rtl/>
        </w:rPr>
        <w:t xml:space="preserve"> </w:t>
      </w:r>
      <w:r w:rsidRPr="00D95A45">
        <w:rPr>
          <w:rtl/>
        </w:rPr>
        <w:t>يغرم قيمة الدار وما فيها ثم يقتل.</w:t>
      </w:r>
    </w:p>
    <w:p w:rsidR="00AC7755" w:rsidRDefault="00D45E0E" w:rsidP="00AC7755">
      <w:pPr>
        <w:pStyle w:val="libNormal"/>
        <w:rPr>
          <w:rtl/>
        </w:rPr>
      </w:pPr>
      <w:r w:rsidRPr="00D95A45">
        <w:rPr>
          <w:rtl/>
        </w:rPr>
        <w:t>(913) 46</w:t>
      </w:r>
      <w:r w:rsidR="00CC15EB">
        <w:rPr>
          <w:rtl/>
        </w:rPr>
        <w:t xml:space="preserve"> - </w:t>
      </w:r>
      <w:r w:rsidRPr="00D95A45">
        <w:rPr>
          <w:rtl/>
        </w:rPr>
        <w:t>الحسن بن محبوب عن علي بن رئاب عن ابى بصير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رجل قتل رجلا مجنونا فقال</w:t>
      </w:r>
      <w:r w:rsidR="00CC15EB">
        <w:rPr>
          <w:rtl/>
        </w:rPr>
        <w:t>:</w:t>
      </w:r>
      <w:r>
        <w:rPr>
          <w:rtl/>
        </w:rPr>
        <w:t xml:space="preserve"> </w:t>
      </w:r>
      <w:r w:rsidRPr="00D95A45">
        <w:rPr>
          <w:rtl/>
        </w:rPr>
        <w:t>ان كان المجنون اراده فدفعه عن نفسه فقتله فلا شئ عليه من قود ولا دية ويعطى ورثته الدية من بيت مال المسلمين</w:t>
      </w:r>
      <w:r w:rsidR="00CC15EB">
        <w:rPr>
          <w:rtl/>
        </w:rPr>
        <w:t>،</w:t>
      </w:r>
      <w:r>
        <w:rPr>
          <w:rtl/>
        </w:rPr>
        <w:t xml:space="preserve"> </w:t>
      </w:r>
      <w:r w:rsidRPr="00D95A45">
        <w:rPr>
          <w:rtl/>
        </w:rPr>
        <w:t>قال</w:t>
      </w:r>
      <w:r w:rsidR="00CC15EB">
        <w:rPr>
          <w:rtl/>
        </w:rPr>
        <w:t>:</w:t>
      </w:r>
      <w:r>
        <w:rPr>
          <w:rtl/>
        </w:rPr>
        <w:t xml:space="preserve"> </w:t>
      </w:r>
      <w:r w:rsidRPr="00D95A45">
        <w:rPr>
          <w:rtl/>
        </w:rPr>
        <w:t>وان كان قتله من غير ان يكون المجنون اراده فلا قود لمن لا يقاد منه</w:t>
      </w:r>
      <w:r w:rsidR="00CC15EB">
        <w:rPr>
          <w:rtl/>
        </w:rPr>
        <w:t>،</w:t>
      </w:r>
      <w:r>
        <w:rPr>
          <w:rtl/>
        </w:rPr>
        <w:t xml:space="preserve"> </w:t>
      </w:r>
      <w:r w:rsidRPr="00D95A45">
        <w:rPr>
          <w:rtl/>
        </w:rPr>
        <w:t>وارى ان على قاتله الدية في ماله يدفعها الى ورثة المجنون ويستغفر الله ويتوب إليه.</w:t>
      </w:r>
    </w:p>
    <w:p w:rsidR="00AC7755" w:rsidRDefault="00D45E0E" w:rsidP="00AC7755">
      <w:pPr>
        <w:pStyle w:val="libNormal"/>
        <w:rPr>
          <w:rtl/>
        </w:rPr>
      </w:pPr>
      <w:r w:rsidRPr="00D95A45">
        <w:rPr>
          <w:rtl/>
        </w:rPr>
        <w:t>(914) 47</w:t>
      </w:r>
      <w:r w:rsidR="00CC15EB">
        <w:rPr>
          <w:rtl/>
        </w:rPr>
        <w:t xml:space="preserve"> - </w:t>
      </w:r>
      <w:r w:rsidRPr="00D95A45">
        <w:rPr>
          <w:rtl/>
        </w:rPr>
        <w:t>الحسن بن محبوب عن ابى الورد قال</w:t>
      </w:r>
      <w:r w:rsidR="00CC15EB">
        <w:rPr>
          <w:rtl/>
        </w:rPr>
        <w:t>:</w:t>
      </w:r>
      <w:r>
        <w:rPr>
          <w:rtl/>
        </w:rPr>
        <w:t xml:space="preserve"> </w:t>
      </w:r>
      <w:r w:rsidRPr="00D95A45">
        <w:rPr>
          <w:rtl/>
        </w:rPr>
        <w:t>قلت لابي</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910</w:t>
      </w:r>
      <w:r>
        <w:rPr>
          <w:rtl/>
        </w:rPr>
        <w:t xml:space="preserve"> - </w:t>
      </w:r>
      <w:r w:rsidR="00D45E0E" w:rsidRPr="00D95A45">
        <w:rPr>
          <w:rtl/>
        </w:rPr>
        <w:t>الفقيه ج 4 ص 127</w:t>
      </w:r>
    </w:p>
    <w:p w:rsidR="00CC15EB" w:rsidRDefault="00CC15EB" w:rsidP="00AC7755">
      <w:pPr>
        <w:pStyle w:val="libFootnote0"/>
        <w:rPr>
          <w:rtl/>
        </w:rPr>
      </w:pPr>
      <w:r>
        <w:rPr>
          <w:rtl/>
        </w:rPr>
        <w:t>-</w:t>
      </w:r>
      <w:r w:rsidR="00D45E0E" w:rsidRPr="007277FF">
        <w:rPr>
          <w:rtl/>
        </w:rPr>
        <w:t xml:space="preserve"> 911</w:t>
      </w:r>
      <w:r>
        <w:rPr>
          <w:rtl/>
        </w:rPr>
        <w:t xml:space="preserve"> - </w:t>
      </w:r>
      <w:r w:rsidR="00D45E0E" w:rsidRPr="007277FF">
        <w:rPr>
          <w:rtl/>
        </w:rPr>
        <w:t>الكافي ج 2 ص 339 الفقيه ج 4 ص 115 وقد سبق برقم 38 من الباب</w:t>
      </w:r>
    </w:p>
    <w:p w:rsidR="00CC15EB" w:rsidRDefault="00CC15EB" w:rsidP="00AC7755">
      <w:pPr>
        <w:pStyle w:val="libFootnote0"/>
        <w:rPr>
          <w:rtl/>
        </w:rPr>
      </w:pPr>
      <w:r>
        <w:rPr>
          <w:rtl/>
        </w:rPr>
        <w:t>-</w:t>
      </w:r>
      <w:r w:rsidR="00D45E0E" w:rsidRPr="007277FF">
        <w:rPr>
          <w:rtl/>
        </w:rPr>
        <w:t xml:space="preserve"> 912</w:t>
      </w:r>
      <w:r>
        <w:rPr>
          <w:rtl/>
        </w:rPr>
        <w:t xml:space="preserve"> - </w:t>
      </w:r>
      <w:r w:rsidR="00D45E0E" w:rsidRPr="007277FF">
        <w:rPr>
          <w:rtl/>
        </w:rPr>
        <w:t>الفقيه ج 4 ص 120</w:t>
      </w:r>
    </w:p>
    <w:p w:rsidR="00AC7755" w:rsidRDefault="00CC15EB" w:rsidP="00AC7755">
      <w:pPr>
        <w:pStyle w:val="libFootnote0"/>
        <w:rPr>
          <w:rtl/>
        </w:rPr>
      </w:pPr>
      <w:r>
        <w:rPr>
          <w:rtl/>
        </w:rPr>
        <w:t>-</w:t>
      </w:r>
      <w:r w:rsidR="00D45E0E" w:rsidRPr="00DA0376">
        <w:rPr>
          <w:rtl/>
        </w:rPr>
        <w:t xml:space="preserve"> 913</w:t>
      </w:r>
      <w:r>
        <w:rPr>
          <w:rtl/>
        </w:rPr>
        <w:t xml:space="preserve"> - </w:t>
      </w:r>
      <w:r w:rsidR="00D45E0E" w:rsidRPr="00DA0376">
        <w:rPr>
          <w:rtl/>
        </w:rPr>
        <w:t>914</w:t>
      </w:r>
      <w:r>
        <w:rPr>
          <w:rtl/>
        </w:rPr>
        <w:t xml:space="preserve"> - </w:t>
      </w:r>
      <w:r w:rsidR="00D45E0E" w:rsidRPr="00DA0376">
        <w:rPr>
          <w:rtl/>
        </w:rPr>
        <w:t>الكافي ج 2 ص 322 واخرج الاول الصدوق في الفقيه ج 4 ص 75</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عبد الله </w:t>
      </w:r>
      <w:r w:rsidR="00AC7755" w:rsidRPr="00AC7755">
        <w:rPr>
          <w:rStyle w:val="libAlaemChar"/>
          <w:rtl/>
        </w:rPr>
        <w:t>عليه‌السلام</w:t>
      </w:r>
      <w:r w:rsidRPr="00DA0376">
        <w:rPr>
          <w:rtl/>
        </w:rPr>
        <w:t xml:space="preserve"> أو ابي جعفر </w:t>
      </w:r>
      <w:r w:rsidR="00AC7755" w:rsidRPr="00AC7755">
        <w:rPr>
          <w:rStyle w:val="libAlaemChar"/>
          <w:rtl/>
        </w:rPr>
        <w:t>عليه‌السلام</w:t>
      </w:r>
      <w:r w:rsidRPr="00DA0376">
        <w:rPr>
          <w:rtl/>
        </w:rPr>
        <w:t xml:space="preserve"> اصلحك الله رجل حمل عليه رجل مجنون بالسيف فضربه المجنون ضربة فتناول الرجل السيف من المجنون فضربه فقتله فقال</w:t>
      </w:r>
      <w:r w:rsidR="00CC15EB">
        <w:rPr>
          <w:rtl/>
        </w:rPr>
        <w:t>:</w:t>
      </w:r>
      <w:r>
        <w:rPr>
          <w:rtl/>
        </w:rPr>
        <w:t xml:space="preserve"> </w:t>
      </w:r>
      <w:r w:rsidRPr="00DA0376">
        <w:rPr>
          <w:rtl/>
        </w:rPr>
        <w:t>ارى ان لا يقتل به ولا يغرم ديته وتكون ديته على الامام ولا يطل دمه.</w:t>
      </w:r>
    </w:p>
    <w:p w:rsidR="00AC7755" w:rsidRDefault="00D45E0E" w:rsidP="00AC7755">
      <w:pPr>
        <w:pStyle w:val="libNormal"/>
        <w:rPr>
          <w:rtl/>
        </w:rPr>
      </w:pPr>
      <w:r w:rsidRPr="00D95A45">
        <w:rPr>
          <w:rtl/>
        </w:rPr>
        <w:t>(915) 48</w:t>
      </w:r>
      <w:r w:rsidR="00CC15EB">
        <w:rPr>
          <w:rtl/>
        </w:rPr>
        <w:t xml:space="preserve"> - </w:t>
      </w:r>
      <w:r w:rsidRPr="00D95A45">
        <w:rPr>
          <w:rtl/>
        </w:rPr>
        <w:t>الحسن بن محبوب عن خضر الصيرفي عن بريد بن معاوية العجلي قال</w:t>
      </w:r>
      <w:r w:rsidR="00CC15EB">
        <w:rPr>
          <w:rtl/>
        </w:rPr>
        <w:t>:</w:t>
      </w:r>
      <w:r>
        <w:rPr>
          <w:rtl/>
        </w:rPr>
        <w:t xml:space="preserve"> </w:t>
      </w:r>
      <w:r w:rsidRPr="00D95A45">
        <w:rPr>
          <w:rtl/>
        </w:rPr>
        <w:t xml:space="preserve">سئل أبو جعفر </w:t>
      </w:r>
      <w:r w:rsidR="00AC7755" w:rsidRPr="00AC7755">
        <w:rPr>
          <w:rStyle w:val="libAlaemChar"/>
          <w:rtl/>
        </w:rPr>
        <w:t>عليه‌السلام</w:t>
      </w:r>
      <w:r w:rsidRPr="00D95A45">
        <w:rPr>
          <w:rtl/>
        </w:rPr>
        <w:t xml:space="preserve"> عن رجل قتل رجلا عمدا فلم يقم عليه الحد ولم تصح الشهادة حتى خولط وذهب عقله</w:t>
      </w:r>
      <w:r w:rsidR="00CC15EB">
        <w:rPr>
          <w:rtl/>
        </w:rPr>
        <w:t>،</w:t>
      </w:r>
      <w:r>
        <w:rPr>
          <w:rtl/>
        </w:rPr>
        <w:t xml:space="preserve"> </w:t>
      </w:r>
      <w:r w:rsidRPr="00D95A45">
        <w:rPr>
          <w:rtl/>
        </w:rPr>
        <w:t>ثم ان قوما آخرين شهدوا عليه بعدما خولط انه قتله فقال</w:t>
      </w:r>
      <w:r w:rsidR="00CC15EB">
        <w:rPr>
          <w:rtl/>
        </w:rPr>
        <w:t>:</w:t>
      </w:r>
      <w:r>
        <w:rPr>
          <w:rtl/>
        </w:rPr>
        <w:t xml:space="preserve"> </w:t>
      </w:r>
      <w:r w:rsidRPr="00D95A45">
        <w:rPr>
          <w:rtl/>
        </w:rPr>
        <w:t>ان شهدوا عليه انه قتل حين قتل وهو صحيح ليس به علة من فساد عقل قتل به</w:t>
      </w:r>
      <w:r w:rsidR="00CC15EB">
        <w:rPr>
          <w:rtl/>
        </w:rPr>
        <w:t>،</w:t>
      </w:r>
      <w:r>
        <w:rPr>
          <w:rtl/>
        </w:rPr>
        <w:t xml:space="preserve"> </w:t>
      </w:r>
      <w:r w:rsidRPr="00D95A45">
        <w:rPr>
          <w:rtl/>
        </w:rPr>
        <w:t>وان لم يشهدوا عليه بذلك وكان له ما يعرف دفع إلى ورثة المقتول الدية من مال القاتل</w:t>
      </w:r>
      <w:r w:rsidR="00CC15EB">
        <w:rPr>
          <w:rtl/>
        </w:rPr>
        <w:t>،</w:t>
      </w:r>
      <w:r>
        <w:rPr>
          <w:rtl/>
        </w:rPr>
        <w:t xml:space="preserve"> </w:t>
      </w:r>
      <w:r w:rsidRPr="00D95A45">
        <w:rPr>
          <w:rtl/>
        </w:rPr>
        <w:t>وان لم يترك مالا اعطي الدية من بيت المال ولا يطل دم امرئ مسلم.</w:t>
      </w:r>
    </w:p>
    <w:p w:rsidR="00AC7755" w:rsidRDefault="00D45E0E" w:rsidP="00AC7755">
      <w:pPr>
        <w:pStyle w:val="libNormal"/>
        <w:rPr>
          <w:rtl/>
        </w:rPr>
      </w:pPr>
      <w:r w:rsidRPr="00D95A45">
        <w:rPr>
          <w:rtl/>
        </w:rPr>
        <w:t>(916) 49</w:t>
      </w:r>
      <w:r w:rsidR="00CC15EB">
        <w:rPr>
          <w:rtl/>
        </w:rPr>
        <w:t xml:space="preserve"> - </w:t>
      </w:r>
      <w:r w:rsidRPr="00D95A45">
        <w:rPr>
          <w:rtl/>
        </w:rPr>
        <w:t xml:space="preserve">النوفلي عن السكوني عن ابي عبد الله </w:t>
      </w:r>
      <w:r w:rsidR="00AC7755" w:rsidRPr="00AC7755">
        <w:rPr>
          <w:rStyle w:val="libAlaemChar"/>
          <w:rtl/>
        </w:rPr>
        <w:t>عليه‌السلام</w:t>
      </w:r>
      <w:r w:rsidRPr="00D95A45">
        <w:rPr>
          <w:rtl/>
        </w:rPr>
        <w:t xml:space="preserve"> ان محمد ابن ابي بكر </w:t>
      </w:r>
      <w:r w:rsidR="00AC7755" w:rsidRPr="00AC7755">
        <w:rPr>
          <w:rStyle w:val="libAlaemChar"/>
          <w:rFonts w:hint="cs"/>
          <w:rtl/>
        </w:rPr>
        <w:t>رحمه‌الله</w:t>
      </w:r>
      <w:r w:rsidRPr="00D95A45">
        <w:rPr>
          <w:rtl/>
        </w:rPr>
        <w:t xml:space="preserve"> كتب الى امير المؤمنين </w:t>
      </w:r>
      <w:r w:rsidR="00AC7755" w:rsidRPr="00AC7755">
        <w:rPr>
          <w:rStyle w:val="libAlaemChar"/>
          <w:rtl/>
        </w:rPr>
        <w:t>عليه‌السلام</w:t>
      </w:r>
      <w:r w:rsidRPr="00D95A45">
        <w:rPr>
          <w:rtl/>
        </w:rPr>
        <w:t xml:space="preserve"> يسأله عن رجل مجنون قتل رجلا عمدا فجعل الدية على قومه وجعل عمده وخطأه سواء.</w:t>
      </w:r>
    </w:p>
    <w:p w:rsidR="00AC7755" w:rsidRDefault="00D45E0E" w:rsidP="00AC7755">
      <w:pPr>
        <w:pStyle w:val="libNormal"/>
        <w:rPr>
          <w:rtl/>
        </w:rPr>
      </w:pPr>
      <w:r w:rsidRPr="00D95A45">
        <w:rPr>
          <w:rtl/>
        </w:rPr>
        <w:t>(917) 50</w:t>
      </w:r>
      <w:r w:rsidR="00CC15EB">
        <w:rPr>
          <w:rtl/>
        </w:rPr>
        <w:t xml:space="preserve"> - </w:t>
      </w:r>
      <w:r w:rsidRPr="00D95A45">
        <w:rPr>
          <w:rtl/>
        </w:rPr>
        <w:t>ابن محبوب عن هشام بن سالم عن عمار الساباطي عن ابى عبيدة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اعمى فقأ عين رجل صحيح متعمدا قال</w:t>
      </w:r>
      <w:r w:rsidR="00CC15EB">
        <w:rPr>
          <w:rtl/>
        </w:rPr>
        <w:t>:</w:t>
      </w:r>
      <w:r>
        <w:rPr>
          <w:rtl/>
        </w:rPr>
        <w:t xml:space="preserve"> </w:t>
      </w:r>
      <w:r w:rsidRPr="00D95A45">
        <w:rPr>
          <w:rtl/>
        </w:rPr>
        <w:t>فقال</w:t>
      </w:r>
      <w:r w:rsidR="00CC15EB">
        <w:rPr>
          <w:rtl/>
        </w:rPr>
        <w:t>:</w:t>
      </w:r>
      <w:r>
        <w:rPr>
          <w:rtl/>
        </w:rPr>
        <w:t xml:space="preserve"> </w:t>
      </w:r>
      <w:r w:rsidRPr="00D95A45">
        <w:rPr>
          <w:rtl/>
        </w:rPr>
        <w:t>يا ابا عبيدة ان عمد الاعمى مثل الخطأ هذا فيه الدية من ماله</w:t>
      </w:r>
      <w:r w:rsidR="00CC15EB">
        <w:rPr>
          <w:rtl/>
        </w:rPr>
        <w:t>،</w:t>
      </w:r>
      <w:r>
        <w:rPr>
          <w:rtl/>
        </w:rPr>
        <w:t xml:space="preserve"> </w:t>
      </w:r>
      <w:r w:rsidRPr="00D95A45">
        <w:rPr>
          <w:rtl/>
        </w:rPr>
        <w:t>فان لم يكن له مال فإن دية ذلك على الامام ولا يبطل حق مسلم.</w:t>
      </w:r>
    </w:p>
    <w:p w:rsidR="00AC7755" w:rsidRDefault="00D45E0E" w:rsidP="00AC7755">
      <w:pPr>
        <w:pStyle w:val="libNormal"/>
        <w:rPr>
          <w:rtl/>
        </w:rPr>
      </w:pPr>
      <w:r w:rsidRPr="00D95A45">
        <w:rPr>
          <w:rtl/>
        </w:rPr>
        <w:t>(918) 51</w:t>
      </w:r>
      <w:r w:rsidR="00CC15EB">
        <w:rPr>
          <w:rtl/>
        </w:rPr>
        <w:t xml:space="preserve"> - </w:t>
      </w:r>
      <w:r w:rsidRPr="00D95A45">
        <w:rPr>
          <w:rtl/>
        </w:rPr>
        <w:t>محمد بن احمد بن يحيى عن محمد بن الحسين عن محمد بن عبد الله عن العلا عن محمد الحلبي قال</w:t>
      </w:r>
      <w:r w:rsidR="00CC15EB">
        <w:rPr>
          <w:rtl/>
        </w:rPr>
        <w:t>:</w:t>
      </w:r>
      <w:r>
        <w:rPr>
          <w:rtl/>
        </w:rPr>
        <w:t xml:space="preserve"> </w:t>
      </w:r>
      <w:r w:rsidRPr="00D95A45">
        <w:rPr>
          <w:rtl/>
        </w:rPr>
        <w:t xml:space="preserve">سألت ابا عبد الله ابا عبد الله </w:t>
      </w:r>
      <w:r w:rsidR="00AC7755" w:rsidRPr="00AC7755">
        <w:rPr>
          <w:rStyle w:val="libAlaemChar"/>
          <w:rtl/>
        </w:rPr>
        <w:t>عليه‌السلام</w:t>
      </w:r>
      <w:r w:rsidRPr="00D95A45">
        <w:rPr>
          <w:rtl/>
        </w:rPr>
        <w:t xml:space="preserve"> عن رجل</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915</w:t>
      </w:r>
      <w:r>
        <w:rPr>
          <w:rtl/>
        </w:rPr>
        <w:t xml:space="preserve"> - </w:t>
      </w:r>
      <w:r w:rsidR="00D45E0E" w:rsidRPr="00D95A45">
        <w:rPr>
          <w:rtl/>
        </w:rPr>
        <w:t>الكافي ج 2 ص 322 ج 4 ص 78</w:t>
      </w:r>
    </w:p>
    <w:p w:rsidR="00CC15EB" w:rsidRDefault="00CC15EB" w:rsidP="00AC7755">
      <w:pPr>
        <w:pStyle w:val="libFootnote0"/>
        <w:rPr>
          <w:rtl/>
        </w:rPr>
      </w:pPr>
      <w:r>
        <w:rPr>
          <w:rtl/>
        </w:rPr>
        <w:t>-</w:t>
      </w:r>
      <w:r w:rsidR="00D45E0E" w:rsidRPr="007277FF">
        <w:rPr>
          <w:rtl/>
        </w:rPr>
        <w:t xml:space="preserve"> 916</w:t>
      </w:r>
      <w:r>
        <w:rPr>
          <w:rtl/>
        </w:rPr>
        <w:t xml:space="preserve"> - </w:t>
      </w:r>
      <w:r w:rsidR="00D45E0E" w:rsidRPr="007277FF">
        <w:rPr>
          <w:rtl/>
        </w:rPr>
        <w:t>الفقيه ج 4 ص 85 واخرج الثاني الكليني في الكافي ج 2 ص 324</w:t>
      </w:r>
    </w:p>
    <w:p w:rsidR="00AC7755" w:rsidRDefault="00CC15EB" w:rsidP="00AC7755">
      <w:pPr>
        <w:pStyle w:val="libFootnote0"/>
        <w:rPr>
          <w:rtl/>
        </w:rPr>
      </w:pPr>
      <w:r>
        <w:rPr>
          <w:rtl/>
        </w:rPr>
        <w:t>-</w:t>
      </w:r>
      <w:r w:rsidR="00D45E0E" w:rsidRPr="00DA0376">
        <w:rPr>
          <w:rtl/>
        </w:rPr>
        <w:t xml:space="preserve"> 918</w:t>
      </w:r>
      <w:r>
        <w:rPr>
          <w:rtl/>
        </w:rPr>
        <w:t xml:space="preserve"> - </w:t>
      </w:r>
      <w:r w:rsidR="00D45E0E" w:rsidRPr="00DA0376">
        <w:rPr>
          <w:rtl/>
        </w:rPr>
        <w:t>الفقيه ج 4 ص 107</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ضرب رأس رجل بمعول فسالت عيناه على خديه فوثب المضروب على ضاربه فقتله قال</w:t>
      </w:r>
      <w:r w:rsidR="00CC15EB">
        <w:rPr>
          <w:rtl/>
        </w:rPr>
        <w:t>:</w:t>
      </w:r>
      <w:r>
        <w:rPr>
          <w:rtl/>
        </w:rPr>
        <w:t xml:space="preserve"> </w:t>
      </w:r>
      <w:r w:rsidRPr="00DA0376">
        <w:rPr>
          <w:rtl/>
        </w:rPr>
        <w:t xml:space="preserve">فقال أبو عبد الله </w:t>
      </w:r>
      <w:r w:rsidR="00AC7755" w:rsidRPr="00AC7755">
        <w:rPr>
          <w:rStyle w:val="libAlaemChar"/>
          <w:rtl/>
        </w:rPr>
        <w:t>عليه‌السلام</w:t>
      </w:r>
      <w:r w:rsidR="00CC15EB">
        <w:rPr>
          <w:rtl/>
        </w:rPr>
        <w:t>:</w:t>
      </w:r>
      <w:r>
        <w:rPr>
          <w:rtl/>
        </w:rPr>
        <w:t xml:space="preserve"> </w:t>
      </w:r>
      <w:r w:rsidRPr="00DA0376">
        <w:rPr>
          <w:rtl/>
        </w:rPr>
        <w:t>هذان معتديان جميعا فلا ارى على الذي قتل الرجل قودا لانه قتله حين قتله وهو اعمى والاعمى جنايته خطأ تلزم عاقلته يؤخذون بها في ثلاث سنين في كل سنة نجما</w:t>
      </w:r>
      <w:r w:rsidR="00CC15EB">
        <w:rPr>
          <w:rtl/>
        </w:rPr>
        <w:t>،</w:t>
      </w:r>
      <w:r>
        <w:rPr>
          <w:rtl/>
        </w:rPr>
        <w:t xml:space="preserve"> </w:t>
      </w:r>
      <w:r w:rsidRPr="00DA0376">
        <w:rPr>
          <w:rtl/>
        </w:rPr>
        <w:t>فان لم يكن للاعمى عاقلة لزمته دية ما جنى في ماله يؤخذ بها في ثلاث سنين ويرجع الاعمى على ورثة ضاربه بدية عينيه.</w:t>
      </w:r>
    </w:p>
    <w:p w:rsidR="00AC7755" w:rsidRDefault="00D45E0E" w:rsidP="00AC7755">
      <w:pPr>
        <w:pStyle w:val="libNormal"/>
        <w:rPr>
          <w:rtl/>
        </w:rPr>
      </w:pPr>
      <w:r w:rsidRPr="00D95A45">
        <w:rPr>
          <w:rtl/>
        </w:rPr>
        <w:t>(919) 52</w:t>
      </w:r>
      <w:r w:rsidR="00CC15EB">
        <w:rPr>
          <w:rtl/>
        </w:rPr>
        <w:t xml:space="preserve"> - </w:t>
      </w:r>
      <w:r w:rsidRPr="00D95A45">
        <w:rPr>
          <w:rtl/>
        </w:rPr>
        <w:t xml:space="preserve">الحسن بن محبوب عن ابى ايوب عن محمد بن مسلم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كان امير المؤمنين </w:t>
      </w:r>
      <w:r w:rsidR="00AC7755" w:rsidRPr="00AC7755">
        <w:rPr>
          <w:rStyle w:val="libAlaemChar"/>
          <w:rtl/>
        </w:rPr>
        <w:t>عليه‌السلام</w:t>
      </w:r>
      <w:r w:rsidRPr="00D95A45">
        <w:rPr>
          <w:rtl/>
        </w:rPr>
        <w:t xml:space="preserve"> يجعل جناية المعتوه على عاقلته خطأ كان أو عمدا</w:t>
      </w:r>
      <w:r w:rsidR="00CC15EB">
        <w:rPr>
          <w:rtl/>
        </w:rPr>
        <w:t>،</w:t>
      </w:r>
      <w:r>
        <w:rPr>
          <w:rtl/>
        </w:rPr>
        <w:t xml:space="preserve"> </w:t>
      </w:r>
    </w:p>
    <w:p w:rsidR="00AC7755" w:rsidRDefault="00D45E0E" w:rsidP="00AC7755">
      <w:pPr>
        <w:pStyle w:val="libNormal"/>
        <w:rPr>
          <w:rtl/>
        </w:rPr>
      </w:pPr>
      <w:r w:rsidRPr="00D95A45">
        <w:rPr>
          <w:rtl/>
        </w:rPr>
        <w:t>(920) 53</w:t>
      </w:r>
      <w:r w:rsidR="00CC15EB">
        <w:rPr>
          <w:rtl/>
        </w:rPr>
        <w:t xml:space="preserve"> - </w:t>
      </w:r>
      <w:r w:rsidRPr="00D95A45">
        <w:rPr>
          <w:rtl/>
        </w:rPr>
        <w:t xml:space="preserve">محمد ابن ابي عمير عن حماد بن عثمان عن محمد بن مسلم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عمد الصبي وخطأه واحد.</w:t>
      </w:r>
    </w:p>
    <w:p w:rsidR="00AC7755" w:rsidRDefault="00D45E0E" w:rsidP="00AC7755">
      <w:pPr>
        <w:pStyle w:val="libNormal"/>
        <w:rPr>
          <w:rtl/>
        </w:rPr>
      </w:pPr>
      <w:r w:rsidRPr="00D95A45">
        <w:rPr>
          <w:rtl/>
        </w:rPr>
        <w:t>(921) 54</w:t>
      </w:r>
      <w:r w:rsidR="00CC15EB">
        <w:rPr>
          <w:rtl/>
        </w:rPr>
        <w:t xml:space="preserve"> - </w:t>
      </w:r>
      <w:r w:rsidRPr="00D95A45">
        <w:rPr>
          <w:rtl/>
        </w:rPr>
        <w:t xml:space="preserve">محمد بن الحسن الصفار عن الحسن بن موسى الخشاب عن غياث بن كلوب عن اسحاق بن عمار عن ابي جعفر عن ابيه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كان يقول</w:t>
      </w:r>
      <w:r w:rsidR="00CC15EB">
        <w:rPr>
          <w:rtl/>
        </w:rPr>
        <w:t>:</w:t>
      </w:r>
      <w:r>
        <w:rPr>
          <w:rtl/>
        </w:rPr>
        <w:t xml:space="preserve"> </w:t>
      </w:r>
      <w:r w:rsidRPr="00D95A45">
        <w:rPr>
          <w:rtl/>
        </w:rPr>
        <w:t>عمد الصبيان خطأ تحمله العاقلة.</w:t>
      </w:r>
    </w:p>
    <w:p w:rsidR="00AC7755" w:rsidRDefault="00D45E0E" w:rsidP="00AC7755">
      <w:pPr>
        <w:pStyle w:val="libNormal"/>
        <w:rPr>
          <w:rtl/>
        </w:rPr>
      </w:pPr>
      <w:r w:rsidRPr="00D95A45">
        <w:rPr>
          <w:rtl/>
        </w:rPr>
        <w:t>(922) 55</w:t>
      </w:r>
      <w:r w:rsidR="00CC15EB">
        <w:rPr>
          <w:rtl/>
        </w:rPr>
        <w:t xml:space="preserve"> - </w:t>
      </w:r>
      <w:r w:rsidRPr="00D95A45">
        <w:rPr>
          <w:rtl/>
        </w:rPr>
        <w:t xml:space="preserve">علي عن ابيه عن النوفلي عن السكوني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Pr="00D95A45">
        <w:rPr>
          <w:rtl/>
        </w:rPr>
        <w:t xml:space="preserve"> في رجل وغلام اشتركا في قتل رجل فقتلاه فقال امير المؤمنين </w:t>
      </w:r>
      <w:r w:rsidR="00AC7755" w:rsidRPr="00AC7755">
        <w:rPr>
          <w:rStyle w:val="libAlaemChar"/>
          <w:rtl/>
        </w:rPr>
        <w:t>عليه‌السلام</w:t>
      </w:r>
      <w:r w:rsidR="00CC15EB">
        <w:rPr>
          <w:rtl/>
        </w:rPr>
        <w:t>:</w:t>
      </w:r>
      <w:r>
        <w:rPr>
          <w:rtl/>
        </w:rPr>
        <w:t xml:space="preserve"> </w:t>
      </w:r>
      <w:r w:rsidRPr="00D95A45">
        <w:rPr>
          <w:rtl/>
        </w:rPr>
        <w:t>إذا بلغ الغلام خمسة اشبار اقتص منه</w:t>
      </w:r>
      <w:r w:rsidR="00CC15EB">
        <w:rPr>
          <w:rtl/>
        </w:rPr>
        <w:t>،</w:t>
      </w:r>
      <w:r>
        <w:rPr>
          <w:rtl/>
        </w:rPr>
        <w:t xml:space="preserve"> </w:t>
      </w:r>
      <w:r w:rsidRPr="00D95A45">
        <w:rPr>
          <w:rtl/>
        </w:rPr>
        <w:t>وإذا لم يكن بلغ خمسة اشبار قضى بالدية.</w:t>
      </w:r>
    </w:p>
    <w:p w:rsidR="00AC7755" w:rsidRDefault="00D45E0E" w:rsidP="00AC7755">
      <w:pPr>
        <w:pStyle w:val="libNormal"/>
        <w:rPr>
          <w:rtl/>
        </w:rPr>
      </w:pPr>
      <w:r w:rsidRPr="00D95A45">
        <w:rPr>
          <w:rtl/>
        </w:rPr>
        <w:t>(923) 56</w:t>
      </w:r>
      <w:r w:rsidR="00CC15EB">
        <w:rPr>
          <w:rtl/>
        </w:rPr>
        <w:t xml:space="preserve"> - </w:t>
      </w:r>
      <w:r w:rsidRPr="00D95A45">
        <w:rPr>
          <w:rtl/>
        </w:rPr>
        <w:t xml:space="preserve">الحسن بن محبوب عن الحارث بن محمد عن زيد عن أبي جعفر </w:t>
      </w:r>
      <w:r w:rsidR="00AC7755" w:rsidRPr="00AC7755">
        <w:rPr>
          <w:rStyle w:val="libAlaemChar"/>
          <w:rtl/>
        </w:rPr>
        <w:t>عليه‌السلام</w:t>
      </w:r>
      <w:r w:rsidRPr="00D95A45">
        <w:rPr>
          <w:rtl/>
        </w:rPr>
        <w:t xml:space="preserve"> في رجل نكح امرأة في دبرها فالح عليها حتى ماتت من ذلك قال</w:t>
      </w:r>
      <w:r w:rsidR="00CC15EB">
        <w:rPr>
          <w:rtl/>
        </w:rPr>
        <w:t>:</w:t>
      </w:r>
      <w:r>
        <w:rPr>
          <w:rtl/>
        </w:rPr>
        <w:t xml:space="preserve"> </w:t>
      </w:r>
      <w:r w:rsidRPr="00D95A45">
        <w:rPr>
          <w:rtl/>
        </w:rPr>
        <w:t>عليه الدية.</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919</w:t>
      </w:r>
      <w:r>
        <w:rPr>
          <w:rtl/>
        </w:rPr>
        <w:t xml:space="preserve"> - </w:t>
      </w:r>
      <w:r w:rsidR="00D45E0E" w:rsidRPr="00D95A45">
        <w:rPr>
          <w:rtl/>
        </w:rPr>
        <w:t>الفقيه ج 4 ص 107</w:t>
      </w:r>
    </w:p>
    <w:p w:rsidR="00CC15EB" w:rsidRDefault="00CC15EB" w:rsidP="00AC7755">
      <w:pPr>
        <w:pStyle w:val="libFootnote0"/>
        <w:rPr>
          <w:rtl/>
        </w:rPr>
      </w:pPr>
      <w:r>
        <w:rPr>
          <w:rtl/>
        </w:rPr>
        <w:t>-</w:t>
      </w:r>
      <w:r w:rsidR="00D45E0E" w:rsidRPr="007277FF">
        <w:rPr>
          <w:rtl/>
        </w:rPr>
        <w:t xml:space="preserve"> 922</w:t>
      </w:r>
      <w:r>
        <w:rPr>
          <w:rtl/>
        </w:rPr>
        <w:t xml:space="preserve"> - </w:t>
      </w:r>
      <w:r w:rsidR="00D45E0E" w:rsidRPr="007277FF">
        <w:rPr>
          <w:rtl/>
        </w:rPr>
        <w:t>الاستبصار ج 4 ص 287 الكافي ج 2 ص 324 الفقيه ج 4 ص 84</w:t>
      </w:r>
    </w:p>
    <w:p w:rsidR="00AC7755" w:rsidRDefault="00CC15EB" w:rsidP="00AC7755">
      <w:pPr>
        <w:pStyle w:val="libFootnote0"/>
        <w:rPr>
          <w:rtl/>
        </w:rPr>
      </w:pPr>
      <w:r>
        <w:rPr>
          <w:rtl/>
        </w:rPr>
        <w:t>-</w:t>
      </w:r>
      <w:r w:rsidR="00D45E0E" w:rsidRPr="00DA0376">
        <w:rPr>
          <w:rtl/>
        </w:rPr>
        <w:t xml:space="preserve"> 923</w:t>
      </w:r>
      <w:r>
        <w:rPr>
          <w:rtl/>
        </w:rPr>
        <w:t xml:space="preserve"> - </w:t>
      </w:r>
      <w:r w:rsidR="00D45E0E" w:rsidRPr="00DA0376">
        <w:rPr>
          <w:rtl/>
        </w:rPr>
        <w:t>الفقيه ج 4 ص 111</w:t>
      </w:r>
    </w:p>
    <w:p w:rsidR="00AC7755" w:rsidRDefault="00AC7755" w:rsidP="00AC7755">
      <w:pPr>
        <w:pStyle w:val="libNormal"/>
        <w:rPr>
          <w:rtl/>
        </w:rPr>
      </w:pPr>
      <w:r>
        <w:rPr>
          <w:rtl/>
        </w:rPr>
        <w:br w:type="page"/>
      </w:r>
    </w:p>
    <w:p w:rsidR="00AC7755" w:rsidRDefault="00D45E0E" w:rsidP="00AC7755">
      <w:pPr>
        <w:pStyle w:val="libNormal"/>
        <w:rPr>
          <w:rtl/>
        </w:rPr>
      </w:pPr>
      <w:r w:rsidRPr="007277FF">
        <w:rPr>
          <w:rtl/>
        </w:rPr>
        <w:lastRenderedPageBreak/>
        <w:t>(924) 57</w:t>
      </w:r>
      <w:r w:rsidR="00CC15EB">
        <w:rPr>
          <w:rtl/>
        </w:rPr>
        <w:t xml:space="preserve"> - </w:t>
      </w:r>
      <w:r w:rsidRPr="007277FF">
        <w:rPr>
          <w:rtl/>
        </w:rPr>
        <w:t xml:space="preserve">الصفار عن الحسين بن موسى عن غياث عن اسحاق ابن عمار عن جعفر </w:t>
      </w:r>
      <w:r w:rsidR="00AC7755" w:rsidRPr="00AC7755">
        <w:rPr>
          <w:rStyle w:val="libAlaemChar"/>
          <w:rtl/>
        </w:rPr>
        <w:t>عليه‌السلام</w:t>
      </w:r>
      <w:r w:rsidRPr="007277FF">
        <w:rPr>
          <w:rtl/>
        </w:rPr>
        <w:t xml:space="preserve"> ان عليا </w:t>
      </w:r>
      <w:r w:rsidR="00AC7755" w:rsidRPr="00AC7755">
        <w:rPr>
          <w:rStyle w:val="libAlaemChar"/>
          <w:rtl/>
        </w:rPr>
        <w:t>عليه‌السلام</w:t>
      </w:r>
      <w:r w:rsidRPr="007277FF">
        <w:rPr>
          <w:rtl/>
        </w:rPr>
        <w:t xml:space="preserve"> كان يقول</w:t>
      </w:r>
      <w:r w:rsidR="00CC15EB">
        <w:rPr>
          <w:rtl/>
        </w:rPr>
        <w:t>:</w:t>
      </w:r>
      <w:r>
        <w:rPr>
          <w:rtl/>
        </w:rPr>
        <w:t xml:space="preserve"> </w:t>
      </w:r>
      <w:r w:rsidRPr="007277FF">
        <w:rPr>
          <w:rtl/>
        </w:rPr>
        <w:t>من وطئ امرأة من قبل ان يتم لها تسع سنين فاعنف ضمن.</w:t>
      </w:r>
    </w:p>
    <w:p w:rsidR="00AC7755" w:rsidRDefault="00D45E0E" w:rsidP="00AC7755">
      <w:pPr>
        <w:pStyle w:val="libNormal"/>
        <w:rPr>
          <w:rtl/>
        </w:rPr>
      </w:pPr>
      <w:r w:rsidRPr="00D95A45">
        <w:rPr>
          <w:rtl/>
        </w:rPr>
        <w:t>(925) 58</w:t>
      </w:r>
      <w:r w:rsidR="00CC15EB">
        <w:rPr>
          <w:rtl/>
        </w:rPr>
        <w:t xml:space="preserve"> - </w:t>
      </w:r>
      <w:r w:rsidRPr="00D95A45">
        <w:rPr>
          <w:rtl/>
        </w:rPr>
        <w:t xml:space="preserve">علي بن ابراهيم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من تطبب أو تبيطر فليأخذ البراءة من وليه والا فهو له ضامن.</w:t>
      </w:r>
    </w:p>
    <w:p w:rsidR="00AC7755" w:rsidRDefault="00D45E0E" w:rsidP="00AC7755">
      <w:pPr>
        <w:pStyle w:val="libNormal"/>
        <w:rPr>
          <w:rtl/>
        </w:rPr>
      </w:pPr>
      <w:r w:rsidRPr="00D95A45">
        <w:rPr>
          <w:rtl/>
        </w:rPr>
        <w:t>(926) 59</w:t>
      </w:r>
      <w:r w:rsidR="00CC15EB">
        <w:rPr>
          <w:rtl/>
        </w:rPr>
        <w:t xml:space="preserve"> - </w:t>
      </w:r>
      <w:r w:rsidRPr="00D95A45">
        <w:rPr>
          <w:rtl/>
        </w:rPr>
        <w:t xml:space="preserve">محمد بن احمد بن يحيى عن ابن ابي نصر عن عيسى بن مهران عن ابى غانم عن منهال بن خليل عن سلمة بن تمام عن علي </w:t>
      </w:r>
      <w:r w:rsidR="00AC7755" w:rsidRPr="00AC7755">
        <w:rPr>
          <w:rStyle w:val="libAlaemChar"/>
          <w:rtl/>
        </w:rPr>
        <w:t>عليه‌السلام</w:t>
      </w:r>
      <w:r w:rsidRPr="00D95A45">
        <w:rPr>
          <w:rtl/>
        </w:rPr>
        <w:t xml:space="preserve"> في دابة عليها دريفان فقتلت الدابة رجلا أو جرحت فقضى الغرامة بين الرديفين بالسوية.</w:t>
      </w:r>
    </w:p>
    <w:p w:rsidR="00AC7755" w:rsidRDefault="00D45E0E" w:rsidP="00AC7755">
      <w:pPr>
        <w:pStyle w:val="libNormal"/>
        <w:rPr>
          <w:rtl/>
        </w:rPr>
      </w:pPr>
      <w:r w:rsidRPr="00D95A45">
        <w:rPr>
          <w:rtl/>
        </w:rPr>
        <w:t>(927) 60</w:t>
      </w:r>
      <w:r w:rsidR="00CC15EB">
        <w:rPr>
          <w:rtl/>
        </w:rPr>
        <w:t xml:space="preserve"> - </w:t>
      </w:r>
      <w:r w:rsidRPr="00D95A45">
        <w:rPr>
          <w:rtl/>
        </w:rPr>
        <w:t xml:space="preserve">عنه عن محمد بن عيسى عن يونس عن رجل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بهيمة الانعام لا يغرم اهلها شيئا ما دامت مرسلة.</w:t>
      </w:r>
    </w:p>
    <w:p w:rsidR="00AC7755" w:rsidRDefault="00D45E0E" w:rsidP="00AC7755">
      <w:pPr>
        <w:pStyle w:val="libNormal"/>
        <w:rPr>
          <w:rtl/>
        </w:rPr>
      </w:pPr>
      <w:r w:rsidRPr="00D95A45">
        <w:rPr>
          <w:rtl/>
        </w:rPr>
        <w:t>(928) 61</w:t>
      </w:r>
      <w:r w:rsidR="00CC15EB">
        <w:rPr>
          <w:rtl/>
        </w:rPr>
        <w:t xml:space="preserve"> - </w:t>
      </w:r>
      <w:r w:rsidRPr="00D95A45">
        <w:rPr>
          <w:rtl/>
        </w:rPr>
        <w:t xml:space="preserve">الصفار عن ابراهيم بن هاشم عن النوفلي عن السكوني عن جعفر عن ابيه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ضمن ختانا قطع حشفة غلام.</w:t>
      </w:r>
    </w:p>
    <w:p w:rsidR="00AC7755" w:rsidRDefault="00D45E0E" w:rsidP="00CA44E1">
      <w:pPr>
        <w:pStyle w:val="Heading2Center"/>
        <w:rPr>
          <w:rtl/>
        </w:rPr>
      </w:pPr>
      <w:bookmarkStart w:id="20" w:name="_Toc394318284"/>
      <w:r w:rsidRPr="00D95A45">
        <w:rPr>
          <w:rtl/>
        </w:rPr>
        <w:t>19</w:t>
      </w:r>
      <w:r w:rsidR="00CC15EB">
        <w:rPr>
          <w:rtl/>
        </w:rPr>
        <w:t xml:space="preserve"> - </w:t>
      </w:r>
      <w:r w:rsidRPr="00D95A45">
        <w:rPr>
          <w:rtl/>
        </w:rPr>
        <w:t>باب قتل السيد عبده والوالد ولده</w:t>
      </w:r>
      <w:bookmarkEnd w:id="20"/>
    </w:p>
    <w:p w:rsidR="00AC7755" w:rsidRDefault="00D45E0E" w:rsidP="00AC7755">
      <w:pPr>
        <w:pStyle w:val="libNormal"/>
        <w:rPr>
          <w:rtl/>
        </w:rPr>
      </w:pPr>
      <w:r w:rsidRPr="00D95A45">
        <w:rPr>
          <w:rtl/>
        </w:rPr>
        <w:t>(929) 1</w:t>
      </w:r>
      <w:r w:rsidR="00CC15EB">
        <w:rPr>
          <w:rtl/>
        </w:rPr>
        <w:t xml:space="preserve"> - </w:t>
      </w:r>
      <w:r w:rsidRPr="00D95A45">
        <w:rPr>
          <w:rtl/>
        </w:rPr>
        <w:t xml:space="preserve">الحسين بن سعيد عن فضالة بن ايوب عن ابي المعزا عن ابي بصير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من قتل عبده متعمدا فعليه ان يعتق رقبة وان يطعم ستين مسكينا ويصوم شهرين متتابعين.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925</w:t>
      </w:r>
      <w:r>
        <w:rPr>
          <w:rtl/>
        </w:rPr>
        <w:t xml:space="preserve"> - </w:t>
      </w:r>
      <w:r w:rsidR="00D45E0E" w:rsidRPr="00D95A45">
        <w:rPr>
          <w:rtl/>
        </w:rPr>
        <w:t>الكافي ج 2 ص 343</w:t>
      </w:r>
    </w:p>
    <w:p w:rsidR="00CC15EB" w:rsidRDefault="00CC15EB" w:rsidP="00AC7755">
      <w:pPr>
        <w:pStyle w:val="libFootnote0"/>
        <w:rPr>
          <w:rtl/>
        </w:rPr>
      </w:pPr>
      <w:r>
        <w:rPr>
          <w:rtl/>
        </w:rPr>
        <w:t>-</w:t>
      </w:r>
      <w:r w:rsidR="00D45E0E" w:rsidRPr="007277FF">
        <w:rPr>
          <w:rtl/>
        </w:rPr>
        <w:t xml:space="preserve"> 926</w:t>
      </w:r>
      <w:r>
        <w:rPr>
          <w:rtl/>
        </w:rPr>
        <w:t xml:space="preserve"> - </w:t>
      </w:r>
      <w:r w:rsidR="00D45E0E" w:rsidRPr="007277FF">
        <w:rPr>
          <w:rtl/>
        </w:rPr>
        <w:t>الفقيه ج 4 ص 116</w:t>
      </w:r>
    </w:p>
    <w:p w:rsidR="00CC15EB" w:rsidRDefault="00CC15EB" w:rsidP="00AC7755">
      <w:pPr>
        <w:pStyle w:val="libFootnote0"/>
        <w:rPr>
          <w:rtl/>
        </w:rPr>
      </w:pPr>
      <w:r>
        <w:rPr>
          <w:rtl/>
        </w:rPr>
        <w:t>-</w:t>
      </w:r>
      <w:r w:rsidR="00D45E0E" w:rsidRPr="007277FF">
        <w:rPr>
          <w:rtl/>
        </w:rPr>
        <w:t xml:space="preserve"> 927</w:t>
      </w:r>
      <w:r>
        <w:rPr>
          <w:rtl/>
        </w:rPr>
        <w:t xml:space="preserve"> - </w:t>
      </w:r>
      <w:r w:rsidR="00D45E0E" w:rsidRPr="007277FF">
        <w:rPr>
          <w:rtl/>
        </w:rPr>
        <w:t>الاستبصار ج 4 ص 286 الكافي ج 2 ص 339 الفقيه ج 4 ص 116 وقد سبق برقم 18 من الباب بلا زيادة قوله</w:t>
      </w:r>
      <w:r>
        <w:rPr>
          <w:rtl/>
        </w:rPr>
        <w:t xml:space="preserve"> - </w:t>
      </w:r>
      <w:r w:rsidR="00D45E0E" w:rsidRPr="007277FF">
        <w:rPr>
          <w:rtl/>
        </w:rPr>
        <w:t>ما دامت مرسلة</w:t>
      </w:r>
    </w:p>
    <w:p w:rsidR="00AC7755" w:rsidRDefault="00CC15EB" w:rsidP="00AC7755">
      <w:pPr>
        <w:pStyle w:val="libFootnote0"/>
        <w:rPr>
          <w:rtl/>
        </w:rPr>
      </w:pPr>
      <w:r>
        <w:rPr>
          <w:rtl/>
        </w:rPr>
        <w:t>-</w:t>
      </w:r>
      <w:r w:rsidR="00D45E0E" w:rsidRPr="00DA0376">
        <w:rPr>
          <w:rtl/>
        </w:rPr>
        <w:t xml:space="preserve"> 929</w:t>
      </w:r>
      <w:r>
        <w:rPr>
          <w:rtl/>
        </w:rPr>
        <w:t xml:space="preserve"> - </w:t>
      </w:r>
      <w:r w:rsidR="00D45E0E" w:rsidRPr="00DA0376">
        <w:rPr>
          <w:rtl/>
        </w:rPr>
        <w:t>الكافي ج 2 ص 324</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(930) 2</w:t>
      </w:r>
      <w:r w:rsidR="00CC15EB">
        <w:rPr>
          <w:rtl/>
        </w:rPr>
        <w:t xml:space="preserve"> - </w:t>
      </w:r>
      <w:r w:rsidRPr="00D95A45">
        <w:rPr>
          <w:rtl/>
        </w:rPr>
        <w:t xml:space="preserve">احمد بن محمد عن الحسن ابن محبوب عن ابي ايوب عن حمران عن ابى جعفر </w:t>
      </w:r>
      <w:r w:rsidR="00AC7755" w:rsidRPr="00AC7755">
        <w:rPr>
          <w:rStyle w:val="libAlaemChar"/>
          <w:rtl/>
        </w:rPr>
        <w:t>عليه‌السلام</w:t>
      </w:r>
      <w:r w:rsidRPr="00D95A45">
        <w:rPr>
          <w:rtl/>
        </w:rPr>
        <w:t xml:space="preserve"> في الرجل يقتل مملوكا له قال</w:t>
      </w:r>
      <w:r w:rsidR="00CC15EB">
        <w:rPr>
          <w:rtl/>
        </w:rPr>
        <w:t>:</w:t>
      </w:r>
      <w:r>
        <w:rPr>
          <w:rtl/>
        </w:rPr>
        <w:t xml:space="preserve"> </w:t>
      </w:r>
      <w:r w:rsidRPr="00D95A45">
        <w:rPr>
          <w:rtl/>
        </w:rPr>
        <w:t>يعتق رقبة ويصوم شهرين متتابعين ويتوب الى الله عز وجل.</w:t>
      </w:r>
    </w:p>
    <w:p w:rsidR="00AC7755" w:rsidRDefault="00D45E0E" w:rsidP="00AC7755">
      <w:pPr>
        <w:pStyle w:val="libNormal"/>
        <w:rPr>
          <w:rtl/>
        </w:rPr>
      </w:pPr>
      <w:r w:rsidRPr="00D95A45">
        <w:rPr>
          <w:rtl/>
        </w:rPr>
        <w:t>(931) 3</w:t>
      </w:r>
      <w:r w:rsidR="00CC15EB">
        <w:rPr>
          <w:rtl/>
        </w:rPr>
        <w:t xml:space="preserve"> - </w:t>
      </w:r>
      <w:r w:rsidRPr="00D95A45">
        <w:rPr>
          <w:rtl/>
        </w:rPr>
        <w:t xml:space="preserve">احمد بن محمد بن خالد عن عثمان بن عيسى عن سماعة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قتل مملوكا قال</w:t>
      </w:r>
      <w:r w:rsidR="00CC15EB">
        <w:rPr>
          <w:rtl/>
        </w:rPr>
        <w:t>:</w:t>
      </w:r>
      <w:r>
        <w:rPr>
          <w:rtl/>
        </w:rPr>
        <w:t xml:space="preserve"> </w:t>
      </w:r>
      <w:r w:rsidRPr="00D95A45">
        <w:rPr>
          <w:rtl/>
        </w:rPr>
        <w:t>يعتق رقبة ويصوم شهرين متتابعين ويتوب الى الله عز وجل.</w:t>
      </w:r>
    </w:p>
    <w:p w:rsidR="00AC7755" w:rsidRDefault="00D45E0E" w:rsidP="00AC7755">
      <w:pPr>
        <w:pStyle w:val="libNormal"/>
        <w:rPr>
          <w:rtl/>
        </w:rPr>
      </w:pPr>
      <w:r w:rsidRPr="00D95A45">
        <w:rPr>
          <w:rtl/>
        </w:rPr>
        <w:t>(932) 4</w:t>
      </w:r>
      <w:r w:rsidR="00CC15EB">
        <w:rPr>
          <w:rtl/>
        </w:rPr>
        <w:t xml:space="preserve"> - </w:t>
      </w:r>
      <w:r w:rsidRPr="00D95A45">
        <w:rPr>
          <w:rtl/>
        </w:rPr>
        <w:t xml:space="preserve">علي عن ابيه عن ابن ابى عمير عن حماد عن الحلبي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قال في الرجل يقتل مملوكه متعمدا قال</w:t>
      </w:r>
      <w:r w:rsidR="00CC15EB">
        <w:rPr>
          <w:rtl/>
        </w:rPr>
        <w:t>:</w:t>
      </w:r>
      <w:r>
        <w:rPr>
          <w:rtl/>
        </w:rPr>
        <w:t xml:space="preserve"> </w:t>
      </w:r>
      <w:r w:rsidRPr="00D95A45">
        <w:rPr>
          <w:rtl/>
        </w:rPr>
        <w:t>يعجبني ان يعتق رقبة ويصوم شهرين متتابعين ويطعم ستين مسكينا ثم تكون التوبة بعد ذلك</w:t>
      </w:r>
      <w:r w:rsidR="00CC15EB">
        <w:rPr>
          <w:rtl/>
        </w:rPr>
        <w:t>،</w:t>
      </w:r>
      <w:r>
        <w:rPr>
          <w:rtl/>
        </w:rPr>
        <w:t xml:space="preserve"> </w:t>
      </w:r>
    </w:p>
    <w:p w:rsidR="00AC7755" w:rsidRDefault="00D45E0E" w:rsidP="00AC7755">
      <w:pPr>
        <w:pStyle w:val="libNormal"/>
        <w:rPr>
          <w:rtl/>
        </w:rPr>
      </w:pPr>
      <w:r w:rsidRPr="00D95A45">
        <w:rPr>
          <w:rtl/>
        </w:rPr>
        <w:t>(933) 5</w:t>
      </w:r>
      <w:r w:rsidR="00CC15EB">
        <w:rPr>
          <w:rtl/>
        </w:rPr>
        <w:t xml:space="preserve"> - </w:t>
      </w:r>
      <w:r w:rsidRPr="00D95A45">
        <w:rPr>
          <w:rtl/>
        </w:rPr>
        <w:t xml:space="preserve">سهل بن زياد عن محمد بن الحسن بن شمون عن عبد الله ابن عبد الرحمان الاصم عن مسمع بن عبد الملك عن ابي عبد الله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رفع إليه رجل عذب عبده حتى مات فضربه مائة نكالا وحبسه سنة وغرمه قيمة العبد فتصدق بها عنه.</w:t>
      </w:r>
    </w:p>
    <w:p w:rsidR="00AC7755" w:rsidRDefault="00D45E0E" w:rsidP="00AC7755">
      <w:pPr>
        <w:pStyle w:val="libNormal"/>
        <w:rPr>
          <w:rtl/>
        </w:rPr>
      </w:pPr>
      <w:r w:rsidRPr="00D95A45">
        <w:rPr>
          <w:rtl/>
        </w:rPr>
        <w:t>(934) 6</w:t>
      </w:r>
      <w:r w:rsidR="00CC15EB">
        <w:rPr>
          <w:rtl/>
        </w:rPr>
        <w:t xml:space="preserve"> - </w:t>
      </w:r>
      <w:r w:rsidRPr="00D95A45">
        <w:rPr>
          <w:rtl/>
        </w:rPr>
        <w:t xml:space="preserve">احمد بن محمد عن مثنى عن زرارة عن ابى عبد الله </w:t>
      </w:r>
      <w:r w:rsidR="00AC7755" w:rsidRPr="00AC7755">
        <w:rPr>
          <w:rStyle w:val="libAlaemChar"/>
          <w:rtl/>
        </w:rPr>
        <w:t>عليه‌السلام</w:t>
      </w:r>
      <w:r w:rsidRPr="00D95A45">
        <w:rPr>
          <w:rtl/>
        </w:rPr>
        <w:t xml:space="preserve"> في الرجل يقتل عبده متعمدا اي شئ عليه من الكفارة</w:t>
      </w:r>
      <w:r>
        <w:rPr>
          <w:rtl/>
        </w:rPr>
        <w:t>؟</w:t>
      </w:r>
      <w:r w:rsidRPr="00D95A45">
        <w:rPr>
          <w:rtl/>
        </w:rPr>
        <w:t xml:space="preserve"> قال</w:t>
      </w:r>
      <w:r w:rsidR="00CC15EB">
        <w:rPr>
          <w:rtl/>
        </w:rPr>
        <w:t>:</w:t>
      </w:r>
      <w:r>
        <w:rPr>
          <w:rtl/>
        </w:rPr>
        <w:t xml:space="preserve"> </w:t>
      </w:r>
      <w:r w:rsidRPr="00D95A45">
        <w:rPr>
          <w:rtl/>
        </w:rPr>
        <w:t>عتق رقبة وصيام شهرين وصدقة على ستين مسكينا</w:t>
      </w:r>
      <w:r w:rsidR="00CC15EB">
        <w:rPr>
          <w:rtl/>
        </w:rPr>
        <w:t>،</w:t>
      </w:r>
      <w:r>
        <w:rPr>
          <w:rtl/>
        </w:rPr>
        <w:t xml:space="preserve"> </w:t>
      </w:r>
    </w:p>
    <w:p w:rsidR="00AC7755" w:rsidRDefault="00D45E0E" w:rsidP="00AC7755">
      <w:pPr>
        <w:pStyle w:val="libNormal"/>
        <w:rPr>
          <w:rtl/>
        </w:rPr>
      </w:pPr>
      <w:r w:rsidRPr="00D95A45">
        <w:rPr>
          <w:rtl/>
        </w:rPr>
        <w:t>(935) 7</w:t>
      </w:r>
      <w:r w:rsidR="00CC15EB">
        <w:rPr>
          <w:rtl/>
        </w:rPr>
        <w:t xml:space="preserve"> - </w:t>
      </w:r>
      <w:r w:rsidRPr="00D95A45">
        <w:rPr>
          <w:rtl/>
        </w:rPr>
        <w:t xml:space="preserve">احمد بن محمد عن الحسين بن سعيد عن ابن ابى عمير عن محمد بن ابي حمزة عن علي عن ابي عبد الله </w:t>
      </w:r>
      <w:r w:rsidR="00AC7755" w:rsidRPr="00AC7755">
        <w:rPr>
          <w:rStyle w:val="libAlaemChar"/>
          <w:rtl/>
        </w:rPr>
        <w:t>عليه‌السلام</w:t>
      </w:r>
      <w:r w:rsidRPr="00D95A45">
        <w:rPr>
          <w:rtl/>
        </w:rPr>
        <w:t xml:space="preserve"> في الرجل يقتل عبده خطأ قال</w:t>
      </w:r>
      <w:r w:rsidR="00CC15EB">
        <w:rPr>
          <w:rtl/>
        </w:rPr>
        <w:t>:</w:t>
      </w:r>
      <w:r>
        <w:rPr>
          <w:rtl/>
        </w:rPr>
        <w:t xml:space="preserve"> </w:t>
      </w:r>
      <w:r w:rsidRPr="00D95A45">
        <w:rPr>
          <w:rtl/>
        </w:rPr>
        <w:t>عليه عتق رقبة وصيام شهرين وصدقة على ستين مسكينا</w:t>
      </w:r>
      <w:r w:rsidR="00CC15EB">
        <w:rPr>
          <w:rtl/>
        </w:rPr>
        <w:t>،</w:t>
      </w:r>
      <w:r>
        <w:rPr>
          <w:rtl/>
        </w:rPr>
        <w:t xml:space="preserve"> </w:t>
      </w:r>
      <w:r w:rsidRPr="00D95A45">
        <w:rPr>
          <w:rtl/>
        </w:rPr>
        <w:t>فان لم يقدر على</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930</w:t>
      </w:r>
      <w:r>
        <w:rPr>
          <w:rFonts w:hint="cs"/>
          <w:rtl/>
        </w:rPr>
        <w:t xml:space="preserve"> - </w:t>
      </w:r>
      <w:r w:rsidR="00D45E0E" w:rsidRPr="007277FF">
        <w:rPr>
          <w:rtl/>
        </w:rPr>
        <w:t>931</w:t>
      </w:r>
      <w:r>
        <w:rPr>
          <w:rtl/>
        </w:rPr>
        <w:t xml:space="preserve"> - </w:t>
      </w:r>
      <w:r w:rsidR="00D45E0E" w:rsidRPr="007277FF">
        <w:rPr>
          <w:rtl/>
        </w:rPr>
        <w:t>932</w:t>
      </w:r>
      <w:r>
        <w:rPr>
          <w:rtl/>
        </w:rPr>
        <w:t xml:space="preserve"> - </w:t>
      </w:r>
      <w:r w:rsidR="00D45E0E" w:rsidRPr="007277FF">
        <w:rPr>
          <w:rtl/>
        </w:rPr>
        <w:t>الكافي ج 2 ص 324 واخرج الاخير الصدوق في الفقيه ج 4 ص 93</w:t>
      </w:r>
    </w:p>
    <w:p w:rsidR="00CC15EB" w:rsidRDefault="00CC15EB" w:rsidP="00AC7755">
      <w:pPr>
        <w:pStyle w:val="libFootnote0"/>
        <w:rPr>
          <w:rtl/>
        </w:rPr>
      </w:pPr>
      <w:r>
        <w:rPr>
          <w:rtl/>
        </w:rPr>
        <w:t>-</w:t>
      </w:r>
      <w:r w:rsidR="00D45E0E" w:rsidRPr="007277FF">
        <w:rPr>
          <w:rtl/>
        </w:rPr>
        <w:t xml:space="preserve"> 933</w:t>
      </w:r>
      <w:r>
        <w:rPr>
          <w:rtl/>
        </w:rPr>
        <w:t xml:space="preserve"> - </w:t>
      </w:r>
      <w:r w:rsidR="00D45E0E" w:rsidRPr="007277FF">
        <w:rPr>
          <w:rtl/>
        </w:rPr>
        <w:t>الكافي ج 2 ص 324 الفقيه ج 4 ص 114</w:t>
      </w:r>
    </w:p>
    <w:p w:rsidR="00AC7755" w:rsidRDefault="00CC15EB" w:rsidP="00AC7755">
      <w:pPr>
        <w:pStyle w:val="libFootnote0"/>
        <w:rPr>
          <w:rtl/>
        </w:rPr>
      </w:pPr>
      <w:r>
        <w:rPr>
          <w:rtl/>
        </w:rPr>
        <w:t>-</w:t>
      </w:r>
      <w:r w:rsidR="00D45E0E" w:rsidRPr="00DA0376">
        <w:rPr>
          <w:rtl/>
        </w:rPr>
        <w:t xml:space="preserve"> 935</w:t>
      </w:r>
      <w:r>
        <w:rPr>
          <w:rtl/>
        </w:rPr>
        <w:t xml:space="preserve"> - </w:t>
      </w:r>
      <w:r w:rsidR="00D45E0E" w:rsidRPr="00DA0376">
        <w:rPr>
          <w:rtl/>
        </w:rPr>
        <w:t>الاستبصار ج 4 ص 273 الكافي ج 2 ص 324</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الرقبة كان عليه الصيام</w:t>
      </w:r>
      <w:r w:rsidR="00CC15EB">
        <w:rPr>
          <w:rtl/>
        </w:rPr>
        <w:t>،</w:t>
      </w:r>
      <w:r>
        <w:rPr>
          <w:rtl/>
        </w:rPr>
        <w:t xml:space="preserve"> </w:t>
      </w:r>
      <w:r w:rsidRPr="00DA0376">
        <w:rPr>
          <w:rtl/>
        </w:rPr>
        <w:t>فان لم يستطع الصيام فعليه الصدقة.</w:t>
      </w:r>
    </w:p>
    <w:p w:rsidR="00AC7755" w:rsidRDefault="00D45E0E" w:rsidP="00AC7755">
      <w:pPr>
        <w:pStyle w:val="libNormal"/>
        <w:rPr>
          <w:rtl/>
        </w:rPr>
      </w:pPr>
      <w:r w:rsidRPr="00D95A45">
        <w:rPr>
          <w:rtl/>
        </w:rPr>
        <w:t>(936) 8</w:t>
      </w:r>
      <w:r w:rsidR="00CC15EB">
        <w:rPr>
          <w:rtl/>
        </w:rPr>
        <w:t xml:space="preserve"> - </w:t>
      </w:r>
      <w:r w:rsidRPr="00D95A45">
        <w:rPr>
          <w:rtl/>
        </w:rPr>
        <w:t xml:space="preserve">علي عن ابيه عن اسماعيل بن مرار عن يونس عنهم </w:t>
      </w:r>
      <w:r w:rsidR="00AC7755" w:rsidRPr="00AC7755">
        <w:rPr>
          <w:rStyle w:val="libAlaemChar"/>
          <w:rtl/>
        </w:rPr>
        <w:t>عليهم‌السلام</w:t>
      </w:r>
      <w:r w:rsidRPr="00D95A45">
        <w:rPr>
          <w:rtl/>
        </w:rPr>
        <w:t xml:space="preserve"> قال</w:t>
      </w:r>
      <w:r w:rsidR="00CC15EB">
        <w:rPr>
          <w:rtl/>
        </w:rPr>
        <w:t>:</w:t>
      </w:r>
      <w:r>
        <w:rPr>
          <w:rtl/>
        </w:rPr>
        <w:t xml:space="preserve"> </w:t>
      </w:r>
      <w:r w:rsidRPr="00D95A45">
        <w:rPr>
          <w:rtl/>
        </w:rPr>
        <w:t>سئل عن رجل قتل مملوكه قال</w:t>
      </w:r>
      <w:r w:rsidR="00CC15EB">
        <w:rPr>
          <w:rtl/>
        </w:rPr>
        <w:t>:</w:t>
      </w:r>
      <w:r>
        <w:rPr>
          <w:rtl/>
        </w:rPr>
        <w:t xml:space="preserve"> </w:t>
      </w:r>
      <w:r w:rsidRPr="00D95A45">
        <w:rPr>
          <w:rtl/>
        </w:rPr>
        <w:t>ان كان غير معروف بالقتل ضرب ضربا شديد وأخذ منه قيمة العبد وتدفع الى بيت مال المسلمين</w:t>
      </w:r>
      <w:r w:rsidR="00CC15EB">
        <w:rPr>
          <w:rtl/>
        </w:rPr>
        <w:t>،</w:t>
      </w:r>
      <w:r>
        <w:rPr>
          <w:rtl/>
        </w:rPr>
        <w:t xml:space="preserve"> </w:t>
      </w:r>
      <w:r w:rsidRPr="00D95A45">
        <w:rPr>
          <w:rtl/>
        </w:rPr>
        <w:t>فان كان متعودا للقتل قتل.</w:t>
      </w:r>
    </w:p>
    <w:p w:rsidR="00AC7755" w:rsidRDefault="00D45E0E" w:rsidP="00AC7755">
      <w:pPr>
        <w:pStyle w:val="libNormal"/>
        <w:rPr>
          <w:rtl/>
        </w:rPr>
      </w:pPr>
      <w:r w:rsidRPr="00D95A45">
        <w:rPr>
          <w:rtl/>
        </w:rPr>
        <w:t>(937) 9</w:t>
      </w:r>
      <w:r w:rsidR="00CC15EB">
        <w:rPr>
          <w:rtl/>
        </w:rPr>
        <w:t xml:space="preserve"> - </w:t>
      </w:r>
      <w:r w:rsidRPr="00D95A45">
        <w:rPr>
          <w:rtl/>
        </w:rPr>
        <w:t xml:space="preserve">الحسن بن محبوب عن هشام بن سالم عن ابى بصير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امرأة قطعت ثدي وليدتها. انها حرة ولا سبيل لمولاتها عليها</w:t>
      </w:r>
      <w:r w:rsidR="00CC15EB">
        <w:rPr>
          <w:rtl/>
        </w:rPr>
        <w:t>،</w:t>
      </w:r>
      <w:r>
        <w:rPr>
          <w:rtl/>
        </w:rPr>
        <w:t xml:space="preserve"> </w:t>
      </w:r>
      <w:r w:rsidRPr="00D95A45">
        <w:rPr>
          <w:rtl/>
        </w:rPr>
        <w:t>وقضى فيمن نكل مملوكه فهو حر لا سبيل له عليه له ساببة يذهب فيتوالى من احب فإذا ضمن جريرته فهو يرثه.</w:t>
      </w:r>
    </w:p>
    <w:p w:rsidR="00AC7755" w:rsidRDefault="00D45E0E" w:rsidP="00AC7755">
      <w:pPr>
        <w:pStyle w:val="libNormal"/>
        <w:rPr>
          <w:rtl/>
        </w:rPr>
      </w:pPr>
      <w:r w:rsidRPr="00D95A45">
        <w:rPr>
          <w:rtl/>
        </w:rPr>
        <w:t>(938) 10</w:t>
      </w:r>
      <w:r w:rsidR="00CC15EB">
        <w:rPr>
          <w:rtl/>
        </w:rPr>
        <w:t xml:space="preserve"> - </w:t>
      </w:r>
      <w:r w:rsidRPr="00D95A45">
        <w:rPr>
          <w:rtl/>
        </w:rPr>
        <w:t>الحسن بن محبوب عن ابي ايوب الخزاز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رجل ضرب مملوكا له فمات من ضربه قال</w:t>
      </w:r>
      <w:r w:rsidR="00CC15EB">
        <w:rPr>
          <w:rtl/>
        </w:rPr>
        <w:t>:</w:t>
      </w:r>
      <w:r>
        <w:rPr>
          <w:rtl/>
        </w:rPr>
        <w:t xml:space="preserve"> </w:t>
      </w:r>
      <w:r w:rsidRPr="00D95A45">
        <w:rPr>
          <w:rtl/>
        </w:rPr>
        <w:t>يعتق رقبة.</w:t>
      </w:r>
    </w:p>
    <w:p w:rsidR="00AC7755" w:rsidRDefault="00D45E0E" w:rsidP="00AC7755">
      <w:pPr>
        <w:pStyle w:val="libNormal"/>
        <w:rPr>
          <w:rtl/>
        </w:rPr>
      </w:pPr>
      <w:r w:rsidRPr="00D95A45">
        <w:rPr>
          <w:rtl/>
        </w:rPr>
        <w:t>(939) 11</w:t>
      </w:r>
      <w:r w:rsidR="00CC15EB">
        <w:rPr>
          <w:rtl/>
        </w:rPr>
        <w:t xml:space="preserve"> - </w:t>
      </w:r>
      <w:r w:rsidRPr="00D95A45">
        <w:rPr>
          <w:rtl/>
        </w:rPr>
        <w:t xml:space="preserve">محمد بن احمد بن يحيى عن احمد بن ابي عبد الله عن ابيه عن احمد بن النضر عن عمرو بن شمر عن جابر عن ابى جعفر </w:t>
      </w:r>
      <w:r w:rsidR="00AC7755" w:rsidRPr="00AC7755">
        <w:rPr>
          <w:rStyle w:val="libAlaemChar"/>
          <w:rtl/>
        </w:rPr>
        <w:t>عليه‌السلام</w:t>
      </w:r>
      <w:r w:rsidRPr="00D95A45">
        <w:rPr>
          <w:rtl/>
        </w:rPr>
        <w:t xml:space="preserve"> في الرجل يقتل ابنه وعبده قال</w:t>
      </w:r>
      <w:r w:rsidR="00CC15EB">
        <w:rPr>
          <w:rtl/>
        </w:rPr>
        <w:t>:</w:t>
      </w:r>
      <w:r>
        <w:rPr>
          <w:rtl/>
        </w:rPr>
        <w:t xml:space="preserve"> </w:t>
      </w:r>
      <w:r w:rsidRPr="00D95A45">
        <w:rPr>
          <w:rtl/>
        </w:rPr>
        <w:t>لا يقتل به ولكن يضرب ضربا شديدا وينفى عن مسقط رأسه.</w:t>
      </w:r>
    </w:p>
    <w:p w:rsidR="00AC7755" w:rsidRDefault="00D45E0E" w:rsidP="00AC7755">
      <w:pPr>
        <w:pStyle w:val="libNormal"/>
        <w:rPr>
          <w:rtl/>
        </w:rPr>
      </w:pPr>
      <w:r w:rsidRPr="00D95A45">
        <w:rPr>
          <w:rtl/>
        </w:rPr>
        <w:t>(940) 12</w:t>
      </w:r>
      <w:r w:rsidR="00CC15EB">
        <w:rPr>
          <w:rtl/>
        </w:rPr>
        <w:t xml:space="preserve"> - </w:t>
      </w:r>
      <w:r w:rsidRPr="00D95A45">
        <w:rPr>
          <w:rtl/>
        </w:rPr>
        <w:t xml:space="preserve">يونس عن بعض من رواه عن ابي عبد الله </w:t>
      </w:r>
      <w:r w:rsidR="00AC7755" w:rsidRPr="00AC7755">
        <w:rPr>
          <w:rStyle w:val="libAlaemChar"/>
          <w:rtl/>
        </w:rPr>
        <w:t>عليه‌السلام</w:t>
      </w:r>
      <w:r w:rsidRPr="00D95A45">
        <w:rPr>
          <w:rtl/>
        </w:rPr>
        <w:t xml:space="preserve"> في رجل قتل مملوكه انه يضرب ضربا وجيعا ويؤخذ منه قيمته لبيت المال.</w:t>
      </w:r>
    </w:p>
    <w:p w:rsidR="00AC7755" w:rsidRDefault="00D45E0E" w:rsidP="00AC7755">
      <w:pPr>
        <w:pStyle w:val="libNormal"/>
        <w:rPr>
          <w:rtl/>
        </w:rPr>
      </w:pPr>
      <w:r w:rsidRPr="00D95A45">
        <w:rPr>
          <w:rtl/>
        </w:rPr>
        <w:t>(941) 13</w:t>
      </w:r>
      <w:r w:rsidR="00CC15EB">
        <w:rPr>
          <w:rtl/>
        </w:rPr>
        <w:t xml:space="preserve"> - </w:t>
      </w:r>
      <w:r w:rsidRPr="00D95A45">
        <w:rPr>
          <w:rtl/>
        </w:rPr>
        <w:t xml:space="preserve">الحسن بن محبوب عن ابى ايوب عن حمران عن احدهما </w:t>
      </w:r>
      <w:r w:rsidR="00AC7755" w:rsidRPr="00AC7755">
        <w:rPr>
          <w:rStyle w:val="libAlaemChar"/>
          <w:rtl/>
        </w:rPr>
        <w:t>عليهما‌السلام</w:t>
      </w:r>
      <w:r w:rsidRPr="00D95A45">
        <w:rPr>
          <w:rtl/>
        </w:rPr>
        <w:t xml:space="preserve"> قال</w:t>
      </w:r>
      <w:r w:rsidR="00CC15EB">
        <w:rPr>
          <w:rtl/>
        </w:rPr>
        <w:t>:</w:t>
      </w:r>
      <w:r>
        <w:rPr>
          <w:rtl/>
        </w:rPr>
        <w:t xml:space="preserve"> </w:t>
      </w:r>
      <w:r w:rsidRPr="00D95A45">
        <w:rPr>
          <w:rtl/>
        </w:rPr>
        <w:t>لا يقاد والد بولده ويقتل الولد بوالده إذا قتل والده متعمدا</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936</w:t>
      </w:r>
      <w:r>
        <w:rPr>
          <w:rtl/>
        </w:rPr>
        <w:t xml:space="preserve"> - </w:t>
      </w:r>
      <w:r w:rsidR="00D45E0E" w:rsidRPr="00D95A45">
        <w:rPr>
          <w:rtl/>
        </w:rPr>
        <w:t>الكافي ج 2 ص 325 الفقيه ج 3 ص 85</w:t>
      </w:r>
    </w:p>
    <w:p w:rsidR="00CC15EB" w:rsidRDefault="00CC15EB" w:rsidP="00AC7755">
      <w:pPr>
        <w:pStyle w:val="libFootnote0"/>
        <w:rPr>
          <w:rtl/>
        </w:rPr>
      </w:pPr>
      <w:r>
        <w:rPr>
          <w:rtl/>
        </w:rPr>
        <w:t>-</w:t>
      </w:r>
      <w:r w:rsidR="00D45E0E" w:rsidRPr="007277FF">
        <w:rPr>
          <w:rtl/>
        </w:rPr>
        <w:t xml:space="preserve"> 937</w:t>
      </w:r>
      <w:r>
        <w:rPr>
          <w:rtl/>
        </w:rPr>
        <w:t xml:space="preserve"> - </w:t>
      </w:r>
      <w:r w:rsidR="00D45E0E" w:rsidRPr="007277FF">
        <w:rPr>
          <w:rtl/>
        </w:rPr>
        <w:t>الفقيه ج 4 ص 94</w:t>
      </w:r>
    </w:p>
    <w:p w:rsidR="00CC15EB" w:rsidRDefault="00CC15EB" w:rsidP="00AC7755">
      <w:pPr>
        <w:pStyle w:val="libFootnote0"/>
        <w:rPr>
          <w:rtl/>
        </w:rPr>
      </w:pPr>
      <w:r>
        <w:rPr>
          <w:rtl/>
        </w:rPr>
        <w:t>-</w:t>
      </w:r>
      <w:r w:rsidR="00D45E0E" w:rsidRPr="007277FF">
        <w:rPr>
          <w:rtl/>
        </w:rPr>
        <w:t xml:space="preserve"> 938</w:t>
      </w:r>
      <w:r>
        <w:rPr>
          <w:rtl/>
        </w:rPr>
        <w:t xml:space="preserve"> - </w:t>
      </w:r>
      <w:r w:rsidR="00D45E0E" w:rsidRPr="007277FF">
        <w:rPr>
          <w:rtl/>
        </w:rPr>
        <w:t>الفقيه ج 4 ص 90</w:t>
      </w:r>
    </w:p>
    <w:p w:rsidR="00AC7755" w:rsidRDefault="00CC15EB" w:rsidP="00AC7755">
      <w:pPr>
        <w:pStyle w:val="libFootnote0"/>
        <w:rPr>
          <w:rtl/>
        </w:rPr>
      </w:pPr>
      <w:r>
        <w:rPr>
          <w:rtl/>
        </w:rPr>
        <w:t>-</w:t>
      </w:r>
      <w:r w:rsidR="00D45E0E" w:rsidRPr="00DA0376">
        <w:rPr>
          <w:rtl/>
        </w:rPr>
        <w:t xml:space="preserve"> 941</w:t>
      </w:r>
      <w:r>
        <w:rPr>
          <w:rtl/>
        </w:rPr>
        <w:t xml:space="preserve"> - </w:t>
      </w:r>
      <w:r w:rsidR="00D45E0E" w:rsidRPr="00DA0376">
        <w:rPr>
          <w:rtl/>
        </w:rPr>
        <w:t>الكافي ج 2 ص 323</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(942) 14</w:t>
      </w:r>
      <w:r w:rsidR="00CC15EB">
        <w:rPr>
          <w:rtl/>
        </w:rPr>
        <w:t xml:space="preserve"> - </w:t>
      </w:r>
      <w:r w:rsidRPr="00D95A45">
        <w:rPr>
          <w:rtl/>
        </w:rPr>
        <w:t xml:space="preserve">احمد بن محمد عن علي بن الحكم عن علي بن ابى حمزة عن ابي بصير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يقتل الاب بابنه إذا قتله ويقتل الابن بابيه إذا قتل اباه.</w:t>
      </w:r>
    </w:p>
    <w:p w:rsidR="00AC7755" w:rsidRDefault="00D45E0E" w:rsidP="00AC7755">
      <w:pPr>
        <w:pStyle w:val="libNormal"/>
        <w:rPr>
          <w:rtl/>
        </w:rPr>
      </w:pPr>
      <w:r w:rsidRPr="00D95A45">
        <w:rPr>
          <w:rtl/>
        </w:rPr>
        <w:t>(943) 15</w:t>
      </w:r>
      <w:r w:rsidR="00CC15EB">
        <w:rPr>
          <w:rtl/>
        </w:rPr>
        <w:t xml:space="preserve"> - </w:t>
      </w:r>
      <w:r w:rsidRPr="00D95A45">
        <w:rPr>
          <w:rtl/>
        </w:rPr>
        <w:t xml:space="preserve">علي عن ابيه عن ابن ابى عمير عن حماد عن الحلبي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الرجل يقتل ابنه أيقتل به</w:t>
      </w:r>
      <w:r>
        <w:rPr>
          <w:rtl/>
        </w:rPr>
        <w:t>؟</w:t>
      </w:r>
      <w:r w:rsidRPr="00D95A45">
        <w:rPr>
          <w:rtl/>
        </w:rPr>
        <w:t xml:space="preserve"> قال</w:t>
      </w:r>
      <w:r w:rsidR="00CC15EB">
        <w:rPr>
          <w:rtl/>
        </w:rPr>
        <w:t>:</w:t>
      </w:r>
      <w:r>
        <w:rPr>
          <w:rtl/>
        </w:rPr>
        <w:t xml:space="preserve"> </w:t>
      </w:r>
      <w:r w:rsidRPr="00D95A45">
        <w:rPr>
          <w:rtl/>
        </w:rPr>
        <w:t>لا.</w:t>
      </w:r>
    </w:p>
    <w:p w:rsidR="00AC7755" w:rsidRDefault="00D45E0E" w:rsidP="00AC7755">
      <w:pPr>
        <w:pStyle w:val="libNormal"/>
        <w:rPr>
          <w:rtl/>
        </w:rPr>
      </w:pPr>
      <w:r w:rsidRPr="00D95A45">
        <w:rPr>
          <w:rtl/>
        </w:rPr>
        <w:t>(944) 16</w:t>
      </w:r>
      <w:r w:rsidR="00CC15EB">
        <w:rPr>
          <w:rtl/>
        </w:rPr>
        <w:t xml:space="preserve"> - </w:t>
      </w:r>
      <w:r w:rsidRPr="00D95A45">
        <w:rPr>
          <w:rtl/>
        </w:rPr>
        <w:t>الحسن بن محبوب عن علي بن رئاب عن ابى عبيدة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رجل قتل امه قال</w:t>
      </w:r>
      <w:r w:rsidR="00CC15EB">
        <w:rPr>
          <w:rtl/>
        </w:rPr>
        <w:t>:</w:t>
      </w:r>
      <w:r>
        <w:rPr>
          <w:rtl/>
        </w:rPr>
        <w:t xml:space="preserve"> </w:t>
      </w:r>
      <w:r w:rsidRPr="00D95A45">
        <w:rPr>
          <w:rtl/>
        </w:rPr>
        <w:t>يقتل بها صاغرا ولا اظن قتله كفارة ولا يرثها.</w:t>
      </w:r>
    </w:p>
    <w:p w:rsidR="00AC7755" w:rsidRDefault="00D45E0E" w:rsidP="00AC7755">
      <w:pPr>
        <w:pStyle w:val="libNormal"/>
        <w:rPr>
          <w:rtl/>
        </w:rPr>
      </w:pPr>
      <w:r w:rsidRPr="00D95A45">
        <w:rPr>
          <w:rtl/>
        </w:rPr>
        <w:t>(945) 17</w:t>
      </w:r>
      <w:r w:rsidR="00CC15EB">
        <w:rPr>
          <w:rtl/>
        </w:rPr>
        <w:t xml:space="preserve"> - </w:t>
      </w:r>
      <w:r w:rsidRPr="00D95A45">
        <w:rPr>
          <w:rtl/>
        </w:rPr>
        <w:t xml:space="preserve">الحسين بن سعيد عن يوسف بن عقيل عن محمد بن قيس عن ابى جعفر </w:t>
      </w:r>
      <w:r w:rsidR="00AC7755" w:rsidRPr="00AC7755">
        <w:rPr>
          <w:rStyle w:val="libAlaemChar"/>
          <w:rtl/>
        </w:rPr>
        <w:t>عليه‌السلام</w:t>
      </w:r>
      <w:r w:rsidRPr="00D95A45">
        <w:rPr>
          <w:rtl/>
        </w:rPr>
        <w:t xml:space="preserve"> انه قال في رجل قتل امه قال</w:t>
      </w:r>
      <w:r w:rsidR="00CC15EB">
        <w:rPr>
          <w:rtl/>
        </w:rPr>
        <w:t>:</w:t>
      </w:r>
      <w:r>
        <w:rPr>
          <w:rtl/>
        </w:rPr>
        <w:t xml:space="preserve"> </w:t>
      </w:r>
      <w:r w:rsidRPr="00D95A45">
        <w:rPr>
          <w:rtl/>
        </w:rPr>
        <w:t>إذا كان خطأ فان له نصيبه من ميراثها وان كان قتلها متعمدا فلا يرث منها شيئا.</w:t>
      </w:r>
    </w:p>
    <w:p w:rsidR="00AC7755" w:rsidRDefault="00D45E0E" w:rsidP="00AC7755">
      <w:pPr>
        <w:pStyle w:val="libNormal"/>
        <w:rPr>
          <w:rtl/>
        </w:rPr>
      </w:pPr>
      <w:r w:rsidRPr="00D95A45">
        <w:rPr>
          <w:rtl/>
        </w:rPr>
        <w:t>(946) 18</w:t>
      </w:r>
      <w:r w:rsidR="00CC15EB">
        <w:rPr>
          <w:rtl/>
        </w:rPr>
        <w:t xml:space="preserve"> - </w:t>
      </w:r>
      <w:r w:rsidRPr="00D95A45">
        <w:rPr>
          <w:rtl/>
        </w:rPr>
        <w:t>يونس عن محمد بن سنان عن العلا بن الفضيل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لا يقتل الوالد بولده</w:t>
      </w:r>
      <w:r w:rsidR="00CC15EB">
        <w:rPr>
          <w:rtl/>
        </w:rPr>
        <w:t>،</w:t>
      </w:r>
      <w:r>
        <w:rPr>
          <w:rtl/>
        </w:rPr>
        <w:t xml:space="preserve"> </w:t>
      </w:r>
      <w:r w:rsidRPr="00D95A45">
        <w:rPr>
          <w:rtl/>
        </w:rPr>
        <w:t>ويقتل الولد بوالده</w:t>
      </w:r>
      <w:r w:rsidR="00CC15EB">
        <w:rPr>
          <w:rtl/>
        </w:rPr>
        <w:t>،</w:t>
      </w:r>
      <w:r>
        <w:rPr>
          <w:rtl/>
        </w:rPr>
        <w:t xml:space="preserve"> </w:t>
      </w:r>
      <w:r w:rsidRPr="00D95A45">
        <w:rPr>
          <w:rtl/>
        </w:rPr>
        <w:t>ولا يرث الرجل الرجل إذا قتله وان كان خطأ.</w:t>
      </w:r>
    </w:p>
    <w:p w:rsidR="00AC7755" w:rsidRDefault="00D45E0E" w:rsidP="00AC7755">
      <w:pPr>
        <w:pStyle w:val="libNormal"/>
        <w:rPr>
          <w:rtl/>
        </w:rPr>
      </w:pPr>
      <w:r w:rsidRPr="00D95A45">
        <w:rPr>
          <w:rtl/>
        </w:rPr>
        <w:t xml:space="preserve"> قال محمد بن الحسن</w:t>
      </w:r>
      <w:r w:rsidR="00CC15EB">
        <w:rPr>
          <w:rtl/>
        </w:rPr>
        <w:t>:</w:t>
      </w:r>
      <w:r>
        <w:rPr>
          <w:rtl/>
        </w:rPr>
        <w:t xml:space="preserve"> </w:t>
      </w:r>
      <w:r w:rsidRPr="00D95A45">
        <w:rPr>
          <w:rtl/>
        </w:rPr>
        <w:t>قد بينا في كتاب الفرائض الوجه في الجمع بين هذين الخبرين فلا وجه لاعادته.</w:t>
      </w:r>
    </w:p>
    <w:p w:rsidR="00AC7755" w:rsidRDefault="00D45E0E" w:rsidP="00AC7755">
      <w:pPr>
        <w:pStyle w:val="libNormal"/>
        <w:rPr>
          <w:rtl/>
        </w:rPr>
      </w:pPr>
      <w:r w:rsidRPr="00D95A45">
        <w:rPr>
          <w:rtl/>
        </w:rPr>
        <w:t>(947) 19</w:t>
      </w:r>
      <w:r w:rsidR="00CC15EB">
        <w:rPr>
          <w:rtl/>
        </w:rPr>
        <w:t xml:space="preserve"> - </w:t>
      </w:r>
      <w:r w:rsidRPr="00D95A45">
        <w:rPr>
          <w:rtl/>
        </w:rPr>
        <w:t>الحسن بن محبوب عن ابي ايوب عن سليمان بن خالد</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924</w:t>
      </w:r>
      <w:r>
        <w:rPr>
          <w:rtl/>
        </w:rPr>
        <w:t xml:space="preserve"> - </w:t>
      </w:r>
      <w:r w:rsidR="00D45E0E" w:rsidRPr="00D95A45">
        <w:rPr>
          <w:rtl/>
        </w:rPr>
        <w:t>الكافي ج 2 ص 323 الفقيه ج 4 ص 89</w:t>
      </w:r>
    </w:p>
    <w:p w:rsidR="00CC15EB" w:rsidRDefault="00CC15EB" w:rsidP="00AC7755">
      <w:pPr>
        <w:pStyle w:val="libFootnote0"/>
        <w:rPr>
          <w:rtl/>
        </w:rPr>
      </w:pPr>
      <w:r>
        <w:rPr>
          <w:rtl/>
        </w:rPr>
        <w:t>-</w:t>
      </w:r>
      <w:r w:rsidR="00D45E0E" w:rsidRPr="007277FF">
        <w:rPr>
          <w:rtl/>
        </w:rPr>
        <w:t xml:space="preserve"> 943</w:t>
      </w:r>
      <w:r>
        <w:rPr>
          <w:rtl/>
        </w:rPr>
        <w:t xml:space="preserve"> - </w:t>
      </w:r>
      <w:r w:rsidR="00D45E0E" w:rsidRPr="007277FF">
        <w:rPr>
          <w:rtl/>
        </w:rPr>
        <w:t>944</w:t>
      </w:r>
      <w:r>
        <w:rPr>
          <w:rtl/>
        </w:rPr>
        <w:t xml:space="preserve"> - </w:t>
      </w:r>
      <w:r w:rsidR="00D45E0E" w:rsidRPr="007277FF">
        <w:rPr>
          <w:rtl/>
        </w:rPr>
        <w:t>الكافي ج 2 ص 323 واخرج الثاني الصدوق في الفقيه ج 4 ص 90</w:t>
      </w:r>
    </w:p>
    <w:p w:rsidR="00CC15EB" w:rsidRDefault="00CC15EB" w:rsidP="00AC7755">
      <w:pPr>
        <w:pStyle w:val="libFootnote0"/>
        <w:rPr>
          <w:rtl/>
        </w:rPr>
      </w:pPr>
      <w:r>
        <w:rPr>
          <w:rtl/>
        </w:rPr>
        <w:t>-</w:t>
      </w:r>
      <w:r w:rsidR="00D45E0E" w:rsidRPr="007277FF">
        <w:rPr>
          <w:rtl/>
        </w:rPr>
        <w:t xml:space="preserve"> 945</w:t>
      </w:r>
      <w:r>
        <w:rPr>
          <w:rtl/>
        </w:rPr>
        <w:t xml:space="preserve"> - </w:t>
      </w:r>
      <w:r w:rsidR="00D45E0E" w:rsidRPr="007277FF">
        <w:rPr>
          <w:rtl/>
        </w:rPr>
        <w:t>الاستبصار ج 4 ص 193 الفقيه ج 4 ص 89</w:t>
      </w:r>
    </w:p>
    <w:p w:rsidR="00CC15EB" w:rsidRDefault="00CC15EB" w:rsidP="00AC7755">
      <w:pPr>
        <w:pStyle w:val="libFootnote0"/>
        <w:rPr>
          <w:rtl/>
        </w:rPr>
      </w:pPr>
      <w:r>
        <w:rPr>
          <w:rtl/>
        </w:rPr>
        <w:t>-</w:t>
      </w:r>
      <w:r w:rsidR="00D45E0E" w:rsidRPr="007277FF">
        <w:rPr>
          <w:rtl/>
        </w:rPr>
        <w:t xml:space="preserve"> 946</w:t>
      </w:r>
      <w:r>
        <w:rPr>
          <w:rtl/>
        </w:rPr>
        <w:t xml:space="preserve"> - </w:t>
      </w:r>
      <w:r w:rsidR="00D45E0E" w:rsidRPr="007277FF">
        <w:rPr>
          <w:rtl/>
        </w:rPr>
        <w:t>الكافي ج 2 ص 323</w:t>
      </w:r>
    </w:p>
    <w:p w:rsidR="00AC7755" w:rsidRDefault="00CC15EB" w:rsidP="00AC7755">
      <w:pPr>
        <w:pStyle w:val="libFootnote0"/>
        <w:rPr>
          <w:rtl/>
        </w:rPr>
      </w:pPr>
      <w:r>
        <w:rPr>
          <w:rtl/>
        </w:rPr>
        <w:t>-</w:t>
      </w:r>
      <w:r w:rsidR="00D45E0E" w:rsidRPr="00DA0376">
        <w:rPr>
          <w:rtl/>
        </w:rPr>
        <w:t xml:space="preserve"> 947</w:t>
      </w:r>
      <w:r>
        <w:rPr>
          <w:rtl/>
        </w:rPr>
        <w:t xml:space="preserve"> - </w:t>
      </w:r>
      <w:r w:rsidR="00D45E0E" w:rsidRPr="00DA0376">
        <w:rPr>
          <w:rtl/>
        </w:rPr>
        <w:t>الكافي ج 2 ص 337 الفقيه ج 4 ص 233 بسند آخر فيهما وبدون الذيل في الثاني</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قال</w:t>
      </w:r>
      <w:r w:rsidR="00CC15EB">
        <w:rPr>
          <w:rtl/>
        </w:rPr>
        <w:t>:</w:t>
      </w:r>
      <w:r>
        <w:rPr>
          <w:rtl/>
        </w:rPr>
        <w:t xml:space="preserve"> </w:t>
      </w:r>
      <w:r w:rsidRPr="00DA0376">
        <w:rPr>
          <w:rtl/>
        </w:rPr>
        <w:t xml:space="preserve">سألت ابا عبد الله </w:t>
      </w:r>
      <w:r w:rsidR="00AC7755" w:rsidRPr="00AC7755">
        <w:rPr>
          <w:rStyle w:val="libAlaemChar"/>
          <w:rtl/>
        </w:rPr>
        <w:t>عليه‌السلام</w:t>
      </w:r>
      <w:r w:rsidRPr="00DA0376">
        <w:rPr>
          <w:rtl/>
        </w:rPr>
        <w:t xml:space="preserve"> عن رجل ضرب ابنته وهي حامل فطرحت ولدها فاستعدي زوج المرأة على ابيها فقالت المرأة</w:t>
      </w:r>
      <w:r w:rsidR="00CC15EB">
        <w:rPr>
          <w:rtl/>
        </w:rPr>
        <w:t>:</w:t>
      </w:r>
      <w:r>
        <w:rPr>
          <w:rtl/>
        </w:rPr>
        <w:t xml:space="preserve"> </w:t>
      </w:r>
      <w:r w:rsidRPr="00DA0376">
        <w:rPr>
          <w:rtl/>
        </w:rPr>
        <w:t>ان كان لهذا السقط دية فان ميراثي منه هبة لابي فقال</w:t>
      </w:r>
      <w:r w:rsidR="00CC15EB">
        <w:rPr>
          <w:rtl/>
        </w:rPr>
        <w:t>:</w:t>
      </w:r>
      <w:r>
        <w:rPr>
          <w:rtl/>
        </w:rPr>
        <w:t xml:space="preserve"> </w:t>
      </w:r>
      <w:r w:rsidRPr="00DA0376">
        <w:rPr>
          <w:rtl/>
        </w:rPr>
        <w:t>يجوز لابيها ما جعلت له من حظها</w:t>
      </w:r>
      <w:r w:rsidR="00CC15EB">
        <w:rPr>
          <w:rtl/>
        </w:rPr>
        <w:t>،</w:t>
      </w:r>
      <w:r>
        <w:rPr>
          <w:rtl/>
        </w:rPr>
        <w:t xml:space="preserve"> </w:t>
      </w:r>
      <w:r w:rsidRPr="00DA0376">
        <w:rPr>
          <w:rtl/>
        </w:rPr>
        <w:t>قال</w:t>
      </w:r>
      <w:r w:rsidR="00CC15EB">
        <w:rPr>
          <w:rtl/>
        </w:rPr>
        <w:t>:</w:t>
      </w:r>
      <w:r>
        <w:rPr>
          <w:rtl/>
        </w:rPr>
        <w:t xml:space="preserve"> </w:t>
      </w:r>
      <w:r w:rsidRPr="00DA0376">
        <w:rPr>
          <w:rtl/>
        </w:rPr>
        <w:t>ويؤدي ابوها الى زوجها ثلثي دية السقط.</w:t>
      </w:r>
    </w:p>
    <w:p w:rsidR="00AC7755" w:rsidRDefault="00D45E0E" w:rsidP="00AC7755">
      <w:pPr>
        <w:pStyle w:val="libNormal"/>
        <w:rPr>
          <w:rtl/>
        </w:rPr>
      </w:pPr>
      <w:r w:rsidRPr="00D95A45">
        <w:rPr>
          <w:rtl/>
        </w:rPr>
        <w:t>(948) 20</w:t>
      </w:r>
      <w:r w:rsidR="00CC15EB">
        <w:rPr>
          <w:rtl/>
        </w:rPr>
        <w:t xml:space="preserve"> - </w:t>
      </w:r>
      <w:r w:rsidRPr="00D95A45">
        <w:rPr>
          <w:rtl/>
        </w:rPr>
        <w:t>الحسين بن سعيد عن ابن ابي عمير عن حماد عن الحلبي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الرجل يقتل ابنه أيقتل به</w:t>
      </w:r>
      <w:r w:rsidR="00CC15EB">
        <w:rPr>
          <w:rtl/>
        </w:rPr>
        <w:t>،</w:t>
      </w:r>
      <w:r>
        <w:rPr>
          <w:rtl/>
        </w:rPr>
        <w:t xml:space="preserve"> </w:t>
      </w:r>
      <w:r w:rsidRPr="00D95A45">
        <w:rPr>
          <w:rtl/>
        </w:rPr>
        <w:t>قال</w:t>
      </w:r>
      <w:r w:rsidR="00CC15EB">
        <w:rPr>
          <w:rtl/>
        </w:rPr>
        <w:t>:</w:t>
      </w:r>
      <w:r>
        <w:rPr>
          <w:rtl/>
        </w:rPr>
        <w:t xml:space="preserve"> </w:t>
      </w:r>
      <w:r w:rsidRPr="00D95A45">
        <w:rPr>
          <w:rtl/>
        </w:rPr>
        <w:t>لا ولا يرث أحدهما الآخر إذا قتله.</w:t>
      </w:r>
    </w:p>
    <w:p w:rsidR="00AC7755" w:rsidRDefault="00D45E0E" w:rsidP="00AC7755">
      <w:pPr>
        <w:pStyle w:val="libNormal"/>
        <w:rPr>
          <w:rtl/>
        </w:rPr>
      </w:pPr>
      <w:r w:rsidRPr="00D95A45">
        <w:rPr>
          <w:rtl/>
        </w:rPr>
        <w:t>(949) 21</w:t>
      </w:r>
      <w:r w:rsidR="00CC15EB">
        <w:rPr>
          <w:rtl/>
        </w:rPr>
        <w:t xml:space="preserve"> - </w:t>
      </w:r>
      <w:r w:rsidRPr="00D95A45">
        <w:rPr>
          <w:rtl/>
        </w:rPr>
        <w:t>الحسن بن محبوب عن علي بن رئاب عن ابي عبيدة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امرأة شربت دواءا عمدا وهي حامل ولم يعلم بذلك زوجها فالفت ولدها فقال</w:t>
      </w:r>
      <w:r w:rsidR="00CC15EB">
        <w:rPr>
          <w:rtl/>
        </w:rPr>
        <w:t>:</w:t>
      </w:r>
      <w:r>
        <w:rPr>
          <w:rtl/>
        </w:rPr>
        <w:t xml:space="preserve"> </w:t>
      </w:r>
      <w:r w:rsidRPr="00D95A45">
        <w:rPr>
          <w:rtl/>
        </w:rPr>
        <w:t>ان كان له عظم قد نبت عليه اللحم فعليها ديته تسلمها إلى ابيه</w:t>
      </w:r>
      <w:r w:rsidR="00CC15EB">
        <w:rPr>
          <w:rtl/>
        </w:rPr>
        <w:t>،</w:t>
      </w:r>
      <w:r>
        <w:rPr>
          <w:rtl/>
        </w:rPr>
        <w:t xml:space="preserve"> </w:t>
      </w:r>
      <w:r w:rsidRPr="00D95A45">
        <w:rPr>
          <w:rtl/>
        </w:rPr>
        <w:t>وان كان جنينا علقة أو مضغة فان عليها اربعين دينارا أو غرة تؤديها الى ابيه. قلت له</w:t>
      </w:r>
      <w:r w:rsidR="00CC15EB">
        <w:rPr>
          <w:rtl/>
        </w:rPr>
        <w:t>:</w:t>
      </w:r>
      <w:r>
        <w:rPr>
          <w:rtl/>
        </w:rPr>
        <w:t xml:space="preserve"> </w:t>
      </w:r>
      <w:r w:rsidRPr="00D95A45">
        <w:rPr>
          <w:rtl/>
        </w:rPr>
        <w:t>فهي لا ترث ولدها من ديته مع ابيه</w:t>
      </w:r>
      <w:r>
        <w:rPr>
          <w:rtl/>
        </w:rPr>
        <w:t>؟</w:t>
      </w:r>
      <w:r w:rsidRPr="00D95A45">
        <w:rPr>
          <w:rtl/>
        </w:rPr>
        <w:t xml:space="preserve"> قال</w:t>
      </w:r>
      <w:r w:rsidR="00CC15EB">
        <w:rPr>
          <w:rtl/>
        </w:rPr>
        <w:t>:</w:t>
      </w:r>
      <w:r>
        <w:rPr>
          <w:rtl/>
        </w:rPr>
        <w:t xml:space="preserve"> </w:t>
      </w:r>
      <w:r w:rsidRPr="00D95A45">
        <w:rPr>
          <w:rtl/>
        </w:rPr>
        <w:t>لا لأنها قتلته فلا ترثه.</w:t>
      </w:r>
    </w:p>
    <w:p w:rsidR="00AC7755" w:rsidRDefault="00D45E0E" w:rsidP="00AC7755">
      <w:pPr>
        <w:pStyle w:val="libNormal"/>
        <w:rPr>
          <w:rtl/>
        </w:rPr>
      </w:pPr>
      <w:r w:rsidRPr="00D95A45">
        <w:rPr>
          <w:rtl/>
        </w:rPr>
        <w:t>(950) 22</w:t>
      </w:r>
      <w:r w:rsidR="00CC15EB">
        <w:rPr>
          <w:rtl/>
        </w:rPr>
        <w:t xml:space="preserve"> - </w:t>
      </w:r>
      <w:r w:rsidRPr="00D95A45">
        <w:rPr>
          <w:rtl/>
        </w:rPr>
        <w:t xml:space="preserve">محمد بن احمد بن يحيى عن الحسن بن موسى الخشاب عن غياث بن كلوب عن عمار عن جعفر عن ابيه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كان يقول</w:t>
      </w:r>
      <w:r w:rsidR="00CC15EB">
        <w:rPr>
          <w:rtl/>
        </w:rPr>
        <w:t>:</w:t>
      </w:r>
      <w:r>
        <w:rPr>
          <w:rtl/>
        </w:rPr>
        <w:t xml:space="preserve"> </w:t>
      </w:r>
      <w:r w:rsidRPr="00D95A45">
        <w:rPr>
          <w:rtl/>
        </w:rPr>
        <w:t>لا يقتل والد بولده إذا قتله ويقتل الولد بالوالد إذا قتله</w:t>
      </w:r>
      <w:r w:rsidR="00CC15EB">
        <w:rPr>
          <w:rtl/>
        </w:rPr>
        <w:t>،</w:t>
      </w:r>
      <w:r>
        <w:rPr>
          <w:rtl/>
        </w:rPr>
        <w:t xml:space="preserve"> </w:t>
      </w:r>
      <w:r w:rsidRPr="00D95A45">
        <w:rPr>
          <w:rtl/>
        </w:rPr>
        <w:t>ولا يحد الوالد للولد إذا قذفه</w:t>
      </w:r>
      <w:r w:rsidR="00CC15EB">
        <w:rPr>
          <w:rtl/>
        </w:rPr>
        <w:t>،</w:t>
      </w:r>
      <w:r>
        <w:rPr>
          <w:rtl/>
        </w:rPr>
        <w:t xml:space="preserve"> </w:t>
      </w:r>
      <w:r w:rsidRPr="00D95A45">
        <w:rPr>
          <w:rtl/>
        </w:rPr>
        <w:t>ويحد الولد للوالد إذا قذفه.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948</w:t>
      </w:r>
      <w:r>
        <w:rPr>
          <w:rtl/>
        </w:rPr>
        <w:t xml:space="preserve"> - </w:t>
      </w:r>
      <w:r w:rsidR="00D45E0E" w:rsidRPr="00D95A45">
        <w:rPr>
          <w:rtl/>
        </w:rPr>
        <w:t>الكافي ج 2 ص 276</w:t>
      </w:r>
    </w:p>
    <w:p w:rsidR="00AC7755" w:rsidRDefault="00CC15EB" w:rsidP="00AC7755">
      <w:pPr>
        <w:pStyle w:val="libFootnote0"/>
        <w:rPr>
          <w:rtl/>
        </w:rPr>
      </w:pPr>
      <w:r>
        <w:rPr>
          <w:rtl/>
        </w:rPr>
        <w:t>-</w:t>
      </w:r>
      <w:r w:rsidR="00D45E0E" w:rsidRPr="00DA0376">
        <w:rPr>
          <w:rtl/>
        </w:rPr>
        <w:t xml:space="preserve"> 949</w:t>
      </w:r>
      <w:r>
        <w:rPr>
          <w:rtl/>
        </w:rPr>
        <w:t xml:space="preserve"> - </w:t>
      </w:r>
      <w:r w:rsidR="00D45E0E" w:rsidRPr="00DA0376">
        <w:rPr>
          <w:rtl/>
        </w:rPr>
        <w:t>الكافي ج 2 ص 275 الفقيه ج 4 ص 233</w:t>
      </w:r>
    </w:p>
    <w:p w:rsidR="00AC7755" w:rsidRDefault="00AC7755" w:rsidP="00AC7755">
      <w:pPr>
        <w:pStyle w:val="libNormal"/>
        <w:rPr>
          <w:rtl/>
        </w:rPr>
      </w:pPr>
      <w:r>
        <w:rPr>
          <w:rtl/>
        </w:rPr>
        <w:br w:type="page"/>
      </w:r>
    </w:p>
    <w:p w:rsidR="00AC7755" w:rsidRDefault="00D45E0E" w:rsidP="00CA44E1">
      <w:pPr>
        <w:pStyle w:val="Heading2Center"/>
        <w:rPr>
          <w:rtl/>
        </w:rPr>
      </w:pPr>
      <w:bookmarkStart w:id="21" w:name="_Toc394318285"/>
      <w:r>
        <w:rPr>
          <w:rFonts w:hint="cs"/>
          <w:rtl/>
        </w:rPr>
        <w:lastRenderedPageBreak/>
        <w:t>20</w:t>
      </w:r>
      <w:r w:rsidR="00CC15EB">
        <w:rPr>
          <w:rtl/>
        </w:rPr>
        <w:t xml:space="preserve"> - </w:t>
      </w:r>
      <w:r w:rsidRPr="007277FF">
        <w:rPr>
          <w:rtl/>
        </w:rPr>
        <w:t>باب الاشتراك في الجنايات</w:t>
      </w:r>
      <w:bookmarkEnd w:id="21"/>
    </w:p>
    <w:p w:rsidR="00AC7755" w:rsidRDefault="00D45E0E" w:rsidP="00AC7755">
      <w:pPr>
        <w:pStyle w:val="libNormal"/>
        <w:rPr>
          <w:rtl/>
        </w:rPr>
      </w:pPr>
      <w:r w:rsidRPr="00D95A45">
        <w:rPr>
          <w:rtl/>
        </w:rPr>
        <w:t>(951) 1</w:t>
      </w:r>
      <w:r w:rsidR="00CC15EB">
        <w:rPr>
          <w:rtl/>
        </w:rPr>
        <w:t xml:space="preserve"> - </w:t>
      </w:r>
      <w:r w:rsidRPr="00D95A45">
        <w:rPr>
          <w:rtl/>
        </w:rPr>
        <w:t xml:space="preserve">الحسين بن سعيد عن النضر عن عاصم عن محمد بن قيس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اربعة نفر إطلعوا في زبية الاسد فخر احدهم فاستمسك الثاني بالثالث واستمسك الثالث بالرابع فقضى بالاول فريسة الأسد وغرم اهله ثلث الدية لاهل الثاني</w:t>
      </w:r>
      <w:r w:rsidR="00CC15EB">
        <w:rPr>
          <w:rtl/>
        </w:rPr>
        <w:t>،</w:t>
      </w:r>
      <w:r>
        <w:rPr>
          <w:rtl/>
        </w:rPr>
        <w:t xml:space="preserve"> </w:t>
      </w:r>
      <w:r w:rsidRPr="00D95A45">
        <w:rPr>
          <w:rtl/>
        </w:rPr>
        <w:t>وغرم الثاني لأهل الثالث ثلثي الدية</w:t>
      </w:r>
      <w:r w:rsidR="00CC15EB">
        <w:rPr>
          <w:rtl/>
        </w:rPr>
        <w:t>،</w:t>
      </w:r>
      <w:r>
        <w:rPr>
          <w:rtl/>
        </w:rPr>
        <w:t xml:space="preserve"> </w:t>
      </w:r>
      <w:r w:rsidRPr="00D95A45">
        <w:rPr>
          <w:rtl/>
        </w:rPr>
        <w:t>وغرم الثالث لأهل الرابع الدية كامله.</w:t>
      </w:r>
    </w:p>
    <w:p w:rsidR="00AC7755" w:rsidRDefault="00D45E0E" w:rsidP="00AC7755">
      <w:pPr>
        <w:pStyle w:val="libNormal"/>
        <w:rPr>
          <w:rtl/>
        </w:rPr>
      </w:pPr>
      <w:r w:rsidRPr="00D95A45">
        <w:rPr>
          <w:rtl/>
        </w:rPr>
        <w:t>(952) 2</w:t>
      </w:r>
      <w:r w:rsidR="00CC15EB">
        <w:rPr>
          <w:rtl/>
        </w:rPr>
        <w:t xml:space="preserve"> - </w:t>
      </w:r>
      <w:r w:rsidRPr="00D95A45">
        <w:rPr>
          <w:rtl/>
        </w:rPr>
        <w:t xml:space="preserve">سهل بن زياد عن محمد بن الحسن بن شمون عن عبد الله ابن عبد الرحمان الاصم عن مسمع بن عبد الملك عن ابي عبد الله </w:t>
      </w:r>
      <w:r w:rsidR="00AC7755" w:rsidRPr="00AC7755">
        <w:rPr>
          <w:rStyle w:val="libAlaemChar"/>
          <w:rtl/>
        </w:rPr>
        <w:t>عليه‌السلام</w:t>
      </w:r>
      <w:r w:rsidRPr="00D95A45">
        <w:rPr>
          <w:rtl/>
        </w:rPr>
        <w:t xml:space="preserve"> ان قوما احتفروا زبية الاسد باليمن فوقع فيها الاسد فازدحم الناس عليها ينظرون الى الاسد فوقع رجل فتعلق بآخر وتعلق الآخر بالآخر والآخر بالآخر فجرحهم الاسد فمنهم من مات من جراحة الاسد</w:t>
      </w:r>
      <w:r w:rsidR="00CC15EB">
        <w:rPr>
          <w:rtl/>
        </w:rPr>
        <w:t>،</w:t>
      </w:r>
      <w:r>
        <w:rPr>
          <w:rtl/>
        </w:rPr>
        <w:t xml:space="preserve"> </w:t>
      </w:r>
      <w:r w:rsidRPr="00D95A45">
        <w:rPr>
          <w:rtl/>
        </w:rPr>
        <w:t>ومنهم من اخرج فمات</w:t>
      </w:r>
      <w:r w:rsidR="00CC15EB">
        <w:rPr>
          <w:rtl/>
        </w:rPr>
        <w:t>،</w:t>
      </w:r>
      <w:r>
        <w:rPr>
          <w:rtl/>
        </w:rPr>
        <w:t xml:space="preserve"> </w:t>
      </w:r>
      <w:r w:rsidRPr="00D95A45">
        <w:rPr>
          <w:rtl/>
        </w:rPr>
        <w:t xml:space="preserve">فتشاجروا في ذلك حتى اخذوا السيوف فقال امير المؤمنين </w:t>
      </w:r>
      <w:r w:rsidR="00AC7755" w:rsidRPr="00AC7755">
        <w:rPr>
          <w:rStyle w:val="libAlaemChar"/>
          <w:rtl/>
        </w:rPr>
        <w:t>عليه‌السلام</w:t>
      </w:r>
      <w:r w:rsidR="00CC15EB">
        <w:rPr>
          <w:rtl/>
        </w:rPr>
        <w:t>:</w:t>
      </w:r>
      <w:r>
        <w:rPr>
          <w:rtl/>
        </w:rPr>
        <w:t xml:space="preserve"> </w:t>
      </w:r>
      <w:r w:rsidRPr="00D95A45">
        <w:rPr>
          <w:rtl/>
        </w:rPr>
        <w:t>هلموا أقضي بينكم فقضى</w:t>
      </w:r>
      <w:r w:rsidR="00CC15EB">
        <w:rPr>
          <w:rtl/>
        </w:rPr>
        <w:t>:</w:t>
      </w:r>
      <w:r>
        <w:rPr>
          <w:rtl/>
        </w:rPr>
        <w:t xml:space="preserve"> </w:t>
      </w:r>
      <w:r w:rsidRPr="00D95A45">
        <w:rPr>
          <w:rtl/>
        </w:rPr>
        <w:t>ان للاول ربع الدية</w:t>
      </w:r>
      <w:r w:rsidR="00CC15EB">
        <w:rPr>
          <w:rtl/>
        </w:rPr>
        <w:t>،</w:t>
      </w:r>
      <w:r>
        <w:rPr>
          <w:rtl/>
        </w:rPr>
        <w:t xml:space="preserve"> </w:t>
      </w:r>
      <w:r w:rsidRPr="00D95A45">
        <w:rPr>
          <w:rtl/>
        </w:rPr>
        <w:t>والثانى</w:t>
      </w:r>
      <w:r w:rsidR="00CC15EB">
        <w:rPr>
          <w:rtl/>
        </w:rPr>
        <w:t>:</w:t>
      </w:r>
      <w:r>
        <w:rPr>
          <w:rtl/>
        </w:rPr>
        <w:t xml:space="preserve"> </w:t>
      </w:r>
      <w:r w:rsidRPr="00D95A45">
        <w:rPr>
          <w:rtl/>
        </w:rPr>
        <w:t>ثلث الدية</w:t>
      </w:r>
      <w:r w:rsidR="00CC15EB">
        <w:rPr>
          <w:rtl/>
        </w:rPr>
        <w:t>،</w:t>
      </w:r>
      <w:r>
        <w:rPr>
          <w:rtl/>
        </w:rPr>
        <w:t xml:space="preserve"> </w:t>
      </w:r>
      <w:r w:rsidRPr="00D95A45">
        <w:rPr>
          <w:rtl/>
        </w:rPr>
        <w:t>والثالث</w:t>
      </w:r>
      <w:r w:rsidR="00CC15EB">
        <w:rPr>
          <w:rtl/>
        </w:rPr>
        <w:t>:</w:t>
      </w:r>
      <w:r>
        <w:rPr>
          <w:rtl/>
        </w:rPr>
        <w:t xml:space="preserve"> </w:t>
      </w:r>
      <w:r w:rsidRPr="00D95A45">
        <w:rPr>
          <w:rtl/>
        </w:rPr>
        <w:t>نصف الدية والرابع</w:t>
      </w:r>
      <w:r w:rsidR="00CC15EB">
        <w:rPr>
          <w:rtl/>
        </w:rPr>
        <w:t>:</w:t>
      </w:r>
      <w:r>
        <w:rPr>
          <w:rtl/>
        </w:rPr>
        <w:t xml:space="preserve"> </w:t>
      </w:r>
      <w:r w:rsidRPr="00D95A45">
        <w:rPr>
          <w:rtl/>
        </w:rPr>
        <w:t>الدية كاملة</w:t>
      </w:r>
      <w:r w:rsidR="00CC15EB">
        <w:rPr>
          <w:rtl/>
        </w:rPr>
        <w:t>،</w:t>
      </w:r>
      <w:r>
        <w:rPr>
          <w:rtl/>
        </w:rPr>
        <w:t xml:space="preserve"> </w:t>
      </w:r>
      <w:r w:rsidRPr="00D95A45">
        <w:rPr>
          <w:rtl/>
        </w:rPr>
        <w:t>وجعل ذلك على قبائل الذين ازدحموا</w:t>
      </w:r>
      <w:r w:rsidR="00CC15EB">
        <w:rPr>
          <w:rtl/>
        </w:rPr>
        <w:t>،</w:t>
      </w:r>
      <w:r>
        <w:rPr>
          <w:rtl/>
        </w:rPr>
        <w:t xml:space="preserve"> </w:t>
      </w:r>
      <w:r w:rsidRPr="00D95A45">
        <w:rPr>
          <w:rtl/>
        </w:rPr>
        <w:t xml:space="preserve">فرضي بعض القوم وسخط بعض فرفع ذلك إلى النبي </w:t>
      </w:r>
      <w:r w:rsidR="00AC7755" w:rsidRPr="00AC7755">
        <w:rPr>
          <w:rStyle w:val="libAlaemChar"/>
          <w:rtl/>
        </w:rPr>
        <w:t>صلى‌الله‌عليه‌وآله‌وسلم</w:t>
      </w:r>
      <w:r w:rsidRPr="00D95A45">
        <w:rPr>
          <w:rtl/>
        </w:rPr>
        <w:t xml:space="preserve"> واخبر بقضاء علي امير المؤمنين </w:t>
      </w:r>
      <w:r w:rsidR="00AC7755" w:rsidRPr="00AC7755">
        <w:rPr>
          <w:rStyle w:val="libAlaemChar"/>
          <w:rtl/>
        </w:rPr>
        <w:t>عليه‌السلام</w:t>
      </w:r>
      <w:r w:rsidRPr="00D95A45">
        <w:rPr>
          <w:rtl/>
        </w:rPr>
        <w:t xml:space="preserve"> فاجازه.</w:t>
      </w:r>
    </w:p>
    <w:p w:rsidR="00AC7755" w:rsidRDefault="00D45E0E" w:rsidP="00AC7755">
      <w:pPr>
        <w:pStyle w:val="libNormal"/>
        <w:rPr>
          <w:rtl/>
        </w:rPr>
      </w:pPr>
      <w:r w:rsidRPr="00D95A45">
        <w:rPr>
          <w:rtl/>
        </w:rPr>
        <w:t>(953) 3</w:t>
      </w:r>
      <w:r w:rsidR="00CC15EB">
        <w:rPr>
          <w:rtl/>
        </w:rPr>
        <w:t xml:space="preserve"> - </w:t>
      </w:r>
      <w:r w:rsidRPr="00D95A45">
        <w:rPr>
          <w:rtl/>
        </w:rPr>
        <w:t xml:space="preserve">علي بن ابراهيم عن ابيه عن النوفلي عن السكوني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رفع الى امير المؤمنين </w:t>
      </w:r>
      <w:r w:rsidR="00AC7755" w:rsidRPr="00AC7755">
        <w:rPr>
          <w:rStyle w:val="libAlaemChar"/>
          <w:rtl/>
        </w:rPr>
        <w:t>عليه‌السلام</w:t>
      </w:r>
      <w:r w:rsidRPr="00D95A45">
        <w:rPr>
          <w:rtl/>
        </w:rPr>
        <w:t xml:space="preserve"> ستة غلمان كانوا في الفرات فغرق واحد منهم فشهد ثلاثة منهم على اثنين انهما غرقاه</w:t>
      </w:r>
      <w:r w:rsidR="00CC15EB">
        <w:rPr>
          <w:rtl/>
        </w:rPr>
        <w:t>،</w:t>
      </w:r>
      <w:r>
        <w:rPr>
          <w:rtl/>
        </w:rPr>
        <w:t xml:space="preserve"> </w:t>
      </w:r>
      <w:r w:rsidRPr="00D95A45">
        <w:rPr>
          <w:rtl/>
        </w:rPr>
        <w:t>وشهد اثنان على الثلاثة</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951</w:t>
      </w:r>
      <w:r>
        <w:rPr>
          <w:rtl/>
        </w:rPr>
        <w:t xml:space="preserve"> -</w:t>
      </w:r>
      <w:r w:rsidR="00D45E0E" w:rsidRPr="00DA0376">
        <w:rPr>
          <w:rtl/>
        </w:rPr>
        <w:t xml:space="preserve"> 952</w:t>
      </w:r>
      <w:r>
        <w:rPr>
          <w:rtl/>
        </w:rPr>
        <w:t xml:space="preserve"> - </w:t>
      </w:r>
      <w:r w:rsidR="00D45E0E" w:rsidRPr="00DA0376">
        <w:rPr>
          <w:rtl/>
        </w:rPr>
        <w:t>953</w:t>
      </w:r>
      <w:r>
        <w:rPr>
          <w:rtl/>
        </w:rPr>
        <w:t xml:space="preserve"> - </w:t>
      </w:r>
      <w:r w:rsidR="00D45E0E" w:rsidRPr="00DA0376">
        <w:rPr>
          <w:rtl/>
        </w:rPr>
        <w:t>الكافي ج 2 ص 319 واخرج الاول والثالث الصدوق في الفقيه ج 4 ص 86</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انهم غرقوه فقضى علي </w:t>
      </w:r>
      <w:r w:rsidR="00AC7755" w:rsidRPr="00AC7755">
        <w:rPr>
          <w:rStyle w:val="libAlaemChar"/>
          <w:rtl/>
        </w:rPr>
        <w:t>عليه‌السلام</w:t>
      </w:r>
      <w:r w:rsidRPr="00DA0376">
        <w:rPr>
          <w:rtl/>
        </w:rPr>
        <w:t xml:space="preserve"> بالدية ثلاثة اخماس على الاثنين وخمسين على الثلاثة.</w:t>
      </w:r>
    </w:p>
    <w:p w:rsidR="00AC7755" w:rsidRDefault="00D45E0E" w:rsidP="00AC7755">
      <w:pPr>
        <w:pStyle w:val="libNormal"/>
        <w:rPr>
          <w:rtl/>
        </w:rPr>
      </w:pPr>
      <w:r w:rsidRPr="00D95A45">
        <w:rPr>
          <w:rtl/>
        </w:rPr>
        <w:t>(954) 4</w:t>
      </w:r>
      <w:r w:rsidR="00CC15EB">
        <w:rPr>
          <w:rtl/>
        </w:rPr>
        <w:t xml:space="preserve"> - </w:t>
      </w:r>
      <w:r w:rsidRPr="00D95A45">
        <w:rPr>
          <w:rtl/>
        </w:rPr>
        <w:t xml:space="preserve">الحسين بن سعيد ابن ابي نجران عن عاصم عن محمد ابن قيس عن ابى جعفر </w:t>
      </w:r>
      <w:r w:rsidR="00AC7755" w:rsidRPr="00AC7755">
        <w:rPr>
          <w:rStyle w:val="libAlaemChar"/>
          <w:rtl/>
        </w:rPr>
        <w:t>عليه‌السلام</w:t>
      </w:r>
      <w:r w:rsidRPr="00D95A45">
        <w:rPr>
          <w:rtl/>
        </w:rPr>
        <w:t xml:space="preserve"> عن علي </w:t>
      </w:r>
      <w:r w:rsidR="00AC7755" w:rsidRPr="00AC7755">
        <w:rPr>
          <w:rStyle w:val="libAlaemChar"/>
          <w:rtl/>
        </w:rPr>
        <w:t>عليه‌السلام</w:t>
      </w:r>
      <w:r w:rsidRPr="00D95A45">
        <w:rPr>
          <w:rtl/>
        </w:rPr>
        <w:t xml:space="preserve"> مثله.</w:t>
      </w:r>
    </w:p>
    <w:p w:rsidR="00AC7755" w:rsidRDefault="00D45E0E" w:rsidP="00AC7755">
      <w:pPr>
        <w:pStyle w:val="libNormal"/>
        <w:rPr>
          <w:rtl/>
        </w:rPr>
      </w:pPr>
      <w:r w:rsidRPr="00D95A45">
        <w:rPr>
          <w:rtl/>
        </w:rPr>
        <w:t>(955) 5</w:t>
      </w:r>
      <w:r w:rsidR="00CC15EB">
        <w:rPr>
          <w:rtl/>
        </w:rPr>
        <w:t xml:space="preserve"> - </w:t>
      </w:r>
      <w:r w:rsidRPr="00D95A45">
        <w:rPr>
          <w:rtl/>
        </w:rPr>
        <w:t xml:space="preserve">النوفلي عن السكوني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كان قوم يشربون فيسكرون فيتباعجون بسكاكين كانت معهم فرفعوا إلى امير المؤمنين </w:t>
      </w:r>
      <w:r w:rsidR="00AC7755" w:rsidRPr="00AC7755">
        <w:rPr>
          <w:rStyle w:val="libAlaemChar"/>
          <w:rtl/>
        </w:rPr>
        <w:t>عليه‌السلام</w:t>
      </w:r>
      <w:r w:rsidRPr="00D95A45">
        <w:rPr>
          <w:rtl/>
        </w:rPr>
        <w:t xml:space="preserve"> فسجنهم فمات منهم رجلان وبقي رجلان فقال اهل المقتولين</w:t>
      </w:r>
      <w:r w:rsidR="00CC15EB">
        <w:rPr>
          <w:rtl/>
        </w:rPr>
        <w:t>:</w:t>
      </w:r>
      <w:r>
        <w:rPr>
          <w:rtl/>
        </w:rPr>
        <w:t xml:space="preserve"> </w:t>
      </w:r>
      <w:r w:rsidRPr="00D95A45">
        <w:rPr>
          <w:rtl/>
        </w:rPr>
        <w:t xml:space="preserve">يا امير المؤمنين أقدهما بصاحبينا فقال علي </w:t>
      </w:r>
      <w:r w:rsidR="00AC7755" w:rsidRPr="00AC7755">
        <w:rPr>
          <w:rStyle w:val="libAlaemChar"/>
          <w:rtl/>
        </w:rPr>
        <w:t>عليه‌السلام</w:t>
      </w:r>
      <w:r w:rsidRPr="00D95A45">
        <w:rPr>
          <w:rtl/>
        </w:rPr>
        <w:t xml:space="preserve"> للقوم</w:t>
      </w:r>
      <w:r w:rsidR="00CC15EB">
        <w:rPr>
          <w:rtl/>
        </w:rPr>
        <w:t>:</w:t>
      </w:r>
      <w:r>
        <w:rPr>
          <w:rtl/>
        </w:rPr>
        <w:t xml:space="preserve"> </w:t>
      </w:r>
      <w:r w:rsidRPr="00D95A45">
        <w:rPr>
          <w:rtl/>
        </w:rPr>
        <w:t>ما ترون</w:t>
      </w:r>
      <w:r>
        <w:rPr>
          <w:rtl/>
        </w:rPr>
        <w:t>؟</w:t>
      </w:r>
      <w:r w:rsidRPr="00D95A45">
        <w:rPr>
          <w:rtl/>
        </w:rPr>
        <w:t xml:space="preserve"> قالوا نرى أن تقيدهما قال علي </w:t>
      </w:r>
      <w:r w:rsidR="00AC7755" w:rsidRPr="00AC7755">
        <w:rPr>
          <w:rStyle w:val="libAlaemChar"/>
          <w:rtl/>
        </w:rPr>
        <w:t>عليه‌السلام</w:t>
      </w:r>
      <w:r w:rsidR="00CC15EB">
        <w:rPr>
          <w:rtl/>
        </w:rPr>
        <w:t>:</w:t>
      </w:r>
      <w:r>
        <w:rPr>
          <w:rtl/>
        </w:rPr>
        <w:t xml:space="preserve"> </w:t>
      </w:r>
      <w:r w:rsidRPr="00D95A45">
        <w:rPr>
          <w:rtl/>
        </w:rPr>
        <w:t>فلعل ذينك اللذين ماتا قتل كل واحد منهما صاحبه</w:t>
      </w:r>
      <w:r>
        <w:rPr>
          <w:rtl/>
        </w:rPr>
        <w:t>؟</w:t>
      </w:r>
      <w:r w:rsidRPr="00D95A45">
        <w:rPr>
          <w:rtl/>
        </w:rPr>
        <w:t xml:space="preserve"> قالوا</w:t>
      </w:r>
      <w:r w:rsidR="00CC15EB">
        <w:rPr>
          <w:rtl/>
        </w:rPr>
        <w:t>:</w:t>
      </w:r>
      <w:r>
        <w:rPr>
          <w:rtl/>
        </w:rPr>
        <w:t xml:space="preserve"> </w:t>
      </w:r>
      <w:r w:rsidRPr="00D95A45">
        <w:rPr>
          <w:rtl/>
        </w:rPr>
        <w:t xml:space="preserve">لا ندرى فقال علي </w:t>
      </w:r>
      <w:r w:rsidR="00AC7755" w:rsidRPr="00AC7755">
        <w:rPr>
          <w:rStyle w:val="libAlaemChar"/>
          <w:rtl/>
        </w:rPr>
        <w:t>عليه‌السلام</w:t>
      </w:r>
      <w:r w:rsidR="00CC15EB">
        <w:rPr>
          <w:rtl/>
        </w:rPr>
        <w:t>:</w:t>
      </w:r>
      <w:r>
        <w:rPr>
          <w:rtl/>
        </w:rPr>
        <w:t xml:space="preserve"> </w:t>
      </w:r>
      <w:r w:rsidRPr="00D95A45">
        <w:rPr>
          <w:rtl/>
        </w:rPr>
        <w:t>بل اجعل دية المقتولين على قبائل الاربعة وآخذ دية جراحة الباقين من دية المقتولين</w:t>
      </w:r>
      <w:r w:rsidR="00CC15EB">
        <w:rPr>
          <w:rtl/>
        </w:rPr>
        <w:t>،</w:t>
      </w:r>
      <w:r>
        <w:rPr>
          <w:rtl/>
        </w:rPr>
        <w:t xml:space="preserve"> </w:t>
      </w:r>
      <w:r w:rsidRPr="00D95A45">
        <w:rPr>
          <w:rtl/>
        </w:rPr>
        <w:t>وذكر اسماعيل بن الحجاج بن ارطاة عن سماك بن حرب عن عبد الله بن ابي الجعد قال</w:t>
      </w:r>
      <w:r w:rsidR="00CC15EB">
        <w:rPr>
          <w:rtl/>
        </w:rPr>
        <w:t>:</w:t>
      </w:r>
      <w:r>
        <w:rPr>
          <w:rtl/>
        </w:rPr>
        <w:t xml:space="preserve"> </w:t>
      </w:r>
      <w:r w:rsidRPr="00D95A45">
        <w:rPr>
          <w:rtl/>
        </w:rPr>
        <w:t xml:space="preserve">كنت انا رابعهم فقضى علي </w:t>
      </w:r>
      <w:r w:rsidR="00AC7755" w:rsidRPr="00AC7755">
        <w:rPr>
          <w:rStyle w:val="libAlaemChar"/>
          <w:rtl/>
        </w:rPr>
        <w:t>عليه‌السلام</w:t>
      </w:r>
      <w:r w:rsidRPr="00D95A45">
        <w:rPr>
          <w:rtl/>
        </w:rPr>
        <w:t xml:space="preserve"> هذه القضية فينا.</w:t>
      </w:r>
    </w:p>
    <w:p w:rsidR="00AC7755" w:rsidRDefault="00D45E0E" w:rsidP="00AC7755">
      <w:pPr>
        <w:pStyle w:val="libNormal"/>
        <w:rPr>
          <w:rtl/>
        </w:rPr>
      </w:pPr>
      <w:r w:rsidRPr="00D95A45">
        <w:rPr>
          <w:rtl/>
        </w:rPr>
        <w:t>(956) 6</w:t>
      </w:r>
      <w:r w:rsidR="00CC15EB">
        <w:rPr>
          <w:rtl/>
        </w:rPr>
        <w:t xml:space="preserve"> - </w:t>
      </w:r>
      <w:r w:rsidRPr="00D95A45">
        <w:rPr>
          <w:rtl/>
        </w:rPr>
        <w:t xml:space="preserve">احمد بن محمد عن ابن ابي نجران عن عاصم بن حميد عن محمد بن قيس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اربعة شربوا فسكروا فاخذ بعضهم على بعض السلاح فاقتتلوا فقتل اثنان وجرح اثنان فامر بالمجروحين فضرب كل واحد منهما ثمانين جلدة وقضى دية المقتولين على المجروحين وامر أن تقاس جراحة المجروحين فترفع من الدية</w:t>
      </w:r>
      <w:r w:rsidR="00CC15EB">
        <w:rPr>
          <w:rtl/>
        </w:rPr>
        <w:t>،</w:t>
      </w:r>
      <w:r>
        <w:rPr>
          <w:rtl/>
        </w:rPr>
        <w:t xml:space="preserve"> </w:t>
      </w:r>
      <w:r w:rsidRPr="00D95A45">
        <w:rPr>
          <w:rtl/>
        </w:rPr>
        <w:t>وان مات احد المجروحين فليس على احد من اولياء المقتولين شئ.</w:t>
      </w:r>
    </w:p>
    <w:p w:rsidR="00AC7755" w:rsidRDefault="00D45E0E" w:rsidP="00AC7755">
      <w:pPr>
        <w:pStyle w:val="libNormal"/>
        <w:rPr>
          <w:rtl/>
        </w:rPr>
      </w:pPr>
      <w:r w:rsidRPr="00D95A45">
        <w:rPr>
          <w:rtl/>
        </w:rPr>
        <w:t>(957) 7</w:t>
      </w:r>
      <w:r w:rsidR="00CC15EB">
        <w:rPr>
          <w:rtl/>
        </w:rPr>
        <w:t xml:space="preserve"> - </w:t>
      </w:r>
      <w:r w:rsidRPr="00D95A45">
        <w:rPr>
          <w:rtl/>
        </w:rPr>
        <w:t>الحسن بن محبوب عن هشام بن سالم عن ابى مريم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955</w:t>
      </w:r>
      <w:r>
        <w:rPr>
          <w:rtl/>
        </w:rPr>
        <w:t xml:space="preserve"> - </w:t>
      </w:r>
      <w:r w:rsidR="00D45E0E" w:rsidRPr="00D95A45">
        <w:rPr>
          <w:rtl/>
        </w:rPr>
        <w:t>الفقيه ج 4 ص 87 بدون ما ذكره اسماعيل</w:t>
      </w:r>
    </w:p>
    <w:p w:rsidR="00CC15EB" w:rsidRDefault="00CC15EB" w:rsidP="00AC7755">
      <w:pPr>
        <w:pStyle w:val="libFootnote0"/>
        <w:rPr>
          <w:rtl/>
        </w:rPr>
      </w:pPr>
      <w:r>
        <w:rPr>
          <w:rtl/>
        </w:rPr>
        <w:t>-</w:t>
      </w:r>
      <w:r w:rsidR="00D45E0E" w:rsidRPr="007277FF">
        <w:rPr>
          <w:rtl/>
        </w:rPr>
        <w:t xml:space="preserve"> 956</w:t>
      </w:r>
      <w:r>
        <w:rPr>
          <w:rtl/>
        </w:rPr>
        <w:t xml:space="preserve"> - </w:t>
      </w:r>
      <w:r w:rsidR="00D45E0E" w:rsidRPr="007277FF">
        <w:rPr>
          <w:rtl/>
        </w:rPr>
        <w:t>الكافي ج 2 ص 318</w:t>
      </w:r>
    </w:p>
    <w:p w:rsidR="00AC7755" w:rsidRDefault="00CC15EB" w:rsidP="00AC7755">
      <w:pPr>
        <w:pStyle w:val="libFootnote0"/>
        <w:rPr>
          <w:rtl/>
        </w:rPr>
      </w:pPr>
      <w:r>
        <w:rPr>
          <w:rtl/>
        </w:rPr>
        <w:t>-</w:t>
      </w:r>
      <w:r w:rsidR="00D45E0E" w:rsidRPr="00DA0376">
        <w:rPr>
          <w:rtl/>
        </w:rPr>
        <w:t xml:space="preserve"> 957</w:t>
      </w:r>
      <w:r>
        <w:rPr>
          <w:rtl/>
        </w:rPr>
        <w:t xml:space="preserve"> - </w:t>
      </w:r>
      <w:r w:rsidR="00D45E0E" w:rsidRPr="00DA0376">
        <w:rPr>
          <w:rtl/>
        </w:rPr>
        <w:t>الكافي ج 2 ص 319 الفقيه ج 4 ص 116</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الانصاري عن ابي جعفر </w:t>
      </w:r>
      <w:r w:rsidR="00AC7755" w:rsidRPr="00AC7755">
        <w:rPr>
          <w:rStyle w:val="libAlaemChar"/>
          <w:rtl/>
        </w:rPr>
        <w:t>عليه‌السلام</w:t>
      </w:r>
      <w:r w:rsidRPr="00DA0376">
        <w:rPr>
          <w:rtl/>
        </w:rPr>
        <w:t xml:space="preserve"> في رجلين اجتمعا على قطع يد رجل قال</w:t>
      </w:r>
      <w:r w:rsidR="00CC15EB">
        <w:rPr>
          <w:rtl/>
        </w:rPr>
        <w:t>:</w:t>
      </w:r>
      <w:r>
        <w:rPr>
          <w:rtl/>
        </w:rPr>
        <w:t xml:space="preserve"> </w:t>
      </w:r>
      <w:r w:rsidRPr="00DA0376">
        <w:rPr>
          <w:rtl/>
        </w:rPr>
        <w:t>ان احب أن يقطعهما ادى اليهما دية يد واقتسماها ثم يقطعهما</w:t>
      </w:r>
      <w:r w:rsidR="00CC15EB">
        <w:rPr>
          <w:rtl/>
        </w:rPr>
        <w:t>،</w:t>
      </w:r>
      <w:r>
        <w:rPr>
          <w:rtl/>
        </w:rPr>
        <w:t xml:space="preserve"> </w:t>
      </w:r>
      <w:r w:rsidRPr="00DA0376">
        <w:rPr>
          <w:rtl/>
        </w:rPr>
        <w:t>وان احب أخذ منهما دية</w:t>
      </w:r>
      <w:r w:rsidR="00CC15EB">
        <w:rPr>
          <w:rtl/>
        </w:rPr>
        <w:t>،</w:t>
      </w:r>
      <w:r>
        <w:rPr>
          <w:rtl/>
        </w:rPr>
        <w:t xml:space="preserve"> </w:t>
      </w:r>
      <w:r w:rsidRPr="00DA0376">
        <w:rPr>
          <w:rtl/>
        </w:rPr>
        <w:t>قال</w:t>
      </w:r>
      <w:r w:rsidR="00CC15EB">
        <w:rPr>
          <w:rtl/>
        </w:rPr>
        <w:t>:</w:t>
      </w:r>
      <w:r>
        <w:rPr>
          <w:rtl/>
        </w:rPr>
        <w:t xml:space="preserve"> </w:t>
      </w:r>
      <w:r w:rsidRPr="00DA0376">
        <w:rPr>
          <w:rtl/>
        </w:rPr>
        <w:t>وان قطع احدهما رد الذى لم يقطع يده على الذى قطعت يده ربع الدية.</w:t>
      </w:r>
    </w:p>
    <w:p w:rsidR="00AC7755" w:rsidRDefault="00D45E0E" w:rsidP="00AC7755">
      <w:pPr>
        <w:pStyle w:val="libNormal"/>
        <w:rPr>
          <w:rtl/>
        </w:rPr>
      </w:pPr>
      <w:r w:rsidRPr="00D95A45">
        <w:rPr>
          <w:rtl/>
        </w:rPr>
        <w:t>(958) 8</w:t>
      </w:r>
      <w:r w:rsidR="00CC15EB">
        <w:rPr>
          <w:rtl/>
        </w:rPr>
        <w:t xml:space="preserve"> - </w:t>
      </w:r>
      <w:r w:rsidRPr="00D95A45">
        <w:rPr>
          <w:rtl/>
        </w:rPr>
        <w:t xml:space="preserve">محمد بن الحسن الصفار عن ابراهيم بن هاشم ومحمد بن جعفر عن عبد الله بن طلحة عن ابن ابى حمزة عن ابى بصير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حائط اشترك في هدمه ثلاث نفر فوقع على واحد منهم فمات فضمن الباقين ديته لأن كل واحد منهم ضامن صاحبه.</w:t>
      </w:r>
    </w:p>
    <w:p w:rsidR="00AC7755" w:rsidRDefault="00D45E0E" w:rsidP="00AC7755">
      <w:pPr>
        <w:pStyle w:val="libNormal"/>
        <w:rPr>
          <w:rtl/>
        </w:rPr>
      </w:pPr>
      <w:r w:rsidRPr="00D95A45">
        <w:rPr>
          <w:rtl/>
        </w:rPr>
        <w:t>(959) 9</w:t>
      </w:r>
      <w:r w:rsidR="00CC15EB">
        <w:rPr>
          <w:rtl/>
        </w:rPr>
        <w:t xml:space="preserve"> - </w:t>
      </w:r>
      <w:r w:rsidRPr="00D95A45">
        <w:rPr>
          <w:rtl/>
        </w:rPr>
        <w:t xml:space="preserve">محمد بن يحيى عن بعض اصحابه عن يحيى بن المبارك عن عبد الله بن جبلة عن اسحاق بن عمار عن ابى عبد الله </w:t>
      </w:r>
      <w:r w:rsidR="00AC7755" w:rsidRPr="00AC7755">
        <w:rPr>
          <w:rStyle w:val="libAlaemChar"/>
          <w:rtl/>
        </w:rPr>
        <w:t>عليه‌السلام</w:t>
      </w:r>
      <w:r w:rsidRPr="00D95A45">
        <w:rPr>
          <w:rtl/>
        </w:rPr>
        <w:t xml:space="preserve"> في عبد وحر قتلا رجلا حرا قال</w:t>
      </w:r>
      <w:r w:rsidR="00CC15EB">
        <w:rPr>
          <w:rtl/>
        </w:rPr>
        <w:t>:</w:t>
      </w:r>
      <w:r>
        <w:rPr>
          <w:rtl/>
        </w:rPr>
        <w:t xml:space="preserve"> </w:t>
      </w:r>
      <w:r w:rsidRPr="00D95A45">
        <w:rPr>
          <w:rtl/>
        </w:rPr>
        <w:t>ان شاء قتل الحر وان شاء قتل العبد وان اختار قتل الحر ضرب جني العبد.</w:t>
      </w:r>
    </w:p>
    <w:p w:rsidR="00AC7755" w:rsidRDefault="00D45E0E" w:rsidP="00AC7755">
      <w:pPr>
        <w:pStyle w:val="libNormal"/>
        <w:rPr>
          <w:rtl/>
        </w:rPr>
      </w:pPr>
      <w:r w:rsidRPr="00D95A45">
        <w:rPr>
          <w:rtl/>
        </w:rPr>
        <w:t>(960) 10</w:t>
      </w:r>
      <w:r w:rsidR="00CC15EB">
        <w:rPr>
          <w:rtl/>
        </w:rPr>
        <w:t xml:space="preserve"> - </w:t>
      </w:r>
      <w:r w:rsidRPr="00D95A45">
        <w:rPr>
          <w:rtl/>
        </w:rPr>
        <w:t>وروى محمد بن احمد بن يحيى عن ابي عبد الله عن محمد بن عبد الله بن مهران عن عمرو بن عثمان عن ابي جميلة عن سعد الاسكاف عن الاصبغ بن نباتة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جارية ركبت جارية فنخسنها جارية اخرى فقمصت المركوبة فصرعت الراكبة فماتت فقضى بديتها نصفين بين الناخسة والمنخوسة.</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958</w:t>
      </w:r>
      <w:r>
        <w:rPr>
          <w:rtl/>
        </w:rPr>
        <w:t xml:space="preserve"> - </w:t>
      </w:r>
      <w:r w:rsidR="00D45E0E" w:rsidRPr="00D95A45">
        <w:rPr>
          <w:rtl/>
        </w:rPr>
        <w:t>الكافي ج 2 ص 319 الفقيه ج 4 ص 118</w:t>
      </w:r>
    </w:p>
    <w:p w:rsidR="00CC15EB" w:rsidRDefault="00CC15EB" w:rsidP="00AC7755">
      <w:pPr>
        <w:pStyle w:val="libFootnote0"/>
        <w:rPr>
          <w:rtl/>
        </w:rPr>
      </w:pPr>
      <w:r>
        <w:rPr>
          <w:rtl/>
        </w:rPr>
        <w:t>-</w:t>
      </w:r>
      <w:r w:rsidR="00D45E0E" w:rsidRPr="007277FF">
        <w:rPr>
          <w:rtl/>
        </w:rPr>
        <w:t xml:space="preserve"> 959</w:t>
      </w:r>
      <w:r>
        <w:rPr>
          <w:rtl/>
        </w:rPr>
        <w:t xml:space="preserve"> - </w:t>
      </w:r>
      <w:r w:rsidR="00D45E0E" w:rsidRPr="007277FF">
        <w:rPr>
          <w:rtl/>
        </w:rPr>
        <w:t>الاستبصار ج 4 ص 282 الكافي ج 2 ص 319</w:t>
      </w:r>
    </w:p>
    <w:p w:rsidR="00AC7755" w:rsidRDefault="00CC15EB" w:rsidP="00AC7755">
      <w:pPr>
        <w:pStyle w:val="libFootnote0"/>
        <w:rPr>
          <w:rtl/>
        </w:rPr>
      </w:pPr>
      <w:r>
        <w:rPr>
          <w:rtl/>
        </w:rPr>
        <w:t>-</w:t>
      </w:r>
      <w:r w:rsidR="00D45E0E" w:rsidRPr="00DA0376">
        <w:rPr>
          <w:rtl/>
        </w:rPr>
        <w:t xml:space="preserve"> 960</w:t>
      </w:r>
      <w:r>
        <w:rPr>
          <w:rtl/>
        </w:rPr>
        <w:t xml:space="preserve"> - </w:t>
      </w:r>
      <w:r w:rsidR="00D45E0E" w:rsidRPr="00DA0376">
        <w:rPr>
          <w:rtl/>
        </w:rPr>
        <w:t>الفقيه ج 4 ص 125</w:t>
      </w:r>
    </w:p>
    <w:p w:rsidR="00AC7755" w:rsidRDefault="00AC7755" w:rsidP="00AC7755">
      <w:pPr>
        <w:pStyle w:val="libNormal"/>
        <w:rPr>
          <w:rtl/>
        </w:rPr>
      </w:pPr>
      <w:r>
        <w:rPr>
          <w:rtl/>
        </w:rPr>
        <w:br w:type="page"/>
      </w:r>
    </w:p>
    <w:p w:rsidR="00AC7755" w:rsidRDefault="00D45E0E" w:rsidP="00CA44E1">
      <w:pPr>
        <w:pStyle w:val="Heading2Center"/>
        <w:rPr>
          <w:rtl/>
        </w:rPr>
      </w:pPr>
      <w:bookmarkStart w:id="22" w:name="_Toc394318286"/>
      <w:r>
        <w:rPr>
          <w:rFonts w:hint="cs"/>
          <w:rtl/>
        </w:rPr>
        <w:lastRenderedPageBreak/>
        <w:t>21</w:t>
      </w:r>
      <w:r w:rsidR="00CC15EB">
        <w:rPr>
          <w:rtl/>
        </w:rPr>
        <w:t xml:space="preserve"> - </w:t>
      </w:r>
      <w:r w:rsidRPr="007277FF">
        <w:rPr>
          <w:rtl/>
        </w:rPr>
        <w:t>باب اشتراك الاحرار والعبيد والنساء والرجال والصبيان</w:t>
      </w:r>
      <w:r>
        <w:rPr>
          <w:rFonts w:hint="cs"/>
          <w:rtl/>
        </w:rPr>
        <w:t xml:space="preserve"> </w:t>
      </w:r>
      <w:r w:rsidRPr="007277FF">
        <w:rPr>
          <w:rtl/>
        </w:rPr>
        <w:t>والمجانين في القتل</w:t>
      </w:r>
      <w:bookmarkEnd w:id="22"/>
    </w:p>
    <w:p w:rsidR="00AC7755" w:rsidRDefault="00D45E0E" w:rsidP="00AC7755">
      <w:pPr>
        <w:pStyle w:val="libNormal"/>
        <w:rPr>
          <w:rtl/>
        </w:rPr>
      </w:pPr>
      <w:r w:rsidRPr="00D95A45">
        <w:rPr>
          <w:rtl/>
        </w:rPr>
        <w:t>(961) 1</w:t>
      </w:r>
      <w:r w:rsidR="00CC15EB">
        <w:rPr>
          <w:rtl/>
        </w:rPr>
        <w:t xml:space="preserve"> - </w:t>
      </w:r>
      <w:r w:rsidRPr="00D95A45">
        <w:rPr>
          <w:rtl/>
        </w:rPr>
        <w:t xml:space="preserve">محمد بن احمد بن يحيى عن بعض اصحابه عن يحيى بن المبارك عن عبد الله بن جبلة عن ابى جميلة عن اسحاق بن عمار عن ابى عبد الله </w:t>
      </w:r>
      <w:r w:rsidR="00AC7755" w:rsidRPr="00AC7755">
        <w:rPr>
          <w:rStyle w:val="libAlaemChar"/>
          <w:rtl/>
        </w:rPr>
        <w:t>عليه‌السلام</w:t>
      </w:r>
      <w:r w:rsidRPr="00D95A45">
        <w:rPr>
          <w:rtl/>
        </w:rPr>
        <w:t xml:space="preserve"> في عبد وحر قتلا رجلا حرا قال</w:t>
      </w:r>
      <w:r w:rsidR="00CC15EB">
        <w:rPr>
          <w:rtl/>
        </w:rPr>
        <w:t>:</w:t>
      </w:r>
      <w:r>
        <w:rPr>
          <w:rtl/>
        </w:rPr>
        <w:t xml:space="preserve"> </w:t>
      </w:r>
      <w:r w:rsidRPr="00D95A45">
        <w:rPr>
          <w:rtl/>
        </w:rPr>
        <w:t>ان شاء قتل الحر وان شاء قتل العبد وان اختار قتل الحر ضرب جنبي العبد.</w:t>
      </w:r>
    </w:p>
    <w:p w:rsidR="00AC7755" w:rsidRDefault="00D45E0E" w:rsidP="00AC7755">
      <w:pPr>
        <w:pStyle w:val="libNormal"/>
        <w:rPr>
          <w:rtl/>
        </w:rPr>
      </w:pPr>
      <w:r w:rsidRPr="00D95A45">
        <w:rPr>
          <w:rtl/>
        </w:rPr>
        <w:t>(962) 2</w:t>
      </w:r>
      <w:r w:rsidR="00CC15EB">
        <w:rPr>
          <w:rtl/>
        </w:rPr>
        <w:t xml:space="preserve"> - </w:t>
      </w:r>
      <w:r w:rsidRPr="00D95A45">
        <w:rPr>
          <w:rtl/>
        </w:rPr>
        <w:t>الحسن بن محبوب عن ابي ايوب عن ضريس الكناسي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امرأة وعبد قتلا رجلا خطأ فقال</w:t>
      </w:r>
      <w:r w:rsidR="00CC15EB">
        <w:rPr>
          <w:rtl/>
        </w:rPr>
        <w:t>:</w:t>
      </w:r>
      <w:r>
        <w:rPr>
          <w:rtl/>
        </w:rPr>
        <w:t xml:space="preserve"> </w:t>
      </w:r>
      <w:r w:rsidRPr="00D95A45">
        <w:rPr>
          <w:rtl/>
        </w:rPr>
        <w:t>ان خطأ المرأة والعبد مثل العمد</w:t>
      </w:r>
      <w:r w:rsidR="00CC15EB">
        <w:rPr>
          <w:rtl/>
        </w:rPr>
        <w:t>،</w:t>
      </w:r>
      <w:r>
        <w:rPr>
          <w:rtl/>
        </w:rPr>
        <w:t xml:space="preserve"> </w:t>
      </w:r>
      <w:r w:rsidRPr="00D95A45">
        <w:rPr>
          <w:rtl/>
        </w:rPr>
        <w:t>فان احب اولياء المقتول أن يقتلوهما قتلوهما قال</w:t>
      </w:r>
      <w:r w:rsidR="00CC15EB">
        <w:rPr>
          <w:rtl/>
        </w:rPr>
        <w:t>:</w:t>
      </w:r>
      <w:r>
        <w:rPr>
          <w:rtl/>
        </w:rPr>
        <w:t xml:space="preserve"> </w:t>
      </w:r>
      <w:r w:rsidRPr="00D95A45">
        <w:rPr>
          <w:rtl/>
        </w:rPr>
        <w:t>وان كان قيمة العبد اكثر من خمسة آلاف درهم فليردوا على سيده ما يفضل بعد الخمسة آلاف درهم</w:t>
      </w:r>
      <w:r w:rsidR="00CC15EB">
        <w:rPr>
          <w:rtl/>
        </w:rPr>
        <w:t>،</w:t>
      </w:r>
      <w:r>
        <w:rPr>
          <w:rtl/>
        </w:rPr>
        <w:t xml:space="preserve"> </w:t>
      </w:r>
      <w:r w:rsidRPr="00D95A45">
        <w:rPr>
          <w:rtl/>
        </w:rPr>
        <w:t>فان احبوا أن يقتلوا المرأة ويأخذوا العبد أخذوا الا أن تكون قيمته اكثر من خمسة آلاف درهم فليردوا على مولى العبد ما يفضل بعد الخمسة آلاف درهم ويأخذوا العبد أو يفتديه سيده</w:t>
      </w:r>
      <w:r w:rsidR="00CC15EB">
        <w:rPr>
          <w:rtl/>
        </w:rPr>
        <w:t>،</w:t>
      </w:r>
      <w:r>
        <w:rPr>
          <w:rtl/>
        </w:rPr>
        <w:t xml:space="preserve"> </w:t>
      </w:r>
      <w:r w:rsidRPr="00D95A45">
        <w:rPr>
          <w:rtl/>
        </w:rPr>
        <w:t>وان كان قيمة العبد اقل من خمسة آلاف درهم فليس لهم الا العبد.</w:t>
      </w:r>
    </w:p>
    <w:p w:rsidR="00AC7755" w:rsidRDefault="00D45E0E" w:rsidP="00AC7755">
      <w:pPr>
        <w:pStyle w:val="libNormal"/>
        <w:rPr>
          <w:rtl/>
        </w:rPr>
      </w:pPr>
      <w:r w:rsidRPr="00D95A45">
        <w:rPr>
          <w:rtl/>
        </w:rPr>
        <w:t>(963) 3</w:t>
      </w:r>
      <w:r w:rsidR="00CC15EB">
        <w:rPr>
          <w:rtl/>
        </w:rPr>
        <w:t xml:space="preserve"> - </w:t>
      </w:r>
      <w:r w:rsidRPr="00D95A45">
        <w:rPr>
          <w:rtl/>
        </w:rPr>
        <w:t xml:space="preserve">الحسن بن محبوب عن هشام بن سالم عن ابي بصير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سئل عن غلام لم يدرك وامرأة قتلا رجلا خطأ فقال</w:t>
      </w:r>
      <w:r w:rsidR="00CC15EB">
        <w:rPr>
          <w:rtl/>
        </w:rPr>
        <w:t>:</w:t>
      </w:r>
      <w:r>
        <w:rPr>
          <w:rtl/>
        </w:rPr>
        <w:t xml:space="preserve"> </w:t>
      </w:r>
      <w:r w:rsidRPr="00D95A45">
        <w:rPr>
          <w:rtl/>
        </w:rPr>
        <w:t>ان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961</w:t>
      </w:r>
      <w:r>
        <w:rPr>
          <w:rtl/>
        </w:rPr>
        <w:t xml:space="preserve"> - </w:t>
      </w:r>
      <w:r w:rsidR="00D45E0E" w:rsidRPr="00D95A45">
        <w:rPr>
          <w:rtl/>
        </w:rPr>
        <w:t>الاستبصار ج 4 ص 282 الكافي ج 2 ص 319 وقد سبق برقم 9 من الباب السابق</w:t>
      </w:r>
    </w:p>
    <w:p w:rsidR="00CC15EB" w:rsidRDefault="00CC15EB" w:rsidP="00AC7755">
      <w:pPr>
        <w:pStyle w:val="libFootnote0"/>
        <w:rPr>
          <w:rtl/>
        </w:rPr>
      </w:pPr>
      <w:r>
        <w:rPr>
          <w:rtl/>
        </w:rPr>
        <w:t>-</w:t>
      </w:r>
      <w:r w:rsidR="00D45E0E" w:rsidRPr="007277FF">
        <w:rPr>
          <w:rtl/>
        </w:rPr>
        <w:t xml:space="preserve"> 962</w:t>
      </w:r>
      <w:r>
        <w:rPr>
          <w:rtl/>
        </w:rPr>
        <w:t xml:space="preserve"> - </w:t>
      </w:r>
      <w:r w:rsidR="00D45E0E" w:rsidRPr="007277FF">
        <w:rPr>
          <w:rtl/>
        </w:rPr>
        <w:t>الاستبصار ج 4 ص 286 الكافي ج 2 ص 324 الفقيه ج 4 ص 84</w:t>
      </w:r>
    </w:p>
    <w:p w:rsidR="00AC7755" w:rsidRDefault="00CC15EB" w:rsidP="00AC7755">
      <w:pPr>
        <w:pStyle w:val="libFootnote0"/>
        <w:rPr>
          <w:rtl/>
        </w:rPr>
      </w:pPr>
      <w:r>
        <w:rPr>
          <w:rtl/>
        </w:rPr>
        <w:t>-</w:t>
      </w:r>
      <w:r w:rsidR="00D45E0E" w:rsidRPr="00DA0376">
        <w:rPr>
          <w:rtl/>
        </w:rPr>
        <w:t xml:space="preserve"> 963</w:t>
      </w:r>
      <w:r>
        <w:rPr>
          <w:rtl/>
        </w:rPr>
        <w:t xml:space="preserve"> - </w:t>
      </w:r>
      <w:r w:rsidR="00D45E0E" w:rsidRPr="00DA0376">
        <w:rPr>
          <w:rtl/>
        </w:rPr>
        <w:t>الاستبصار ج 4 ص 286 الكافي ج 2 ص 324 الفقيه ج 4 ص 83 بزيادة في الاخيرين</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خطأ المرأة والغلام عمد فان احب اولياء المتقول أن يقتلوهما قتلوهما ويردوا على اولياء الغلام خمسة آلاف درهم وان أحبوا ان يقتلوا الغلام قتلوه وترد المرأة على اولياء الغلام ربع الدية قال</w:t>
      </w:r>
      <w:r w:rsidR="00CC15EB">
        <w:rPr>
          <w:rtl/>
        </w:rPr>
        <w:t>:</w:t>
      </w:r>
      <w:r>
        <w:rPr>
          <w:rtl/>
        </w:rPr>
        <w:t xml:space="preserve"> </w:t>
      </w:r>
      <w:r w:rsidRPr="00DA0376">
        <w:rPr>
          <w:rtl/>
        </w:rPr>
        <w:t>وإن احب اولياء المقتول أن يأخذوا الدية كان على الغلام نصف الدية وعلى المرأة نصف الدية.</w:t>
      </w:r>
    </w:p>
    <w:p w:rsidR="00AC7755" w:rsidRDefault="00D45E0E" w:rsidP="00AC7755">
      <w:pPr>
        <w:pStyle w:val="libNormal"/>
        <w:rPr>
          <w:rtl/>
        </w:rPr>
      </w:pPr>
      <w:r w:rsidRPr="00DA0376">
        <w:rPr>
          <w:rtl/>
        </w:rPr>
        <w:t xml:space="preserve"> قال محمد بن الحسن</w:t>
      </w:r>
      <w:r w:rsidR="00CC15EB">
        <w:rPr>
          <w:rtl/>
        </w:rPr>
        <w:t>:</w:t>
      </w:r>
      <w:r>
        <w:rPr>
          <w:rtl/>
        </w:rPr>
        <w:t xml:space="preserve"> </w:t>
      </w:r>
      <w:r w:rsidRPr="00DA0376">
        <w:rPr>
          <w:rtl/>
        </w:rPr>
        <w:t>قد اوردت هاتين الروايتين لما تتضمنان من احكام قتل العمد</w:t>
      </w:r>
      <w:r w:rsidR="00CC15EB">
        <w:rPr>
          <w:rtl/>
        </w:rPr>
        <w:t>،</w:t>
      </w:r>
      <w:r>
        <w:rPr>
          <w:rtl/>
        </w:rPr>
        <w:t xml:space="preserve"> </w:t>
      </w:r>
      <w:r w:rsidRPr="00DA0376">
        <w:rPr>
          <w:rtl/>
        </w:rPr>
        <w:t>فاما قوله في الخبر الاول ان خطأ المرأة والعبد عمد</w:t>
      </w:r>
      <w:r w:rsidR="00CC15EB">
        <w:rPr>
          <w:rtl/>
        </w:rPr>
        <w:t>،</w:t>
      </w:r>
      <w:r>
        <w:rPr>
          <w:rtl/>
        </w:rPr>
        <w:t xml:space="preserve"> </w:t>
      </w:r>
      <w:r w:rsidRPr="00DA0376">
        <w:rPr>
          <w:rtl/>
        </w:rPr>
        <w:t>وفي الرواية الاخرى ان خطأ المرأة والغلام عمد فهذا مخالف لقول الله تعالى</w:t>
      </w:r>
      <w:r w:rsidR="00CC15EB">
        <w:rPr>
          <w:rtl/>
        </w:rPr>
        <w:t>،</w:t>
      </w:r>
      <w:r>
        <w:rPr>
          <w:rtl/>
        </w:rPr>
        <w:t xml:space="preserve"> </w:t>
      </w:r>
      <w:r w:rsidRPr="00DA0376">
        <w:rPr>
          <w:rtl/>
        </w:rPr>
        <w:t>لان الله حكم في قتل الخطإ الدية دون القود فلا يجوز ان يكون الخطأ عمدا كما لا يجوز ان يكون العمد خطأ الا فيمن ليس بمكلف مثل المجانين والذين ليسوا عقلاء</w:t>
      </w:r>
      <w:r w:rsidR="00CC15EB">
        <w:rPr>
          <w:rtl/>
        </w:rPr>
        <w:t>،</w:t>
      </w:r>
      <w:r>
        <w:rPr>
          <w:rtl/>
        </w:rPr>
        <w:t xml:space="preserve"> </w:t>
      </w:r>
      <w:r w:rsidRPr="00DA0376">
        <w:rPr>
          <w:rtl/>
        </w:rPr>
        <w:t>وايضا قد قدمنا من الاخبار ما يدل على ان العبد إذا قتل خطأ سلم إلى اولياء المقتول أو يفتديه مولاه وليس لهم قتله</w:t>
      </w:r>
      <w:r w:rsidR="00CC15EB">
        <w:rPr>
          <w:rtl/>
        </w:rPr>
        <w:t>،</w:t>
      </w:r>
      <w:r>
        <w:rPr>
          <w:rtl/>
        </w:rPr>
        <w:t xml:space="preserve"> </w:t>
      </w:r>
      <w:r w:rsidRPr="00DA0376">
        <w:rPr>
          <w:rtl/>
        </w:rPr>
        <w:t>وكذلك قد بينا ان الصبي إذا لم يبلغ فان عمده خطأ وتتحمل الدية عاقلته فكيف يجوز ان نقول في هذه الرواية ان خطأه عمد وإذا كان الخبران على ما قلناه من الاختلاط لم ينبغ ان يكون العمل عليهما فيما يتعلق بان يجعل الخطأ عمدا</w:t>
      </w:r>
      <w:r w:rsidR="00CC15EB">
        <w:rPr>
          <w:rtl/>
        </w:rPr>
        <w:t>،</w:t>
      </w:r>
      <w:r>
        <w:rPr>
          <w:rtl/>
        </w:rPr>
        <w:t xml:space="preserve"> </w:t>
      </w:r>
      <w:r w:rsidRPr="00DA0376">
        <w:rPr>
          <w:rtl/>
        </w:rPr>
        <w:t>على انه يشبه ان يكون الوجه فيه ان خطأهما عمد على ما يعتقده بعض مخالفينا أنه خطأ</w:t>
      </w:r>
      <w:r w:rsidR="00CC15EB">
        <w:rPr>
          <w:rtl/>
        </w:rPr>
        <w:t>،</w:t>
      </w:r>
      <w:r>
        <w:rPr>
          <w:rtl/>
        </w:rPr>
        <w:t xml:space="preserve"> </w:t>
      </w:r>
      <w:r w:rsidRPr="00DA0376">
        <w:rPr>
          <w:rtl/>
        </w:rPr>
        <w:t>لأن منهم من يقول</w:t>
      </w:r>
      <w:r w:rsidR="00CC15EB">
        <w:rPr>
          <w:rtl/>
        </w:rPr>
        <w:t>:</w:t>
      </w:r>
      <w:r>
        <w:rPr>
          <w:rtl/>
        </w:rPr>
        <w:t xml:space="preserve"> </w:t>
      </w:r>
      <w:r w:rsidRPr="00DA0376">
        <w:rPr>
          <w:rtl/>
        </w:rPr>
        <w:t>ان كل من يقتل بغير حديدة فان قتله خطأ وقد بينا نحن خلاف ذلك</w:t>
      </w:r>
      <w:r w:rsidR="00CC15EB">
        <w:rPr>
          <w:rtl/>
        </w:rPr>
        <w:t>،</w:t>
      </w:r>
      <w:r>
        <w:rPr>
          <w:rtl/>
        </w:rPr>
        <w:t xml:space="preserve"> </w:t>
      </w:r>
      <w:r w:rsidRPr="00DA0376">
        <w:rPr>
          <w:rtl/>
        </w:rPr>
        <w:t>وان القتل بأي شئ كان إذا قصد كان عمدا</w:t>
      </w:r>
      <w:r w:rsidR="00CC15EB">
        <w:rPr>
          <w:rtl/>
        </w:rPr>
        <w:t>،</w:t>
      </w:r>
      <w:r>
        <w:rPr>
          <w:rtl/>
        </w:rPr>
        <w:t xml:space="preserve"> </w:t>
      </w:r>
      <w:r w:rsidRPr="00DA0376">
        <w:rPr>
          <w:rtl/>
        </w:rPr>
        <w:t xml:space="preserve">ويكون القول في قوله </w:t>
      </w:r>
      <w:r w:rsidR="00AC7755" w:rsidRPr="00AC7755">
        <w:rPr>
          <w:rStyle w:val="libAlaemChar"/>
          <w:rtl/>
        </w:rPr>
        <w:t>عليه‌السلام</w:t>
      </w:r>
      <w:r w:rsidRPr="00DA0376">
        <w:rPr>
          <w:rtl/>
        </w:rPr>
        <w:t xml:space="preserve"> غلام لم يدرك المراد به لم يدرك حد الكمال</w:t>
      </w:r>
      <w:r w:rsidR="00CC15EB">
        <w:rPr>
          <w:rtl/>
        </w:rPr>
        <w:t>،</w:t>
      </w:r>
      <w:r>
        <w:rPr>
          <w:rtl/>
        </w:rPr>
        <w:t xml:space="preserve"> </w:t>
      </w:r>
      <w:r w:rsidRPr="00DA0376">
        <w:rPr>
          <w:rtl/>
        </w:rPr>
        <w:t>لأنا قد بينا انه إذا بلغ خمسة اشبار اقتص منه</w:t>
      </w:r>
      <w:r w:rsidR="00CC15EB">
        <w:rPr>
          <w:rtl/>
        </w:rPr>
        <w:t>،</w:t>
      </w:r>
      <w:r>
        <w:rPr>
          <w:rtl/>
        </w:rPr>
        <w:t xml:space="preserve"> </w:t>
      </w:r>
    </w:p>
    <w:p w:rsidR="00AC7755" w:rsidRDefault="00D45E0E" w:rsidP="00AC7755">
      <w:pPr>
        <w:pStyle w:val="libNormal"/>
        <w:rPr>
          <w:rtl/>
        </w:rPr>
      </w:pPr>
      <w:r w:rsidRPr="00D95A45">
        <w:rPr>
          <w:rtl/>
        </w:rPr>
        <w:t>(964) 4</w:t>
      </w:r>
      <w:r w:rsidR="00CC15EB">
        <w:rPr>
          <w:rtl/>
        </w:rPr>
        <w:t xml:space="preserve"> - </w:t>
      </w:r>
      <w:r w:rsidRPr="00D95A45">
        <w:rPr>
          <w:rtl/>
        </w:rPr>
        <w:t>روى ذلك علي بن ابراهيم عن ابيه عن النوفلي عن</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964</w:t>
      </w:r>
      <w:r>
        <w:rPr>
          <w:rtl/>
        </w:rPr>
        <w:t xml:space="preserve"> - </w:t>
      </w:r>
      <w:r w:rsidR="00D45E0E" w:rsidRPr="00D95A45">
        <w:rPr>
          <w:rtl/>
        </w:rPr>
        <w:t>الاستبصار ج 4 ص 287 الكافي الكافي ج 2 ص 324 الفقيه ج 4 ص 84 وقد سبق برقم 55 من الباب 18</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 xml:space="preserve">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Pr="00D95A45">
        <w:rPr>
          <w:rtl/>
        </w:rPr>
        <w:t xml:space="preserve"> في رجل وغلام اشتركا في قتل رجل فقتلاه فقال امير المؤمنين </w:t>
      </w:r>
      <w:r w:rsidR="00AC7755" w:rsidRPr="00AC7755">
        <w:rPr>
          <w:rStyle w:val="libAlaemChar"/>
          <w:rtl/>
        </w:rPr>
        <w:t>عليه‌السلام</w:t>
      </w:r>
      <w:r w:rsidR="00CC15EB">
        <w:rPr>
          <w:rtl/>
        </w:rPr>
        <w:t>:</w:t>
      </w:r>
      <w:r>
        <w:rPr>
          <w:rtl/>
        </w:rPr>
        <w:t xml:space="preserve"> </w:t>
      </w:r>
      <w:r w:rsidRPr="00D95A45">
        <w:rPr>
          <w:rtl/>
        </w:rPr>
        <w:t>إذا بلغ خمسة اشبار اقتص منه وإذا لم يكن بلغ خمسة اشبار قضي بالدية.</w:t>
      </w:r>
    </w:p>
    <w:p w:rsidR="00AC7755" w:rsidRDefault="00D45E0E" w:rsidP="00AC7755">
      <w:pPr>
        <w:pStyle w:val="libNormal"/>
        <w:rPr>
          <w:rtl/>
        </w:rPr>
      </w:pPr>
      <w:r w:rsidRPr="00D95A45">
        <w:rPr>
          <w:rtl/>
        </w:rPr>
        <w:t>(965) 5</w:t>
      </w:r>
      <w:r w:rsidR="00CC15EB">
        <w:rPr>
          <w:rtl/>
        </w:rPr>
        <w:t xml:space="preserve"> - </w:t>
      </w:r>
      <w:r w:rsidRPr="00D95A45">
        <w:rPr>
          <w:rtl/>
        </w:rPr>
        <w:t>محمد بن احمد بن يحيى عن محمد بن الحسين عن محمد ابن عبد الله عن العلا عن محمد بن مسلم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امرأتين قتلتا رجلا عمدا قال</w:t>
      </w:r>
      <w:r w:rsidR="00CC15EB">
        <w:rPr>
          <w:rtl/>
        </w:rPr>
        <w:t>:</w:t>
      </w:r>
      <w:r>
        <w:rPr>
          <w:rtl/>
        </w:rPr>
        <w:t xml:space="preserve"> </w:t>
      </w:r>
      <w:r w:rsidRPr="00D95A45">
        <w:rPr>
          <w:rtl/>
        </w:rPr>
        <w:t>تقتلان به ما يختلف فيه أحد</w:t>
      </w:r>
    </w:p>
    <w:p w:rsidR="00AC7755" w:rsidRDefault="00D45E0E" w:rsidP="00AC7755">
      <w:pPr>
        <w:pStyle w:val="libNormal"/>
        <w:rPr>
          <w:rtl/>
        </w:rPr>
      </w:pPr>
      <w:r w:rsidRPr="00D95A45">
        <w:rPr>
          <w:rtl/>
        </w:rPr>
        <w:t>(966) 6</w:t>
      </w:r>
      <w:r w:rsidR="00CC15EB">
        <w:rPr>
          <w:rtl/>
        </w:rPr>
        <w:t xml:space="preserve"> - </w:t>
      </w:r>
      <w:r w:rsidRPr="00D95A45">
        <w:rPr>
          <w:rtl/>
        </w:rPr>
        <w:t xml:space="preserve">محمد بن احمد بن يحيى عن بنان بن محمد عن موسى بن القاسم عن علي بن جعفر عن اخيه موسى بن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قوم مماليك اجتمعوا على قتل حر ما حالهم</w:t>
      </w:r>
      <w:r>
        <w:rPr>
          <w:rtl/>
        </w:rPr>
        <w:t>؟</w:t>
      </w:r>
      <w:r w:rsidRPr="00D95A45">
        <w:rPr>
          <w:rtl/>
        </w:rPr>
        <w:t xml:space="preserve"> فقال</w:t>
      </w:r>
      <w:r w:rsidR="00CC15EB">
        <w:rPr>
          <w:rtl/>
        </w:rPr>
        <w:t>:</w:t>
      </w:r>
      <w:r>
        <w:rPr>
          <w:rtl/>
        </w:rPr>
        <w:t xml:space="preserve"> </w:t>
      </w:r>
      <w:r w:rsidRPr="00D95A45">
        <w:rPr>
          <w:rtl/>
        </w:rPr>
        <w:t>يقتلون به</w:t>
      </w:r>
      <w:r w:rsidR="00CC15EB">
        <w:rPr>
          <w:rtl/>
        </w:rPr>
        <w:t>،</w:t>
      </w:r>
      <w:r>
        <w:rPr>
          <w:rtl/>
        </w:rPr>
        <w:t xml:space="preserve"> </w:t>
      </w:r>
      <w:r w:rsidRPr="00D95A45">
        <w:rPr>
          <w:rtl/>
        </w:rPr>
        <w:t>وسألته عن قوم احرار اجتمعوا على قتل مملوك ما حالهم</w:t>
      </w:r>
      <w:r>
        <w:rPr>
          <w:rtl/>
        </w:rPr>
        <w:t>؟</w:t>
      </w:r>
      <w:r w:rsidRPr="00D95A45">
        <w:rPr>
          <w:rtl/>
        </w:rPr>
        <w:t xml:space="preserve"> فقال</w:t>
      </w:r>
      <w:r w:rsidR="00CC15EB">
        <w:rPr>
          <w:rtl/>
        </w:rPr>
        <w:t>:</w:t>
      </w:r>
      <w:r>
        <w:rPr>
          <w:rtl/>
        </w:rPr>
        <w:t xml:space="preserve"> </w:t>
      </w:r>
      <w:r w:rsidRPr="00D95A45">
        <w:rPr>
          <w:rtl/>
        </w:rPr>
        <w:t>يؤدون قيمته.</w:t>
      </w:r>
    </w:p>
    <w:p w:rsidR="00AC7755" w:rsidRDefault="00D45E0E" w:rsidP="00AC7755">
      <w:pPr>
        <w:pStyle w:val="libNormal"/>
        <w:rPr>
          <w:rtl/>
        </w:rPr>
      </w:pPr>
      <w:r w:rsidRPr="00D95A45">
        <w:rPr>
          <w:rtl/>
        </w:rPr>
        <w:t>(967) 7</w:t>
      </w:r>
      <w:r w:rsidR="00CC15EB">
        <w:rPr>
          <w:rtl/>
        </w:rPr>
        <w:t xml:space="preserve"> - </w:t>
      </w:r>
      <w:r w:rsidRPr="00D95A45">
        <w:rPr>
          <w:rtl/>
        </w:rPr>
        <w:t xml:space="preserve">محمد بن احمد بن يحيى عن ابراهيم بن هاشم عن ابى جعفر عن ابي بصير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اربعة انفس قتلوا رجلا</w:t>
      </w:r>
      <w:r w:rsidR="00CC15EB">
        <w:rPr>
          <w:rtl/>
        </w:rPr>
        <w:t>،</w:t>
      </w:r>
      <w:r>
        <w:rPr>
          <w:rtl/>
        </w:rPr>
        <w:t xml:space="preserve"> </w:t>
      </w:r>
      <w:r w:rsidRPr="00D95A45">
        <w:rPr>
          <w:rtl/>
        </w:rPr>
        <w:t>مملوك وحر وحرة ومكاتب قد ادى نصف مكاتبته فقال</w:t>
      </w:r>
      <w:r w:rsidR="00CC15EB">
        <w:rPr>
          <w:rtl/>
        </w:rPr>
        <w:t>:</w:t>
      </w:r>
      <w:r>
        <w:rPr>
          <w:rtl/>
        </w:rPr>
        <w:t xml:space="preserve"> </w:t>
      </w:r>
      <w:r w:rsidRPr="00D95A45">
        <w:rPr>
          <w:rtl/>
        </w:rPr>
        <w:t>عليهم الدية على الحر ربع الدية وعلى الحرة ربع الدية وعلى المملوك ان يخير مولاه فان شاء أدى عنه وان شاء دفع برمته لا يغرم اهله شيئا وعلى المكاتب في ماله نصف الربع</w:t>
      </w:r>
      <w:r w:rsidR="00CC15EB">
        <w:rPr>
          <w:rtl/>
        </w:rPr>
        <w:t>،</w:t>
      </w:r>
      <w:r>
        <w:rPr>
          <w:rtl/>
        </w:rPr>
        <w:t xml:space="preserve"> </w:t>
      </w:r>
      <w:r w:rsidRPr="00D95A45">
        <w:rPr>
          <w:rtl/>
        </w:rPr>
        <w:t>وعلى الذين كاتبوه نصف الربع فذلك الربع لأنه قد اعتق نصفه.</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967</w:t>
      </w:r>
      <w:r>
        <w:rPr>
          <w:rtl/>
        </w:rPr>
        <w:t xml:space="preserve"> - </w:t>
      </w:r>
      <w:r w:rsidR="00D45E0E" w:rsidRPr="00D95A45">
        <w:rPr>
          <w:rtl/>
        </w:rPr>
        <w:t>الفقيه ج 4 ص 113</w:t>
      </w:r>
    </w:p>
    <w:p w:rsidR="00AC7755" w:rsidRDefault="00AC7755" w:rsidP="00AC7755">
      <w:pPr>
        <w:pStyle w:val="libNormal"/>
        <w:rPr>
          <w:rtl/>
        </w:rPr>
      </w:pPr>
      <w:r>
        <w:rPr>
          <w:rtl/>
        </w:rPr>
        <w:br w:type="page"/>
      </w:r>
    </w:p>
    <w:p w:rsidR="00AC7755" w:rsidRDefault="00D45E0E" w:rsidP="00CA44E1">
      <w:pPr>
        <w:pStyle w:val="Heading2Center"/>
        <w:rPr>
          <w:rtl/>
        </w:rPr>
      </w:pPr>
      <w:bookmarkStart w:id="23" w:name="_Toc394318287"/>
      <w:r>
        <w:rPr>
          <w:rFonts w:hint="cs"/>
          <w:rtl/>
        </w:rPr>
        <w:lastRenderedPageBreak/>
        <w:t>22</w:t>
      </w:r>
      <w:r w:rsidR="00CC15EB">
        <w:rPr>
          <w:rtl/>
        </w:rPr>
        <w:t xml:space="preserve"> - </w:t>
      </w:r>
      <w:r w:rsidRPr="00D95A45">
        <w:rPr>
          <w:rtl/>
        </w:rPr>
        <w:t>باب ديات الاعضاء والجوارح والقصاص فيها</w:t>
      </w:r>
      <w:bookmarkEnd w:id="23"/>
    </w:p>
    <w:p w:rsidR="00AC7755" w:rsidRDefault="00D45E0E" w:rsidP="00AC7755">
      <w:pPr>
        <w:pStyle w:val="libNormal"/>
        <w:rPr>
          <w:rtl/>
        </w:rPr>
      </w:pPr>
      <w:r w:rsidRPr="00D95A45">
        <w:rPr>
          <w:rtl/>
        </w:rPr>
        <w:t>(968) 1</w:t>
      </w:r>
      <w:r w:rsidR="00CC15EB">
        <w:rPr>
          <w:rtl/>
        </w:rPr>
        <w:t xml:space="preserve"> - </w:t>
      </w:r>
      <w:r w:rsidRPr="00D95A45">
        <w:rPr>
          <w:rtl/>
        </w:rPr>
        <w:t xml:space="preserve">سهل بن زياد عن محمد بن عيسى عن يونس انه عرض على ابى الحسن الرضا </w:t>
      </w:r>
      <w:r w:rsidR="00AC7755" w:rsidRPr="00AC7755">
        <w:rPr>
          <w:rStyle w:val="libAlaemChar"/>
          <w:rtl/>
        </w:rPr>
        <w:t>عليه‌السلام</w:t>
      </w:r>
      <w:r w:rsidRPr="00D95A45">
        <w:rPr>
          <w:rtl/>
        </w:rPr>
        <w:t xml:space="preserve"> كتاب الديات وكان فيه في ذهاب السمع كله الف دينار والصوت كله من الغنن والبحح الف دينار</w:t>
      </w:r>
      <w:r w:rsidR="00CC15EB">
        <w:rPr>
          <w:rtl/>
        </w:rPr>
        <w:t>،</w:t>
      </w:r>
      <w:r>
        <w:rPr>
          <w:rtl/>
        </w:rPr>
        <w:t xml:space="preserve"> </w:t>
      </w:r>
      <w:r w:rsidRPr="00D95A45">
        <w:rPr>
          <w:rtl/>
        </w:rPr>
        <w:t>والشلل في اليدين كلتيهما الشلل كله الف دينار</w:t>
      </w:r>
      <w:r w:rsidR="00CC15EB">
        <w:rPr>
          <w:rtl/>
        </w:rPr>
        <w:t>،</w:t>
      </w:r>
      <w:r>
        <w:rPr>
          <w:rtl/>
        </w:rPr>
        <w:t xml:space="preserve"> </w:t>
      </w:r>
      <w:r w:rsidRPr="00D95A45">
        <w:rPr>
          <w:rtl/>
        </w:rPr>
        <w:t>وشلل الرجلين الف دينار</w:t>
      </w:r>
      <w:r w:rsidR="00CC15EB">
        <w:rPr>
          <w:rtl/>
        </w:rPr>
        <w:t>،</w:t>
      </w:r>
      <w:r>
        <w:rPr>
          <w:rtl/>
        </w:rPr>
        <w:t xml:space="preserve"> </w:t>
      </w:r>
      <w:r w:rsidRPr="00D95A45">
        <w:rPr>
          <w:rtl/>
        </w:rPr>
        <w:t>والشفتين إذا استؤصلتا الف دينار</w:t>
      </w:r>
      <w:r w:rsidR="00CC15EB">
        <w:rPr>
          <w:rtl/>
        </w:rPr>
        <w:t>،</w:t>
      </w:r>
      <w:r>
        <w:rPr>
          <w:rtl/>
        </w:rPr>
        <w:t xml:space="preserve"> </w:t>
      </w:r>
      <w:r w:rsidRPr="00D95A45">
        <w:rPr>
          <w:rtl/>
        </w:rPr>
        <w:t>والظهر إذا حدب ألف دينار</w:t>
      </w:r>
      <w:r w:rsidR="00CC15EB">
        <w:rPr>
          <w:rtl/>
        </w:rPr>
        <w:t>،</w:t>
      </w:r>
      <w:r>
        <w:rPr>
          <w:rtl/>
        </w:rPr>
        <w:t xml:space="preserve"> </w:t>
      </w:r>
      <w:r w:rsidRPr="00D95A45">
        <w:rPr>
          <w:rtl/>
        </w:rPr>
        <w:t>والذكر إذا استؤصل ألف دينار</w:t>
      </w:r>
      <w:r w:rsidR="00CC15EB">
        <w:rPr>
          <w:rtl/>
        </w:rPr>
        <w:t>،</w:t>
      </w:r>
      <w:r>
        <w:rPr>
          <w:rtl/>
        </w:rPr>
        <w:t xml:space="preserve"> </w:t>
      </w:r>
      <w:r w:rsidRPr="00D95A45">
        <w:rPr>
          <w:rtl/>
        </w:rPr>
        <w:t>والبيضتين الف دينار</w:t>
      </w:r>
      <w:r w:rsidR="00CC15EB">
        <w:rPr>
          <w:rtl/>
        </w:rPr>
        <w:t>،</w:t>
      </w:r>
      <w:r>
        <w:rPr>
          <w:rtl/>
        </w:rPr>
        <w:t xml:space="preserve"> </w:t>
      </w:r>
      <w:r w:rsidRPr="00D95A45">
        <w:rPr>
          <w:rtl/>
        </w:rPr>
        <w:t>وفي صدغ الرجل إذا اصيب فلم يستطع ان يلتفت الا ما انحرف الرجل نصف الدية خمس مائة دينار</w:t>
      </w:r>
      <w:r w:rsidR="00CC15EB">
        <w:rPr>
          <w:rtl/>
        </w:rPr>
        <w:t>،</w:t>
      </w:r>
      <w:r>
        <w:rPr>
          <w:rtl/>
        </w:rPr>
        <w:t xml:space="preserve"> </w:t>
      </w:r>
      <w:r w:rsidRPr="00D95A45">
        <w:rPr>
          <w:rtl/>
        </w:rPr>
        <w:t>وما كان دون ذلك فبحسابه.</w:t>
      </w:r>
    </w:p>
    <w:p w:rsidR="00AC7755" w:rsidRDefault="00D45E0E" w:rsidP="00AC7755">
      <w:pPr>
        <w:pStyle w:val="libNormal"/>
        <w:rPr>
          <w:rtl/>
        </w:rPr>
      </w:pPr>
      <w:r w:rsidRPr="00D95A45">
        <w:rPr>
          <w:rtl/>
        </w:rPr>
        <w:t>(969) 2</w:t>
      </w:r>
      <w:r w:rsidR="00CC15EB">
        <w:rPr>
          <w:rtl/>
        </w:rPr>
        <w:t xml:space="preserve"> - </w:t>
      </w:r>
      <w:r w:rsidRPr="00D95A45">
        <w:rPr>
          <w:rtl/>
        </w:rPr>
        <w:t xml:space="preserve">علي عن ابيه عن ابن فضال عن الرضا </w:t>
      </w:r>
      <w:r w:rsidR="00AC7755" w:rsidRPr="00AC7755">
        <w:rPr>
          <w:rStyle w:val="libAlaemChar"/>
          <w:rtl/>
        </w:rPr>
        <w:t>عليه‌السلام</w:t>
      </w:r>
      <w:r w:rsidRPr="00D95A45">
        <w:rPr>
          <w:rtl/>
        </w:rPr>
        <w:t xml:space="preserve"> مثله.</w:t>
      </w:r>
    </w:p>
    <w:p w:rsidR="00AC7755" w:rsidRDefault="00D45E0E" w:rsidP="00AC7755">
      <w:pPr>
        <w:pStyle w:val="libNormal"/>
        <w:rPr>
          <w:rtl/>
        </w:rPr>
      </w:pPr>
      <w:r w:rsidRPr="00D95A45">
        <w:rPr>
          <w:rtl/>
        </w:rPr>
        <w:t>(970) 3</w:t>
      </w:r>
      <w:r w:rsidR="00CC15EB">
        <w:rPr>
          <w:rtl/>
        </w:rPr>
        <w:t xml:space="preserve"> - </w:t>
      </w:r>
      <w:r w:rsidRPr="00D95A45">
        <w:rPr>
          <w:rtl/>
        </w:rPr>
        <w:t xml:space="preserve">علي عن ابيه عن ابن ابى عمير عن الحلبي عن ابي عبد الله </w:t>
      </w:r>
      <w:r w:rsidR="00AC7755" w:rsidRPr="00AC7755">
        <w:rPr>
          <w:rStyle w:val="libAlaemChar"/>
          <w:rtl/>
        </w:rPr>
        <w:t>عليه‌السلام</w:t>
      </w:r>
      <w:r w:rsidRPr="00D95A45">
        <w:rPr>
          <w:rtl/>
        </w:rPr>
        <w:t xml:space="preserve"> في الرجل يكسر ظهره فقال. فيه الدية كاملة وفي العينين الدية وفي احدهما نصف الدية</w:t>
      </w:r>
      <w:r w:rsidR="00CC15EB">
        <w:rPr>
          <w:rtl/>
        </w:rPr>
        <w:t>،</w:t>
      </w:r>
      <w:r>
        <w:rPr>
          <w:rtl/>
        </w:rPr>
        <w:t xml:space="preserve"> </w:t>
      </w:r>
      <w:r w:rsidRPr="00D95A45">
        <w:rPr>
          <w:rtl/>
        </w:rPr>
        <w:t>وفي الاذنين الدية</w:t>
      </w:r>
      <w:r w:rsidR="00CC15EB">
        <w:rPr>
          <w:rtl/>
        </w:rPr>
        <w:t>،</w:t>
      </w:r>
      <w:r>
        <w:rPr>
          <w:rtl/>
        </w:rPr>
        <w:t xml:space="preserve"> </w:t>
      </w:r>
      <w:r w:rsidRPr="00D95A45">
        <w:rPr>
          <w:rtl/>
        </w:rPr>
        <w:t>وفى احداهما نصف الدية</w:t>
      </w:r>
      <w:r w:rsidR="00CC15EB">
        <w:rPr>
          <w:rtl/>
        </w:rPr>
        <w:t>،</w:t>
      </w:r>
      <w:r>
        <w:rPr>
          <w:rtl/>
        </w:rPr>
        <w:t xml:space="preserve"> </w:t>
      </w:r>
      <w:r w:rsidRPr="00D95A45">
        <w:rPr>
          <w:rtl/>
        </w:rPr>
        <w:t>وفي الذكر إذا قطعت الحشفة وما فوق الدية</w:t>
      </w:r>
      <w:r w:rsidR="00CC15EB">
        <w:rPr>
          <w:rtl/>
        </w:rPr>
        <w:t>،</w:t>
      </w:r>
      <w:r>
        <w:rPr>
          <w:rtl/>
        </w:rPr>
        <w:t xml:space="preserve"> </w:t>
      </w:r>
      <w:r w:rsidRPr="00D95A45">
        <w:rPr>
          <w:rtl/>
        </w:rPr>
        <w:t>وفي الانف إذا قطع المارن الدية</w:t>
      </w:r>
      <w:r w:rsidR="00CC15EB">
        <w:rPr>
          <w:rtl/>
        </w:rPr>
        <w:t>،</w:t>
      </w:r>
      <w:r>
        <w:rPr>
          <w:rtl/>
        </w:rPr>
        <w:t xml:space="preserve"> </w:t>
      </w:r>
      <w:r w:rsidRPr="00D95A45">
        <w:rPr>
          <w:rtl/>
        </w:rPr>
        <w:t>وفي البيضتين الدية.</w:t>
      </w:r>
    </w:p>
    <w:p w:rsidR="00AC7755" w:rsidRDefault="00D45E0E" w:rsidP="00AC7755">
      <w:pPr>
        <w:pStyle w:val="libNormal"/>
        <w:rPr>
          <w:rtl/>
        </w:rPr>
      </w:pPr>
      <w:r w:rsidRPr="00D95A45">
        <w:rPr>
          <w:rtl/>
        </w:rPr>
        <w:t>(971) 4</w:t>
      </w:r>
      <w:r w:rsidR="00CC15EB">
        <w:rPr>
          <w:rtl/>
        </w:rPr>
        <w:t xml:space="preserve"> - </w:t>
      </w:r>
      <w:r w:rsidRPr="00D95A45">
        <w:rPr>
          <w:rtl/>
        </w:rPr>
        <w:t xml:space="preserve">الحسين بن سعيد عن القاسم بن عروة عن بكير عن زرارة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في اليد نصف الدية</w:t>
      </w:r>
      <w:r w:rsidR="00CC15EB">
        <w:rPr>
          <w:rtl/>
        </w:rPr>
        <w:t>،</w:t>
      </w:r>
      <w:r>
        <w:rPr>
          <w:rtl/>
        </w:rPr>
        <w:t xml:space="preserve"> </w:t>
      </w:r>
      <w:r w:rsidRPr="00D95A45">
        <w:rPr>
          <w:rtl/>
        </w:rPr>
        <w:t>وفي اليدين جميعا الدية</w:t>
      </w:r>
      <w:r w:rsidR="00CC15EB">
        <w:rPr>
          <w:rtl/>
        </w:rPr>
        <w:t>،</w:t>
      </w:r>
      <w:r>
        <w:rPr>
          <w:rtl/>
        </w:rPr>
        <w:t xml:space="preserve"> </w:t>
      </w:r>
      <w:r w:rsidRPr="00D95A45">
        <w:rPr>
          <w:rtl/>
        </w:rPr>
        <w:t>وفي الرجلين كذلك</w:t>
      </w:r>
      <w:r w:rsidR="00CC15EB">
        <w:rPr>
          <w:rtl/>
        </w:rPr>
        <w:t>،</w:t>
      </w:r>
      <w:r>
        <w:rPr>
          <w:rtl/>
        </w:rPr>
        <w:t xml:space="preserve"> </w:t>
      </w:r>
      <w:r w:rsidRPr="00D95A45">
        <w:rPr>
          <w:rtl/>
        </w:rPr>
        <w:t>وفي الذكر إذا قطعت الحشفة الدية وما فوق ذلك</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968</w:t>
      </w:r>
      <w:r>
        <w:rPr>
          <w:rFonts w:hint="cs"/>
          <w:rtl/>
        </w:rPr>
        <w:t xml:space="preserve"> - </w:t>
      </w:r>
      <w:r w:rsidR="00D45E0E" w:rsidRPr="007277FF">
        <w:rPr>
          <w:rtl/>
        </w:rPr>
        <w:t>969</w:t>
      </w:r>
      <w:r>
        <w:rPr>
          <w:rtl/>
        </w:rPr>
        <w:t xml:space="preserve"> - </w:t>
      </w:r>
      <w:r w:rsidR="00D45E0E" w:rsidRPr="007277FF">
        <w:rPr>
          <w:rtl/>
        </w:rPr>
        <w:t>970</w:t>
      </w:r>
      <w:r>
        <w:rPr>
          <w:rFonts w:hint="cs"/>
          <w:rtl/>
        </w:rPr>
        <w:t xml:space="preserve"> - </w:t>
      </w:r>
      <w:r w:rsidR="00D45E0E" w:rsidRPr="00DA0376">
        <w:rPr>
          <w:rtl/>
        </w:rPr>
        <w:t>971</w:t>
      </w:r>
      <w:r>
        <w:rPr>
          <w:rtl/>
        </w:rPr>
        <w:t xml:space="preserve"> - </w:t>
      </w:r>
      <w:r w:rsidR="00D45E0E" w:rsidRPr="00DA0376">
        <w:rPr>
          <w:rtl/>
        </w:rPr>
        <w:t>الكافي 2 ص 327 واخرج الاخير الصدوق في الفقيه ج 4 ص 99</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وفي الانف إذا قطع المارن الدية</w:t>
      </w:r>
      <w:r w:rsidR="00CC15EB">
        <w:rPr>
          <w:rtl/>
        </w:rPr>
        <w:t>،</w:t>
      </w:r>
      <w:r>
        <w:rPr>
          <w:rtl/>
        </w:rPr>
        <w:t xml:space="preserve"> </w:t>
      </w:r>
      <w:r w:rsidRPr="00DA0376">
        <w:rPr>
          <w:rtl/>
        </w:rPr>
        <w:t>وفي الشفتين الدية</w:t>
      </w:r>
      <w:r w:rsidR="00CC15EB">
        <w:rPr>
          <w:rtl/>
        </w:rPr>
        <w:t>،</w:t>
      </w:r>
      <w:r>
        <w:rPr>
          <w:rtl/>
        </w:rPr>
        <w:t xml:space="preserve"> </w:t>
      </w:r>
      <w:r w:rsidRPr="00DA0376">
        <w:rPr>
          <w:rtl/>
        </w:rPr>
        <w:t>وفي العينين الدية</w:t>
      </w:r>
      <w:r w:rsidR="00CC15EB">
        <w:rPr>
          <w:rtl/>
        </w:rPr>
        <w:t>،</w:t>
      </w:r>
      <w:r>
        <w:rPr>
          <w:rtl/>
        </w:rPr>
        <w:t xml:space="preserve"> </w:t>
      </w:r>
      <w:r w:rsidRPr="00DA0376">
        <w:rPr>
          <w:rtl/>
        </w:rPr>
        <w:t>وفي احداهما نصف الدية.</w:t>
      </w:r>
    </w:p>
    <w:p w:rsidR="00AC7755" w:rsidRDefault="00D45E0E" w:rsidP="00AC7755">
      <w:pPr>
        <w:pStyle w:val="libNormal"/>
        <w:rPr>
          <w:rtl/>
        </w:rPr>
      </w:pPr>
      <w:r w:rsidRPr="00D95A45">
        <w:rPr>
          <w:rtl/>
        </w:rPr>
        <w:t>(972) 5</w:t>
      </w:r>
      <w:r w:rsidR="00CC15EB">
        <w:rPr>
          <w:rtl/>
        </w:rPr>
        <w:t xml:space="preserve"> - </w:t>
      </w:r>
      <w:r w:rsidRPr="00D95A45">
        <w:rPr>
          <w:rtl/>
        </w:rPr>
        <w:t xml:space="preserve">احمد بن محمد عن الحسن بن محبوب عن عبد الله بن سنان عن ابي عبد الله </w:t>
      </w:r>
      <w:r w:rsidR="00AC7755" w:rsidRPr="00AC7755">
        <w:rPr>
          <w:rStyle w:val="libAlaemChar"/>
          <w:rtl/>
        </w:rPr>
        <w:t>عليه‌السلام</w:t>
      </w:r>
      <w:r w:rsidRPr="00D95A45">
        <w:rPr>
          <w:rtl/>
        </w:rPr>
        <w:t xml:space="preserve"> في الانف إذا استؤصل جذعه الدية</w:t>
      </w:r>
      <w:r w:rsidR="00CC15EB">
        <w:rPr>
          <w:rtl/>
        </w:rPr>
        <w:t>،</w:t>
      </w:r>
      <w:r>
        <w:rPr>
          <w:rtl/>
        </w:rPr>
        <w:t xml:space="preserve"> </w:t>
      </w:r>
      <w:r w:rsidRPr="00D95A45">
        <w:rPr>
          <w:rtl/>
        </w:rPr>
        <w:t>وفي العين إذا فقأت نصف الدية</w:t>
      </w:r>
      <w:r w:rsidR="00CC15EB">
        <w:rPr>
          <w:rtl/>
        </w:rPr>
        <w:t>،</w:t>
      </w:r>
      <w:r>
        <w:rPr>
          <w:rtl/>
        </w:rPr>
        <w:t xml:space="preserve"> </w:t>
      </w:r>
      <w:r w:rsidRPr="00D95A45">
        <w:rPr>
          <w:rtl/>
        </w:rPr>
        <w:t>وفى الاذن إذا قطعت نصف الدية</w:t>
      </w:r>
      <w:r w:rsidR="00CC15EB">
        <w:rPr>
          <w:rtl/>
        </w:rPr>
        <w:t>،</w:t>
      </w:r>
      <w:r>
        <w:rPr>
          <w:rtl/>
        </w:rPr>
        <w:t xml:space="preserve"> </w:t>
      </w:r>
      <w:r w:rsidRPr="00D95A45">
        <w:rPr>
          <w:rtl/>
        </w:rPr>
        <w:t>وفى اليد نصف الدية وفى الذكر إذا قطع من موضع الحشفة الدية.</w:t>
      </w:r>
    </w:p>
    <w:p w:rsidR="00AC7755" w:rsidRDefault="00D45E0E" w:rsidP="00AC7755">
      <w:pPr>
        <w:pStyle w:val="libNormal"/>
        <w:rPr>
          <w:rtl/>
        </w:rPr>
      </w:pPr>
      <w:r w:rsidRPr="00D95A45">
        <w:rPr>
          <w:rtl/>
        </w:rPr>
        <w:t>(973) 6</w:t>
      </w:r>
      <w:r w:rsidR="00CC15EB">
        <w:rPr>
          <w:rtl/>
        </w:rPr>
        <w:t xml:space="preserve"> - </w:t>
      </w:r>
      <w:r w:rsidRPr="00D95A45">
        <w:rPr>
          <w:rtl/>
        </w:rPr>
        <w:t>احمد بن محمد بن خالد عن عثمان بن عيسى عن سماعة قال. سألته عن اليد فقال</w:t>
      </w:r>
      <w:r w:rsidR="00CC15EB">
        <w:rPr>
          <w:rtl/>
        </w:rPr>
        <w:t>:</w:t>
      </w:r>
      <w:r>
        <w:rPr>
          <w:rtl/>
        </w:rPr>
        <w:t xml:space="preserve"> </w:t>
      </w:r>
      <w:r w:rsidRPr="00D95A45">
        <w:rPr>
          <w:rtl/>
        </w:rPr>
        <w:t>نصف الدية وفي الاذن نصف الدية إذا قطعها من اصلها.</w:t>
      </w:r>
    </w:p>
    <w:p w:rsidR="00AC7755" w:rsidRDefault="00D45E0E" w:rsidP="00AC7755">
      <w:pPr>
        <w:pStyle w:val="libNormal"/>
        <w:rPr>
          <w:rtl/>
        </w:rPr>
      </w:pPr>
      <w:r w:rsidRPr="00D95A45">
        <w:rPr>
          <w:rtl/>
        </w:rPr>
        <w:t>(974) 7</w:t>
      </w:r>
      <w:r w:rsidR="00CC15EB">
        <w:rPr>
          <w:rtl/>
        </w:rPr>
        <w:t xml:space="preserve"> - </w:t>
      </w:r>
      <w:r w:rsidRPr="00D95A45">
        <w:rPr>
          <w:rtl/>
        </w:rPr>
        <w:t xml:space="preserve">الحسن بن محبوب عن ابي جميلة عن ابان بن تغلب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في الشفة السفلى ستة آلاف وفي العليا اربعة آلاف لأن السفلى تمسك الماء.</w:t>
      </w:r>
    </w:p>
    <w:p w:rsidR="00AC7755" w:rsidRDefault="00D45E0E" w:rsidP="00AC7755">
      <w:pPr>
        <w:pStyle w:val="libNormal"/>
        <w:rPr>
          <w:rtl/>
        </w:rPr>
      </w:pPr>
      <w:r w:rsidRPr="00D95A45">
        <w:rPr>
          <w:rtl/>
        </w:rPr>
        <w:t xml:space="preserve"> فاما ما رواه</w:t>
      </w:r>
      <w:r w:rsidR="00CC15EB">
        <w:rPr>
          <w:rtl/>
        </w:rPr>
        <w:t>:</w:t>
      </w:r>
      <w:r>
        <w:rPr>
          <w:rtl/>
        </w:rPr>
        <w:t xml:space="preserve"> </w:t>
      </w:r>
    </w:p>
    <w:p w:rsidR="00AC7755" w:rsidRDefault="00D45E0E" w:rsidP="00AC7755">
      <w:pPr>
        <w:pStyle w:val="libNormal"/>
        <w:rPr>
          <w:rtl/>
        </w:rPr>
      </w:pPr>
      <w:r w:rsidRPr="00D95A45">
        <w:rPr>
          <w:rtl/>
        </w:rPr>
        <w:t>(975) 8</w:t>
      </w:r>
      <w:r w:rsidR="00CC15EB">
        <w:rPr>
          <w:rtl/>
        </w:rPr>
        <w:t xml:space="preserve"> - </w:t>
      </w:r>
      <w:r w:rsidRPr="00D95A45">
        <w:rPr>
          <w:rtl/>
        </w:rPr>
        <w:t>الحسين بن سعيد عن الحسن عن زرعة عن سماعة قال</w:t>
      </w:r>
      <w:r w:rsidR="00CC15EB">
        <w:rPr>
          <w:rtl/>
        </w:rPr>
        <w:t>:</w:t>
      </w:r>
      <w:r>
        <w:rPr>
          <w:rtl/>
        </w:rPr>
        <w:t xml:space="preserve"> </w:t>
      </w:r>
      <w:r w:rsidRPr="00D95A45">
        <w:rPr>
          <w:rtl/>
        </w:rPr>
        <w:t>سألته عن اليد فقال</w:t>
      </w:r>
      <w:r w:rsidR="00CC15EB">
        <w:rPr>
          <w:rtl/>
        </w:rPr>
        <w:t>:</w:t>
      </w:r>
      <w:r>
        <w:rPr>
          <w:rtl/>
        </w:rPr>
        <w:t xml:space="preserve"> </w:t>
      </w:r>
      <w:r w:rsidRPr="00D95A45">
        <w:rPr>
          <w:rtl/>
        </w:rPr>
        <w:t>نصف الدية وفي الاذن نصف الدية إذا قطعها من اصلها</w:t>
      </w:r>
      <w:r w:rsidR="00CC15EB">
        <w:rPr>
          <w:rtl/>
        </w:rPr>
        <w:t>،</w:t>
      </w:r>
      <w:r>
        <w:rPr>
          <w:rtl/>
        </w:rPr>
        <w:t xml:space="preserve"> </w:t>
      </w:r>
      <w:r w:rsidRPr="00D95A45">
        <w:rPr>
          <w:rtl/>
        </w:rPr>
        <w:t>وإذا قطع طرفا منها قيمة عدل</w:t>
      </w:r>
      <w:r w:rsidR="00CC15EB">
        <w:rPr>
          <w:rtl/>
        </w:rPr>
        <w:t>،</w:t>
      </w:r>
      <w:r>
        <w:rPr>
          <w:rtl/>
        </w:rPr>
        <w:t xml:space="preserve"> </w:t>
      </w:r>
      <w:r w:rsidRPr="00D95A45">
        <w:rPr>
          <w:rtl/>
        </w:rPr>
        <w:t>والعين الواحدة نصف الدية</w:t>
      </w:r>
      <w:r w:rsidR="00CC15EB">
        <w:rPr>
          <w:rtl/>
        </w:rPr>
        <w:t>،</w:t>
      </w:r>
      <w:r>
        <w:rPr>
          <w:rtl/>
        </w:rPr>
        <w:t xml:space="preserve"> </w:t>
      </w:r>
      <w:r w:rsidRPr="00D95A45">
        <w:rPr>
          <w:rtl/>
        </w:rPr>
        <w:t>وفي الانف إذا قطع المارن الدية كاملة</w:t>
      </w:r>
      <w:r w:rsidR="00CC15EB">
        <w:rPr>
          <w:rtl/>
        </w:rPr>
        <w:t>،</w:t>
      </w:r>
      <w:r>
        <w:rPr>
          <w:rtl/>
        </w:rPr>
        <w:t xml:space="preserve"> </w:t>
      </w:r>
      <w:r w:rsidRPr="00D95A45">
        <w:rPr>
          <w:rtl/>
        </w:rPr>
        <w:t>وفي الذكر إذا قطع الدية كاملة</w:t>
      </w:r>
      <w:r w:rsidR="00CC15EB">
        <w:rPr>
          <w:rtl/>
        </w:rPr>
        <w:t>،</w:t>
      </w:r>
      <w:r>
        <w:rPr>
          <w:rtl/>
        </w:rPr>
        <w:t xml:space="preserve"> </w:t>
      </w:r>
      <w:r w:rsidRPr="00D95A45">
        <w:rPr>
          <w:rtl/>
        </w:rPr>
        <w:t>والشفتان العليا والسفلى سواء في الدية.</w:t>
      </w:r>
    </w:p>
    <w:p w:rsidR="00AC7755" w:rsidRDefault="00D45E0E" w:rsidP="00AC7755">
      <w:pPr>
        <w:pStyle w:val="libNormal"/>
        <w:rPr>
          <w:rtl/>
        </w:rPr>
      </w:pPr>
      <w:r w:rsidRPr="00D95A45">
        <w:rPr>
          <w:rtl/>
        </w:rPr>
        <w:t xml:space="preserve"> فيمكن الوجه في هذا الخبر من التسوية بين الشفتين في الدية انما المراد به ايجاب الديه فيهما سواء لا المقدار فيكونان متساويين من حيث يجب لكل واحدة</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972</w:t>
      </w:r>
      <w:r>
        <w:rPr>
          <w:rFonts w:hint="cs"/>
          <w:rtl/>
        </w:rPr>
        <w:t xml:space="preserve"> - </w:t>
      </w:r>
      <w:r w:rsidR="00D45E0E" w:rsidRPr="007277FF">
        <w:rPr>
          <w:rtl/>
        </w:rPr>
        <w:t>973</w:t>
      </w:r>
      <w:r>
        <w:rPr>
          <w:rtl/>
        </w:rPr>
        <w:t xml:space="preserve"> - </w:t>
      </w:r>
      <w:r w:rsidR="00D45E0E" w:rsidRPr="007277FF">
        <w:rPr>
          <w:rtl/>
        </w:rPr>
        <w:t>الكافي ج 2 ص 327</w:t>
      </w:r>
    </w:p>
    <w:p w:rsidR="00CC15EB" w:rsidRDefault="00CC15EB" w:rsidP="00AC7755">
      <w:pPr>
        <w:pStyle w:val="libFootnote0"/>
        <w:rPr>
          <w:rtl/>
        </w:rPr>
      </w:pPr>
      <w:r>
        <w:rPr>
          <w:rtl/>
        </w:rPr>
        <w:t>-</w:t>
      </w:r>
      <w:r w:rsidR="00D45E0E" w:rsidRPr="007277FF">
        <w:rPr>
          <w:rtl/>
        </w:rPr>
        <w:t xml:space="preserve"> 974</w:t>
      </w:r>
      <w:r>
        <w:rPr>
          <w:rtl/>
        </w:rPr>
        <w:t xml:space="preserve"> - </w:t>
      </w:r>
      <w:r w:rsidR="00D45E0E" w:rsidRPr="007277FF">
        <w:rPr>
          <w:rtl/>
        </w:rPr>
        <w:t>الاستبصار ج 4 ص 288 الكافي ج 2 ص 327 الفقيه ج 4 ص 99</w:t>
      </w:r>
    </w:p>
    <w:p w:rsidR="00AC7755" w:rsidRDefault="00CC15EB" w:rsidP="00AC7755">
      <w:pPr>
        <w:pStyle w:val="libFootnote0"/>
        <w:rPr>
          <w:rtl/>
        </w:rPr>
      </w:pPr>
      <w:r>
        <w:rPr>
          <w:rtl/>
        </w:rPr>
        <w:t>-</w:t>
      </w:r>
      <w:r w:rsidR="00D45E0E" w:rsidRPr="00DA0376">
        <w:rPr>
          <w:rtl/>
        </w:rPr>
        <w:t xml:space="preserve"> 975</w:t>
      </w:r>
      <w:r>
        <w:rPr>
          <w:rtl/>
        </w:rPr>
        <w:t xml:space="preserve"> - </w:t>
      </w:r>
      <w:r w:rsidR="00D45E0E" w:rsidRPr="00DA0376">
        <w:rPr>
          <w:rtl/>
        </w:rPr>
        <w:t>الاستبصار ج 4 ص 288 ووفيه ذيل الحديث</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منهما الدية وانى تفاضلتا في مقدار ما يستحق بكل واحدة منهما.</w:t>
      </w:r>
    </w:p>
    <w:p w:rsidR="00AC7755" w:rsidRDefault="00D45E0E" w:rsidP="00AC7755">
      <w:pPr>
        <w:pStyle w:val="libNormal"/>
        <w:rPr>
          <w:rtl/>
        </w:rPr>
      </w:pPr>
      <w:r w:rsidRPr="00D95A45">
        <w:rPr>
          <w:rtl/>
        </w:rPr>
        <w:t>(976) 9</w:t>
      </w:r>
      <w:r w:rsidR="00CC15EB">
        <w:rPr>
          <w:rtl/>
        </w:rPr>
        <w:t xml:space="preserve"> - </w:t>
      </w:r>
      <w:r w:rsidRPr="00D95A45">
        <w:rPr>
          <w:rtl/>
        </w:rPr>
        <w:t xml:space="preserve">يونس عن زرعة عن سماعة عن ابى عبد الله </w:t>
      </w:r>
      <w:r w:rsidR="00AC7755" w:rsidRPr="00AC7755">
        <w:rPr>
          <w:rStyle w:val="libAlaemChar"/>
          <w:rtl/>
        </w:rPr>
        <w:t>عليه‌السلام</w:t>
      </w:r>
      <w:r w:rsidRPr="00D95A45">
        <w:rPr>
          <w:rtl/>
        </w:rPr>
        <w:t xml:space="preserve"> في الرجل الواحدة نصف الدية</w:t>
      </w:r>
      <w:r w:rsidR="00CC15EB">
        <w:rPr>
          <w:rtl/>
        </w:rPr>
        <w:t>،</w:t>
      </w:r>
      <w:r>
        <w:rPr>
          <w:rtl/>
        </w:rPr>
        <w:t xml:space="preserve"> </w:t>
      </w:r>
      <w:r w:rsidRPr="00D95A45">
        <w:rPr>
          <w:rtl/>
        </w:rPr>
        <w:t>وفي الاذن نصف الدية إذا قطعها من اصلها</w:t>
      </w:r>
      <w:r w:rsidR="00CC15EB">
        <w:rPr>
          <w:rtl/>
        </w:rPr>
        <w:t>،</w:t>
      </w:r>
      <w:r>
        <w:rPr>
          <w:rtl/>
        </w:rPr>
        <w:t xml:space="preserve"> </w:t>
      </w:r>
      <w:r w:rsidRPr="00D95A45">
        <w:rPr>
          <w:rtl/>
        </w:rPr>
        <w:t>وإذا قطع طرفها ففيها قيمة عدل</w:t>
      </w:r>
      <w:r w:rsidR="00CC15EB">
        <w:rPr>
          <w:rtl/>
        </w:rPr>
        <w:t>،</w:t>
      </w:r>
      <w:r>
        <w:rPr>
          <w:rtl/>
        </w:rPr>
        <w:t xml:space="preserve"> </w:t>
      </w:r>
      <w:r w:rsidRPr="00D95A45">
        <w:rPr>
          <w:rtl/>
        </w:rPr>
        <w:t>وفى الانف إذا قطع الدية كاملة وفي اللسان إذا قطع الدية كاملة.</w:t>
      </w:r>
    </w:p>
    <w:p w:rsidR="00AC7755" w:rsidRDefault="00D45E0E" w:rsidP="00AC7755">
      <w:pPr>
        <w:pStyle w:val="libNormal"/>
        <w:rPr>
          <w:rtl/>
        </w:rPr>
      </w:pPr>
      <w:r w:rsidRPr="00D95A45">
        <w:rPr>
          <w:rtl/>
        </w:rPr>
        <w:t>(977) 10</w:t>
      </w:r>
      <w:r w:rsidR="00CC15EB">
        <w:rPr>
          <w:rtl/>
        </w:rPr>
        <w:t xml:space="preserve"> - </w:t>
      </w:r>
      <w:r w:rsidRPr="00D95A45">
        <w:rPr>
          <w:rtl/>
        </w:rPr>
        <w:t xml:space="preserve">محمد بن الحسن الصفار عن احمد بن محمد عن محمد بن سنان عن العلا بن الفضيل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في انف الرجل إذا قطع من المارن فالدية تامة</w:t>
      </w:r>
      <w:r w:rsidR="00CC15EB">
        <w:rPr>
          <w:rtl/>
        </w:rPr>
        <w:t>،</w:t>
      </w:r>
      <w:r>
        <w:rPr>
          <w:rtl/>
        </w:rPr>
        <w:t xml:space="preserve"> </w:t>
      </w:r>
      <w:r w:rsidRPr="00D95A45">
        <w:rPr>
          <w:rtl/>
        </w:rPr>
        <w:t>وذكر الرجل الدية تامة</w:t>
      </w:r>
      <w:r w:rsidR="00CC15EB">
        <w:rPr>
          <w:rtl/>
        </w:rPr>
        <w:t>،</w:t>
      </w:r>
      <w:r>
        <w:rPr>
          <w:rtl/>
        </w:rPr>
        <w:t xml:space="preserve"> </w:t>
      </w:r>
      <w:r w:rsidRPr="00D95A45">
        <w:rPr>
          <w:rtl/>
        </w:rPr>
        <w:t>ولسانه الدية تامة</w:t>
      </w:r>
      <w:r w:rsidR="00CC15EB">
        <w:rPr>
          <w:rtl/>
        </w:rPr>
        <w:t>،</w:t>
      </w:r>
      <w:r>
        <w:rPr>
          <w:rtl/>
        </w:rPr>
        <w:t xml:space="preserve"> </w:t>
      </w:r>
      <w:r w:rsidRPr="00D95A45">
        <w:rPr>
          <w:rtl/>
        </w:rPr>
        <w:t>واذنيه الدية تامة</w:t>
      </w:r>
      <w:r w:rsidR="00CC15EB">
        <w:rPr>
          <w:rtl/>
        </w:rPr>
        <w:t>،</w:t>
      </w:r>
      <w:r>
        <w:rPr>
          <w:rtl/>
        </w:rPr>
        <w:t xml:space="preserve"> </w:t>
      </w:r>
      <w:r w:rsidRPr="00D95A45">
        <w:rPr>
          <w:rtl/>
        </w:rPr>
        <w:t>والرجلان بتلك المنزلة</w:t>
      </w:r>
      <w:r w:rsidR="00CC15EB">
        <w:rPr>
          <w:rtl/>
        </w:rPr>
        <w:t>،</w:t>
      </w:r>
      <w:r>
        <w:rPr>
          <w:rtl/>
        </w:rPr>
        <w:t xml:space="preserve"> </w:t>
      </w:r>
      <w:r w:rsidRPr="00D95A45">
        <w:rPr>
          <w:rtl/>
        </w:rPr>
        <w:t>والعينان بتلك المنزلة</w:t>
      </w:r>
      <w:r w:rsidR="00CC15EB">
        <w:rPr>
          <w:rtl/>
        </w:rPr>
        <w:t>،</w:t>
      </w:r>
      <w:r>
        <w:rPr>
          <w:rtl/>
        </w:rPr>
        <w:t xml:space="preserve"> </w:t>
      </w:r>
      <w:r w:rsidRPr="00D95A45">
        <w:rPr>
          <w:rtl/>
        </w:rPr>
        <w:t>والعين العوراء الدية تامة</w:t>
      </w:r>
      <w:r w:rsidR="00CC15EB">
        <w:rPr>
          <w:rtl/>
        </w:rPr>
        <w:t>،</w:t>
      </w:r>
      <w:r>
        <w:rPr>
          <w:rtl/>
        </w:rPr>
        <w:t xml:space="preserve"> </w:t>
      </w:r>
      <w:r w:rsidRPr="00D95A45">
        <w:rPr>
          <w:rtl/>
        </w:rPr>
        <w:t>والاصبع من اليد والرجل فعشر الدية</w:t>
      </w:r>
      <w:r w:rsidR="00CC15EB">
        <w:rPr>
          <w:rtl/>
        </w:rPr>
        <w:t>،</w:t>
      </w:r>
      <w:r>
        <w:rPr>
          <w:rtl/>
        </w:rPr>
        <w:t xml:space="preserve"> </w:t>
      </w:r>
      <w:r w:rsidRPr="00D95A45">
        <w:rPr>
          <w:rtl/>
        </w:rPr>
        <w:t>والسن من الثنايا والاضراس سواء نصف العشر</w:t>
      </w:r>
      <w:r w:rsidR="00CC15EB">
        <w:rPr>
          <w:rtl/>
        </w:rPr>
        <w:t>،</w:t>
      </w:r>
      <w:r>
        <w:rPr>
          <w:rtl/>
        </w:rPr>
        <w:t xml:space="preserve"> </w:t>
      </w:r>
      <w:r w:rsidRPr="00D95A45">
        <w:rPr>
          <w:rtl/>
        </w:rPr>
        <w:t>والموضحة خمسة من الابل</w:t>
      </w:r>
      <w:r w:rsidR="00CC15EB">
        <w:rPr>
          <w:rtl/>
        </w:rPr>
        <w:t>،</w:t>
      </w:r>
      <w:r>
        <w:rPr>
          <w:rtl/>
        </w:rPr>
        <w:t xml:space="preserve"> </w:t>
      </w:r>
      <w:r w:rsidRPr="00D95A45">
        <w:rPr>
          <w:rtl/>
        </w:rPr>
        <w:t>والسمحاق اربعة من الابل</w:t>
      </w:r>
      <w:r w:rsidR="00CC15EB">
        <w:rPr>
          <w:rtl/>
        </w:rPr>
        <w:t>،</w:t>
      </w:r>
      <w:r>
        <w:rPr>
          <w:rtl/>
        </w:rPr>
        <w:t xml:space="preserve"> </w:t>
      </w:r>
      <w:r w:rsidRPr="00D95A45">
        <w:rPr>
          <w:rtl/>
        </w:rPr>
        <w:t>والدامية صلح أو قصاص إذا كان عمدا كان دية أو قصاصا وإذا كان خطأ كان الدية</w:t>
      </w:r>
      <w:r w:rsidR="00CC15EB">
        <w:rPr>
          <w:rtl/>
        </w:rPr>
        <w:t>،</w:t>
      </w:r>
      <w:r>
        <w:rPr>
          <w:rtl/>
        </w:rPr>
        <w:t xml:space="preserve"> </w:t>
      </w:r>
      <w:r w:rsidRPr="00D95A45">
        <w:rPr>
          <w:rtl/>
        </w:rPr>
        <w:t>والمنقلة خمسة عشر</w:t>
      </w:r>
      <w:r w:rsidR="00CC15EB">
        <w:rPr>
          <w:rtl/>
        </w:rPr>
        <w:t>،</w:t>
      </w:r>
      <w:r>
        <w:rPr>
          <w:rtl/>
        </w:rPr>
        <w:t xml:space="preserve"> </w:t>
      </w:r>
      <w:r w:rsidRPr="00D95A45">
        <w:rPr>
          <w:rtl/>
        </w:rPr>
        <w:t>والجائفة ثلث الدية</w:t>
      </w:r>
      <w:r w:rsidR="00CC15EB">
        <w:rPr>
          <w:rtl/>
        </w:rPr>
        <w:t>،</w:t>
      </w:r>
      <w:r>
        <w:rPr>
          <w:rtl/>
        </w:rPr>
        <w:t xml:space="preserve"> </w:t>
      </w:r>
      <w:r w:rsidRPr="00D95A45">
        <w:rPr>
          <w:rtl/>
        </w:rPr>
        <w:t>والمأمومة ثلث الدية</w:t>
      </w:r>
      <w:r w:rsidR="00CC15EB">
        <w:rPr>
          <w:rtl/>
        </w:rPr>
        <w:t>،</w:t>
      </w:r>
      <w:r>
        <w:rPr>
          <w:rtl/>
        </w:rPr>
        <w:t xml:space="preserve"> </w:t>
      </w:r>
      <w:r w:rsidRPr="00D95A45">
        <w:rPr>
          <w:rtl/>
        </w:rPr>
        <w:t>وجراحة المرأة والرجل سواء الى ان تبلغ الثلث الدية</w:t>
      </w:r>
      <w:r w:rsidR="00CC15EB">
        <w:rPr>
          <w:rtl/>
        </w:rPr>
        <w:t>،</w:t>
      </w:r>
      <w:r>
        <w:rPr>
          <w:rtl/>
        </w:rPr>
        <w:t xml:space="preserve"> </w:t>
      </w:r>
      <w:r w:rsidRPr="00D95A45">
        <w:rPr>
          <w:rtl/>
        </w:rPr>
        <w:t>فإذا جاز ذلك فالرجل يضعف على المرأة ضعفين والخطأ مائة من الابل أو الف من الغنم أو عشرة آلاف درهم أو الف دينار</w:t>
      </w:r>
      <w:r w:rsidR="00CC15EB">
        <w:rPr>
          <w:rtl/>
        </w:rPr>
        <w:t>،</w:t>
      </w:r>
      <w:r>
        <w:rPr>
          <w:rtl/>
        </w:rPr>
        <w:t xml:space="preserve"> </w:t>
      </w:r>
      <w:r w:rsidRPr="00D95A45">
        <w:rPr>
          <w:rtl/>
        </w:rPr>
        <w:t>وان كانت الابل فخمس وعشرون بنت مخاض وخمس وعشرون بنت لبون وخمس وعشرون حقة وخمس وعشرون جذعة</w:t>
      </w:r>
      <w:r w:rsidR="00CC15EB">
        <w:rPr>
          <w:rtl/>
        </w:rPr>
        <w:t>،</w:t>
      </w:r>
      <w:r>
        <w:rPr>
          <w:rtl/>
        </w:rPr>
        <w:t xml:space="preserve"> </w:t>
      </w:r>
      <w:r w:rsidRPr="00D95A45">
        <w:rPr>
          <w:rtl/>
        </w:rPr>
        <w:t>والدية المغلظة في الخطإ الذي يشبه العمد الذي يضرب بالحجر والعصا الضربة والاثنين فلا يريد قتله فهي اثلاث ثلاث وثلاثون حقة وثلاث وثلاثون جذعة واربع وثلاثون ثنية كلها خلفة طروقة الفحل</w:t>
      </w:r>
      <w:r w:rsidR="00CC15EB">
        <w:rPr>
          <w:rtl/>
        </w:rPr>
        <w:t>،</w:t>
      </w:r>
      <w:r>
        <w:rPr>
          <w:rtl/>
        </w:rPr>
        <w:t xml:space="preserve"> </w:t>
      </w:r>
      <w:r w:rsidRPr="00D95A45">
        <w:rPr>
          <w:rtl/>
        </w:rPr>
        <w:t>وان كانت من الغنم فالف كبش</w:t>
      </w:r>
      <w:r w:rsidR="00CC15EB">
        <w:rPr>
          <w:rtl/>
        </w:rPr>
        <w:t>،</w:t>
      </w:r>
      <w:r>
        <w:rPr>
          <w:rtl/>
        </w:rPr>
        <w:t xml:space="preserve"> </w:t>
      </w:r>
      <w:r w:rsidRPr="00D95A45">
        <w:rPr>
          <w:rtl/>
        </w:rPr>
        <w:t>والعمد هو القود أو رضى ولي المقتول.</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976</w:t>
      </w:r>
      <w:r>
        <w:rPr>
          <w:rtl/>
        </w:rPr>
        <w:t xml:space="preserve"> - </w:t>
      </w:r>
      <w:r w:rsidR="00D45E0E" w:rsidRPr="00D95A45">
        <w:rPr>
          <w:rtl/>
        </w:rPr>
        <w:t>الكافي ج 2 ص 327 بزيادة في آخره</w:t>
      </w:r>
    </w:p>
    <w:p w:rsidR="00AC7755" w:rsidRDefault="00CC15EB" w:rsidP="00AC7755">
      <w:pPr>
        <w:pStyle w:val="libFootnote0"/>
        <w:rPr>
          <w:rtl/>
        </w:rPr>
      </w:pPr>
      <w:r>
        <w:rPr>
          <w:rtl/>
        </w:rPr>
        <w:t>-</w:t>
      </w:r>
      <w:r w:rsidR="00D45E0E" w:rsidRPr="00DA0376">
        <w:rPr>
          <w:rtl/>
        </w:rPr>
        <w:t xml:space="preserve"> 977</w:t>
      </w:r>
      <w:r>
        <w:rPr>
          <w:rtl/>
        </w:rPr>
        <w:t xml:space="preserve"> - </w:t>
      </w:r>
      <w:r w:rsidR="00D45E0E" w:rsidRPr="00DA0376">
        <w:rPr>
          <w:rtl/>
        </w:rPr>
        <w:t>الاستبصار ج 4 ص 258 الكافي ج 2 ص 318 وفيه ذيل الحديث</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(978) 11</w:t>
      </w:r>
      <w:r w:rsidR="00CC15EB">
        <w:rPr>
          <w:rtl/>
        </w:rPr>
        <w:t xml:space="preserve"> - </w:t>
      </w:r>
      <w:r w:rsidRPr="00D95A45">
        <w:rPr>
          <w:rtl/>
        </w:rPr>
        <w:t xml:space="preserve">الحسن بن محبوب عن ابي سليمان الحمار عن بريد العجلي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رجل كسر صلبه فلا يستطيع ان يجلس ان فيه الدية.</w:t>
      </w:r>
    </w:p>
    <w:p w:rsidR="00AC7755" w:rsidRDefault="00D45E0E" w:rsidP="00AC7755">
      <w:pPr>
        <w:pStyle w:val="libNormal"/>
        <w:rPr>
          <w:rtl/>
        </w:rPr>
      </w:pPr>
      <w:r w:rsidRPr="00D95A45">
        <w:rPr>
          <w:rtl/>
        </w:rPr>
        <w:t>(979) 12</w:t>
      </w:r>
      <w:r w:rsidR="00CC15EB">
        <w:rPr>
          <w:rtl/>
        </w:rPr>
        <w:t xml:space="preserve"> - </w:t>
      </w:r>
      <w:r w:rsidRPr="00D95A45">
        <w:rPr>
          <w:rtl/>
        </w:rPr>
        <w:t>علي عن محمد بن عيسى عن يونس عن صالح بن عقبة عن معاوية بن عمار قلت</w:t>
      </w:r>
      <w:r w:rsidR="00CC15EB">
        <w:rPr>
          <w:rtl/>
        </w:rPr>
        <w:t>:</w:t>
      </w:r>
      <w:r>
        <w:rPr>
          <w:rtl/>
        </w:rPr>
        <w:t xml:space="preserve"> </w:t>
      </w:r>
      <w:r w:rsidRPr="00D95A45">
        <w:rPr>
          <w:rtl/>
        </w:rPr>
        <w:t>تزوج جار لي امرأة فلما اراد مواقعتها رفسته برجلها ففتقت بيضته فصار آدر</w:t>
      </w:r>
      <w:r w:rsidRPr="00AC7755">
        <w:rPr>
          <w:rStyle w:val="libFootnotenumChar"/>
          <w:rtl/>
        </w:rPr>
        <w:t xml:space="preserve"> (1) </w:t>
      </w:r>
      <w:r w:rsidRPr="00D95A45">
        <w:rPr>
          <w:rtl/>
        </w:rPr>
        <w:t>فكان بعد ذلك ينكح ولا يولد له</w:t>
      </w:r>
      <w:r w:rsidR="00CC15EB">
        <w:rPr>
          <w:rtl/>
        </w:rPr>
        <w:t>،</w:t>
      </w:r>
      <w:r>
        <w:rPr>
          <w:rtl/>
        </w:rPr>
        <w:t xml:space="preserve"> </w:t>
      </w:r>
      <w:r w:rsidRPr="00D95A45">
        <w:rPr>
          <w:rtl/>
        </w:rPr>
        <w:t xml:space="preserve">فسألت ابا عبد الله </w:t>
      </w:r>
      <w:r w:rsidR="00AC7755" w:rsidRPr="00AC7755">
        <w:rPr>
          <w:rStyle w:val="libAlaemChar"/>
          <w:rtl/>
        </w:rPr>
        <w:t>عليه‌السلام</w:t>
      </w:r>
      <w:r w:rsidRPr="00D95A45">
        <w:rPr>
          <w:rtl/>
        </w:rPr>
        <w:t xml:space="preserve"> عن ذلك وعن رجل اصاب سرة رجل ففتقها فقال </w:t>
      </w:r>
      <w:r w:rsidR="00AC7755" w:rsidRPr="00AC7755">
        <w:rPr>
          <w:rStyle w:val="libAlaemChar"/>
          <w:rtl/>
        </w:rPr>
        <w:t>عليه‌السلام</w:t>
      </w:r>
      <w:r w:rsidR="00CC15EB">
        <w:rPr>
          <w:rtl/>
        </w:rPr>
        <w:t>:</w:t>
      </w:r>
      <w:r>
        <w:rPr>
          <w:rtl/>
        </w:rPr>
        <w:t xml:space="preserve"> </w:t>
      </w:r>
      <w:r w:rsidRPr="00D95A45">
        <w:rPr>
          <w:rtl/>
        </w:rPr>
        <w:t>في كل فتق ثلث الدية.</w:t>
      </w:r>
    </w:p>
    <w:p w:rsidR="00AC7755" w:rsidRDefault="00D45E0E" w:rsidP="00AC7755">
      <w:pPr>
        <w:pStyle w:val="libNormal"/>
        <w:rPr>
          <w:rtl/>
        </w:rPr>
      </w:pPr>
      <w:r w:rsidRPr="00D95A45">
        <w:rPr>
          <w:rtl/>
        </w:rPr>
        <w:t>(980) 13</w:t>
      </w:r>
      <w:r w:rsidR="00CC15EB">
        <w:rPr>
          <w:rtl/>
        </w:rPr>
        <w:t xml:space="preserve"> - </w:t>
      </w:r>
      <w:r w:rsidRPr="00D95A45">
        <w:rPr>
          <w:rtl/>
        </w:rPr>
        <w:t>الحسين بن سعيد عن النضر عن هشام بن سالم عن سليمان بن خالد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كسر بعصوصه</w:t>
      </w:r>
      <w:r w:rsidRPr="00AC7755">
        <w:rPr>
          <w:rStyle w:val="libFootnotenumChar"/>
          <w:rtl/>
        </w:rPr>
        <w:t xml:space="preserve"> (2) </w:t>
      </w:r>
      <w:r w:rsidRPr="00D95A45">
        <w:rPr>
          <w:rtl/>
        </w:rPr>
        <w:t>فلم يملك استه فما فيه من الدية</w:t>
      </w:r>
      <w:r>
        <w:rPr>
          <w:rtl/>
        </w:rPr>
        <w:t>؟</w:t>
      </w:r>
      <w:r w:rsidRPr="00D95A45">
        <w:rPr>
          <w:rtl/>
        </w:rPr>
        <w:t xml:space="preserve"> فقال</w:t>
      </w:r>
      <w:r w:rsidR="00CC15EB">
        <w:rPr>
          <w:rtl/>
        </w:rPr>
        <w:t>:</w:t>
      </w:r>
      <w:r>
        <w:rPr>
          <w:rtl/>
        </w:rPr>
        <w:t xml:space="preserve"> </w:t>
      </w:r>
      <w:r w:rsidRPr="00D95A45">
        <w:rPr>
          <w:rtl/>
        </w:rPr>
        <w:t>الدية كاملة</w:t>
      </w:r>
      <w:r w:rsidR="00CC15EB">
        <w:rPr>
          <w:rtl/>
        </w:rPr>
        <w:t>،</w:t>
      </w:r>
      <w:r>
        <w:rPr>
          <w:rtl/>
        </w:rPr>
        <w:t xml:space="preserve"> </w:t>
      </w:r>
      <w:r w:rsidRPr="00D95A45">
        <w:rPr>
          <w:rtl/>
        </w:rPr>
        <w:t>قال</w:t>
      </w:r>
      <w:r w:rsidR="00CC15EB">
        <w:rPr>
          <w:rtl/>
        </w:rPr>
        <w:t>:</w:t>
      </w:r>
      <w:r>
        <w:rPr>
          <w:rtl/>
        </w:rPr>
        <w:t xml:space="preserve"> </w:t>
      </w:r>
      <w:r w:rsidRPr="00D95A45">
        <w:rPr>
          <w:rtl/>
        </w:rPr>
        <w:t>وسألته عن رجل وقع بجارية فافضاها وكانت إذا نزلت بتلك المنزلة لم تلد قال</w:t>
      </w:r>
      <w:r w:rsidR="00CC15EB">
        <w:rPr>
          <w:rtl/>
        </w:rPr>
        <w:t>:</w:t>
      </w:r>
      <w:r>
        <w:rPr>
          <w:rtl/>
        </w:rPr>
        <w:t xml:space="preserve"> </w:t>
      </w:r>
      <w:r w:rsidRPr="00D95A45">
        <w:rPr>
          <w:rtl/>
        </w:rPr>
        <w:t>الدية كاملة.</w:t>
      </w:r>
    </w:p>
    <w:p w:rsidR="00AC7755" w:rsidRDefault="00D45E0E" w:rsidP="00AC7755">
      <w:pPr>
        <w:pStyle w:val="libNormal"/>
        <w:rPr>
          <w:rtl/>
        </w:rPr>
      </w:pPr>
      <w:r w:rsidRPr="00D95A45">
        <w:rPr>
          <w:rtl/>
        </w:rPr>
        <w:t>(981) 14</w:t>
      </w:r>
      <w:r w:rsidR="00CC15EB">
        <w:rPr>
          <w:rtl/>
        </w:rPr>
        <w:t xml:space="preserve"> - </w:t>
      </w:r>
      <w:r w:rsidRPr="00D95A45">
        <w:rPr>
          <w:rtl/>
        </w:rPr>
        <w:t>ابن محبوب عن اسحاق بن عمار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الرجل يضرب عجانه</w:t>
      </w:r>
      <w:r w:rsidRPr="00AC7755">
        <w:rPr>
          <w:rStyle w:val="libFootnotenumChar"/>
          <w:rtl/>
        </w:rPr>
        <w:t xml:space="preserve"> (3) </w:t>
      </w:r>
      <w:r w:rsidRPr="00D95A45">
        <w:rPr>
          <w:rtl/>
        </w:rPr>
        <w:t>فلا يستمسك غائطه ولا بوله</w:t>
      </w:r>
      <w:r w:rsidR="00CC15EB">
        <w:rPr>
          <w:rtl/>
        </w:rPr>
        <w:t>:</w:t>
      </w:r>
      <w:r>
        <w:rPr>
          <w:rtl/>
        </w:rPr>
        <w:t xml:space="preserve"> </w:t>
      </w:r>
      <w:r w:rsidRPr="00D95A45">
        <w:rPr>
          <w:rtl/>
        </w:rPr>
        <w:t>ان في ذلك الدية كاملة.</w:t>
      </w:r>
    </w:p>
    <w:p w:rsidR="00AC7755" w:rsidRDefault="00D45E0E" w:rsidP="00AC7755">
      <w:pPr>
        <w:pStyle w:val="libNormal"/>
        <w:rPr>
          <w:rtl/>
        </w:rPr>
      </w:pPr>
      <w:r w:rsidRPr="00D95A45">
        <w:rPr>
          <w:rtl/>
        </w:rPr>
        <w:t>(982) 15</w:t>
      </w:r>
      <w:r w:rsidR="00CC15EB">
        <w:rPr>
          <w:rtl/>
        </w:rPr>
        <w:t xml:space="preserve"> - </w:t>
      </w:r>
      <w:r w:rsidRPr="00D95A45">
        <w:rPr>
          <w:rtl/>
        </w:rPr>
        <w:t xml:space="preserve">الحسن بن محبوب عن ابى ايوب عن بريد العجلي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في ذكر الغلام الدية كاملة.</w:t>
      </w:r>
    </w:p>
    <w:p w:rsidR="00AC7755" w:rsidRDefault="00D45E0E" w:rsidP="00AC7755">
      <w:pPr>
        <w:pStyle w:val="libLine"/>
        <w:rPr>
          <w:rtl/>
        </w:rPr>
      </w:pPr>
      <w:r>
        <w:rPr>
          <w:rtl/>
        </w:rPr>
        <w:t>__________________</w:t>
      </w:r>
    </w:p>
    <w:p w:rsidR="00AC7755" w:rsidRDefault="00D45E0E" w:rsidP="00AC7755">
      <w:pPr>
        <w:pStyle w:val="libFootnote0"/>
        <w:rPr>
          <w:rtl/>
        </w:rPr>
      </w:pPr>
      <w:r w:rsidRPr="00D95A45">
        <w:rPr>
          <w:rtl/>
        </w:rPr>
        <w:t>(1) الادرة</w:t>
      </w:r>
      <w:r w:rsidR="00CC15EB">
        <w:rPr>
          <w:rtl/>
        </w:rPr>
        <w:t>:</w:t>
      </w:r>
      <w:r>
        <w:rPr>
          <w:rtl/>
        </w:rPr>
        <w:t xml:space="preserve"> </w:t>
      </w:r>
      <w:r w:rsidRPr="00D95A45">
        <w:rPr>
          <w:rtl/>
        </w:rPr>
        <w:t>وزان غرفة وهى انتفاخ الخصية.</w:t>
      </w:r>
    </w:p>
    <w:p w:rsidR="00AC7755" w:rsidRDefault="00D45E0E" w:rsidP="00AC7755">
      <w:pPr>
        <w:pStyle w:val="libFootnote0"/>
        <w:rPr>
          <w:rtl/>
        </w:rPr>
      </w:pPr>
      <w:r w:rsidRPr="00D95A45">
        <w:rPr>
          <w:rtl/>
        </w:rPr>
        <w:t>(2) العصوص</w:t>
      </w:r>
      <w:r w:rsidR="00CC15EB">
        <w:rPr>
          <w:rtl/>
        </w:rPr>
        <w:t>:</w:t>
      </w:r>
      <w:r>
        <w:rPr>
          <w:rtl/>
        </w:rPr>
        <w:t xml:space="preserve"> </w:t>
      </w:r>
      <w:r w:rsidRPr="00D95A45">
        <w:rPr>
          <w:rtl/>
        </w:rPr>
        <w:t>كعصفور عظم الورك وعظم دقيق حول الدبر وهو العصعص.</w:t>
      </w:r>
    </w:p>
    <w:p w:rsidR="00CC15EB" w:rsidRDefault="00D45E0E" w:rsidP="00AC7755">
      <w:pPr>
        <w:pStyle w:val="libFootnote0"/>
        <w:rPr>
          <w:rtl/>
        </w:rPr>
      </w:pPr>
      <w:r w:rsidRPr="00D95A45">
        <w:rPr>
          <w:rtl/>
        </w:rPr>
        <w:t>(3) العجان</w:t>
      </w:r>
      <w:r w:rsidR="00CC15EB">
        <w:rPr>
          <w:rtl/>
        </w:rPr>
        <w:t>:</w:t>
      </w:r>
      <w:r>
        <w:rPr>
          <w:rtl/>
        </w:rPr>
        <w:t xml:space="preserve"> </w:t>
      </w:r>
      <w:r w:rsidRPr="00D95A45">
        <w:rPr>
          <w:rtl/>
        </w:rPr>
        <w:t>ككتاب ما بين الخصية وحلقة الدبر</w:t>
      </w:r>
    </w:p>
    <w:p w:rsidR="00CC15EB" w:rsidRDefault="00CC15EB" w:rsidP="00AC7755">
      <w:pPr>
        <w:pStyle w:val="libFootnote0"/>
        <w:rPr>
          <w:rtl/>
        </w:rPr>
      </w:pPr>
      <w:r>
        <w:rPr>
          <w:rtl/>
        </w:rPr>
        <w:t>-</w:t>
      </w:r>
      <w:r w:rsidR="00D45E0E" w:rsidRPr="007277FF">
        <w:rPr>
          <w:rtl/>
        </w:rPr>
        <w:t xml:space="preserve"> 978</w:t>
      </w:r>
      <w:r>
        <w:rPr>
          <w:rtl/>
        </w:rPr>
        <w:t xml:space="preserve"> - </w:t>
      </w:r>
      <w:r w:rsidR="00D45E0E" w:rsidRPr="007277FF">
        <w:rPr>
          <w:rtl/>
        </w:rPr>
        <w:t>979</w:t>
      </w:r>
      <w:r>
        <w:rPr>
          <w:rFonts w:hint="cs"/>
          <w:rtl/>
        </w:rPr>
        <w:t xml:space="preserve"> - </w:t>
      </w:r>
      <w:r w:rsidR="00D45E0E" w:rsidRPr="007277FF">
        <w:rPr>
          <w:rtl/>
        </w:rPr>
        <w:t>980</w:t>
      </w:r>
      <w:r>
        <w:rPr>
          <w:rtl/>
        </w:rPr>
        <w:t xml:space="preserve"> - </w:t>
      </w:r>
      <w:r w:rsidR="00D45E0E" w:rsidRPr="007277FF">
        <w:rPr>
          <w:rtl/>
        </w:rPr>
        <w:t>الكافي ج 2 ص 327 واخرج الثالث الصدوق في الفقيه ج 4 ص 101</w:t>
      </w:r>
    </w:p>
    <w:p w:rsidR="00AC7755" w:rsidRDefault="00CC15EB" w:rsidP="00AC7755">
      <w:pPr>
        <w:pStyle w:val="libFootnote0"/>
        <w:rPr>
          <w:rtl/>
        </w:rPr>
      </w:pPr>
      <w:r>
        <w:rPr>
          <w:rtl/>
        </w:rPr>
        <w:t>-</w:t>
      </w:r>
      <w:r w:rsidR="00D45E0E" w:rsidRPr="00DA0376">
        <w:rPr>
          <w:rtl/>
        </w:rPr>
        <w:t xml:space="preserve"> 981</w:t>
      </w:r>
      <w:r>
        <w:rPr>
          <w:rtl/>
        </w:rPr>
        <w:t xml:space="preserve"> - </w:t>
      </w:r>
      <w:r w:rsidR="00D45E0E" w:rsidRPr="00DA0376">
        <w:rPr>
          <w:rtl/>
        </w:rPr>
        <w:t>982</w:t>
      </w:r>
      <w:r>
        <w:rPr>
          <w:rtl/>
        </w:rPr>
        <w:t xml:space="preserve"> - </w:t>
      </w:r>
      <w:r w:rsidR="00D45E0E" w:rsidRPr="00DA0376">
        <w:rPr>
          <w:rtl/>
        </w:rPr>
        <w:t>الفقيه ج 4 ص 98 واخرج الاول الكليني في الكافي ج 2 ص 327</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(983) 16</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في ذكر الصبي الدية وفى ذكر العنين الدية.</w:t>
      </w:r>
    </w:p>
    <w:p w:rsidR="00AC7755" w:rsidRDefault="00D45E0E" w:rsidP="00AC7755">
      <w:pPr>
        <w:pStyle w:val="libNormal"/>
        <w:rPr>
          <w:rtl/>
        </w:rPr>
      </w:pPr>
      <w:r w:rsidRPr="00D95A45">
        <w:rPr>
          <w:rtl/>
        </w:rPr>
        <w:t>(984) 17</w:t>
      </w:r>
      <w:r w:rsidR="00CC15EB">
        <w:rPr>
          <w:rtl/>
        </w:rPr>
        <w:t xml:space="preserve"> - </w:t>
      </w:r>
      <w:r w:rsidRPr="00D95A45">
        <w:rPr>
          <w:rtl/>
        </w:rPr>
        <w:t xml:space="preserve">الحسن بن محبوب عن الحرث بن محمد بن النعمان صاحب الطاق عن بريد العجلي عن ابى جعفر </w:t>
      </w:r>
      <w:r w:rsidR="00AC7755" w:rsidRPr="00AC7755">
        <w:rPr>
          <w:rStyle w:val="libAlaemChar"/>
          <w:rtl/>
        </w:rPr>
        <w:t>عليه‌السلام</w:t>
      </w:r>
      <w:r w:rsidRPr="00D95A45">
        <w:rPr>
          <w:rtl/>
        </w:rPr>
        <w:t xml:space="preserve"> في رجل اقتض جارية يعني امرأته فافضاها قال</w:t>
      </w:r>
      <w:r w:rsidR="00CC15EB">
        <w:rPr>
          <w:rtl/>
        </w:rPr>
        <w:t>:</w:t>
      </w:r>
      <w:r>
        <w:rPr>
          <w:rtl/>
        </w:rPr>
        <w:t xml:space="preserve"> </w:t>
      </w:r>
      <w:r w:rsidRPr="00D95A45">
        <w:rPr>
          <w:rtl/>
        </w:rPr>
        <w:t>عليه الدية ان كان دخل بها قبل ان تبلغ تسع سنين</w:t>
      </w:r>
      <w:r w:rsidR="00CC15EB">
        <w:rPr>
          <w:rtl/>
        </w:rPr>
        <w:t>،</w:t>
      </w:r>
      <w:r>
        <w:rPr>
          <w:rtl/>
        </w:rPr>
        <w:t xml:space="preserve"> </w:t>
      </w:r>
      <w:r w:rsidRPr="00D95A45">
        <w:rPr>
          <w:rtl/>
        </w:rPr>
        <w:t>قال</w:t>
      </w:r>
      <w:r w:rsidR="00CC15EB">
        <w:rPr>
          <w:rtl/>
        </w:rPr>
        <w:t>:</w:t>
      </w:r>
      <w:r>
        <w:rPr>
          <w:rtl/>
        </w:rPr>
        <w:t xml:space="preserve"> </w:t>
      </w:r>
      <w:r w:rsidRPr="00D95A45">
        <w:rPr>
          <w:rtl/>
        </w:rPr>
        <w:t>فان امسكها ولم يطلقها فلا شئ عليه</w:t>
      </w:r>
      <w:r w:rsidR="00CC15EB">
        <w:rPr>
          <w:rtl/>
        </w:rPr>
        <w:t>،</w:t>
      </w:r>
      <w:r>
        <w:rPr>
          <w:rtl/>
        </w:rPr>
        <w:t xml:space="preserve"> </w:t>
      </w:r>
      <w:r w:rsidRPr="00D95A45">
        <w:rPr>
          <w:rtl/>
        </w:rPr>
        <w:t>وان كان دخل بها ولها تسع سنين فلا شئ عليه ان شاء امك وان شاء طلق.</w:t>
      </w:r>
    </w:p>
    <w:p w:rsidR="00AC7755" w:rsidRDefault="00D45E0E" w:rsidP="00AC7755">
      <w:pPr>
        <w:pStyle w:val="libNormal"/>
        <w:rPr>
          <w:rtl/>
        </w:rPr>
      </w:pPr>
      <w:r w:rsidRPr="00D95A45">
        <w:rPr>
          <w:rtl/>
        </w:rPr>
        <w:t>(985) 18</w:t>
      </w:r>
      <w:r w:rsidR="00CC15EB">
        <w:rPr>
          <w:rtl/>
        </w:rPr>
        <w:t xml:space="preserve"> - </w:t>
      </w:r>
      <w:r w:rsidRPr="00D95A45">
        <w:rPr>
          <w:rtl/>
        </w:rPr>
        <w:t xml:space="preserve">ابن ابى عمير عن حماد عن الحلبي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تزوج جارية فوقع بها فافضاها قال</w:t>
      </w:r>
      <w:r w:rsidR="00CC15EB">
        <w:rPr>
          <w:rtl/>
        </w:rPr>
        <w:t>:</w:t>
      </w:r>
      <w:r>
        <w:rPr>
          <w:rtl/>
        </w:rPr>
        <w:t xml:space="preserve"> </w:t>
      </w:r>
      <w:r w:rsidRPr="00D95A45">
        <w:rPr>
          <w:rtl/>
        </w:rPr>
        <w:t>عليه الاجراء عليها ما دامت حية.</w:t>
      </w:r>
    </w:p>
    <w:p w:rsidR="00AC7755" w:rsidRDefault="00D45E0E" w:rsidP="00AC7755">
      <w:pPr>
        <w:pStyle w:val="libNormal"/>
        <w:rPr>
          <w:rtl/>
        </w:rPr>
      </w:pPr>
      <w:r w:rsidRPr="00D95A45">
        <w:rPr>
          <w:rtl/>
        </w:rPr>
        <w:t>(986) 19</w:t>
      </w:r>
      <w:r w:rsidR="00CC15EB">
        <w:rPr>
          <w:rtl/>
        </w:rPr>
        <w:t xml:space="preserve"> - </w:t>
      </w:r>
      <w:r w:rsidRPr="00D95A45">
        <w:rPr>
          <w:rtl/>
        </w:rPr>
        <w:t xml:space="preserve">محمد بن الحسن الصفار عن ابراهيم بن هاشم عن النوفلي عن السكوني عن جعفر عن ابيه عن علي </w:t>
      </w:r>
      <w:r w:rsidR="00AC7755" w:rsidRPr="00AC7755">
        <w:rPr>
          <w:rStyle w:val="libAlaemChar"/>
          <w:rtl/>
        </w:rPr>
        <w:t>عليه‌السلام</w:t>
      </w:r>
      <w:r w:rsidRPr="00D95A45">
        <w:rPr>
          <w:rtl/>
        </w:rPr>
        <w:t xml:space="preserve"> ان رجلا افضى امرأة فقومها قيمة الامة الصحيحة وقيمتها مفضاة ثم نظر ما بين ذلك فجعل من ديتها واجبر الزوج على امساكها.</w:t>
      </w:r>
    </w:p>
    <w:p w:rsidR="00AC7755" w:rsidRDefault="00D45E0E" w:rsidP="00AC7755">
      <w:pPr>
        <w:pStyle w:val="libNormal"/>
        <w:rPr>
          <w:rtl/>
        </w:rPr>
      </w:pPr>
      <w:r w:rsidRPr="00D95A45">
        <w:rPr>
          <w:rtl/>
        </w:rPr>
        <w:t>(987) 20</w:t>
      </w:r>
      <w:r w:rsidR="00CC15EB">
        <w:rPr>
          <w:rtl/>
        </w:rPr>
        <w:t xml:space="preserve"> - </w:t>
      </w:r>
      <w:r w:rsidRPr="00D95A45">
        <w:rPr>
          <w:rtl/>
        </w:rPr>
        <w:t xml:space="preserve">وبهذا الاسناد ان عليا </w:t>
      </w:r>
      <w:r w:rsidR="00AC7755" w:rsidRPr="00AC7755">
        <w:rPr>
          <w:rStyle w:val="libAlaemChar"/>
          <w:rtl/>
        </w:rPr>
        <w:t>عليه‌السلام</w:t>
      </w:r>
      <w:r w:rsidRPr="00D95A45">
        <w:rPr>
          <w:rtl/>
        </w:rPr>
        <w:t xml:space="preserve"> رفع إليه جاريتان دخلتا الحمام فأفضت احداهما الاخرى باصبعها فقضى على التي فعلت عقلها.</w:t>
      </w:r>
    </w:p>
    <w:p w:rsidR="00AC7755" w:rsidRDefault="00D45E0E" w:rsidP="00AC7755">
      <w:pPr>
        <w:pStyle w:val="libNormal"/>
        <w:rPr>
          <w:rtl/>
        </w:rPr>
      </w:pPr>
      <w:r w:rsidRPr="00D95A45">
        <w:rPr>
          <w:rtl/>
        </w:rPr>
        <w:t>(988) 21</w:t>
      </w:r>
      <w:r w:rsidR="00CC15EB">
        <w:rPr>
          <w:rtl/>
        </w:rPr>
        <w:t xml:space="preserve"> - </w:t>
      </w:r>
      <w:r w:rsidRPr="00D95A45">
        <w:rPr>
          <w:rtl/>
        </w:rPr>
        <w:t>سهل بن زياد عن محمد بن الحسن بن شمون عن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983</w:t>
      </w:r>
      <w:r>
        <w:rPr>
          <w:rtl/>
        </w:rPr>
        <w:t xml:space="preserve"> - </w:t>
      </w:r>
      <w:r w:rsidR="00D45E0E" w:rsidRPr="00D95A45">
        <w:rPr>
          <w:rtl/>
        </w:rPr>
        <w:t>الكافي ج 2 ص 328 الفقيه ج 4 ص 97</w:t>
      </w:r>
    </w:p>
    <w:p w:rsidR="00CC15EB" w:rsidRDefault="00CC15EB" w:rsidP="00AC7755">
      <w:pPr>
        <w:pStyle w:val="libFootnote0"/>
        <w:rPr>
          <w:rtl/>
        </w:rPr>
      </w:pPr>
      <w:r>
        <w:rPr>
          <w:rtl/>
        </w:rPr>
        <w:t>-</w:t>
      </w:r>
      <w:r w:rsidR="00D45E0E" w:rsidRPr="007277FF">
        <w:rPr>
          <w:rtl/>
        </w:rPr>
        <w:t xml:space="preserve"> 984</w:t>
      </w:r>
      <w:r>
        <w:rPr>
          <w:rtl/>
        </w:rPr>
        <w:t xml:space="preserve"> - </w:t>
      </w:r>
      <w:r w:rsidR="00D45E0E" w:rsidRPr="007277FF">
        <w:rPr>
          <w:rtl/>
        </w:rPr>
        <w:t>الاستبصار ج 4 ص 294 الكافي ج 2 ص 328</w:t>
      </w:r>
    </w:p>
    <w:p w:rsidR="00CC15EB" w:rsidRDefault="00CC15EB" w:rsidP="00AC7755">
      <w:pPr>
        <w:pStyle w:val="libFootnote0"/>
        <w:rPr>
          <w:rtl/>
        </w:rPr>
      </w:pPr>
      <w:r>
        <w:rPr>
          <w:rtl/>
        </w:rPr>
        <w:t>-</w:t>
      </w:r>
      <w:r w:rsidR="00D45E0E" w:rsidRPr="007277FF">
        <w:rPr>
          <w:rtl/>
        </w:rPr>
        <w:t xml:space="preserve"> 985</w:t>
      </w:r>
      <w:r>
        <w:rPr>
          <w:rtl/>
        </w:rPr>
        <w:t xml:space="preserve"> - </w:t>
      </w:r>
      <w:r w:rsidR="00D45E0E" w:rsidRPr="007277FF">
        <w:rPr>
          <w:rtl/>
        </w:rPr>
        <w:t>الاستبصار ج 4 ص 294 الفقيه ج 4 ص 101</w:t>
      </w:r>
    </w:p>
    <w:p w:rsidR="00CC15EB" w:rsidRDefault="00CC15EB" w:rsidP="00AC7755">
      <w:pPr>
        <w:pStyle w:val="libFootnote0"/>
        <w:rPr>
          <w:rtl/>
        </w:rPr>
      </w:pPr>
      <w:r>
        <w:rPr>
          <w:rtl/>
        </w:rPr>
        <w:t>-</w:t>
      </w:r>
      <w:r w:rsidR="00D45E0E" w:rsidRPr="007277FF">
        <w:rPr>
          <w:rtl/>
        </w:rPr>
        <w:t xml:space="preserve"> 986</w:t>
      </w:r>
      <w:r>
        <w:rPr>
          <w:rtl/>
        </w:rPr>
        <w:t xml:space="preserve"> - </w:t>
      </w:r>
      <w:r w:rsidR="00D45E0E" w:rsidRPr="007277FF">
        <w:rPr>
          <w:rtl/>
        </w:rPr>
        <w:t>الاستبصار ج 4 ص 295 الفقيه ج 4 ص 111 بتفاوت في الثاني</w:t>
      </w:r>
    </w:p>
    <w:p w:rsidR="00AC7755" w:rsidRDefault="00CC15EB" w:rsidP="00AC7755">
      <w:pPr>
        <w:pStyle w:val="libFootnote0"/>
        <w:rPr>
          <w:rtl/>
        </w:rPr>
      </w:pPr>
      <w:r>
        <w:rPr>
          <w:rtl/>
        </w:rPr>
        <w:t>-</w:t>
      </w:r>
      <w:r w:rsidR="00D45E0E" w:rsidRPr="00DA0376">
        <w:rPr>
          <w:rtl/>
        </w:rPr>
        <w:t xml:space="preserve"> 988</w:t>
      </w:r>
      <w:r>
        <w:rPr>
          <w:rtl/>
        </w:rPr>
        <w:t xml:space="preserve"> - </w:t>
      </w:r>
      <w:r w:rsidR="00D45E0E" w:rsidRPr="00DA0376">
        <w:rPr>
          <w:rtl/>
        </w:rPr>
        <w:t>الكافي ج 2 ص 328</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عبد الله بن عبد الرحمان الاصم عن مسمع بن عبد الملك عن ابي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 xml:space="preserve">قال امير المؤمنين </w:t>
      </w:r>
      <w:r w:rsidR="00AC7755" w:rsidRPr="00AC7755">
        <w:rPr>
          <w:rStyle w:val="libAlaemChar"/>
          <w:rtl/>
        </w:rPr>
        <w:t>عليه‌السلام</w:t>
      </w:r>
      <w:r w:rsidR="00CC15EB">
        <w:rPr>
          <w:rtl/>
        </w:rPr>
        <w:t>:</w:t>
      </w:r>
      <w:r>
        <w:rPr>
          <w:rtl/>
        </w:rPr>
        <w:t xml:space="preserve"> </w:t>
      </w:r>
      <w:r w:rsidRPr="00DA0376">
        <w:rPr>
          <w:rtl/>
        </w:rPr>
        <w:t xml:space="preserve">قال رسول الله </w:t>
      </w:r>
      <w:r w:rsidR="00AC7755" w:rsidRPr="00AC7755">
        <w:rPr>
          <w:rStyle w:val="libAlaemChar"/>
          <w:rtl/>
        </w:rPr>
        <w:t>صلى‌الله‌عليه‌وآله‌وسلم</w:t>
      </w:r>
      <w:r w:rsidR="00CC15EB">
        <w:rPr>
          <w:rtl/>
        </w:rPr>
        <w:t>:</w:t>
      </w:r>
      <w:r>
        <w:rPr>
          <w:rtl/>
        </w:rPr>
        <w:t xml:space="preserve"> </w:t>
      </w:r>
      <w:r w:rsidRPr="00DA0376">
        <w:rPr>
          <w:rtl/>
        </w:rPr>
        <w:t>في القلب إذا رعد فطار الدية</w:t>
      </w:r>
      <w:r w:rsidR="00CC15EB">
        <w:rPr>
          <w:rtl/>
        </w:rPr>
        <w:t>،</w:t>
      </w:r>
      <w:r>
        <w:rPr>
          <w:rtl/>
        </w:rPr>
        <w:t xml:space="preserve"> </w:t>
      </w:r>
      <w:r w:rsidRPr="00DA0376">
        <w:rPr>
          <w:rtl/>
        </w:rPr>
        <w:t xml:space="preserve">وقال رسول الله </w:t>
      </w:r>
      <w:r w:rsidR="00AC7755" w:rsidRPr="00AC7755">
        <w:rPr>
          <w:rStyle w:val="libAlaemChar"/>
          <w:rtl/>
        </w:rPr>
        <w:t>صلى‌الله‌عليه‌وآله‌وسلم</w:t>
      </w:r>
      <w:r w:rsidR="00CC15EB">
        <w:rPr>
          <w:rtl/>
        </w:rPr>
        <w:t>:</w:t>
      </w:r>
      <w:r>
        <w:rPr>
          <w:rtl/>
        </w:rPr>
        <w:t xml:space="preserve"> </w:t>
      </w:r>
      <w:r w:rsidRPr="00DA0376">
        <w:rPr>
          <w:rtl/>
        </w:rPr>
        <w:t>في الصعر الدية</w:t>
      </w:r>
      <w:r w:rsidR="00CC15EB">
        <w:rPr>
          <w:rtl/>
        </w:rPr>
        <w:t>،</w:t>
      </w:r>
      <w:r>
        <w:rPr>
          <w:rtl/>
        </w:rPr>
        <w:t xml:space="preserve"> </w:t>
      </w:r>
      <w:r w:rsidRPr="00DA0376">
        <w:rPr>
          <w:rtl/>
        </w:rPr>
        <w:t>والصعر</w:t>
      </w:r>
      <w:r w:rsidR="00CC15EB">
        <w:rPr>
          <w:rtl/>
        </w:rPr>
        <w:t>:</w:t>
      </w:r>
      <w:r>
        <w:rPr>
          <w:rtl/>
        </w:rPr>
        <w:t xml:space="preserve"> </w:t>
      </w:r>
      <w:r w:rsidRPr="00DA0376">
        <w:rPr>
          <w:rtl/>
        </w:rPr>
        <w:t>ان يثنى عنقه فيصير في ناحية.</w:t>
      </w:r>
    </w:p>
    <w:p w:rsidR="00AC7755" w:rsidRDefault="00D45E0E" w:rsidP="00AC7755">
      <w:pPr>
        <w:pStyle w:val="libNormal"/>
        <w:rPr>
          <w:rtl/>
        </w:rPr>
      </w:pPr>
      <w:r w:rsidRPr="00D95A45">
        <w:rPr>
          <w:rtl/>
        </w:rPr>
        <w:t>(989) 22</w:t>
      </w:r>
      <w:r w:rsidR="00CC15EB">
        <w:rPr>
          <w:rtl/>
        </w:rPr>
        <w:t xml:space="preserve"> - </w:t>
      </w:r>
      <w:r w:rsidRPr="00D95A45">
        <w:rPr>
          <w:rtl/>
        </w:rPr>
        <w:t xml:space="preserve">علي بن ابراهيم عن ابيه عن ابن ابى نصر عن عبد الله بن سنان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ما كان في الجسد منه اثنان ففيه نصف الدية مثل اليدين والعينين</w:t>
      </w:r>
      <w:r w:rsidR="00CC15EB">
        <w:rPr>
          <w:rtl/>
        </w:rPr>
        <w:t>،</w:t>
      </w:r>
      <w:r>
        <w:rPr>
          <w:rtl/>
        </w:rPr>
        <w:t xml:space="preserve"> </w:t>
      </w:r>
      <w:r w:rsidRPr="00D95A45">
        <w:rPr>
          <w:rtl/>
        </w:rPr>
        <w:t>قلت</w:t>
      </w:r>
      <w:r w:rsidR="00CC15EB">
        <w:rPr>
          <w:rtl/>
        </w:rPr>
        <w:t>:</w:t>
      </w:r>
      <w:r>
        <w:rPr>
          <w:rtl/>
        </w:rPr>
        <w:t xml:space="preserve"> </w:t>
      </w:r>
      <w:r w:rsidRPr="00D95A45">
        <w:rPr>
          <w:rtl/>
        </w:rPr>
        <w:t>فرجل فقئت عينه قال</w:t>
      </w:r>
      <w:r w:rsidR="00CC15EB">
        <w:rPr>
          <w:rtl/>
        </w:rPr>
        <w:t>:</w:t>
      </w:r>
      <w:r>
        <w:rPr>
          <w:rtl/>
        </w:rPr>
        <w:t xml:space="preserve"> </w:t>
      </w:r>
      <w:r w:rsidRPr="00D95A45">
        <w:rPr>
          <w:rtl/>
        </w:rPr>
        <w:t>نصف الدية قلت</w:t>
      </w:r>
      <w:r w:rsidR="00CC15EB">
        <w:rPr>
          <w:rtl/>
        </w:rPr>
        <w:t>:</w:t>
      </w:r>
      <w:r>
        <w:rPr>
          <w:rtl/>
        </w:rPr>
        <w:t xml:space="preserve"> </w:t>
      </w:r>
      <w:r w:rsidRPr="00D95A45">
        <w:rPr>
          <w:rtl/>
        </w:rPr>
        <w:t>رجل قطعت يده قال</w:t>
      </w:r>
      <w:r w:rsidR="00CC15EB">
        <w:rPr>
          <w:rtl/>
        </w:rPr>
        <w:t>:</w:t>
      </w:r>
      <w:r>
        <w:rPr>
          <w:rtl/>
        </w:rPr>
        <w:t xml:space="preserve"> </w:t>
      </w:r>
      <w:r w:rsidRPr="00D95A45">
        <w:rPr>
          <w:rtl/>
        </w:rPr>
        <w:t>فيه نصف الدية</w:t>
      </w:r>
      <w:r w:rsidR="00CC15EB">
        <w:rPr>
          <w:rtl/>
        </w:rPr>
        <w:t>،</w:t>
      </w:r>
      <w:r>
        <w:rPr>
          <w:rtl/>
        </w:rPr>
        <w:t xml:space="preserve"> </w:t>
      </w:r>
      <w:r w:rsidRPr="00D95A45">
        <w:rPr>
          <w:rtl/>
        </w:rPr>
        <w:t>قلت</w:t>
      </w:r>
      <w:r w:rsidR="00CC15EB">
        <w:rPr>
          <w:rtl/>
        </w:rPr>
        <w:t>:</w:t>
      </w:r>
      <w:r>
        <w:rPr>
          <w:rtl/>
        </w:rPr>
        <w:t xml:space="preserve"> </w:t>
      </w:r>
      <w:r w:rsidRPr="00D95A45">
        <w:rPr>
          <w:rtl/>
        </w:rPr>
        <w:t>فرجل ذهبت احدى بيضتيه قال</w:t>
      </w:r>
      <w:r w:rsidR="00CC15EB">
        <w:rPr>
          <w:rtl/>
        </w:rPr>
        <w:t>:</w:t>
      </w:r>
      <w:r>
        <w:rPr>
          <w:rtl/>
        </w:rPr>
        <w:t xml:space="preserve"> </w:t>
      </w:r>
      <w:r w:rsidRPr="00D95A45">
        <w:rPr>
          <w:rtl/>
        </w:rPr>
        <w:t>ان كان اليسار ففيها ثلثا الدية</w:t>
      </w:r>
      <w:r w:rsidR="00CC15EB">
        <w:rPr>
          <w:rtl/>
        </w:rPr>
        <w:t>،</w:t>
      </w:r>
      <w:r>
        <w:rPr>
          <w:rtl/>
        </w:rPr>
        <w:t xml:space="preserve"> </w:t>
      </w:r>
      <w:r w:rsidRPr="00D95A45">
        <w:rPr>
          <w:rtl/>
        </w:rPr>
        <w:t>قلت</w:t>
      </w:r>
      <w:r w:rsidR="00CC15EB">
        <w:rPr>
          <w:rtl/>
        </w:rPr>
        <w:t>:</w:t>
      </w:r>
      <w:r>
        <w:rPr>
          <w:rtl/>
        </w:rPr>
        <w:t xml:space="preserve"> </w:t>
      </w:r>
      <w:r w:rsidRPr="00D95A45">
        <w:rPr>
          <w:rtl/>
        </w:rPr>
        <w:t>ولم اليس قلت ما كان في الجسد منه اثنان ففيه نصف الدية</w:t>
      </w:r>
      <w:r>
        <w:rPr>
          <w:rtl/>
        </w:rPr>
        <w:t>!!؟</w:t>
      </w:r>
      <w:r w:rsidRPr="00D95A45">
        <w:rPr>
          <w:rtl/>
        </w:rPr>
        <w:t xml:space="preserve"> قال</w:t>
      </w:r>
      <w:r w:rsidR="00CC15EB">
        <w:rPr>
          <w:rtl/>
        </w:rPr>
        <w:t>:</w:t>
      </w:r>
      <w:r>
        <w:rPr>
          <w:rtl/>
        </w:rPr>
        <w:t xml:space="preserve"> </w:t>
      </w:r>
      <w:r w:rsidRPr="00D95A45">
        <w:rPr>
          <w:rtl/>
        </w:rPr>
        <w:t>لأن الولد من البيضة اليسرى.</w:t>
      </w:r>
    </w:p>
    <w:p w:rsidR="00AC7755" w:rsidRDefault="00D45E0E" w:rsidP="00AC7755">
      <w:pPr>
        <w:pStyle w:val="libNormal"/>
        <w:rPr>
          <w:rtl/>
        </w:rPr>
      </w:pPr>
      <w:r w:rsidRPr="00D95A45">
        <w:rPr>
          <w:rtl/>
        </w:rPr>
        <w:t>(990) 23</w:t>
      </w:r>
      <w:r w:rsidR="00CC15EB">
        <w:rPr>
          <w:rtl/>
        </w:rPr>
        <w:t xml:space="preserve"> - </w:t>
      </w:r>
      <w:r w:rsidRPr="00D95A45">
        <w:rPr>
          <w:rtl/>
        </w:rPr>
        <w:t xml:space="preserve">سهل بن زياد عن محمد بن الحسن بن شمون عن عبد الله بن عبد الرحمان عن مسمع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اللحية إذا حلقت فلم تنبت الدية كاملة</w:t>
      </w:r>
      <w:r w:rsidR="00CC15EB">
        <w:rPr>
          <w:rtl/>
        </w:rPr>
        <w:t>،</w:t>
      </w:r>
      <w:r>
        <w:rPr>
          <w:rtl/>
        </w:rPr>
        <w:t xml:space="preserve"> </w:t>
      </w:r>
      <w:r w:rsidRPr="00D95A45">
        <w:rPr>
          <w:rtl/>
        </w:rPr>
        <w:t>فإذا نبتت فثلث الدية.</w:t>
      </w:r>
    </w:p>
    <w:p w:rsidR="00AC7755" w:rsidRDefault="00D45E0E" w:rsidP="00AC7755">
      <w:pPr>
        <w:pStyle w:val="libNormal"/>
        <w:rPr>
          <w:rtl/>
        </w:rPr>
      </w:pPr>
      <w:r w:rsidRPr="00D95A45">
        <w:rPr>
          <w:rtl/>
        </w:rPr>
        <w:t>(991) 24</w:t>
      </w:r>
      <w:r w:rsidR="00CC15EB">
        <w:rPr>
          <w:rtl/>
        </w:rPr>
        <w:t xml:space="preserve"> - </w:t>
      </w:r>
      <w:r w:rsidRPr="00D95A45">
        <w:rPr>
          <w:rtl/>
        </w:rPr>
        <w:t xml:space="preserve">سهل بن زياد عن علي بن حديد عن بعض رجاله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w:t>
      </w:r>
      <w:r w:rsidR="00CC15EB">
        <w:rPr>
          <w:rtl/>
        </w:rPr>
        <w:t>:</w:t>
      </w:r>
      <w:r>
        <w:rPr>
          <w:rtl/>
        </w:rPr>
        <w:t xml:space="preserve"> </w:t>
      </w:r>
      <w:r w:rsidRPr="00D95A45">
        <w:rPr>
          <w:rtl/>
        </w:rPr>
        <w:t>الرجل يدخل الحمام فيصب عليه صاحب الحمام ماءا حارا فيتمعط شعر رأسه فلا ينبت فقال</w:t>
      </w:r>
      <w:r w:rsidR="00CC15EB">
        <w:rPr>
          <w:rtl/>
        </w:rPr>
        <w:t>:</w:t>
      </w:r>
      <w:r>
        <w:rPr>
          <w:rtl/>
        </w:rPr>
        <w:t xml:space="preserve"> </w:t>
      </w:r>
      <w:r w:rsidRPr="00D95A45">
        <w:rPr>
          <w:rtl/>
        </w:rPr>
        <w:t>عليه الدية كاملة.</w:t>
      </w:r>
    </w:p>
    <w:p w:rsidR="00AC7755" w:rsidRDefault="00D45E0E" w:rsidP="00AC7755">
      <w:pPr>
        <w:pStyle w:val="libNormal"/>
        <w:rPr>
          <w:rtl/>
        </w:rPr>
      </w:pPr>
      <w:r w:rsidRPr="00D95A45">
        <w:rPr>
          <w:rtl/>
        </w:rPr>
        <w:t>(992) 25</w:t>
      </w:r>
      <w:r w:rsidR="00CC15EB">
        <w:rPr>
          <w:rtl/>
        </w:rPr>
        <w:t xml:space="preserve"> - </w:t>
      </w:r>
      <w:r w:rsidRPr="00D95A45">
        <w:rPr>
          <w:rtl/>
        </w:rPr>
        <w:t>محمد بن الحسن الصفار عن محمد بن الحسين عن جعفر ابن بشير عن هشام بن سالم عن سليمان بن خالد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رجل دخل الحمام فصب عليه ماء حار فامتعط شعر رأسه ولحيته فلا ينبت ابدا قال</w:t>
      </w:r>
      <w:r w:rsidR="00CC15EB">
        <w:rPr>
          <w:rtl/>
        </w:rPr>
        <w:t>:</w:t>
      </w:r>
      <w:r>
        <w:rPr>
          <w:rtl/>
        </w:rPr>
        <w:t xml:space="preserve"> </w:t>
      </w:r>
      <w:r w:rsidRPr="00D95A45">
        <w:rPr>
          <w:rtl/>
        </w:rPr>
        <w:t>عليه الدية.</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989</w:t>
      </w:r>
      <w:r>
        <w:rPr>
          <w:rFonts w:hint="cs"/>
          <w:rtl/>
        </w:rPr>
        <w:t xml:space="preserve"> - </w:t>
      </w:r>
      <w:r w:rsidR="00D45E0E" w:rsidRPr="007277FF">
        <w:rPr>
          <w:rtl/>
        </w:rPr>
        <w:t>990</w:t>
      </w:r>
      <w:r>
        <w:rPr>
          <w:rtl/>
        </w:rPr>
        <w:t xml:space="preserve"> - </w:t>
      </w:r>
      <w:r w:rsidR="00D45E0E" w:rsidRPr="007277FF">
        <w:rPr>
          <w:rtl/>
        </w:rPr>
        <w:t>991</w:t>
      </w:r>
      <w:r>
        <w:rPr>
          <w:rtl/>
        </w:rPr>
        <w:t xml:space="preserve"> - </w:t>
      </w:r>
      <w:r w:rsidR="00D45E0E" w:rsidRPr="007277FF">
        <w:rPr>
          <w:rtl/>
        </w:rPr>
        <w:t>الكافي ج 2 ص 328 واخرج الثاني الصدوق في الفقيه ج 4 ص 112</w:t>
      </w:r>
    </w:p>
    <w:p w:rsidR="00AC7755" w:rsidRDefault="00CC15EB" w:rsidP="00AC7755">
      <w:pPr>
        <w:pStyle w:val="libFootnote0"/>
        <w:rPr>
          <w:rtl/>
        </w:rPr>
      </w:pPr>
      <w:r>
        <w:rPr>
          <w:rtl/>
        </w:rPr>
        <w:t>-</w:t>
      </w:r>
      <w:r w:rsidR="00D45E0E" w:rsidRPr="00DA0376">
        <w:rPr>
          <w:rtl/>
        </w:rPr>
        <w:t xml:space="preserve"> 992</w:t>
      </w:r>
      <w:r>
        <w:rPr>
          <w:rtl/>
        </w:rPr>
        <w:t xml:space="preserve"> - </w:t>
      </w:r>
      <w:r w:rsidR="00D45E0E" w:rsidRPr="00DA0376">
        <w:rPr>
          <w:rtl/>
        </w:rPr>
        <w:t>الفقيه ج 4 ص 111</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(993) 26</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رفع الى امير المؤمنين </w:t>
      </w:r>
      <w:r w:rsidR="00AC7755" w:rsidRPr="00AC7755">
        <w:rPr>
          <w:rStyle w:val="libAlaemChar"/>
          <w:rtl/>
        </w:rPr>
        <w:t>عليه‌السلام</w:t>
      </w:r>
      <w:r w:rsidRPr="00D95A45">
        <w:rPr>
          <w:rtl/>
        </w:rPr>
        <w:t xml:space="preserve"> رجل داس بطن رجل حتى احدث في ثيابه فقضى عليه ان تداس بطنه حتى يحدث في ثيابه كما احدث أو يغرم ثلث الدية.</w:t>
      </w:r>
    </w:p>
    <w:p w:rsidR="00AC7755" w:rsidRDefault="00D45E0E" w:rsidP="00AC7755">
      <w:pPr>
        <w:pStyle w:val="libNormal"/>
        <w:rPr>
          <w:rtl/>
        </w:rPr>
      </w:pPr>
      <w:r w:rsidRPr="00D95A45">
        <w:rPr>
          <w:rtl/>
        </w:rPr>
        <w:t>(994) 27</w:t>
      </w:r>
      <w:r w:rsidR="00CC15EB">
        <w:rPr>
          <w:rtl/>
        </w:rPr>
        <w:t xml:space="preserve"> - </w:t>
      </w:r>
      <w:r w:rsidRPr="00D95A45">
        <w:rPr>
          <w:rtl/>
        </w:rPr>
        <w:t xml:space="preserve">محمد بن يحيى عن محمد بن الحسين عن محمد بن اسماعيل عن صالح بن عقبة عن اسحاق بن عمار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سأله رجل وانا عنده عن رجل ضرب رجلا فقطع بوله فقال له</w:t>
      </w:r>
      <w:r w:rsidR="00CC15EB">
        <w:rPr>
          <w:rtl/>
        </w:rPr>
        <w:t>:</w:t>
      </w:r>
      <w:r>
        <w:rPr>
          <w:rtl/>
        </w:rPr>
        <w:t xml:space="preserve"> </w:t>
      </w:r>
      <w:r w:rsidRPr="00D95A45">
        <w:rPr>
          <w:rtl/>
        </w:rPr>
        <w:t>ان كان البول يمر إلى الليل فعليه الدية لأنه قد منعه المعيشة</w:t>
      </w:r>
      <w:r w:rsidR="00CC15EB">
        <w:rPr>
          <w:rtl/>
        </w:rPr>
        <w:t>،</w:t>
      </w:r>
      <w:r>
        <w:rPr>
          <w:rtl/>
        </w:rPr>
        <w:t xml:space="preserve"> </w:t>
      </w:r>
      <w:r w:rsidRPr="00D95A45">
        <w:rPr>
          <w:rtl/>
        </w:rPr>
        <w:t>وان كان إلى آخر النهار فعليه الدية</w:t>
      </w:r>
      <w:r w:rsidR="00CC15EB">
        <w:rPr>
          <w:rtl/>
        </w:rPr>
        <w:t>،</w:t>
      </w:r>
      <w:r>
        <w:rPr>
          <w:rtl/>
        </w:rPr>
        <w:t xml:space="preserve"> </w:t>
      </w:r>
      <w:r w:rsidRPr="00D95A45">
        <w:rPr>
          <w:rtl/>
        </w:rPr>
        <w:t>وان كان إلى نصف النهار فعليه ثلثا الدية</w:t>
      </w:r>
      <w:r w:rsidR="00CC15EB">
        <w:rPr>
          <w:rtl/>
        </w:rPr>
        <w:t>،</w:t>
      </w:r>
      <w:r>
        <w:rPr>
          <w:rtl/>
        </w:rPr>
        <w:t xml:space="preserve"> </w:t>
      </w:r>
      <w:r w:rsidRPr="00D95A45">
        <w:rPr>
          <w:rtl/>
        </w:rPr>
        <w:t>وان كان إلى ارتفاع النهار فعليه ثلث الدية.</w:t>
      </w:r>
    </w:p>
    <w:p w:rsidR="00AC7755" w:rsidRDefault="00D45E0E" w:rsidP="00AC7755">
      <w:pPr>
        <w:pStyle w:val="libNormal"/>
        <w:rPr>
          <w:rtl/>
        </w:rPr>
      </w:pPr>
      <w:r w:rsidRPr="00D95A45">
        <w:rPr>
          <w:rtl/>
        </w:rPr>
        <w:t>(995) 29</w:t>
      </w:r>
      <w:r w:rsidR="00CC15EB">
        <w:rPr>
          <w:rtl/>
        </w:rPr>
        <w:t xml:space="preserve"> - </w:t>
      </w:r>
      <w:r w:rsidRPr="00D95A45">
        <w:rPr>
          <w:rtl/>
        </w:rPr>
        <w:t xml:space="preserve">محمد بن احمد بن يحيى عن محمد بن الحسين عن محمد ابن يحيى الخزاز عن غياث بن ابراهيم عن جعفر عن ابيه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قضى في رجل ضرب حتى سلس بوله بالدية كاملة.</w:t>
      </w:r>
    </w:p>
    <w:p w:rsidR="00AC7755" w:rsidRDefault="00D45E0E" w:rsidP="00AC7755">
      <w:pPr>
        <w:pStyle w:val="libNormal"/>
        <w:rPr>
          <w:rtl/>
        </w:rPr>
      </w:pPr>
      <w:r w:rsidRPr="00D95A45">
        <w:rPr>
          <w:rtl/>
        </w:rPr>
        <w:t>(996) 29</w:t>
      </w:r>
      <w:r w:rsidR="00CC15EB">
        <w:rPr>
          <w:rtl/>
        </w:rPr>
        <w:t xml:space="preserve"> - </w:t>
      </w:r>
      <w:r w:rsidRPr="00D95A45">
        <w:rPr>
          <w:rtl/>
        </w:rPr>
        <w:t xml:space="preserve">الحسن بن محبوب عن عبد الرحمان بن سيابة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ان في كتاب علي </w:t>
      </w:r>
      <w:r w:rsidR="00AC7755" w:rsidRPr="00AC7755">
        <w:rPr>
          <w:rStyle w:val="libAlaemChar"/>
          <w:rtl/>
        </w:rPr>
        <w:t>عليه‌السلام</w:t>
      </w:r>
      <w:r w:rsidRPr="00D95A45">
        <w:rPr>
          <w:rtl/>
        </w:rPr>
        <w:t xml:space="preserve"> لو ان رجلا قطع فرج امرأة لأغرمته لها ديتها</w:t>
      </w:r>
      <w:r w:rsidR="00CC15EB">
        <w:rPr>
          <w:rtl/>
        </w:rPr>
        <w:t>،</w:t>
      </w:r>
      <w:r>
        <w:rPr>
          <w:rtl/>
        </w:rPr>
        <w:t xml:space="preserve"> </w:t>
      </w:r>
      <w:r w:rsidRPr="00D95A45">
        <w:rPr>
          <w:rtl/>
        </w:rPr>
        <w:t>فان لم يؤد إليها الدية قطعت لها فرجه ان طلبت ذلك.</w:t>
      </w:r>
    </w:p>
    <w:p w:rsidR="00AC7755" w:rsidRDefault="00D45E0E" w:rsidP="00AC7755">
      <w:pPr>
        <w:pStyle w:val="libNormal"/>
        <w:rPr>
          <w:rtl/>
        </w:rPr>
      </w:pPr>
      <w:r w:rsidRPr="00D95A45">
        <w:rPr>
          <w:rtl/>
        </w:rPr>
        <w:t>(997) 30</w:t>
      </w:r>
      <w:r w:rsidR="00CC15EB">
        <w:rPr>
          <w:rtl/>
        </w:rPr>
        <w:t xml:space="preserve"> - </w:t>
      </w:r>
      <w:r w:rsidRPr="00D95A45">
        <w:rPr>
          <w:rtl/>
        </w:rPr>
        <w:t>الحسن بن محبوب عن هشام بن سالم عن ابى بصير قال</w:t>
      </w:r>
      <w:r w:rsidR="00CC15EB">
        <w:rPr>
          <w:rtl/>
        </w:rPr>
        <w:t>:</w:t>
      </w:r>
      <w:r>
        <w:rPr>
          <w:rtl/>
        </w:rPr>
        <w:t xml:space="preserve"> </w:t>
      </w:r>
      <w:r w:rsidRPr="00D95A45">
        <w:rPr>
          <w:rtl/>
        </w:rPr>
        <w:t xml:space="preserve">قلت لابي جعفر </w:t>
      </w:r>
      <w:r w:rsidR="00AC7755" w:rsidRPr="00AC7755">
        <w:rPr>
          <w:rStyle w:val="libAlaemChar"/>
          <w:rtl/>
        </w:rPr>
        <w:t>عليه‌السلام</w:t>
      </w:r>
      <w:r w:rsidR="00CC15EB">
        <w:rPr>
          <w:rtl/>
        </w:rPr>
        <w:t>:</w:t>
      </w:r>
      <w:r>
        <w:rPr>
          <w:rtl/>
        </w:rPr>
        <w:t xml:space="preserve"> </w:t>
      </w:r>
      <w:r w:rsidRPr="00D95A45">
        <w:rPr>
          <w:rtl/>
        </w:rPr>
        <w:t>ما ترى في رجل ضرب امرأة شابة على بطنها فعقر رحمها فأفسد طمثها وذكرت انها قد ارتفع طمثها عنها لذلك وكان طمثها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993</w:t>
      </w:r>
      <w:r>
        <w:rPr>
          <w:rtl/>
        </w:rPr>
        <w:t xml:space="preserve"> - </w:t>
      </w:r>
      <w:r w:rsidR="00D45E0E" w:rsidRPr="00D95A45">
        <w:rPr>
          <w:rtl/>
        </w:rPr>
        <w:t>الكافي ج 2 ض 348 الفقيه ج 4 ص 110</w:t>
      </w:r>
    </w:p>
    <w:p w:rsidR="00CC15EB" w:rsidRDefault="00CC15EB" w:rsidP="00AC7755">
      <w:pPr>
        <w:pStyle w:val="libFootnote0"/>
        <w:rPr>
          <w:rtl/>
        </w:rPr>
      </w:pPr>
      <w:r>
        <w:rPr>
          <w:rtl/>
        </w:rPr>
        <w:t>-</w:t>
      </w:r>
      <w:r w:rsidR="00D45E0E" w:rsidRPr="007277FF">
        <w:rPr>
          <w:rtl/>
        </w:rPr>
        <w:t xml:space="preserve"> 994</w:t>
      </w:r>
      <w:r>
        <w:rPr>
          <w:rtl/>
        </w:rPr>
        <w:t xml:space="preserve"> - </w:t>
      </w:r>
      <w:r w:rsidR="00D45E0E" w:rsidRPr="007277FF">
        <w:rPr>
          <w:rtl/>
        </w:rPr>
        <w:t>الكافي ج 2 ص 328 الفقيه ج 4 ص 107</w:t>
      </w:r>
    </w:p>
    <w:p w:rsidR="00CC15EB" w:rsidRDefault="00CC15EB" w:rsidP="00AC7755">
      <w:pPr>
        <w:pStyle w:val="libFootnote0"/>
        <w:rPr>
          <w:rtl/>
        </w:rPr>
      </w:pPr>
      <w:r>
        <w:rPr>
          <w:rtl/>
        </w:rPr>
        <w:t>-</w:t>
      </w:r>
      <w:r w:rsidR="00D45E0E" w:rsidRPr="007277FF">
        <w:rPr>
          <w:rtl/>
        </w:rPr>
        <w:t xml:space="preserve"> 995</w:t>
      </w:r>
      <w:r>
        <w:rPr>
          <w:rtl/>
        </w:rPr>
        <w:t xml:space="preserve"> - </w:t>
      </w:r>
      <w:r w:rsidR="00D45E0E" w:rsidRPr="007277FF">
        <w:rPr>
          <w:rtl/>
        </w:rPr>
        <w:t>الفقيه ج 4 ص 108</w:t>
      </w:r>
    </w:p>
    <w:p w:rsidR="00CC15EB" w:rsidRDefault="00CC15EB" w:rsidP="00AC7755">
      <w:pPr>
        <w:pStyle w:val="libFootnote0"/>
        <w:rPr>
          <w:rtl/>
        </w:rPr>
      </w:pPr>
      <w:r>
        <w:rPr>
          <w:rtl/>
        </w:rPr>
        <w:t>-</w:t>
      </w:r>
      <w:r w:rsidR="00D45E0E" w:rsidRPr="007277FF">
        <w:rPr>
          <w:rtl/>
        </w:rPr>
        <w:t xml:space="preserve"> 996</w:t>
      </w:r>
      <w:r>
        <w:rPr>
          <w:rtl/>
        </w:rPr>
        <w:t xml:space="preserve"> - </w:t>
      </w:r>
      <w:r w:rsidR="00D45E0E" w:rsidRPr="007277FF">
        <w:rPr>
          <w:rtl/>
        </w:rPr>
        <w:t>الاستبصار ج 4 ص 266 الكافي ج 2 ص 328 الفقيه ج 4 ص 112</w:t>
      </w:r>
    </w:p>
    <w:p w:rsidR="00AC7755" w:rsidRDefault="00CC15EB" w:rsidP="00AC7755">
      <w:pPr>
        <w:pStyle w:val="libFootnote0"/>
        <w:rPr>
          <w:rtl/>
        </w:rPr>
      </w:pPr>
      <w:r>
        <w:rPr>
          <w:rtl/>
        </w:rPr>
        <w:t>-</w:t>
      </w:r>
      <w:r w:rsidR="00D45E0E" w:rsidRPr="00DA0376">
        <w:rPr>
          <w:rtl/>
        </w:rPr>
        <w:t xml:space="preserve"> 997</w:t>
      </w:r>
      <w:r>
        <w:rPr>
          <w:rtl/>
        </w:rPr>
        <w:t xml:space="preserve"> - </w:t>
      </w:r>
      <w:r w:rsidR="00D45E0E" w:rsidRPr="00DA0376">
        <w:rPr>
          <w:rtl/>
        </w:rPr>
        <w:t>الكافي ج 2 ص 328 الفقيه ج 4 ص 112</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مستقيما قال</w:t>
      </w:r>
      <w:r w:rsidR="00CC15EB">
        <w:rPr>
          <w:rtl/>
        </w:rPr>
        <w:t>:</w:t>
      </w:r>
      <w:r>
        <w:rPr>
          <w:rtl/>
        </w:rPr>
        <w:t xml:space="preserve"> </w:t>
      </w:r>
      <w:r w:rsidRPr="00DA0376">
        <w:rPr>
          <w:rtl/>
        </w:rPr>
        <w:t>ينظر بها سنة فان رجع طمثها الى ما كان والا استحلفت وغرم ضاربها ثلث ديتها لفساد رحمها وارتفاع طمثها.</w:t>
      </w:r>
    </w:p>
    <w:p w:rsidR="00AC7755" w:rsidRDefault="00D45E0E" w:rsidP="00AC7755">
      <w:pPr>
        <w:pStyle w:val="libNormal"/>
        <w:rPr>
          <w:rtl/>
        </w:rPr>
      </w:pPr>
      <w:r w:rsidRPr="00D95A45">
        <w:rPr>
          <w:rtl/>
        </w:rPr>
        <w:t>(998) 31</w:t>
      </w:r>
      <w:r w:rsidR="00CC15EB">
        <w:rPr>
          <w:rtl/>
        </w:rPr>
        <w:t xml:space="preserve"> - </w:t>
      </w:r>
      <w:r w:rsidRPr="00D95A45">
        <w:rPr>
          <w:rtl/>
        </w:rPr>
        <w:t xml:space="preserve">ابن محبوب عن هشام بن سالم عن ابى بصير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قضى امير المؤمنين في رجل قطع ثدي امرأته قال</w:t>
      </w:r>
      <w:r w:rsidR="00CC15EB">
        <w:rPr>
          <w:rtl/>
        </w:rPr>
        <w:t>:</w:t>
      </w:r>
      <w:r>
        <w:rPr>
          <w:rtl/>
        </w:rPr>
        <w:t xml:space="preserve"> </w:t>
      </w:r>
      <w:r w:rsidRPr="00D95A45">
        <w:rPr>
          <w:rtl/>
        </w:rPr>
        <w:t>إذا أغرمه لها نصف الدية.</w:t>
      </w:r>
    </w:p>
    <w:p w:rsidR="00AC7755" w:rsidRDefault="00D45E0E" w:rsidP="00AC7755">
      <w:pPr>
        <w:pStyle w:val="libNormal"/>
        <w:rPr>
          <w:rtl/>
        </w:rPr>
      </w:pPr>
      <w:r w:rsidRPr="00D95A45">
        <w:rPr>
          <w:rtl/>
        </w:rPr>
        <w:t>(999) 32</w:t>
      </w:r>
      <w:r w:rsidR="00CC15EB">
        <w:rPr>
          <w:rtl/>
        </w:rPr>
        <w:t xml:space="preserve"> - </w:t>
      </w:r>
      <w:r w:rsidRPr="00D95A45">
        <w:rPr>
          <w:rtl/>
        </w:rPr>
        <w:t xml:space="preserve">علي بن ابراهيم عن محمد بن خالد البرقي عن حماد ابن عيسى عن ابراهيم بن عمر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رجل ضرب رجلا بعصا فذهب سمعه وبصره ولسانه وعقله وفرجه وانقطع جماعه وهو حي</w:t>
      </w:r>
      <w:r w:rsidR="00CC15EB">
        <w:rPr>
          <w:rtl/>
        </w:rPr>
        <w:t>:</w:t>
      </w:r>
      <w:r>
        <w:rPr>
          <w:rtl/>
        </w:rPr>
        <w:t xml:space="preserve"> </w:t>
      </w:r>
      <w:r w:rsidRPr="00D95A45">
        <w:rPr>
          <w:rtl/>
        </w:rPr>
        <w:t>بست ديات.</w:t>
      </w:r>
    </w:p>
    <w:p w:rsidR="00AC7755" w:rsidRDefault="00D45E0E" w:rsidP="00AC7755">
      <w:pPr>
        <w:pStyle w:val="libNormal"/>
        <w:rPr>
          <w:rtl/>
        </w:rPr>
      </w:pPr>
      <w:r w:rsidRPr="00D95A45">
        <w:rPr>
          <w:rtl/>
        </w:rPr>
        <w:t>(1000) 33</w:t>
      </w:r>
      <w:r w:rsidR="00CC15EB">
        <w:rPr>
          <w:rtl/>
        </w:rPr>
        <w:t xml:space="preserve"> - </w:t>
      </w:r>
      <w:r w:rsidRPr="00D95A45">
        <w:rPr>
          <w:rtl/>
        </w:rPr>
        <w:t xml:space="preserve">علي عن ابيه عن ابن ابي عمير عن محمد بن ابى حمزة عن محمد بن قيس عن احدهما </w:t>
      </w:r>
      <w:r w:rsidR="00AC7755" w:rsidRPr="00AC7755">
        <w:rPr>
          <w:rStyle w:val="libAlaemChar"/>
          <w:rtl/>
        </w:rPr>
        <w:t>عليه‌السلام</w:t>
      </w:r>
      <w:r w:rsidRPr="00D95A45">
        <w:rPr>
          <w:rtl/>
        </w:rPr>
        <w:t xml:space="preserve"> في رجل فقأ عين رجل وقطع انفه واذنيه ثم قتله فقال</w:t>
      </w:r>
      <w:r w:rsidR="00CC15EB">
        <w:rPr>
          <w:rtl/>
        </w:rPr>
        <w:t>:</w:t>
      </w:r>
      <w:r>
        <w:rPr>
          <w:rtl/>
        </w:rPr>
        <w:t xml:space="preserve"> </w:t>
      </w:r>
      <w:r w:rsidRPr="00D95A45">
        <w:rPr>
          <w:rtl/>
        </w:rPr>
        <w:t>ان كان فرق ذلك اقتص منه ثم يقتل وان كان ضربه ضربة واحدة ضرب عنقه ولم يقتص منه.</w:t>
      </w:r>
    </w:p>
    <w:p w:rsidR="00AC7755" w:rsidRDefault="00D45E0E" w:rsidP="00AC7755">
      <w:pPr>
        <w:pStyle w:val="libNormal"/>
        <w:rPr>
          <w:rtl/>
        </w:rPr>
      </w:pPr>
      <w:r w:rsidRPr="00D95A45">
        <w:rPr>
          <w:rtl/>
        </w:rPr>
        <w:t>(1001) 34</w:t>
      </w:r>
      <w:r w:rsidR="00CC15EB">
        <w:rPr>
          <w:rtl/>
        </w:rPr>
        <w:t xml:space="preserve"> - </w:t>
      </w:r>
      <w:r w:rsidRPr="00D95A45">
        <w:rPr>
          <w:rtl/>
        </w:rPr>
        <w:t xml:space="preserve">الصفار عن السندي عن محمد بن الربيع عن يحيى بن المبارك عن عبد الله بن جبلة عن عاصم الحناط عن ابى حمزة الثمالي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قلت له</w:t>
      </w:r>
      <w:r w:rsidR="00CC15EB">
        <w:rPr>
          <w:rtl/>
        </w:rPr>
        <w:t>:</w:t>
      </w:r>
      <w:r>
        <w:rPr>
          <w:rtl/>
        </w:rPr>
        <w:t xml:space="preserve"> </w:t>
      </w:r>
      <w:r w:rsidRPr="00D95A45">
        <w:rPr>
          <w:rtl/>
        </w:rPr>
        <w:t>جعلت فداك ما تقول في رجل ضرب رأس رجل بعمود فسطاط فامه يعني ذهب عقله قال</w:t>
      </w:r>
      <w:r w:rsidR="00CC15EB">
        <w:rPr>
          <w:rtl/>
        </w:rPr>
        <w:t>:</w:t>
      </w:r>
      <w:r>
        <w:rPr>
          <w:rtl/>
        </w:rPr>
        <w:t xml:space="preserve"> </w:t>
      </w:r>
      <w:r w:rsidRPr="00D95A45">
        <w:rPr>
          <w:rtl/>
        </w:rPr>
        <w:t>عليه الدية</w:t>
      </w:r>
      <w:r w:rsidR="00CC15EB">
        <w:rPr>
          <w:rtl/>
        </w:rPr>
        <w:t>،</w:t>
      </w:r>
      <w:r>
        <w:rPr>
          <w:rtl/>
        </w:rPr>
        <w:t xml:space="preserve"> </w:t>
      </w:r>
      <w:r w:rsidRPr="00D95A45">
        <w:rPr>
          <w:rtl/>
        </w:rPr>
        <w:t>قلت فانه عاش عشرة ايام أو اقل أو اكثر فرجع إليه عقله أله ان يأخذ الدية</w:t>
      </w:r>
      <w:r>
        <w:rPr>
          <w:rtl/>
        </w:rPr>
        <w:t>؟</w:t>
      </w:r>
      <w:r w:rsidRPr="00D95A45">
        <w:rPr>
          <w:rtl/>
        </w:rPr>
        <w:t xml:space="preserve"> قال</w:t>
      </w:r>
      <w:r w:rsidR="00CC15EB">
        <w:rPr>
          <w:rtl/>
        </w:rPr>
        <w:t>:</w:t>
      </w:r>
      <w:r>
        <w:rPr>
          <w:rtl/>
        </w:rPr>
        <w:t xml:space="preserve"> </w:t>
      </w:r>
      <w:r w:rsidRPr="00D95A45">
        <w:rPr>
          <w:rtl/>
        </w:rPr>
        <w:t>لا قد مضت الدية بما فيها</w:t>
      </w:r>
      <w:r w:rsidR="00CC15EB">
        <w:rPr>
          <w:rtl/>
        </w:rPr>
        <w:t>،</w:t>
      </w:r>
      <w:r>
        <w:rPr>
          <w:rtl/>
        </w:rPr>
        <w:t xml:space="preserve"> </w:t>
      </w:r>
      <w:r w:rsidRPr="00D95A45">
        <w:rPr>
          <w:rtl/>
        </w:rPr>
        <w:t>قلت</w:t>
      </w:r>
      <w:r w:rsidR="00CC15EB">
        <w:rPr>
          <w:rtl/>
        </w:rPr>
        <w:t>:</w:t>
      </w:r>
      <w:r>
        <w:rPr>
          <w:rtl/>
        </w:rPr>
        <w:t xml:space="preserve"> </w:t>
      </w:r>
      <w:r w:rsidRPr="00D95A45">
        <w:rPr>
          <w:rtl/>
        </w:rPr>
        <w:t>فانه مات بعد شهرين أو ثلاثة قال اصحابه نريد أن نقتل الرجل الضارب</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998</w:t>
      </w:r>
      <w:r>
        <w:rPr>
          <w:rtl/>
        </w:rPr>
        <w:t xml:space="preserve"> - </w:t>
      </w:r>
      <w:r w:rsidR="00D45E0E" w:rsidRPr="00D95A45">
        <w:rPr>
          <w:rtl/>
        </w:rPr>
        <w:t>الكافي ج 2 ص 328</w:t>
      </w:r>
    </w:p>
    <w:p w:rsidR="00AC7755" w:rsidRDefault="00CC15EB" w:rsidP="00AC7755">
      <w:pPr>
        <w:pStyle w:val="libFootnote0"/>
        <w:rPr>
          <w:rtl/>
        </w:rPr>
      </w:pPr>
      <w:r>
        <w:rPr>
          <w:rtl/>
        </w:rPr>
        <w:t>-</w:t>
      </w:r>
      <w:r w:rsidR="00D45E0E" w:rsidRPr="00DA0376">
        <w:rPr>
          <w:rtl/>
        </w:rPr>
        <w:t xml:space="preserve"> 999</w:t>
      </w:r>
      <w:r>
        <w:rPr>
          <w:rtl/>
        </w:rPr>
        <w:t xml:space="preserve"> - </w:t>
      </w:r>
      <w:r w:rsidR="00D45E0E" w:rsidRPr="00DA0376">
        <w:rPr>
          <w:rtl/>
        </w:rPr>
        <w:t>1000</w:t>
      </w:r>
      <w:r>
        <w:rPr>
          <w:rtl/>
        </w:rPr>
        <w:t xml:space="preserve"> - </w:t>
      </w:r>
      <w:r w:rsidR="00D45E0E" w:rsidRPr="00DA0376">
        <w:rPr>
          <w:rtl/>
        </w:rPr>
        <w:t>الكافي ج 2 ص 331 واخرج الثاني الصدوق في الفقيه 4 ص 97</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قال</w:t>
      </w:r>
      <w:r w:rsidR="00CC15EB">
        <w:rPr>
          <w:rtl/>
        </w:rPr>
        <w:t>:</w:t>
      </w:r>
      <w:r>
        <w:rPr>
          <w:rtl/>
        </w:rPr>
        <w:t xml:space="preserve"> </w:t>
      </w:r>
      <w:r w:rsidRPr="00DA0376">
        <w:rPr>
          <w:rtl/>
        </w:rPr>
        <w:t>ان ارادوا ان يقتلوه يردوا الدية ما بينهم وبين سنة</w:t>
      </w:r>
      <w:r w:rsidR="00CC15EB">
        <w:rPr>
          <w:rtl/>
        </w:rPr>
        <w:t>،</w:t>
      </w:r>
      <w:r>
        <w:rPr>
          <w:rtl/>
        </w:rPr>
        <w:t xml:space="preserve"> </w:t>
      </w:r>
      <w:r w:rsidRPr="00DA0376">
        <w:rPr>
          <w:rtl/>
        </w:rPr>
        <w:t>فإذا مضت السنة فليس لهم ان يقتلوه ومضت الدية بما فيها.</w:t>
      </w:r>
    </w:p>
    <w:p w:rsidR="00AC7755" w:rsidRDefault="00D45E0E" w:rsidP="00AC7755">
      <w:pPr>
        <w:pStyle w:val="libNormal"/>
        <w:rPr>
          <w:rtl/>
        </w:rPr>
      </w:pPr>
      <w:r w:rsidRPr="00D95A45">
        <w:rPr>
          <w:rtl/>
        </w:rPr>
        <w:t>(1002) 35</w:t>
      </w:r>
      <w:r w:rsidR="00CC15EB">
        <w:rPr>
          <w:rtl/>
        </w:rPr>
        <w:t xml:space="preserve"> - </w:t>
      </w:r>
      <w:r w:rsidRPr="00D95A45">
        <w:rPr>
          <w:rtl/>
        </w:rPr>
        <w:t>محمد بن الحسن الصفار عن ابراهيم بن هاشم عن محمد بن ابى عمير عن حفص بن البختري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ضرب على رأسه فذهب سمعه وبصره واعتقل لسانه ثم مات فقال</w:t>
      </w:r>
      <w:r w:rsidR="00CC15EB">
        <w:rPr>
          <w:rtl/>
        </w:rPr>
        <w:t>:</w:t>
      </w:r>
      <w:r>
        <w:rPr>
          <w:rtl/>
        </w:rPr>
        <w:t xml:space="preserve"> </w:t>
      </w:r>
      <w:r w:rsidRPr="00D95A45">
        <w:rPr>
          <w:rtl/>
        </w:rPr>
        <w:t>ان كان ضربه ضربة بعد ضربة اقتص منه ثم قتل</w:t>
      </w:r>
      <w:r w:rsidR="00CC15EB">
        <w:rPr>
          <w:rtl/>
        </w:rPr>
        <w:t>،</w:t>
      </w:r>
      <w:r>
        <w:rPr>
          <w:rtl/>
        </w:rPr>
        <w:t xml:space="preserve"> </w:t>
      </w:r>
      <w:r w:rsidRPr="00D95A45">
        <w:rPr>
          <w:rtl/>
        </w:rPr>
        <w:t>وان كان اصابه هذا من ضربة واحدة قتل ولم يقتص منه.</w:t>
      </w:r>
    </w:p>
    <w:p w:rsidR="00AC7755" w:rsidRDefault="00D45E0E" w:rsidP="00AC7755">
      <w:pPr>
        <w:pStyle w:val="libNormal"/>
        <w:rPr>
          <w:rtl/>
        </w:rPr>
      </w:pPr>
      <w:r w:rsidRPr="00D95A45">
        <w:rPr>
          <w:rtl/>
        </w:rPr>
        <w:t>(1003) 36</w:t>
      </w:r>
      <w:r w:rsidR="00CC15EB">
        <w:rPr>
          <w:rtl/>
        </w:rPr>
        <w:t xml:space="preserve"> - </w:t>
      </w:r>
      <w:r w:rsidRPr="00D95A45">
        <w:rPr>
          <w:rtl/>
        </w:rPr>
        <w:t>الحسن بن محبوب عن جميل بن صالح عن ابي عبيدة الحذاء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رجل ضرب رجلا بعمود فسطاط على رأسه ضربة واحدة فاجافه حتى وصلت الضربة الى الدماغ وذهب عقله فقال</w:t>
      </w:r>
      <w:r w:rsidR="00CC15EB">
        <w:rPr>
          <w:rtl/>
        </w:rPr>
        <w:t>:</w:t>
      </w:r>
      <w:r>
        <w:rPr>
          <w:rtl/>
        </w:rPr>
        <w:t xml:space="preserve"> </w:t>
      </w:r>
      <w:r w:rsidRPr="00D95A45">
        <w:rPr>
          <w:rtl/>
        </w:rPr>
        <w:t>ان كان المضروب لا يعقل منها اوقات الصلاة ولا يعقل ما قال ولا ما قيل له فانه ينتظر به سنة</w:t>
      </w:r>
      <w:r w:rsidR="00CC15EB">
        <w:rPr>
          <w:rtl/>
        </w:rPr>
        <w:t>،</w:t>
      </w:r>
      <w:r>
        <w:rPr>
          <w:rtl/>
        </w:rPr>
        <w:t xml:space="preserve"> </w:t>
      </w:r>
      <w:r w:rsidRPr="00D95A45">
        <w:rPr>
          <w:rtl/>
        </w:rPr>
        <w:t>فان مات فيما بينه وبين سنة اقيد به ضاربه وان لم يمت فيما بينه وبين سنة ولم يرجع إليه عقله أغرم ضاربه الدية في ماله لذهاب عقله</w:t>
      </w:r>
      <w:r w:rsidR="00CC15EB">
        <w:rPr>
          <w:rtl/>
        </w:rPr>
        <w:t>،</w:t>
      </w:r>
      <w:r>
        <w:rPr>
          <w:rtl/>
        </w:rPr>
        <w:t xml:space="preserve"> </w:t>
      </w:r>
      <w:r w:rsidRPr="00D95A45">
        <w:rPr>
          <w:rtl/>
        </w:rPr>
        <w:t>قلت</w:t>
      </w:r>
      <w:r w:rsidR="00CC15EB">
        <w:rPr>
          <w:rtl/>
        </w:rPr>
        <w:t>:</w:t>
      </w:r>
      <w:r>
        <w:rPr>
          <w:rtl/>
        </w:rPr>
        <w:t xml:space="preserve"> </w:t>
      </w:r>
      <w:r w:rsidRPr="00D95A45">
        <w:rPr>
          <w:rtl/>
        </w:rPr>
        <w:t>فما ترى عليه في الشجة شيئا</w:t>
      </w:r>
      <w:r>
        <w:rPr>
          <w:rtl/>
        </w:rPr>
        <w:t>؟</w:t>
      </w:r>
      <w:r w:rsidRPr="00D95A45">
        <w:rPr>
          <w:rtl/>
        </w:rPr>
        <w:t xml:space="preserve"> قال</w:t>
      </w:r>
      <w:r w:rsidR="00CC15EB">
        <w:rPr>
          <w:rtl/>
        </w:rPr>
        <w:t>:</w:t>
      </w:r>
      <w:r>
        <w:rPr>
          <w:rtl/>
        </w:rPr>
        <w:t xml:space="preserve"> </w:t>
      </w:r>
      <w:r w:rsidRPr="00D95A45">
        <w:rPr>
          <w:rtl/>
        </w:rPr>
        <w:t>لا لانه انما ضربه ضربة واحدة فجنت الضربة جنايتين فالزمته اغلظ الجنايتين وهي الدية</w:t>
      </w:r>
      <w:r w:rsidR="00CC15EB">
        <w:rPr>
          <w:rtl/>
        </w:rPr>
        <w:t>،</w:t>
      </w:r>
      <w:r>
        <w:rPr>
          <w:rtl/>
        </w:rPr>
        <w:t xml:space="preserve"> </w:t>
      </w:r>
      <w:r w:rsidRPr="00D95A45">
        <w:rPr>
          <w:rtl/>
        </w:rPr>
        <w:t>ولو كان ضربه ضربتين فجنت الضربتان جنايتن لالزمته جناية ما جنتا كائنة ما كانت الا أن يكون فيهما الموت فيقاد به ضاربه بواحدة وتطرح الاخرى</w:t>
      </w:r>
      <w:r w:rsidR="00CC15EB">
        <w:rPr>
          <w:rtl/>
        </w:rPr>
        <w:t>،</w:t>
      </w:r>
      <w:r>
        <w:rPr>
          <w:rtl/>
        </w:rPr>
        <w:t xml:space="preserve"> </w:t>
      </w:r>
      <w:r w:rsidRPr="00D95A45">
        <w:rPr>
          <w:rtl/>
        </w:rPr>
        <w:t>قال</w:t>
      </w:r>
      <w:r w:rsidR="00CC15EB">
        <w:rPr>
          <w:rtl/>
        </w:rPr>
        <w:t>:</w:t>
      </w:r>
      <w:r>
        <w:rPr>
          <w:rtl/>
        </w:rPr>
        <w:t xml:space="preserve"> </w:t>
      </w:r>
      <w:r w:rsidRPr="00D95A45">
        <w:rPr>
          <w:rtl/>
        </w:rPr>
        <w:t>وان ضربه ثلاث ضربات واحدة بعد واحدة فجنين ثلاث جنايات الزمته جناية ما جنت الثلاث ضربات كائنات ما كانت ما لم يكن فيها الموت فيقاد به ضاربه قال</w:t>
      </w:r>
      <w:r w:rsidR="00CC15EB">
        <w:rPr>
          <w:rtl/>
        </w:rPr>
        <w:t>:</w:t>
      </w:r>
      <w:r>
        <w:rPr>
          <w:rtl/>
        </w:rPr>
        <w:t xml:space="preserve"> </w:t>
      </w:r>
      <w:r w:rsidRPr="00D95A45">
        <w:rPr>
          <w:rtl/>
        </w:rPr>
        <w:t>وقال</w:t>
      </w:r>
      <w:r w:rsidR="00CC15EB">
        <w:rPr>
          <w:rtl/>
        </w:rPr>
        <w:t>:</w:t>
      </w:r>
      <w:r>
        <w:rPr>
          <w:rtl/>
        </w:rPr>
        <w:t xml:space="preserve"> </w:t>
      </w:r>
      <w:r w:rsidRPr="00D95A45">
        <w:rPr>
          <w:rtl/>
        </w:rPr>
        <w:t>وان ضربه عشر ضربات فجنين جناية واحدة الزمته تلك الجناية التى جنتها تلك العشر ضربات</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1003</w:t>
      </w:r>
      <w:r>
        <w:rPr>
          <w:rtl/>
        </w:rPr>
        <w:t xml:space="preserve"> - </w:t>
      </w:r>
      <w:r w:rsidR="00D45E0E" w:rsidRPr="00D95A45">
        <w:rPr>
          <w:rtl/>
        </w:rPr>
        <w:t>الكافي ج 2 ص 331 الفقيه ج 4 ص 98</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كائنة ما كانت ما لم يكن فيها الموت</w:t>
      </w:r>
      <w:r w:rsidR="00CC15EB">
        <w:rPr>
          <w:rtl/>
        </w:rPr>
        <w:t>،</w:t>
      </w:r>
      <w:r>
        <w:rPr>
          <w:rtl/>
        </w:rPr>
        <w:t xml:space="preserve"> </w:t>
      </w:r>
    </w:p>
    <w:p w:rsidR="00AC7755" w:rsidRDefault="00D45E0E" w:rsidP="00AC7755">
      <w:pPr>
        <w:pStyle w:val="libNormal"/>
        <w:rPr>
          <w:rtl/>
        </w:rPr>
      </w:pPr>
      <w:r w:rsidRPr="00D95A45">
        <w:rPr>
          <w:rtl/>
        </w:rPr>
        <w:t>(1004) 37</w:t>
      </w:r>
      <w:r w:rsidR="00CC15EB">
        <w:rPr>
          <w:rtl/>
        </w:rPr>
        <w:t xml:space="preserve"> - </w:t>
      </w:r>
      <w:r w:rsidRPr="00D95A45">
        <w:rPr>
          <w:rtl/>
        </w:rPr>
        <w:t>الحسن بن محبوب عن هشام بن سالم عن زياد بن سوقة عن الحكم بن عتيبة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اصابع اليدين واصابع الرجلين أرايت ما زاد فيها على عشرة اصابع ونقص عن عشرة اصابع فيها دية</w:t>
      </w:r>
      <w:r>
        <w:rPr>
          <w:rtl/>
        </w:rPr>
        <w:t>؟</w:t>
      </w:r>
      <w:r w:rsidRPr="00D95A45">
        <w:rPr>
          <w:rtl/>
        </w:rPr>
        <w:t xml:space="preserve"> قال</w:t>
      </w:r>
      <w:r w:rsidR="00CC15EB">
        <w:rPr>
          <w:rtl/>
        </w:rPr>
        <w:t>:</w:t>
      </w:r>
      <w:r>
        <w:rPr>
          <w:rtl/>
        </w:rPr>
        <w:t xml:space="preserve"> </w:t>
      </w:r>
      <w:r w:rsidRPr="00D95A45">
        <w:rPr>
          <w:rtl/>
        </w:rPr>
        <w:t>فقال لي</w:t>
      </w:r>
      <w:r w:rsidR="00CC15EB">
        <w:rPr>
          <w:rtl/>
        </w:rPr>
        <w:t>:</w:t>
      </w:r>
      <w:r>
        <w:rPr>
          <w:rtl/>
        </w:rPr>
        <w:t xml:space="preserve"> </w:t>
      </w:r>
      <w:r w:rsidRPr="00D95A45">
        <w:rPr>
          <w:rtl/>
        </w:rPr>
        <w:t>يا حكم</w:t>
      </w:r>
      <w:r w:rsidR="00CC15EB">
        <w:rPr>
          <w:rtl/>
        </w:rPr>
        <w:t>:</w:t>
      </w:r>
      <w:r>
        <w:rPr>
          <w:rtl/>
        </w:rPr>
        <w:t xml:space="preserve"> </w:t>
      </w:r>
      <w:r w:rsidRPr="00D95A45">
        <w:rPr>
          <w:rtl/>
        </w:rPr>
        <w:t>الخلقة التى قسمت عليها الدية عشرة اصابع في اليدين فما زاد أو نقص فلا دية له</w:t>
      </w:r>
      <w:r w:rsidR="00CC15EB">
        <w:rPr>
          <w:rtl/>
        </w:rPr>
        <w:t>،</w:t>
      </w:r>
      <w:r>
        <w:rPr>
          <w:rtl/>
        </w:rPr>
        <w:t xml:space="preserve"> </w:t>
      </w:r>
      <w:r w:rsidRPr="00D95A45">
        <w:rPr>
          <w:rtl/>
        </w:rPr>
        <w:t>في كل اصبع من اصابع اليدين الف درهم</w:t>
      </w:r>
      <w:r w:rsidR="00CC15EB">
        <w:rPr>
          <w:rtl/>
        </w:rPr>
        <w:t>،</w:t>
      </w:r>
      <w:r>
        <w:rPr>
          <w:rtl/>
        </w:rPr>
        <w:t xml:space="preserve"> </w:t>
      </w:r>
      <w:r w:rsidRPr="00D95A45">
        <w:rPr>
          <w:rtl/>
        </w:rPr>
        <w:t>وفي كل اصبع من اصابع الرجلين الف درهم</w:t>
      </w:r>
      <w:r w:rsidR="00CC15EB">
        <w:rPr>
          <w:rtl/>
        </w:rPr>
        <w:t>،</w:t>
      </w:r>
      <w:r>
        <w:rPr>
          <w:rtl/>
        </w:rPr>
        <w:t xml:space="preserve"> </w:t>
      </w:r>
      <w:r w:rsidRPr="00D95A45">
        <w:rPr>
          <w:rtl/>
        </w:rPr>
        <w:t>وكل ما كان من شلل فهو على الثلث من دية الصحاح.</w:t>
      </w:r>
    </w:p>
    <w:p w:rsidR="00AC7755" w:rsidRDefault="00D45E0E" w:rsidP="00AC7755">
      <w:pPr>
        <w:pStyle w:val="libNormal"/>
        <w:rPr>
          <w:rtl/>
        </w:rPr>
      </w:pPr>
      <w:r w:rsidRPr="00D95A45">
        <w:rPr>
          <w:rtl/>
        </w:rPr>
        <w:t>(1005) 38</w:t>
      </w:r>
      <w:r w:rsidR="00CC15EB">
        <w:rPr>
          <w:rtl/>
        </w:rPr>
        <w:t xml:space="preserve"> - </w:t>
      </w:r>
      <w:r w:rsidRPr="00D95A45">
        <w:rPr>
          <w:rtl/>
        </w:rPr>
        <w:t>الحسن بن محبوب عن هشام بن سالم عن زياد بن سوقة عن الحكم بن عتيبة قال</w:t>
      </w:r>
      <w:r w:rsidR="00CC15EB">
        <w:rPr>
          <w:rtl/>
        </w:rPr>
        <w:t>:</w:t>
      </w:r>
      <w:r>
        <w:rPr>
          <w:rtl/>
        </w:rPr>
        <w:t xml:space="preserve"> </w:t>
      </w:r>
      <w:r w:rsidRPr="00D95A45">
        <w:rPr>
          <w:rtl/>
        </w:rPr>
        <w:t xml:space="preserve">قلت لابي جعفر </w:t>
      </w:r>
      <w:r w:rsidR="00AC7755" w:rsidRPr="00AC7755">
        <w:rPr>
          <w:rStyle w:val="libAlaemChar"/>
          <w:rtl/>
        </w:rPr>
        <w:t>عليه‌السلام</w:t>
      </w:r>
      <w:r w:rsidRPr="00D95A45">
        <w:rPr>
          <w:rtl/>
        </w:rPr>
        <w:t xml:space="preserve"> ان بعض الناس في فيه اثنان وثلاثون سنا وبعضهم له ثمانية وعشرون سنا فعلى كم تقسم دية الاسنان</w:t>
      </w:r>
      <w:r>
        <w:rPr>
          <w:rtl/>
        </w:rPr>
        <w:t>؟</w:t>
      </w:r>
      <w:r w:rsidRPr="00D95A45">
        <w:rPr>
          <w:rtl/>
        </w:rPr>
        <w:t xml:space="preserve"> فقال</w:t>
      </w:r>
      <w:r w:rsidR="00CC15EB">
        <w:rPr>
          <w:rtl/>
        </w:rPr>
        <w:t>:</w:t>
      </w:r>
      <w:r>
        <w:rPr>
          <w:rtl/>
        </w:rPr>
        <w:t xml:space="preserve"> </w:t>
      </w:r>
      <w:r w:rsidRPr="00D95A45">
        <w:rPr>
          <w:rtl/>
        </w:rPr>
        <w:t>الخلقة انما هي ثمانية وعشرون سنا اثنا عشرة في مقاديم الفم وستة عشر سنا في مواخيره فعلى هذا قسمت دية الاسنان</w:t>
      </w:r>
      <w:r w:rsidR="00CC15EB">
        <w:rPr>
          <w:rtl/>
        </w:rPr>
        <w:t>،</w:t>
      </w:r>
      <w:r>
        <w:rPr>
          <w:rtl/>
        </w:rPr>
        <w:t xml:space="preserve"> </w:t>
      </w:r>
      <w:r w:rsidRPr="00D95A45">
        <w:rPr>
          <w:rtl/>
        </w:rPr>
        <w:t>فدية كل سن من المقاديم إذا كسرت حتى تذهب فان ديته خمسمائة درهم وهي إثنا عشر سنا ستة آلاف درهم</w:t>
      </w:r>
      <w:r w:rsidR="00CC15EB">
        <w:rPr>
          <w:rtl/>
        </w:rPr>
        <w:t>،</w:t>
      </w:r>
      <w:r>
        <w:rPr>
          <w:rtl/>
        </w:rPr>
        <w:t xml:space="preserve"> </w:t>
      </w:r>
      <w:r w:rsidRPr="00D95A45">
        <w:rPr>
          <w:rtl/>
        </w:rPr>
        <w:t>وفي كل سن من المواخير مائتان وخمسون درهما وهي ستة عشر سنا فديتها اربعة آلاف درهم فجميع دية المقاديم والمواخير من الاسنان عشرة آلاف درهم</w:t>
      </w:r>
      <w:r w:rsidR="00CC15EB">
        <w:rPr>
          <w:rtl/>
        </w:rPr>
        <w:t>،</w:t>
      </w:r>
      <w:r>
        <w:rPr>
          <w:rtl/>
        </w:rPr>
        <w:t xml:space="preserve"> </w:t>
      </w:r>
      <w:r w:rsidRPr="00D95A45">
        <w:rPr>
          <w:rtl/>
        </w:rPr>
        <w:t>وانما وضعت الدية على هذا</w:t>
      </w:r>
      <w:r w:rsidR="00CC15EB">
        <w:rPr>
          <w:rtl/>
        </w:rPr>
        <w:t>،</w:t>
      </w:r>
      <w:r>
        <w:rPr>
          <w:rtl/>
        </w:rPr>
        <w:t xml:space="preserve"> </w:t>
      </w:r>
      <w:r w:rsidRPr="00D95A45">
        <w:rPr>
          <w:rtl/>
        </w:rPr>
        <w:t xml:space="preserve">فما زاد على ثمانية وعشرين سنا فلا دية له وما نقص فلا دية له هكذا وجدناه في كتاب علي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فقال الحكم بن عتيبة</w:t>
      </w:r>
      <w:r w:rsidR="00CC15EB">
        <w:rPr>
          <w:rtl/>
        </w:rPr>
        <w:t>:</w:t>
      </w:r>
      <w:r>
        <w:rPr>
          <w:rtl/>
        </w:rPr>
        <w:t xml:space="preserve"> </w:t>
      </w:r>
      <w:r w:rsidRPr="00D95A45">
        <w:rPr>
          <w:rtl/>
        </w:rPr>
        <w:t>فقلت</w:t>
      </w:r>
      <w:r w:rsidR="00CC15EB">
        <w:rPr>
          <w:rtl/>
        </w:rPr>
        <w:t>:</w:t>
      </w:r>
      <w:r>
        <w:rPr>
          <w:rtl/>
        </w:rPr>
        <w:t xml:space="preserve"> </w:t>
      </w:r>
      <w:r w:rsidRPr="00D95A45">
        <w:rPr>
          <w:rtl/>
        </w:rPr>
        <w:t>ان الديات انما كانت تؤخذ قبل اليوم من الابل والبقر والغنم قال</w:t>
      </w:r>
      <w:r w:rsidR="00CC15EB">
        <w:rPr>
          <w:rtl/>
        </w:rPr>
        <w:t>:</w:t>
      </w:r>
      <w:r>
        <w:rPr>
          <w:rtl/>
        </w:rPr>
        <w:t xml:space="preserve"> </w:t>
      </w:r>
      <w:r w:rsidRPr="00D95A45">
        <w:rPr>
          <w:rtl/>
        </w:rPr>
        <w:t>فقال</w:t>
      </w:r>
      <w:r w:rsidR="00CC15EB">
        <w:rPr>
          <w:rtl/>
        </w:rPr>
        <w:t>:</w:t>
      </w:r>
      <w:r>
        <w:rPr>
          <w:rtl/>
        </w:rPr>
        <w:t xml:space="preserve"> </w:t>
      </w:r>
      <w:r w:rsidRPr="00D95A45">
        <w:rPr>
          <w:rtl/>
        </w:rPr>
        <w:t>انما كان ذلك في البوادي قبل</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1004</w:t>
      </w:r>
      <w:r>
        <w:rPr>
          <w:rtl/>
        </w:rPr>
        <w:t xml:space="preserve"> - </w:t>
      </w:r>
      <w:r w:rsidR="00D45E0E" w:rsidRPr="00D95A45">
        <w:rPr>
          <w:rtl/>
        </w:rPr>
        <w:t>الكافي ج 2 ص 332</w:t>
      </w:r>
    </w:p>
    <w:p w:rsidR="00AC7755" w:rsidRDefault="00CC15EB" w:rsidP="00AC7755">
      <w:pPr>
        <w:pStyle w:val="libFootnote0"/>
        <w:rPr>
          <w:rtl/>
        </w:rPr>
      </w:pPr>
      <w:r>
        <w:rPr>
          <w:rtl/>
        </w:rPr>
        <w:t>-</w:t>
      </w:r>
      <w:r w:rsidR="00D45E0E" w:rsidRPr="00DA0376">
        <w:rPr>
          <w:rtl/>
        </w:rPr>
        <w:t xml:space="preserve"> 1005</w:t>
      </w:r>
      <w:r>
        <w:rPr>
          <w:rtl/>
        </w:rPr>
        <w:t xml:space="preserve"> - </w:t>
      </w:r>
      <w:r w:rsidR="00D45E0E" w:rsidRPr="00DA0376">
        <w:rPr>
          <w:rtl/>
        </w:rPr>
        <w:t>الاستبصار ج 4 ص 288 الكافي ج 2 ص 332 الفقيه ج 4 ص 104</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الاسلام فلما ظهر الاسلام وكثر الورق في الناس قسمها امير المؤمنين </w:t>
      </w:r>
      <w:r w:rsidR="00AC7755" w:rsidRPr="00AC7755">
        <w:rPr>
          <w:rStyle w:val="libAlaemChar"/>
          <w:rtl/>
        </w:rPr>
        <w:t>عليه‌السلام</w:t>
      </w:r>
      <w:r w:rsidRPr="00DA0376">
        <w:rPr>
          <w:rtl/>
        </w:rPr>
        <w:t xml:space="preserve"> على الورق قال الحكم</w:t>
      </w:r>
      <w:r w:rsidR="00CC15EB">
        <w:rPr>
          <w:rtl/>
        </w:rPr>
        <w:t>:</w:t>
      </w:r>
      <w:r>
        <w:rPr>
          <w:rtl/>
        </w:rPr>
        <w:t xml:space="preserve"> </w:t>
      </w:r>
      <w:r w:rsidRPr="00DA0376">
        <w:rPr>
          <w:rtl/>
        </w:rPr>
        <w:t>فقلت له</w:t>
      </w:r>
      <w:r w:rsidR="00CC15EB">
        <w:rPr>
          <w:rtl/>
        </w:rPr>
        <w:t>:</w:t>
      </w:r>
      <w:r>
        <w:rPr>
          <w:rtl/>
        </w:rPr>
        <w:t xml:space="preserve"> </w:t>
      </w:r>
      <w:r w:rsidRPr="00DA0376">
        <w:rPr>
          <w:rtl/>
        </w:rPr>
        <w:t>أرأيت من كان اليوم من اهل البوادي ما الذي يؤخذ منهم في الدية اليوم ابل أو ورق</w:t>
      </w:r>
      <w:r>
        <w:rPr>
          <w:rtl/>
        </w:rPr>
        <w:t>؟</w:t>
      </w:r>
      <w:r w:rsidRPr="00DA0376">
        <w:rPr>
          <w:rtl/>
        </w:rPr>
        <w:t xml:space="preserve"> قال</w:t>
      </w:r>
      <w:r w:rsidR="00CC15EB">
        <w:rPr>
          <w:rtl/>
        </w:rPr>
        <w:t>:</w:t>
      </w:r>
      <w:r>
        <w:rPr>
          <w:rtl/>
        </w:rPr>
        <w:t xml:space="preserve"> </w:t>
      </w:r>
      <w:r w:rsidRPr="00DA0376">
        <w:rPr>
          <w:rtl/>
        </w:rPr>
        <w:t>فقال</w:t>
      </w:r>
      <w:r w:rsidR="00CC15EB">
        <w:rPr>
          <w:rtl/>
        </w:rPr>
        <w:t>:</w:t>
      </w:r>
      <w:r>
        <w:rPr>
          <w:rtl/>
        </w:rPr>
        <w:t xml:space="preserve"> </w:t>
      </w:r>
      <w:r w:rsidRPr="00DA0376">
        <w:rPr>
          <w:rtl/>
        </w:rPr>
        <w:t>الابل اليوم مثل الورق بل هي افضل من الورق في الدية</w:t>
      </w:r>
      <w:r w:rsidR="00CC15EB">
        <w:rPr>
          <w:rtl/>
        </w:rPr>
        <w:t>،</w:t>
      </w:r>
      <w:r>
        <w:rPr>
          <w:rtl/>
        </w:rPr>
        <w:t xml:space="preserve"> </w:t>
      </w:r>
      <w:r w:rsidRPr="00DA0376">
        <w:rPr>
          <w:rtl/>
        </w:rPr>
        <w:t>انهم كانوا يأخذون منهم في الدية الخطأ مائة من الابل يحسب لكل بعير مائة درهم فذلك عشرة آلاف</w:t>
      </w:r>
      <w:r w:rsidR="00CC15EB">
        <w:rPr>
          <w:rtl/>
        </w:rPr>
        <w:t>،</w:t>
      </w:r>
      <w:r>
        <w:rPr>
          <w:rtl/>
        </w:rPr>
        <w:t xml:space="preserve"> </w:t>
      </w:r>
      <w:r w:rsidRPr="00DA0376">
        <w:rPr>
          <w:rtl/>
        </w:rPr>
        <w:t>قلت له</w:t>
      </w:r>
      <w:r w:rsidR="00CC15EB">
        <w:rPr>
          <w:rtl/>
        </w:rPr>
        <w:t>:</w:t>
      </w:r>
      <w:r>
        <w:rPr>
          <w:rtl/>
        </w:rPr>
        <w:t xml:space="preserve"> </w:t>
      </w:r>
      <w:r w:rsidRPr="00DA0376">
        <w:rPr>
          <w:rtl/>
        </w:rPr>
        <w:t>فما اسنان المائة بعير</w:t>
      </w:r>
      <w:r>
        <w:rPr>
          <w:rtl/>
        </w:rPr>
        <w:t>؟</w:t>
      </w:r>
      <w:r w:rsidRPr="00DA0376">
        <w:rPr>
          <w:rtl/>
        </w:rPr>
        <w:t xml:space="preserve"> قال</w:t>
      </w:r>
      <w:r w:rsidR="00CC15EB">
        <w:rPr>
          <w:rtl/>
        </w:rPr>
        <w:t>:</w:t>
      </w:r>
      <w:r>
        <w:rPr>
          <w:rtl/>
        </w:rPr>
        <w:t xml:space="preserve"> </w:t>
      </w:r>
      <w:r w:rsidRPr="00DA0376">
        <w:rPr>
          <w:rtl/>
        </w:rPr>
        <w:t>فقال</w:t>
      </w:r>
      <w:r w:rsidR="00CC15EB">
        <w:rPr>
          <w:rtl/>
        </w:rPr>
        <w:t>:</w:t>
      </w:r>
      <w:r>
        <w:rPr>
          <w:rtl/>
        </w:rPr>
        <w:t xml:space="preserve"> </w:t>
      </w:r>
      <w:r w:rsidRPr="00DA0376">
        <w:rPr>
          <w:rtl/>
        </w:rPr>
        <w:t>ما حال عليها الحول ذكران كلها.</w:t>
      </w:r>
    </w:p>
    <w:p w:rsidR="00AC7755" w:rsidRDefault="00D45E0E" w:rsidP="00AC7755">
      <w:pPr>
        <w:pStyle w:val="libNormal"/>
        <w:rPr>
          <w:rtl/>
        </w:rPr>
      </w:pPr>
      <w:r w:rsidRPr="00DA0376">
        <w:rPr>
          <w:rtl/>
        </w:rPr>
        <w:t xml:space="preserve"> فاما ما رواه</w:t>
      </w:r>
      <w:r w:rsidR="00CC15EB">
        <w:rPr>
          <w:rtl/>
        </w:rPr>
        <w:t>:</w:t>
      </w:r>
      <w:r>
        <w:rPr>
          <w:rtl/>
        </w:rPr>
        <w:t xml:space="preserve"> </w:t>
      </w:r>
    </w:p>
    <w:p w:rsidR="00AC7755" w:rsidRDefault="00D45E0E" w:rsidP="00AC7755">
      <w:pPr>
        <w:pStyle w:val="libNormal"/>
        <w:rPr>
          <w:rtl/>
        </w:rPr>
      </w:pPr>
      <w:r w:rsidRPr="00D95A45">
        <w:rPr>
          <w:rtl/>
        </w:rPr>
        <w:t>(1006) 39</w:t>
      </w:r>
      <w:r w:rsidR="00CC15EB">
        <w:rPr>
          <w:rtl/>
        </w:rPr>
        <w:t xml:space="preserve"> - </w:t>
      </w:r>
      <w:r w:rsidRPr="00D95A45">
        <w:rPr>
          <w:rtl/>
        </w:rPr>
        <w:t xml:space="preserve">احمد بن محمد عن الحسن ابن محبوب عن عبد الله ابن سنان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الاسنان كلها سواء في كل سن خمسمائة درهم.</w:t>
      </w:r>
    </w:p>
    <w:p w:rsidR="00AC7755" w:rsidRDefault="00D45E0E" w:rsidP="00AC7755">
      <w:pPr>
        <w:pStyle w:val="libNormal"/>
        <w:rPr>
          <w:rtl/>
        </w:rPr>
      </w:pPr>
      <w:r w:rsidRPr="00D95A45">
        <w:rPr>
          <w:rtl/>
        </w:rPr>
        <w:t>(1007) 40</w:t>
      </w:r>
      <w:r w:rsidR="00CC15EB">
        <w:rPr>
          <w:rtl/>
        </w:rPr>
        <w:t xml:space="preserve"> - </w:t>
      </w:r>
      <w:r w:rsidRPr="00D95A45">
        <w:rPr>
          <w:rtl/>
        </w:rPr>
        <w:t>وما رواه</w:t>
      </w:r>
      <w:r w:rsidR="00CC15EB">
        <w:rPr>
          <w:rtl/>
        </w:rPr>
        <w:t>:</w:t>
      </w:r>
      <w:r>
        <w:rPr>
          <w:rtl/>
        </w:rPr>
        <w:t xml:space="preserve"> </w:t>
      </w:r>
      <w:r w:rsidRPr="00D95A45">
        <w:rPr>
          <w:rtl/>
        </w:rPr>
        <w:t>احمد بن ابي عبد الله عثمان بن عيسى عن سماعة قال</w:t>
      </w:r>
      <w:r w:rsidR="00CC15EB">
        <w:rPr>
          <w:rtl/>
        </w:rPr>
        <w:t>:</w:t>
      </w:r>
      <w:r>
        <w:rPr>
          <w:rtl/>
        </w:rPr>
        <w:t xml:space="preserve"> </w:t>
      </w:r>
      <w:r w:rsidRPr="00D95A45">
        <w:rPr>
          <w:rtl/>
        </w:rPr>
        <w:t>سألته عن الاسنان فقال</w:t>
      </w:r>
      <w:r w:rsidR="00CC15EB">
        <w:rPr>
          <w:rtl/>
        </w:rPr>
        <w:t>:</w:t>
      </w:r>
      <w:r>
        <w:rPr>
          <w:rtl/>
        </w:rPr>
        <w:t xml:space="preserve"> </w:t>
      </w:r>
      <w:r w:rsidRPr="00D95A45">
        <w:rPr>
          <w:rtl/>
        </w:rPr>
        <w:t>هي في الدية سواء.</w:t>
      </w:r>
    </w:p>
    <w:p w:rsidR="00AC7755" w:rsidRDefault="00D45E0E" w:rsidP="00AC7755">
      <w:pPr>
        <w:pStyle w:val="libNormal"/>
        <w:rPr>
          <w:rtl/>
        </w:rPr>
      </w:pPr>
      <w:r w:rsidRPr="00D95A45">
        <w:rPr>
          <w:rtl/>
        </w:rPr>
        <w:t xml:space="preserve"> فالوجه في هذين الخبرين والخبر الذي قدمناه في رواية العلا بن الفضيل أن نحملها على الثنايا ومقاديم الاسنان دون مواخيرها</w:t>
      </w:r>
      <w:r w:rsidR="00CC15EB">
        <w:rPr>
          <w:rtl/>
        </w:rPr>
        <w:t>،</w:t>
      </w:r>
      <w:r>
        <w:rPr>
          <w:rtl/>
        </w:rPr>
        <w:t xml:space="preserve"> </w:t>
      </w:r>
      <w:r w:rsidRPr="00D95A45">
        <w:rPr>
          <w:rtl/>
        </w:rPr>
        <w:t>لأنها هي المتساوية في الدية</w:t>
      </w:r>
      <w:r w:rsidR="00CC15EB">
        <w:rPr>
          <w:rtl/>
        </w:rPr>
        <w:t>،</w:t>
      </w:r>
      <w:r>
        <w:rPr>
          <w:rtl/>
        </w:rPr>
        <w:t xml:space="preserve"> </w:t>
      </w:r>
      <w:r w:rsidRPr="00D95A45">
        <w:rPr>
          <w:rtl/>
        </w:rPr>
        <w:t>ودية كل واحد منها خمسمائة درهم حسب ما قدمناه</w:t>
      </w:r>
      <w:r w:rsidR="00CC15EB">
        <w:rPr>
          <w:rtl/>
        </w:rPr>
        <w:t>،</w:t>
      </w:r>
      <w:r>
        <w:rPr>
          <w:rtl/>
        </w:rPr>
        <w:t xml:space="preserve"> </w:t>
      </w:r>
      <w:r w:rsidRPr="00D95A45">
        <w:rPr>
          <w:rtl/>
        </w:rPr>
        <w:t>وانما جعلنا ذلك للخبر الذي رويناه مفصلا من الفرق بين مواخير الاسنان ومقاديمها ولا يجوز ان تتضاد الاخبار.</w:t>
      </w:r>
    </w:p>
    <w:p w:rsidR="00AC7755" w:rsidRDefault="00D45E0E" w:rsidP="00AC7755">
      <w:pPr>
        <w:pStyle w:val="libNormal"/>
        <w:rPr>
          <w:rtl/>
        </w:rPr>
      </w:pPr>
      <w:r w:rsidRPr="00D95A45">
        <w:rPr>
          <w:rtl/>
        </w:rPr>
        <w:t>(1008) 41</w:t>
      </w:r>
      <w:r w:rsidR="00CC15EB">
        <w:rPr>
          <w:rtl/>
        </w:rPr>
        <w:t xml:space="preserve"> - </w:t>
      </w:r>
      <w:r w:rsidRPr="00D95A45">
        <w:rPr>
          <w:rtl/>
        </w:rPr>
        <w:t xml:space="preserve">احمد بن محمد عن ابن محبوب عن عبد الله بن سنان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السن إذا ضربت انتظر بها سنة فان وقع اغرم الضارب خمسمائة درهم</w:t>
      </w:r>
      <w:r w:rsidR="00CC15EB">
        <w:rPr>
          <w:rtl/>
        </w:rPr>
        <w:t>،</w:t>
      </w:r>
      <w:r>
        <w:rPr>
          <w:rtl/>
        </w:rPr>
        <w:t xml:space="preserve"> </w:t>
      </w:r>
      <w:r w:rsidRPr="00D95A45">
        <w:rPr>
          <w:rtl/>
        </w:rPr>
        <w:t>وان لم تقع واسودت اغرم ثلثي ديتها.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1006</w:t>
      </w:r>
      <w:r>
        <w:rPr>
          <w:rFonts w:hint="cs"/>
          <w:rtl/>
        </w:rPr>
        <w:t xml:space="preserve"> - </w:t>
      </w:r>
      <w:r w:rsidR="00D45E0E" w:rsidRPr="007277FF">
        <w:rPr>
          <w:rtl/>
        </w:rPr>
        <w:t>1007</w:t>
      </w:r>
      <w:r>
        <w:rPr>
          <w:rtl/>
        </w:rPr>
        <w:t xml:space="preserve"> - </w:t>
      </w:r>
      <w:r w:rsidR="00D45E0E" w:rsidRPr="007277FF">
        <w:rPr>
          <w:rtl/>
        </w:rPr>
        <w:t>الاستبصار ج 4 ص 289 الكافي ج 2 ص 333</w:t>
      </w:r>
    </w:p>
    <w:p w:rsidR="00AC7755" w:rsidRDefault="00CC15EB" w:rsidP="00AC7755">
      <w:pPr>
        <w:pStyle w:val="libFootnote0"/>
        <w:rPr>
          <w:rtl/>
        </w:rPr>
      </w:pPr>
      <w:r>
        <w:rPr>
          <w:rtl/>
        </w:rPr>
        <w:t>-</w:t>
      </w:r>
      <w:r w:rsidR="00D45E0E" w:rsidRPr="00DA0376">
        <w:rPr>
          <w:rtl/>
        </w:rPr>
        <w:t xml:space="preserve"> 1008</w:t>
      </w:r>
      <w:r>
        <w:rPr>
          <w:rtl/>
        </w:rPr>
        <w:t xml:space="preserve"> - </w:t>
      </w:r>
      <w:r w:rsidR="00D45E0E" w:rsidRPr="00DA0376">
        <w:rPr>
          <w:rtl/>
        </w:rPr>
        <w:t>الاستبصار ج 4 ص 190 الكافي ج 2 ص 333 الفقيه ج 4 ص 102</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(1009) 42</w:t>
      </w:r>
      <w:r w:rsidR="00CC15EB">
        <w:rPr>
          <w:rtl/>
        </w:rPr>
        <w:t xml:space="preserve"> - </w:t>
      </w:r>
      <w:r w:rsidRPr="00D95A45">
        <w:rPr>
          <w:rtl/>
        </w:rPr>
        <w:t xml:space="preserve">احمد بن محمد عن علي بن الحكم وغيره عن ابان عن بعض اصحابه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كان امير المؤمنين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إذا اسودت الثنية جعل فيه الدية.</w:t>
      </w:r>
    </w:p>
    <w:p w:rsidR="00AC7755" w:rsidRDefault="00D45E0E" w:rsidP="00AC7755">
      <w:pPr>
        <w:pStyle w:val="libNormal"/>
        <w:rPr>
          <w:rtl/>
        </w:rPr>
      </w:pPr>
      <w:r w:rsidRPr="00D95A45">
        <w:rPr>
          <w:rtl/>
        </w:rPr>
        <w:t>(1010) 43</w:t>
      </w:r>
      <w:r w:rsidR="00CC15EB">
        <w:rPr>
          <w:rtl/>
        </w:rPr>
        <w:t xml:space="preserve"> - </w:t>
      </w:r>
      <w:r w:rsidRPr="00D95A45">
        <w:rPr>
          <w:rtl/>
        </w:rPr>
        <w:t xml:space="preserve">سهل بن زياد عن محمد بن الحسن بن شمون عن عبد الله ابن عبد الرحمان عن مسمع بن عبد الملك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ان عليا </w:t>
      </w:r>
      <w:r w:rsidR="00AC7755" w:rsidRPr="00AC7755">
        <w:rPr>
          <w:rStyle w:val="libAlaemChar"/>
          <w:rtl/>
        </w:rPr>
        <w:t>عليه‌السلام</w:t>
      </w:r>
      <w:r w:rsidRPr="00D95A45">
        <w:rPr>
          <w:rtl/>
        </w:rPr>
        <w:t xml:space="preserve"> قضى في سن الصبي قبل ان يثغر بعيرا بعيرا في كل سن.</w:t>
      </w:r>
    </w:p>
    <w:p w:rsidR="00AC7755" w:rsidRDefault="00D45E0E" w:rsidP="00AC7755">
      <w:pPr>
        <w:pStyle w:val="libNormal"/>
        <w:rPr>
          <w:rtl/>
        </w:rPr>
      </w:pPr>
      <w:r w:rsidRPr="00D95A45">
        <w:rPr>
          <w:rtl/>
        </w:rPr>
        <w:t>(1011) 44</w:t>
      </w:r>
      <w:r w:rsidR="00CC15EB">
        <w:rPr>
          <w:rtl/>
        </w:rPr>
        <w:t xml:space="preserve"> - </w:t>
      </w:r>
      <w:r w:rsidRPr="00D95A45">
        <w:rPr>
          <w:rtl/>
        </w:rPr>
        <w:t xml:space="preserve">محمد بن يحيى عن احمد بن محمد بن يحيى الخزاز عن غياث بن ابراهيم عن ابي عبد الله </w:t>
      </w:r>
      <w:r w:rsidR="00AC7755" w:rsidRPr="00AC7755">
        <w:rPr>
          <w:rStyle w:val="libAlaemChar"/>
          <w:rtl/>
        </w:rPr>
        <w:t>عليه‌السلام</w:t>
      </w:r>
      <w:r w:rsidRPr="00D95A45">
        <w:rPr>
          <w:rtl/>
        </w:rPr>
        <w:t xml:space="preserve"> في اصبع زائدة إذا قطعت ثلث دية الصحيحة.</w:t>
      </w:r>
    </w:p>
    <w:p w:rsidR="00AC7755" w:rsidRDefault="00D45E0E" w:rsidP="00AC7755">
      <w:pPr>
        <w:pStyle w:val="libNormal"/>
        <w:rPr>
          <w:rtl/>
        </w:rPr>
      </w:pPr>
      <w:r w:rsidRPr="00D95A45">
        <w:rPr>
          <w:rtl/>
        </w:rPr>
        <w:t>(1012) 45</w:t>
      </w:r>
      <w:r w:rsidR="00CC15EB">
        <w:rPr>
          <w:rtl/>
        </w:rPr>
        <w:t xml:space="preserve"> - </w:t>
      </w:r>
      <w:r w:rsidRPr="00D95A45">
        <w:rPr>
          <w:rtl/>
        </w:rPr>
        <w:t xml:space="preserve">سهل بن زياد عن محمد بن الحسن بن شمون عن عبد الله بن عبد الرحمان عن مسمع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الظفر إذا قطع ولم ينبت أو خرج اسود فاسدا عشر دنانير</w:t>
      </w:r>
      <w:r w:rsidR="00CC15EB">
        <w:rPr>
          <w:rtl/>
        </w:rPr>
        <w:t>،</w:t>
      </w:r>
      <w:r>
        <w:rPr>
          <w:rtl/>
        </w:rPr>
        <w:t xml:space="preserve"> </w:t>
      </w:r>
      <w:r w:rsidRPr="00D95A45">
        <w:rPr>
          <w:rtl/>
        </w:rPr>
        <w:t>فان خرج ابيض فخمسة دنانير.</w:t>
      </w:r>
    </w:p>
    <w:p w:rsidR="00AC7755" w:rsidRDefault="00D45E0E" w:rsidP="00AC7755">
      <w:pPr>
        <w:pStyle w:val="libNormal"/>
        <w:rPr>
          <w:rtl/>
        </w:rPr>
      </w:pPr>
      <w:r w:rsidRPr="00D95A45">
        <w:rPr>
          <w:rtl/>
        </w:rPr>
        <w:t>(1013) 46</w:t>
      </w:r>
      <w:r w:rsidR="00CC15EB">
        <w:rPr>
          <w:rtl/>
        </w:rPr>
        <w:t xml:space="preserve"> - </w:t>
      </w:r>
      <w:r w:rsidRPr="00D95A45">
        <w:rPr>
          <w:rtl/>
        </w:rPr>
        <w:t xml:space="preserve">سهل بن زياد عن محمد بن الحسن بن شمون عن عبد الله ابن عبد الرحمان الاصم عن مسمع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ان عليا </w:t>
      </w:r>
      <w:r w:rsidR="00AC7755" w:rsidRPr="00AC7755">
        <w:rPr>
          <w:rStyle w:val="libAlaemChar"/>
          <w:rtl/>
        </w:rPr>
        <w:t>عليه‌السلام</w:t>
      </w:r>
      <w:r w:rsidRPr="00D95A45">
        <w:rPr>
          <w:rtl/>
        </w:rPr>
        <w:t xml:space="preserve"> قضى في شحمة الاذن ثلث دية الاذن.</w:t>
      </w:r>
    </w:p>
    <w:p w:rsidR="00AC7755" w:rsidRDefault="00D45E0E" w:rsidP="00AC7755">
      <w:pPr>
        <w:pStyle w:val="libNormal"/>
        <w:rPr>
          <w:rtl/>
        </w:rPr>
      </w:pPr>
      <w:r w:rsidRPr="00D95A45">
        <w:rPr>
          <w:rtl/>
        </w:rPr>
        <w:t>(1014) 47</w:t>
      </w:r>
      <w:r w:rsidR="00CC15EB">
        <w:rPr>
          <w:rtl/>
        </w:rPr>
        <w:t xml:space="preserve"> - </w:t>
      </w:r>
      <w:r w:rsidRPr="00D95A45">
        <w:rPr>
          <w:rtl/>
        </w:rPr>
        <w:t xml:space="preserve">سهل بن زياد عن محمد بن الحسن عن عبد الله بن عبد الرحمان عن مسمع عن ابى عبد الله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قضى في خرم الانف ثلث دية الانف.</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1009</w:t>
      </w:r>
      <w:r>
        <w:rPr>
          <w:rtl/>
        </w:rPr>
        <w:t xml:space="preserve"> - </w:t>
      </w:r>
      <w:r w:rsidR="00D45E0E" w:rsidRPr="00D95A45">
        <w:rPr>
          <w:rtl/>
        </w:rPr>
        <w:t>الاستبصار ج 4 ص 290 الكافي ج 2 ص 333</w:t>
      </w:r>
    </w:p>
    <w:p w:rsidR="00CC15EB" w:rsidRDefault="00CC15EB" w:rsidP="00AC7755">
      <w:pPr>
        <w:pStyle w:val="libFootnote0"/>
        <w:rPr>
          <w:rtl/>
        </w:rPr>
      </w:pPr>
      <w:r>
        <w:rPr>
          <w:rtl/>
        </w:rPr>
        <w:t>-</w:t>
      </w:r>
      <w:r w:rsidR="00D45E0E" w:rsidRPr="007277FF">
        <w:rPr>
          <w:rtl/>
        </w:rPr>
        <w:t xml:space="preserve"> 1010</w:t>
      </w:r>
      <w:r>
        <w:rPr>
          <w:rtl/>
        </w:rPr>
        <w:t xml:space="preserve"> - </w:t>
      </w:r>
      <w:r w:rsidR="00D45E0E" w:rsidRPr="007277FF">
        <w:rPr>
          <w:rtl/>
        </w:rPr>
        <w:t>الكافي ج 2 ص 333</w:t>
      </w:r>
    </w:p>
    <w:p w:rsidR="00CC15EB" w:rsidRDefault="00CC15EB" w:rsidP="00AC7755">
      <w:pPr>
        <w:pStyle w:val="libFootnote0"/>
        <w:rPr>
          <w:rtl/>
        </w:rPr>
      </w:pPr>
      <w:r>
        <w:rPr>
          <w:rtl/>
        </w:rPr>
        <w:t>-</w:t>
      </w:r>
      <w:r w:rsidR="00D45E0E" w:rsidRPr="007277FF">
        <w:rPr>
          <w:rtl/>
        </w:rPr>
        <w:t xml:space="preserve"> 1011</w:t>
      </w:r>
      <w:r>
        <w:rPr>
          <w:rtl/>
        </w:rPr>
        <w:t xml:space="preserve"> - </w:t>
      </w:r>
      <w:r w:rsidR="00D45E0E" w:rsidRPr="007277FF">
        <w:rPr>
          <w:rtl/>
        </w:rPr>
        <w:t>الكافي ج 2 ص 335 الفقيه ج 4 ص 103</w:t>
      </w:r>
    </w:p>
    <w:p w:rsidR="00CC15EB" w:rsidRDefault="00CC15EB" w:rsidP="00AC7755">
      <w:pPr>
        <w:pStyle w:val="libFootnote0"/>
        <w:rPr>
          <w:rtl/>
        </w:rPr>
      </w:pPr>
      <w:r>
        <w:rPr>
          <w:rtl/>
        </w:rPr>
        <w:t>-</w:t>
      </w:r>
      <w:r w:rsidR="00D45E0E" w:rsidRPr="007277FF">
        <w:rPr>
          <w:rtl/>
        </w:rPr>
        <w:t xml:space="preserve"> 1012</w:t>
      </w:r>
      <w:r>
        <w:rPr>
          <w:rtl/>
        </w:rPr>
        <w:t xml:space="preserve"> - </w:t>
      </w:r>
      <w:r w:rsidR="00D45E0E" w:rsidRPr="007277FF">
        <w:rPr>
          <w:rtl/>
        </w:rPr>
        <w:t>الكافي ج 2 ص 336</w:t>
      </w:r>
    </w:p>
    <w:p w:rsidR="00AC7755" w:rsidRDefault="00CC15EB" w:rsidP="00AC7755">
      <w:pPr>
        <w:pStyle w:val="libFootnote0"/>
        <w:rPr>
          <w:rtl/>
        </w:rPr>
      </w:pPr>
      <w:r>
        <w:rPr>
          <w:rtl/>
        </w:rPr>
        <w:t>-</w:t>
      </w:r>
      <w:r w:rsidR="00D45E0E" w:rsidRPr="00DA0376">
        <w:rPr>
          <w:rtl/>
        </w:rPr>
        <w:t xml:space="preserve"> 1023</w:t>
      </w:r>
      <w:r>
        <w:rPr>
          <w:rtl/>
        </w:rPr>
        <w:t xml:space="preserve"> - </w:t>
      </w:r>
      <w:r w:rsidR="00D45E0E" w:rsidRPr="00DA0376">
        <w:rPr>
          <w:rtl/>
        </w:rPr>
        <w:t>1014</w:t>
      </w:r>
      <w:r>
        <w:rPr>
          <w:rtl/>
        </w:rPr>
        <w:t xml:space="preserve"> - </w:t>
      </w:r>
      <w:r w:rsidR="00D45E0E" w:rsidRPr="00DA0376">
        <w:rPr>
          <w:rtl/>
        </w:rPr>
        <w:t>الكافي ج 2 ص 333</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(1015) 48</w:t>
      </w:r>
      <w:r w:rsidR="00CC15EB">
        <w:rPr>
          <w:rtl/>
        </w:rPr>
        <w:t xml:space="preserve"> - </w:t>
      </w:r>
      <w:r w:rsidRPr="00D95A45">
        <w:rPr>
          <w:rtl/>
        </w:rPr>
        <w:t xml:space="preserve">علي بن ابراهيم عن ابيه عن ابن ابى عمير عن حماد عن الحلبي عن ابي عبد الله </w:t>
      </w:r>
      <w:r w:rsidR="00AC7755" w:rsidRPr="00AC7755">
        <w:rPr>
          <w:rStyle w:val="libAlaemChar"/>
          <w:rtl/>
        </w:rPr>
        <w:t>عليه‌السلام</w:t>
      </w:r>
      <w:r w:rsidRPr="00D95A45">
        <w:rPr>
          <w:rtl/>
        </w:rPr>
        <w:t xml:space="preserve"> في الاصبع عشر الدية إذا قطعت من اصلها أو شلت قال</w:t>
      </w:r>
      <w:r w:rsidR="00CC15EB">
        <w:rPr>
          <w:rtl/>
        </w:rPr>
        <w:t>:</w:t>
      </w:r>
      <w:r>
        <w:rPr>
          <w:rtl/>
        </w:rPr>
        <w:t xml:space="preserve"> </w:t>
      </w:r>
      <w:r w:rsidRPr="00D95A45">
        <w:rPr>
          <w:rtl/>
        </w:rPr>
        <w:t>وسألته عن الاصابع أسواء هن في الدية</w:t>
      </w:r>
      <w:r>
        <w:rPr>
          <w:rtl/>
        </w:rPr>
        <w:t>؟</w:t>
      </w:r>
      <w:r w:rsidRPr="00D95A45">
        <w:rPr>
          <w:rtl/>
        </w:rPr>
        <w:t xml:space="preserve"> قال</w:t>
      </w:r>
      <w:r w:rsidR="00CC15EB">
        <w:rPr>
          <w:rtl/>
        </w:rPr>
        <w:t>:</w:t>
      </w:r>
      <w:r>
        <w:rPr>
          <w:rtl/>
        </w:rPr>
        <w:t xml:space="preserve"> </w:t>
      </w:r>
      <w:r w:rsidRPr="00D95A45">
        <w:rPr>
          <w:rtl/>
        </w:rPr>
        <w:t>نعم</w:t>
      </w:r>
      <w:r w:rsidR="00CC15EB">
        <w:rPr>
          <w:rtl/>
        </w:rPr>
        <w:t>،</w:t>
      </w:r>
      <w:r>
        <w:rPr>
          <w:rtl/>
        </w:rPr>
        <w:t xml:space="preserve"> </w:t>
      </w:r>
      <w:r w:rsidRPr="00D95A45">
        <w:rPr>
          <w:rtl/>
        </w:rPr>
        <w:t>قال</w:t>
      </w:r>
      <w:r w:rsidR="00CC15EB">
        <w:rPr>
          <w:rtl/>
        </w:rPr>
        <w:t>:</w:t>
      </w:r>
      <w:r>
        <w:rPr>
          <w:rtl/>
        </w:rPr>
        <w:t xml:space="preserve"> </w:t>
      </w:r>
      <w:r w:rsidRPr="00D95A45">
        <w:rPr>
          <w:rtl/>
        </w:rPr>
        <w:t>وسألته عن الاسنان فقال</w:t>
      </w:r>
      <w:r w:rsidR="00CC15EB">
        <w:rPr>
          <w:rtl/>
        </w:rPr>
        <w:t>:</w:t>
      </w:r>
      <w:r>
        <w:rPr>
          <w:rtl/>
        </w:rPr>
        <w:t xml:space="preserve"> </w:t>
      </w:r>
      <w:r w:rsidRPr="00D95A45">
        <w:rPr>
          <w:rtl/>
        </w:rPr>
        <w:t>ديتهن سواء.</w:t>
      </w:r>
    </w:p>
    <w:p w:rsidR="00AC7755" w:rsidRDefault="00D45E0E" w:rsidP="00AC7755">
      <w:pPr>
        <w:pStyle w:val="libNormal"/>
        <w:rPr>
          <w:rtl/>
        </w:rPr>
      </w:pPr>
      <w:r w:rsidRPr="00D95A45">
        <w:rPr>
          <w:rtl/>
        </w:rPr>
        <w:t>(1016) 49</w:t>
      </w:r>
      <w:r w:rsidR="00CC15EB">
        <w:rPr>
          <w:rtl/>
        </w:rPr>
        <w:t xml:space="preserve"> - </w:t>
      </w:r>
      <w:r w:rsidRPr="00D95A45">
        <w:rPr>
          <w:rtl/>
        </w:rPr>
        <w:t xml:space="preserve">احمد بن محمد عن ابن محبوب عن عبد الله بن سنان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اصابع اليدين والرجلين سواء في الدية في كل اصبع عشر من الابل وفي الظفر خمسة دنانير.</w:t>
      </w:r>
    </w:p>
    <w:p w:rsidR="00AC7755" w:rsidRDefault="00D45E0E" w:rsidP="00AC7755">
      <w:pPr>
        <w:pStyle w:val="libNormal"/>
        <w:rPr>
          <w:rtl/>
        </w:rPr>
      </w:pPr>
      <w:r w:rsidRPr="00D95A45">
        <w:rPr>
          <w:rtl/>
        </w:rPr>
        <w:t>(1017) 50</w:t>
      </w:r>
      <w:r w:rsidR="00CC15EB">
        <w:rPr>
          <w:rtl/>
        </w:rPr>
        <w:t xml:space="preserve"> - </w:t>
      </w:r>
      <w:r w:rsidRPr="00D95A45">
        <w:rPr>
          <w:rtl/>
        </w:rPr>
        <w:t>سهل بن زياد عن ابن محبوب عن علي بن رئاب عن الفضيل بن يسار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الذراع إذا ضرب فانكسر منه الزند قال</w:t>
      </w:r>
      <w:r w:rsidR="00CC15EB">
        <w:rPr>
          <w:rtl/>
        </w:rPr>
        <w:t>:</w:t>
      </w:r>
      <w:r>
        <w:rPr>
          <w:rtl/>
        </w:rPr>
        <w:t xml:space="preserve"> </w:t>
      </w:r>
      <w:r w:rsidRPr="00D95A45">
        <w:rPr>
          <w:rtl/>
        </w:rPr>
        <w:t>فقال</w:t>
      </w:r>
      <w:r w:rsidR="00CC15EB">
        <w:rPr>
          <w:rtl/>
        </w:rPr>
        <w:t>:</w:t>
      </w:r>
      <w:r>
        <w:rPr>
          <w:rtl/>
        </w:rPr>
        <w:t xml:space="preserve"> </w:t>
      </w:r>
      <w:r w:rsidRPr="00D95A45">
        <w:rPr>
          <w:rtl/>
        </w:rPr>
        <w:t>إذا يبست منه الكف فشلت اصابع الكف كلها فان فيها ثلثي الدية دية اليد</w:t>
      </w:r>
      <w:r w:rsidR="00CC15EB">
        <w:rPr>
          <w:rtl/>
        </w:rPr>
        <w:t>،</w:t>
      </w:r>
      <w:r>
        <w:rPr>
          <w:rtl/>
        </w:rPr>
        <w:t xml:space="preserve"> </w:t>
      </w:r>
      <w:r w:rsidRPr="00D95A45">
        <w:rPr>
          <w:rtl/>
        </w:rPr>
        <w:t>قال</w:t>
      </w:r>
      <w:r w:rsidR="00CC15EB">
        <w:rPr>
          <w:rtl/>
        </w:rPr>
        <w:t>:</w:t>
      </w:r>
      <w:r>
        <w:rPr>
          <w:rtl/>
        </w:rPr>
        <w:t xml:space="preserve"> </w:t>
      </w:r>
      <w:r w:rsidRPr="00D95A45">
        <w:rPr>
          <w:rtl/>
        </w:rPr>
        <w:t>وان شلت بعض الاصابع وبقي بعض فان في كل اصبع شلت ثلثي ديتها</w:t>
      </w:r>
      <w:r w:rsidR="00CC15EB">
        <w:rPr>
          <w:rtl/>
        </w:rPr>
        <w:t>،</w:t>
      </w:r>
      <w:r>
        <w:rPr>
          <w:rtl/>
        </w:rPr>
        <w:t xml:space="preserve"> </w:t>
      </w:r>
      <w:r w:rsidRPr="00D95A45">
        <w:rPr>
          <w:rtl/>
        </w:rPr>
        <w:t>قال</w:t>
      </w:r>
      <w:r w:rsidR="00CC15EB">
        <w:rPr>
          <w:rtl/>
        </w:rPr>
        <w:t>:</w:t>
      </w:r>
      <w:r>
        <w:rPr>
          <w:rtl/>
        </w:rPr>
        <w:t xml:space="preserve"> </w:t>
      </w:r>
      <w:r w:rsidRPr="00D95A45">
        <w:rPr>
          <w:rtl/>
        </w:rPr>
        <w:t>وكذلك الحكم في الساق والقدم إذا شلت اصابع القدم</w:t>
      </w:r>
      <w:r w:rsidR="00CC15EB">
        <w:rPr>
          <w:rtl/>
        </w:rPr>
        <w:t>،</w:t>
      </w:r>
      <w:r>
        <w:rPr>
          <w:rtl/>
        </w:rPr>
        <w:t xml:space="preserve"> </w:t>
      </w:r>
    </w:p>
    <w:p w:rsidR="00AC7755" w:rsidRDefault="00D45E0E" w:rsidP="00AC7755">
      <w:pPr>
        <w:pStyle w:val="libNormal"/>
        <w:rPr>
          <w:rtl/>
        </w:rPr>
      </w:pPr>
      <w:r w:rsidRPr="00D95A45">
        <w:rPr>
          <w:rtl/>
        </w:rPr>
        <w:t xml:space="preserve"> قال محمد بن الحسن</w:t>
      </w:r>
      <w:r w:rsidR="00CC15EB">
        <w:rPr>
          <w:rtl/>
        </w:rPr>
        <w:t>:</w:t>
      </w:r>
      <w:r>
        <w:rPr>
          <w:rtl/>
        </w:rPr>
        <w:t xml:space="preserve"> </w:t>
      </w:r>
      <w:r w:rsidRPr="00D95A45">
        <w:rPr>
          <w:rtl/>
        </w:rPr>
        <w:t>هذا الخبر لا ينافي الخبر الذي رواه الحلبي من أنه يجب في الاصبع عشر الدية إذا شلت أو قطعت لان رواية الحلبي نحملها على من يفعل بها ما تصير عنده شلاء فيستحق بالشلل ثلثي الدية دية الاصبع ثم يقطعها فيستحق بقطع الشلاء ثلث ديتها فيستوفي ديتها</w:t>
      </w:r>
      <w:r w:rsidR="00CC15EB">
        <w:rPr>
          <w:rtl/>
        </w:rPr>
        <w:t>،</w:t>
      </w:r>
      <w:r>
        <w:rPr>
          <w:rtl/>
        </w:rPr>
        <w:t xml:space="preserve"> </w:t>
      </w:r>
      <w:r w:rsidRPr="00D95A45">
        <w:rPr>
          <w:rtl/>
        </w:rPr>
        <w:t>وعلى هذا الوجه لا تنافي بين الخبرين.</w:t>
      </w:r>
    </w:p>
    <w:p w:rsidR="00AC7755" w:rsidRDefault="00D45E0E" w:rsidP="00AC7755">
      <w:pPr>
        <w:pStyle w:val="libNormal"/>
        <w:rPr>
          <w:rtl/>
        </w:rPr>
      </w:pPr>
      <w:r w:rsidRPr="00D95A45">
        <w:rPr>
          <w:rtl/>
        </w:rPr>
        <w:t>(1018) 51</w:t>
      </w:r>
      <w:r w:rsidR="00CC15EB">
        <w:rPr>
          <w:rtl/>
        </w:rPr>
        <w:t xml:space="preserve"> - </w:t>
      </w:r>
      <w:r w:rsidRPr="00D95A45">
        <w:rPr>
          <w:rtl/>
        </w:rPr>
        <w:t xml:space="preserve">وروى السكوني عن ابى عبد الله </w:t>
      </w:r>
      <w:r w:rsidR="00AC7755" w:rsidRPr="00AC7755">
        <w:rPr>
          <w:rStyle w:val="libAlaemChar"/>
          <w:rtl/>
        </w:rPr>
        <w:t>عليه‌السلام</w:t>
      </w:r>
      <w:r w:rsidRPr="00D95A45">
        <w:rPr>
          <w:rtl/>
        </w:rPr>
        <w:t xml:space="preserve"> ان امير المؤمنين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1015</w:t>
      </w:r>
      <w:r>
        <w:rPr>
          <w:rFonts w:hint="cs"/>
          <w:rtl/>
        </w:rPr>
        <w:t xml:space="preserve"> - </w:t>
      </w:r>
      <w:r w:rsidR="00D45E0E" w:rsidRPr="007277FF">
        <w:rPr>
          <w:rtl/>
        </w:rPr>
        <w:t>1016</w:t>
      </w:r>
      <w:r>
        <w:rPr>
          <w:rtl/>
        </w:rPr>
        <w:t xml:space="preserve"> - </w:t>
      </w:r>
      <w:r w:rsidR="00D45E0E" w:rsidRPr="007277FF">
        <w:rPr>
          <w:rtl/>
        </w:rPr>
        <w:t>الاستبصار ج 4 ص 291 الكافي ج 2 ص 232 واخرج الثاني الصدوق في الفقيه ج 4 ص 102 وفيه صدر الحديث</w:t>
      </w:r>
    </w:p>
    <w:p w:rsidR="00CC15EB" w:rsidRDefault="00CC15EB" w:rsidP="00AC7755">
      <w:pPr>
        <w:pStyle w:val="libFootnote0"/>
        <w:rPr>
          <w:rtl/>
        </w:rPr>
      </w:pPr>
      <w:r>
        <w:rPr>
          <w:rtl/>
        </w:rPr>
        <w:t>-</w:t>
      </w:r>
      <w:r w:rsidR="00D45E0E" w:rsidRPr="007277FF">
        <w:rPr>
          <w:rtl/>
        </w:rPr>
        <w:t xml:space="preserve"> 1017</w:t>
      </w:r>
      <w:r>
        <w:rPr>
          <w:rtl/>
        </w:rPr>
        <w:t xml:space="preserve"> - </w:t>
      </w:r>
      <w:r w:rsidR="00D45E0E" w:rsidRPr="007277FF">
        <w:rPr>
          <w:rtl/>
        </w:rPr>
        <w:t>الاستبصار ج 4 ص 290 الكافي ج 2 ص 332 الفقيه ج 4 ص 103</w:t>
      </w:r>
    </w:p>
    <w:p w:rsidR="00AC7755" w:rsidRDefault="00CC15EB" w:rsidP="00AC7755">
      <w:pPr>
        <w:pStyle w:val="libFootnote0"/>
        <w:rPr>
          <w:rtl/>
        </w:rPr>
      </w:pPr>
      <w:r>
        <w:rPr>
          <w:rtl/>
        </w:rPr>
        <w:t>-</w:t>
      </w:r>
      <w:r w:rsidR="00D45E0E" w:rsidRPr="00DA0376">
        <w:rPr>
          <w:rtl/>
        </w:rPr>
        <w:t xml:space="preserve"> 1018</w:t>
      </w:r>
      <w:r>
        <w:rPr>
          <w:rtl/>
        </w:rPr>
        <w:t xml:space="preserve"> - </w:t>
      </w:r>
      <w:r w:rsidR="00D45E0E" w:rsidRPr="00DA0376">
        <w:rPr>
          <w:rtl/>
        </w:rPr>
        <w:t>الفقيه ج 4 ص 113</w:t>
      </w:r>
    </w:p>
    <w:p w:rsidR="00AC7755" w:rsidRDefault="00AC7755" w:rsidP="00AC7755">
      <w:pPr>
        <w:pStyle w:val="libNormal"/>
        <w:rPr>
          <w:rtl/>
        </w:rPr>
      </w:pPr>
      <w:r>
        <w:rPr>
          <w:rtl/>
        </w:rPr>
        <w:br w:type="page"/>
      </w:r>
    </w:p>
    <w:p w:rsidR="00AC7755" w:rsidRDefault="00AC7755" w:rsidP="00AC7755">
      <w:pPr>
        <w:pStyle w:val="libNormal0"/>
        <w:rPr>
          <w:rtl/>
        </w:rPr>
      </w:pPr>
      <w:r w:rsidRPr="00AC7755">
        <w:rPr>
          <w:rStyle w:val="libAlaemChar"/>
          <w:rtl/>
        </w:rPr>
        <w:lastRenderedPageBreak/>
        <w:t>عليه‌السلام</w:t>
      </w:r>
      <w:r w:rsidR="00D45E0E" w:rsidRPr="00DA0376">
        <w:rPr>
          <w:rtl/>
        </w:rPr>
        <w:t xml:space="preserve"> كان يقضي في كل مفصل من الاصبع بثلث عقل تلك الاصبع الا الابهام فانه كان يقضي في مفصلها بنصف عقل تلك الابهام لأن لها مفصلين.</w:t>
      </w:r>
    </w:p>
    <w:p w:rsidR="00AC7755" w:rsidRDefault="00D45E0E" w:rsidP="00AC7755">
      <w:pPr>
        <w:pStyle w:val="libNormal"/>
        <w:rPr>
          <w:rtl/>
        </w:rPr>
      </w:pPr>
      <w:r w:rsidRPr="00D95A45">
        <w:rPr>
          <w:rtl/>
        </w:rPr>
        <w:t>(1019) 52</w:t>
      </w:r>
      <w:r w:rsidR="00CC15EB">
        <w:rPr>
          <w:rtl/>
        </w:rPr>
        <w:t xml:space="preserve"> - </w:t>
      </w:r>
      <w:r w:rsidRPr="00D95A45">
        <w:rPr>
          <w:rtl/>
        </w:rPr>
        <w:t>سهل بن زياد عن الحسن بن ظريف عن ابيه ظريف ابن ناصح قال</w:t>
      </w:r>
      <w:r w:rsidR="00CC15EB">
        <w:rPr>
          <w:rtl/>
        </w:rPr>
        <w:t>:</w:t>
      </w:r>
      <w:r>
        <w:rPr>
          <w:rtl/>
        </w:rPr>
        <w:t xml:space="preserve"> </w:t>
      </w:r>
      <w:r w:rsidRPr="00D95A45">
        <w:rPr>
          <w:rtl/>
        </w:rPr>
        <w:t>حدثني رجل يقال له عبد الله بن ايوب قال</w:t>
      </w:r>
      <w:r w:rsidR="00CC15EB">
        <w:rPr>
          <w:rtl/>
        </w:rPr>
        <w:t>:</w:t>
      </w:r>
      <w:r>
        <w:rPr>
          <w:rtl/>
        </w:rPr>
        <w:t xml:space="preserve"> </w:t>
      </w:r>
      <w:r w:rsidRPr="00D95A45">
        <w:rPr>
          <w:rtl/>
        </w:rPr>
        <w:t>حدثني أبو عمرو المتطبب قال</w:t>
      </w:r>
      <w:r w:rsidR="00CC15EB">
        <w:rPr>
          <w:rtl/>
        </w:rPr>
        <w:t>:</w:t>
      </w:r>
      <w:r>
        <w:rPr>
          <w:rtl/>
        </w:rPr>
        <w:t xml:space="preserve"> </w:t>
      </w:r>
      <w:r w:rsidRPr="00D95A45">
        <w:rPr>
          <w:rtl/>
        </w:rPr>
        <w:t xml:space="preserve">عرضت هذه الرواية على ابي عبد الله </w:t>
      </w:r>
      <w:r w:rsidR="00AC7755" w:rsidRPr="00AC7755">
        <w:rPr>
          <w:rStyle w:val="libAlaemChar"/>
          <w:rtl/>
        </w:rPr>
        <w:t>عليه‌السلام</w:t>
      </w:r>
      <w:r w:rsidRPr="00D95A45">
        <w:rPr>
          <w:rtl/>
        </w:rPr>
        <w:t xml:space="preserve"> فقال</w:t>
      </w:r>
      <w:r w:rsidR="00CC15EB">
        <w:rPr>
          <w:rtl/>
        </w:rPr>
        <w:t>:</w:t>
      </w:r>
      <w:r>
        <w:rPr>
          <w:rtl/>
        </w:rPr>
        <w:t xml:space="preserve"> </w:t>
      </w:r>
      <w:r w:rsidRPr="00D95A45">
        <w:rPr>
          <w:rtl/>
        </w:rPr>
        <w:t xml:space="preserve">افتى امير المؤمنين </w:t>
      </w:r>
      <w:r w:rsidR="00AC7755" w:rsidRPr="00AC7755">
        <w:rPr>
          <w:rStyle w:val="libAlaemChar"/>
          <w:rtl/>
        </w:rPr>
        <w:t>عليه‌السلام</w:t>
      </w:r>
      <w:r w:rsidRPr="00D95A45">
        <w:rPr>
          <w:rtl/>
        </w:rPr>
        <w:t xml:space="preserve"> فكتب الناس فتياه وكتب امير المؤمنين </w:t>
      </w:r>
      <w:r w:rsidR="00AC7755" w:rsidRPr="00AC7755">
        <w:rPr>
          <w:rStyle w:val="libAlaemChar"/>
          <w:rtl/>
        </w:rPr>
        <w:t>عليه‌السلام</w:t>
      </w:r>
      <w:r w:rsidRPr="00D95A45">
        <w:rPr>
          <w:rtl/>
        </w:rPr>
        <w:t xml:space="preserve"> به إلى امرائه ورؤوس اجناده فمما كان فيه</w:t>
      </w:r>
      <w:r w:rsidR="00CC15EB">
        <w:rPr>
          <w:rtl/>
        </w:rPr>
        <w:t>:</w:t>
      </w:r>
      <w:r>
        <w:rPr>
          <w:rtl/>
        </w:rPr>
        <w:t xml:space="preserve"> </w:t>
      </w:r>
      <w:r w:rsidRPr="00D95A45">
        <w:rPr>
          <w:rtl/>
        </w:rPr>
        <w:t>ان اصيب شفر العين الاعلى فشتر فديته ثلث دية العين مائة دينار وستة وستون دينارا وثلثا دينار</w:t>
      </w:r>
      <w:r w:rsidR="00CC15EB">
        <w:rPr>
          <w:rtl/>
        </w:rPr>
        <w:t>،</w:t>
      </w:r>
      <w:r>
        <w:rPr>
          <w:rtl/>
        </w:rPr>
        <w:t xml:space="preserve"> </w:t>
      </w:r>
      <w:r w:rsidRPr="00D95A45">
        <w:rPr>
          <w:rtl/>
        </w:rPr>
        <w:t>وان اصيب شفر العين الاسفل فشتر فديته نصف دية العين مائتان وخمسون دينارا</w:t>
      </w:r>
      <w:r w:rsidR="00CC15EB">
        <w:rPr>
          <w:rtl/>
        </w:rPr>
        <w:t>،</w:t>
      </w:r>
      <w:r>
        <w:rPr>
          <w:rtl/>
        </w:rPr>
        <w:t xml:space="preserve"> </w:t>
      </w:r>
      <w:r w:rsidRPr="00D95A45">
        <w:rPr>
          <w:rtl/>
        </w:rPr>
        <w:t>وإن أصيب الحاجب فذهب شعره كله فديته نصف دية العين مائتا دينار وخمسون دينارا</w:t>
      </w:r>
      <w:r w:rsidR="00CC15EB">
        <w:rPr>
          <w:rtl/>
        </w:rPr>
        <w:t>،</w:t>
      </w:r>
      <w:r>
        <w:rPr>
          <w:rtl/>
        </w:rPr>
        <w:t xml:space="preserve"> </w:t>
      </w:r>
      <w:r w:rsidRPr="00D95A45">
        <w:rPr>
          <w:rtl/>
        </w:rPr>
        <w:t>فما اصيب منه فعلى حساب ذلك.</w:t>
      </w:r>
    </w:p>
    <w:p w:rsidR="00AC7755" w:rsidRDefault="00D45E0E" w:rsidP="00AC7755">
      <w:pPr>
        <w:pStyle w:val="libNormal"/>
        <w:rPr>
          <w:rtl/>
        </w:rPr>
      </w:pPr>
      <w:r w:rsidRPr="00D95A45">
        <w:rPr>
          <w:rtl/>
        </w:rPr>
        <w:t>(1020) 53</w:t>
      </w:r>
      <w:r w:rsidR="00CC15EB">
        <w:rPr>
          <w:rtl/>
        </w:rPr>
        <w:t xml:space="preserve"> - </w:t>
      </w:r>
      <w:r w:rsidRPr="00D95A45">
        <w:rPr>
          <w:rtl/>
        </w:rPr>
        <w:t>الحسين بن سعيد عن محمد بن خالد عن ابن ابي عمير عن هشام بن سالم قال</w:t>
      </w:r>
      <w:r w:rsidR="00CC15EB">
        <w:rPr>
          <w:rtl/>
        </w:rPr>
        <w:t>:</w:t>
      </w:r>
      <w:r>
        <w:rPr>
          <w:rtl/>
        </w:rPr>
        <w:t xml:space="preserve"> </w:t>
      </w:r>
      <w:r w:rsidRPr="00D95A45">
        <w:rPr>
          <w:rtl/>
        </w:rPr>
        <w:t>كلما كان في الانسان اثنان ففيهما الدية وفى احدهما نصف الدية</w:t>
      </w:r>
      <w:r w:rsidR="00CC15EB">
        <w:rPr>
          <w:rtl/>
        </w:rPr>
        <w:t>،</w:t>
      </w:r>
      <w:r>
        <w:rPr>
          <w:rtl/>
        </w:rPr>
        <w:t xml:space="preserve"> </w:t>
      </w:r>
      <w:r w:rsidRPr="00D95A45">
        <w:rPr>
          <w:rtl/>
        </w:rPr>
        <w:t>وما كان واحدا ففيه الدية.</w:t>
      </w:r>
    </w:p>
    <w:p w:rsidR="00AC7755" w:rsidRDefault="00D45E0E" w:rsidP="00AC7755">
      <w:pPr>
        <w:pStyle w:val="libNormal"/>
        <w:rPr>
          <w:rtl/>
        </w:rPr>
      </w:pPr>
      <w:r w:rsidRPr="00D95A45">
        <w:rPr>
          <w:rtl/>
        </w:rPr>
        <w:t>(1021) 54</w:t>
      </w:r>
      <w:r w:rsidR="00CC15EB">
        <w:rPr>
          <w:rtl/>
        </w:rPr>
        <w:t xml:space="preserve"> - </w:t>
      </w:r>
      <w:r w:rsidRPr="00D95A45">
        <w:rPr>
          <w:rtl/>
        </w:rPr>
        <w:t xml:space="preserve">عنه عن القاسم بن عروة عن ابن بكير عن زرارة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في اليد نصف الدية</w:t>
      </w:r>
      <w:r w:rsidR="00CC15EB">
        <w:rPr>
          <w:rtl/>
        </w:rPr>
        <w:t>،</w:t>
      </w:r>
      <w:r>
        <w:rPr>
          <w:rtl/>
        </w:rPr>
        <w:t xml:space="preserve"> </w:t>
      </w:r>
      <w:r w:rsidRPr="00D95A45">
        <w:rPr>
          <w:rtl/>
        </w:rPr>
        <w:t>وفي اليدين جميعا الدية</w:t>
      </w:r>
      <w:r w:rsidR="00CC15EB">
        <w:rPr>
          <w:rtl/>
        </w:rPr>
        <w:t>،</w:t>
      </w:r>
      <w:r>
        <w:rPr>
          <w:rtl/>
        </w:rPr>
        <w:t xml:space="preserve"> </w:t>
      </w:r>
      <w:r w:rsidRPr="00D95A45">
        <w:rPr>
          <w:rtl/>
        </w:rPr>
        <w:t>وفى الرجلين كذلك</w:t>
      </w:r>
      <w:r w:rsidR="00CC15EB">
        <w:rPr>
          <w:rtl/>
        </w:rPr>
        <w:t>،</w:t>
      </w:r>
      <w:r>
        <w:rPr>
          <w:rtl/>
        </w:rPr>
        <w:t xml:space="preserve"> </w:t>
      </w:r>
      <w:r w:rsidRPr="00D95A45">
        <w:rPr>
          <w:rtl/>
        </w:rPr>
        <w:t>وفى الذكر إذا قطعت الحشفة وما فوق ذلك الدية</w:t>
      </w:r>
      <w:r w:rsidR="00CC15EB">
        <w:rPr>
          <w:rtl/>
        </w:rPr>
        <w:t>،</w:t>
      </w:r>
      <w:r>
        <w:rPr>
          <w:rtl/>
        </w:rPr>
        <w:t xml:space="preserve"> </w:t>
      </w:r>
      <w:r w:rsidRPr="00D95A45">
        <w:rPr>
          <w:rtl/>
        </w:rPr>
        <w:t>وفي الانف إذا قطع المارن الدية</w:t>
      </w:r>
      <w:r w:rsidR="00CC15EB">
        <w:rPr>
          <w:rtl/>
        </w:rPr>
        <w:t>،</w:t>
      </w:r>
      <w:r>
        <w:rPr>
          <w:rtl/>
        </w:rPr>
        <w:t xml:space="preserve"> </w:t>
      </w:r>
      <w:r w:rsidRPr="00D95A45">
        <w:rPr>
          <w:rtl/>
        </w:rPr>
        <w:t>وفى الشفتين الدية</w:t>
      </w:r>
      <w:r w:rsidR="00CC15EB">
        <w:rPr>
          <w:rtl/>
        </w:rPr>
        <w:t>،</w:t>
      </w:r>
      <w:r>
        <w:rPr>
          <w:rtl/>
        </w:rPr>
        <w:t xml:space="preserve"> </w:t>
      </w:r>
      <w:r w:rsidRPr="00D95A45">
        <w:rPr>
          <w:rtl/>
        </w:rPr>
        <w:t>وفي العينين الدية</w:t>
      </w:r>
      <w:r w:rsidR="00CC15EB">
        <w:rPr>
          <w:rtl/>
        </w:rPr>
        <w:t>،</w:t>
      </w:r>
      <w:r>
        <w:rPr>
          <w:rtl/>
        </w:rPr>
        <w:t xml:space="preserve"> </w:t>
      </w:r>
      <w:r w:rsidRPr="00D95A45">
        <w:rPr>
          <w:rtl/>
        </w:rPr>
        <w:t>وفي احداهما نصف الدية.</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1019</w:t>
      </w:r>
      <w:r>
        <w:rPr>
          <w:rtl/>
        </w:rPr>
        <w:t xml:space="preserve"> - </w:t>
      </w:r>
      <w:r w:rsidR="00D45E0E" w:rsidRPr="00D95A45">
        <w:rPr>
          <w:rtl/>
        </w:rPr>
        <w:t>الكافي ج 2 ص 332 الفقيه ج 4 ص 57 وفيه بعض الحديث</w:t>
      </w:r>
    </w:p>
    <w:p w:rsidR="00CC15EB" w:rsidRDefault="00CC15EB" w:rsidP="00AC7755">
      <w:pPr>
        <w:pStyle w:val="libFootnote0"/>
        <w:rPr>
          <w:rtl/>
        </w:rPr>
      </w:pPr>
      <w:r>
        <w:rPr>
          <w:rtl/>
        </w:rPr>
        <w:t>-</w:t>
      </w:r>
      <w:r w:rsidR="00D45E0E" w:rsidRPr="007277FF">
        <w:rPr>
          <w:rtl/>
        </w:rPr>
        <w:t xml:space="preserve"> 1020</w:t>
      </w:r>
      <w:r>
        <w:rPr>
          <w:rtl/>
        </w:rPr>
        <w:t xml:space="preserve"> - </w:t>
      </w:r>
      <w:r w:rsidR="00D45E0E" w:rsidRPr="007277FF">
        <w:rPr>
          <w:rtl/>
        </w:rPr>
        <w:t>الفقيه ج 4 ص 100</w:t>
      </w:r>
    </w:p>
    <w:p w:rsidR="00AC7755" w:rsidRDefault="00CC15EB" w:rsidP="00AC7755">
      <w:pPr>
        <w:pStyle w:val="libFootnote0"/>
        <w:rPr>
          <w:rtl/>
        </w:rPr>
      </w:pPr>
      <w:r>
        <w:rPr>
          <w:rtl/>
        </w:rPr>
        <w:t>-</w:t>
      </w:r>
      <w:r w:rsidR="00D45E0E" w:rsidRPr="00DA0376">
        <w:rPr>
          <w:rtl/>
        </w:rPr>
        <w:t xml:space="preserve"> 1021</w:t>
      </w:r>
      <w:r>
        <w:rPr>
          <w:rtl/>
        </w:rPr>
        <w:t xml:space="preserve"> - </w:t>
      </w:r>
      <w:r w:rsidR="00D45E0E" w:rsidRPr="00DA0376">
        <w:rPr>
          <w:rtl/>
        </w:rPr>
        <w:t>الكافي ج 2 ص 327 الفقيه ج 4 ص 99</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(1022) 55</w:t>
      </w:r>
      <w:r w:rsidR="00CC15EB">
        <w:rPr>
          <w:rtl/>
        </w:rPr>
        <w:t xml:space="preserve"> - </w:t>
      </w:r>
      <w:r w:rsidRPr="00D95A45">
        <w:rPr>
          <w:rtl/>
        </w:rPr>
        <w:t>عنه عن الحسن بن محبوب عن هشام بن سالم عن حبيب السجستاني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رجل قطع يدين لرجلين اليمينين فقال</w:t>
      </w:r>
      <w:r w:rsidR="00CC15EB">
        <w:rPr>
          <w:rtl/>
        </w:rPr>
        <w:t>:</w:t>
      </w:r>
      <w:r>
        <w:rPr>
          <w:rtl/>
        </w:rPr>
        <w:t xml:space="preserve"> </w:t>
      </w:r>
      <w:r w:rsidRPr="00D95A45">
        <w:rPr>
          <w:rtl/>
        </w:rPr>
        <w:t>يا حبيب يقطع يمينه للذي قطع يمينه أولا ويقطع يساره للذي قطع يمينه أخيرا لأنه انما قطع يد الرجل الأخير ويمينه قصاص للرجل الاول</w:t>
      </w:r>
      <w:r w:rsidR="00CC15EB">
        <w:rPr>
          <w:rtl/>
        </w:rPr>
        <w:t>،</w:t>
      </w:r>
      <w:r>
        <w:rPr>
          <w:rtl/>
        </w:rPr>
        <w:t xml:space="preserve"> </w:t>
      </w:r>
      <w:r w:rsidRPr="00D95A45">
        <w:rPr>
          <w:rtl/>
        </w:rPr>
        <w:t>قال</w:t>
      </w:r>
      <w:r w:rsidR="00CC15EB">
        <w:rPr>
          <w:rtl/>
        </w:rPr>
        <w:t>:</w:t>
      </w:r>
      <w:r>
        <w:rPr>
          <w:rtl/>
        </w:rPr>
        <w:t xml:space="preserve"> </w:t>
      </w:r>
      <w:r w:rsidRPr="00D95A45">
        <w:rPr>
          <w:rtl/>
        </w:rPr>
        <w:t>فقلت</w:t>
      </w:r>
      <w:r w:rsidR="00CC15EB">
        <w:rPr>
          <w:rtl/>
        </w:rPr>
        <w:t>:</w:t>
      </w:r>
      <w:r>
        <w:rPr>
          <w:rtl/>
        </w:rPr>
        <w:t xml:space="preserve"> </w:t>
      </w:r>
      <w:r w:rsidRPr="00D95A45">
        <w:rPr>
          <w:rtl/>
        </w:rPr>
        <w:t xml:space="preserve">ان عليا </w:t>
      </w:r>
      <w:r w:rsidR="00AC7755" w:rsidRPr="00AC7755">
        <w:rPr>
          <w:rStyle w:val="libAlaemChar"/>
          <w:rtl/>
        </w:rPr>
        <w:t>عليه‌السلام</w:t>
      </w:r>
      <w:r w:rsidRPr="00D95A45">
        <w:rPr>
          <w:rtl/>
        </w:rPr>
        <w:t xml:space="preserve"> انما كان يقطع اليد اليمنى والرجل اليسرى</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انما كان يفعل ذلك فيما يجب في حقوق الله</w:t>
      </w:r>
      <w:r w:rsidR="00CC15EB">
        <w:rPr>
          <w:rtl/>
        </w:rPr>
        <w:t>،</w:t>
      </w:r>
      <w:r>
        <w:rPr>
          <w:rtl/>
        </w:rPr>
        <w:t xml:space="preserve"> </w:t>
      </w:r>
      <w:r w:rsidRPr="00D95A45">
        <w:rPr>
          <w:rtl/>
        </w:rPr>
        <w:t>فاما ما يجب من حقوق المسلمين فانه يؤخذ لهم حقوقهم في القصاص اليد باليد إذا كانت للقاطع يدان والرجل باليد إذا لم يكن للقاطع يدان فقلت له</w:t>
      </w:r>
      <w:r w:rsidR="00CC15EB">
        <w:rPr>
          <w:rtl/>
        </w:rPr>
        <w:t>:</w:t>
      </w:r>
      <w:r>
        <w:rPr>
          <w:rtl/>
        </w:rPr>
        <w:t xml:space="preserve"> </w:t>
      </w:r>
      <w:r w:rsidRPr="00D95A45">
        <w:rPr>
          <w:rtl/>
        </w:rPr>
        <w:t>انما توجب عليه الدية وتترك رجله</w:t>
      </w:r>
      <w:r>
        <w:rPr>
          <w:rtl/>
        </w:rPr>
        <w:t>!؟</w:t>
      </w:r>
      <w:r w:rsidRPr="00D95A45">
        <w:rPr>
          <w:rtl/>
        </w:rPr>
        <w:t xml:space="preserve"> فقال</w:t>
      </w:r>
      <w:r w:rsidR="00CC15EB">
        <w:rPr>
          <w:rtl/>
        </w:rPr>
        <w:t>:</w:t>
      </w:r>
      <w:r>
        <w:rPr>
          <w:rtl/>
        </w:rPr>
        <w:t xml:space="preserve"> </w:t>
      </w:r>
      <w:r w:rsidRPr="00D95A45">
        <w:rPr>
          <w:rtl/>
        </w:rPr>
        <w:t>انما توجب عليه الدية إذا قطع يد رجل وليس للقاطع يدان ولا رجلان فثم توجب عليه الدية لأنه ليس له جارحة يقاص منها.</w:t>
      </w:r>
    </w:p>
    <w:p w:rsidR="00AC7755" w:rsidRDefault="00D45E0E" w:rsidP="00AC7755">
      <w:pPr>
        <w:pStyle w:val="libNormal"/>
        <w:rPr>
          <w:rtl/>
        </w:rPr>
      </w:pPr>
      <w:r w:rsidRPr="00D95A45">
        <w:rPr>
          <w:rtl/>
        </w:rPr>
        <w:t>(1023) 56</w:t>
      </w:r>
      <w:r w:rsidR="00CC15EB">
        <w:rPr>
          <w:rtl/>
        </w:rPr>
        <w:t xml:space="preserve"> - </w:t>
      </w:r>
      <w:r w:rsidRPr="00D95A45">
        <w:rPr>
          <w:rtl/>
        </w:rPr>
        <w:t>الحسين بن سعيد عن الحسن عن زرعة عن سماعة قال</w:t>
      </w:r>
      <w:r w:rsidR="00CC15EB">
        <w:rPr>
          <w:rtl/>
        </w:rPr>
        <w:t>:</w:t>
      </w:r>
      <w:r>
        <w:rPr>
          <w:rtl/>
        </w:rPr>
        <w:t xml:space="preserve"> </w:t>
      </w:r>
      <w:r w:rsidRPr="00D95A45">
        <w:rPr>
          <w:rtl/>
        </w:rPr>
        <w:t>سألته عن الاصابع هل لبعضها على بعض فضل في الدية</w:t>
      </w:r>
      <w:r>
        <w:rPr>
          <w:rtl/>
        </w:rPr>
        <w:t>؟</w:t>
      </w:r>
      <w:r w:rsidRPr="00D95A45">
        <w:rPr>
          <w:rtl/>
        </w:rPr>
        <w:t xml:space="preserve"> فقال</w:t>
      </w:r>
      <w:r w:rsidR="00CC15EB">
        <w:rPr>
          <w:rtl/>
        </w:rPr>
        <w:t>:</w:t>
      </w:r>
      <w:r>
        <w:rPr>
          <w:rtl/>
        </w:rPr>
        <w:t xml:space="preserve"> </w:t>
      </w:r>
      <w:r w:rsidRPr="00D95A45">
        <w:rPr>
          <w:rtl/>
        </w:rPr>
        <w:t>هن سواء في الدية.</w:t>
      </w:r>
    </w:p>
    <w:p w:rsidR="00AC7755" w:rsidRDefault="00D45E0E" w:rsidP="00AC7755">
      <w:pPr>
        <w:pStyle w:val="libNormal"/>
        <w:rPr>
          <w:rtl/>
        </w:rPr>
      </w:pPr>
      <w:r w:rsidRPr="00D95A45">
        <w:rPr>
          <w:rtl/>
        </w:rPr>
        <w:t>(1024) 57</w:t>
      </w:r>
      <w:r w:rsidR="00CC15EB">
        <w:rPr>
          <w:rtl/>
        </w:rPr>
        <w:t xml:space="preserve"> - </w:t>
      </w:r>
      <w:r w:rsidRPr="00D95A45">
        <w:rPr>
          <w:rtl/>
        </w:rPr>
        <w:t xml:space="preserve">عنه عن القاسم عن علي عن ابى بصير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في السن خمسة من الابل اقصاها وادناها سواء</w:t>
      </w:r>
      <w:r w:rsidR="00CC15EB">
        <w:rPr>
          <w:rtl/>
        </w:rPr>
        <w:t>،</w:t>
      </w:r>
      <w:r>
        <w:rPr>
          <w:rtl/>
        </w:rPr>
        <w:t xml:space="preserve"> </w:t>
      </w:r>
      <w:r w:rsidRPr="00D95A45">
        <w:rPr>
          <w:rtl/>
        </w:rPr>
        <w:t>وفى الاصبع عشرة من الابل.</w:t>
      </w:r>
    </w:p>
    <w:p w:rsidR="00AC7755" w:rsidRDefault="00D45E0E" w:rsidP="00AC7755">
      <w:pPr>
        <w:pStyle w:val="libNormal"/>
        <w:rPr>
          <w:rtl/>
        </w:rPr>
      </w:pPr>
      <w:r w:rsidRPr="00D95A45">
        <w:rPr>
          <w:rtl/>
        </w:rPr>
        <w:t xml:space="preserve"> قال محمد بن الحسن</w:t>
      </w:r>
      <w:r w:rsidR="00CC15EB">
        <w:rPr>
          <w:rtl/>
        </w:rPr>
        <w:t>:</w:t>
      </w:r>
      <w:r>
        <w:rPr>
          <w:rtl/>
        </w:rPr>
        <w:t xml:space="preserve"> </w:t>
      </w:r>
      <w:r w:rsidRPr="00D95A45">
        <w:rPr>
          <w:rtl/>
        </w:rPr>
        <w:t>الوجه في هذين الخبرين وفي رواية الحلبي وعبد الله ابن سنان المقدم ذكرهما هو ان نحمل الاصابع المراد بها على ما عدا الابهام فان للابهام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1022</w:t>
      </w:r>
      <w:r>
        <w:rPr>
          <w:rtl/>
        </w:rPr>
        <w:t xml:space="preserve"> - </w:t>
      </w:r>
      <w:r w:rsidR="00D45E0E" w:rsidRPr="00D95A45">
        <w:rPr>
          <w:rtl/>
        </w:rPr>
        <w:t>الكافي ج 2 ص 329 الفقيه ج 4 ص 99</w:t>
      </w:r>
    </w:p>
    <w:p w:rsidR="00CC15EB" w:rsidRDefault="00CC15EB" w:rsidP="00AC7755">
      <w:pPr>
        <w:pStyle w:val="libFootnote0"/>
        <w:rPr>
          <w:rtl/>
        </w:rPr>
      </w:pPr>
      <w:r>
        <w:rPr>
          <w:rtl/>
        </w:rPr>
        <w:t>-</w:t>
      </w:r>
      <w:r w:rsidR="00D45E0E" w:rsidRPr="007277FF">
        <w:rPr>
          <w:rtl/>
        </w:rPr>
        <w:t xml:space="preserve"> 1023</w:t>
      </w:r>
      <w:r>
        <w:rPr>
          <w:rtl/>
        </w:rPr>
        <w:t xml:space="preserve"> - </w:t>
      </w:r>
      <w:r w:rsidR="00D45E0E" w:rsidRPr="007277FF">
        <w:rPr>
          <w:rtl/>
        </w:rPr>
        <w:t>الاستبصار ج 4 ص 291 الفقيه ج 4 ص 102</w:t>
      </w:r>
    </w:p>
    <w:p w:rsidR="00AC7755" w:rsidRDefault="00CC15EB" w:rsidP="00AC7755">
      <w:pPr>
        <w:pStyle w:val="libFootnote0"/>
        <w:rPr>
          <w:rtl/>
        </w:rPr>
      </w:pPr>
      <w:r>
        <w:rPr>
          <w:rtl/>
        </w:rPr>
        <w:t>-</w:t>
      </w:r>
      <w:r w:rsidR="00D45E0E" w:rsidRPr="00DA0376">
        <w:rPr>
          <w:rtl/>
        </w:rPr>
        <w:t xml:space="preserve"> 1024</w:t>
      </w:r>
      <w:r>
        <w:rPr>
          <w:rtl/>
        </w:rPr>
        <w:t xml:space="preserve"> - </w:t>
      </w:r>
      <w:r w:rsidR="00D45E0E" w:rsidRPr="00DA0376">
        <w:rPr>
          <w:rtl/>
        </w:rPr>
        <w:t>الاستبصار ج 4 ص 292 وفيه ذيل الحديث</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حكما مفردا على ما نورده فيما بعد</w:t>
      </w:r>
      <w:r w:rsidR="00CC15EB">
        <w:rPr>
          <w:rtl/>
        </w:rPr>
        <w:t>،</w:t>
      </w:r>
      <w:r>
        <w:rPr>
          <w:rtl/>
        </w:rPr>
        <w:t xml:space="preserve"> </w:t>
      </w:r>
      <w:r w:rsidRPr="00DA0376">
        <w:rPr>
          <w:rtl/>
        </w:rPr>
        <w:t>وفي رواية ظريف بن ناصح وما تضمن حكم الاسنان فالوجه فيه ايضا ما قدمنا ذكره من ان المقاديم منها متساوية في الحكم في الدية</w:t>
      </w:r>
      <w:r w:rsidR="00CC15EB">
        <w:rPr>
          <w:rtl/>
        </w:rPr>
        <w:t>،</w:t>
      </w:r>
      <w:r>
        <w:rPr>
          <w:rtl/>
        </w:rPr>
        <w:t xml:space="preserve"> </w:t>
      </w:r>
      <w:r w:rsidRPr="00DA0376">
        <w:rPr>
          <w:rtl/>
        </w:rPr>
        <w:t>والمواخير ايضا متساوية</w:t>
      </w:r>
      <w:r w:rsidR="00CC15EB">
        <w:rPr>
          <w:rtl/>
        </w:rPr>
        <w:t>،</w:t>
      </w:r>
      <w:r>
        <w:rPr>
          <w:rtl/>
        </w:rPr>
        <w:t xml:space="preserve"> </w:t>
      </w:r>
      <w:r w:rsidRPr="00DA0376">
        <w:rPr>
          <w:rtl/>
        </w:rPr>
        <w:t>وان كان بين المقاديم والمواخير اختلاف على ما بيناه.</w:t>
      </w:r>
    </w:p>
    <w:p w:rsidR="00AC7755" w:rsidRDefault="00D45E0E" w:rsidP="00AC7755">
      <w:pPr>
        <w:pStyle w:val="libNormal"/>
        <w:rPr>
          <w:rtl/>
        </w:rPr>
      </w:pPr>
      <w:r w:rsidRPr="00D95A45">
        <w:rPr>
          <w:rtl/>
        </w:rPr>
        <w:t>(1025) 58</w:t>
      </w:r>
      <w:r w:rsidR="00CC15EB">
        <w:rPr>
          <w:rtl/>
        </w:rPr>
        <w:t xml:space="preserve"> - </w:t>
      </w:r>
      <w:r w:rsidRPr="00D95A45">
        <w:rPr>
          <w:rtl/>
        </w:rPr>
        <w:t xml:space="preserve">الحسين بن سعيد عن ابن ابى عمير وعلي بن حديد عن جميل عن بعض اصحابه عن احدهما </w:t>
      </w:r>
      <w:r w:rsidR="00AC7755" w:rsidRPr="00AC7755">
        <w:rPr>
          <w:rStyle w:val="libAlaemChar"/>
          <w:rtl/>
        </w:rPr>
        <w:t>عليه‌السلام</w:t>
      </w:r>
      <w:r w:rsidRPr="00D95A45">
        <w:rPr>
          <w:rtl/>
        </w:rPr>
        <w:t xml:space="preserve"> انه قال في سن الصبي يضربها الرجل فتسقط ثم تنبت قال</w:t>
      </w:r>
      <w:r w:rsidR="00CC15EB">
        <w:rPr>
          <w:rtl/>
        </w:rPr>
        <w:t>:</w:t>
      </w:r>
      <w:r>
        <w:rPr>
          <w:rtl/>
        </w:rPr>
        <w:t xml:space="preserve"> </w:t>
      </w:r>
      <w:r w:rsidRPr="00D95A45">
        <w:rPr>
          <w:rtl/>
        </w:rPr>
        <w:t>ليس عليه قصاص وعليه الارش.</w:t>
      </w:r>
    </w:p>
    <w:p w:rsidR="00AC7755" w:rsidRDefault="00D45E0E" w:rsidP="00AC7755">
      <w:pPr>
        <w:pStyle w:val="libNormal"/>
        <w:rPr>
          <w:rtl/>
        </w:rPr>
      </w:pPr>
      <w:r w:rsidRPr="00D95A45">
        <w:rPr>
          <w:rtl/>
        </w:rPr>
        <w:t>(1026) 59</w:t>
      </w:r>
      <w:r w:rsidR="00CC15EB">
        <w:rPr>
          <w:rtl/>
        </w:rPr>
        <w:t xml:space="preserve"> - </w:t>
      </w:r>
      <w:r w:rsidRPr="00D95A45">
        <w:rPr>
          <w:rtl/>
        </w:rPr>
        <w:t>وبهذا الاسناد في الرجل تكسر يدة ثم تبرأ قال</w:t>
      </w:r>
      <w:r w:rsidR="00CC15EB">
        <w:rPr>
          <w:rtl/>
        </w:rPr>
        <w:t>:</w:t>
      </w:r>
      <w:r>
        <w:rPr>
          <w:rtl/>
        </w:rPr>
        <w:t xml:space="preserve"> </w:t>
      </w:r>
      <w:r w:rsidRPr="00D95A45">
        <w:rPr>
          <w:rtl/>
        </w:rPr>
        <w:t>لا يقتص منه ولكن يعطى الارض</w:t>
      </w:r>
      <w:r w:rsidR="00CC15EB">
        <w:rPr>
          <w:rtl/>
        </w:rPr>
        <w:t>،</w:t>
      </w:r>
      <w:r>
        <w:rPr>
          <w:rtl/>
        </w:rPr>
        <w:t xml:space="preserve"> </w:t>
      </w:r>
      <w:r w:rsidRPr="00D95A45">
        <w:rPr>
          <w:rtl/>
        </w:rPr>
        <w:t>قال علي</w:t>
      </w:r>
      <w:r w:rsidR="00CC15EB">
        <w:rPr>
          <w:rtl/>
        </w:rPr>
        <w:t>:</w:t>
      </w:r>
      <w:r>
        <w:rPr>
          <w:rtl/>
        </w:rPr>
        <w:t xml:space="preserve"> </w:t>
      </w:r>
      <w:r w:rsidRPr="00D95A45">
        <w:rPr>
          <w:rtl/>
        </w:rPr>
        <w:t>وسئل جميل كم الارش في السن وكسر اليد</w:t>
      </w:r>
      <w:r>
        <w:rPr>
          <w:rtl/>
        </w:rPr>
        <w:t>؟</w:t>
      </w:r>
      <w:r w:rsidRPr="00D95A45">
        <w:rPr>
          <w:rtl/>
        </w:rPr>
        <w:t xml:space="preserve"> قال</w:t>
      </w:r>
      <w:r w:rsidR="00CC15EB">
        <w:rPr>
          <w:rtl/>
        </w:rPr>
        <w:t>:</w:t>
      </w:r>
      <w:r>
        <w:rPr>
          <w:rtl/>
        </w:rPr>
        <w:t xml:space="preserve"> </w:t>
      </w:r>
      <w:r w:rsidRPr="00D95A45">
        <w:rPr>
          <w:rtl/>
        </w:rPr>
        <w:t>شئ يسير ولم يرو فيه شيئا معلوما.</w:t>
      </w:r>
    </w:p>
    <w:p w:rsidR="00AC7755" w:rsidRDefault="00D45E0E" w:rsidP="00AC7755">
      <w:pPr>
        <w:pStyle w:val="libNormal"/>
        <w:rPr>
          <w:rtl/>
        </w:rPr>
      </w:pPr>
      <w:r w:rsidRPr="00D95A45">
        <w:rPr>
          <w:rtl/>
        </w:rPr>
        <w:t>(1027) 60</w:t>
      </w:r>
      <w:r w:rsidR="00CC15EB">
        <w:rPr>
          <w:rtl/>
        </w:rPr>
        <w:t xml:space="preserve"> - </w:t>
      </w:r>
      <w:r w:rsidRPr="00D95A45">
        <w:rPr>
          <w:rtl/>
        </w:rPr>
        <w:t xml:space="preserve">النوفلي عن السكوني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الصلب الدية.</w:t>
      </w:r>
    </w:p>
    <w:p w:rsidR="00AC7755" w:rsidRDefault="00D45E0E" w:rsidP="00AC7755">
      <w:pPr>
        <w:pStyle w:val="libNormal"/>
        <w:rPr>
          <w:rtl/>
        </w:rPr>
      </w:pPr>
      <w:r w:rsidRPr="00D95A45">
        <w:rPr>
          <w:rtl/>
        </w:rPr>
        <w:t>(1028) 61</w:t>
      </w:r>
      <w:r w:rsidR="00CC15EB">
        <w:rPr>
          <w:rtl/>
        </w:rPr>
        <w:t xml:space="preserve"> - </w:t>
      </w:r>
      <w:r w:rsidRPr="00D95A45">
        <w:rPr>
          <w:rtl/>
        </w:rPr>
        <w:t xml:space="preserve">عثمان بن عيسى عن سماعة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قال في الظهر إذا كسر حتى لا ينزل صاحبه الماء</w:t>
      </w:r>
      <w:r w:rsidR="00CC15EB">
        <w:rPr>
          <w:rtl/>
        </w:rPr>
        <w:t>:</w:t>
      </w:r>
      <w:r>
        <w:rPr>
          <w:rtl/>
        </w:rPr>
        <w:t xml:space="preserve"> </w:t>
      </w:r>
      <w:r w:rsidRPr="00D95A45">
        <w:rPr>
          <w:rtl/>
        </w:rPr>
        <w:t>الدية كاملة.</w:t>
      </w:r>
    </w:p>
    <w:p w:rsidR="00AC7755" w:rsidRDefault="00D45E0E" w:rsidP="00AC7755">
      <w:pPr>
        <w:pStyle w:val="libNormal"/>
        <w:rPr>
          <w:rtl/>
        </w:rPr>
      </w:pPr>
      <w:r w:rsidRPr="00D95A45">
        <w:rPr>
          <w:rtl/>
        </w:rPr>
        <w:t>(1029) 62</w:t>
      </w:r>
      <w:r w:rsidR="00CC15EB">
        <w:rPr>
          <w:rtl/>
        </w:rPr>
        <w:t xml:space="preserve"> - </w:t>
      </w:r>
      <w:r w:rsidRPr="00D95A45">
        <w:rPr>
          <w:rtl/>
        </w:rPr>
        <w:t xml:space="preserve">النوفلي عن السكوني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للانسان واحد وثلاثون ثغرة وفي كل ثغرة ثلاثة أبعرة وخمس بعير. قال محمد بن الحسن</w:t>
      </w:r>
      <w:r w:rsidR="00CC15EB">
        <w:rPr>
          <w:rtl/>
        </w:rPr>
        <w:t>:</w:t>
      </w:r>
      <w:r>
        <w:rPr>
          <w:rtl/>
        </w:rPr>
        <w:t xml:space="preserve"> </w:t>
      </w:r>
      <w:r w:rsidRPr="00D95A45">
        <w:rPr>
          <w:rtl/>
        </w:rPr>
        <w:t>هذا الخبر موافق لمذهب بعض العامة ولسنا نعمل به والعمل على ما قدمناه من الاخبار</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1025</w:t>
      </w:r>
      <w:r>
        <w:rPr>
          <w:rFonts w:hint="cs"/>
          <w:rtl/>
        </w:rPr>
        <w:t xml:space="preserve"> - </w:t>
      </w:r>
      <w:r w:rsidR="00D45E0E" w:rsidRPr="007277FF">
        <w:rPr>
          <w:rtl/>
        </w:rPr>
        <w:t>1026</w:t>
      </w:r>
      <w:r>
        <w:rPr>
          <w:rtl/>
        </w:rPr>
        <w:t xml:space="preserve"> - </w:t>
      </w:r>
      <w:r w:rsidR="00D45E0E" w:rsidRPr="007277FF">
        <w:rPr>
          <w:rtl/>
        </w:rPr>
        <w:t>الكافي ج 2 ص 329 الفقيه ج 4 ص 102</w:t>
      </w:r>
    </w:p>
    <w:p w:rsidR="00CC15EB" w:rsidRDefault="00CC15EB" w:rsidP="00AC7755">
      <w:pPr>
        <w:pStyle w:val="libFootnote0"/>
        <w:rPr>
          <w:rtl/>
        </w:rPr>
      </w:pPr>
      <w:r>
        <w:rPr>
          <w:rtl/>
        </w:rPr>
        <w:t>-</w:t>
      </w:r>
      <w:r w:rsidR="00D45E0E" w:rsidRPr="007277FF">
        <w:rPr>
          <w:rtl/>
        </w:rPr>
        <w:t xml:space="preserve"> 1027</w:t>
      </w:r>
      <w:r>
        <w:rPr>
          <w:rtl/>
        </w:rPr>
        <w:t xml:space="preserve"> - </w:t>
      </w:r>
      <w:r w:rsidR="00D45E0E" w:rsidRPr="007277FF">
        <w:rPr>
          <w:rtl/>
        </w:rPr>
        <w:t>الفقيه ج 4 ص 101</w:t>
      </w:r>
    </w:p>
    <w:p w:rsidR="00AC7755" w:rsidRDefault="00CC15EB" w:rsidP="00AC7755">
      <w:pPr>
        <w:pStyle w:val="libFootnote0"/>
        <w:rPr>
          <w:rtl/>
        </w:rPr>
      </w:pPr>
      <w:r>
        <w:rPr>
          <w:rtl/>
        </w:rPr>
        <w:t>-</w:t>
      </w:r>
      <w:r w:rsidR="00D45E0E" w:rsidRPr="00DA0376">
        <w:rPr>
          <w:rtl/>
        </w:rPr>
        <w:t xml:space="preserve"> 1029</w:t>
      </w:r>
      <w:r>
        <w:rPr>
          <w:rtl/>
        </w:rPr>
        <w:t xml:space="preserve"> - </w:t>
      </w:r>
      <w:r w:rsidR="00D45E0E" w:rsidRPr="00DA0376">
        <w:rPr>
          <w:rtl/>
        </w:rPr>
        <w:t>الاستبصار ج 4 ص 290</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(1030) 63</w:t>
      </w:r>
      <w:r w:rsidR="00CC15EB">
        <w:rPr>
          <w:rtl/>
        </w:rPr>
        <w:t xml:space="preserve"> - </w:t>
      </w:r>
      <w:r w:rsidRPr="00D95A45">
        <w:rPr>
          <w:rtl/>
        </w:rPr>
        <w:t xml:space="preserve">الحسن بن علي بن فضال عن ظريف عن علي بن ابي حمزة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في السن خمس من الابل ادناها واقصاها وهو نصف عشر الدية ان كان دنانير فدنانير وان كانت دراهم فدراهم وان كانت بقرا فبقرا وان كانت غنما فغنما وان كانت ابلا فابلا على الدية مائتا بقرة</w:t>
      </w:r>
      <w:r w:rsidR="00CC15EB">
        <w:rPr>
          <w:rtl/>
        </w:rPr>
        <w:t>،</w:t>
      </w:r>
      <w:r>
        <w:rPr>
          <w:rtl/>
        </w:rPr>
        <w:t xml:space="preserve"> </w:t>
      </w:r>
      <w:r w:rsidRPr="00D95A45">
        <w:rPr>
          <w:rtl/>
        </w:rPr>
        <w:t>وفي السن عشرة من البقر وفي الاصبع عشر الدية عشر من الابل.</w:t>
      </w:r>
    </w:p>
    <w:p w:rsidR="00AC7755" w:rsidRDefault="00D45E0E" w:rsidP="00AC7755">
      <w:pPr>
        <w:pStyle w:val="libNormal"/>
        <w:rPr>
          <w:rtl/>
        </w:rPr>
      </w:pPr>
      <w:r w:rsidRPr="00D95A45">
        <w:rPr>
          <w:rtl/>
        </w:rPr>
        <w:t>(1031) 64</w:t>
      </w:r>
      <w:r w:rsidR="00CC15EB">
        <w:rPr>
          <w:rtl/>
        </w:rPr>
        <w:t xml:space="preserve"> - </w:t>
      </w:r>
      <w:r w:rsidRPr="00D95A45">
        <w:rPr>
          <w:rtl/>
        </w:rPr>
        <w:t>محمد بن علي بن محبوب عن علي بن محمد بن الحسين عن محمد بن يحيى عن الحسن بن علي بن فضال عن عبد الله بن بكير عن درست قال</w:t>
      </w:r>
      <w:r w:rsidR="00CC15EB">
        <w:rPr>
          <w:rtl/>
        </w:rPr>
        <w:t>:</w:t>
      </w:r>
      <w:r>
        <w:rPr>
          <w:rtl/>
        </w:rPr>
        <w:t xml:space="preserve"> </w:t>
      </w:r>
      <w:r w:rsidRPr="00D95A45">
        <w:rPr>
          <w:rtl/>
        </w:rPr>
        <w:t xml:space="preserve">حدثني عجلان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في دية السن الاسود ربع دية السن.</w:t>
      </w:r>
    </w:p>
    <w:p w:rsidR="00AC7755" w:rsidRDefault="00D45E0E" w:rsidP="00AC7755">
      <w:pPr>
        <w:pStyle w:val="libNormal"/>
        <w:rPr>
          <w:rtl/>
        </w:rPr>
      </w:pPr>
      <w:r w:rsidRPr="00D95A45">
        <w:rPr>
          <w:rtl/>
        </w:rPr>
        <w:t>(1032) 65</w:t>
      </w:r>
      <w:r w:rsidR="00CC15EB">
        <w:rPr>
          <w:rtl/>
        </w:rPr>
        <w:t xml:space="preserve"> - </w:t>
      </w:r>
      <w:r w:rsidRPr="00D95A45">
        <w:rPr>
          <w:rtl/>
        </w:rPr>
        <w:t xml:space="preserve">عنه عن محمد بن الحسين عن محمد بن يحيى عن غياث عن جعفر عن ابيه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علي </w:t>
      </w:r>
      <w:r w:rsidR="00AC7755" w:rsidRPr="00AC7755">
        <w:rPr>
          <w:rStyle w:val="libAlaemChar"/>
          <w:rtl/>
        </w:rPr>
        <w:t>عليه‌السلام</w:t>
      </w:r>
      <w:r w:rsidR="00CC15EB">
        <w:rPr>
          <w:rtl/>
        </w:rPr>
        <w:t>:</w:t>
      </w:r>
      <w:r>
        <w:rPr>
          <w:rtl/>
        </w:rPr>
        <w:t xml:space="preserve"> </w:t>
      </w:r>
      <w:r w:rsidRPr="00D95A45">
        <w:rPr>
          <w:rtl/>
        </w:rPr>
        <w:t>إذا قطع انف العبد وذكره أو شئ يحيط بقيمته أدى إلى مولاه قيمة العبد واخذ العبد.</w:t>
      </w:r>
    </w:p>
    <w:p w:rsidR="00AC7755" w:rsidRDefault="00D45E0E" w:rsidP="00AC7755">
      <w:pPr>
        <w:pStyle w:val="libNormal"/>
        <w:rPr>
          <w:rtl/>
        </w:rPr>
      </w:pPr>
      <w:r w:rsidRPr="00D95A45">
        <w:rPr>
          <w:rtl/>
        </w:rPr>
        <w:t>(1033) 66</w:t>
      </w:r>
      <w:r w:rsidR="00CC15EB">
        <w:rPr>
          <w:rtl/>
        </w:rPr>
        <w:t xml:space="preserve"> - </w:t>
      </w:r>
      <w:r w:rsidRPr="00D95A45">
        <w:rPr>
          <w:rtl/>
        </w:rPr>
        <w:t xml:space="preserve">النوفلي عن السكوني عن ابى عبد الله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قضى في سن الصبي إذا لم يثغر ببعير.</w:t>
      </w:r>
    </w:p>
    <w:p w:rsidR="00AC7755" w:rsidRDefault="00D45E0E" w:rsidP="00AC7755">
      <w:pPr>
        <w:pStyle w:val="libNormal"/>
        <w:rPr>
          <w:rtl/>
        </w:rPr>
      </w:pPr>
      <w:r w:rsidRPr="00D95A45">
        <w:rPr>
          <w:rtl/>
        </w:rPr>
        <w:t>(1034) 67</w:t>
      </w:r>
      <w:r w:rsidR="00CC15EB">
        <w:rPr>
          <w:rtl/>
        </w:rPr>
        <w:t xml:space="preserve"> - </w:t>
      </w:r>
      <w:r w:rsidRPr="00D95A45">
        <w:rPr>
          <w:rtl/>
        </w:rPr>
        <w:t xml:space="preserve">محمد بن احمد بن يحيى عن العباس بن معروف عن الحسن عن محمد بن يحيى عن غياث عن جعفر عن ابيه عن علي </w:t>
      </w:r>
      <w:r w:rsidR="00AC7755" w:rsidRPr="00AC7755">
        <w:rPr>
          <w:rStyle w:val="libAlaemChar"/>
          <w:rtl/>
        </w:rPr>
        <w:t>عليه‌السلام</w:t>
      </w:r>
      <w:r w:rsidRPr="00D95A45">
        <w:rPr>
          <w:rtl/>
        </w:rPr>
        <w:t xml:space="preserve"> انه قضى في شحمة الاذن بثلث دية الاذن وفى الاصبع الزائدة ثلث دية الاصبع وفى كل جانب من الانف ثلث دية الانف</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1030 الاستبصار ج 4 ص 289 وفيه صدر الحديث</w:t>
      </w:r>
    </w:p>
    <w:p w:rsidR="00CC15EB" w:rsidRDefault="00CC15EB" w:rsidP="00AC7755">
      <w:pPr>
        <w:pStyle w:val="libFootnote0"/>
        <w:rPr>
          <w:rtl/>
        </w:rPr>
      </w:pPr>
      <w:r>
        <w:rPr>
          <w:rtl/>
        </w:rPr>
        <w:t>-</w:t>
      </w:r>
      <w:r w:rsidR="00D45E0E" w:rsidRPr="007277FF">
        <w:rPr>
          <w:rtl/>
        </w:rPr>
        <w:t xml:space="preserve"> 1032</w:t>
      </w:r>
      <w:r>
        <w:rPr>
          <w:rtl/>
        </w:rPr>
        <w:t xml:space="preserve"> - </w:t>
      </w:r>
      <w:r w:rsidR="00D45E0E" w:rsidRPr="007277FF">
        <w:rPr>
          <w:rtl/>
        </w:rPr>
        <w:t>الكافي ج 2 ص 326 بتفاوت</w:t>
      </w:r>
    </w:p>
    <w:p w:rsidR="00CC15EB" w:rsidRDefault="00CC15EB" w:rsidP="00AC7755">
      <w:pPr>
        <w:pStyle w:val="libFootnote0"/>
        <w:rPr>
          <w:rtl/>
        </w:rPr>
      </w:pPr>
      <w:r>
        <w:rPr>
          <w:rtl/>
        </w:rPr>
        <w:t>-</w:t>
      </w:r>
      <w:r w:rsidR="00D45E0E" w:rsidRPr="007277FF">
        <w:rPr>
          <w:rtl/>
        </w:rPr>
        <w:t xml:space="preserve"> 1033</w:t>
      </w:r>
      <w:r>
        <w:rPr>
          <w:rtl/>
        </w:rPr>
        <w:t xml:space="preserve"> - </w:t>
      </w:r>
      <w:r w:rsidR="00D45E0E" w:rsidRPr="007277FF">
        <w:rPr>
          <w:rtl/>
        </w:rPr>
        <w:t>الكافي ج 2 ص 333 بتفاوت</w:t>
      </w:r>
    </w:p>
    <w:p w:rsidR="00AC7755" w:rsidRDefault="00CC15EB" w:rsidP="00AC7755">
      <w:pPr>
        <w:pStyle w:val="libFootnote0"/>
        <w:rPr>
          <w:rtl/>
        </w:rPr>
      </w:pPr>
      <w:r>
        <w:rPr>
          <w:rtl/>
        </w:rPr>
        <w:t>-</w:t>
      </w:r>
      <w:r w:rsidR="00D45E0E" w:rsidRPr="00DA0376">
        <w:rPr>
          <w:rtl/>
        </w:rPr>
        <w:t xml:space="preserve"> 1034</w:t>
      </w:r>
      <w:r>
        <w:rPr>
          <w:rtl/>
        </w:rPr>
        <w:t xml:space="preserve"> - </w:t>
      </w:r>
      <w:r w:rsidR="00D45E0E" w:rsidRPr="00DA0376">
        <w:rPr>
          <w:rtl/>
        </w:rPr>
        <w:t>الكافي ج 2 في ص 333 صدر الحديث وفى ص 335 ذيله في حديثين مستقلين</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(1035) 68</w:t>
      </w:r>
      <w:r w:rsidR="00CC15EB">
        <w:rPr>
          <w:rtl/>
        </w:rPr>
        <w:t xml:space="preserve"> - </w:t>
      </w:r>
      <w:r w:rsidRPr="00D95A45">
        <w:rPr>
          <w:rtl/>
        </w:rPr>
        <w:t>عنه عن ابن ابى نصر عن عيسى بن مهران عن ابى غانم عن منهال بن خليل عن سلمة بن تمام قال</w:t>
      </w:r>
      <w:r w:rsidR="00CC15EB">
        <w:rPr>
          <w:rtl/>
        </w:rPr>
        <w:t>:</w:t>
      </w:r>
      <w:r>
        <w:rPr>
          <w:rtl/>
        </w:rPr>
        <w:t xml:space="preserve"> </w:t>
      </w:r>
      <w:r w:rsidRPr="00D95A45">
        <w:rPr>
          <w:rtl/>
        </w:rPr>
        <w:t xml:space="preserve">اهرق رجل قدرا فيها مرق على رأس رجل فذهب شعره فاختصموا في ذلك الى علي </w:t>
      </w:r>
      <w:r w:rsidR="00AC7755" w:rsidRPr="00AC7755">
        <w:rPr>
          <w:rStyle w:val="libAlaemChar"/>
          <w:rtl/>
        </w:rPr>
        <w:t>عليه‌السلام</w:t>
      </w:r>
      <w:r w:rsidRPr="00D95A45">
        <w:rPr>
          <w:rtl/>
        </w:rPr>
        <w:t xml:space="preserve"> فأجله سنة فجاء فلم ينبت شعره فقضى عليه بالدية.</w:t>
      </w:r>
    </w:p>
    <w:p w:rsidR="00AC7755" w:rsidRDefault="00D45E0E" w:rsidP="00AC7755">
      <w:pPr>
        <w:pStyle w:val="libNormal"/>
        <w:rPr>
          <w:rtl/>
        </w:rPr>
      </w:pPr>
      <w:r w:rsidRPr="00D95A45">
        <w:rPr>
          <w:rtl/>
        </w:rPr>
        <w:t>(1036) 69</w:t>
      </w:r>
      <w:r w:rsidR="00CC15EB">
        <w:rPr>
          <w:rtl/>
        </w:rPr>
        <w:t xml:space="preserve"> - </w:t>
      </w:r>
      <w:r w:rsidRPr="00D95A45">
        <w:rPr>
          <w:rtl/>
        </w:rPr>
        <w:t>محمد بن الحسن الصفار عن ابراهيم بن هاشم عن سليمان المنقري عن عبد الله بن سنان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جعلت فداك ما علي رجل وثب على امرأة فحلق رأسها قال</w:t>
      </w:r>
      <w:r w:rsidR="00CC15EB">
        <w:rPr>
          <w:rtl/>
        </w:rPr>
        <w:t>:</w:t>
      </w:r>
      <w:r>
        <w:rPr>
          <w:rtl/>
        </w:rPr>
        <w:t xml:space="preserve"> </w:t>
      </w:r>
      <w:r w:rsidRPr="00D95A45">
        <w:rPr>
          <w:rtl/>
        </w:rPr>
        <w:t>يضرب ضربا وجيعا ويحبس في سجن المسلمين حتى يستبرأ شعرها فان نبت اخذ منه مهر نسائها</w:t>
      </w:r>
      <w:r w:rsidR="00CC15EB">
        <w:rPr>
          <w:rtl/>
        </w:rPr>
        <w:t>،</w:t>
      </w:r>
      <w:r>
        <w:rPr>
          <w:rtl/>
        </w:rPr>
        <w:t xml:space="preserve"> </w:t>
      </w:r>
      <w:r w:rsidRPr="00D95A45">
        <w:rPr>
          <w:rtl/>
        </w:rPr>
        <w:t>وان لم ينبت اخذ منه الدية كاملة</w:t>
      </w:r>
      <w:r w:rsidR="00CC15EB">
        <w:rPr>
          <w:rtl/>
        </w:rPr>
        <w:t>،</w:t>
      </w:r>
      <w:r>
        <w:rPr>
          <w:rtl/>
        </w:rPr>
        <w:t xml:space="preserve"> </w:t>
      </w:r>
      <w:r w:rsidRPr="00D95A45">
        <w:rPr>
          <w:rtl/>
        </w:rPr>
        <w:t>قلت</w:t>
      </w:r>
      <w:r w:rsidR="00CC15EB">
        <w:rPr>
          <w:rtl/>
        </w:rPr>
        <w:t>:</w:t>
      </w:r>
      <w:r>
        <w:rPr>
          <w:rtl/>
        </w:rPr>
        <w:t xml:space="preserve"> </w:t>
      </w:r>
      <w:r w:rsidRPr="00D95A45">
        <w:rPr>
          <w:rtl/>
        </w:rPr>
        <w:t>فكيف صار مهر نسائها ان نبت شعرها</w:t>
      </w:r>
      <w:r>
        <w:rPr>
          <w:rtl/>
        </w:rPr>
        <w:t>؟</w:t>
      </w:r>
      <w:r w:rsidRPr="00D95A45">
        <w:rPr>
          <w:rtl/>
        </w:rPr>
        <w:t xml:space="preserve"> فقال</w:t>
      </w:r>
      <w:r w:rsidR="00CC15EB">
        <w:rPr>
          <w:rtl/>
        </w:rPr>
        <w:t>:</w:t>
      </w:r>
      <w:r>
        <w:rPr>
          <w:rtl/>
        </w:rPr>
        <w:t xml:space="preserve"> </w:t>
      </w:r>
      <w:r w:rsidRPr="00D95A45">
        <w:rPr>
          <w:rtl/>
        </w:rPr>
        <w:t>يا بن سنان ان شعر المرأة وعذرتها شريكان في الجمال</w:t>
      </w:r>
      <w:r w:rsidR="00CC15EB">
        <w:rPr>
          <w:rtl/>
        </w:rPr>
        <w:t>،</w:t>
      </w:r>
      <w:r>
        <w:rPr>
          <w:rtl/>
        </w:rPr>
        <w:t xml:space="preserve"> </w:t>
      </w:r>
      <w:r w:rsidRPr="00D95A45">
        <w:rPr>
          <w:rtl/>
        </w:rPr>
        <w:t>فإذا ذهب باحدهما وجب لها المهر كاملا.</w:t>
      </w:r>
    </w:p>
    <w:p w:rsidR="00AC7755" w:rsidRDefault="00D45E0E" w:rsidP="00AC7755">
      <w:pPr>
        <w:pStyle w:val="libNormal"/>
        <w:rPr>
          <w:rtl/>
        </w:rPr>
      </w:pPr>
      <w:r w:rsidRPr="00D95A45">
        <w:rPr>
          <w:rtl/>
        </w:rPr>
        <w:t>(1037) 70</w:t>
      </w:r>
      <w:r w:rsidR="00CC15EB">
        <w:rPr>
          <w:rtl/>
        </w:rPr>
        <w:t xml:space="preserve"> - </w:t>
      </w:r>
      <w:r w:rsidRPr="00D95A45">
        <w:rPr>
          <w:rtl/>
        </w:rPr>
        <w:t xml:space="preserve">محمد بن علي بن محبوب عن احمد بن محمد ومحمد ابن عبد الجبار عن الحسن بن علي بن فضال عن عبد الله بن ايوب عن الحسين ابن عثمان عن ابى عمرو الطبيب عن ابي عبد الله </w:t>
      </w:r>
      <w:r w:rsidR="00AC7755" w:rsidRPr="00AC7755">
        <w:rPr>
          <w:rStyle w:val="libAlaemChar"/>
          <w:rtl/>
        </w:rPr>
        <w:t>عليه‌السلام</w:t>
      </w:r>
      <w:r w:rsidRPr="00D95A45">
        <w:rPr>
          <w:rtl/>
        </w:rPr>
        <w:t xml:space="preserve"> في رجل اقتض جارية باصبعه فخرق مثانتها فلا تملك بولها فجعل لها ثلث الدية مائة وستة وستين دينارا وثلثي دينار وقضى لها عليه بصداق مثل نساء قومها.</w:t>
      </w:r>
    </w:p>
    <w:p w:rsidR="00AC7755" w:rsidRDefault="00D45E0E" w:rsidP="00AC7755">
      <w:pPr>
        <w:pStyle w:val="libNormal"/>
        <w:rPr>
          <w:rtl/>
        </w:rPr>
      </w:pPr>
      <w:r w:rsidRPr="00D95A45">
        <w:rPr>
          <w:rtl/>
        </w:rPr>
        <w:t>(1038) 71</w:t>
      </w:r>
      <w:r w:rsidR="00CC15EB">
        <w:rPr>
          <w:rtl/>
        </w:rPr>
        <w:t xml:space="preserve"> - </w:t>
      </w:r>
      <w:r w:rsidRPr="00D95A45">
        <w:rPr>
          <w:rtl/>
        </w:rPr>
        <w:t xml:space="preserve">الحسين بن سعيد عن ابن ابى عمير عن حماد عن الحلبي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ضرب الرجل على رأسه فثقل لسانه عرض عليه حروف المعجم فما لم يفصح به الكلام كانت له الدية بالقصاص من ذلك.</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7277FF">
        <w:rPr>
          <w:rtl/>
        </w:rPr>
        <w:t xml:space="preserve"> 1035</w:t>
      </w:r>
      <w:r>
        <w:rPr>
          <w:rtl/>
        </w:rPr>
        <w:t xml:space="preserve"> - </w:t>
      </w:r>
      <w:r w:rsidR="00D45E0E" w:rsidRPr="007277FF">
        <w:rPr>
          <w:rtl/>
        </w:rPr>
        <w:t>الفقيه ج 4 ص 112</w:t>
      </w:r>
    </w:p>
    <w:p w:rsidR="00AC7755" w:rsidRDefault="00CC15EB" w:rsidP="00AC7755">
      <w:pPr>
        <w:pStyle w:val="libFootnote0"/>
        <w:rPr>
          <w:rtl/>
        </w:rPr>
      </w:pPr>
      <w:r>
        <w:rPr>
          <w:rtl/>
        </w:rPr>
        <w:t>-</w:t>
      </w:r>
      <w:r w:rsidR="00D45E0E" w:rsidRPr="00DA0376">
        <w:rPr>
          <w:rtl/>
        </w:rPr>
        <w:t xml:space="preserve"> 1038</w:t>
      </w:r>
      <w:r>
        <w:rPr>
          <w:rtl/>
        </w:rPr>
        <w:t xml:space="preserve"> - </w:t>
      </w:r>
      <w:r w:rsidR="00D45E0E" w:rsidRPr="00DA0376">
        <w:rPr>
          <w:rtl/>
        </w:rPr>
        <w:t>الاستبصار ج 4 ص 292 الكافي ج 2 ص 330</w:t>
      </w:r>
    </w:p>
    <w:p w:rsidR="00AC7755" w:rsidRDefault="00AC7755" w:rsidP="00AC7755">
      <w:pPr>
        <w:pStyle w:val="libNormal"/>
        <w:rPr>
          <w:rtl/>
        </w:rPr>
      </w:pPr>
      <w:r>
        <w:rPr>
          <w:rtl/>
        </w:rPr>
        <w:br w:type="page"/>
      </w:r>
    </w:p>
    <w:p w:rsidR="00AC7755" w:rsidRDefault="00D45E0E" w:rsidP="00AC7755">
      <w:pPr>
        <w:pStyle w:val="libNormal"/>
        <w:rPr>
          <w:rtl/>
        </w:rPr>
      </w:pPr>
      <w:r w:rsidRPr="00DA0376">
        <w:rPr>
          <w:rtl/>
        </w:rPr>
        <w:lastRenderedPageBreak/>
        <w:t>(1039) 72</w:t>
      </w:r>
      <w:r w:rsidR="00CC15EB">
        <w:rPr>
          <w:rtl/>
        </w:rPr>
        <w:t xml:space="preserve"> - </w:t>
      </w:r>
      <w:r w:rsidRPr="00DA0376">
        <w:rPr>
          <w:rtl/>
        </w:rPr>
        <w:t>عنه عن الحسن عن زرعة عن سماعة قال</w:t>
      </w:r>
      <w:r w:rsidR="00CC15EB">
        <w:rPr>
          <w:rtl/>
        </w:rPr>
        <w:t>:</w:t>
      </w:r>
      <w:r>
        <w:rPr>
          <w:rtl/>
        </w:rPr>
        <w:t xml:space="preserve"> </w:t>
      </w:r>
      <w:r w:rsidRPr="00DA0376">
        <w:rPr>
          <w:rtl/>
        </w:rPr>
        <w:t xml:space="preserve">قضى امير المؤمنين </w:t>
      </w:r>
      <w:r w:rsidR="00AC7755" w:rsidRPr="00AC7755">
        <w:rPr>
          <w:rStyle w:val="libAlaemChar"/>
          <w:rtl/>
        </w:rPr>
        <w:t>عليه‌السلام</w:t>
      </w:r>
      <w:r w:rsidRPr="00DA0376">
        <w:rPr>
          <w:rtl/>
        </w:rPr>
        <w:t xml:space="preserve"> في رجل ضرب غلاما على رأسه فذهب بعض لسانه وافصح ببعض الكلام ولم يفصح ببعض فاقرأه المعجم فقسم الدية عليه فما افصح به طرحه وما لم يفصح به الزمه اياه.</w:t>
      </w:r>
    </w:p>
    <w:p w:rsidR="00AC7755" w:rsidRDefault="00D45E0E" w:rsidP="00AC7755">
      <w:pPr>
        <w:pStyle w:val="libNormal"/>
        <w:rPr>
          <w:rtl/>
        </w:rPr>
      </w:pPr>
      <w:r w:rsidRPr="00D95A45">
        <w:rPr>
          <w:rtl/>
        </w:rPr>
        <w:t>(1040) 73</w:t>
      </w:r>
      <w:r w:rsidR="00CC15EB">
        <w:rPr>
          <w:rtl/>
        </w:rPr>
        <w:t xml:space="preserve"> - </w:t>
      </w:r>
      <w:r w:rsidRPr="00D95A45">
        <w:rPr>
          <w:rtl/>
        </w:rPr>
        <w:t xml:space="preserve">عنه عن حماد بن عيسى عن عبد الله بن سنان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إذا ضرب الرجل على رأسه فثقل لسانه عرضت عليه حروف المعجم فما لم يفصح به منها يؤدى بقدر ذلك من المعجم يقام اصل الدية على المعجم كله يعطى بحساب ما لم يفصح به منها وهي تسعة وعشرون حرفا.</w:t>
      </w:r>
    </w:p>
    <w:p w:rsidR="00AC7755" w:rsidRDefault="00D45E0E" w:rsidP="00AC7755">
      <w:pPr>
        <w:pStyle w:val="libNormal"/>
        <w:rPr>
          <w:rtl/>
        </w:rPr>
      </w:pPr>
      <w:r w:rsidRPr="00D95A45">
        <w:rPr>
          <w:rtl/>
        </w:rPr>
        <w:t>(1041) 74</w:t>
      </w:r>
      <w:r w:rsidR="00CC15EB">
        <w:rPr>
          <w:rtl/>
        </w:rPr>
        <w:t xml:space="preserve"> - </w:t>
      </w:r>
      <w:r w:rsidRPr="00D95A45">
        <w:rPr>
          <w:rtl/>
        </w:rPr>
        <w:t xml:space="preserve">احمد بن محمد عن الحسن بن محبوب عن ابى ايوب عن سليمان بن خالد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في رجل ضرب رجلا في رأسه فثقل لسانه انه يعرض عليه حروف المعجم كلها ثم يعطى الدية بحصة ما لم يفصح منها.</w:t>
      </w:r>
    </w:p>
    <w:p w:rsidR="00AC7755" w:rsidRDefault="00D45E0E" w:rsidP="00AC7755">
      <w:pPr>
        <w:pStyle w:val="libNormal"/>
        <w:rPr>
          <w:rtl/>
        </w:rPr>
      </w:pPr>
      <w:r w:rsidRPr="00D95A45">
        <w:rPr>
          <w:rtl/>
        </w:rPr>
        <w:t>(1042) 75</w:t>
      </w:r>
      <w:r w:rsidR="00CC15EB">
        <w:rPr>
          <w:rtl/>
        </w:rPr>
        <w:t xml:space="preserve"> - </w:t>
      </w:r>
      <w:r w:rsidRPr="00D95A45">
        <w:rPr>
          <w:rtl/>
        </w:rPr>
        <w:t xml:space="preserve">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اتي امير المؤمنين </w:t>
      </w:r>
      <w:r w:rsidR="00AC7755" w:rsidRPr="00AC7755">
        <w:rPr>
          <w:rStyle w:val="libAlaemChar"/>
          <w:rtl/>
        </w:rPr>
        <w:t>عليه‌السلام</w:t>
      </w:r>
      <w:r w:rsidRPr="00D95A45">
        <w:rPr>
          <w:rtl/>
        </w:rPr>
        <w:t xml:space="preserve"> برجل ضرب فذهب بعض كلامه وبقي البعض فجعل ديته على حروف المعجم ثم قال</w:t>
      </w:r>
      <w:r w:rsidR="00CC15EB">
        <w:rPr>
          <w:rtl/>
        </w:rPr>
        <w:t>:</w:t>
      </w:r>
      <w:r>
        <w:rPr>
          <w:rtl/>
        </w:rPr>
        <w:t xml:space="preserve"> </w:t>
      </w:r>
      <w:r w:rsidRPr="00D95A45">
        <w:rPr>
          <w:rtl/>
        </w:rPr>
        <w:t>تكلم بالمعجم فما نقص من كلامه فبحساب ذلك</w:t>
      </w:r>
      <w:r w:rsidR="00CC15EB">
        <w:rPr>
          <w:rtl/>
        </w:rPr>
        <w:t>،</w:t>
      </w:r>
      <w:r>
        <w:rPr>
          <w:rtl/>
        </w:rPr>
        <w:t xml:space="preserve"> </w:t>
      </w:r>
      <w:r w:rsidRPr="00D95A45">
        <w:rPr>
          <w:rtl/>
        </w:rPr>
        <w:t>والمعجم ثمانية وعشرون حرفا فجعل ثمانية وعشرين جزا فما نقص من كلامه فبحساب ذلك.</w:t>
      </w:r>
    </w:p>
    <w:p w:rsidR="00AC7755" w:rsidRDefault="00D45E0E" w:rsidP="00AC7755">
      <w:pPr>
        <w:pStyle w:val="libNormal"/>
        <w:rPr>
          <w:rtl/>
        </w:rPr>
      </w:pPr>
      <w:r w:rsidRPr="00D95A45">
        <w:rPr>
          <w:rtl/>
        </w:rPr>
        <w:t xml:space="preserve"> فاما ما رواه</w:t>
      </w:r>
      <w:r w:rsidR="00CC15EB">
        <w:rPr>
          <w:rtl/>
        </w:rPr>
        <w:t>:</w:t>
      </w:r>
      <w:r>
        <w:rPr>
          <w:rtl/>
        </w:rPr>
        <w:t xml:space="preserve"> </w:t>
      </w:r>
    </w:p>
    <w:p w:rsidR="00AC7755" w:rsidRDefault="00D45E0E" w:rsidP="00AC7755">
      <w:pPr>
        <w:pStyle w:val="libNormal"/>
        <w:rPr>
          <w:rtl/>
        </w:rPr>
      </w:pPr>
      <w:r w:rsidRPr="00D95A45">
        <w:rPr>
          <w:rtl/>
        </w:rPr>
        <w:t>(1043) 76</w:t>
      </w:r>
      <w:r w:rsidR="00CC15EB">
        <w:rPr>
          <w:rtl/>
        </w:rPr>
        <w:t xml:space="preserve"> - </w:t>
      </w:r>
      <w:r w:rsidRPr="00D95A45">
        <w:rPr>
          <w:rtl/>
        </w:rPr>
        <w:t>محمد بن احمد بن يحيى والصفار جميعا عن العبيدي عن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1039</w:t>
      </w:r>
      <w:r>
        <w:rPr>
          <w:rFonts w:hint="cs"/>
          <w:rtl/>
        </w:rPr>
        <w:t xml:space="preserve"> - </w:t>
      </w:r>
      <w:r w:rsidR="00D45E0E" w:rsidRPr="007277FF">
        <w:rPr>
          <w:rtl/>
        </w:rPr>
        <w:t>1040</w:t>
      </w:r>
      <w:r>
        <w:rPr>
          <w:rtl/>
        </w:rPr>
        <w:t xml:space="preserve"> - </w:t>
      </w:r>
      <w:r w:rsidR="00D45E0E" w:rsidRPr="007277FF">
        <w:rPr>
          <w:rtl/>
        </w:rPr>
        <w:t>الاستبصار ج 4 ص 292 واخرج الثاني الكليني في الكافي ج 2 ص 329</w:t>
      </w:r>
    </w:p>
    <w:p w:rsidR="00AC7755" w:rsidRDefault="00CC15EB" w:rsidP="00AC7755">
      <w:pPr>
        <w:pStyle w:val="libFootnote0"/>
        <w:rPr>
          <w:rtl/>
        </w:rPr>
      </w:pPr>
      <w:r>
        <w:rPr>
          <w:rtl/>
        </w:rPr>
        <w:t>-</w:t>
      </w:r>
      <w:r w:rsidR="00D45E0E" w:rsidRPr="007277FF">
        <w:rPr>
          <w:rtl/>
        </w:rPr>
        <w:t xml:space="preserve"> 1041</w:t>
      </w:r>
      <w:r>
        <w:rPr>
          <w:rtl/>
        </w:rPr>
        <w:t xml:space="preserve"> - </w:t>
      </w:r>
      <w:r w:rsidR="00D45E0E" w:rsidRPr="007277FF">
        <w:rPr>
          <w:rtl/>
        </w:rPr>
        <w:t>1042</w:t>
      </w:r>
      <w:r>
        <w:rPr>
          <w:rFonts w:hint="cs"/>
          <w:rtl/>
        </w:rPr>
        <w:t xml:space="preserve"> - </w:t>
      </w:r>
      <w:r w:rsidR="00D45E0E" w:rsidRPr="00DA0376">
        <w:rPr>
          <w:rtl/>
        </w:rPr>
        <w:t>1043</w:t>
      </w:r>
      <w:r>
        <w:rPr>
          <w:rtl/>
        </w:rPr>
        <w:t xml:space="preserve"> - </w:t>
      </w:r>
      <w:r w:rsidR="00D45E0E" w:rsidRPr="00DA0376">
        <w:rPr>
          <w:rtl/>
        </w:rPr>
        <w:t>الاستبصار ج 4 ص 293 واخرج الاول الكليني في الكافي ج ص 329</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عثمان بن عيسى عن سماعة عن ابى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قلت له</w:t>
      </w:r>
      <w:r w:rsidR="00CC15EB">
        <w:rPr>
          <w:rtl/>
        </w:rPr>
        <w:t>:</w:t>
      </w:r>
      <w:r>
        <w:rPr>
          <w:rtl/>
        </w:rPr>
        <w:t xml:space="preserve"> </w:t>
      </w:r>
      <w:r w:rsidRPr="00DA0376">
        <w:rPr>
          <w:rtl/>
        </w:rPr>
        <w:t>رجل ضرب غلامه ضربة فقطع بعض لسانه فافصح ببعض ولم يفصح ببعض قال</w:t>
      </w:r>
      <w:r w:rsidR="00CC15EB">
        <w:rPr>
          <w:rtl/>
        </w:rPr>
        <w:t>:</w:t>
      </w:r>
      <w:r>
        <w:rPr>
          <w:rtl/>
        </w:rPr>
        <w:t xml:space="preserve"> </w:t>
      </w:r>
      <w:r w:rsidRPr="00DA0376">
        <w:rPr>
          <w:rtl/>
        </w:rPr>
        <w:t>يقرأ المعجم فما افصح به طرح من الدية وما لم يفصح به ألزم الدية</w:t>
      </w:r>
      <w:r w:rsidR="00CC15EB">
        <w:rPr>
          <w:rtl/>
        </w:rPr>
        <w:t>،</w:t>
      </w:r>
      <w:r>
        <w:rPr>
          <w:rtl/>
        </w:rPr>
        <w:t xml:space="preserve"> </w:t>
      </w:r>
      <w:r w:rsidRPr="00DA0376">
        <w:rPr>
          <w:rtl/>
        </w:rPr>
        <w:t>قال</w:t>
      </w:r>
      <w:r w:rsidR="00CC15EB">
        <w:rPr>
          <w:rtl/>
        </w:rPr>
        <w:t>:</w:t>
      </w:r>
      <w:r>
        <w:rPr>
          <w:rtl/>
        </w:rPr>
        <w:t xml:space="preserve"> </w:t>
      </w:r>
      <w:r w:rsidRPr="00DA0376">
        <w:rPr>
          <w:rtl/>
        </w:rPr>
        <w:t>قلت</w:t>
      </w:r>
      <w:r w:rsidR="00CC15EB">
        <w:rPr>
          <w:rtl/>
        </w:rPr>
        <w:t>:</w:t>
      </w:r>
      <w:r>
        <w:rPr>
          <w:rtl/>
        </w:rPr>
        <w:t xml:space="preserve"> </w:t>
      </w:r>
      <w:r w:rsidRPr="00DA0376">
        <w:rPr>
          <w:rtl/>
        </w:rPr>
        <w:t>كيف هو</w:t>
      </w:r>
      <w:r>
        <w:rPr>
          <w:rtl/>
        </w:rPr>
        <w:t>؟</w:t>
      </w:r>
      <w:r w:rsidRPr="00DA0376">
        <w:rPr>
          <w:rtl/>
        </w:rPr>
        <w:t xml:space="preserve"> قال</w:t>
      </w:r>
      <w:r w:rsidR="00CC15EB">
        <w:rPr>
          <w:rtl/>
        </w:rPr>
        <w:t>:</w:t>
      </w:r>
      <w:r>
        <w:rPr>
          <w:rtl/>
        </w:rPr>
        <w:t xml:space="preserve"> </w:t>
      </w:r>
      <w:r w:rsidRPr="00DA0376">
        <w:rPr>
          <w:rtl/>
        </w:rPr>
        <w:t>على حساب الجمل</w:t>
      </w:r>
      <w:r w:rsidR="00CC15EB">
        <w:rPr>
          <w:rtl/>
        </w:rPr>
        <w:t>:</w:t>
      </w:r>
      <w:r>
        <w:rPr>
          <w:rtl/>
        </w:rPr>
        <w:t xml:space="preserve"> </w:t>
      </w:r>
      <w:r w:rsidRPr="00DA0376">
        <w:rPr>
          <w:rtl/>
        </w:rPr>
        <w:t>الف ديته واحد</w:t>
      </w:r>
      <w:r w:rsidR="00CC15EB">
        <w:rPr>
          <w:rtl/>
        </w:rPr>
        <w:t>،</w:t>
      </w:r>
      <w:r>
        <w:rPr>
          <w:rtl/>
        </w:rPr>
        <w:t xml:space="preserve"> </w:t>
      </w:r>
      <w:r w:rsidRPr="00DA0376">
        <w:rPr>
          <w:rtl/>
        </w:rPr>
        <w:t>والباء ديتها اثنان</w:t>
      </w:r>
      <w:r w:rsidR="00CC15EB">
        <w:rPr>
          <w:rtl/>
        </w:rPr>
        <w:t>،</w:t>
      </w:r>
      <w:r>
        <w:rPr>
          <w:rtl/>
        </w:rPr>
        <w:t xml:space="preserve"> </w:t>
      </w:r>
      <w:r w:rsidRPr="00DA0376">
        <w:rPr>
          <w:rtl/>
        </w:rPr>
        <w:t>والجيم ثلاثة</w:t>
      </w:r>
      <w:r w:rsidR="00CC15EB">
        <w:rPr>
          <w:rtl/>
        </w:rPr>
        <w:t>،</w:t>
      </w:r>
      <w:r>
        <w:rPr>
          <w:rtl/>
        </w:rPr>
        <w:t xml:space="preserve"> </w:t>
      </w:r>
      <w:r w:rsidRPr="00DA0376">
        <w:rPr>
          <w:rtl/>
        </w:rPr>
        <w:t>والدال اربعة والهاء خمسة</w:t>
      </w:r>
      <w:r w:rsidR="00CC15EB">
        <w:rPr>
          <w:rtl/>
        </w:rPr>
        <w:t>،</w:t>
      </w:r>
      <w:r>
        <w:rPr>
          <w:rtl/>
        </w:rPr>
        <w:t xml:space="preserve"> </w:t>
      </w:r>
      <w:r w:rsidRPr="00DA0376">
        <w:rPr>
          <w:rtl/>
        </w:rPr>
        <w:t>والواو ستة</w:t>
      </w:r>
      <w:r w:rsidR="00CC15EB">
        <w:rPr>
          <w:rtl/>
        </w:rPr>
        <w:t>،</w:t>
      </w:r>
      <w:r>
        <w:rPr>
          <w:rtl/>
        </w:rPr>
        <w:t xml:space="preserve"> </w:t>
      </w:r>
      <w:r w:rsidRPr="00DA0376">
        <w:rPr>
          <w:rtl/>
        </w:rPr>
        <w:t>والزاي سبعة</w:t>
      </w:r>
      <w:r w:rsidR="00CC15EB">
        <w:rPr>
          <w:rtl/>
        </w:rPr>
        <w:t>،</w:t>
      </w:r>
      <w:r>
        <w:rPr>
          <w:rtl/>
        </w:rPr>
        <w:t xml:space="preserve"> </w:t>
      </w:r>
      <w:r w:rsidRPr="00DA0376">
        <w:rPr>
          <w:rtl/>
        </w:rPr>
        <w:t>والحاء ثمانية</w:t>
      </w:r>
      <w:r w:rsidR="00CC15EB">
        <w:rPr>
          <w:rtl/>
        </w:rPr>
        <w:t>،</w:t>
      </w:r>
      <w:r>
        <w:rPr>
          <w:rtl/>
        </w:rPr>
        <w:t xml:space="preserve"> </w:t>
      </w:r>
      <w:r w:rsidRPr="00DA0376">
        <w:rPr>
          <w:rtl/>
        </w:rPr>
        <w:t>والطاء تسعة</w:t>
      </w:r>
      <w:r w:rsidR="00CC15EB">
        <w:rPr>
          <w:rtl/>
        </w:rPr>
        <w:t>،</w:t>
      </w:r>
      <w:r>
        <w:rPr>
          <w:rtl/>
        </w:rPr>
        <w:t xml:space="preserve"> </w:t>
      </w:r>
      <w:r w:rsidRPr="00DA0376">
        <w:rPr>
          <w:rtl/>
        </w:rPr>
        <w:t>والياء عشرة</w:t>
      </w:r>
      <w:r w:rsidR="00CC15EB">
        <w:rPr>
          <w:rtl/>
        </w:rPr>
        <w:t>،</w:t>
      </w:r>
      <w:r>
        <w:rPr>
          <w:rtl/>
        </w:rPr>
        <w:t xml:space="preserve"> </w:t>
      </w:r>
      <w:r w:rsidRPr="00DA0376">
        <w:rPr>
          <w:rtl/>
        </w:rPr>
        <w:t>والكاف عشرون</w:t>
      </w:r>
      <w:r w:rsidR="00CC15EB">
        <w:rPr>
          <w:rtl/>
        </w:rPr>
        <w:t>،</w:t>
      </w:r>
      <w:r>
        <w:rPr>
          <w:rtl/>
        </w:rPr>
        <w:t xml:space="preserve"> </w:t>
      </w:r>
      <w:r w:rsidRPr="00DA0376">
        <w:rPr>
          <w:rtl/>
        </w:rPr>
        <w:t>واللام ثلاثون</w:t>
      </w:r>
      <w:r w:rsidR="00CC15EB">
        <w:rPr>
          <w:rtl/>
        </w:rPr>
        <w:t>،</w:t>
      </w:r>
      <w:r>
        <w:rPr>
          <w:rtl/>
        </w:rPr>
        <w:t xml:space="preserve"> </w:t>
      </w:r>
      <w:r w:rsidRPr="00DA0376">
        <w:rPr>
          <w:rtl/>
        </w:rPr>
        <w:t>والميم اربعون</w:t>
      </w:r>
      <w:r w:rsidR="00CC15EB">
        <w:rPr>
          <w:rtl/>
        </w:rPr>
        <w:t>،</w:t>
      </w:r>
      <w:r>
        <w:rPr>
          <w:rtl/>
        </w:rPr>
        <w:t xml:space="preserve"> </w:t>
      </w:r>
      <w:r w:rsidRPr="00DA0376">
        <w:rPr>
          <w:rtl/>
        </w:rPr>
        <w:t>والنون خمسون</w:t>
      </w:r>
      <w:r w:rsidR="00CC15EB">
        <w:rPr>
          <w:rtl/>
        </w:rPr>
        <w:t>،</w:t>
      </w:r>
      <w:r>
        <w:rPr>
          <w:rtl/>
        </w:rPr>
        <w:t xml:space="preserve"> </w:t>
      </w:r>
      <w:r w:rsidRPr="00DA0376">
        <w:rPr>
          <w:rtl/>
        </w:rPr>
        <w:t>والسين ستون</w:t>
      </w:r>
      <w:r w:rsidR="00CC15EB">
        <w:rPr>
          <w:rtl/>
        </w:rPr>
        <w:t>،</w:t>
      </w:r>
      <w:r>
        <w:rPr>
          <w:rtl/>
        </w:rPr>
        <w:t xml:space="preserve"> </w:t>
      </w:r>
      <w:r w:rsidRPr="00DA0376">
        <w:rPr>
          <w:rtl/>
        </w:rPr>
        <w:t>والعين سبعون</w:t>
      </w:r>
      <w:r w:rsidR="00CC15EB">
        <w:rPr>
          <w:rtl/>
        </w:rPr>
        <w:t>،</w:t>
      </w:r>
      <w:r>
        <w:rPr>
          <w:rtl/>
        </w:rPr>
        <w:t xml:space="preserve"> </w:t>
      </w:r>
      <w:r w:rsidRPr="00DA0376">
        <w:rPr>
          <w:rtl/>
        </w:rPr>
        <w:t>والفاء ثمانون</w:t>
      </w:r>
      <w:r w:rsidR="00CC15EB">
        <w:rPr>
          <w:rtl/>
        </w:rPr>
        <w:t>،</w:t>
      </w:r>
      <w:r>
        <w:rPr>
          <w:rtl/>
        </w:rPr>
        <w:t xml:space="preserve"> </w:t>
      </w:r>
      <w:r w:rsidRPr="00DA0376">
        <w:rPr>
          <w:rtl/>
        </w:rPr>
        <w:t>والصاد تسعون</w:t>
      </w:r>
      <w:r w:rsidR="00CC15EB">
        <w:rPr>
          <w:rtl/>
        </w:rPr>
        <w:t>،</w:t>
      </w:r>
      <w:r>
        <w:rPr>
          <w:rtl/>
        </w:rPr>
        <w:t xml:space="preserve"> </w:t>
      </w:r>
      <w:r w:rsidRPr="00DA0376">
        <w:rPr>
          <w:rtl/>
        </w:rPr>
        <w:t>والقاف مائة والراء مائتان</w:t>
      </w:r>
      <w:r w:rsidR="00CC15EB">
        <w:rPr>
          <w:rtl/>
        </w:rPr>
        <w:t>،</w:t>
      </w:r>
      <w:r>
        <w:rPr>
          <w:rtl/>
        </w:rPr>
        <w:t xml:space="preserve"> </w:t>
      </w:r>
      <w:r w:rsidRPr="00DA0376">
        <w:rPr>
          <w:rtl/>
        </w:rPr>
        <w:t>والشين ثلاثمائة</w:t>
      </w:r>
      <w:r w:rsidR="00CC15EB">
        <w:rPr>
          <w:rtl/>
        </w:rPr>
        <w:t>،</w:t>
      </w:r>
      <w:r>
        <w:rPr>
          <w:rtl/>
        </w:rPr>
        <w:t xml:space="preserve"> </w:t>
      </w:r>
      <w:r w:rsidRPr="00DA0376">
        <w:rPr>
          <w:rtl/>
        </w:rPr>
        <w:t>والتاء اربعمائة وكل حرف يزيد بعد هذا من الف ب ت ث زدت له مائة درهم.</w:t>
      </w:r>
    </w:p>
    <w:p w:rsidR="00AC7755" w:rsidRDefault="00D45E0E" w:rsidP="00AC7755">
      <w:pPr>
        <w:pStyle w:val="libNormal"/>
        <w:rPr>
          <w:rtl/>
        </w:rPr>
      </w:pPr>
      <w:r w:rsidRPr="00DA0376">
        <w:rPr>
          <w:rtl/>
        </w:rPr>
        <w:t xml:space="preserve"> قال محمد بن الحسن</w:t>
      </w:r>
      <w:r w:rsidR="00CC15EB">
        <w:rPr>
          <w:rtl/>
        </w:rPr>
        <w:t>:</w:t>
      </w:r>
      <w:r>
        <w:rPr>
          <w:rtl/>
        </w:rPr>
        <w:t xml:space="preserve"> </w:t>
      </w:r>
      <w:r w:rsidRPr="00DA0376">
        <w:rPr>
          <w:rtl/>
        </w:rPr>
        <w:t>ما يتضمن هذا الخبر من تفصيل الدية على الحروف يشبه أن يكون من كلام بعض الرواة من حيث سمعوا انه قال</w:t>
      </w:r>
      <w:r w:rsidR="00CC15EB">
        <w:rPr>
          <w:rtl/>
        </w:rPr>
        <w:t>:</w:t>
      </w:r>
      <w:r>
        <w:rPr>
          <w:rtl/>
        </w:rPr>
        <w:t xml:space="preserve"> </w:t>
      </w:r>
      <w:r w:rsidRPr="00DA0376">
        <w:rPr>
          <w:rtl/>
        </w:rPr>
        <w:t>يفرق ذلك على حروف الجمل ظنوا انه على ما يتعارفه الحساب من ذلك ولم يكن القصد ذلك</w:t>
      </w:r>
      <w:r w:rsidR="00CC15EB">
        <w:rPr>
          <w:rtl/>
        </w:rPr>
        <w:t>،</w:t>
      </w:r>
      <w:r>
        <w:rPr>
          <w:rtl/>
        </w:rPr>
        <w:t xml:space="preserve"> </w:t>
      </w:r>
      <w:r w:rsidRPr="00DA0376">
        <w:rPr>
          <w:rtl/>
        </w:rPr>
        <w:t>وانما كان القصد ان يقسم على الحروف كلها اجزاء متساوية ويجعل لكل حرف جزء من جملتها على ما فصل السكوني في روايته وغيره من الرواة</w:t>
      </w:r>
      <w:r w:rsidR="00CC15EB">
        <w:rPr>
          <w:rtl/>
        </w:rPr>
        <w:t>،</w:t>
      </w:r>
      <w:r>
        <w:rPr>
          <w:rtl/>
        </w:rPr>
        <w:t xml:space="preserve"> </w:t>
      </w:r>
      <w:r w:rsidRPr="00DA0376">
        <w:rPr>
          <w:rtl/>
        </w:rPr>
        <w:t>ولو كان الامر على ما تضنمت الرواية لما استكملت الحروف كلها الدية على الكمال لأن ذلك لا يبلغ كمال الدية ان حسبناها على الدراهم وان حسبناها على الدنانير بلغت اضعاف الدية وكل ذلك فاسد</w:t>
      </w:r>
      <w:r w:rsidR="00CC15EB">
        <w:rPr>
          <w:rtl/>
        </w:rPr>
        <w:t>،</w:t>
      </w:r>
      <w:r>
        <w:rPr>
          <w:rtl/>
        </w:rPr>
        <w:t xml:space="preserve"> </w:t>
      </w:r>
      <w:r w:rsidRPr="00DA0376">
        <w:rPr>
          <w:rtl/>
        </w:rPr>
        <w:t>فإذن ينبغي أن يكون العمل على ما تقدم من الاخبار.</w:t>
      </w:r>
    </w:p>
    <w:p w:rsidR="00AC7755" w:rsidRDefault="00D45E0E" w:rsidP="00AC7755">
      <w:pPr>
        <w:pStyle w:val="libNormal"/>
        <w:rPr>
          <w:rtl/>
        </w:rPr>
      </w:pPr>
      <w:r w:rsidRPr="00D95A45">
        <w:rPr>
          <w:rtl/>
        </w:rPr>
        <w:t>(1044) 77</w:t>
      </w:r>
      <w:r w:rsidR="00CC15EB">
        <w:rPr>
          <w:rtl/>
        </w:rPr>
        <w:t xml:space="preserve"> - </w:t>
      </w:r>
      <w:r w:rsidRPr="00D95A45">
        <w:rPr>
          <w:rtl/>
        </w:rPr>
        <w:t xml:space="preserve">الحسن بن محبوب عن ابى ايوب عن سليمان بن خالد عن ابى عبد الله </w:t>
      </w:r>
      <w:r w:rsidR="00AC7755" w:rsidRPr="00AC7755">
        <w:rPr>
          <w:rStyle w:val="libAlaemChar"/>
          <w:rtl/>
        </w:rPr>
        <w:t>عليه‌السلام</w:t>
      </w:r>
      <w:r w:rsidRPr="00D95A45">
        <w:rPr>
          <w:rtl/>
        </w:rPr>
        <w:t xml:space="preserve"> انه قال في رجل ضرب رجلا في اذنه بعظم فادعى انه</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1044</w:t>
      </w:r>
      <w:r w:rsidR="00CC15EB">
        <w:rPr>
          <w:rtl/>
        </w:rPr>
        <w:t xml:space="preserve"> - </w:t>
      </w:r>
      <w:r w:rsidRPr="00D95A45">
        <w:rPr>
          <w:rtl/>
        </w:rPr>
        <w:t>الكافي ج 2 ص 329 الفقيه ج 4 ص 101 بتفاوت</w:t>
      </w:r>
    </w:p>
    <w:p w:rsidR="00AC7755" w:rsidRDefault="00CC15EB" w:rsidP="00AC7755">
      <w:pPr>
        <w:pStyle w:val="libFootnote0"/>
        <w:rPr>
          <w:rtl/>
        </w:rPr>
      </w:pPr>
      <w:r>
        <w:rPr>
          <w:rtl/>
        </w:rPr>
        <w:t>-</w:t>
      </w:r>
      <w:r w:rsidR="00D45E0E" w:rsidRPr="00DA0376">
        <w:rPr>
          <w:rtl/>
        </w:rPr>
        <w:t xml:space="preserve"> 1045</w:t>
      </w:r>
      <w:r>
        <w:rPr>
          <w:rtl/>
        </w:rPr>
        <w:t xml:space="preserve"> - </w:t>
      </w:r>
      <w:r w:rsidR="00D45E0E" w:rsidRPr="00DA0376">
        <w:rPr>
          <w:rtl/>
        </w:rPr>
        <w:t>الكافي ج 2 ص 330 الفقيه ج 4 ص 100</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لا يسمع قال</w:t>
      </w:r>
      <w:r w:rsidR="00CC15EB">
        <w:rPr>
          <w:rtl/>
        </w:rPr>
        <w:t>:</w:t>
      </w:r>
      <w:r>
        <w:rPr>
          <w:rtl/>
        </w:rPr>
        <w:t xml:space="preserve"> </w:t>
      </w:r>
      <w:r w:rsidRPr="007277FF">
        <w:rPr>
          <w:rtl/>
        </w:rPr>
        <w:t>يترصد ويستغفل وينتظر به سنة فان سمع أو شهد عليه رجلان انه سمع والا حلفه واعطاه الدية</w:t>
      </w:r>
      <w:r w:rsidR="00CC15EB">
        <w:rPr>
          <w:rtl/>
        </w:rPr>
        <w:t>،</w:t>
      </w:r>
      <w:r>
        <w:rPr>
          <w:rtl/>
        </w:rPr>
        <w:t xml:space="preserve"> </w:t>
      </w:r>
      <w:r w:rsidRPr="007277FF">
        <w:rPr>
          <w:rtl/>
        </w:rPr>
        <w:t>قيل</w:t>
      </w:r>
      <w:r w:rsidR="00CC15EB">
        <w:rPr>
          <w:rtl/>
        </w:rPr>
        <w:t>:</w:t>
      </w:r>
      <w:r>
        <w:rPr>
          <w:rtl/>
        </w:rPr>
        <w:t xml:space="preserve"> </w:t>
      </w:r>
      <w:r w:rsidRPr="007277FF">
        <w:rPr>
          <w:rtl/>
        </w:rPr>
        <w:t>يا امير المؤمنين</w:t>
      </w:r>
      <w:r w:rsidRPr="00AC7755">
        <w:rPr>
          <w:rStyle w:val="libFootnotenumChar"/>
          <w:rtl/>
        </w:rPr>
        <w:t xml:space="preserve"> (1) </w:t>
      </w:r>
      <w:r w:rsidRPr="007277FF">
        <w:rPr>
          <w:rtl/>
        </w:rPr>
        <w:t>فان عثر عليه بعد ذلك انه سمع</w:t>
      </w:r>
      <w:r>
        <w:rPr>
          <w:rtl/>
        </w:rPr>
        <w:t>؟</w:t>
      </w:r>
      <w:r w:rsidRPr="007277FF">
        <w:rPr>
          <w:rtl/>
        </w:rPr>
        <w:t xml:space="preserve"> قال</w:t>
      </w:r>
      <w:r w:rsidR="00CC15EB">
        <w:rPr>
          <w:rtl/>
        </w:rPr>
        <w:t>:</w:t>
      </w:r>
      <w:r>
        <w:rPr>
          <w:rtl/>
        </w:rPr>
        <w:t xml:space="preserve"> </w:t>
      </w:r>
      <w:r w:rsidRPr="007277FF">
        <w:rPr>
          <w:rtl/>
        </w:rPr>
        <w:t>ان كان الله عز وجل رد عليه سمعه لم ار عليه شيئا.</w:t>
      </w:r>
    </w:p>
    <w:p w:rsidR="00AC7755" w:rsidRDefault="00D45E0E" w:rsidP="00AC7755">
      <w:pPr>
        <w:pStyle w:val="libNormal"/>
        <w:rPr>
          <w:rtl/>
        </w:rPr>
      </w:pPr>
      <w:r w:rsidRPr="00D95A45">
        <w:rPr>
          <w:rtl/>
        </w:rPr>
        <w:t>(1045) 78</w:t>
      </w:r>
      <w:r w:rsidR="00CC15EB">
        <w:rPr>
          <w:rtl/>
        </w:rPr>
        <w:t xml:space="preserve"> - </w:t>
      </w:r>
      <w:r w:rsidRPr="00D95A45">
        <w:rPr>
          <w:rtl/>
        </w:rPr>
        <w:t xml:space="preserve">الحسن بن محبوب عن عبد الوهاب بن الصباح عن علي بن ابي حمزة عن ابي بصير عن ابى عبد الله </w:t>
      </w:r>
      <w:r w:rsidR="00AC7755" w:rsidRPr="00AC7755">
        <w:rPr>
          <w:rStyle w:val="libAlaemChar"/>
          <w:rtl/>
        </w:rPr>
        <w:t>عليه‌السلام</w:t>
      </w:r>
      <w:r w:rsidRPr="00D95A45">
        <w:rPr>
          <w:rtl/>
        </w:rPr>
        <w:t xml:space="preserve"> في رجل وجئ في اذنه فادعى ان احدى اذنيه نقص من سمعها شيئا قال</w:t>
      </w:r>
      <w:r w:rsidR="00CC15EB">
        <w:rPr>
          <w:rtl/>
        </w:rPr>
        <w:t>:</w:t>
      </w:r>
      <w:r>
        <w:rPr>
          <w:rtl/>
        </w:rPr>
        <w:t xml:space="preserve"> </w:t>
      </w:r>
      <w:r w:rsidRPr="00D95A45">
        <w:rPr>
          <w:rtl/>
        </w:rPr>
        <w:t>تسد التي ضربت سدا شديدا وتفتح الصحيحة يضرب لها بالجرس من حيال وجهه ويقال له اسمع فإذا خفى عليه الصوت علم مكانه ثم يذهب بالجرس من خلفه فيضرب له من خلفه حتى يخفى عليه الصوت ثم يعلم مكانه ثم يقاس ما بينهما فان كان سواء اعلم انه قد صدق</w:t>
      </w:r>
      <w:r w:rsidR="00CC15EB">
        <w:rPr>
          <w:rtl/>
        </w:rPr>
        <w:t>،</w:t>
      </w:r>
      <w:r>
        <w:rPr>
          <w:rtl/>
        </w:rPr>
        <w:t xml:space="preserve"> </w:t>
      </w:r>
      <w:r w:rsidRPr="00D95A45">
        <w:rPr>
          <w:rtl/>
        </w:rPr>
        <w:t>ثم يؤخذ به عن يمينه فيضرب به حتى يخفى عنه الصوت ثم يعلم مكانه ثم يقاس ما بينهما فان كان سواء اعلم انه قد صدق ثم يؤخذ عن يساره فيضرب به حتى يخفى عن الصوت ثم يعلم ثم يقاس ما بينهما فان كان سواء اعلم انه قد صدق</w:t>
      </w:r>
      <w:r w:rsidR="00CC15EB">
        <w:rPr>
          <w:rtl/>
        </w:rPr>
        <w:t>،</w:t>
      </w:r>
      <w:r>
        <w:rPr>
          <w:rtl/>
        </w:rPr>
        <w:t xml:space="preserve"> </w:t>
      </w:r>
      <w:r w:rsidRPr="00D95A45">
        <w:rPr>
          <w:rtl/>
        </w:rPr>
        <w:t>قال</w:t>
      </w:r>
      <w:r w:rsidR="00CC15EB">
        <w:rPr>
          <w:rtl/>
        </w:rPr>
        <w:t>:</w:t>
      </w:r>
      <w:r>
        <w:rPr>
          <w:rtl/>
        </w:rPr>
        <w:t xml:space="preserve"> </w:t>
      </w:r>
      <w:r w:rsidRPr="00D95A45">
        <w:rPr>
          <w:rtl/>
        </w:rPr>
        <w:t>ثم تفتح اذنه المعتلة وتسد الاخرى سدا جيدا ثم يضرب بالجرس قدامه ثم يعلم حيث يخفى عنه الصوت ثم يصنع به كما صنع اول مرة باذنه الصحيحة ثم يقاس ما بين الصحيحة والمعتلة فيعطى الارش بحساب ذلك.</w:t>
      </w:r>
    </w:p>
    <w:p w:rsidR="00AC7755" w:rsidRDefault="00D45E0E" w:rsidP="00AC7755">
      <w:pPr>
        <w:pStyle w:val="libNormal"/>
        <w:rPr>
          <w:rtl/>
        </w:rPr>
      </w:pPr>
      <w:r w:rsidRPr="00D95A45">
        <w:rPr>
          <w:rtl/>
        </w:rPr>
        <w:t>(1046) 79</w:t>
      </w:r>
      <w:r w:rsidR="00CC15EB">
        <w:rPr>
          <w:rtl/>
        </w:rPr>
        <w:t xml:space="preserve"> - </w:t>
      </w:r>
      <w:r w:rsidRPr="00D95A45">
        <w:rPr>
          <w:rtl/>
        </w:rPr>
        <w:t>الحسين بن سعيد عن حماد بن عيسى عن معاوية ابن عمار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الرجل يضرب في اذنه فيذهب بعض بصره فاي شئ يعطى</w:t>
      </w:r>
      <w:r>
        <w:rPr>
          <w:rtl/>
        </w:rPr>
        <w:t>؟</w:t>
      </w:r>
      <w:r w:rsidRPr="00D95A45">
        <w:rPr>
          <w:rtl/>
        </w:rPr>
        <w:t xml:space="preserve"> قال</w:t>
      </w:r>
      <w:r w:rsidR="00CC15EB">
        <w:rPr>
          <w:rtl/>
        </w:rPr>
        <w:t>:</w:t>
      </w:r>
      <w:r>
        <w:rPr>
          <w:rtl/>
        </w:rPr>
        <w:t xml:space="preserve"> </w:t>
      </w:r>
      <w:r w:rsidRPr="00D95A45">
        <w:rPr>
          <w:rtl/>
        </w:rPr>
        <w:t>يربط احداهما ثم توضع له بيضة ثم يقال له انظر ما دام يدعي انه يبصر موضعها حتى إذا انتهي الى موضع ان جازه قال</w:t>
      </w:r>
      <w:r w:rsidR="00CC15EB">
        <w:rPr>
          <w:rtl/>
        </w:rPr>
        <w:t>:</w:t>
      </w:r>
      <w:r>
        <w:rPr>
          <w:rtl/>
        </w:rPr>
        <w:t xml:space="preserve"> </w:t>
      </w:r>
      <w:r w:rsidRPr="00D95A45">
        <w:rPr>
          <w:rtl/>
        </w:rPr>
        <w:t>لا ابصر</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قال في الوافى</w:t>
      </w:r>
      <w:r w:rsidR="00CC15EB">
        <w:rPr>
          <w:rtl/>
        </w:rPr>
        <w:t>:</w:t>
      </w:r>
      <w:r>
        <w:rPr>
          <w:rtl/>
        </w:rPr>
        <w:t xml:space="preserve"> </w:t>
      </w:r>
      <w:r w:rsidRPr="00D95A45">
        <w:rPr>
          <w:rtl/>
        </w:rPr>
        <w:t>الظاهر انه سقط لفظة امير المؤمنين (ع) عن السند أو كان القائل جاهلا باختصاص اللقب فخاطب ابا عبد الله (ع) بذلك.</w:t>
      </w:r>
    </w:p>
    <w:p w:rsidR="00CC15EB" w:rsidRDefault="00CC15EB" w:rsidP="00AC7755">
      <w:pPr>
        <w:pStyle w:val="libFootnote0"/>
        <w:rPr>
          <w:rtl/>
        </w:rPr>
      </w:pPr>
      <w:r>
        <w:rPr>
          <w:rtl/>
        </w:rPr>
        <w:t>-</w:t>
      </w:r>
      <w:r w:rsidR="00D45E0E" w:rsidRPr="007277FF">
        <w:rPr>
          <w:rtl/>
        </w:rPr>
        <w:t xml:space="preserve"> 1045</w:t>
      </w:r>
      <w:r>
        <w:rPr>
          <w:rtl/>
        </w:rPr>
        <w:t xml:space="preserve"> - </w:t>
      </w:r>
      <w:r w:rsidR="00D45E0E" w:rsidRPr="007277FF">
        <w:rPr>
          <w:rtl/>
        </w:rPr>
        <w:t>الكافي ج 2 ص 330 الفقيه ج 4 ص 100</w:t>
      </w:r>
    </w:p>
    <w:p w:rsidR="00AC7755" w:rsidRDefault="00CC15EB" w:rsidP="00AC7755">
      <w:pPr>
        <w:pStyle w:val="libFootnote0"/>
        <w:rPr>
          <w:rtl/>
        </w:rPr>
      </w:pPr>
      <w:r>
        <w:rPr>
          <w:rtl/>
        </w:rPr>
        <w:t>-</w:t>
      </w:r>
      <w:r w:rsidR="00D45E0E" w:rsidRPr="00DA0376">
        <w:rPr>
          <w:rtl/>
        </w:rPr>
        <w:t xml:space="preserve"> 1046</w:t>
      </w:r>
      <w:r>
        <w:rPr>
          <w:rtl/>
        </w:rPr>
        <w:t xml:space="preserve"> - </w:t>
      </w:r>
      <w:r w:rsidR="00D45E0E" w:rsidRPr="00DA0376">
        <w:rPr>
          <w:rtl/>
        </w:rPr>
        <w:t>الكافي ج 2 ص 330</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قربها حتى ينظر ثم يعلم ذلك الموضع ثم يقاس بذلك من خلفه وعن يمينه وشماله فان جاء سواءا والا قيل له</w:t>
      </w:r>
      <w:r w:rsidR="00CC15EB">
        <w:rPr>
          <w:rtl/>
        </w:rPr>
        <w:t>:</w:t>
      </w:r>
      <w:r>
        <w:rPr>
          <w:rtl/>
        </w:rPr>
        <w:t xml:space="preserve"> </w:t>
      </w:r>
      <w:r w:rsidRPr="00DA0376">
        <w:rPr>
          <w:rtl/>
        </w:rPr>
        <w:t>كذبت حتى يصدق</w:t>
      </w:r>
      <w:r w:rsidR="00CC15EB">
        <w:rPr>
          <w:rtl/>
        </w:rPr>
        <w:t>،</w:t>
      </w:r>
      <w:r>
        <w:rPr>
          <w:rtl/>
        </w:rPr>
        <w:t xml:space="preserve"> </w:t>
      </w:r>
      <w:r w:rsidRPr="00DA0376">
        <w:rPr>
          <w:rtl/>
        </w:rPr>
        <w:t>قال</w:t>
      </w:r>
      <w:r w:rsidR="00CC15EB">
        <w:rPr>
          <w:rtl/>
        </w:rPr>
        <w:t>:</w:t>
      </w:r>
      <w:r>
        <w:rPr>
          <w:rtl/>
        </w:rPr>
        <w:t xml:space="preserve"> </w:t>
      </w:r>
      <w:r w:rsidRPr="00DA0376">
        <w:rPr>
          <w:rtl/>
        </w:rPr>
        <w:t>قلت</w:t>
      </w:r>
      <w:r w:rsidR="00CC15EB">
        <w:rPr>
          <w:rtl/>
        </w:rPr>
        <w:t>:</w:t>
      </w:r>
      <w:r>
        <w:rPr>
          <w:rtl/>
        </w:rPr>
        <w:t xml:space="preserve"> </w:t>
      </w:r>
      <w:r w:rsidRPr="00DA0376">
        <w:rPr>
          <w:rtl/>
        </w:rPr>
        <w:t>اليس يؤمن</w:t>
      </w:r>
      <w:r>
        <w:rPr>
          <w:rtl/>
        </w:rPr>
        <w:t>؟</w:t>
      </w:r>
      <w:r w:rsidRPr="00DA0376">
        <w:rPr>
          <w:rtl/>
        </w:rPr>
        <w:t xml:space="preserve"> قال</w:t>
      </w:r>
      <w:r w:rsidR="00CC15EB">
        <w:rPr>
          <w:rtl/>
        </w:rPr>
        <w:t>:</w:t>
      </w:r>
      <w:r>
        <w:rPr>
          <w:rtl/>
        </w:rPr>
        <w:t xml:space="preserve"> </w:t>
      </w:r>
      <w:r w:rsidRPr="00DA0376">
        <w:rPr>
          <w:rtl/>
        </w:rPr>
        <w:t>لا ولا كرامة</w:t>
      </w:r>
      <w:r w:rsidR="00CC15EB">
        <w:rPr>
          <w:rtl/>
        </w:rPr>
        <w:t>،</w:t>
      </w:r>
      <w:r>
        <w:rPr>
          <w:rtl/>
        </w:rPr>
        <w:t xml:space="preserve"> </w:t>
      </w:r>
      <w:r w:rsidRPr="00DA0376">
        <w:rPr>
          <w:rtl/>
        </w:rPr>
        <w:t>ويصنع بالعين الاخرى مثل ذلك ثم يقاس ذلك على دية العين.</w:t>
      </w:r>
    </w:p>
    <w:p w:rsidR="00AC7755" w:rsidRDefault="00D45E0E" w:rsidP="00AC7755">
      <w:pPr>
        <w:pStyle w:val="libNormal"/>
        <w:rPr>
          <w:rtl/>
        </w:rPr>
      </w:pPr>
      <w:r w:rsidRPr="00D95A45">
        <w:rPr>
          <w:rtl/>
        </w:rPr>
        <w:t>(1047) 80</w:t>
      </w:r>
      <w:r w:rsidR="00CC15EB">
        <w:rPr>
          <w:rtl/>
        </w:rPr>
        <w:t xml:space="preserve"> - </w:t>
      </w:r>
      <w:r w:rsidRPr="00D95A45">
        <w:rPr>
          <w:rtl/>
        </w:rPr>
        <w:t xml:space="preserve">عنه عن فضالة عن ابان عن الحسن بن كثير عن ابيه عن علي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اصيبت عين رجل وهي قائمة فأمر علي </w:t>
      </w:r>
      <w:r w:rsidR="00AC7755" w:rsidRPr="00AC7755">
        <w:rPr>
          <w:rStyle w:val="libAlaemChar"/>
          <w:rtl/>
        </w:rPr>
        <w:t>عليه‌السلام</w:t>
      </w:r>
      <w:r w:rsidRPr="00D95A45">
        <w:rPr>
          <w:rtl/>
        </w:rPr>
        <w:t xml:space="preserve"> فربطت عينه الصحيحة وأقام رجلا بحذاه بيده بيضة يقول</w:t>
      </w:r>
      <w:r w:rsidR="00CC15EB">
        <w:rPr>
          <w:rtl/>
        </w:rPr>
        <w:t>:</w:t>
      </w:r>
      <w:r>
        <w:rPr>
          <w:rtl/>
        </w:rPr>
        <w:t xml:space="preserve"> </w:t>
      </w:r>
      <w:r w:rsidRPr="00D95A45">
        <w:rPr>
          <w:rtl/>
        </w:rPr>
        <w:t>هل تراها</w:t>
      </w:r>
      <w:r>
        <w:rPr>
          <w:rtl/>
        </w:rPr>
        <w:t>؟</w:t>
      </w:r>
      <w:r w:rsidRPr="00D95A45">
        <w:rPr>
          <w:rtl/>
        </w:rPr>
        <w:t xml:space="preserve"> فإذا قال نعم تأخر قليلا حتى إذا خفيت عليه علم ذلك المكان</w:t>
      </w:r>
      <w:r w:rsidR="00CC15EB">
        <w:rPr>
          <w:rtl/>
        </w:rPr>
        <w:t>،</w:t>
      </w:r>
      <w:r>
        <w:rPr>
          <w:rtl/>
        </w:rPr>
        <w:t xml:space="preserve"> </w:t>
      </w:r>
      <w:r w:rsidRPr="00D95A45">
        <w:rPr>
          <w:rtl/>
        </w:rPr>
        <w:t>قال</w:t>
      </w:r>
      <w:r w:rsidR="00CC15EB">
        <w:rPr>
          <w:rtl/>
        </w:rPr>
        <w:t>:</w:t>
      </w:r>
      <w:r>
        <w:rPr>
          <w:rtl/>
        </w:rPr>
        <w:t xml:space="preserve"> </w:t>
      </w:r>
      <w:r w:rsidRPr="00D95A45">
        <w:rPr>
          <w:rtl/>
        </w:rPr>
        <w:t>وعصبت عينه المصابة قال</w:t>
      </w:r>
      <w:r w:rsidR="00CC15EB">
        <w:rPr>
          <w:rtl/>
        </w:rPr>
        <w:t>:</w:t>
      </w:r>
      <w:r>
        <w:rPr>
          <w:rtl/>
        </w:rPr>
        <w:t xml:space="preserve"> </w:t>
      </w:r>
      <w:r w:rsidRPr="00D95A45">
        <w:rPr>
          <w:rtl/>
        </w:rPr>
        <w:t>فجعل الرجل يتباعد وهو ينظر بعينه الصحيحة الى البيضة حتى إذا خفيت عليه ثم قيس ما بينهما واعطي الارش على ذلك.</w:t>
      </w:r>
    </w:p>
    <w:p w:rsidR="00AC7755" w:rsidRDefault="00D45E0E" w:rsidP="00AC7755">
      <w:pPr>
        <w:pStyle w:val="libNormal"/>
        <w:rPr>
          <w:rtl/>
        </w:rPr>
      </w:pPr>
      <w:r w:rsidRPr="00D95A45">
        <w:rPr>
          <w:rtl/>
        </w:rPr>
        <w:t>(1048) 81</w:t>
      </w:r>
      <w:r w:rsidR="00CC15EB">
        <w:rPr>
          <w:rtl/>
        </w:rPr>
        <w:t xml:space="preserve"> - </w:t>
      </w:r>
      <w:r w:rsidRPr="00D95A45">
        <w:rPr>
          <w:rtl/>
        </w:rPr>
        <w:t xml:space="preserve">الحسن بن محبوب عن حماد بن زيد عن سليمان بن خالد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العين يدعي صاحبها انه لا يبصر قال</w:t>
      </w:r>
      <w:r w:rsidR="00CC15EB">
        <w:rPr>
          <w:rtl/>
        </w:rPr>
        <w:t>:</w:t>
      </w:r>
      <w:r>
        <w:rPr>
          <w:rtl/>
        </w:rPr>
        <w:t xml:space="preserve"> </w:t>
      </w:r>
      <w:r w:rsidRPr="00D95A45">
        <w:rPr>
          <w:rtl/>
        </w:rPr>
        <w:t>يؤجل سنة ثم يستحلف بعد السنة انه لا يبصر ثم يعطى الدية</w:t>
      </w:r>
      <w:r w:rsidR="00CC15EB">
        <w:rPr>
          <w:rtl/>
        </w:rPr>
        <w:t>،</w:t>
      </w:r>
      <w:r>
        <w:rPr>
          <w:rtl/>
        </w:rPr>
        <w:t xml:space="preserve"> </w:t>
      </w:r>
      <w:r w:rsidRPr="00D95A45">
        <w:rPr>
          <w:rtl/>
        </w:rPr>
        <w:t>قال</w:t>
      </w:r>
      <w:r w:rsidR="00CC15EB">
        <w:rPr>
          <w:rtl/>
        </w:rPr>
        <w:t>:</w:t>
      </w:r>
      <w:r>
        <w:rPr>
          <w:rtl/>
        </w:rPr>
        <w:t xml:space="preserve"> </w:t>
      </w:r>
      <w:r w:rsidRPr="00D95A45">
        <w:rPr>
          <w:rtl/>
        </w:rPr>
        <w:t>قلت</w:t>
      </w:r>
      <w:r w:rsidR="00CC15EB">
        <w:rPr>
          <w:rtl/>
        </w:rPr>
        <w:t>:</w:t>
      </w:r>
      <w:r>
        <w:rPr>
          <w:rtl/>
        </w:rPr>
        <w:t xml:space="preserve"> </w:t>
      </w:r>
      <w:r w:rsidRPr="00D95A45">
        <w:rPr>
          <w:rtl/>
        </w:rPr>
        <w:t>فان هو أبصر بعده</w:t>
      </w:r>
      <w:r>
        <w:rPr>
          <w:rtl/>
        </w:rPr>
        <w:t>؟</w:t>
      </w:r>
      <w:r w:rsidRPr="00D95A45">
        <w:rPr>
          <w:rtl/>
        </w:rPr>
        <w:t xml:space="preserve"> قال</w:t>
      </w:r>
      <w:r w:rsidR="00CC15EB">
        <w:rPr>
          <w:rtl/>
        </w:rPr>
        <w:t>:</w:t>
      </w:r>
      <w:r>
        <w:rPr>
          <w:rtl/>
        </w:rPr>
        <w:t xml:space="preserve"> </w:t>
      </w:r>
      <w:r w:rsidRPr="00D95A45">
        <w:rPr>
          <w:rtl/>
        </w:rPr>
        <w:t>هو شئ اعطاه الله اياه.</w:t>
      </w:r>
    </w:p>
    <w:p w:rsidR="00AC7755" w:rsidRDefault="00D45E0E" w:rsidP="00AC7755">
      <w:pPr>
        <w:pStyle w:val="libNormal"/>
        <w:rPr>
          <w:rtl/>
        </w:rPr>
      </w:pPr>
      <w:r w:rsidRPr="00D95A45">
        <w:rPr>
          <w:rtl/>
        </w:rPr>
        <w:t>(1049) 82</w:t>
      </w:r>
      <w:r w:rsidR="00CC15EB">
        <w:rPr>
          <w:rtl/>
        </w:rPr>
        <w:t xml:space="preserve"> - </w:t>
      </w:r>
      <w:r w:rsidRPr="00D95A45">
        <w:rPr>
          <w:rtl/>
        </w:rPr>
        <w:t xml:space="preserve">الحسين بن سعيد عن النضر عن عاصم عن محمد بن قيس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رجل اصيبت احدى عينيه ان تؤخذ بيضة نعامة فيمشي بها وتوثق عينه الصحيحة حتى لا يبصرها وينتهى بصره ثم يحسب ما بين منتهى بصر عينه التى اصيبت ومنتهى عينه الصحيحة فيؤدى بحساب ذلك.</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1047</w:t>
      </w:r>
      <w:r>
        <w:rPr>
          <w:rtl/>
        </w:rPr>
        <w:t xml:space="preserve"> - </w:t>
      </w:r>
      <w:r w:rsidR="00D45E0E" w:rsidRPr="00D95A45">
        <w:rPr>
          <w:rtl/>
        </w:rPr>
        <w:t>الكافي ج 2 ص 330</w:t>
      </w:r>
    </w:p>
    <w:p w:rsidR="00CC15EB" w:rsidRDefault="00CC15EB" w:rsidP="00AC7755">
      <w:pPr>
        <w:pStyle w:val="libFootnote0"/>
        <w:rPr>
          <w:rtl/>
        </w:rPr>
      </w:pPr>
      <w:r>
        <w:rPr>
          <w:rtl/>
        </w:rPr>
        <w:t>-</w:t>
      </w:r>
      <w:r w:rsidR="00D45E0E" w:rsidRPr="007277FF">
        <w:rPr>
          <w:rtl/>
        </w:rPr>
        <w:t xml:space="preserve"> 1048</w:t>
      </w:r>
      <w:r>
        <w:rPr>
          <w:rtl/>
        </w:rPr>
        <w:t xml:space="preserve"> - </w:t>
      </w:r>
      <w:r w:rsidR="00D45E0E" w:rsidRPr="007277FF">
        <w:rPr>
          <w:rtl/>
        </w:rPr>
        <w:t>الفقيه ج 4 ص 101</w:t>
      </w:r>
    </w:p>
    <w:p w:rsidR="00AC7755" w:rsidRDefault="00CC15EB" w:rsidP="00AC7755">
      <w:pPr>
        <w:pStyle w:val="libFootnote0"/>
        <w:rPr>
          <w:rtl/>
        </w:rPr>
      </w:pPr>
      <w:r>
        <w:rPr>
          <w:rtl/>
        </w:rPr>
        <w:t>-</w:t>
      </w:r>
      <w:r w:rsidR="00D45E0E" w:rsidRPr="00DA0376">
        <w:rPr>
          <w:rtl/>
        </w:rPr>
        <w:t xml:space="preserve"> 1049</w:t>
      </w:r>
      <w:r>
        <w:rPr>
          <w:rtl/>
        </w:rPr>
        <w:t xml:space="preserve"> - </w:t>
      </w:r>
      <w:r w:rsidR="00D45E0E" w:rsidRPr="00DA0376">
        <w:rPr>
          <w:rtl/>
        </w:rPr>
        <w:t>الفقيه 4 ص 100</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(1050) 83</w:t>
      </w:r>
      <w:r w:rsidR="00CC15EB">
        <w:rPr>
          <w:rtl/>
        </w:rPr>
        <w:t xml:space="preserve"> - </w:t>
      </w:r>
      <w:r w:rsidRPr="00D95A45">
        <w:rPr>
          <w:rtl/>
        </w:rPr>
        <w:t xml:space="preserve">علي بن ابراهيم عن محمد بن عيسى عن يونس وعن ابيه عن ابن فضال جميعا عن ابي الحسن الرضا </w:t>
      </w:r>
      <w:r w:rsidR="00AC7755" w:rsidRPr="00AC7755">
        <w:rPr>
          <w:rStyle w:val="libAlaemChar"/>
          <w:rtl/>
        </w:rPr>
        <w:t>عليه‌السلام</w:t>
      </w:r>
      <w:r w:rsidRPr="00D95A45">
        <w:rPr>
          <w:rtl/>
        </w:rPr>
        <w:t xml:space="preserve"> قال يونس</w:t>
      </w:r>
      <w:r w:rsidR="00CC15EB">
        <w:rPr>
          <w:rtl/>
        </w:rPr>
        <w:t>:</w:t>
      </w:r>
      <w:r>
        <w:rPr>
          <w:rtl/>
        </w:rPr>
        <w:t xml:space="preserve"> </w:t>
      </w:r>
      <w:r w:rsidRPr="00D95A45">
        <w:rPr>
          <w:rtl/>
        </w:rPr>
        <w:t>عرضت عليه الكتاب فقال</w:t>
      </w:r>
      <w:r w:rsidR="00CC15EB">
        <w:rPr>
          <w:rtl/>
        </w:rPr>
        <w:t>:</w:t>
      </w:r>
      <w:r>
        <w:rPr>
          <w:rtl/>
        </w:rPr>
        <w:t xml:space="preserve"> </w:t>
      </w:r>
      <w:r w:rsidRPr="00D95A45">
        <w:rPr>
          <w:rtl/>
        </w:rPr>
        <w:t>هو صحيح</w:t>
      </w:r>
      <w:r w:rsidR="00CC15EB">
        <w:rPr>
          <w:rtl/>
        </w:rPr>
        <w:t>،</w:t>
      </w:r>
      <w:r>
        <w:rPr>
          <w:rtl/>
        </w:rPr>
        <w:t xml:space="preserve"> </w:t>
      </w:r>
      <w:r w:rsidRPr="00D95A45">
        <w:rPr>
          <w:rtl/>
        </w:rPr>
        <w:t>وقال ابن فضال</w:t>
      </w:r>
      <w:r w:rsidR="00CC15EB">
        <w:rPr>
          <w:rtl/>
        </w:rPr>
        <w:t>:</w:t>
      </w:r>
      <w:r>
        <w:rPr>
          <w:rtl/>
        </w:rPr>
        <w:t xml:space="preserve"> </w:t>
      </w:r>
      <w:r w:rsidRPr="00D95A45">
        <w:rPr>
          <w:rtl/>
        </w:rPr>
        <w:t>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إذا اصيب الرجل في احدى عينيه فانها تقاس ببيضة وتربط عينه المصابة وينظر ما ينتهي بصر عينه الصحيحة ثم تغطى عينه الصحيحة وينظر ما ينتهي عينه المصابة فتعطى ديته من حساب ذلك</w:t>
      </w:r>
      <w:r w:rsidR="00CC15EB">
        <w:rPr>
          <w:rtl/>
        </w:rPr>
        <w:t>،</w:t>
      </w:r>
      <w:r>
        <w:rPr>
          <w:rtl/>
        </w:rPr>
        <w:t xml:space="preserve"> </w:t>
      </w:r>
      <w:r w:rsidRPr="00D95A45">
        <w:rPr>
          <w:rtl/>
        </w:rPr>
        <w:t>والقسامة مع ذلك من الستة الاجزاء على قدر ما اصيب من عينه فان كان سدس بصره حلف هو وحده واعطي</w:t>
      </w:r>
      <w:r w:rsidR="00CC15EB">
        <w:rPr>
          <w:rtl/>
        </w:rPr>
        <w:t>،</w:t>
      </w:r>
      <w:r>
        <w:rPr>
          <w:rtl/>
        </w:rPr>
        <w:t xml:space="preserve"> </w:t>
      </w:r>
      <w:r w:rsidRPr="00D95A45">
        <w:rPr>
          <w:rtl/>
        </w:rPr>
        <w:t>وان كان ثلث بصره حلف هو وحلف معه رجل واحد</w:t>
      </w:r>
      <w:r w:rsidR="00CC15EB">
        <w:rPr>
          <w:rtl/>
        </w:rPr>
        <w:t>،</w:t>
      </w:r>
      <w:r>
        <w:rPr>
          <w:rtl/>
        </w:rPr>
        <w:t xml:space="preserve"> </w:t>
      </w:r>
      <w:r w:rsidRPr="00D95A45">
        <w:rPr>
          <w:rtl/>
        </w:rPr>
        <w:t>وان كان نصف بصره حلف هو وحلف معه رجلان</w:t>
      </w:r>
      <w:r w:rsidR="00CC15EB">
        <w:rPr>
          <w:rtl/>
        </w:rPr>
        <w:t>،</w:t>
      </w:r>
      <w:r>
        <w:rPr>
          <w:rtl/>
        </w:rPr>
        <w:t xml:space="preserve"> </w:t>
      </w:r>
      <w:r w:rsidRPr="00D95A45">
        <w:rPr>
          <w:rtl/>
        </w:rPr>
        <w:t>وان كان ثلثي بصره حلف هو وحلف معه ثلاثة نفر</w:t>
      </w:r>
      <w:r w:rsidR="00CC15EB">
        <w:rPr>
          <w:rtl/>
        </w:rPr>
        <w:t>،</w:t>
      </w:r>
      <w:r>
        <w:rPr>
          <w:rtl/>
        </w:rPr>
        <w:t xml:space="preserve"> </w:t>
      </w:r>
      <w:r w:rsidRPr="00D95A45">
        <w:rPr>
          <w:rtl/>
        </w:rPr>
        <w:t>وان كان خمسة اسداس بصره حلف هو وحلف معه اربعة نفر وان كان بصره كله حلف هو وحلف معه خمسة نفر كذلك القسامة كلها في الجرح</w:t>
      </w:r>
      <w:r w:rsidR="00CC15EB">
        <w:rPr>
          <w:rtl/>
        </w:rPr>
        <w:t>،</w:t>
      </w:r>
      <w:r>
        <w:rPr>
          <w:rtl/>
        </w:rPr>
        <w:t xml:space="preserve"> </w:t>
      </w:r>
      <w:r w:rsidRPr="00D95A45">
        <w:rPr>
          <w:rtl/>
        </w:rPr>
        <w:t>فان لم يكن للمصاب بصره من يحلف معه ضوعفت عليه الايمان ان كان سدس بصره حلف مرة واحدة</w:t>
      </w:r>
      <w:r w:rsidR="00CC15EB">
        <w:rPr>
          <w:rtl/>
        </w:rPr>
        <w:t>،</w:t>
      </w:r>
      <w:r>
        <w:rPr>
          <w:rtl/>
        </w:rPr>
        <w:t xml:space="preserve"> </w:t>
      </w:r>
      <w:r w:rsidRPr="00D95A45">
        <w:rPr>
          <w:rtl/>
        </w:rPr>
        <w:t>وان كان ثلث بصره حلف مرتين وعلى هذا الحساب</w:t>
      </w:r>
      <w:r w:rsidR="00CC15EB">
        <w:rPr>
          <w:rtl/>
        </w:rPr>
        <w:t>،</w:t>
      </w:r>
      <w:r>
        <w:rPr>
          <w:rtl/>
        </w:rPr>
        <w:t xml:space="preserve"> </w:t>
      </w:r>
      <w:r w:rsidRPr="00D95A45">
        <w:rPr>
          <w:rtl/>
        </w:rPr>
        <w:t>وانما القسامة على مبلغ منتهى بصره</w:t>
      </w:r>
      <w:r w:rsidR="00CC15EB">
        <w:rPr>
          <w:rtl/>
        </w:rPr>
        <w:t>،</w:t>
      </w:r>
      <w:r>
        <w:rPr>
          <w:rtl/>
        </w:rPr>
        <w:t xml:space="preserve"> </w:t>
      </w:r>
      <w:r w:rsidRPr="00D95A45">
        <w:rPr>
          <w:rtl/>
        </w:rPr>
        <w:t>وان كان السمع فعلى نحو من ذلك غير انه يضرب له بشئ حتى يعلم منتهى سمعه ثم يقاس من ذلك</w:t>
      </w:r>
      <w:r w:rsidR="00CC15EB">
        <w:rPr>
          <w:rtl/>
        </w:rPr>
        <w:t>،</w:t>
      </w:r>
      <w:r>
        <w:rPr>
          <w:rtl/>
        </w:rPr>
        <w:t xml:space="preserve"> </w:t>
      </w:r>
      <w:r w:rsidRPr="00D95A45">
        <w:rPr>
          <w:rtl/>
        </w:rPr>
        <w:t>والقسامة على نحو ما ينقص من سمعه</w:t>
      </w:r>
      <w:r w:rsidR="00CC15EB">
        <w:rPr>
          <w:rtl/>
        </w:rPr>
        <w:t>،</w:t>
      </w:r>
      <w:r>
        <w:rPr>
          <w:rtl/>
        </w:rPr>
        <w:t xml:space="preserve"> </w:t>
      </w:r>
      <w:r w:rsidRPr="00D95A45">
        <w:rPr>
          <w:rtl/>
        </w:rPr>
        <w:t>فان كان سمعه كله فخيف منه فجور فانه يترك حتى إذا استثقل نوما صيح به</w:t>
      </w:r>
      <w:r w:rsidR="00CC15EB">
        <w:rPr>
          <w:rtl/>
        </w:rPr>
        <w:t>،</w:t>
      </w:r>
      <w:r>
        <w:rPr>
          <w:rtl/>
        </w:rPr>
        <w:t xml:space="preserve"> </w:t>
      </w:r>
      <w:r w:rsidRPr="00D95A45">
        <w:rPr>
          <w:rtl/>
        </w:rPr>
        <w:t>فان سمع قاس بينهما الحاكم برأيه</w:t>
      </w:r>
      <w:r w:rsidR="00CC15EB">
        <w:rPr>
          <w:rtl/>
        </w:rPr>
        <w:t>،</w:t>
      </w:r>
      <w:r>
        <w:rPr>
          <w:rtl/>
        </w:rPr>
        <w:t xml:space="preserve"> </w:t>
      </w:r>
      <w:r w:rsidRPr="00D95A45">
        <w:rPr>
          <w:rtl/>
        </w:rPr>
        <w:t>وان كان النقص في العضد والفخذ فانه يعلم قدر ذلك</w:t>
      </w:r>
      <w:r w:rsidR="00CC15EB">
        <w:rPr>
          <w:rtl/>
        </w:rPr>
        <w:t>،</w:t>
      </w:r>
      <w:r>
        <w:rPr>
          <w:rtl/>
        </w:rPr>
        <w:t xml:space="preserve"> </w:t>
      </w:r>
      <w:r w:rsidRPr="00D95A45">
        <w:rPr>
          <w:rtl/>
        </w:rPr>
        <w:t>يقاس بخيط رجله الصحيحة ثم يقاس به المصابة فيعلم قدر ما نقصت رجله أو يده</w:t>
      </w:r>
      <w:r w:rsidR="00CC15EB">
        <w:rPr>
          <w:rtl/>
        </w:rPr>
        <w:t>،</w:t>
      </w:r>
      <w:r>
        <w:rPr>
          <w:rtl/>
        </w:rPr>
        <w:t xml:space="preserve"> </w:t>
      </w:r>
      <w:r w:rsidRPr="00D95A45">
        <w:rPr>
          <w:rtl/>
        </w:rPr>
        <w:t>فان اصيب الساق أو الساعد فمن الفخذ والعضد يقاس وينظر الحاكم قدر فخذه.</w:t>
      </w:r>
    </w:p>
    <w:p w:rsidR="00AC7755" w:rsidRDefault="00D45E0E" w:rsidP="00AC7755">
      <w:pPr>
        <w:pStyle w:val="libNormal"/>
        <w:rPr>
          <w:rtl/>
        </w:rPr>
      </w:pPr>
      <w:r w:rsidRPr="00D95A45">
        <w:rPr>
          <w:rtl/>
        </w:rPr>
        <w:t>(1051) 84</w:t>
      </w:r>
      <w:r w:rsidR="00CC15EB">
        <w:rPr>
          <w:rtl/>
        </w:rPr>
        <w:t xml:space="preserve"> - </w:t>
      </w:r>
      <w:r w:rsidRPr="00D95A45">
        <w:rPr>
          <w:rtl/>
        </w:rPr>
        <w:t>الحسين بن سعيد عن فضالة عن اسماعيل بن ابى</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1050</w:t>
      </w:r>
      <w:r>
        <w:rPr>
          <w:rtl/>
        </w:rPr>
        <w:t xml:space="preserve"> - </w:t>
      </w:r>
      <w:r w:rsidR="00D45E0E" w:rsidRPr="00D95A45">
        <w:rPr>
          <w:rtl/>
        </w:rPr>
        <w:t>الكافي ج 2 ص 330 الفقيه ج 4 ص 56 وفيه بعض الحديث بتفاوت فيهما</w:t>
      </w:r>
    </w:p>
    <w:p w:rsidR="00AC7755" w:rsidRDefault="00CC15EB" w:rsidP="00AC7755">
      <w:pPr>
        <w:pStyle w:val="libFootnote0"/>
        <w:rPr>
          <w:rtl/>
        </w:rPr>
      </w:pPr>
      <w:r>
        <w:rPr>
          <w:rtl/>
        </w:rPr>
        <w:t>-</w:t>
      </w:r>
      <w:r w:rsidR="00D45E0E" w:rsidRPr="00DA0376">
        <w:rPr>
          <w:rtl/>
        </w:rPr>
        <w:t xml:space="preserve"> 1051</w:t>
      </w:r>
      <w:r>
        <w:rPr>
          <w:rtl/>
        </w:rPr>
        <w:t xml:space="preserve"> - </w:t>
      </w:r>
      <w:r w:rsidR="00D45E0E" w:rsidRPr="00DA0376">
        <w:rPr>
          <w:rtl/>
        </w:rPr>
        <w:t>الفقيه ج 4 ص 101</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زياد عن ابى عبد الله </w:t>
      </w:r>
      <w:r w:rsidR="00AC7755" w:rsidRPr="00AC7755">
        <w:rPr>
          <w:rStyle w:val="libAlaemChar"/>
          <w:rtl/>
        </w:rPr>
        <w:t>عليه‌السلام</w:t>
      </w:r>
      <w:r w:rsidRPr="00DA0376">
        <w:rPr>
          <w:rtl/>
        </w:rPr>
        <w:t xml:space="preserve"> عن ابيه عن علي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لا تقاس عين في يوم غيم.</w:t>
      </w:r>
    </w:p>
    <w:p w:rsidR="00AC7755" w:rsidRDefault="00D45E0E" w:rsidP="00AC7755">
      <w:pPr>
        <w:pStyle w:val="libNormal"/>
        <w:rPr>
          <w:rtl/>
        </w:rPr>
      </w:pPr>
      <w:r w:rsidRPr="00D95A45">
        <w:rPr>
          <w:rtl/>
        </w:rPr>
        <w:t>(1052) 85</w:t>
      </w:r>
      <w:r w:rsidR="00CC15EB">
        <w:rPr>
          <w:rtl/>
        </w:rPr>
        <w:t xml:space="preserve"> - </w:t>
      </w:r>
      <w:r w:rsidRPr="00D95A45">
        <w:rPr>
          <w:rtl/>
        </w:rPr>
        <w:t xml:space="preserve">عنه عن محمد بن الفضيل عن ابي الحسن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لا تقاس عين في يوم غيم.</w:t>
      </w:r>
    </w:p>
    <w:p w:rsidR="00AC7755" w:rsidRDefault="00D45E0E" w:rsidP="00AC7755">
      <w:pPr>
        <w:pStyle w:val="libNormal"/>
        <w:rPr>
          <w:rtl/>
        </w:rPr>
      </w:pPr>
      <w:r w:rsidRPr="00D95A45">
        <w:rPr>
          <w:rtl/>
        </w:rPr>
        <w:t>(1053) 86</w:t>
      </w:r>
      <w:r w:rsidR="00CC15EB">
        <w:rPr>
          <w:rtl/>
        </w:rPr>
        <w:t xml:space="preserve"> - </w:t>
      </w:r>
      <w:r w:rsidRPr="00D95A45">
        <w:rPr>
          <w:rtl/>
        </w:rPr>
        <w:t>علي عن ابيه عن محمد بن الوليد عن محمد بن الفرات عن الاصبغ بن نباتة قال</w:t>
      </w:r>
      <w:r w:rsidR="00CC15EB">
        <w:rPr>
          <w:rtl/>
        </w:rPr>
        <w:t>:</w:t>
      </w:r>
      <w:r>
        <w:rPr>
          <w:rtl/>
        </w:rPr>
        <w:t xml:space="preserve"> </w:t>
      </w:r>
      <w:r w:rsidRPr="00D95A45">
        <w:rPr>
          <w:rtl/>
        </w:rPr>
        <w:t xml:space="preserve">سئل امير المؤمنين </w:t>
      </w:r>
      <w:r w:rsidR="00AC7755" w:rsidRPr="00AC7755">
        <w:rPr>
          <w:rStyle w:val="libAlaemChar"/>
          <w:rtl/>
        </w:rPr>
        <w:t>عليه‌السلام</w:t>
      </w:r>
      <w:r w:rsidRPr="00D95A45">
        <w:rPr>
          <w:rtl/>
        </w:rPr>
        <w:t xml:space="preserve"> عن رجل ضرب رجلا على هامته فادعى المضروب انه لا يبصر شيئا وانه لا يشم الرائحة وانه قد ذهب لسانه فقال امير المؤمنين </w:t>
      </w:r>
      <w:r w:rsidR="00AC7755" w:rsidRPr="00AC7755">
        <w:rPr>
          <w:rStyle w:val="libAlaemChar"/>
          <w:rtl/>
        </w:rPr>
        <w:t>عليه‌السلام</w:t>
      </w:r>
      <w:r w:rsidRPr="00D95A45">
        <w:rPr>
          <w:rtl/>
        </w:rPr>
        <w:t xml:space="preserve"> ان صدق فله ثلاث ديات</w:t>
      </w:r>
      <w:r w:rsidR="00CC15EB">
        <w:rPr>
          <w:rtl/>
        </w:rPr>
        <w:t>،</w:t>
      </w:r>
      <w:r>
        <w:rPr>
          <w:rtl/>
        </w:rPr>
        <w:t xml:space="preserve"> </w:t>
      </w:r>
      <w:r w:rsidRPr="00D95A45">
        <w:rPr>
          <w:rtl/>
        </w:rPr>
        <w:t>فقيل يا امير المؤمنين فكيف يعلم انه صادق</w:t>
      </w:r>
      <w:r>
        <w:rPr>
          <w:rtl/>
        </w:rPr>
        <w:t>؟</w:t>
      </w:r>
      <w:r w:rsidRPr="00D95A45">
        <w:rPr>
          <w:rtl/>
        </w:rPr>
        <w:t xml:space="preserve"> فقال</w:t>
      </w:r>
      <w:r w:rsidR="00CC15EB">
        <w:rPr>
          <w:rtl/>
        </w:rPr>
        <w:t>:</w:t>
      </w:r>
      <w:r>
        <w:rPr>
          <w:rtl/>
        </w:rPr>
        <w:t xml:space="preserve"> </w:t>
      </w:r>
      <w:r w:rsidRPr="00D95A45">
        <w:rPr>
          <w:rtl/>
        </w:rPr>
        <w:t>اما ما ادعى انه لا يشم رائحة فانه يدنى منه الحراق</w:t>
      </w:r>
      <w:r w:rsidR="00CC15EB">
        <w:rPr>
          <w:rtl/>
        </w:rPr>
        <w:t>،</w:t>
      </w:r>
      <w:r>
        <w:rPr>
          <w:rtl/>
        </w:rPr>
        <w:t xml:space="preserve"> </w:t>
      </w:r>
      <w:r w:rsidRPr="00D95A45">
        <w:rPr>
          <w:rtl/>
        </w:rPr>
        <w:t>فان كان كما يقول والا نحى رأسه ودمعت عينه واما ما ادعاه في عينه فانه يقابل بعينه عين الشمس</w:t>
      </w:r>
      <w:r w:rsidR="00CC15EB">
        <w:rPr>
          <w:rtl/>
        </w:rPr>
        <w:t>،</w:t>
      </w:r>
      <w:r>
        <w:rPr>
          <w:rtl/>
        </w:rPr>
        <w:t xml:space="preserve"> </w:t>
      </w:r>
      <w:r w:rsidRPr="00D95A45">
        <w:rPr>
          <w:rtl/>
        </w:rPr>
        <w:t>فان كان كاذبا لم يتمالك حتى يغمض عينه</w:t>
      </w:r>
      <w:r w:rsidR="00CC15EB">
        <w:rPr>
          <w:rtl/>
        </w:rPr>
        <w:t>،</w:t>
      </w:r>
      <w:r>
        <w:rPr>
          <w:rtl/>
        </w:rPr>
        <w:t xml:space="preserve"> </w:t>
      </w:r>
      <w:r w:rsidRPr="00D95A45">
        <w:rPr>
          <w:rtl/>
        </w:rPr>
        <w:t>وان كان صادقا بقيتا مفتوحتين</w:t>
      </w:r>
      <w:r w:rsidR="00CC15EB">
        <w:rPr>
          <w:rtl/>
        </w:rPr>
        <w:t>،</w:t>
      </w:r>
      <w:r>
        <w:rPr>
          <w:rtl/>
        </w:rPr>
        <w:t xml:space="preserve"> </w:t>
      </w:r>
      <w:r w:rsidRPr="00D95A45">
        <w:rPr>
          <w:rtl/>
        </w:rPr>
        <w:t>واما ما ادعاه في لسانه فانه يضرب على لسانه بالابرة فان خرج الدم احمر فقد كذب</w:t>
      </w:r>
      <w:r w:rsidR="00CC15EB">
        <w:rPr>
          <w:rtl/>
        </w:rPr>
        <w:t>،</w:t>
      </w:r>
      <w:r>
        <w:rPr>
          <w:rtl/>
        </w:rPr>
        <w:t xml:space="preserve"> </w:t>
      </w:r>
      <w:r w:rsidRPr="00D95A45">
        <w:rPr>
          <w:rtl/>
        </w:rPr>
        <w:t>وان خرج اسود فقد صدق</w:t>
      </w:r>
    </w:p>
    <w:p w:rsidR="00AC7755" w:rsidRDefault="00D45E0E" w:rsidP="00AC7755">
      <w:pPr>
        <w:pStyle w:val="libNormal"/>
        <w:rPr>
          <w:rtl/>
        </w:rPr>
      </w:pPr>
      <w:r w:rsidRPr="00D95A45">
        <w:rPr>
          <w:rtl/>
        </w:rPr>
        <w:t>(1054) 87</w:t>
      </w:r>
      <w:r w:rsidR="00CC15EB">
        <w:rPr>
          <w:rtl/>
        </w:rPr>
        <w:t xml:space="preserve"> - </w:t>
      </w:r>
      <w:r w:rsidRPr="00D95A45">
        <w:rPr>
          <w:rtl/>
        </w:rPr>
        <w:t>محمد بن يحيى عن محمد بن الحسين عن محمد بن اسماعيل عن صالح بن عقبة عن رفاعة بن موسى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ما تقول في رجل ضرب رجلا فنقص بعض نفسه بأي شئ يعرف</w:t>
      </w:r>
      <w:r>
        <w:rPr>
          <w:rtl/>
        </w:rPr>
        <w:t>؟</w:t>
      </w:r>
      <w:r w:rsidRPr="00D95A45">
        <w:rPr>
          <w:rtl/>
        </w:rPr>
        <w:t xml:space="preserve"> قال</w:t>
      </w:r>
      <w:r w:rsidR="00CC15EB">
        <w:rPr>
          <w:rtl/>
        </w:rPr>
        <w:t>:</w:t>
      </w:r>
      <w:r>
        <w:rPr>
          <w:rtl/>
        </w:rPr>
        <w:t xml:space="preserve"> </w:t>
      </w:r>
      <w:r w:rsidRPr="00D95A45">
        <w:rPr>
          <w:rtl/>
        </w:rPr>
        <w:t>بالساعات فقلت</w:t>
      </w:r>
      <w:r w:rsidR="00CC15EB">
        <w:rPr>
          <w:rtl/>
        </w:rPr>
        <w:t>:</w:t>
      </w:r>
      <w:r>
        <w:rPr>
          <w:rtl/>
        </w:rPr>
        <w:t xml:space="preserve"> </w:t>
      </w:r>
      <w:r w:rsidRPr="00D95A45">
        <w:rPr>
          <w:rtl/>
        </w:rPr>
        <w:t>فكيف بالساعات</w:t>
      </w:r>
      <w:r>
        <w:rPr>
          <w:rtl/>
        </w:rPr>
        <w:t>؟</w:t>
      </w:r>
      <w:r w:rsidRPr="00D95A45">
        <w:rPr>
          <w:rtl/>
        </w:rPr>
        <w:t xml:space="preserve"> قال</w:t>
      </w:r>
      <w:r w:rsidR="00CC15EB">
        <w:rPr>
          <w:rtl/>
        </w:rPr>
        <w:t>:</w:t>
      </w:r>
      <w:r>
        <w:rPr>
          <w:rtl/>
        </w:rPr>
        <w:t xml:space="preserve"> </w:t>
      </w:r>
      <w:r w:rsidRPr="00D95A45">
        <w:rPr>
          <w:rtl/>
        </w:rPr>
        <w:t>ان النفس يطلع الفجر وهو بالشق الايمن من الانف فإذا مضت الساعة صار إلى الشق الايسر فتنظر ما بين نفسك ونفسه ثم يحسب ثم يؤخذ بحساب ذلك منه.</w:t>
      </w:r>
    </w:p>
    <w:p w:rsidR="00AC7755" w:rsidRDefault="00D45E0E" w:rsidP="00AC7755">
      <w:pPr>
        <w:pStyle w:val="libNormal"/>
        <w:rPr>
          <w:rtl/>
        </w:rPr>
      </w:pPr>
      <w:r w:rsidRPr="00D95A45">
        <w:rPr>
          <w:rtl/>
        </w:rPr>
        <w:t>(1055) 88</w:t>
      </w:r>
      <w:r w:rsidR="00CC15EB">
        <w:rPr>
          <w:rtl/>
        </w:rPr>
        <w:t xml:space="preserve"> - </w:t>
      </w:r>
      <w:r w:rsidRPr="00D95A45">
        <w:rPr>
          <w:rtl/>
        </w:rPr>
        <w:t xml:space="preserve">وجعفر بن محمد عن عبيد الله عن عبد الله القداح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اتي امير المؤمنين </w:t>
      </w:r>
      <w:r w:rsidR="00AC7755" w:rsidRPr="00AC7755">
        <w:rPr>
          <w:rStyle w:val="libAlaemChar"/>
          <w:rtl/>
        </w:rPr>
        <w:t>عليه‌السلام</w:t>
      </w:r>
      <w:r w:rsidRPr="00D95A45">
        <w:rPr>
          <w:rtl/>
        </w:rPr>
        <w:t xml:space="preserve"> برجل قد ضرب رجلا حتى</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1053</w:t>
      </w:r>
      <w:r>
        <w:rPr>
          <w:rtl/>
        </w:rPr>
        <w:t xml:space="preserve"> - </w:t>
      </w:r>
      <w:r w:rsidR="00D45E0E" w:rsidRPr="00D95A45">
        <w:rPr>
          <w:rtl/>
        </w:rPr>
        <w:t>الكافي ج 2 ص 330</w:t>
      </w:r>
    </w:p>
    <w:p w:rsidR="00CC15EB" w:rsidRDefault="00CC15EB" w:rsidP="00AC7755">
      <w:pPr>
        <w:pStyle w:val="libFootnote0"/>
        <w:rPr>
          <w:rtl/>
        </w:rPr>
      </w:pPr>
      <w:r>
        <w:rPr>
          <w:rtl/>
        </w:rPr>
        <w:t>-</w:t>
      </w:r>
      <w:r w:rsidR="00D45E0E" w:rsidRPr="007277FF">
        <w:rPr>
          <w:rtl/>
        </w:rPr>
        <w:t xml:space="preserve"> 1054</w:t>
      </w:r>
      <w:r>
        <w:rPr>
          <w:rtl/>
        </w:rPr>
        <w:t xml:space="preserve"> - </w:t>
      </w:r>
      <w:r w:rsidR="00D45E0E" w:rsidRPr="007277FF">
        <w:rPr>
          <w:rtl/>
        </w:rPr>
        <w:t>الكافي ج 2 ص 331</w:t>
      </w:r>
    </w:p>
    <w:p w:rsidR="00AC7755" w:rsidRDefault="00CC15EB" w:rsidP="00AC7755">
      <w:pPr>
        <w:pStyle w:val="libFootnote0"/>
        <w:rPr>
          <w:rtl/>
        </w:rPr>
      </w:pPr>
      <w:r>
        <w:rPr>
          <w:rtl/>
        </w:rPr>
        <w:t>-</w:t>
      </w:r>
      <w:r w:rsidR="00D45E0E" w:rsidRPr="00DA0376">
        <w:rPr>
          <w:rtl/>
        </w:rPr>
        <w:t xml:space="preserve"> 1055</w:t>
      </w:r>
      <w:r>
        <w:rPr>
          <w:rtl/>
        </w:rPr>
        <w:t xml:space="preserve"> - </w:t>
      </w:r>
      <w:r w:rsidR="00D45E0E" w:rsidRPr="00DA0376">
        <w:rPr>
          <w:rtl/>
        </w:rPr>
        <w:t>الفقيه ج 4 ص 97</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نقص من بصره فدعا برجل من اسنانه ثم اراهم شيئا فنظر ما نقص من بصره فاعطاه دية ما انتقص من بصره.</w:t>
      </w:r>
    </w:p>
    <w:p w:rsidR="00AC7755" w:rsidRDefault="00D45E0E" w:rsidP="00CA44E1">
      <w:pPr>
        <w:pStyle w:val="Heading2Center"/>
        <w:rPr>
          <w:rtl/>
        </w:rPr>
      </w:pPr>
      <w:bookmarkStart w:id="24" w:name="_Toc394318288"/>
      <w:r w:rsidRPr="007277FF">
        <w:rPr>
          <w:rtl/>
        </w:rPr>
        <w:t>23</w:t>
      </w:r>
      <w:r w:rsidR="00CC15EB">
        <w:rPr>
          <w:rtl/>
        </w:rPr>
        <w:t xml:space="preserve"> - </w:t>
      </w:r>
      <w:r w:rsidRPr="007277FF">
        <w:rPr>
          <w:rtl/>
        </w:rPr>
        <w:t>باب ديه عين الاعور ولسان الاخرس واليد الشلاء والعين العمياء وقطع</w:t>
      </w:r>
      <w:r w:rsidR="00CA44E1">
        <w:rPr>
          <w:rFonts w:hint="cs"/>
          <w:rtl/>
        </w:rPr>
        <w:t xml:space="preserve"> </w:t>
      </w:r>
      <w:r w:rsidRPr="007277FF">
        <w:rPr>
          <w:rtl/>
        </w:rPr>
        <w:t>رأس الميت وابعاضه</w:t>
      </w:r>
      <w:bookmarkEnd w:id="24"/>
    </w:p>
    <w:p w:rsidR="00AC7755" w:rsidRDefault="00D45E0E" w:rsidP="00AC7755">
      <w:pPr>
        <w:pStyle w:val="libNormal"/>
        <w:rPr>
          <w:rtl/>
        </w:rPr>
      </w:pPr>
      <w:r w:rsidRPr="00D95A45">
        <w:rPr>
          <w:rtl/>
        </w:rPr>
        <w:t>(1056) 1</w:t>
      </w:r>
      <w:r w:rsidR="00CC15EB">
        <w:rPr>
          <w:rtl/>
        </w:rPr>
        <w:t xml:space="preserve"> - </w:t>
      </w:r>
      <w:r w:rsidRPr="00D95A45">
        <w:rPr>
          <w:rtl/>
        </w:rPr>
        <w:t xml:space="preserve">الحسين بن سعيد عن القاسم بن محمد عن علي عن ابى بصير عن ابى عبد الله </w:t>
      </w:r>
      <w:r w:rsidR="00AC7755" w:rsidRPr="00AC7755">
        <w:rPr>
          <w:rStyle w:val="libAlaemChar"/>
          <w:rtl/>
        </w:rPr>
        <w:t>عليه‌السلام</w:t>
      </w:r>
      <w:r w:rsidRPr="00D95A45">
        <w:rPr>
          <w:rtl/>
        </w:rPr>
        <w:t xml:space="preserve"> في عين الاعور الدية.</w:t>
      </w:r>
    </w:p>
    <w:p w:rsidR="00AC7755" w:rsidRDefault="00D45E0E" w:rsidP="00AC7755">
      <w:pPr>
        <w:pStyle w:val="libNormal"/>
        <w:rPr>
          <w:rtl/>
        </w:rPr>
      </w:pPr>
      <w:r w:rsidRPr="00D95A45">
        <w:rPr>
          <w:rtl/>
        </w:rPr>
        <w:t>(1057) 2</w:t>
      </w:r>
      <w:r w:rsidR="00CC15EB">
        <w:rPr>
          <w:rtl/>
        </w:rPr>
        <w:t xml:space="preserve"> - </w:t>
      </w:r>
      <w:r w:rsidRPr="00D95A45">
        <w:rPr>
          <w:rtl/>
        </w:rPr>
        <w:t>احمد بن محمد عن ابن ابي نجران عن عاصم بن حميد عن محمد بن قيس قال</w:t>
      </w:r>
      <w:r w:rsidR="00CC15EB">
        <w:rPr>
          <w:rtl/>
        </w:rPr>
        <w:t>:</w:t>
      </w:r>
      <w:r>
        <w:rPr>
          <w:rtl/>
        </w:rPr>
        <w:t xml:space="preserve"> </w:t>
      </w:r>
      <w:r w:rsidRPr="00D95A45">
        <w:rPr>
          <w:rtl/>
        </w:rPr>
        <w:t xml:space="preserve">قال أبو جعفر </w:t>
      </w:r>
      <w:r w:rsidR="00AC7755" w:rsidRPr="00AC7755">
        <w:rPr>
          <w:rStyle w:val="libAlaemChar"/>
          <w:rtl/>
        </w:rPr>
        <w:t>عليه‌السلام</w:t>
      </w:r>
      <w:r w:rsidR="00CC15EB">
        <w:rPr>
          <w:rtl/>
        </w:rPr>
        <w:t>:</w:t>
      </w:r>
      <w:r>
        <w:rPr>
          <w:rtl/>
        </w:rPr>
        <w:t xml:space="preserve"> </w:t>
      </w:r>
      <w:r w:rsidRPr="00D95A45">
        <w:rPr>
          <w:rtl/>
        </w:rPr>
        <w:t>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رجل اعور اصبيت عينه الصحيحة ففقئت أن تفقأ احدى عيني صاحبه ويعقل له نصف الدية</w:t>
      </w:r>
      <w:r w:rsidR="00CC15EB">
        <w:rPr>
          <w:rtl/>
        </w:rPr>
        <w:t>،</w:t>
      </w:r>
      <w:r>
        <w:rPr>
          <w:rtl/>
        </w:rPr>
        <w:t xml:space="preserve"> </w:t>
      </w:r>
      <w:r w:rsidRPr="00D95A45">
        <w:rPr>
          <w:rtl/>
        </w:rPr>
        <w:t>وان شاء أخذ دية كاملة ويعفو عن عين صاحبه.</w:t>
      </w:r>
    </w:p>
    <w:p w:rsidR="00AC7755" w:rsidRDefault="00D45E0E" w:rsidP="00AC7755">
      <w:pPr>
        <w:pStyle w:val="libNormal"/>
        <w:rPr>
          <w:rtl/>
        </w:rPr>
      </w:pPr>
      <w:r w:rsidRPr="00D95A45">
        <w:rPr>
          <w:rtl/>
        </w:rPr>
        <w:t>(1058) 3</w:t>
      </w:r>
      <w:r w:rsidR="00CC15EB">
        <w:rPr>
          <w:rtl/>
        </w:rPr>
        <w:t xml:space="preserve"> - </w:t>
      </w:r>
      <w:r w:rsidRPr="00D95A45">
        <w:rPr>
          <w:rtl/>
        </w:rPr>
        <w:t xml:space="preserve">محمد بن علي بن محبوب عن محمد بن حسان عن ابي عمران الارمني عن عبد الله بن الحكم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صحيح فقأ عين رجل اعور فقال</w:t>
      </w:r>
      <w:r w:rsidR="00CC15EB">
        <w:rPr>
          <w:rtl/>
        </w:rPr>
        <w:t>:</w:t>
      </w:r>
      <w:r>
        <w:rPr>
          <w:rtl/>
        </w:rPr>
        <w:t xml:space="preserve"> </w:t>
      </w:r>
      <w:r w:rsidRPr="00D95A45">
        <w:rPr>
          <w:rtl/>
        </w:rPr>
        <w:t>عليه الدية كاملة فان شاء الذى فقئت عينه ان يقتص من صاحبه ويأخذ منه خمسة آلاف درهم فعل</w:t>
      </w:r>
      <w:r w:rsidR="00CC15EB">
        <w:rPr>
          <w:rtl/>
        </w:rPr>
        <w:t>،</w:t>
      </w:r>
      <w:r>
        <w:rPr>
          <w:rtl/>
        </w:rPr>
        <w:t xml:space="preserve"> </w:t>
      </w:r>
      <w:r w:rsidRPr="00D95A45">
        <w:rPr>
          <w:rtl/>
        </w:rPr>
        <w:t>لأن له الدية كاملة وقد اخذ نصفها بالقصاص.</w:t>
      </w:r>
    </w:p>
    <w:p w:rsidR="00AC7755" w:rsidRDefault="00D45E0E" w:rsidP="00AC7755">
      <w:pPr>
        <w:pStyle w:val="libNormal"/>
        <w:rPr>
          <w:rtl/>
        </w:rPr>
      </w:pPr>
      <w:r w:rsidRPr="00D95A45">
        <w:rPr>
          <w:rtl/>
        </w:rPr>
        <w:t>(1059) 4</w:t>
      </w:r>
      <w:r w:rsidR="00CC15EB">
        <w:rPr>
          <w:rtl/>
        </w:rPr>
        <w:t xml:space="preserve"> - </w:t>
      </w:r>
      <w:r w:rsidRPr="00D95A45">
        <w:rPr>
          <w:rtl/>
        </w:rPr>
        <w:t>علي عن ابيه عن ابن ابي عمير عن حماد عن الحلبي</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1056</w:t>
      </w:r>
      <w:r>
        <w:rPr>
          <w:rFonts w:hint="cs"/>
          <w:rtl/>
        </w:rPr>
        <w:t xml:space="preserve"> - </w:t>
      </w:r>
      <w:r w:rsidR="00D45E0E" w:rsidRPr="007277FF">
        <w:rPr>
          <w:rtl/>
        </w:rPr>
        <w:t>1057</w:t>
      </w:r>
      <w:r>
        <w:rPr>
          <w:rtl/>
        </w:rPr>
        <w:t xml:space="preserve"> - </w:t>
      </w:r>
      <w:r w:rsidR="00D45E0E" w:rsidRPr="007277FF">
        <w:rPr>
          <w:rtl/>
        </w:rPr>
        <w:t>الكافي ج 2 ص 328</w:t>
      </w:r>
    </w:p>
    <w:p w:rsidR="00AC7755" w:rsidRDefault="00CC15EB" w:rsidP="00AC7755">
      <w:pPr>
        <w:pStyle w:val="libFootnote0"/>
        <w:rPr>
          <w:rtl/>
        </w:rPr>
      </w:pPr>
      <w:r>
        <w:rPr>
          <w:rtl/>
        </w:rPr>
        <w:t>-</w:t>
      </w:r>
      <w:r w:rsidR="00D45E0E" w:rsidRPr="00DA0376">
        <w:rPr>
          <w:rtl/>
        </w:rPr>
        <w:t xml:space="preserve"> 1095</w:t>
      </w:r>
      <w:r>
        <w:rPr>
          <w:rtl/>
        </w:rPr>
        <w:t xml:space="preserve"> - </w:t>
      </w:r>
      <w:r w:rsidR="00D45E0E" w:rsidRPr="00DA0376">
        <w:rPr>
          <w:rtl/>
        </w:rPr>
        <w:t>الكافي ج 2 ص 329</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عن ابي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في عين الاعور دية كاملة.</w:t>
      </w:r>
    </w:p>
    <w:p w:rsidR="00AC7755" w:rsidRDefault="00D45E0E" w:rsidP="00AC7755">
      <w:pPr>
        <w:pStyle w:val="libNormal"/>
        <w:rPr>
          <w:rtl/>
        </w:rPr>
      </w:pPr>
      <w:r w:rsidRPr="00D95A45">
        <w:rPr>
          <w:rtl/>
        </w:rPr>
        <w:t>(1060) 5</w:t>
      </w:r>
      <w:r w:rsidR="00CC15EB">
        <w:rPr>
          <w:rtl/>
        </w:rPr>
        <w:t xml:space="preserve"> - </w:t>
      </w:r>
      <w:r w:rsidRPr="00D95A45">
        <w:rPr>
          <w:rtl/>
        </w:rPr>
        <w:t xml:space="preserve">محمد بن يحيى عن موسى بن الحسن محمد بن عبد الحميد عن ابي جميلة عن عبد الله بن سليمان عن عبد الله بن ابى جعفر عن ابى عبد الله </w:t>
      </w:r>
      <w:r w:rsidR="00AC7755" w:rsidRPr="00AC7755">
        <w:rPr>
          <w:rStyle w:val="libAlaemChar"/>
          <w:rtl/>
        </w:rPr>
        <w:t>عليه‌السلام</w:t>
      </w:r>
      <w:r w:rsidRPr="00D95A45">
        <w:rPr>
          <w:rtl/>
        </w:rPr>
        <w:t xml:space="preserve"> انه قال في العين العوراء تكون قائمة تخسف قال</w:t>
      </w:r>
      <w:r w:rsidR="00CC15EB">
        <w:rPr>
          <w:rtl/>
        </w:rPr>
        <w:t>:</w:t>
      </w:r>
      <w:r>
        <w:rPr>
          <w:rtl/>
        </w:rPr>
        <w:t xml:space="preserve"> </w:t>
      </w:r>
      <w:r w:rsidRPr="00D95A45">
        <w:rPr>
          <w:rtl/>
        </w:rPr>
        <w:t xml:space="preserve">قضى فيها علي </w:t>
      </w:r>
      <w:r w:rsidR="00AC7755" w:rsidRPr="00AC7755">
        <w:rPr>
          <w:rStyle w:val="libAlaemChar"/>
          <w:rtl/>
        </w:rPr>
        <w:t>عليه‌السلام</w:t>
      </w:r>
      <w:r w:rsidRPr="00D95A45">
        <w:rPr>
          <w:rtl/>
        </w:rPr>
        <w:t xml:space="preserve"> بنصف الدية في العين الصحيحة.</w:t>
      </w:r>
    </w:p>
    <w:p w:rsidR="00AC7755" w:rsidRDefault="00D45E0E" w:rsidP="00AC7755">
      <w:pPr>
        <w:pStyle w:val="libNormal"/>
        <w:rPr>
          <w:rtl/>
        </w:rPr>
      </w:pPr>
      <w:r w:rsidRPr="00D95A45">
        <w:rPr>
          <w:rtl/>
        </w:rPr>
        <w:t>(1061) 6</w:t>
      </w:r>
      <w:r w:rsidR="00CC15EB">
        <w:rPr>
          <w:rtl/>
        </w:rPr>
        <w:t xml:space="preserve"> - </w:t>
      </w:r>
      <w:r w:rsidRPr="00D95A45">
        <w:rPr>
          <w:rtl/>
        </w:rPr>
        <w:t xml:space="preserve">علي عن احمد بن محمد بن ابي نصر عن ابي جميلة مفضل بن صالح عن عبد الله بن سليمان عن ابى عبد الله </w:t>
      </w:r>
      <w:r w:rsidR="00AC7755" w:rsidRPr="00AC7755">
        <w:rPr>
          <w:rStyle w:val="libAlaemChar"/>
          <w:rtl/>
        </w:rPr>
        <w:t>عليه‌السلام</w:t>
      </w:r>
      <w:r w:rsidRPr="00D95A45">
        <w:rPr>
          <w:rtl/>
        </w:rPr>
        <w:t xml:space="preserve"> في رجل فقأ عين رجل ذاهبة وهي قائمة قال</w:t>
      </w:r>
      <w:r w:rsidR="00CC15EB">
        <w:rPr>
          <w:rtl/>
        </w:rPr>
        <w:t>:</w:t>
      </w:r>
      <w:r>
        <w:rPr>
          <w:rtl/>
        </w:rPr>
        <w:t xml:space="preserve"> </w:t>
      </w:r>
      <w:r w:rsidRPr="00D95A45">
        <w:rPr>
          <w:rtl/>
        </w:rPr>
        <w:t>عليه ربع دية العين.</w:t>
      </w:r>
    </w:p>
    <w:p w:rsidR="00AC7755" w:rsidRDefault="00D45E0E" w:rsidP="00AC7755">
      <w:pPr>
        <w:pStyle w:val="libNormal"/>
        <w:rPr>
          <w:rtl/>
        </w:rPr>
      </w:pPr>
      <w:r w:rsidRPr="00D95A45">
        <w:rPr>
          <w:rtl/>
        </w:rPr>
        <w:t>(1062) 7</w:t>
      </w:r>
      <w:r w:rsidR="00CC15EB">
        <w:rPr>
          <w:rtl/>
        </w:rPr>
        <w:t xml:space="preserve"> - </w:t>
      </w:r>
      <w:r w:rsidRPr="00D95A45">
        <w:rPr>
          <w:rtl/>
        </w:rPr>
        <w:t xml:space="preserve">الحسن محبوب عن ابي ايوب عن بريد بن معاوية عن ابي جعفر </w:t>
      </w:r>
      <w:r w:rsidR="00AC7755" w:rsidRPr="00AC7755">
        <w:rPr>
          <w:rStyle w:val="libAlaemChar"/>
          <w:rtl/>
        </w:rPr>
        <w:t>عليه‌السلام</w:t>
      </w:r>
      <w:r w:rsidRPr="00D95A45">
        <w:rPr>
          <w:rtl/>
        </w:rPr>
        <w:t xml:space="preserve"> إنه قال</w:t>
      </w:r>
      <w:r w:rsidR="00CC15EB">
        <w:rPr>
          <w:rtl/>
        </w:rPr>
        <w:t>:</w:t>
      </w:r>
      <w:r>
        <w:rPr>
          <w:rtl/>
        </w:rPr>
        <w:t xml:space="preserve"> </w:t>
      </w:r>
      <w:r w:rsidRPr="00D95A45">
        <w:rPr>
          <w:rtl/>
        </w:rPr>
        <w:t>في لسان الاخرس وعين الاعمى وذكر الخصي الحر وانثييه ثلث الدية.</w:t>
      </w:r>
    </w:p>
    <w:p w:rsidR="00AC7755" w:rsidRDefault="00D45E0E" w:rsidP="00AC7755">
      <w:pPr>
        <w:pStyle w:val="libNormal"/>
        <w:rPr>
          <w:rtl/>
        </w:rPr>
      </w:pPr>
      <w:r w:rsidRPr="00D95A45">
        <w:rPr>
          <w:rtl/>
        </w:rPr>
        <w:t>(1063) 8</w:t>
      </w:r>
      <w:r w:rsidR="00CC15EB">
        <w:rPr>
          <w:rtl/>
        </w:rPr>
        <w:t xml:space="preserve"> - </w:t>
      </w:r>
      <w:r w:rsidRPr="00D95A45">
        <w:rPr>
          <w:rtl/>
        </w:rPr>
        <w:t xml:space="preserve">ابن محبوب عن هشام بن سالم عن ابي بصير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سأله بعض آل زرارة عن رجل قطع لسان رجل اخرس قال</w:t>
      </w:r>
      <w:r w:rsidR="00CC15EB">
        <w:rPr>
          <w:rtl/>
        </w:rPr>
        <w:t>:</w:t>
      </w:r>
      <w:r>
        <w:rPr>
          <w:rtl/>
        </w:rPr>
        <w:t xml:space="preserve"> </w:t>
      </w:r>
      <w:r w:rsidRPr="00D95A45">
        <w:rPr>
          <w:rtl/>
        </w:rPr>
        <w:t>فقال</w:t>
      </w:r>
      <w:r w:rsidR="00CC15EB">
        <w:rPr>
          <w:rtl/>
        </w:rPr>
        <w:t>:</w:t>
      </w:r>
      <w:r>
        <w:rPr>
          <w:rtl/>
        </w:rPr>
        <w:t xml:space="preserve"> </w:t>
      </w:r>
      <w:r w:rsidRPr="00D95A45">
        <w:rPr>
          <w:rtl/>
        </w:rPr>
        <w:t>ان كان ولدته أمه وهو اخرس فعليه ثلث الدية</w:t>
      </w:r>
      <w:r w:rsidR="00CC15EB">
        <w:rPr>
          <w:rtl/>
        </w:rPr>
        <w:t>،</w:t>
      </w:r>
      <w:r>
        <w:rPr>
          <w:rtl/>
        </w:rPr>
        <w:t xml:space="preserve"> </w:t>
      </w:r>
      <w:r w:rsidRPr="00D95A45">
        <w:rPr>
          <w:rtl/>
        </w:rPr>
        <w:t>وان كان لسانه ذهب به وجع أو آفة بعدما كان يتكلم فان على الذي قطع لسانه ثلث دية لسانه</w:t>
      </w:r>
      <w:r w:rsidR="00CC15EB">
        <w:rPr>
          <w:rtl/>
        </w:rPr>
        <w:t>،</w:t>
      </w:r>
      <w:r>
        <w:rPr>
          <w:rtl/>
        </w:rPr>
        <w:t xml:space="preserve"> </w:t>
      </w:r>
      <w:r w:rsidRPr="00D95A45">
        <w:rPr>
          <w:rtl/>
        </w:rPr>
        <w:t>قال</w:t>
      </w:r>
      <w:r w:rsidR="00CC15EB">
        <w:rPr>
          <w:rtl/>
        </w:rPr>
        <w:t>:</w:t>
      </w:r>
      <w:r>
        <w:rPr>
          <w:rtl/>
        </w:rPr>
        <w:t xml:space="preserve"> </w:t>
      </w:r>
      <w:r w:rsidRPr="00D95A45">
        <w:rPr>
          <w:rtl/>
        </w:rPr>
        <w:t>وكذلك القضاء في العينين والجوارح</w:t>
      </w:r>
      <w:r w:rsidR="00CC15EB">
        <w:rPr>
          <w:rtl/>
        </w:rPr>
        <w:t>،</w:t>
      </w:r>
      <w:r>
        <w:rPr>
          <w:rtl/>
        </w:rPr>
        <w:t xml:space="preserve"> </w:t>
      </w:r>
      <w:r w:rsidRPr="00D95A45">
        <w:rPr>
          <w:rtl/>
        </w:rPr>
        <w:t>قال</w:t>
      </w:r>
      <w:r w:rsidR="00CC15EB">
        <w:rPr>
          <w:rtl/>
        </w:rPr>
        <w:t>:</w:t>
      </w:r>
      <w:r>
        <w:rPr>
          <w:rtl/>
        </w:rPr>
        <w:t xml:space="preserve"> </w:t>
      </w:r>
      <w:r w:rsidRPr="00D95A45">
        <w:rPr>
          <w:rtl/>
        </w:rPr>
        <w:t xml:space="preserve">وهكذا وجدناه في كتاب علي </w:t>
      </w:r>
      <w:r w:rsidR="00AC7755" w:rsidRPr="00AC7755">
        <w:rPr>
          <w:rStyle w:val="libAlaemChar"/>
          <w:rtl/>
        </w:rPr>
        <w:t>عليه‌السلام</w:t>
      </w:r>
      <w:r w:rsidRPr="00D95A45">
        <w:rPr>
          <w:rtl/>
        </w:rPr>
        <w:t>.</w:t>
      </w:r>
    </w:p>
    <w:p w:rsidR="00AC7755" w:rsidRDefault="00D45E0E" w:rsidP="00AC7755">
      <w:pPr>
        <w:pStyle w:val="libNormal"/>
        <w:rPr>
          <w:rtl/>
        </w:rPr>
      </w:pPr>
      <w:r w:rsidRPr="00D95A45">
        <w:rPr>
          <w:rtl/>
        </w:rPr>
        <w:t>(1064) 9</w:t>
      </w:r>
      <w:r w:rsidR="00CC15EB">
        <w:rPr>
          <w:rtl/>
        </w:rPr>
        <w:t xml:space="preserve"> - </w:t>
      </w:r>
      <w:r w:rsidRPr="00D95A45">
        <w:rPr>
          <w:rtl/>
        </w:rPr>
        <w:t xml:space="preserve">الحسن بن محبوب عن حماد بن زياد عن سليمان بن خالد عن ابي عبد الله </w:t>
      </w:r>
      <w:r w:rsidR="00AC7755" w:rsidRPr="00AC7755">
        <w:rPr>
          <w:rStyle w:val="libAlaemChar"/>
          <w:rtl/>
        </w:rPr>
        <w:t>عليه‌السلام</w:t>
      </w:r>
      <w:r w:rsidRPr="00D95A45">
        <w:rPr>
          <w:rtl/>
        </w:rPr>
        <w:t xml:space="preserve"> في رجل قطع يد رجل شلاء قال</w:t>
      </w:r>
      <w:r w:rsidR="00CC15EB">
        <w:rPr>
          <w:rtl/>
        </w:rPr>
        <w:t>:</w:t>
      </w:r>
      <w:r>
        <w:rPr>
          <w:rtl/>
        </w:rPr>
        <w:t xml:space="preserve"> </w:t>
      </w:r>
      <w:r w:rsidRPr="00D95A45">
        <w:rPr>
          <w:rtl/>
        </w:rPr>
        <w:t>عليه ثلث الدية.</w:t>
      </w:r>
    </w:p>
    <w:p w:rsidR="00AC7755" w:rsidRDefault="00D45E0E" w:rsidP="00AC7755">
      <w:pPr>
        <w:pStyle w:val="libNormal"/>
        <w:rPr>
          <w:rtl/>
        </w:rPr>
      </w:pPr>
      <w:r w:rsidRPr="00D95A45">
        <w:rPr>
          <w:rtl/>
        </w:rPr>
        <w:t>(1065) 10</w:t>
      </w:r>
      <w:r w:rsidR="00CC15EB">
        <w:rPr>
          <w:rtl/>
        </w:rPr>
        <w:t xml:space="preserve"> - </w:t>
      </w:r>
      <w:r w:rsidRPr="00D95A45">
        <w:rPr>
          <w:rtl/>
        </w:rPr>
        <w:t>علي بن ابراهيم عن ابيه عن الحسن بن موسى عن محمد بن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1060</w:t>
      </w:r>
      <w:r>
        <w:rPr>
          <w:rFonts w:hint="cs"/>
          <w:rtl/>
        </w:rPr>
        <w:t xml:space="preserve"> - </w:t>
      </w:r>
      <w:r w:rsidR="00D45E0E" w:rsidRPr="007277FF">
        <w:rPr>
          <w:rtl/>
        </w:rPr>
        <w:t>1061</w:t>
      </w:r>
      <w:r>
        <w:rPr>
          <w:rtl/>
        </w:rPr>
        <w:t xml:space="preserve"> - </w:t>
      </w:r>
      <w:r w:rsidR="00D45E0E" w:rsidRPr="007277FF">
        <w:rPr>
          <w:rtl/>
        </w:rPr>
        <w:t>1062</w:t>
      </w:r>
      <w:r>
        <w:rPr>
          <w:rtl/>
        </w:rPr>
        <w:t xml:space="preserve"> - </w:t>
      </w:r>
      <w:r w:rsidR="00D45E0E" w:rsidRPr="007277FF">
        <w:rPr>
          <w:rtl/>
        </w:rPr>
        <w:t>الكافي ج 2 ص 329 واخرج الاخير الصدوق في الفقيه ج 4 ص 98</w:t>
      </w:r>
    </w:p>
    <w:p w:rsidR="00CC15EB" w:rsidRDefault="00CC15EB" w:rsidP="00AC7755">
      <w:pPr>
        <w:pStyle w:val="libFootnote0"/>
        <w:rPr>
          <w:rtl/>
        </w:rPr>
      </w:pPr>
      <w:r>
        <w:rPr>
          <w:rtl/>
        </w:rPr>
        <w:t>-</w:t>
      </w:r>
      <w:r w:rsidR="00D45E0E" w:rsidRPr="007277FF">
        <w:rPr>
          <w:rtl/>
        </w:rPr>
        <w:t xml:space="preserve"> 1063</w:t>
      </w:r>
      <w:r>
        <w:rPr>
          <w:rtl/>
        </w:rPr>
        <w:t xml:space="preserve"> - </w:t>
      </w:r>
      <w:r w:rsidR="00D45E0E" w:rsidRPr="007277FF">
        <w:rPr>
          <w:rtl/>
        </w:rPr>
        <w:t>1064</w:t>
      </w:r>
      <w:r>
        <w:rPr>
          <w:rtl/>
        </w:rPr>
        <w:t xml:space="preserve"> - </w:t>
      </w:r>
      <w:r w:rsidR="00D45E0E" w:rsidRPr="007277FF">
        <w:rPr>
          <w:rtl/>
        </w:rPr>
        <w:t>الكافي ج 2 ص 329 واخرج الثاني الصدوق في الفقيه ج 4 ص 111</w:t>
      </w:r>
    </w:p>
    <w:p w:rsidR="00AC7755" w:rsidRDefault="00CC15EB" w:rsidP="00AC7755">
      <w:pPr>
        <w:pStyle w:val="libFootnote0"/>
        <w:rPr>
          <w:rtl/>
        </w:rPr>
      </w:pPr>
      <w:r>
        <w:rPr>
          <w:rtl/>
        </w:rPr>
        <w:t>-</w:t>
      </w:r>
      <w:r w:rsidR="00D45E0E" w:rsidRPr="00DA0376">
        <w:rPr>
          <w:rtl/>
        </w:rPr>
        <w:t xml:space="preserve"> 1065</w:t>
      </w:r>
      <w:r>
        <w:rPr>
          <w:rtl/>
        </w:rPr>
        <w:t xml:space="preserve"> - </w:t>
      </w:r>
      <w:r w:rsidR="00D45E0E" w:rsidRPr="00DA0376">
        <w:rPr>
          <w:rtl/>
        </w:rPr>
        <w:t>الاستبصار ج 4 ص 295 الكافي ج 2 ص 328</w:t>
      </w:r>
      <w:r w:rsidR="00D45E0E">
        <w:rPr>
          <w:rtl/>
        </w:rPr>
        <w:t>.</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الصباح عن بعض اصحابنا قال</w:t>
      </w:r>
      <w:r w:rsidR="00CC15EB">
        <w:rPr>
          <w:rtl/>
        </w:rPr>
        <w:t>:</w:t>
      </w:r>
      <w:r>
        <w:rPr>
          <w:rtl/>
        </w:rPr>
        <w:t xml:space="preserve"> </w:t>
      </w:r>
      <w:r w:rsidRPr="00DA0376">
        <w:rPr>
          <w:rtl/>
        </w:rPr>
        <w:t>اتى الربيع ابا جعفر المنصور وهو خليفة في الطواف فقال</w:t>
      </w:r>
      <w:r w:rsidR="00CC15EB">
        <w:rPr>
          <w:rtl/>
        </w:rPr>
        <w:t>:</w:t>
      </w:r>
      <w:r>
        <w:rPr>
          <w:rtl/>
        </w:rPr>
        <w:t xml:space="preserve"> </w:t>
      </w:r>
      <w:r w:rsidRPr="00DA0376">
        <w:rPr>
          <w:rtl/>
        </w:rPr>
        <w:t>يا امير المؤمنين مات فلان مولاك البارحة فقطع فلان مولاك راسه بعد موته قال</w:t>
      </w:r>
      <w:r w:rsidR="00CC15EB">
        <w:rPr>
          <w:rtl/>
        </w:rPr>
        <w:t>:</w:t>
      </w:r>
      <w:r>
        <w:rPr>
          <w:rtl/>
        </w:rPr>
        <w:t xml:space="preserve"> </w:t>
      </w:r>
      <w:r w:rsidRPr="00DA0376">
        <w:rPr>
          <w:rtl/>
        </w:rPr>
        <w:t>فاستشاط وغضب قال</w:t>
      </w:r>
      <w:r w:rsidR="00CC15EB">
        <w:rPr>
          <w:rtl/>
        </w:rPr>
        <w:t>:</w:t>
      </w:r>
      <w:r>
        <w:rPr>
          <w:rtl/>
        </w:rPr>
        <w:t xml:space="preserve"> </w:t>
      </w:r>
      <w:r w:rsidRPr="00DA0376">
        <w:rPr>
          <w:rtl/>
        </w:rPr>
        <w:t>فقال لابن شبرمة وابن ابي ليلى وعدة من القضاة والفقهاء</w:t>
      </w:r>
      <w:r w:rsidR="00CC15EB">
        <w:rPr>
          <w:rtl/>
        </w:rPr>
        <w:t>:</w:t>
      </w:r>
      <w:r>
        <w:rPr>
          <w:rtl/>
        </w:rPr>
        <w:t xml:space="preserve"> </w:t>
      </w:r>
      <w:r w:rsidRPr="00DA0376">
        <w:rPr>
          <w:rtl/>
        </w:rPr>
        <w:t>ما تقولون في هذا</w:t>
      </w:r>
      <w:r>
        <w:rPr>
          <w:rtl/>
        </w:rPr>
        <w:t>؟</w:t>
      </w:r>
      <w:r w:rsidRPr="00DA0376">
        <w:rPr>
          <w:rtl/>
        </w:rPr>
        <w:t xml:space="preserve"> فكل قال</w:t>
      </w:r>
      <w:r w:rsidR="00CC15EB">
        <w:rPr>
          <w:rtl/>
        </w:rPr>
        <w:t>:</w:t>
      </w:r>
      <w:r>
        <w:rPr>
          <w:rtl/>
        </w:rPr>
        <w:t xml:space="preserve"> </w:t>
      </w:r>
      <w:r w:rsidRPr="00DA0376">
        <w:rPr>
          <w:rtl/>
        </w:rPr>
        <w:t>ما عندنا في هذا شئ</w:t>
      </w:r>
      <w:r w:rsidR="00CC15EB">
        <w:rPr>
          <w:rtl/>
        </w:rPr>
        <w:t>،</w:t>
      </w:r>
      <w:r>
        <w:rPr>
          <w:rtl/>
        </w:rPr>
        <w:t xml:space="preserve"> </w:t>
      </w:r>
      <w:r w:rsidRPr="00DA0376">
        <w:rPr>
          <w:rtl/>
        </w:rPr>
        <w:t>قال</w:t>
      </w:r>
      <w:r w:rsidR="00CC15EB">
        <w:rPr>
          <w:rtl/>
        </w:rPr>
        <w:t>:</w:t>
      </w:r>
      <w:r>
        <w:rPr>
          <w:rtl/>
        </w:rPr>
        <w:t xml:space="preserve"> </w:t>
      </w:r>
      <w:r w:rsidRPr="00DA0376">
        <w:rPr>
          <w:rtl/>
        </w:rPr>
        <w:t>فجعل يردد المسألة ويقول</w:t>
      </w:r>
      <w:r w:rsidR="00CC15EB">
        <w:rPr>
          <w:rtl/>
        </w:rPr>
        <w:t>:</w:t>
      </w:r>
      <w:r>
        <w:rPr>
          <w:rtl/>
        </w:rPr>
        <w:t xml:space="preserve"> </w:t>
      </w:r>
      <w:r w:rsidRPr="00DA0376">
        <w:rPr>
          <w:rtl/>
        </w:rPr>
        <w:t>اقتله ام لا</w:t>
      </w:r>
      <w:r>
        <w:rPr>
          <w:rtl/>
        </w:rPr>
        <w:t>؟</w:t>
      </w:r>
      <w:r w:rsidRPr="00DA0376">
        <w:rPr>
          <w:rtl/>
        </w:rPr>
        <w:t xml:space="preserve"> فقالوا ما عندنا في هذا شئ قال</w:t>
      </w:r>
      <w:r w:rsidR="00CC15EB">
        <w:rPr>
          <w:rtl/>
        </w:rPr>
        <w:t>:</w:t>
      </w:r>
      <w:r>
        <w:rPr>
          <w:rtl/>
        </w:rPr>
        <w:t xml:space="preserve"> </w:t>
      </w:r>
      <w:r w:rsidRPr="00DA0376">
        <w:rPr>
          <w:rtl/>
        </w:rPr>
        <w:t>فقال له بعضهم</w:t>
      </w:r>
      <w:r w:rsidR="00CC15EB">
        <w:rPr>
          <w:rtl/>
        </w:rPr>
        <w:t>:</w:t>
      </w:r>
      <w:r>
        <w:rPr>
          <w:rtl/>
        </w:rPr>
        <w:t xml:space="preserve"> </w:t>
      </w:r>
      <w:r w:rsidRPr="00DA0376">
        <w:rPr>
          <w:rtl/>
        </w:rPr>
        <w:t xml:space="preserve">قد قدم رجل الساعة فان كان عند احد شئ فعنده الجواب في هذا وهو جعفر بن محمد </w:t>
      </w:r>
      <w:r w:rsidR="00AC7755" w:rsidRPr="00AC7755">
        <w:rPr>
          <w:rStyle w:val="libAlaemChar"/>
          <w:rtl/>
        </w:rPr>
        <w:t>عليه‌السلام</w:t>
      </w:r>
      <w:r w:rsidRPr="00DA0376">
        <w:rPr>
          <w:rtl/>
        </w:rPr>
        <w:t xml:space="preserve"> وقد دخل السعي فقال للربيع</w:t>
      </w:r>
      <w:r w:rsidR="00CC15EB">
        <w:rPr>
          <w:rtl/>
        </w:rPr>
        <w:t>:</w:t>
      </w:r>
      <w:r>
        <w:rPr>
          <w:rtl/>
        </w:rPr>
        <w:t xml:space="preserve"> </w:t>
      </w:r>
      <w:r w:rsidRPr="00DA0376">
        <w:rPr>
          <w:rtl/>
        </w:rPr>
        <w:t>اذهب إليه فقل له لو لا معرفتنا بشغل ما انت فيه لسألناك ان تأتينا ولكن اجبنا في كذا وكذا</w:t>
      </w:r>
      <w:r w:rsidR="00CC15EB">
        <w:rPr>
          <w:rtl/>
        </w:rPr>
        <w:t>،</w:t>
      </w:r>
      <w:r>
        <w:rPr>
          <w:rtl/>
        </w:rPr>
        <w:t xml:space="preserve"> </w:t>
      </w:r>
      <w:r w:rsidRPr="00DA0376">
        <w:rPr>
          <w:rtl/>
        </w:rPr>
        <w:t>قال</w:t>
      </w:r>
      <w:r w:rsidR="00CC15EB">
        <w:rPr>
          <w:rtl/>
        </w:rPr>
        <w:t>:</w:t>
      </w:r>
      <w:r>
        <w:rPr>
          <w:rtl/>
        </w:rPr>
        <w:t xml:space="preserve"> </w:t>
      </w:r>
      <w:r w:rsidRPr="00DA0376">
        <w:rPr>
          <w:rtl/>
        </w:rPr>
        <w:t>فأتاه الربيع وهو على المروة فأبلغه الرسالة</w:t>
      </w:r>
      <w:r w:rsidR="00CC15EB">
        <w:rPr>
          <w:rtl/>
        </w:rPr>
        <w:t>،</w:t>
      </w:r>
      <w:r>
        <w:rPr>
          <w:rtl/>
        </w:rPr>
        <w:t xml:space="preserve"> </w:t>
      </w:r>
      <w:r w:rsidRPr="00DA0376">
        <w:rPr>
          <w:rtl/>
        </w:rPr>
        <w:t xml:space="preserve">فقال أبو عبد الله </w:t>
      </w:r>
      <w:r w:rsidR="00AC7755" w:rsidRPr="00AC7755">
        <w:rPr>
          <w:rStyle w:val="libAlaemChar"/>
          <w:rtl/>
        </w:rPr>
        <w:t>عليه‌السلام</w:t>
      </w:r>
      <w:r w:rsidR="00CC15EB">
        <w:rPr>
          <w:rtl/>
        </w:rPr>
        <w:t>:</w:t>
      </w:r>
      <w:r>
        <w:rPr>
          <w:rtl/>
        </w:rPr>
        <w:t xml:space="preserve"> </w:t>
      </w:r>
      <w:r w:rsidRPr="00DA0376">
        <w:rPr>
          <w:rtl/>
        </w:rPr>
        <w:t>قد ترى شغل ما انا فيه وقبلك الفقهاء والعلماء فسلهم</w:t>
      </w:r>
      <w:r w:rsidR="00CC15EB">
        <w:rPr>
          <w:rtl/>
        </w:rPr>
        <w:t>،</w:t>
      </w:r>
      <w:r>
        <w:rPr>
          <w:rtl/>
        </w:rPr>
        <w:t xml:space="preserve"> </w:t>
      </w:r>
      <w:r w:rsidRPr="00DA0376">
        <w:rPr>
          <w:rtl/>
        </w:rPr>
        <w:t>قال</w:t>
      </w:r>
      <w:r w:rsidR="00CC15EB">
        <w:rPr>
          <w:rtl/>
        </w:rPr>
        <w:t>:</w:t>
      </w:r>
      <w:r>
        <w:rPr>
          <w:rtl/>
        </w:rPr>
        <w:t xml:space="preserve"> </w:t>
      </w:r>
      <w:r w:rsidRPr="00DA0376">
        <w:rPr>
          <w:rtl/>
        </w:rPr>
        <w:t>فقال له</w:t>
      </w:r>
      <w:r w:rsidR="00CC15EB">
        <w:rPr>
          <w:rtl/>
        </w:rPr>
        <w:t>:</w:t>
      </w:r>
      <w:r>
        <w:rPr>
          <w:rtl/>
        </w:rPr>
        <w:t xml:space="preserve"> </w:t>
      </w:r>
      <w:r w:rsidRPr="00DA0376">
        <w:rPr>
          <w:rtl/>
        </w:rPr>
        <w:t>قد سألهم فلم يكن عندهم فيه شئ قال</w:t>
      </w:r>
      <w:r w:rsidR="00CC15EB">
        <w:rPr>
          <w:rtl/>
        </w:rPr>
        <w:t>:</w:t>
      </w:r>
      <w:r>
        <w:rPr>
          <w:rtl/>
        </w:rPr>
        <w:t xml:space="preserve"> </w:t>
      </w:r>
      <w:r w:rsidRPr="00DA0376">
        <w:rPr>
          <w:rtl/>
        </w:rPr>
        <w:t>فرده إليه فقال</w:t>
      </w:r>
      <w:r w:rsidR="00CC15EB">
        <w:rPr>
          <w:rtl/>
        </w:rPr>
        <w:t>:</w:t>
      </w:r>
      <w:r>
        <w:rPr>
          <w:rtl/>
        </w:rPr>
        <w:t xml:space="preserve"> </w:t>
      </w:r>
      <w:r w:rsidRPr="00DA0376">
        <w:rPr>
          <w:rtl/>
        </w:rPr>
        <w:t>اسألك الا اجبتنا فيه فليس عند القوم في هذا شئ</w:t>
      </w:r>
      <w:r w:rsidR="00CC15EB">
        <w:rPr>
          <w:rtl/>
        </w:rPr>
        <w:t>،</w:t>
      </w:r>
      <w:r>
        <w:rPr>
          <w:rtl/>
        </w:rPr>
        <w:t xml:space="preserve"> </w:t>
      </w:r>
      <w:r w:rsidRPr="00DA0376">
        <w:rPr>
          <w:rtl/>
        </w:rPr>
        <w:t xml:space="preserve">فقال له أبو عبد الله </w:t>
      </w:r>
      <w:r w:rsidR="00AC7755" w:rsidRPr="00AC7755">
        <w:rPr>
          <w:rStyle w:val="libAlaemChar"/>
          <w:rtl/>
        </w:rPr>
        <w:t>عليه‌السلام</w:t>
      </w:r>
      <w:r w:rsidR="00CC15EB">
        <w:rPr>
          <w:rtl/>
        </w:rPr>
        <w:t>:</w:t>
      </w:r>
      <w:r>
        <w:rPr>
          <w:rtl/>
        </w:rPr>
        <w:t xml:space="preserve"> </w:t>
      </w:r>
      <w:r w:rsidRPr="00DA0376">
        <w:rPr>
          <w:rtl/>
        </w:rPr>
        <w:t>حتى افرغ مما انا فيه</w:t>
      </w:r>
      <w:r w:rsidR="00CC15EB">
        <w:rPr>
          <w:rtl/>
        </w:rPr>
        <w:t>،</w:t>
      </w:r>
      <w:r>
        <w:rPr>
          <w:rtl/>
        </w:rPr>
        <w:t xml:space="preserve"> </w:t>
      </w:r>
      <w:r w:rsidRPr="00DA0376">
        <w:rPr>
          <w:rtl/>
        </w:rPr>
        <w:t>قال</w:t>
      </w:r>
      <w:r w:rsidR="00CC15EB">
        <w:rPr>
          <w:rtl/>
        </w:rPr>
        <w:t>:</w:t>
      </w:r>
      <w:r>
        <w:rPr>
          <w:rtl/>
        </w:rPr>
        <w:t xml:space="preserve"> </w:t>
      </w:r>
      <w:r w:rsidRPr="00DA0376">
        <w:rPr>
          <w:rtl/>
        </w:rPr>
        <w:t>فلما فرغ جاء فجلس في جانب المسجد الحرام فقال للربيع</w:t>
      </w:r>
      <w:r w:rsidR="00CC15EB">
        <w:rPr>
          <w:rtl/>
        </w:rPr>
        <w:t>:</w:t>
      </w:r>
      <w:r>
        <w:rPr>
          <w:rtl/>
        </w:rPr>
        <w:t xml:space="preserve"> </w:t>
      </w:r>
      <w:r w:rsidRPr="00DA0376">
        <w:rPr>
          <w:rtl/>
        </w:rPr>
        <w:t>اذهب فقل له عليه مائة دينار</w:t>
      </w:r>
      <w:r w:rsidR="00CC15EB">
        <w:rPr>
          <w:rtl/>
        </w:rPr>
        <w:t>،</w:t>
      </w:r>
      <w:r>
        <w:rPr>
          <w:rtl/>
        </w:rPr>
        <w:t xml:space="preserve"> </w:t>
      </w:r>
      <w:r w:rsidRPr="00DA0376">
        <w:rPr>
          <w:rtl/>
        </w:rPr>
        <w:t>قال. فأبلغه ذلك</w:t>
      </w:r>
      <w:r w:rsidR="00CC15EB">
        <w:rPr>
          <w:rtl/>
        </w:rPr>
        <w:t>،</w:t>
      </w:r>
      <w:r>
        <w:rPr>
          <w:rtl/>
        </w:rPr>
        <w:t xml:space="preserve"> </w:t>
      </w:r>
      <w:r w:rsidRPr="00DA0376">
        <w:rPr>
          <w:rtl/>
        </w:rPr>
        <w:t>فقالوا له</w:t>
      </w:r>
      <w:r w:rsidR="00CC15EB">
        <w:rPr>
          <w:rtl/>
        </w:rPr>
        <w:t>:</w:t>
      </w:r>
      <w:r>
        <w:rPr>
          <w:rtl/>
        </w:rPr>
        <w:t xml:space="preserve"> </w:t>
      </w:r>
      <w:r w:rsidRPr="00DA0376">
        <w:rPr>
          <w:rtl/>
        </w:rPr>
        <w:t>فسله كيف صار عليه مائة دينار</w:t>
      </w:r>
      <w:r>
        <w:rPr>
          <w:rtl/>
        </w:rPr>
        <w:t>؟</w:t>
      </w:r>
      <w:r w:rsidRPr="00DA0376">
        <w:rPr>
          <w:rtl/>
        </w:rPr>
        <w:t xml:space="preserve"> فقال أبو عبد الله </w:t>
      </w:r>
      <w:r w:rsidR="00AC7755" w:rsidRPr="00AC7755">
        <w:rPr>
          <w:rStyle w:val="libAlaemChar"/>
          <w:rtl/>
        </w:rPr>
        <w:t>عليه‌السلام</w:t>
      </w:r>
      <w:r w:rsidR="00CC15EB">
        <w:rPr>
          <w:rtl/>
        </w:rPr>
        <w:t>:</w:t>
      </w:r>
      <w:r>
        <w:rPr>
          <w:rtl/>
        </w:rPr>
        <w:t xml:space="preserve"> </w:t>
      </w:r>
      <w:r w:rsidRPr="00DA0376">
        <w:rPr>
          <w:rtl/>
        </w:rPr>
        <w:t>في النطفة عشرون دينارا</w:t>
      </w:r>
      <w:r w:rsidR="00CC15EB">
        <w:rPr>
          <w:rtl/>
        </w:rPr>
        <w:t>،</w:t>
      </w:r>
      <w:r>
        <w:rPr>
          <w:rtl/>
        </w:rPr>
        <w:t xml:space="preserve"> </w:t>
      </w:r>
      <w:r w:rsidRPr="00DA0376">
        <w:rPr>
          <w:rtl/>
        </w:rPr>
        <w:t>وفي العلقة عشرون وفي المضغة عشرون</w:t>
      </w:r>
      <w:r w:rsidR="00CC15EB">
        <w:rPr>
          <w:rtl/>
        </w:rPr>
        <w:t>،</w:t>
      </w:r>
      <w:r>
        <w:rPr>
          <w:rtl/>
        </w:rPr>
        <w:t xml:space="preserve"> </w:t>
      </w:r>
      <w:r w:rsidRPr="00DA0376">
        <w:rPr>
          <w:rtl/>
        </w:rPr>
        <w:t>وفى العظم عشرون</w:t>
      </w:r>
      <w:r w:rsidR="00CC15EB">
        <w:rPr>
          <w:rtl/>
        </w:rPr>
        <w:t>،</w:t>
      </w:r>
      <w:r>
        <w:rPr>
          <w:rtl/>
        </w:rPr>
        <w:t xml:space="preserve"> </w:t>
      </w:r>
      <w:r w:rsidRPr="00DA0376">
        <w:rPr>
          <w:rtl/>
        </w:rPr>
        <w:t>وفي اللحم عشرون ثم انشأناه خلقا آخر</w:t>
      </w:r>
      <w:r w:rsidR="00CC15EB">
        <w:rPr>
          <w:rtl/>
        </w:rPr>
        <w:t>،</w:t>
      </w:r>
      <w:r>
        <w:rPr>
          <w:rtl/>
        </w:rPr>
        <w:t xml:space="preserve"> </w:t>
      </w:r>
      <w:r w:rsidRPr="00DA0376">
        <w:rPr>
          <w:rtl/>
        </w:rPr>
        <w:t>وهذا هو ميت بمنزلته قبل ان ينفخ فيه الروح في بطن امه جنين</w:t>
      </w:r>
      <w:r w:rsidR="00CC15EB">
        <w:rPr>
          <w:rtl/>
        </w:rPr>
        <w:t>،</w:t>
      </w:r>
      <w:r>
        <w:rPr>
          <w:rtl/>
        </w:rPr>
        <w:t xml:space="preserve"> </w:t>
      </w:r>
      <w:r w:rsidRPr="00DA0376">
        <w:rPr>
          <w:rtl/>
        </w:rPr>
        <w:t>قال</w:t>
      </w:r>
      <w:r w:rsidR="00CC15EB">
        <w:rPr>
          <w:rtl/>
        </w:rPr>
        <w:t>:</w:t>
      </w:r>
      <w:r>
        <w:rPr>
          <w:rtl/>
        </w:rPr>
        <w:t xml:space="preserve"> </w:t>
      </w:r>
      <w:r w:rsidRPr="00DA0376">
        <w:rPr>
          <w:rtl/>
        </w:rPr>
        <w:t>فرجع إليه فأخبره بالجواب فأعجبهم ذلك</w:t>
      </w:r>
      <w:r w:rsidR="00CC15EB">
        <w:rPr>
          <w:rtl/>
        </w:rPr>
        <w:t>،</w:t>
      </w:r>
      <w:r>
        <w:rPr>
          <w:rtl/>
        </w:rPr>
        <w:t xml:space="preserve"> </w:t>
      </w:r>
      <w:r w:rsidRPr="00DA0376">
        <w:rPr>
          <w:rtl/>
        </w:rPr>
        <w:t>وقالوا</w:t>
      </w:r>
      <w:r w:rsidR="00CC15EB">
        <w:rPr>
          <w:rtl/>
        </w:rPr>
        <w:t>:</w:t>
      </w:r>
      <w:r>
        <w:rPr>
          <w:rtl/>
        </w:rPr>
        <w:t xml:space="preserve"> </w:t>
      </w:r>
      <w:r w:rsidRPr="00DA0376">
        <w:rPr>
          <w:rtl/>
        </w:rPr>
        <w:t>ارجع إليه فسله الدنانير لمن هي</w:t>
      </w:r>
      <w:r>
        <w:rPr>
          <w:rtl/>
        </w:rPr>
        <w:t>؟</w:t>
      </w:r>
      <w:r w:rsidRPr="00DA0376">
        <w:rPr>
          <w:rtl/>
        </w:rPr>
        <w:t xml:space="preserve"> لورثته اولا</w:t>
      </w:r>
      <w:r>
        <w:rPr>
          <w:rtl/>
        </w:rPr>
        <w:t>؟</w:t>
      </w:r>
      <w:r w:rsidRPr="00DA0376">
        <w:rPr>
          <w:rtl/>
        </w:rPr>
        <w:t xml:space="preserve"> فقال أبو عبد الله </w:t>
      </w:r>
      <w:r w:rsidR="00AC7755" w:rsidRPr="00AC7755">
        <w:rPr>
          <w:rStyle w:val="libAlaemChar"/>
          <w:rtl/>
        </w:rPr>
        <w:t>عليه‌السلام</w:t>
      </w:r>
      <w:r w:rsidR="00CC15EB">
        <w:rPr>
          <w:rtl/>
        </w:rPr>
        <w:t>:</w:t>
      </w:r>
      <w:r>
        <w:rPr>
          <w:rtl/>
        </w:rPr>
        <w:t xml:space="preserve"> </w:t>
      </w:r>
      <w:r w:rsidRPr="00DA0376">
        <w:rPr>
          <w:rtl/>
        </w:rPr>
        <w:t>ليس لورثته فيها شئ انما هذا شئ صار إليه في بدنه بعد موته حج بها عنه أو يتصدق بها عنه أو يصير في سبيل من سبل الخير قال</w:t>
      </w:r>
      <w:r w:rsidR="00CC15EB">
        <w:rPr>
          <w:rtl/>
        </w:rPr>
        <w:t>:</w:t>
      </w:r>
      <w:r>
        <w:rPr>
          <w:rtl/>
        </w:rPr>
        <w:t xml:space="preserve"> </w:t>
      </w:r>
      <w:r w:rsidRPr="00DA0376">
        <w:rPr>
          <w:rtl/>
        </w:rPr>
        <w:t>فزعم الرجل انهم ردوا الرسول إليه فأجاب فيها أبو عبد الله</w:t>
      </w:r>
    </w:p>
    <w:p w:rsidR="00AC7755" w:rsidRDefault="00AC7755" w:rsidP="00AC7755">
      <w:pPr>
        <w:pStyle w:val="libNormal"/>
        <w:rPr>
          <w:rtl/>
        </w:rPr>
      </w:pPr>
      <w:r>
        <w:rPr>
          <w:rtl/>
        </w:rPr>
        <w:br w:type="page"/>
      </w:r>
    </w:p>
    <w:p w:rsidR="00AC7755" w:rsidRDefault="00AC7755" w:rsidP="00AC7755">
      <w:pPr>
        <w:pStyle w:val="libNormal0"/>
        <w:rPr>
          <w:rtl/>
        </w:rPr>
      </w:pPr>
      <w:r w:rsidRPr="00AC7755">
        <w:rPr>
          <w:rStyle w:val="libAlaemChar"/>
          <w:rtl/>
        </w:rPr>
        <w:lastRenderedPageBreak/>
        <w:t>عليه‌السلام</w:t>
      </w:r>
      <w:r w:rsidR="00D45E0E" w:rsidRPr="00DA0376">
        <w:rPr>
          <w:rtl/>
        </w:rPr>
        <w:t xml:space="preserve"> بستة وثلاثين مسألة ولم يحفظ الرجل الا قدر هذا الجواب</w:t>
      </w:r>
      <w:r w:rsidR="00CC15EB">
        <w:rPr>
          <w:rtl/>
        </w:rPr>
        <w:t>،</w:t>
      </w:r>
      <w:r w:rsidR="00D45E0E">
        <w:rPr>
          <w:rtl/>
        </w:rPr>
        <w:t xml:space="preserve"> </w:t>
      </w:r>
    </w:p>
    <w:p w:rsidR="00AC7755" w:rsidRDefault="00D45E0E" w:rsidP="00AC7755">
      <w:pPr>
        <w:pStyle w:val="libNormal"/>
        <w:rPr>
          <w:rtl/>
        </w:rPr>
      </w:pPr>
      <w:r w:rsidRPr="00D95A45">
        <w:rPr>
          <w:rtl/>
        </w:rPr>
        <w:t>(1066) 11</w:t>
      </w:r>
      <w:r w:rsidR="00CC15EB">
        <w:rPr>
          <w:rtl/>
        </w:rPr>
        <w:t xml:space="preserve"> - </w:t>
      </w:r>
      <w:r w:rsidRPr="00D95A45">
        <w:rPr>
          <w:rtl/>
        </w:rPr>
        <w:t>فاما ما رواه</w:t>
      </w:r>
      <w:r w:rsidR="00CC15EB">
        <w:rPr>
          <w:rtl/>
        </w:rPr>
        <w:t>:</w:t>
      </w:r>
      <w:r>
        <w:rPr>
          <w:rtl/>
        </w:rPr>
        <w:t xml:space="preserve"> </w:t>
      </w:r>
      <w:r w:rsidRPr="00D95A45">
        <w:rPr>
          <w:rtl/>
        </w:rPr>
        <w:t xml:space="preserve">محمد بن ابي عمير عن جميل عن غير واحد من اصحابنا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قطع رأس الميت اشد من قطع رأس الحي.</w:t>
      </w:r>
    </w:p>
    <w:p w:rsidR="00AC7755" w:rsidRDefault="00D45E0E" w:rsidP="00AC7755">
      <w:pPr>
        <w:pStyle w:val="libNormal"/>
        <w:rPr>
          <w:rtl/>
        </w:rPr>
      </w:pPr>
      <w:r w:rsidRPr="00D95A45">
        <w:rPr>
          <w:rtl/>
        </w:rPr>
        <w:t>(1067) 12</w:t>
      </w:r>
      <w:r w:rsidR="00CC15EB">
        <w:rPr>
          <w:rtl/>
        </w:rPr>
        <w:t xml:space="preserve"> - </w:t>
      </w:r>
      <w:r w:rsidRPr="00D95A45">
        <w:rPr>
          <w:rtl/>
        </w:rPr>
        <w:t>ابن ابى عمير وصفوان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Pr="00D95A45">
        <w:rPr>
          <w:rtl/>
        </w:rPr>
        <w:t xml:space="preserve"> ابى الله ان يظن بالمؤمن الا خيرا وكسرك عظامه حيا وميتا سواء.</w:t>
      </w:r>
    </w:p>
    <w:p w:rsidR="00AC7755" w:rsidRDefault="00D45E0E" w:rsidP="00AC7755">
      <w:pPr>
        <w:pStyle w:val="libNormal"/>
        <w:rPr>
          <w:rtl/>
        </w:rPr>
      </w:pPr>
      <w:r w:rsidRPr="00D95A45">
        <w:rPr>
          <w:rtl/>
        </w:rPr>
        <w:t>(1068) 13</w:t>
      </w:r>
      <w:r w:rsidR="00CC15EB">
        <w:rPr>
          <w:rtl/>
        </w:rPr>
        <w:t xml:space="preserve"> - </w:t>
      </w:r>
      <w:r w:rsidRPr="00D95A45">
        <w:rPr>
          <w:rtl/>
        </w:rPr>
        <w:t>محمد بن ابي عمير عن مسمع كردين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كسر عظم ميت قال</w:t>
      </w:r>
      <w:r w:rsidR="00CC15EB">
        <w:rPr>
          <w:rtl/>
        </w:rPr>
        <w:t>:</w:t>
      </w:r>
      <w:r>
        <w:rPr>
          <w:rtl/>
        </w:rPr>
        <w:t xml:space="preserve"> </w:t>
      </w:r>
      <w:r w:rsidRPr="00D95A45">
        <w:rPr>
          <w:rtl/>
        </w:rPr>
        <w:t>فقال</w:t>
      </w:r>
      <w:r w:rsidR="00CC15EB">
        <w:rPr>
          <w:rtl/>
        </w:rPr>
        <w:t>:</w:t>
      </w:r>
      <w:r>
        <w:rPr>
          <w:rtl/>
        </w:rPr>
        <w:t xml:space="preserve"> </w:t>
      </w:r>
      <w:r w:rsidRPr="00D95A45">
        <w:rPr>
          <w:rtl/>
        </w:rPr>
        <w:t xml:space="preserve">حرمته ميتا اعظم من حرمته وهو حي. </w:t>
      </w:r>
    </w:p>
    <w:p w:rsidR="00AC7755" w:rsidRDefault="00D45E0E" w:rsidP="00AC7755">
      <w:pPr>
        <w:pStyle w:val="libNormal"/>
        <w:rPr>
          <w:rtl/>
        </w:rPr>
      </w:pPr>
      <w:r w:rsidRPr="00D95A45">
        <w:rPr>
          <w:rtl/>
        </w:rPr>
        <w:t>قال محمد بن الحسن</w:t>
      </w:r>
      <w:r w:rsidR="00CC15EB">
        <w:rPr>
          <w:rtl/>
        </w:rPr>
        <w:t>:</w:t>
      </w:r>
      <w:r>
        <w:rPr>
          <w:rtl/>
        </w:rPr>
        <w:t xml:space="preserve"> </w:t>
      </w:r>
      <w:r w:rsidRPr="00D95A45">
        <w:rPr>
          <w:rtl/>
        </w:rPr>
        <w:t>لا تنافى هذه الاخبار الخبر الاول من ان دية الميت مائة دينار</w:t>
      </w:r>
      <w:r w:rsidR="00CC15EB">
        <w:rPr>
          <w:rtl/>
        </w:rPr>
        <w:t>،</w:t>
      </w:r>
      <w:r>
        <w:rPr>
          <w:rtl/>
        </w:rPr>
        <w:t xml:space="preserve"> </w:t>
      </w:r>
      <w:r w:rsidRPr="00D95A45">
        <w:rPr>
          <w:rtl/>
        </w:rPr>
        <w:t>لأنه ليس في شئ من هذه الاخبار أن حرمة الميت كحرمة الحى أو كسر يده اشد من كسر يد الحي وما يجري مجرى ذلك في ايجاب الدية فيه مثل الدية في الحي</w:t>
      </w:r>
      <w:r w:rsidR="00CC15EB">
        <w:rPr>
          <w:rtl/>
        </w:rPr>
        <w:t>،</w:t>
      </w:r>
      <w:r>
        <w:rPr>
          <w:rtl/>
        </w:rPr>
        <w:t xml:space="preserve"> </w:t>
      </w:r>
      <w:r w:rsidRPr="00D95A45">
        <w:rPr>
          <w:rtl/>
        </w:rPr>
        <w:t>وإذا لم يكن ذلك فيها لم يمتنع أن يكون المراد بها ان حرمته كحرمة الحي في ان من كسر شيئا من اعضائه أو قطع استحق العقاب وشيئا من الدية وان لم تكن تامة</w:t>
      </w:r>
      <w:r w:rsidR="00CC15EB">
        <w:rPr>
          <w:rtl/>
        </w:rPr>
        <w:t>،</w:t>
      </w:r>
      <w:r>
        <w:rPr>
          <w:rtl/>
        </w:rPr>
        <w:t xml:space="preserve"> </w:t>
      </w:r>
      <w:r w:rsidRPr="00D95A45">
        <w:rPr>
          <w:rtl/>
        </w:rPr>
        <w:t>وليس ذلك موجودا في شئ من الاموات غير الانسان فصار من هذا الوجه حرمته كحرمة الحي.</w:t>
      </w:r>
    </w:p>
    <w:p w:rsidR="00AC7755" w:rsidRDefault="00D45E0E" w:rsidP="00AC7755">
      <w:pPr>
        <w:pStyle w:val="libNormal"/>
        <w:rPr>
          <w:rtl/>
        </w:rPr>
      </w:pPr>
      <w:r w:rsidRPr="00D95A45">
        <w:rPr>
          <w:rtl/>
        </w:rPr>
        <w:t>(1069) 14</w:t>
      </w:r>
      <w:r w:rsidR="00CC15EB">
        <w:rPr>
          <w:rtl/>
        </w:rPr>
        <w:t xml:space="preserve"> - </w:t>
      </w:r>
      <w:r w:rsidRPr="00D95A45">
        <w:rPr>
          <w:rtl/>
        </w:rPr>
        <w:t>فاما ما رواه محمد بن علي بن محبوب عن يعقوب بن يزيد عن يحيى بن المبارك عن عبد الله بن جبلة عن ابي جميلة عن اسحاق بن عمار عن ابى</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1066</w:t>
      </w:r>
      <w:r>
        <w:rPr>
          <w:rtl/>
        </w:rPr>
        <w:t xml:space="preserve"> - </w:t>
      </w:r>
      <w:r w:rsidR="00D45E0E" w:rsidRPr="00D95A45">
        <w:rPr>
          <w:rtl/>
        </w:rPr>
        <w:t>الاستبصار ج 4 ص 296 الكافي ج 2 ص 338 الفقيه ج 4 ص 117</w:t>
      </w:r>
    </w:p>
    <w:p w:rsidR="00CC15EB" w:rsidRDefault="00CC15EB" w:rsidP="00AC7755">
      <w:pPr>
        <w:pStyle w:val="libFootnote0"/>
        <w:rPr>
          <w:rtl/>
        </w:rPr>
      </w:pPr>
      <w:r>
        <w:rPr>
          <w:rtl/>
        </w:rPr>
        <w:t>-</w:t>
      </w:r>
      <w:r w:rsidR="00D45E0E" w:rsidRPr="007277FF">
        <w:rPr>
          <w:rtl/>
        </w:rPr>
        <w:t xml:space="preserve"> 1067</w:t>
      </w:r>
      <w:r>
        <w:rPr>
          <w:rtl/>
        </w:rPr>
        <w:t xml:space="preserve"> - </w:t>
      </w:r>
      <w:r w:rsidR="00D45E0E" w:rsidRPr="007277FF">
        <w:rPr>
          <w:rtl/>
        </w:rPr>
        <w:t>1068</w:t>
      </w:r>
      <w:r>
        <w:rPr>
          <w:rtl/>
        </w:rPr>
        <w:t xml:space="preserve"> - </w:t>
      </w:r>
      <w:r w:rsidR="00D45E0E" w:rsidRPr="007277FF">
        <w:rPr>
          <w:rtl/>
        </w:rPr>
        <w:t>الاستبصار ج 4 ص 297</w:t>
      </w:r>
    </w:p>
    <w:p w:rsidR="00AC7755" w:rsidRDefault="00CC15EB" w:rsidP="00AC7755">
      <w:pPr>
        <w:pStyle w:val="libFootnote0"/>
        <w:rPr>
          <w:rtl/>
        </w:rPr>
      </w:pPr>
      <w:r>
        <w:rPr>
          <w:rtl/>
        </w:rPr>
        <w:t>-</w:t>
      </w:r>
      <w:r w:rsidR="00D45E0E" w:rsidRPr="00DA0376">
        <w:rPr>
          <w:rtl/>
        </w:rPr>
        <w:t xml:space="preserve"> 1069</w:t>
      </w:r>
      <w:r>
        <w:rPr>
          <w:rtl/>
        </w:rPr>
        <w:t xml:space="preserve"> - </w:t>
      </w:r>
      <w:r w:rsidR="00D45E0E" w:rsidRPr="00DA0376">
        <w:rPr>
          <w:rtl/>
        </w:rPr>
        <w:t>الاستبصار ج 4 ص 297 الفقيه 4 ص 118</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قلت</w:t>
      </w:r>
      <w:r w:rsidR="00CC15EB">
        <w:rPr>
          <w:rtl/>
        </w:rPr>
        <w:t>:</w:t>
      </w:r>
      <w:r>
        <w:rPr>
          <w:rtl/>
        </w:rPr>
        <w:t xml:space="preserve"> </w:t>
      </w:r>
      <w:r w:rsidRPr="00DA0376">
        <w:rPr>
          <w:rtl/>
        </w:rPr>
        <w:t>ميت قطع رأسه قال</w:t>
      </w:r>
      <w:r w:rsidR="00CC15EB">
        <w:rPr>
          <w:rtl/>
        </w:rPr>
        <w:t>:</w:t>
      </w:r>
      <w:r>
        <w:rPr>
          <w:rtl/>
        </w:rPr>
        <w:t xml:space="preserve"> </w:t>
      </w:r>
      <w:r w:rsidRPr="00DA0376">
        <w:rPr>
          <w:rtl/>
        </w:rPr>
        <w:t>عليه الدية قلت</w:t>
      </w:r>
      <w:r w:rsidR="00CC15EB">
        <w:rPr>
          <w:rtl/>
        </w:rPr>
        <w:t>:</w:t>
      </w:r>
      <w:r>
        <w:rPr>
          <w:rtl/>
        </w:rPr>
        <w:t xml:space="preserve"> </w:t>
      </w:r>
      <w:r w:rsidRPr="00DA0376">
        <w:rPr>
          <w:rtl/>
        </w:rPr>
        <w:t>فمن يأخذ ديته</w:t>
      </w:r>
      <w:r>
        <w:rPr>
          <w:rtl/>
        </w:rPr>
        <w:t>؟</w:t>
      </w:r>
      <w:r w:rsidRPr="00DA0376">
        <w:rPr>
          <w:rtl/>
        </w:rPr>
        <w:t xml:space="preserve"> قال</w:t>
      </w:r>
      <w:r w:rsidR="00CC15EB">
        <w:rPr>
          <w:rtl/>
        </w:rPr>
        <w:t>:</w:t>
      </w:r>
      <w:r>
        <w:rPr>
          <w:rtl/>
        </w:rPr>
        <w:t xml:space="preserve"> </w:t>
      </w:r>
      <w:r w:rsidRPr="00DA0376">
        <w:rPr>
          <w:rtl/>
        </w:rPr>
        <w:t>الامام هذا لله</w:t>
      </w:r>
      <w:r w:rsidR="00CC15EB">
        <w:rPr>
          <w:rtl/>
        </w:rPr>
        <w:t>،</w:t>
      </w:r>
      <w:r>
        <w:rPr>
          <w:rtl/>
        </w:rPr>
        <w:t xml:space="preserve"> </w:t>
      </w:r>
      <w:r w:rsidRPr="00DA0376">
        <w:rPr>
          <w:rtl/>
        </w:rPr>
        <w:t>وان قطعت يمينه أو شئ من جوارحه فعليه الارش للامام.</w:t>
      </w:r>
    </w:p>
    <w:p w:rsidR="00AC7755" w:rsidRDefault="00D45E0E" w:rsidP="00AC7755">
      <w:pPr>
        <w:pStyle w:val="libNormal"/>
        <w:rPr>
          <w:rtl/>
        </w:rPr>
      </w:pPr>
      <w:r w:rsidRPr="00D95A45">
        <w:rPr>
          <w:rtl/>
        </w:rPr>
        <w:t>(1070) 15</w:t>
      </w:r>
      <w:r w:rsidR="00CC15EB">
        <w:rPr>
          <w:rtl/>
        </w:rPr>
        <w:t xml:space="preserve"> - </w:t>
      </w:r>
      <w:r w:rsidRPr="00D95A45">
        <w:rPr>
          <w:rtl/>
        </w:rPr>
        <w:t xml:space="preserve">وعنه عن احمد بن محمد عن ابن ابي نجران ومحمد ابن سنان عن عبد الله بن سنان عن ابى عبد الله </w:t>
      </w:r>
      <w:r w:rsidR="00AC7755" w:rsidRPr="00AC7755">
        <w:rPr>
          <w:rStyle w:val="libAlaemChar"/>
          <w:rtl/>
        </w:rPr>
        <w:t>عليه‌السلام</w:t>
      </w:r>
      <w:r w:rsidRPr="00D95A45">
        <w:rPr>
          <w:rtl/>
        </w:rPr>
        <w:t xml:space="preserve"> في رجل قطع رأس الميت قال</w:t>
      </w:r>
      <w:r w:rsidR="00CC15EB">
        <w:rPr>
          <w:rtl/>
        </w:rPr>
        <w:t>:</w:t>
      </w:r>
      <w:r>
        <w:rPr>
          <w:rtl/>
        </w:rPr>
        <w:t xml:space="preserve"> </w:t>
      </w:r>
      <w:r w:rsidRPr="00D95A45">
        <w:rPr>
          <w:rtl/>
        </w:rPr>
        <w:t>عليه الدية لأن حرمته ميتا كحرمته وهو حي.</w:t>
      </w:r>
    </w:p>
    <w:p w:rsidR="00AC7755" w:rsidRDefault="00D45E0E" w:rsidP="00AC7755">
      <w:pPr>
        <w:pStyle w:val="libNormal"/>
        <w:rPr>
          <w:rtl/>
        </w:rPr>
      </w:pPr>
      <w:r w:rsidRPr="00D95A45">
        <w:rPr>
          <w:rtl/>
        </w:rPr>
        <w:t>(1071) 16</w:t>
      </w:r>
      <w:r w:rsidR="00CC15EB">
        <w:rPr>
          <w:rtl/>
        </w:rPr>
        <w:t xml:space="preserve"> - </w:t>
      </w:r>
      <w:r w:rsidRPr="00D95A45">
        <w:rPr>
          <w:rtl/>
        </w:rPr>
        <w:t xml:space="preserve">وما رواه الحسين بن سعيد عن محمد بن سنان عمن اخبره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رجل قطع رأس رجل ميت قال</w:t>
      </w:r>
      <w:r w:rsidR="00CC15EB">
        <w:rPr>
          <w:rtl/>
        </w:rPr>
        <w:t>:</w:t>
      </w:r>
      <w:r>
        <w:rPr>
          <w:rtl/>
        </w:rPr>
        <w:t xml:space="preserve"> </w:t>
      </w:r>
      <w:r w:rsidRPr="00D95A45">
        <w:rPr>
          <w:rtl/>
        </w:rPr>
        <w:t>عليه الدية فان حرمته ميتا كحرمته وهو حي.</w:t>
      </w:r>
    </w:p>
    <w:p w:rsidR="00AC7755" w:rsidRDefault="00D45E0E" w:rsidP="00AC7755">
      <w:pPr>
        <w:pStyle w:val="libNormal"/>
        <w:rPr>
          <w:rtl/>
        </w:rPr>
      </w:pPr>
      <w:r w:rsidRPr="00D95A45">
        <w:rPr>
          <w:rtl/>
        </w:rPr>
        <w:t>(1072) 7</w:t>
      </w:r>
      <w:r w:rsidR="00CC15EB">
        <w:rPr>
          <w:rtl/>
        </w:rPr>
        <w:t xml:space="preserve"> - </w:t>
      </w:r>
      <w:r w:rsidRPr="00D95A45">
        <w:rPr>
          <w:rtl/>
        </w:rPr>
        <w:t xml:space="preserve">وما رواه الحسين بن سعيد عن ابن ابى نجران عن محمد بن سنان عن عبد الله بن مسكان عن ابى عبد الله </w:t>
      </w:r>
      <w:r w:rsidR="00AC7755" w:rsidRPr="00AC7755">
        <w:rPr>
          <w:rStyle w:val="libAlaemChar"/>
          <w:rtl/>
        </w:rPr>
        <w:t>عليه‌السلام</w:t>
      </w:r>
      <w:r w:rsidRPr="00D95A45">
        <w:rPr>
          <w:rtl/>
        </w:rPr>
        <w:t xml:space="preserve"> في رجل قطع رأس الميت قال</w:t>
      </w:r>
      <w:r w:rsidR="00CC15EB">
        <w:rPr>
          <w:rtl/>
        </w:rPr>
        <w:t>:</w:t>
      </w:r>
      <w:r>
        <w:rPr>
          <w:rtl/>
        </w:rPr>
        <w:t xml:space="preserve"> </w:t>
      </w:r>
      <w:r w:rsidRPr="00D95A45">
        <w:rPr>
          <w:rtl/>
        </w:rPr>
        <w:t xml:space="preserve">عليه الدية لأن حرمته ميتا كحرمته وهو حي. </w:t>
      </w:r>
    </w:p>
    <w:p w:rsidR="00AC7755" w:rsidRDefault="00D45E0E" w:rsidP="00AC7755">
      <w:pPr>
        <w:pStyle w:val="libNormal"/>
        <w:rPr>
          <w:rtl/>
        </w:rPr>
      </w:pPr>
      <w:r w:rsidRPr="00D95A45">
        <w:rPr>
          <w:rtl/>
        </w:rPr>
        <w:t>قال محمد بن الحسن</w:t>
      </w:r>
      <w:r w:rsidR="00CC15EB">
        <w:rPr>
          <w:rtl/>
        </w:rPr>
        <w:t>:</w:t>
      </w:r>
      <w:r>
        <w:rPr>
          <w:rtl/>
        </w:rPr>
        <w:t xml:space="preserve"> </w:t>
      </w:r>
      <w:r w:rsidRPr="00D95A45">
        <w:rPr>
          <w:rtl/>
        </w:rPr>
        <w:t xml:space="preserve">هذه الاخبار ايضا لا تنافي ما قدمناه لأن قوله </w:t>
      </w:r>
      <w:r w:rsidR="00AC7755" w:rsidRPr="00AC7755">
        <w:rPr>
          <w:rStyle w:val="libAlaemChar"/>
          <w:rtl/>
        </w:rPr>
        <w:t>عليه‌السلام</w:t>
      </w:r>
      <w:r w:rsidRPr="00D95A45">
        <w:rPr>
          <w:rtl/>
        </w:rPr>
        <w:t xml:space="preserve"> عليه الدية ليس في ظاهر شئ منها كمية تلك الدية</w:t>
      </w:r>
      <w:r w:rsidR="00CC15EB">
        <w:rPr>
          <w:rtl/>
        </w:rPr>
        <w:t>،</w:t>
      </w:r>
      <w:r>
        <w:rPr>
          <w:rtl/>
        </w:rPr>
        <w:t xml:space="preserve"> </w:t>
      </w:r>
      <w:r w:rsidRPr="00D95A45">
        <w:rPr>
          <w:rtl/>
        </w:rPr>
        <w:t>وهل هي دية النفس</w:t>
      </w:r>
      <w:r>
        <w:rPr>
          <w:rtl/>
        </w:rPr>
        <w:t>؟</w:t>
      </w:r>
      <w:r w:rsidRPr="00D95A45">
        <w:rPr>
          <w:rtl/>
        </w:rPr>
        <w:t xml:space="preserve"> أو دية الجنين</w:t>
      </w:r>
      <w:r>
        <w:rPr>
          <w:rtl/>
        </w:rPr>
        <w:t>؟</w:t>
      </w:r>
      <w:r w:rsidRPr="00D95A45">
        <w:rPr>
          <w:rtl/>
        </w:rPr>
        <w:t xml:space="preserve"> وإذا لم يكن ذلك فيها حملناها على ان في ذلك دية الجنين ويطلق على ذلك اسم الدية</w:t>
      </w:r>
      <w:r w:rsidR="00CC15EB">
        <w:rPr>
          <w:rtl/>
        </w:rPr>
        <w:t>،</w:t>
      </w:r>
      <w:r>
        <w:rPr>
          <w:rtl/>
        </w:rPr>
        <w:t xml:space="preserve"> </w:t>
      </w:r>
      <w:r w:rsidRPr="00D95A45">
        <w:rPr>
          <w:rtl/>
        </w:rPr>
        <w:t>والذي يدل على ذلك ما رواه</w:t>
      </w:r>
      <w:r w:rsidR="00CC15EB">
        <w:rPr>
          <w:rtl/>
        </w:rPr>
        <w:t>:</w:t>
      </w:r>
      <w:r>
        <w:rPr>
          <w:rtl/>
        </w:rPr>
        <w:t xml:space="preserve"> </w:t>
      </w:r>
    </w:p>
    <w:p w:rsidR="00AC7755" w:rsidRDefault="00D45E0E" w:rsidP="00AC7755">
      <w:pPr>
        <w:pStyle w:val="libNormal"/>
        <w:rPr>
          <w:rtl/>
        </w:rPr>
      </w:pPr>
      <w:r w:rsidRPr="00D95A45">
        <w:rPr>
          <w:rtl/>
        </w:rPr>
        <w:t>(1073) 18</w:t>
      </w:r>
      <w:r w:rsidR="00CC15EB">
        <w:rPr>
          <w:rtl/>
        </w:rPr>
        <w:t xml:space="preserve"> - </w:t>
      </w:r>
      <w:r w:rsidRPr="00D95A45">
        <w:rPr>
          <w:rtl/>
        </w:rPr>
        <w:t>علي بن ابراهيم عن ابيه عن محمد بن حفص عن الحسين بن خالد ورواه محمد بن علي بن محبوب عن محمد بن الحسين عن محمد بن اشيم</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1070</w:t>
      </w:r>
      <w:r>
        <w:rPr>
          <w:rFonts w:hint="cs"/>
          <w:rtl/>
        </w:rPr>
        <w:t xml:space="preserve"> - </w:t>
      </w:r>
      <w:r w:rsidR="00D45E0E" w:rsidRPr="007277FF">
        <w:rPr>
          <w:rtl/>
        </w:rPr>
        <w:t>1071</w:t>
      </w:r>
      <w:r>
        <w:rPr>
          <w:rtl/>
        </w:rPr>
        <w:t xml:space="preserve"> - </w:t>
      </w:r>
      <w:r w:rsidR="00D45E0E" w:rsidRPr="007277FF">
        <w:rPr>
          <w:rtl/>
        </w:rPr>
        <w:t>1072</w:t>
      </w:r>
      <w:r>
        <w:rPr>
          <w:rtl/>
        </w:rPr>
        <w:t xml:space="preserve"> - </w:t>
      </w:r>
      <w:r w:rsidR="00D45E0E" w:rsidRPr="007277FF">
        <w:rPr>
          <w:rtl/>
        </w:rPr>
        <w:t>الاستبصار ج 4 ص 297 واخرج الثالث الصدوق في الفقيه ج 4 ص 117</w:t>
      </w:r>
    </w:p>
    <w:p w:rsidR="00AC7755" w:rsidRDefault="00CC15EB" w:rsidP="00AC7755">
      <w:pPr>
        <w:pStyle w:val="libFootnote0"/>
        <w:rPr>
          <w:rtl/>
        </w:rPr>
      </w:pPr>
      <w:r>
        <w:rPr>
          <w:rtl/>
        </w:rPr>
        <w:t>-</w:t>
      </w:r>
      <w:r w:rsidR="00D45E0E" w:rsidRPr="00DA0376">
        <w:rPr>
          <w:rtl/>
        </w:rPr>
        <w:t xml:space="preserve"> 1073</w:t>
      </w:r>
      <w:r>
        <w:rPr>
          <w:rtl/>
        </w:rPr>
        <w:t xml:space="preserve"> - </w:t>
      </w:r>
      <w:r w:rsidR="00D45E0E" w:rsidRPr="00DA0376">
        <w:rPr>
          <w:rtl/>
        </w:rPr>
        <w:t>الاستبصار ج 4 ص 298 الكافي ج 2 ص 338 بتفاوت الفقيه الفقيه ج 4 ص 117</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عن الحسين بن خالد قال</w:t>
      </w:r>
      <w:r w:rsidR="00CC15EB">
        <w:rPr>
          <w:rtl/>
        </w:rPr>
        <w:t>:</w:t>
      </w:r>
      <w:r>
        <w:rPr>
          <w:rtl/>
        </w:rPr>
        <w:t xml:space="preserve"> </w:t>
      </w:r>
      <w:r w:rsidRPr="007277FF">
        <w:rPr>
          <w:rtl/>
        </w:rPr>
        <w:t xml:space="preserve">سألت ابا الحسن </w:t>
      </w:r>
      <w:r w:rsidR="00AC7755" w:rsidRPr="00AC7755">
        <w:rPr>
          <w:rStyle w:val="libAlaemChar"/>
          <w:rtl/>
        </w:rPr>
        <w:t>عليه‌السلام</w:t>
      </w:r>
      <w:r w:rsidRPr="007277FF">
        <w:rPr>
          <w:rtl/>
        </w:rPr>
        <w:t xml:space="preserve"> فقلت</w:t>
      </w:r>
      <w:r w:rsidR="00CC15EB">
        <w:rPr>
          <w:rtl/>
        </w:rPr>
        <w:t>:</w:t>
      </w:r>
      <w:r>
        <w:rPr>
          <w:rtl/>
        </w:rPr>
        <w:t xml:space="preserve"> </w:t>
      </w:r>
      <w:r w:rsidRPr="007277FF">
        <w:rPr>
          <w:rtl/>
        </w:rPr>
        <w:t xml:space="preserve">انا روينا عن ابى عبد الله </w:t>
      </w:r>
      <w:r w:rsidR="00AC7755" w:rsidRPr="00AC7755">
        <w:rPr>
          <w:rStyle w:val="libAlaemChar"/>
          <w:rtl/>
        </w:rPr>
        <w:t>عليه‌السلام</w:t>
      </w:r>
      <w:r w:rsidRPr="007277FF">
        <w:rPr>
          <w:rtl/>
        </w:rPr>
        <w:t xml:space="preserve"> حديثا أحب أن اسمعه منك فقال</w:t>
      </w:r>
      <w:r w:rsidR="00CC15EB">
        <w:rPr>
          <w:rtl/>
        </w:rPr>
        <w:t>:</w:t>
      </w:r>
      <w:r>
        <w:rPr>
          <w:rtl/>
        </w:rPr>
        <w:t xml:space="preserve"> </w:t>
      </w:r>
      <w:r w:rsidRPr="007277FF">
        <w:rPr>
          <w:rtl/>
        </w:rPr>
        <w:t>وما هو</w:t>
      </w:r>
      <w:r>
        <w:rPr>
          <w:rtl/>
        </w:rPr>
        <w:t>؟</w:t>
      </w:r>
      <w:r w:rsidRPr="007277FF">
        <w:rPr>
          <w:rtl/>
        </w:rPr>
        <w:t xml:space="preserve"> فقلت</w:t>
      </w:r>
      <w:r w:rsidR="00CC15EB">
        <w:rPr>
          <w:rtl/>
        </w:rPr>
        <w:t>:</w:t>
      </w:r>
      <w:r>
        <w:rPr>
          <w:rtl/>
        </w:rPr>
        <w:t xml:space="preserve"> </w:t>
      </w:r>
      <w:r w:rsidRPr="007277FF">
        <w:rPr>
          <w:rtl/>
        </w:rPr>
        <w:t>بلغني انه قال في رجل قطع رأس رجل ميت قال</w:t>
      </w:r>
      <w:r w:rsidR="00CC15EB">
        <w:rPr>
          <w:rtl/>
        </w:rPr>
        <w:t>:</w:t>
      </w:r>
      <w:r>
        <w:rPr>
          <w:rtl/>
        </w:rPr>
        <w:t xml:space="preserve"> </w:t>
      </w:r>
      <w:r w:rsidRPr="007277FF">
        <w:rPr>
          <w:rtl/>
        </w:rPr>
        <w:t xml:space="preserve">قال رسول الله </w:t>
      </w:r>
      <w:r w:rsidR="00AC7755" w:rsidRPr="00AC7755">
        <w:rPr>
          <w:rStyle w:val="libAlaemChar"/>
          <w:rtl/>
        </w:rPr>
        <w:t>صلى‌الله‌عليه‌وآله‌وسلم</w:t>
      </w:r>
      <w:r w:rsidR="00CC15EB">
        <w:rPr>
          <w:rtl/>
        </w:rPr>
        <w:t>:</w:t>
      </w:r>
      <w:r>
        <w:rPr>
          <w:rtl/>
        </w:rPr>
        <w:t xml:space="preserve"> </w:t>
      </w:r>
      <w:r w:rsidRPr="007277FF">
        <w:rPr>
          <w:rtl/>
        </w:rPr>
        <w:t>ان الله حرم من المسلم ميتا ما حرم منه حيا فمن فعل بميت ما يكون في ذلك اجتياح نفس الحي فعليه الدية فقال</w:t>
      </w:r>
      <w:r w:rsidR="00CC15EB">
        <w:rPr>
          <w:rtl/>
        </w:rPr>
        <w:t>:</w:t>
      </w:r>
      <w:r>
        <w:rPr>
          <w:rtl/>
        </w:rPr>
        <w:t xml:space="preserve"> </w:t>
      </w:r>
      <w:r w:rsidRPr="007277FF">
        <w:rPr>
          <w:rtl/>
        </w:rPr>
        <w:t xml:space="preserve">صدق أبو عبد الله </w:t>
      </w:r>
      <w:r w:rsidR="00AC7755" w:rsidRPr="00AC7755">
        <w:rPr>
          <w:rStyle w:val="libAlaemChar"/>
          <w:rtl/>
        </w:rPr>
        <w:t>عليه‌السلام</w:t>
      </w:r>
      <w:r w:rsidRPr="007277FF">
        <w:rPr>
          <w:rtl/>
        </w:rPr>
        <w:t xml:space="preserve"> هكذا قال رسول الله </w:t>
      </w:r>
      <w:r w:rsidR="00AC7755" w:rsidRPr="00AC7755">
        <w:rPr>
          <w:rStyle w:val="libAlaemChar"/>
          <w:rtl/>
        </w:rPr>
        <w:t>صلى‌الله‌عليه‌وآله‌وسلم</w:t>
      </w:r>
      <w:r w:rsidR="00CC15EB">
        <w:rPr>
          <w:rtl/>
        </w:rPr>
        <w:t>،</w:t>
      </w:r>
      <w:r>
        <w:rPr>
          <w:rtl/>
        </w:rPr>
        <w:t xml:space="preserve"> </w:t>
      </w:r>
      <w:r w:rsidRPr="007277FF">
        <w:rPr>
          <w:rtl/>
        </w:rPr>
        <w:t>قلت</w:t>
      </w:r>
      <w:r w:rsidR="00CC15EB">
        <w:rPr>
          <w:rtl/>
        </w:rPr>
        <w:t>:</w:t>
      </w:r>
      <w:r>
        <w:rPr>
          <w:rtl/>
        </w:rPr>
        <w:t xml:space="preserve"> </w:t>
      </w:r>
      <w:r w:rsidRPr="007277FF">
        <w:rPr>
          <w:rtl/>
        </w:rPr>
        <w:t>من قطع رأس رجل ميت أو شق بطنه أو فعل به ما يكون في ذلك الفعل اجتياح نفس الحي فعليه الدية دية النفس كاملة</w:t>
      </w:r>
      <w:r>
        <w:rPr>
          <w:rtl/>
        </w:rPr>
        <w:t>؟</w:t>
      </w:r>
      <w:r w:rsidRPr="007277FF">
        <w:rPr>
          <w:rtl/>
        </w:rPr>
        <w:t xml:space="preserve"> فقال</w:t>
      </w:r>
      <w:r w:rsidR="00CC15EB">
        <w:rPr>
          <w:rtl/>
        </w:rPr>
        <w:t>:</w:t>
      </w:r>
      <w:r>
        <w:rPr>
          <w:rtl/>
        </w:rPr>
        <w:t xml:space="preserve"> </w:t>
      </w:r>
      <w:r w:rsidRPr="007277FF">
        <w:rPr>
          <w:rtl/>
        </w:rPr>
        <w:t>لا</w:t>
      </w:r>
      <w:r w:rsidR="00CC15EB">
        <w:rPr>
          <w:rtl/>
        </w:rPr>
        <w:t>،</w:t>
      </w:r>
      <w:r>
        <w:rPr>
          <w:rtl/>
        </w:rPr>
        <w:t xml:space="preserve"> </w:t>
      </w:r>
      <w:r w:rsidRPr="007277FF">
        <w:rPr>
          <w:rtl/>
        </w:rPr>
        <w:t>ثم اشار الي باصبعه الخنصر فقال لي</w:t>
      </w:r>
      <w:r w:rsidR="00CC15EB">
        <w:rPr>
          <w:rtl/>
        </w:rPr>
        <w:t>:</w:t>
      </w:r>
      <w:r>
        <w:rPr>
          <w:rtl/>
        </w:rPr>
        <w:t xml:space="preserve"> </w:t>
      </w:r>
      <w:r w:rsidRPr="007277FF">
        <w:rPr>
          <w:rtl/>
        </w:rPr>
        <w:t>أليس لهذه دية</w:t>
      </w:r>
      <w:r>
        <w:rPr>
          <w:rtl/>
        </w:rPr>
        <w:t>؟</w:t>
      </w:r>
      <w:r w:rsidRPr="007277FF">
        <w:rPr>
          <w:rtl/>
        </w:rPr>
        <w:t xml:space="preserve"> فقلت</w:t>
      </w:r>
      <w:r w:rsidR="00CC15EB">
        <w:rPr>
          <w:rtl/>
        </w:rPr>
        <w:t>:</w:t>
      </w:r>
      <w:r>
        <w:rPr>
          <w:rtl/>
        </w:rPr>
        <w:t xml:space="preserve"> </w:t>
      </w:r>
      <w:r w:rsidRPr="007277FF">
        <w:rPr>
          <w:rtl/>
        </w:rPr>
        <w:t>بلى قال</w:t>
      </w:r>
      <w:r w:rsidR="00CC15EB">
        <w:rPr>
          <w:rtl/>
        </w:rPr>
        <w:t>:</w:t>
      </w:r>
      <w:r>
        <w:rPr>
          <w:rtl/>
        </w:rPr>
        <w:t xml:space="preserve"> </w:t>
      </w:r>
      <w:r w:rsidRPr="007277FF">
        <w:rPr>
          <w:rtl/>
        </w:rPr>
        <w:t>فتراه دية النفس</w:t>
      </w:r>
      <w:r>
        <w:rPr>
          <w:rtl/>
        </w:rPr>
        <w:t>؟</w:t>
      </w:r>
      <w:r w:rsidRPr="007277FF">
        <w:rPr>
          <w:rtl/>
        </w:rPr>
        <w:t xml:space="preserve"> فقلت</w:t>
      </w:r>
      <w:r w:rsidR="00CC15EB">
        <w:rPr>
          <w:rtl/>
        </w:rPr>
        <w:t>:</w:t>
      </w:r>
      <w:r>
        <w:rPr>
          <w:rtl/>
        </w:rPr>
        <w:t xml:space="preserve"> </w:t>
      </w:r>
      <w:r w:rsidRPr="007277FF">
        <w:rPr>
          <w:rtl/>
        </w:rPr>
        <w:t>لا قال</w:t>
      </w:r>
      <w:r w:rsidR="00CC15EB">
        <w:rPr>
          <w:rtl/>
        </w:rPr>
        <w:t>:</w:t>
      </w:r>
      <w:r>
        <w:rPr>
          <w:rtl/>
        </w:rPr>
        <w:t xml:space="preserve"> </w:t>
      </w:r>
      <w:r w:rsidRPr="007277FF">
        <w:rPr>
          <w:rtl/>
        </w:rPr>
        <w:t>صدقت فقلت</w:t>
      </w:r>
      <w:r w:rsidR="00CC15EB">
        <w:rPr>
          <w:rtl/>
        </w:rPr>
        <w:t>:</w:t>
      </w:r>
      <w:r>
        <w:rPr>
          <w:rtl/>
        </w:rPr>
        <w:t xml:space="preserve"> </w:t>
      </w:r>
      <w:r w:rsidRPr="007277FF">
        <w:rPr>
          <w:rtl/>
        </w:rPr>
        <w:t>وما دية هذه إذا قطع رأسه وهو ميت</w:t>
      </w:r>
      <w:r>
        <w:rPr>
          <w:rtl/>
        </w:rPr>
        <w:t>؟</w:t>
      </w:r>
      <w:r w:rsidRPr="007277FF">
        <w:rPr>
          <w:rtl/>
        </w:rPr>
        <w:t xml:space="preserve"> فقال</w:t>
      </w:r>
      <w:r w:rsidR="00CC15EB">
        <w:rPr>
          <w:rtl/>
        </w:rPr>
        <w:t>:</w:t>
      </w:r>
      <w:r>
        <w:rPr>
          <w:rtl/>
        </w:rPr>
        <w:t xml:space="preserve"> </w:t>
      </w:r>
      <w:r w:rsidRPr="007277FF">
        <w:rPr>
          <w:rtl/>
        </w:rPr>
        <w:t>ديته دية الجنين في بطن امه قبل ان ينشأ فيه الروح وذلك مائة دينار</w:t>
      </w:r>
      <w:r w:rsidR="00CC15EB">
        <w:rPr>
          <w:rtl/>
        </w:rPr>
        <w:t>،</w:t>
      </w:r>
      <w:r>
        <w:rPr>
          <w:rtl/>
        </w:rPr>
        <w:t xml:space="preserve"> </w:t>
      </w:r>
      <w:r w:rsidRPr="007277FF">
        <w:rPr>
          <w:rtl/>
        </w:rPr>
        <w:t>قال</w:t>
      </w:r>
      <w:r w:rsidR="00CC15EB">
        <w:rPr>
          <w:rtl/>
        </w:rPr>
        <w:t>:</w:t>
      </w:r>
      <w:r>
        <w:rPr>
          <w:rtl/>
        </w:rPr>
        <w:t xml:space="preserve"> </w:t>
      </w:r>
      <w:r w:rsidRPr="007277FF">
        <w:rPr>
          <w:rtl/>
        </w:rPr>
        <w:t>فسكت وسرني ما اجابني فيه قال</w:t>
      </w:r>
      <w:r w:rsidR="00CC15EB">
        <w:rPr>
          <w:rtl/>
        </w:rPr>
        <w:t>:</w:t>
      </w:r>
      <w:r>
        <w:rPr>
          <w:rtl/>
        </w:rPr>
        <w:t xml:space="preserve"> </w:t>
      </w:r>
      <w:r w:rsidRPr="007277FF">
        <w:rPr>
          <w:rtl/>
        </w:rPr>
        <w:t>لم لا تستوفي مسألتك</w:t>
      </w:r>
      <w:r>
        <w:rPr>
          <w:rtl/>
        </w:rPr>
        <w:t>؟</w:t>
      </w:r>
      <w:r w:rsidRPr="007277FF">
        <w:rPr>
          <w:rtl/>
        </w:rPr>
        <w:t xml:space="preserve"> فقلت</w:t>
      </w:r>
      <w:r w:rsidR="00CC15EB">
        <w:rPr>
          <w:rtl/>
        </w:rPr>
        <w:t>:</w:t>
      </w:r>
      <w:r>
        <w:rPr>
          <w:rtl/>
        </w:rPr>
        <w:t xml:space="preserve"> </w:t>
      </w:r>
      <w:r w:rsidRPr="007277FF">
        <w:rPr>
          <w:rtl/>
        </w:rPr>
        <w:t>ما عندي فيها اكثر مما جبتني فيه الا أن يكون شئ لا اعرفه</w:t>
      </w:r>
      <w:r w:rsidR="00CC15EB">
        <w:rPr>
          <w:rtl/>
        </w:rPr>
        <w:t>،</w:t>
      </w:r>
      <w:r>
        <w:rPr>
          <w:rtl/>
        </w:rPr>
        <w:t xml:space="preserve"> </w:t>
      </w:r>
      <w:r w:rsidRPr="007277FF">
        <w:rPr>
          <w:rtl/>
        </w:rPr>
        <w:t>قال</w:t>
      </w:r>
      <w:r w:rsidR="00CC15EB">
        <w:rPr>
          <w:rtl/>
        </w:rPr>
        <w:t>:</w:t>
      </w:r>
      <w:r>
        <w:rPr>
          <w:rtl/>
        </w:rPr>
        <w:t xml:space="preserve"> </w:t>
      </w:r>
      <w:r w:rsidRPr="007277FF">
        <w:rPr>
          <w:rtl/>
        </w:rPr>
        <w:t>دية الجنين إذا ضربت امه فسقط من بطنها قبل أن تنشأ فيه الروح مائة دينار وهي لورثته</w:t>
      </w:r>
      <w:r w:rsidR="00CC15EB">
        <w:rPr>
          <w:rtl/>
        </w:rPr>
        <w:t>،</w:t>
      </w:r>
      <w:r>
        <w:rPr>
          <w:rtl/>
        </w:rPr>
        <w:t xml:space="preserve"> </w:t>
      </w:r>
      <w:r w:rsidRPr="007277FF">
        <w:rPr>
          <w:rtl/>
        </w:rPr>
        <w:t>وان دية هذا إذا قطع رأسه أو شق بطنه فليس هي لورثته انما هي له دون الورثة</w:t>
      </w:r>
      <w:r w:rsidR="00CC15EB">
        <w:rPr>
          <w:rtl/>
        </w:rPr>
        <w:t>،</w:t>
      </w:r>
      <w:r>
        <w:rPr>
          <w:rtl/>
        </w:rPr>
        <w:t xml:space="preserve"> </w:t>
      </w:r>
      <w:r w:rsidRPr="007277FF">
        <w:rPr>
          <w:rtl/>
        </w:rPr>
        <w:t>فقلت</w:t>
      </w:r>
      <w:r w:rsidR="00CC15EB">
        <w:rPr>
          <w:rtl/>
        </w:rPr>
        <w:t>:</w:t>
      </w:r>
      <w:r>
        <w:rPr>
          <w:rtl/>
        </w:rPr>
        <w:t xml:space="preserve"> </w:t>
      </w:r>
      <w:r w:rsidRPr="007277FF">
        <w:rPr>
          <w:rtl/>
        </w:rPr>
        <w:t>وما الفرق بينهما</w:t>
      </w:r>
      <w:r>
        <w:rPr>
          <w:rtl/>
        </w:rPr>
        <w:t>؟</w:t>
      </w:r>
      <w:r w:rsidRPr="007277FF">
        <w:rPr>
          <w:rtl/>
        </w:rPr>
        <w:t xml:space="preserve"> فقال</w:t>
      </w:r>
      <w:r w:rsidR="00CC15EB">
        <w:rPr>
          <w:rtl/>
        </w:rPr>
        <w:t>:</w:t>
      </w:r>
      <w:r>
        <w:rPr>
          <w:rtl/>
        </w:rPr>
        <w:t xml:space="preserve"> </w:t>
      </w:r>
      <w:r w:rsidRPr="007277FF">
        <w:rPr>
          <w:rtl/>
        </w:rPr>
        <w:t>ان الجنين مستقبل مرجو نفعه وان هذا قد مضى فذهبت منفعته</w:t>
      </w:r>
      <w:r w:rsidR="00CC15EB">
        <w:rPr>
          <w:rtl/>
        </w:rPr>
        <w:t>،</w:t>
      </w:r>
      <w:r>
        <w:rPr>
          <w:rtl/>
        </w:rPr>
        <w:t xml:space="preserve"> </w:t>
      </w:r>
      <w:r w:rsidRPr="007277FF">
        <w:rPr>
          <w:rtl/>
        </w:rPr>
        <w:t>فلما مثل به بعد موته صارت ديته بتلك المثلة له لا لغيره يحج بها عنه يفعل بها ابواب الخير والبر من صدقة أو غيرها</w:t>
      </w:r>
      <w:r w:rsidR="00CC15EB">
        <w:rPr>
          <w:rtl/>
        </w:rPr>
        <w:t>،</w:t>
      </w:r>
      <w:r>
        <w:rPr>
          <w:rtl/>
        </w:rPr>
        <w:t xml:space="preserve"> </w:t>
      </w:r>
      <w:r w:rsidRPr="007277FF">
        <w:rPr>
          <w:rtl/>
        </w:rPr>
        <w:t>قلت</w:t>
      </w:r>
      <w:r w:rsidR="00CC15EB">
        <w:rPr>
          <w:rtl/>
        </w:rPr>
        <w:t>:</w:t>
      </w:r>
      <w:r>
        <w:rPr>
          <w:rtl/>
        </w:rPr>
        <w:t xml:space="preserve"> </w:t>
      </w:r>
      <w:r w:rsidRPr="007277FF">
        <w:rPr>
          <w:rtl/>
        </w:rPr>
        <w:t>فان اراد رجل ان يحفر له ليغسله في الحفرة فسدر</w:t>
      </w:r>
      <w:r w:rsidRPr="00AC7755">
        <w:rPr>
          <w:rStyle w:val="libFootnotenumChar"/>
          <w:rtl/>
        </w:rPr>
        <w:t xml:space="preserve"> (1) </w:t>
      </w:r>
      <w:r w:rsidRPr="007277FF">
        <w:rPr>
          <w:rtl/>
        </w:rPr>
        <w:t>الرجل مما يحفر فدير به فمالت مسحاته في يده فاصاب بطنه فشقه فما عليه</w:t>
      </w:r>
      <w:r>
        <w:rPr>
          <w:rtl/>
        </w:rPr>
        <w:t>؟</w:t>
      </w:r>
      <w:r w:rsidRPr="007277FF">
        <w:rPr>
          <w:rtl/>
        </w:rPr>
        <w:t xml:space="preserve"> قال</w:t>
      </w:r>
      <w:r w:rsidR="00CC15EB">
        <w:rPr>
          <w:rtl/>
        </w:rPr>
        <w:t>:</w:t>
      </w:r>
      <w:r>
        <w:rPr>
          <w:rtl/>
        </w:rPr>
        <w:t xml:space="preserve"> </w:t>
      </w:r>
      <w:r w:rsidRPr="007277FF">
        <w:rPr>
          <w:rtl/>
        </w:rPr>
        <w:t xml:space="preserve">إذا كان هكذا فهو خطأ وكفارته عتق رقبة أو صيام شهرين متتابعين أو صدقة على ستين مسكينا مد لكل مسكين بمد النبي </w:t>
      </w:r>
      <w:r w:rsidR="00AC7755" w:rsidRPr="00AC7755">
        <w:rPr>
          <w:rStyle w:val="libAlaemChar"/>
          <w:rtl/>
        </w:rPr>
        <w:t>صلى‌الله‌عليه‌وآله‌وسلم</w:t>
      </w:r>
      <w:r w:rsidRPr="007277FF">
        <w:rPr>
          <w:rtl/>
        </w:rPr>
        <w:t>.</w:t>
      </w:r>
    </w:p>
    <w:p w:rsidR="00AC7755" w:rsidRDefault="00D45E0E" w:rsidP="00AC7755">
      <w:pPr>
        <w:pStyle w:val="libLine"/>
        <w:rPr>
          <w:rtl/>
        </w:rPr>
      </w:pPr>
      <w:r>
        <w:rPr>
          <w:rtl/>
        </w:rPr>
        <w:t>__________________</w:t>
      </w:r>
    </w:p>
    <w:p w:rsidR="00AC7755" w:rsidRDefault="00D45E0E" w:rsidP="00AC7755">
      <w:pPr>
        <w:pStyle w:val="libFootnote0"/>
        <w:rPr>
          <w:rtl/>
        </w:rPr>
      </w:pPr>
      <w:r w:rsidRPr="00D95A45">
        <w:rPr>
          <w:rtl/>
        </w:rPr>
        <w:t>(1) السدر</w:t>
      </w:r>
      <w:r w:rsidR="00CC15EB">
        <w:rPr>
          <w:rtl/>
        </w:rPr>
        <w:t>:</w:t>
      </w:r>
      <w:r>
        <w:rPr>
          <w:rtl/>
        </w:rPr>
        <w:t xml:space="preserve"> </w:t>
      </w:r>
      <w:r w:rsidRPr="00D95A45">
        <w:rPr>
          <w:rtl/>
        </w:rPr>
        <w:t>بفتحتين تحير البصر أو هو الدوار.</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(1074) 19</w:t>
      </w:r>
      <w:r w:rsidR="00CC15EB">
        <w:rPr>
          <w:rtl/>
        </w:rPr>
        <w:t xml:space="preserve"> - </w:t>
      </w:r>
      <w:r w:rsidRPr="00D95A45">
        <w:rPr>
          <w:rtl/>
        </w:rPr>
        <w:t xml:space="preserve">محمد بن احمد بن يحيى عن يوسف بن الحرث عن محمد بن عبد الرحمان العزرمي عن ابيه عن جعفر عن ابيه </w:t>
      </w:r>
      <w:r w:rsidR="00AC7755" w:rsidRPr="00AC7755">
        <w:rPr>
          <w:rStyle w:val="libAlaemChar"/>
          <w:rtl/>
        </w:rPr>
        <w:t>عليه‌السلام</w:t>
      </w:r>
      <w:r w:rsidRPr="00D95A45">
        <w:rPr>
          <w:rtl/>
        </w:rPr>
        <w:t xml:space="preserve"> انه جعل في السن السوداء ثلث ديتها وفي اليد الشلاء ثلث ديتها</w:t>
      </w:r>
      <w:r w:rsidR="00CC15EB">
        <w:rPr>
          <w:rtl/>
        </w:rPr>
        <w:t>،</w:t>
      </w:r>
      <w:r>
        <w:rPr>
          <w:rtl/>
        </w:rPr>
        <w:t xml:space="preserve"> </w:t>
      </w:r>
      <w:r w:rsidRPr="00D95A45">
        <w:rPr>
          <w:rtl/>
        </w:rPr>
        <w:t>وفي العين القائمة إذا طمست ثلث ديتها</w:t>
      </w:r>
      <w:r w:rsidR="00CC15EB">
        <w:rPr>
          <w:rtl/>
        </w:rPr>
        <w:t>،</w:t>
      </w:r>
      <w:r>
        <w:rPr>
          <w:rtl/>
        </w:rPr>
        <w:t xml:space="preserve"> </w:t>
      </w:r>
      <w:r w:rsidRPr="00D95A45">
        <w:rPr>
          <w:rtl/>
        </w:rPr>
        <w:t>وفي شحمة الاذن ثلث ديتها</w:t>
      </w:r>
      <w:r w:rsidR="00CC15EB">
        <w:rPr>
          <w:rtl/>
        </w:rPr>
        <w:t>،</w:t>
      </w:r>
      <w:r>
        <w:rPr>
          <w:rtl/>
        </w:rPr>
        <w:t xml:space="preserve"> </w:t>
      </w:r>
      <w:r w:rsidRPr="00D95A45">
        <w:rPr>
          <w:rtl/>
        </w:rPr>
        <w:t>وفي الرجل العرجاء ثلث ديتها</w:t>
      </w:r>
      <w:r w:rsidR="00CC15EB">
        <w:rPr>
          <w:rtl/>
        </w:rPr>
        <w:t>،</w:t>
      </w:r>
      <w:r>
        <w:rPr>
          <w:rtl/>
        </w:rPr>
        <w:t xml:space="preserve"> </w:t>
      </w:r>
      <w:r w:rsidRPr="00D95A45">
        <w:rPr>
          <w:rtl/>
        </w:rPr>
        <w:t>وفي خشاش الانف في كل واحد ثلث الدية.</w:t>
      </w:r>
    </w:p>
    <w:p w:rsidR="00AC7755" w:rsidRDefault="00D45E0E" w:rsidP="00CA44E1">
      <w:pPr>
        <w:pStyle w:val="Heading2Center"/>
        <w:rPr>
          <w:rtl/>
        </w:rPr>
      </w:pPr>
      <w:bookmarkStart w:id="25" w:name="_Toc394318289"/>
      <w:r w:rsidRPr="00D95A45">
        <w:rPr>
          <w:rtl/>
        </w:rPr>
        <w:t>24</w:t>
      </w:r>
      <w:r w:rsidR="00CC15EB">
        <w:rPr>
          <w:rtl/>
        </w:rPr>
        <w:t xml:space="preserve"> - </w:t>
      </w:r>
      <w:r w:rsidRPr="00D95A45">
        <w:rPr>
          <w:rtl/>
        </w:rPr>
        <w:t>باب القصاص</w:t>
      </w:r>
      <w:bookmarkEnd w:id="25"/>
    </w:p>
    <w:p w:rsidR="00AC7755" w:rsidRDefault="00D45E0E" w:rsidP="00AC7755">
      <w:pPr>
        <w:pStyle w:val="libNormal"/>
        <w:rPr>
          <w:rtl/>
        </w:rPr>
      </w:pPr>
      <w:r w:rsidRPr="00D95A45">
        <w:rPr>
          <w:rtl/>
        </w:rPr>
        <w:t>(1075) 1</w:t>
      </w:r>
      <w:r w:rsidR="00CC15EB">
        <w:rPr>
          <w:rtl/>
        </w:rPr>
        <w:t xml:space="preserve"> - </w:t>
      </w:r>
      <w:r w:rsidRPr="00D95A45">
        <w:rPr>
          <w:rtl/>
        </w:rPr>
        <w:t xml:space="preserve">علي بن ابراهيم عن ابيه عن ابن محبوب عن اسحاق ابن عمار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فيما كان من جراحات الجسد ان فيها القصاص أو يقبل المجروح دية الجراحة فيعطاها.</w:t>
      </w:r>
    </w:p>
    <w:p w:rsidR="00AC7755" w:rsidRDefault="00D45E0E" w:rsidP="00AC7755">
      <w:pPr>
        <w:pStyle w:val="libNormal"/>
        <w:rPr>
          <w:rtl/>
        </w:rPr>
      </w:pPr>
      <w:r w:rsidRPr="00D95A45">
        <w:rPr>
          <w:rtl/>
        </w:rPr>
        <w:t>(1076) 2</w:t>
      </w:r>
      <w:r w:rsidR="00CC15EB">
        <w:rPr>
          <w:rtl/>
        </w:rPr>
        <w:t xml:space="preserve"> - </w:t>
      </w:r>
      <w:r w:rsidRPr="00D95A45">
        <w:rPr>
          <w:rtl/>
        </w:rPr>
        <w:t xml:space="preserve">احمد بن محمد عن علي بن حديد عن جميل بن دراج عن بعض اصحابنا عن احدهما </w:t>
      </w:r>
      <w:r w:rsidR="00AC7755" w:rsidRPr="00AC7755">
        <w:rPr>
          <w:rStyle w:val="libAlaemChar"/>
          <w:rtl/>
        </w:rPr>
        <w:t>عليه‌السلام</w:t>
      </w:r>
      <w:r w:rsidRPr="00D95A45">
        <w:rPr>
          <w:rtl/>
        </w:rPr>
        <w:t xml:space="preserve"> في رجل كسر يد رجل ثم برئت يد الرجل قال</w:t>
      </w:r>
      <w:r w:rsidR="00CC15EB">
        <w:rPr>
          <w:rtl/>
        </w:rPr>
        <w:t>:</w:t>
      </w:r>
      <w:r>
        <w:rPr>
          <w:rtl/>
        </w:rPr>
        <w:t xml:space="preserve"> </w:t>
      </w:r>
      <w:r w:rsidRPr="00D95A45">
        <w:rPr>
          <w:rtl/>
        </w:rPr>
        <w:t>ليس في هذا قصاص ولكن يعطى الارش.</w:t>
      </w:r>
    </w:p>
    <w:p w:rsidR="00AC7755" w:rsidRDefault="00D45E0E" w:rsidP="00AC7755">
      <w:pPr>
        <w:pStyle w:val="libNormal"/>
        <w:rPr>
          <w:rtl/>
        </w:rPr>
      </w:pPr>
      <w:r w:rsidRPr="00D95A45">
        <w:rPr>
          <w:rtl/>
        </w:rPr>
        <w:t>(1077) 3</w:t>
      </w:r>
      <w:r w:rsidR="00CC15EB">
        <w:rPr>
          <w:rtl/>
        </w:rPr>
        <w:t xml:space="preserve"> - </w:t>
      </w:r>
      <w:r w:rsidRPr="00D95A45">
        <w:rPr>
          <w:rtl/>
        </w:rPr>
        <w:t xml:space="preserve">عنه عن الحسين بن سعيد عن النضر بن سويد عن عاصم بن حميد عن محمد بن قيس عن ابي بصير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السن والذراع يكسران عمدا ألهما ارش أو قود</w:t>
      </w:r>
      <w:r>
        <w:rPr>
          <w:rtl/>
        </w:rPr>
        <w:t>؟</w:t>
      </w:r>
      <w:r w:rsidRPr="00D95A45">
        <w:rPr>
          <w:rtl/>
        </w:rPr>
        <w:t xml:space="preserve"> فقال</w:t>
      </w:r>
      <w:r w:rsidR="00CC15EB">
        <w:rPr>
          <w:rtl/>
        </w:rPr>
        <w:t>:</w:t>
      </w:r>
      <w:r>
        <w:rPr>
          <w:rtl/>
        </w:rPr>
        <w:t xml:space="preserve"> </w:t>
      </w:r>
      <w:r w:rsidRPr="00D95A45">
        <w:rPr>
          <w:rtl/>
        </w:rPr>
        <w:t>قود قال</w:t>
      </w:r>
      <w:r w:rsidR="00CC15EB">
        <w:rPr>
          <w:rtl/>
        </w:rPr>
        <w:t>:</w:t>
      </w:r>
      <w:r>
        <w:rPr>
          <w:rtl/>
        </w:rPr>
        <w:t xml:space="preserve"> </w:t>
      </w:r>
      <w:r w:rsidRPr="00D95A45">
        <w:rPr>
          <w:rtl/>
        </w:rPr>
        <w:t>قلت</w:t>
      </w:r>
      <w:r w:rsidR="00CC15EB">
        <w:rPr>
          <w:rtl/>
        </w:rPr>
        <w:t>:</w:t>
      </w:r>
      <w:r>
        <w:rPr>
          <w:rtl/>
        </w:rPr>
        <w:t xml:space="preserve"> </w:t>
      </w:r>
      <w:r w:rsidRPr="00D95A45">
        <w:rPr>
          <w:rtl/>
        </w:rPr>
        <w:t>فان اضعفوا الدية</w:t>
      </w:r>
      <w:r>
        <w:rPr>
          <w:rtl/>
        </w:rPr>
        <w:t>؟</w:t>
      </w:r>
      <w:r w:rsidRPr="00D95A45">
        <w:rPr>
          <w:rtl/>
        </w:rPr>
        <w:t xml:space="preserve"> فقال</w:t>
      </w:r>
      <w:r w:rsidR="00CC15EB">
        <w:rPr>
          <w:rtl/>
        </w:rPr>
        <w:t>:</w:t>
      </w:r>
      <w:r>
        <w:rPr>
          <w:rtl/>
        </w:rPr>
        <w:t xml:space="preserve"> </w:t>
      </w:r>
      <w:r w:rsidRPr="00D95A45">
        <w:rPr>
          <w:rtl/>
        </w:rPr>
        <w:t>إن ارضوه بما شاء فهو له.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1075 الكافي ج 2 ص 329</w:t>
      </w:r>
    </w:p>
    <w:p w:rsidR="00CC15EB" w:rsidRDefault="00CC15EB" w:rsidP="00AC7755">
      <w:pPr>
        <w:pStyle w:val="libFootnote0"/>
        <w:rPr>
          <w:rtl/>
        </w:rPr>
      </w:pPr>
      <w:r>
        <w:rPr>
          <w:rtl/>
        </w:rPr>
        <w:t>-</w:t>
      </w:r>
      <w:r w:rsidR="00D45E0E" w:rsidRPr="007277FF">
        <w:rPr>
          <w:rtl/>
        </w:rPr>
        <w:t xml:space="preserve"> 1076</w:t>
      </w:r>
      <w:r>
        <w:rPr>
          <w:rtl/>
        </w:rPr>
        <w:t xml:space="preserve"> - </w:t>
      </w:r>
      <w:r w:rsidR="00D45E0E" w:rsidRPr="007277FF">
        <w:rPr>
          <w:rtl/>
        </w:rPr>
        <w:t>الكافي ج 2 ص 329 الفقيه ج 4 ص 126</w:t>
      </w:r>
    </w:p>
    <w:p w:rsidR="00AC7755" w:rsidRDefault="00CC15EB" w:rsidP="00AC7755">
      <w:pPr>
        <w:pStyle w:val="libFootnote0"/>
        <w:rPr>
          <w:rtl/>
        </w:rPr>
      </w:pPr>
      <w:r>
        <w:rPr>
          <w:rtl/>
        </w:rPr>
        <w:t>-</w:t>
      </w:r>
      <w:r w:rsidR="00D45E0E" w:rsidRPr="00DA0376">
        <w:rPr>
          <w:rtl/>
        </w:rPr>
        <w:t xml:space="preserve"> 1077</w:t>
      </w:r>
      <w:r>
        <w:rPr>
          <w:rtl/>
        </w:rPr>
        <w:t xml:space="preserve"> - </w:t>
      </w:r>
      <w:r w:rsidR="00D45E0E" w:rsidRPr="00DA0376">
        <w:rPr>
          <w:rtl/>
        </w:rPr>
        <w:t>الكافي ج 2 ص 329 الفقيه ج 4 ص 102</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(1078) 4</w:t>
      </w:r>
      <w:r w:rsidR="00CC15EB">
        <w:rPr>
          <w:rtl/>
        </w:rPr>
        <w:t xml:space="preserve"> - </w:t>
      </w:r>
      <w:r w:rsidRPr="00D95A45">
        <w:rPr>
          <w:rtl/>
        </w:rPr>
        <w:t>علي عن ابيه عن ابن ابي نجران عن عاصم بن حميد عن محمد بن قيس قال</w:t>
      </w:r>
      <w:r w:rsidR="00CC15EB">
        <w:rPr>
          <w:rtl/>
        </w:rPr>
        <w:t>:</w:t>
      </w:r>
      <w:r>
        <w:rPr>
          <w:rtl/>
        </w:rPr>
        <w:t xml:space="preserve"> </w:t>
      </w:r>
      <w:r w:rsidRPr="00D95A45">
        <w:rPr>
          <w:rtl/>
        </w:rPr>
        <w:t xml:space="preserve">قلت لابي جعفر </w:t>
      </w:r>
      <w:r w:rsidR="00AC7755" w:rsidRPr="00AC7755">
        <w:rPr>
          <w:rStyle w:val="libAlaemChar"/>
          <w:rtl/>
        </w:rPr>
        <w:t>عليه‌السلام</w:t>
      </w:r>
      <w:r w:rsidRPr="00D95A45">
        <w:rPr>
          <w:rtl/>
        </w:rPr>
        <w:t xml:space="preserve"> أعور فقأ عين صحيح فقال</w:t>
      </w:r>
      <w:r w:rsidR="00CC15EB">
        <w:rPr>
          <w:rtl/>
        </w:rPr>
        <w:t>:</w:t>
      </w:r>
      <w:r>
        <w:rPr>
          <w:rtl/>
        </w:rPr>
        <w:t xml:space="preserve"> </w:t>
      </w:r>
      <w:r w:rsidRPr="00D95A45">
        <w:rPr>
          <w:rtl/>
        </w:rPr>
        <w:t>تفقأ عينه</w:t>
      </w:r>
      <w:r w:rsidR="00CC15EB">
        <w:rPr>
          <w:rtl/>
        </w:rPr>
        <w:t>،</w:t>
      </w:r>
      <w:r>
        <w:rPr>
          <w:rtl/>
        </w:rPr>
        <w:t xml:space="preserve"> </w:t>
      </w:r>
      <w:r w:rsidRPr="00D95A45">
        <w:rPr>
          <w:rtl/>
        </w:rPr>
        <w:t>قال</w:t>
      </w:r>
      <w:r w:rsidR="00CC15EB">
        <w:rPr>
          <w:rtl/>
        </w:rPr>
        <w:t>:</w:t>
      </w:r>
      <w:r>
        <w:rPr>
          <w:rtl/>
        </w:rPr>
        <w:t xml:space="preserve"> </w:t>
      </w:r>
      <w:r w:rsidRPr="00D95A45">
        <w:rPr>
          <w:rtl/>
        </w:rPr>
        <w:t>قلت</w:t>
      </w:r>
      <w:r w:rsidR="00CC15EB">
        <w:rPr>
          <w:rtl/>
        </w:rPr>
        <w:t>:</w:t>
      </w:r>
      <w:r>
        <w:rPr>
          <w:rtl/>
        </w:rPr>
        <w:t xml:space="preserve"> </w:t>
      </w:r>
      <w:r w:rsidRPr="00D95A45">
        <w:rPr>
          <w:rtl/>
        </w:rPr>
        <w:t>يبقى اعمى</w:t>
      </w:r>
      <w:r>
        <w:rPr>
          <w:rtl/>
        </w:rPr>
        <w:t>؟</w:t>
      </w:r>
      <w:r w:rsidRPr="00D95A45">
        <w:rPr>
          <w:rtl/>
        </w:rPr>
        <w:t xml:space="preserve"> قال</w:t>
      </w:r>
      <w:r w:rsidR="00CC15EB">
        <w:rPr>
          <w:rtl/>
        </w:rPr>
        <w:t>:</w:t>
      </w:r>
      <w:r>
        <w:rPr>
          <w:rtl/>
        </w:rPr>
        <w:t xml:space="preserve"> </w:t>
      </w:r>
      <w:r w:rsidRPr="00D95A45">
        <w:rPr>
          <w:rtl/>
        </w:rPr>
        <w:t>الحق اعماه.</w:t>
      </w:r>
    </w:p>
    <w:p w:rsidR="00AC7755" w:rsidRDefault="00D45E0E" w:rsidP="00AC7755">
      <w:pPr>
        <w:pStyle w:val="libNormal"/>
        <w:rPr>
          <w:rtl/>
        </w:rPr>
      </w:pPr>
      <w:r w:rsidRPr="00D95A45">
        <w:rPr>
          <w:rtl/>
        </w:rPr>
        <w:t>(1079) 5</w:t>
      </w:r>
      <w:r w:rsidR="00CC15EB">
        <w:rPr>
          <w:rtl/>
        </w:rPr>
        <w:t xml:space="preserve"> - </w:t>
      </w:r>
      <w:r w:rsidRPr="00D95A45">
        <w:rPr>
          <w:rtl/>
        </w:rPr>
        <w:t xml:space="preserve">الحسين بن سعيد عن فضالة عن ابان عن رجل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اعور فقأ عين صحيح متعمدا فقال</w:t>
      </w:r>
      <w:r w:rsidR="00CC15EB">
        <w:rPr>
          <w:rtl/>
        </w:rPr>
        <w:t>:</w:t>
      </w:r>
      <w:r>
        <w:rPr>
          <w:rtl/>
        </w:rPr>
        <w:t xml:space="preserve"> </w:t>
      </w:r>
      <w:r w:rsidRPr="00D95A45">
        <w:rPr>
          <w:rtl/>
        </w:rPr>
        <w:t>تفقأ عينه قلت</w:t>
      </w:r>
      <w:r w:rsidR="00CC15EB">
        <w:rPr>
          <w:rtl/>
        </w:rPr>
        <w:t>:</w:t>
      </w:r>
      <w:r>
        <w:rPr>
          <w:rtl/>
        </w:rPr>
        <w:t xml:space="preserve"> </w:t>
      </w:r>
      <w:r w:rsidRPr="00D95A45">
        <w:rPr>
          <w:rtl/>
        </w:rPr>
        <w:t>فيكون اعمى</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الحق اعماه.</w:t>
      </w:r>
    </w:p>
    <w:p w:rsidR="00AC7755" w:rsidRDefault="00D45E0E" w:rsidP="00AC7755">
      <w:pPr>
        <w:pStyle w:val="libNormal"/>
        <w:rPr>
          <w:rtl/>
        </w:rPr>
      </w:pPr>
      <w:r w:rsidRPr="00D95A45">
        <w:rPr>
          <w:rtl/>
        </w:rPr>
        <w:t>(1080) 6</w:t>
      </w:r>
      <w:r w:rsidR="00CC15EB">
        <w:rPr>
          <w:rtl/>
        </w:rPr>
        <w:t xml:space="preserve"> - </w:t>
      </w:r>
      <w:r w:rsidRPr="00D95A45">
        <w:rPr>
          <w:rtl/>
        </w:rPr>
        <w:t>أبو علي الاشعري عن محمد بن عبد الجبار عن صفوان ابن يحيى عن اسحاق بن عمار عن ابي بصير قال</w:t>
      </w:r>
      <w:r w:rsidR="00CC15EB">
        <w:rPr>
          <w:rtl/>
        </w:rPr>
        <w:t>:</w:t>
      </w:r>
      <w:r>
        <w:rPr>
          <w:rtl/>
        </w:rPr>
        <w:t xml:space="preserve"> </w:t>
      </w:r>
      <w:r w:rsidRPr="00D95A45">
        <w:rPr>
          <w:rtl/>
        </w:rPr>
        <w:t xml:space="preserve">سمعت ابا عبد الله </w:t>
      </w:r>
      <w:r w:rsidR="00AC7755" w:rsidRPr="00AC7755">
        <w:rPr>
          <w:rStyle w:val="libAlaemChar"/>
          <w:rtl/>
        </w:rPr>
        <w:t>عليه‌السلام</w:t>
      </w:r>
      <w:r w:rsidRPr="00D95A45">
        <w:rPr>
          <w:rtl/>
        </w:rPr>
        <w:t xml:space="preserve"> يقول</w:t>
      </w:r>
      <w:r w:rsidR="00CC15EB">
        <w:rPr>
          <w:rtl/>
        </w:rPr>
        <w:t>:</w:t>
      </w:r>
      <w:r>
        <w:rPr>
          <w:rtl/>
        </w:rPr>
        <w:t xml:space="preserve"> </w:t>
      </w:r>
      <w:r w:rsidRPr="00D95A45">
        <w:rPr>
          <w:rtl/>
        </w:rPr>
        <w:t>تقطع يد الرجل ورجلاه في القصاص.</w:t>
      </w:r>
    </w:p>
    <w:p w:rsidR="00AC7755" w:rsidRDefault="00D45E0E" w:rsidP="00AC7755">
      <w:pPr>
        <w:pStyle w:val="libNormal"/>
        <w:rPr>
          <w:rtl/>
        </w:rPr>
      </w:pPr>
      <w:r w:rsidRPr="00D95A45">
        <w:rPr>
          <w:rtl/>
        </w:rPr>
        <w:t>(1081) 7</w:t>
      </w:r>
      <w:r w:rsidR="00CC15EB">
        <w:rPr>
          <w:rtl/>
        </w:rPr>
        <w:t xml:space="preserve"> - </w:t>
      </w:r>
      <w:r w:rsidRPr="00D95A45">
        <w:rPr>
          <w:rtl/>
        </w:rPr>
        <w:t xml:space="preserve">علي عن ابيه عن ابن فضال عن سليمان الدهان عن رفاعة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ان عمر اتاه رجل من قيس بمولى قد لطم عينه فأنزل الماء فيها وهي قائمة لم يبصر بها شيئا فقال له</w:t>
      </w:r>
      <w:r w:rsidR="00CC15EB">
        <w:rPr>
          <w:rtl/>
        </w:rPr>
        <w:t>:</w:t>
      </w:r>
      <w:r>
        <w:rPr>
          <w:rtl/>
        </w:rPr>
        <w:t xml:space="preserve"> </w:t>
      </w:r>
      <w:r w:rsidRPr="00D95A45">
        <w:rPr>
          <w:rtl/>
        </w:rPr>
        <w:t>اعطيك الدية فابى</w:t>
      </w:r>
      <w:r w:rsidR="00CC15EB">
        <w:rPr>
          <w:rtl/>
        </w:rPr>
        <w:t>،</w:t>
      </w:r>
      <w:r>
        <w:rPr>
          <w:rtl/>
        </w:rPr>
        <w:t xml:space="preserve"> </w:t>
      </w:r>
      <w:r w:rsidRPr="00D95A45">
        <w:rPr>
          <w:rtl/>
        </w:rPr>
        <w:t>قال</w:t>
      </w:r>
      <w:r w:rsidR="00CC15EB">
        <w:rPr>
          <w:rtl/>
        </w:rPr>
        <w:t>:</w:t>
      </w:r>
      <w:r>
        <w:rPr>
          <w:rtl/>
        </w:rPr>
        <w:t xml:space="preserve"> </w:t>
      </w:r>
      <w:r w:rsidRPr="00D95A45">
        <w:rPr>
          <w:rtl/>
        </w:rPr>
        <w:t xml:space="preserve">فارسل بهما إلى علي </w:t>
      </w:r>
      <w:r w:rsidR="00AC7755" w:rsidRPr="00AC7755">
        <w:rPr>
          <w:rStyle w:val="libAlaemChar"/>
          <w:rtl/>
        </w:rPr>
        <w:t>عليه‌السلام</w:t>
      </w:r>
      <w:r w:rsidRPr="00D95A45">
        <w:rPr>
          <w:rtl/>
        </w:rPr>
        <w:t xml:space="preserve"> وقال</w:t>
      </w:r>
      <w:r w:rsidR="00CC15EB">
        <w:rPr>
          <w:rtl/>
        </w:rPr>
        <w:t>:</w:t>
      </w:r>
      <w:r>
        <w:rPr>
          <w:rtl/>
        </w:rPr>
        <w:t xml:space="preserve"> </w:t>
      </w:r>
      <w:r w:rsidRPr="00D95A45">
        <w:rPr>
          <w:rtl/>
        </w:rPr>
        <w:t>احكم بين هذين فاعطاه الدية فابى فلم يزالوا يعطونه حتى اعطوه ديتين قال</w:t>
      </w:r>
      <w:r w:rsidR="00CC15EB">
        <w:rPr>
          <w:rtl/>
        </w:rPr>
        <w:t>:</w:t>
      </w:r>
      <w:r>
        <w:rPr>
          <w:rtl/>
        </w:rPr>
        <w:t xml:space="preserve"> </w:t>
      </w:r>
      <w:r w:rsidRPr="00D95A45">
        <w:rPr>
          <w:rtl/>
        </w:rPr>
        <w:t>فقال</w:t>
      </w:r>
      <w:r w:rsidR="00CC15EB">
        <w:rPr>
          <w:rtl/>
        </w:rPr>
        <w:t>:</w:t>
      </w:r>
      <w:r>
        <w:rPr>
          <w:rtl/>
        </w:rPr>
        <w:t xml:space="preserve"> </w:t>
      </w:r>
      <w:r w:rsidRPr="00D95A45">
        <w:rPr>
          <w:rtl/>
        </w:rPr>
        <w:t xml:space="preserve">ليس اريد الا القصاص قال فدعا علي </w:t>
      </w:r>
      <w:r w:rsidR="00AC7755" w:rsidRPr="00AC7755">
        <w:rPr>
          <w:rStyle w:val="libAlaemChar"/>
          <w:rtl/>
        </w:rPr>
        <w:t>عليه‌السلام</w:t>
      </w:r>
      <w:r w:rsidRPr="00D95A45">
        <w:rPr>
          <w:rtl/>
        </w:rPr>
        <w:t xml:space="preserve"> بمرآة فحماها ثم دعا بكرسف فبله ثم جعله على اشفار عينيه على حواليها ثم استقبل بعينيه عين الشمس قال</w:t>
      </w:r>
      <w:r w:rsidR="00CC15EB">
        <w:rPr>
          <w:rtl/>
        </w:rPr>
        <w:t>:</w:t>
      </w:r>
      <w:r>
        <w:rPr>
          <w:rtl/>
        </w:rPr>
        <w:t xml:space="preserve"> </w:t>
      </w:r>
      <w:r w:rsidRPr="00D95A45">
        <w:rPr>
          <w:rtl/>
        </w:rPr>
        <w:t>وجاء بالمرآة فقال</w:t>
      </w:r>
      <w:r w:rsidR="00CC15EB">
        <w:rPr>
          <w:rtl/>
        </w:rPr>
        <w:t>:</w:t>
      </w:r>
      <w:r>
        <w:rPr>
          <w:rtl/>
        </w:rPr>
        <w:t xml:space="preserve"> </w:t>
      </w:r>
      <w:r w:rsidRPr="00D95A45">
        <w:rPr>
          <w:rtl/>
        </w:rPr>
        <w:t>انظر فنظر فذاب الشحم وبقيت عينه قائمة فذهب البصر</w:t>
      </w:r>
      <w:r w:rsidR="00CC15EB">
        <w:rPr>
          <w:rtl/>
        </w:rPr>
        <w:t>،</w:t>
      </w:r>
      <w:r>
        <w:rPr>
          <w:rtl/>
        </w:rPr>
        <w:t xml:space="preserve"> </w:t>
      </w:r>
    </w:p>
    <w:p w:rsidR="00AC7755" w:rsidRDefault="00D45E0E" w:rsidP="00AC7755">
      <w:pPr>
        <w:pStyle w:val="libNormal"/>
        <w:rPr>
          <w:rtl/>
        </w:rPr>
      </w:pPr>
      <w:r w:rsidRPr="00D95A45">
        <w:rPr>
          <w:rtl/>
        </w:rPr>
        <w:t>(1082) 8</w:t>
      </w:r>
      <w:r w:rsidR="00CC15EB">
        <w:rPr>
          <w:rtl/>
        </w:rPr>
        <w:t xml:space="preserve"> - </w:t>
      </w:r>
      <w:r w:rsidRPr="00D95A45">
        <w:rPr>
          <w:rtl/>
        </w:rPr>
        <w:t xml:space="preserve">سهل بن زياد عن الحسن بن العباس بن الحريش عن ابي جعفر الثاني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أبو جعفر الاول </w:t>
      </w:r>
      <w:r w:rsidR="00AC7755" w:rsidRPr="00AC7755">
        <w:rPr>
          <w:rStyle w:val="libAlaemChar"/>
          <w:rtl/>
        </w:rPr>
        <w:t>عليه‌السلام</w:t>
      </w:r>
      <w:r w:rsidRPr="00D95A45">
        <w:rPr>
          <w:rtl/>
        </w:rPr>
        <w:t xml:space="preserve"> لعبد الله بن العباس</w:t>
      </w:r>
      <w:r w:rsidR="00CC15EB">
        <w:rPr>
          <w:rtl/>
        </w:rPr>
        <w:t>:</w:t>
      </w:r>
      <w:r>
        <w:rPr>
          <w:rtl/>
        </w:rPr>
        <w:t xml:space="preserve"> </w:t>
      </w:r>
      <w:r w:rsidRPr="00D95A45">
        <w:rPr>
          <w:rtl/>
        </w:rPr>
        <w:t>يا ابن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1078</w:t>
      </w:r>
      <w:r>
        <w:rPr>
          <w:rtl/>
        </w:rPr>
        <w:t xml:space="preserve"> -</w:t>
      </w:r>
      <w:r w:rsidR="00D45E0E" w:rsidRPr="007277FF">
        <w:rPr>
          <w:rtl/>
        </w:rPr>
        <w:t xml:space="preserve"> 1079</w:t>
      </w:r>
      <w:r>
        <w:rPr>
          <w:rtl/>
        </w:rPr>
        <w:t xml:space="preserve"> - </w:t>
      </w:r>
      <w:r w:rsidR="00D45E0E" w:rsidRPr="007277FF">
        <w:rPr>
          <w:rtl/>
        </w:rPr>
        <w:t>1080</w:t>
      </w:r>
      <w:r>
        <w:rPr>
          <w:rFonts w:hint="cs"/>
          <w:rtl/>
        </w:rPr>
        <w:t xml:space="preserve"> - </w:t>
      </w:r>
      <w:r w:rsidR="00D45E0E" w:rsidRPr="007277FF">
        <w:rPr>
          <w:rtl/>
        </w:rPr>
        <w:t>1081</w:t>
      </w:r>
      <w:r>
        <w:rPr>
          <w:rtl/>
        </w:rPr>
        <w:t xml:space="preserve"> - </w:t>
      </w:r>
      <w:r w:rsidR="00D45E0E" w:rsidRPr="007277FF">
        <w:rPr>
          <w:rtl/>
        </w:rPr>
        <w:t>الكافي ج 2 ص 329 وفيه في الرابع ان عثمان اناط الخ واخرج الاول الصدوق في الفقيه ج 4 ص 102</w:t>
      </w:r>
    </w:p>
    <w:p w:rsidR="00AC7755" w:rsidRDefault="00CC15EB" w:rsidP="00AC7755">
      <w:pPr>
        <w:pStyle w:val="libFootnote0"/>
        <w:rPr>
          <w:rtl/>
        </w:rPr>
      </w:pPr>
      <w:r>
        <w:rPr>
          <w:rtl/>
        </w:rPr>
        <w:t>-</w:t>
      </w:r>
      <w:r w:rsidR="00D45E0E" w:rsidRPr="00DA0376">
        <w:rPr>
          <w:rtl/>
        </w:rPr>
        <w:t xml:space="preserve"> 1082</w:t>
      </w:r>
      <w:r>
        <w:rPr>
          <w:rtl/>
        </w:rPr>
        <w:t xml:space="preserve"> - </w:t>
      </w:r>
      <w:r w:rsidR="00D45E0E" w:rsidRPr="00DA0376">
        <w:rPr>
          <w:rtl/>
        </w:rPr>
        <w:t>الكافي ج 2 ص 328</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عباس انشدك الله هل في حكم الله اختلاف</w:t>
      </w:r>
      <w:r>
        <w:rPr>
          <w:rtl/>
        </w:rPr>
        <w:t>؟</w:t>
      </w:r>
      <w:r w:rsidRPr="00DA0376">
        <w:rPr>
          <w:rtl/>
        </w:rPr>
        <w:t xml:space="preserve"> قال</w:t>
      </w:r>
      <w:r w:rsidR="00CC15EB">
        <w:rPr>
          <w:rtl/>
        </w:rPr>
        <w:t>:</w:t>
      </w:r>
      <w:r>
        <w:rPr>
          <w:rtl/>
        </w:rPr>
        <w:t xml:space="preserve"> </w:t>
      </w:r>
      <w:r w:rsidRPr="00DA0376">
        <w:rPr>
          <w:rtl/>
        </w:rPr>
        <w:t>فقال</w:t>
      </w:r>
      <w:r w:rsidR="00CC15EB">
        <w:rPr>
          <w:rtl/>
        </w:rPr>
        <w:t>:</w:t>
      </w:r>
      <w:r>
        <w:rPr>
          <w:rtl/>
        </w:rPr>
        <w:t xml:space="preserve"> </w:t>
      </w:r>
      <w:r w:rsidRPr="00DA0376">
        <w:rPr>
          <w:rtl/>
        </w:rPr>
        <w:t>لا قال</w:t>
      </w:r>
      <w:r w:rsidR="00CC15EB">
        <w:rPr>
          <w:rtl/>
        </w:rPr>
        <w:t>:</w:t>
      </w:r>
      <w:r>
        <w:rPr>
          <w:rtl/>
        </w:rPr>
        <w:t xml:space="preserve"> </w:t>
      </w:r>
      <w:r w:rsidRPr="00DA0376">
        <w:rPr>
          <w:rtl/>
        </w:rPr>
        <w:t>فما ترى في رجل ضربت اصابعه بالسيف حتى سقطت فذهبت فأتى رجل آخر فاطار كف يده فاتي به اليك وانت قاض كيف انت صانع</w:t>
      </w:r>
      <w:r>
        <w:rPr>
          <w:rtl/>
        </w:rPr>
        <w:t>؟</w:t>
      </w:r>
      <w:r w:rsidRPr="00DA0376">
        <w:rPr>
          <w:rtl/>
        </w:rPr>
        <w:t xml:space="preserve"> قال</w:t>
      </w:r>
      <w:r w:rsidR="00CC15EB">
        <w:rPr>
          <w:rtl/>
        </w:rPr>
        <w:t>:</w:t>
      </w:r>
      <w:r>
        <w:rPr>
          <w:rtl/>
        </w:rPr>
        <w:t xml:space="preserve"> </w:t>
      </w:r>
      <w:r w:rsidRPr="00DA0376">
        <w:rPr>
          <w:rtl/>
        </w:rPr>
        <w:t>اقول لهذا القاطع</w:t>
      </w:r>
      <w:r w:rsidR="00CC15EB">
        <w:rPr>
          <w:rtl/>
        </w:rPr>
        <w:t>:</w:t>
      </w:r>
      <w:r>
        <w:rPr>
          <w:rtl/>
        </w:rPr>
        <w:t xml:space="preserve"> </w:t>
      </w:r>
      <w:r w:rsidRPr="00DA0376">
        <w:rPr>
          <w:rtl/>
        </w:rPr>
        <w:t>اعطه دية كف وأقول لهذا المقطوع</w:t>
      </w:r>
      <w:r w:rsidR="00CC15EB">
        <w:rPr>
          <w:rtl/>
        </w:rPr>
        <w:t>:</w:t>
      </w:r>
      <w:r>
        <w:rPr>
          <w:rtl/>
        </w:rPr>
        <w:t xml:space="preserve"> </w:t>
      </w:r>
      <w:r w:rsidRPr="00DA0376">
        <w:rPr>
          <w:rtl/>
        </w:rPr>
        <w:t>صالحه على ما شئت أو ابعث لهما ذوي عدل قال</w:t>
      </w:r>
      <w:r w:rsidR="00CC15EB">
        <w:rPr>
          <w:rtl/>
        </w:rPr>
        <w:t>:</w:t>
      </w:r>
      <w:r>
        <w:rPr>
          <w:rtl/>
        </w:rPr>
        <w:t xml:space="preserve"> </w:t>
      </w:r>
      <w:r w:rsidRPr="00DA0376">
        <w:rPr>
          <w:rtl/>
        </w:rPr>
        <w:t>فقال له</w:t>
      </w:r>
      <w:r w:rsidR="00CC15EB">
        <w:rPr>
          <w:rtl/>
        </w:rPr>
        <w:t>:</w:t>
      </w:r>
      <w:r>
        <w:rPr>
          <w:rtl/>
        </w:rPr>
        <w:t xml:space="preserve"> </w:t>
      </w:r>
      <w:r w:rsidRPr="00DA0376">
        <w:rPr>
          <w:rtl/>
        </w:rPr>
        <w:t>جاء اختلاف في حكم الله ونقضت القول الاول ابى الله ان يحدث في خلقه شيئا من الحدود وليس تفسيره في الارض</w:t>
      </w:r>
      <w:r w:rsidR="00CC15EB">
        <w:rPr>
          <w:rtl/>
        </w:rPr>
        <w:t>،</w:t>
      </w:r>
      <w:r>
        <w:rPr>
          <w:rtl/>
        </w:rPr>
        <w:t xml:space="preserve"> </w:t>
      </w:r>
      <w:r w:rsidRPr="00DA0376">
        <w:rPr>
          <w:rtl/>
        </w:rPr>
        <w:t>اقطع يد قاطع الكف اصلا ثم اعطه دية الاصابع هذا حكم الله عز وجل.</w:t>
      </w:r>
    </w:p>
    <w:p w:rsidR="00AC7755" w:rsidRDefault="00D45E0E" w:rsidP="00AC7755">
      <w:pPr>
        <w:pStyle w:val="libNormal"/>
        <w:rPr>
          <w:rtl/>
        </w:rPr>
      </w:pPr>
      <w:r w:rsidRPr="00D95A45">
        <w:rPr>
          <w:rtl/>
        </w:rPr>
        <w:t>(1083) 9</w:t>
      </w:r>
      <w:r w:rsidR="00CC15EB">
        <w:rPr>
          <w:rtl/>
        </w:rPr>
        <w:t xml:space="preserve"> - </w:t>
      </w:r>
      <w:r w:rsidRPr="00D95A45">
        <w:rPr>
          <w:rtl/>
        </w:rPr>
        <w:t xml:space="preserve">احمد بن محمد عن الحسن بن محبوب عن هشام بن سالم عن سورة بن كليب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سئل عن رجل قتل رجلا عمدا وكان المقتول اقطع اليد اليمنى فقال</w:t>
      </w:r>
      <w:r w:rsidR="00CC15EB">
        <w:rPr>
          <w:rtl/>
        </w:rPr>
        <w:t>:</w:t>
      </w:r>
      <w:r>
        <w:rPr>
          <w:rtl/>
        </w:rPr>
        <w:t xml:space="preserve"> </w:t>
      </w:r>
      <w:r w:rsidRPr="00D95A45">
        <w:rPr>
          <w:rtl/>
        </w:rPr>
        <w:t>ان كانت قطعت يده في جناية جناها على نفسه أو كان قطع واخذ دية يده من الذي قطعها فاراد اولياؤه ان يقتلوا قاتله ادوا إلى اولياء قاتله دية يده التي قيد منها ويقتلوه</w:t>
      </w:r>
      <w:r w:rsidR="00CC15EB">
        <w:rPr>
          <w:rtl/>
        </w:rPr>
        <w:t>،</w:t>
      </w:r>
      <w:r>
        <w:rPr>
          <w:rtl/>
        </w:rPr>
        <w:t xml:space="preserve"> </w:t>
      </w:r>
      <w:r w:rsidRPr="00D95A45">
        <w:rPr>
          <w:rtl/>
        </w:rPr>
        <w:t>وان شاؤا طرحوا عنه دية يده واخذوا الباقي</w:t>
      </w:r>
      <w:r w:rsidR="00CC15EB">
        <w:rPr>
          <w:rtl/>
        </w:rPr>
        <w:t>،</w:t>
      </w:r>
      <w:r>
        <w:rPr>
          <w:rtl/>
        </w:rPr>
        <w:t xml:space="preserve"> </w:t>
      </w:r>
      <w:r w:rsidRPr="00D95A45">
        <w:rPr>
          <w:rtl/>
        </w:rPr>
        <w:t>قال</w:t>
      </w:r>
      <w:r w:rsidR="00CC15EB">
        <w:rPr>
          <w:rtl/>
        </w:rPr>
        <w:t>:</w:t>
      </w:r>
      <w:r>
        <w:rPr>
          <w:rtl/>
        </w:rPr>
        <w:t xml:space="preserve"> </w:t>
      </w:r>
      <w:r w:rsidRPr="00D95A45">
        <w:rPr>
          <w:rtl/>
        </w:rPr>
        <w:t xml:space="preserve">وان كانت يده قطعت من غير جناية جناها على نفسه ولا أخذ لها دية قتلوا قاتله ولا يغرم شيئا وان شاؤا اخذوا دية كاملة هكذا وجدناه في كتاب علي </w:t>
      </w:r>
      <w:r w:rsidR="00AC7755" w:rsidRPr="00AC7755">
        <w:rPr>
          <w:rStyle w:val="libAlaemChar"/>
          <w:rtl/>
        </w:rPr>
        <w:t>عليه‌السلام</w:t>
      </w:r>
      <w:r w:rsidRPr="00D95A45">
        <w:rPr>
          <w:rtl/>
        </w:rPr>
        <w:t>.</w:t>
      </w:r>
    </w:p>
    <w:p w:rsidR="00AC7755" w:rsidRDefault="00D45E0E" w:rsidP="00AC7755">
      <w:pPr>
        <w:pStyle w:val="libNormal"/>
        <w:rPr>
          <w:rtl/>
        </w:rPr>
      </w:pPr>
      <w:r w:rsidRPr="00D95A45">
        <w:rPr>
          <w:rtl/>
        </w:rPr>
        <w:t>(1084) 10</w:t>
      </w:r>
      <w:r w:rsidR="00CC15EB">
        <w:rPr>
          <w:rtl/>
        </w:rPr>
        <w:t xml:space="preserve"> - </w:t>
      </w:r>
      <w:r w:rsidRPr="00D95A45">
        <w:rPr>
          <w:rtl/>
        </w:rPr>
        <w:t xml:space="preserve">الحسن بن محبوب عن اسحاق بن عمار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اللطمة يسود اثرها في الوجه ان ارشها ستة دنانير</w:t>
      </w:r>
      <w:r w:rsidR="00CC15EB">
        <w:rPr>
          <w:rtl/>
        </w:rPr>
        <w:t>،</w:t>
      </w:r>
      <w:r>
        <w:rPr>
          <w:rtl/>
        </w:rPr>
        <w:t xml:space="preserve"> </w:t>
      </w:r>
      <w:r w:rsidRPr="00D95A45">
        <w:rPr>
          <w:rtl/>
        </w:rPr>
        <w:t>وان لم يسود واخضرت فان ارشها ثلاثة دنانير</w:t>
      </w:r>
      <w:r w:rsidR="00CC15EB">
        <w:rPr>
          <w:rtl/>
        </w:rPr>
        <w:t>،</w:t>
      </w:r>
      <w:r>
        <w:rPr>
          <w:rtl/>
        </w:rPr>
        <w:t xml:space="preserve"> </w:t>
      </w:r>
      <w:r w:rsidRPr="00D95A45">
        <w:rPr>
          <w:rtl/>
        </w:rPr>
        <w:t>وان احمرت ولم تخضر فان ارشها دينار ونصف</w:t>
      </w:r>
      <w:r w:rsidR="00CC15EB">
        <w:rPr>
          <w:rtl/>
        </w:rPr>
        <w:t>،</w:t>
      </w:r>
      <w:r>
        <w:rPr>
          <w:rtl/>
        </w:rPr>
        <w:t xml:space="preserve"> </w:t>
      </w:r>
      <w:r w:rsidRPr="00D95A45">
        <w:rPr>
          <w:rtl/>
        </w:rPr>
        <w:t>فقال</w:t>
      </w:r>
      <w:r w:rsidR="00CC15EB">
        <w:rPr>
          <w:rtl/>
        </w:rPr>
        <w:t>:</w:t>
      </w:r>
      <w:r>
        <w:rPr>
          <w:rtl/>
        </w:rPr>
        <w:t xml:space="preserve"> </w:t>
      </w:r>
      <w:r w:rsidRPr="00D95A45">
        <w:rPr>
          <w:rtl/>
        </w:rPr>
        <w:t>واما ما كان من جراحات الجسد</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1083</w:t>
      </w:r>
      <w:r>
        <w:rPr>
          <w:rtl/>
        </w:rPr>
        <w:t xml:space="preserve"> - </w:t>
      </w:r>
      <w:r w:rsidR="00D45E0E" w:rsidRPr="00D95A45">
        <w:rPr>
          <w:rtl/>
        </w:rPr>
        <w:t>الكافي ج 2 ص 328</w:t>
      </w:r>
    </w:p>
    <w:p w:rsidR="00AC7755" w:rsidRDefault="00CC15EB" w:rsidP="00AC7755">
      <w:pPr>
        <w:pStyle w:val="libFootnote0"/>
        <w:rPr>
          <w:rtl/>
        </w:rPr>
      </w:pPr>
      <w:r>
        <w:rPr>
          <w:rtl/>
        </w:rPr>
        <w:t>-</w:t>
      </w:r>
      <w:r w:rsidR="00D45E0E" w:rsidRPr="00DA0376">
        <w:rPr>
          <w:rtl/>
        </w:rPr>
        <w:t xml:space="preserve"> 1084</w:t>
      </w:r>
      <w:r>
        <w:rPr>
          <w:rtl/>
        </w:rPr>
        <w:t xml:space="preserve"> - </w:t>
      </w:r>
      <w:r w:rsidR="00D45E0E" w:rsidRPr="00DA0376">
        <w:rPr>
          <w:rtl/>
        </w:rPr>
        <w:t>الكافي ج 2 ص 333 الفقيه ج 4 ص 178 بدون الذيل فيهما</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فان فيها القصاص أو يقبل المجروح دية الجراحة فيعطاها.</w:t>
      </w:r>
    </w:p>
    <w:p w:rsidR="00AC7755" w:rsidRDefault="00D45E0E" w:rsidP="00AC7755">
      <w:pPr>
        <w:pStyle w:val="libNormal"/>
        <w:rPr>
          <w:rtl/>
        </w:rPr>
      </w:pPr>
      <w:r w:rsidRPr="00D95A45">
        <w:rPr>
          <w:rtl/>
        </w:rPr>
        <w:t>(1085) 11</w:t>
      </w:r>
      <w:r w:rsidR="00CC15EB">
        <w:rPr>
          <w:rtl/>
        </w:rPr>
        <w:t xml:space="preserve"> - </w:t>
      </w:r>
      <w:r w:rsidRPr="00D95A45">
        <w:rPr>
          <w:rtl/>
        </w:rPr>
        <w:t xml:space="preserve">الحسن بن محبوب عن الحسن بن صالح بن حي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ان عليا امير المؤمنين </w:t>
      </w:r>
      <w:r w:rsidR="00AC7755" w:rsidRPr="00AC7755">
        <w:rPr>
          <w:rStyle w:val="libAlaemChar"/>
          <w:rtl/>
        </w:rPr>
        <w:t>عليه‌السلام</w:t>
      </w:r>
      <w:r w:rsidRPr="00D95A45">
        <w:rPr>
          <w:rtl/>
        </w:rPr>
        <w:t xml:space="preserve"> امر قنبر ان يضرب رجلا حدا فغلط قنبر فزاده على ثمانين ثلاثة أسواط فأقاده امير المؤمنين </w:t>
      </w:r>
      <w:r w:rsidR="00AC7755" w:rsidRPr="00AC7755">
        <w:rPr>
          <w:rStyle w:val="libAlaemChar"/>
          <w:rtl/>
        </w:rPr>
        <w:t>عليه‌السلام</w:t>
      </w:r>
      <w:r w:rsidRPr="00D95A45">
        <w:rPr>
          <w:rtl/>
        </w:rPr>
        <w:t xml:space="preserve"> من قنبر فجلد قنبر ثلاثة اسواط.</w:t>
      </w:r>
    </w:p>
    <w:p w:rsidR="00AC7755" w:rsidRDefault="00D45E0E" w:rsidP="00AC7755">
      <w:pPr>
        <w:pStyle w:val="libNormal"/>
        <w:rPr>
          <w:rtl/>
        </w:rPr>
      </w:pPr>
      <w:r w:rsidRPr="00D95A45">
        <w:rPr>
          <w:rtl/>
        </w:rPr>
        <w:t>(1086) 12</w:t>
      </w:r>
      <w:r w:rsidR="00CC15EB">
        <w:rPr>
          <w:rtl/>
        </w:rPr>
        <w:t xml:space="preserve"> - </w:t>
      </w:r>
      <w:r w:rsidRPr="00D95A45">
        <w:rPr>
          <w:rtl/>
        </w:rPr>
        <w:t xml:space="preserve">احمد بن محمد عن محمد بن داود بن الحصين عن ابى العباس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عمن اقيم عليه الحد فمات ايقاد منه أو يؤدي ديته</w:t>
      </w:r>
      <w:r>
        <w:rPr>
          <w:rtl/>
        </w:rPr>
        <w:t>؟</w:t>
      </w:r>
      <w:r w:rsidRPr="00D95A45">
        <w:rPr>
          <w:rtl/>
        </w:rPr>
        <w:t xml:space="preserve"> قال</w:t>
      </w:r>
      <w:r w:rsidR="00CC15EB">
        <w:rPr>
          <w:rtl/>
        </w:rPr>
        <w:t>:</w:t>
      </w:r>
      <w:r>
        <w:rPr>
          <w:rtl/>
        </w:rPr>
        <w:t xml:space="preserve"> </w:t>
      </w:r>
      <w:r w:rsidRPr="00D95A45">
        <w:rPr>
          <w:rtl/>
        </w:rPr>
        <w:t>لا الا ان يزاد على القود.</w:t>
      </w:r>
    </w:p>
    <w:p w:rsidR="00AC7755" w:rsidRDefault="00D45E0E" w:rsidP="00AC7755">
      <w:pPr>
        <w:pStyle w:val="libNormal"/>
        <w:rPr>
          <w:rtl/>
        </w:rPr>
      </w:pPr>
      <w:r w:rsidRPr="00D95A45">
        <w:rPr>
          <w:rtl/>
        </w:rPr>
        <w:t>(1087) 13</w:t>
      </w:r>
      <w:r w:rsidR="00CC15EB">
        <w:rPr>
          <w:rtl/>
        </w:rPr>
        <w:t xml:space="preserve"> - </w:t>
      </w:r>
      <w:r w:rsidRPr="00D95A45">
        <w:rPr>
          <w:rtl/>
        </w:rPr>
        <w:t xml:space="preserve">علي بن مهزيار عن ابراهيم بن عبد الله عن ابان ان عثمان عمن اخبره عن أحدهما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اتي عمر بن الخطاب برجل قتل اخا رجل فدفعه إليه وامره بقتله فضربه الرجل حتى رأى انه قد قتله فحمل إلى منزله فوجدوا به رمقا فعالجوه حتى برئ فلما خرج اخذه اخو المقتول فقال</w:t>
      </w:r>
      <w:r w:rsidR="00CC15EB">
        <w:rPr>
          <w:rtl/>
        </w:rPr>
        <w:t>:</w:t>
      </w:r>
      <w:r>
        <w:rPr>
          <w:rtl/>
        </w:rPr>
        <w:t xml:space="preserve"> </w:t>
      </w:r>
      <w:r w:rsidRPr="00D95A45">
        <w:rPr>
          <w:rtl/>
        </w:rPr>
        <w:t>انت قاتل اخي ولي ان اقتلك فقال له</w:t>
      </w:r>
      <w:r w:rsidR="00CC15EB">
        <w:rPr>
          <w:rtl/>
        </w:rPr>
        <w:t>:</w:t>
      </w:r>
      <w:r>
        <w:rPr>
          <w:rtl/>
        </w:rPr>
        <w:t xml:space="preserve"> </w:t>
      </w:r>
      <w:r w:rsidRPr="00D95A45">
        <w:rPr>
          <w:rtl/>
        </w:rPr>
        <w:t>قد قتلتني مرة فانطلق به إلى عمر فأمر بقتله فخرج وهو يقول</w:t>
      </w:r>
      <w:r w:rsidR="00CC15EB">
        <w:rPr>
          <w:rtl/>
        </w:rPr>
        <w:t>:</w:t>
      </w:r>
      <w:r>
        <w:rPr>
          <w:rtl/>
        </w:rPr>
        <w:t xml:space="preserve"> </w:t>
      </w:r>
      <w:r w:rsidRPr="00D95A45">
        <w:rPr>
          <w:rtl/>
        </w:rPr>
        <w:t xml:space="preserve">يا ايها الناس قد والله قتلني فمروا به إلى امير المؤمنين </w:t>
      </w:r>
      <w:r w:rsidR="00AC7755" w:rsidRPr="00AC7755">
        <w:rPr>
          <w:rStyle w:val="libAlaemChar"/>
          <w:rtl/>
        </w:rPr>
        <w:t>عليه‌السلام</w:t>
      </w:r>
      <w:r w:rsidRPr="00D95A45">
        <w:rPr>
          <w:rtl/>
        </w:rPr>
        <w:t xml:space="preserve"> فأخبر خبره فقال</w:t>
      </w:r>
      <w:r w:rsidR="00CC15EB">
        <w:rPr>
          <w:rtl/>
        </w:rPr>
        <w:t>:</w:t>
      </w:r>
      <w:r>
        <w:rPr>
          <w:rtl/>
        </w:rPr>
        <w:t xml:space="preserve"> </w:t>
      </w:r>
      <w:r w:rsidRPr="00D95A45">
        <w:rPr>
          <w:rtl/>
        </w:rPr>
        <w:t>لا تعجل عليه حتى اخرج اليك فدخل على عمر فقال</w:t>
      </w:r>
      <w:r w:rsidR="00CC15EB">
        <w:rPr>
          <w:rtl/>
        </w:rPr>
        <w:t>:</w:t>
      </w:r>
      <w:r>
        <w:rPr>
          <w:rtl/>
        </w:rPr>
        <w:t xml:space="preserve"> </w:t>
      </w:r>
      <w:r w:rsidRPr="00D95A45">
        <w:rPr>
          <w:rtl/>
        </w:rPr>
        <w:t>ليس الحكم فيه هكذا فقال</w:t>
      </w:r>
      <w:r w:rsidR="00CC15EB">
        <w:rPr>
          <w:rtl/>
        </w:rPr>
        <w:t>:</w:t>
      </w:r>
      <w:r>
        <w:rPr>
          <w:rtl/>
        </w:rPr>
        <w:t xml:space="preserve"> </w:t>
      </w:r>
      <w:r w:rsidRPr="00D95A45">
        <w:rPr>
          <w:rtl/>
        </w:rPr>
        <w:t>ما هو يا ابا الحسن</w:t>
      </w:r>
      <w:r>
        <w:rPr>
          <w:rtl/>
        </w:rPr>
        <w:t>؟</w:t>
      </w:r>
      <w:r w:rsidRPr="00D95A45">
        <w:rPr>
          <w:rtl/>
        </w:rPr>
        <w:t xml:space="preserve"> فقال</w:t>
      </w:r>
      <w:r w:rsidR="00CC15EB">
        <w:rPr>
          <w:rtl/>
        </w:rPr>
        <w:t>:</w:t>
      </w:r>
      <w:r>
        <w:rPr>
          <w:rtl/>
        </w:rPr>
        <w:t xml:space="preserve"> </w:t>
      </w:r>
      <w:r w:rsidRPr="00D95A45">
        <w:rPr>
          <w:rtl/>
        </w:rPr>
        <w:t>يقتص هذا من اخي المقتول الاول ما صنع به ثم يقتله بأخيه</w:t>
      </w:r>
      <w:r w:rsidR="00CC15EB">
        <w:rPr>
          <w:rtl/>
        </w:rPr>
        <w:t>،</w:t>
      </w:r>
      <w:r>
        <w:rPr>
          <w:rtl/>
        </w:rPr>
        <w:t xml:space="preserve"> </w:t>
      </w:r>
      <w:r w:rsidRPr="00D95A45">
        <w:rPr>
          <w:rtl/>
        </w:rPr>
        <w:t>فنظر انه ان اقتص منه اتى على نفسه فعفا عنه وتتاركا.</w:t>
      </w:r>
    </w:p>
    <w:p w:rsidR="00AC7755" w:rsidRDefault="00D45E0E" w:rsidP="00AC7755">
      <w:pPr>
        <w:pStyle w:val="libNormal"/>
        <w:rPr>
          <w:rtl/>
        </w:rPr>
      </w:pPr>
      <w:r w:rsidRPr="00D95A45">
        <w:rPr>
          <w:rtl/>
        </w:rPr>
        <w:t>(1088) 14</w:t>
      </w:r>
      <w:r w:rsidR="00CC15EB">
        <w:rPr>
          <w:rtl/>
        </w:rPr>
        <w:t xml:space="preserve"> - </w:t>
      </w:r>
      <w:r w:rsidRPr="00D95A45">
        <w:rPr>
          <w:rtl/>
        </w:rPr>
        <w:t xml:space="preserve">علي بن حديد عن جميل عن بعض اصحابه عن احدهما </w:t>
      </w:r>
      <w:r w:rsidR="00AC7755" w:rsidRPr="00AC7755">
        <w:rPr>
          <w:rStyle w:val="libAlaemChar"/>
          <w:rtl/>
        </w:rPr>
        <w:t>عليه‌السلام</w:t>
      </w:r>
      <w:r w:rsidRPr="00D95A45">
        <w:rPr>
          <w:rtl/>
        </w:rPr>
        <w:t xml:space="preserve"> في رجل كسر يد رجل ثم برأت يد الرجل قال</w:t>
      </w:r>
      <w:r w:rsidR="00CC15EB">
        <w:rPr>
          <w:rtl/>
        </w:rPr>
        <w:t>:</w:t>
      </w:r>
      <w:r>
        <w:rPr>
          <w:rtl/>
        </w:rPr>
        <w:t xml:space="preserve"> </w:t>
      </w:r>
      <w:r w:rsidRPr="00D95A45">
        <w:rPr>
          <w:rtl/>
        </w:rPr>
        <w:t>ليس في هذا</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1085</w:t>
      </w:r>
      <w:r>
        <w:rPr>
          <w:rtl/>
        </w:rPr>
        <w:t xml:space="preserve"> - </w:t>
      </w:r>
      <w:r w:rsidR="00D45E0E" w:rsidRPr="00D95A45">
        <w:rPr>
          <w:rtl/>
        </w:rPr>
        <w:t>الكافي ج 2 ص 311</w:t>
      </w:r>
    </w:p>
    <w:p w:rsidR="00CC15EB" w:rsidRDefault="00CC15EB" w:rsidP="00AC7755">
      <w:pPr>
        <w:pStyle w:val="libFootnote0"/>
        <w:rPr>
          <w:rtl/>
        </w:rPr>
      </w:pPr>
      <w:r>
        <w:rPr>
          <w:rtl/>
        </w:rPr>
        <w:t>-</w:t>
      </w:r>
      <w:r w:rsidR="00D45E0E" w:rsidRPr="007277FF">
        <w:rPr>
          <w:rtl/>
        </w:rPr>
        <w:t xml:space="preserve"> 1087</w:t>
      </w:r>
      <w:r>
        <w:rPr>
          <w:rtl/>
        </w:rPr>
        <w:t xml:space="preserve"> - </w:t>
      </w:r>
      <w:r w:rsidR="00D45E0E" w:rsidRPr="007277FF">
        <w:rPr>
          <w:rtl/>
        </w:rPr>
        <w:t>الكافي ج 2 ص 342</w:t>
      </w:r>
    </w:p>
    <w:p w:rsidR="00AC7755" w:rsidRDefault="00CC15EB" w:rsidP="00AC7755">
      <w:pPr>
        <w:pStyle w:val="libFootnote0"/>
        <w:rPr>
          <w:rtl/>
        </w:rPr>
      </w:pPr>
      <w:r>
        <w:rPr>
          <w:rtl/>
        </w:rPr>
        <w:t>-</w:t>
      </w:r>
      <w:r w:rsidR="00D45E0E" w:rsidRPr="00DA0376">
        <w:rPr>
          <w:rtl/>
        </w:rPr>
        <w:t xml:space="preserve"> 1088</w:t>
      </w:r>
      <w:r>
        <w:rPr>
          <w:rtl/>
        </w:rPr>
        <w:t xml:space="preserve"> - </w:t>
      </w:r>
      <w:r w:rsidR="00D45E0E" w:rsidRPr="00DA0376">
        <w:rPr>
          <w:rtl/>
        </w:rPr>
        <w:t>الكافي ج 2 ص 329 الفقيه ج 4 ص 102</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قصاص ولكن يعطى الارش.</w:t>
      </w:r>
    </w:p>
    <w:p w:rsidR="00AC7755" w:rsidRDefault="00D45E0E" w:rsidP="00AC7755">
      <w:pPr>
        <w:pStyle w:val="libNormal"/>
        <w:rPr>
          <w:rtl/>
        </w:rPr>
      </w:pPr>
      <w:r w:rsidRPr="00D95A45">
        <w:rPr>
          <w:rtl/>
        </w:rPr>
        <w:t>(1089) 15</w:t>
      </w:r>
      <w:r w:rsidR="00CC15EB">
        <w:rPr>
          <w:rtl/>
        </w:rPr>
        <w:t xml:space="preserve"> - </w:t>
      </w:r>
      <w:r w:rsidRPr="00D95A45">
        <w:rPr>
          <w:rtl/>
        </w:rPr>
        <w:t xml:space="preserve">النوفلي عن السكوني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رفع إلى امير المؤمنين </w:t>
      </w:r>
      <w:r w:rsidR="00AC7755" w:rsidRPr="00AC7755">
        <w:rPr>
          <w:rStyle w:val="libAlaemChar"/>
          <w:rtl/>
        </w:rPr>
        <w:t>عليه‌السلام</w:t>
      </w:r>
      <w:r w:rsidRPr="00D95A45">
        <w:rPr>
          <w:rtl/>
        </w:rPr>
        <w:t xml:space="preserve"> رجل داس بطن رجل حتى احدث في ثيابه فقضى عليه ان يداس بطنه حتى يحدث أو يغرم ثلث الدية.</w:t>
      </w:r>
    </w:p>
    <w:p w:rsidR="00AC7755" w:rsidRDefault="00D45E0E" w:rsidP="00AC7755">
      <w:pPr>
        <w:pStyle w:val="libNormal"/>
        <w:rPr>
          <w:rtl/>
        </w:rPr>
      </w:pPr>
      <w:r w:rsidRPr="00D95A45">
        <w:rPr>
          <w:rtl/>
        </w:rPr>
        <w:t>(1090) 16</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من اقتص منه فمات فهو قتيل القرآن.</w:t>
      </w:r>
    </w:p>
    <w:p w:rsidR="00AC7755" w:rsidRDefault="00D45E0E" w:rsidP="00AC7755">
      <w:pPr>
        <w:pStyle w:val="libNormal"/>
        <w:rPr>
          <w:rtl/>
        </w:rPr>
      </w:pPr>
      <w:r w:rsidRPr="00D95A45">
        <w:rPr>
          <w:rtl/>
        </w:rPr>
        <w:t>(1091) 17</w:t>
      </w:r>
      <w:r w:rsidR="00CC15EB">
        <w:rPr>
          <w:rtl/>
        </w:rPr>
        <w:t xml:space="preserve"> - </w:t>
      </w:r>
      <w:r w:rsidRPr="00D95A45">
        <w:rPr>
          <w:rtl/>
        </w:rPr>
        <w:t xml:space="preserve">محمد بن احمد بن يحيى عن محمد بن الحسين عن محمد ابن عبد الله بن هلال عن العلا بن رزين عن محمد بن مسلم عن ابى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من قتله القصاص بامر الامام فلا دية له في قتل ولا جراحة.</w:t>
      </w:r>
    </w:p>
    <w:p w:rsidR="00AC7755" w:rsidRDefault="00D45E0E" w:rsidP="00AC7755">
      <w:pPr>
        <w:pStyle w:val="libNormal"/>
        <w:rPr>
          <w:rtl/>
        </w:rPr>
      </w:pPr>
      <w:r w:rsidRPr="00D95A45">
        <w:rPr>
          <w:rtl/>
        </w:rPr>
        <w:t>(1092) 18</w:t>
      </w:r>
      <w:r w:rsidR="00CC15EB">
        <w:rPr>
          <w:rtl/>
        </w:rPr>
        <w:t xml:space="preserve"> - </w:t>
      </w:r>
      <w:r w:rsidRPr="00D95A45">
        <w:rPr>
          <w:rtl/>
        </w:rPr>
        <w:t xml:space="preserve">عنه عن ابي جعفر عن ابي الجوزاء عن الحسين بن علوان عن عمرو بن خالد عن زيد بن علي عن آبائه عن علي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ليس بين الرجال والنساء قصاص الا في النفس</w:t>
      </w:r>
      <w:r w:rsidR="00CC15EB">
        <w:rPr>
          <w:rtl/>
        </w:rPr>
        <w:t>،</w:t>
      </w:r>
      <w:r>
        <w:rPr>
          <w:rtl/>
        </w:rPr>
        <w:t xml:space="preserve"> </w:t>
      </w:r>
      <w:r w:rsidRPr="00D95A45">
        <w:rPr>
          <w:rtl/>
        </w:rPr>
        <w:t>وليس بين الأحرار والمماليك قصاص إلا في النفس عمدا</w:t>
      </w:r>
      <w:r w:rsidR="00CC15EB">
        <w:rPr>
          <w:rtl/>
        </w:rPr>
        <w:t>،</w:t>
      </w:r>
      <w:r>
        <w:rPr>
          <w:rtl/>
        </w:rPr>
        <w:t xml:space="preserve"> </w:t>
      </w:r>
      <w:r w:rsidRPr="00D95A45">
        <w:rPr>
          <w:rtl/>
        </w:rPr>
        <w:t>وليس بين الصبيان قصاص في شئ الا في النفس.</w:t>
      </w:r>
    </w:p>
    <w:p w:rsidR="00AC7755" w:rsidRDefault="00D45E0E" w:rsidP="00AC7755">
      <w:pPr>
        <w:pStyle w:val="libNormal"/>
        <w:rPr>
          <w:rtl/>
        </w:rPr>
      </w:pPr>
      <w:r w:rsidRPr="00D95A45">
        <w:rPr>
          <w:rtl/>
        </w:rPr>
        <w:t>(1093) 19</w:t>
      </w:r>
      <w:r w:rsidR="00CC15EB">
        <w:rPr>
          <w:rtl/>
        </w:rPr>
        <w:t xml:space="preserve"> - </w:t>
      </w:r>
      <w:r w:rsidRPr="00D95A45">
        <w:rPr>
          <w:rtl/>
        </w:rPr>
        <w:t xml:space="preserve">محمد بن الحسن الصفار عن الحسن بن موسى الخشاب عن غياث بن كلوب عن اسحاق بن عمار عن جعفر عن ابيه </w:t>
      </w:r>
      <w:r w:rsidR="00AC7755" w:rsidRPr="00AC7755">
        <w:rPr>
          <w:rStyle w:val="libAlaemChar"/>
          <w:rtl/>
        </w:rPr>
        <w:t>عليه‌السلام</w:t>
      </w:r>
      <w:r w:rsidRPr="00D95A45">
        <w:rPr>
          <w:rtl/>
        </w:rPr>
        <w:t xml:space="preserve"> ان رجلا قطع من بعض اذن رجل شيئا فرفع ذلك إلى علي </w:t>
      </w:r>
      <w:r w:rsidR="00AC7755" w:rsidRPr="00AC7755">
        <w:rPr>
          <w:rStyle w:val="libAlaemChar"/>
          <w:rtl/>
        </w:rPr>
        <w:t>عليه‌السلام</w:t>
      </w:r>
      <w:r w:rsidRPr="00D95A45">
        <w:rPr>
          <w:rtl/>
        </w:rPr>
        <w:t xml:space="preserve"> فأقاده فاخذ الآخر ما قطع من اذنه فرده على اذنه بدمه فالتحمت وبرئت فعاد الآخر إلى علي </w:t>
      </w:r>
      <w:r w:rsidR="00AC7755" w:rsidRPr="00AC7755">
        <w:rPr>
          <w:rStyle w:val="libAlaemChar"/>
          <w:rtl/>
        </w:rPr>
        <w:t>عليه‌السلام</w:t>
      </w:r>
      <w:r w:rsidRPr="00D95A45">
        <w:rPr>
          <w:rtl/>
        </w:rPr>
        <w:t xml:space="preserve"> فاستقاده فأمر بها فقطعت ثانية وأمر بها فدفنت وقال </w:t>
      </w:r>
      <w:r w:rsidR="00AC7755" w:rsidRPr="00AC7755">
        <w:rPr>
          <w:rStyle w:val="libAlaemChar"/>
          <w:rtl/>
        </w:rPr>
        <w:t>عليه‌السلام</w:t>
      </w:r>
      <w:r w:rsidR="00CC15EB">
        <w:rPr>
          <w:rtl/>
        </w:rPr>
        <w:t>:</w:t>
      </w:r>
      <w:r>
        <w:rPr>
          <w:rtl/>
        </w:rPr>
        <w:t xml:space="preserve"> </w:t>
      </w:r>
      <w:r w:rsidRPr="00D95A45">
        <w:rPr>
          <w:rtl/>
        </w:rPr>
        <w:t>انما يكون القصاص من اجل الشين.</w:t>
      </w:r>
    </w:p>
    <w:p w:rsidR="00AC7755" w:rsidRDefault="00D45E0E" w:rsidP="00AC7755">
      <w:pPr>
        <w:pStyle w:val="libNormal"/>
        <w:rPr>
          <w:rtl/>
        </w:rPr>
      </w:pPr>
      <w:r w:rsidRPr="00D95A45">
        <w:rPr>
          <w:rtl/>
        </w:rPr>
        <w:t>(1094) 20</w:t>
      </w:r>
      <w:r w:rsidR="00CC15EB">
        <w:rPr>
          <w:rtl/>
        </w:rPr>
        <w:t xml:space="preserve"> - </w:t>
      </w:r>
      <w:r w:rsidRPr="00D95A45">
        <w:rPr>
          <w:rtl/>
        </w:rPr>
        <w:t>محمد بن الحسن الصفار عن ابراهيم بن هاشم عن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1089</w:t>
      </w:r>
      <w:r>
        <w:rPr>
          <w:rFonts w:hint="cs"/>
          <w:rtl/>
        </w:rPr>
        <w:t xml:space="preserve"> - </w:t>
      </w:r>
      <w:r w:rsidR="00D45E0E" w:rsidRPr="007277FF">
        <w:rPr>
          <w:rtl/>
        </w:rPr>
        <w:t>1090</w:t>
      </w:r>
      <w:r>
        <w:rPr>
          <w:rtl/>
        </w:rPr>
        <w:t xml:space="preserve"> - </w:t>
      </w:r>
      <w:r w:rsidR="00D45E0E" w:rsidRPr="007277FF">
        <w:rPr>
          <w:rtl/>
        </w:rPr>
        <w:t>الكافي ج 2 ص 348 واخرج الاول الصدوق في الفقيه ج 4 ص 110</w:t>
      </w:r>
    </w:p>
    <w:p w:rsidR="00AC7755" w:rsidRDefault="00CC15EB" w:rsidP="00AC7755">
      <w:pPr>
        <w:pStyle w:val="libFootnote0"/>
        <w:rPr>
          <w:rtl/>
        </w:rPr>
      </w:pPr>
      <w:r>
        <w:rPr>
          <w:rtl/>
        </w:rPr>
        <w:t>-</w:t>
      </w:r>
      <w:r w:rsidR="00D45E0E" w:rsidRPr="00DA0376">
        <w:rPr>
          <w:rtl/>
        </w:rPr>
        <w:t xml:space="preserve"> 1092</w:t>
      </w:r>
      <w:r>
        <w:rPr>
          <w:rtl/>
        </w:rPr>
        <w:t xml:space="preserve"> - </w:t>
      </w:r>
      <w:r w:rsidR="00D45E0E" w:rsidRPr="00DA0376">
        <w:rPr>
          <w:rtl/>
        </w:rPr>
        <w:t>الاستبصار ج 4 ص 266 وفيه صدر الحديث</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النوفلي عن السكوني عن جعفر عن ابيه عن علي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ليس بين العبيد والاحرار قصاص فيما دون النفس</w:t>
      </w:r>
      <w:r w:rsidR="00CC15EB">
        <w:rPr>
          <w:rtl/>
        </w:rPr>
        <w:t>،</w:t>
      </w:r>
      <w:r>
        <w:rPr>
          <w:rtl/>
        </w:rPr>
        <w:t xml:space="preserve"> </w:t>
      </w:r>
      <w:r w:rsidRPr="00DA0376">
        <w:rPr>
          <w:rtl/>
        </w:rPr>
        <w:t>وليس بين اليهودي والنصراني والمجوسي قصاص فيما دون النفس.</w:t>
      </w:r>
    </w:p>
    <w:p w:rsidR="00AC7755" w:rsidRDefault="00D45E0E" w:rsidP="00AC7755">
      <w:pPr>
        <w:pStyle w:val="libNormal"/>
        <w:rPr>
          <w:rtl/>
        </w:rPr>
      </w:pPr>
      <w:r w:rsidRPr="00D95A45">
        <w:rPr>
          <w:rtl/>
        </w:rPr>
        <w:t>(1095) 21</w:t>
      </w:r>
      <w:r w:rsidR="00CC15EB">
        <w:rPr>
          <w:rtl/>
        </w:rPr>
        <w:t xml:space="preserve"> - </w:t>
      </w:r>
      <w:r w:rsidRPr="00D95A45">
        <w:rPr>
          <w:rtl/>
        </w:rPr>
        <w:t>وبهذا الاسناد في عبد فقأ عين حر وعلى العبد دين فقال</w:t>
      </w:r>
      <w:r w:rsidR="00CC15EB">
        <w:rPr>
          <w:rtl/>
        </w:rPr>
        <w:t>:</w:t>
      </w:r>
      <w:r>
        <w:rPr>
          <w:rtl/>
        </w:rPr>
        <w:t xml:space="preserve"> </w:t>
      </w:r>
      <w:r w:rsidRPr="00D95A45">
        <w:rPr>
          <w:rtl/>
        </w:rPr>
        <w:t>لتفقأ عينه ويبطل دين الغرماء</w:t>
      </w:r>
      <w:r w:rsidR="00CC15EB">
        <w:rPr>
          <w:rtl/>
        </w:rPr>
        <w:t>:</w:t>
      </w:r>
      <w:r>
        <w:rPr>
          <w:rtl/>
        </w:rPr>
        <w:t xml:space="preserve"> </w:t>
      </w:r>
    </w:p>
    <w:p w:rsidR="00AC7755" w:rsidRDefault="00D45E0E" w:rsidP="00AC7755">
      <w:pPr>
        <w:pStyle w:val="libNormal"/>
        <w:rPr>
          <w:rtl/>
        </w:rPr>
      </w:pPr>
      <w:r w:rsidRPr="00D95A45">
        <w:rPr>
          <w:rtl/>
        </w:rPr>
        <w:t>(1096) 22</w:t>
      </w:r>
      <w:r w:rsidR="00CC15EB">
        <w:rPr>
          <w:rtl/>
        </w:rPr>
        <w:t xml:space="preserve"> - </w:t>
      </w:r>
      <w:r w:rsidRPr="00D95A45">
        <w:rPr>
          <w:rtl/>
        </w:rPr>
        <w:t>محمد بن احمد بن يحيى عن محمد بن عيسى عن ياسين عن حريز وابن مشكان عن ابي بصير قال</w:t>
      </w:r>
      <w:r w:rsidR="00CC15EB">
        <w:rPr>
          <w:rtl/>
        </w:rPr>
        <w:t>:</w:t>
      </w:r>
      <w:r>
        <w:rPr>
          <w:rtl/>
        </w:rPr>
        <w:t xml:space="preserve"> </w:t>
      </w:r>
      <w:r w:rsidRPr="00D95A45">
        <w:rPr>
          <w:rtl/>
        </w:rPr>
        <w:t>سألته عن ذمي قطع يد مسلم قال</w:t>
      </w:r>
      <w:r w:rsidR="00CC15EB">
        <w:rPr>
          <w:rtl/>
        </w:rPr>
        <w:t>:</w:t>
      </w:r>
      <w:r>
        <w:rPr>
          <w:rtl/>
        </w:rPr>
        <w:t xml:space="preserve"> </w:t>
      </w:r>
      <w:r w:rsidRPr="00D95A45">
        <w:rPr>
          <w:rtl/>
        </w:rPr>
        <w:t>تقطع يده ان شاء اولياؤه ويأخذوا فضل ما بين الديتين</w:t>
      </w:r>
      <w:r w:rsidR="00CC15EB">
        <w:rPr>
          <w:rtl/>
        </w:rPr>
        <w:t>،</w:t>
      </w:r>
      <w:r>
        <w:rPr>
          <w:rtl/>
        </w:rPr>
        <w:t xml:space="preserve"> </w:t>
      </w:r>
      <w:r w:rsidRPr="00D95A45">
        <w:rPr>
          <w:rtl/>
        </w:rPr>
        <w:t>وإن قطع المسلم يد المعاهد خير اولياء المعاهد فإن شاؤا اخذوا دية يده وإن شاؤا قطعوا يد المسلم وادوا إليه فضل ما بين الديتين</w:t>
      </w:r>
      <w:r w:rsidR="00CC15EB">
        <w:rPr>
          <w:rtl/>
        </w:rPr>
        <w:t>،</w:t>
      </w:r>
      <w:r>
        <w:rPr>
          <w:rtl/>
        </w:rPr>
        <w:t xml:space="preserve"> </w:t>
      </w:r>
      <w:r w:rsidRPr="00D95A45">
        <w:rPr>
          <w:rtl/>
        </w:rPr>
        <w:t>وإذا قتله المسلم صنع كذلك.</w:t>
      </w:r>
    </w:p>
    <w:p w:rsidR="00AC7755" w:rsidRDefault="00D45E0E" w:rsidP="00AC7755">
      <w:pPr>
        <w:pStyle w:val="libNormal"/>
        <w:rPr>
          <w:rtl/>
        </w:rPr>
      </w:pPr>
      <w:r w:rsidRPr="00D95A45">
        <w:rPr>
          <w:rtl/>
        </w:rPr>
        <w:t>(1097) 23</w:t>
      </w:r>
      <w:r w:rsidR="00CC15EB">
        <w:rPr>
          <w:rtl/>
        </w:rPr>
        <w:t xml:space="preserve"> - </w:t>
      </w:r>
      <w:r w:rsidRPr="00D95A45">
        <w:rPr>
          <w:rtl/>
        </w:rPr>
        <w:t xml:space="preserve">الصفار عن الحسن بن موسى عن غياث بن كلوب عن اسحاق بن عمار عن جعفر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كان يقول</w:t>
      </w:r>
      <w:r w:rsidR="00CC15EB">
        <w:rPr>
          <w:rtl/>
        </w:rPr>
        <w:t>:</w:t>
      </w:r>
      <w:r>
        <w:rPr>
          <w:rtl/>
        </w:rPr>
        <w:t xml:space="preserve"> </w:t>
      </w:r>
      <w:r w:rsidRPr="00D95A45">
        <w:rPr>
          <w:rtl/>
        </w:rPr>
        <w:t xml:space="preserve">ليس في عظم قصاص وقال جعفر </w:t>
      </w:r>
      <w:r w:rsidR="00AC7755" w:rsidRPr="00AC7755">
        <w:rPr>
          <w:rStyle w:val="libAlaemChar"/>
          <w:rtl/>
        </w:rPr>
        <w:t>عليه‌السلام</w:t>
      </w:r>
      <w:r w:rsidR="00CC15EB">
        <w:rPr>
          <w:rtl/>
        </w:rPr>
        <w:t>:</w:t>
      </w:r>
      <w:r>
        <w:rPr>
          <w:rtl/>
        </w:rPr>
        <w:t xml:space="preserve"> </w:t>
      </w:r>
      <w:r w:rsidRPr="00D95A45">
        <w:rPr>
          <w:rtl/>
        </w:rPr>
        <w:t xml:space="preserve">ان رجلا قتل امرأة فلم يجعل علي </w:t>
      </w:r>
      <w:r w:rsidR="00AC7755" w:rsidRPr="00AC7755">
        <w:rPr>
          <w:rStyle w:val="libAlaemChar"/>
          <w:rtl/>
        </w:rPr>
        <w:t>عليه‌السلام</w:t>
      </w:r>
      <w:r w:rsidRPr="00D95A45">
        <w:rPr>
          <w:rtl/>
        </w:rPr>
        <w:t xml:space="preserve"> بينهما قصاصا وألزمه الدية.</w:t>
      </w:r>
    </w:p>
    <w:p w:rsidR="00AC7755" w:rsidRDefault="00D45E0E" w:rsidP="00AC7755">
      <w:pPr>
        <w:pStyle w:val="libNormal"/>
        <w:rPr>
          <w:rtl/>
        </w:rPr>
      </w:pPr>
      <w:r w:rsidRPr="00D95A45">
        <w:rPr>
          <w:rtl/>
        </w:rPr>
        <w:t>(1098) 24</w:t>
      </w:r>
      <w:r w:rsidR="00CC15EB">
        <w:rPr>
          <w:rtl/>
        </w:rPr>
        <w:t xml:space="preserve"> - </w:t>
      </w:r>
      <w:r w:rsidRPr="00D95A45">
        <w:rPr>
          <w:rtl/>
        </w:rPr>
        <w:t xml:space="preserve">الحسن بن محبوب عن عبد الرحمان بن سيابة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قال</w:t>
      </w:r>
      <w:r w:rsidR="00CC15EB">
        <w:rPr>
          <w:rtl/>
        </w:rPr>
        <w:t>:</w:t>
      </w:r>
      <w:r>
        <w:rPr>
          <w:rtl/>
        </w:rPr>
        <w:t xml:space="preserve"> </w:t>
      </w:r>
      <w:r w:rsidRPr="00D95A45">
        <w:rPr>
          <w:rtl/>
        </w:rPr>
        <w:t xml:space="preserve">ان في كتاب علي </w:t>
      </w:r>
      <w:r w:rsidR="00AC7755" w:rsidRPr="00AC7755">
        <w:rPr>
          <w:rStyle w:val="libAlaemChar"/>
          <w:rtl/>
        </w:rPr>
        <w:t>عليه‌السلام</w:t>
      </w:r>
      <w:r w:rsidR="00CC15EB">
        <w:rPr>
          <w:rtl/>
        </w:rPr>
        <w:t>:</w:t>
      </w:r>
      <w:r>
        <w:rPr>
          <w:rtl/>
        </w:rPr>
        <w:t xml:space="preserve"> </w:t>
      </w:r>
      <w:r w:rsidRPr="00D95A45">
        <w:rPr>
          <w:rtl/>
        </w:rPr>
        <w:t>لو ان رجلا قطع فرج امرأة لاغرمته لها ديتها فان لم يؤد لها ديتها قطعت لها فرجه ان طلبت ذلك.</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1097</w:t>
      </w:r>
      <w:r>
        <w:rPr>
          <w:rtl/>
        </w:rPr>
        <w:t xml:space="preserve"> - </w:t>
      </w:r>
      <w:r w:rsidR="00D45E0E" w:rsidRPr="00D95A45">
        <w:rPr>
          <w:rtl/>
        </w:rPr>
        <w:t>الاستبصار ج 4 ص 266 وفيه ذيل الحديث</w:t>
      </w:r>
    </w:p>
    <w:p w:rsidR="00AC7755" w:rsidRDefault="00AC7755" w:rsidP="00AC7755">
      <w:pPr>
        <w:pStyle w:val="libNormal"/>
        <w:rPr>
          <w:rtl/>
        </w:rPr>
      </w:pPr>
      <w:r>
        <w:rPr>
          <w:rtl/>
        </w:rPr>
        <w:br w:type="page"/>
      </w:r>
    </w:p>
    <w:p w:rsidR="00AC7755" w:rsidRDefault="00D45E0E" w:rsidP="00CA44E1">
      <w:pPr>
        <w:pStyle w:val="Heading2Center"/>
        <w:rPr>
          <w:rtl/>
        </w:rPr>
      </w:pPr>
      <w:bookmarkStart w:id="26" w:name="_Toc394318290"/>
      <w:r>
        <w:rPr>
          <w:rFonts w:hint="cs"/>
          <w:rtl/>
        </w:rPr>
        <w:lastRenderedPageBreak/>
        <w:t>25</w:t>
      </w:r>
      <w:r w:rsidR="00CC15EB">
        <w:rPr>
          <w:rtl/>
        </w:rPr>
        <w:t xml:space="preserve"> - </w:t>
      </w:r>
      <w:r w:rsidRPr="007277FF">
        <w:rPr>
          <w:rtl/>
        </w:rPr>
        <w:t>باب الحوامل والحمول وغير ذلك من الاحكام</w:t>
      </w:r>
      <w:bookmarkEnd w:id="26"/>
    </w:p>
    <w:p w:rsidR="00AC7755" w:rsidRDefault="00D45E0E" w:rsidP="00AC7755">
      <w:pPr>
        <w:pStyle w:val="libNormal"/>
        <w:rPr>
          <w:rtl/>
        </w:rPr>
      </w:pPr>
      <w:r w:rsidRPr="00D95A45">
        <w:rPr>
          <w:rtl/>
        </w:rPr>
        <w:t>(1099) 1</w:t>
      </w:r>
      <w:r w:rsidR="00CC15EB">
        <w:rPr>
          <w:rtl/>
        </w:rPr>
        <w:t xml:space="preserve"> - </w:t>
      </w:r>
      <w:r w:rsidRPr="00D95A45">
        <w:rPr>
          <w:rtl/>
        </w:rPr>
        <w:t xml:space="preserve">علي بن ابراهيم عن محمد بن عيسى بن عبيد عن يونس عن عبد الله بن مسكان عمن ذكره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دية الجنين خمسة اجزاء</w:t>
      </w:r>
      <w:r w:rsidR="00CC15EB">
        <w:rPr>
          <w:rtl/>
        </w:rPr>
        <w:t>:</w:t>
      </w:r>
      <w:r>
        <w:rPr>
          <w:rtl/>
        </w:rPr>
        <w:t xml:space="preserve"> </w:t>
      </w:r>
      <w:r w:rsidRPr="00D95A45">
        <w:rPr>
          <w:rtl/>
        </w:rPr>
        <w:t>خمس للنطفة عشرون دينارا</w:t>
      </w:r>
      <w:r w:rsidR="00CC15EB">
        <w:rPr>
          <w:rtl/>
        </w:rPr>
        <w:t>،</w:t>
      </w:r>
      <w:r>
        <w:rPr>
          <w:rtl/>
        </w:rPr>
        <w:t xml:space="preserve"> </w:t>
      </w:r>
      <w:r w:rsidRPr="00D95A45">
        <w:rPr>
          <w:rtl/>
        </w:rPr>
        <w:t>وللعلقة خمسان اربعون دينارا</w:t>
      </w:r>
      <w:r w:rsidR="00CC15EB">
        <w:rPr>
          <w:rtl/>
        </w:rPr>
        <w:t>،</w:t>
      </w:r>
      <w:r>
        <w:rPr>
          <w:rtl/>
        </w:rPr>
        <w:t xml:space="preserve"> </w:t>
      </w:r>
      <w:r w:rsidRPr="00D95A45">
        <w:rPr>
          <w:rtl/>
        </w:rPr>
        <w:t>وللمضغة ثلاثة اخماس ستون دينارا</w:t>
      </w:r>
      <w:r w:rsidR="00CC15EB">
        <w:rPr>
          <w:rtl/>
        </w:rPr>
        <w:t>،</w:t>
      </w:r>
      <w:r>
        <w:rPr>
          <w:rtl/>
        </w:rPr>
        <w:t xml:space="preserve"> </w:t>
      </w:r>
      <w:r w:rsidRPr="00D95A45">
        <w:rPr>
          <w:rtl/>
        </w:rPr>
        <w:t>وللعظم اربعة اخماس ثمانون دينارا</w:t>
      </w:r>
      <w:r w:rsidR="00CC15EB">
        <w:rPr>
          <w:rtl/>
        </w:rPr>
        <w:t>،</w:t>
      </w:r>
      <w:r>
        <w:rPr>
          <w:rtl/>
        </w:rPr>
        <w:t xml:space="preserve"> </w:t>
      </w:r>
      <w:r w:rsidRPr="00D95A45">
        <w:rPr>
          <w:rtl/>
        </w:rPr>
        <w:t>فإذا تم الجنين كانت له مائة دينار</w:t>
      </w:r>
      <w:r w:rsidR="00CC15EB">
        <w:rPr>
          <w:rtl/>
        </w:rPr>
        <w:t>،</w:t>
      </w:r>
      <w:r>
        <w:rPr>
          <w:rtl/>
        </w:rPr>
        <w:t xml:space="preserve"> </w:t>
      </w:r>
      <w:r w:rsidRPr="00D95A45">
        <w:rPr>
          <w:rtl/>
        </w:rPr>
        <w:t>فإذا انشئ فيه الروح فديته الف دينار أو عشرة آلاف درهم ان كان ذكرا</w:t>
      </w:r>
      <w:r w:rsidR="00CC15EB">
        <w:rPr>
          <w:rtl/>
        </w:rPr>
        <w:t>،</w:t>
      </w:r>
      <w:r>
        <w:rPr>
          <w:rtl/>
        </w:rPr>
        <w:t xml:space="preserve"> </w:t>
      </w:r>
      <w:r w:rsidRPr="00D95A45">
        <w:rPr>
          <w:rtl/>
        </w:rPr>
        <w:t>وان كان انثى فخمسمائة دينار</w:t>
      </w:r>
      <w:r w:rsidR="00CC15EB">
        <w:rPr>
          <w:rtl/>
        </w:rPr>
        <w:t>،</w:t>
      </w:r>
      <w:r>
        <w:rPr>
          <w:rtl/>
        </w:rPr>
        <w:t xml:space="preserve"> </w:t>
      </w:r>
      <w:r w:rsidRPr="00D95A45">
        <w:rPr>
          <w:rtl/>
        </w:rPr>
        <w:t>وان قتلت المرأة وهي حبلى فلم يدر ذكرا كان ولدها ام انثى فديته للولد نصفين نصف دية الذكر ونصف دية الانثى وديتها كاملة.</w:t>
      </w:r>
    </w:p>
    <w:p w:rsidR="00AC7755" w:rsidRDefault="00D45E0E" w:rsidP="00AC7755">
      <w:pPr>
        <w:pStyle w:val="libNormal"/>
        <w:rPr>
          <w:rtl/>
        </w:rPr>
      </w:pPr>
      <w:r w:rsidRPr="00D95A45">
        <w:rPr>
          <w:rtl/>
        </w:rPr>
        <w:t>(1100) 2</w:t>
      </w:r>
      <w:r w:rsidR="00CC15EB">
        <w:rPr>
          <w:rtl/>
        </w:rPr>
        <w:t xml:space="preserve"> - </w:t>
      </w:r>
      <w:r w:rsidRPr="00D95A45">
        <w:rPr>
          <w:rtl/>
        </w:rPr>
        <w:t xml:space="preserve">محمد بن يحيى عن محمد بن الحسين عن محمد بن اسماعيل عن صالح بن عقبة عن سليمان بن صالح عن ابي عبد الله </w:t>
      </w:r>
      <w:r w:rsidR="00AC7755" w:rsidRPr="00AC7755">
        <w:rPr>
          <w:rStyle w:val="libAlaemChar"/>
          <w:rtl/>
        </w:rPr>
        <w:t>عليه‌السلام</w:t>
      </w:r>
      <w:r w:rsidRPr="00D95A45">
        <w:rPr>
          <w:rtl/>
        </w:rPr>
        <w:t xml:space="preserve"> في النطفة عشرون دينارا وفى العلقة اربعون دينارا</w:t>
      </w:r>
      <w:r w:rsidR="00CC15EB">
        <w:rPr>
          <w:rtl/>
        </w:rPr>
        <w:t>،</w:t>
      </w:r>
      <w:r>
        <w:rPr>
          <w:rtl/>
        </w:rPr>
        <w:t xml:space="preserve"> </w:t>
      </w:r>
      <w:r w:rsidRPr="00D95A45">
        <w:rPr>
          <w:rtl/>
        </w:rPr>
        <w:t>وفى المضغة ستون دينارا</w:t>
      </w:r>
      <w:r w:rsidR="00CC15EB">
        <w:rPr>
          <w:rtl/>
        </w:rPr>
        <w:t>،</w:t>
      </w:r>
      <w:r>
        <w:rPr>
          <w:rtl/>
        </w:rPr>
        <w:t xml:space="preserve"> </w:t>
      </w:r>
      <w:r w:rsidRPr="00D95A45">
        <w:rPr>
          <w:rtl/>
        </w:rPr>
        <w:t>وفى العظم ثمانون دينارا فإذا كسي اللحم فمائة دينار ثم هي مائة دينار حتى يستهل قال</w:t>
      </w:r>
      <w:r w:rsidR="00CC15EB">
        <w:rPr>
          <w:rtl/>
        </w:rPr>
        <w:t>:</w:t>
      </w:r>
      <w:r>
        <w:rPr>
          <w:rtl/>
        </w:rPr>
        <w:t xml:space="preserve"> </w:t>
      </w:r>
      <w:r w:rsidRPr="00D95A45">
        <w:rPr>
          <w:rtl/>
        </w:rPr>
        <w:t>فإذا استهل فالدية كاملة.</w:t>
      </w:r>
    </w:p>
    <w:p w:rsidR="00AC7755" w:rsidRDefault="00D45E0E" w:rsidP="00AC7755">
      <w:pPr>
        <w:pStyle w:val="libNormal"/>
        <w:rPr>
          <w:rtl/>
        </w:rPr>
      </w:pPr>
      <w:r w:rsidRPr="00D95A45">
        <w:rPr>
          <w:rtl/>
        </w:rPr>
        <w:t>(1101) 3</w:t>
      </w:r>
      <w:r w:rsidR="00CC15EB">
        <w:rPr>
          <w:rtl/>
        </w:rPr>
        <w:t xml:space="preserve"> - </w:t>
      </w:r>
      <w:r w:rsidRPr="00D95A45">
        <w:rPr>
          <w:rtl/>
        </w:rPr>
        <w:t>علي عن ابيه عن الحسن بن محبوب عن عبد الله بن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1099</w:t>
      </w:r>
      <w:r>
        <w:rPr>
          <w:rtl/>
        </w:rPr>
        <w:t xml:space="preserve"> - </w:t>
      </w:r>
      <w:r w:rsidR="00D45E0E" w:rsidRPr="00D95A45">
        <w:rPr>
          <w:rtl/>
        </w:rPr>
        <w:t>الاستبصار ج 4 ص 399 الكافي ج 2 ص 336</w:t>
      </w:r>
    </w:p>
    <w:p w:rsidR="00CC15EB" w:rsidRDefault="00CC15EB" w:rsidP="00AC7755">
      <w:pPr>
        <w:pStyle w:val="libFootnote0"/>
        <w:rPr>
          <w:rtl/>
        </w:rPr>
      </w:pPr>
      <w:r>
        <w:rPr>
          <w:rtl/>
        </w:rPr>
        <w:t>-</w:t>
      </w:r>
      <w:r w:rsidR="00D45E0E" w:rsidRPr="007277FF">
        <w:rPr>
          <w:rtl/>
        </w:rPr>
        <w:t xml:space="preserve"> 1100</w:t>
      </w:r>
      <w:r>
        <w:rPr>
          <w:rtl/>
        </w:rPr>
        <w:t xml:space="preserve"> - </w:t>
      </w:r>
      <w:r w:rsidR="00D45E0E" w:rsidRPr="007277FF">
        <w:rPr>
          <w:rtl/>
        </w:rPr>
        <w:t>الاستبصار ج 4 ص 299 الكافي ج 2 ص 337 الفقيه ج 4 ص 108</w:t>
      </w:r>
    </w:p>
    <w:p w:rsidR="00AC7755" w:rsidRDefault="00CC15EB" w:rsidP="00AC7755">
      <w:pPr>
        <w:pStyle w:val="libFootnote0"/>
        <w:rPr>
          <w:rtl/>
        </w:rPr>
      </w:pPr>
      <w:r>
        <w:rPr>
          <w:rtl/>
        </w:rPr>
        <w:t>-</w:t>
      </w:r>
      <w:r w:rsidR="00D45E0E" w:rsidRPr="00DA0376">
        <w:rPr>
          <w:rtl/>
        </w:rPr>
        <w:t xml:space="preserve"> 1101</w:t>
      </w:r>
      <w:r>
        <w:rPr>
          <w:rtl/>
        </w:rPr>
        <w:t xml:space="preserve"> - </w:t>
      </w:r>
      <w:r w:rsidR="00D45E0E" w:rsidRPr="00DA0376">
        <w:rPr>
          <w:rtl/>
        </w:rPr>
        <w:t>الكافي ج 2 ص 337</w:t>
      </w:r>
    </w:p>
    <w:p w:rsidR="00AC7755" w:rsidRDefault="00AC7755" w:rsidP="00AC7755">
      <w:pPr>
        <w:pStyle w:val="libNormal"/>
        <w:rPr>
          <w:rtl/>
        </w:rPr>
      </w:pPr>
      <w:r>
        <w:rPr>
          <w:rtl/>
        </w:rPr>
        <w:br w:type="page"/>
      </w:r>
    </w:p>
    <w:p w:rsidR="00AC7755" w:rsidRDefault="00D45E0E" w:rsidP="00AC7755">
      <w:pPr>
        <w:pStyle w:val="libNormal0"/>
        <w:rPr>
          <w:rtl/>
        </w:rPr>
      </w:pPr>
      <w:r w:rsidRPr="007277FF">
        <w:rPr>
          <w:rtl/>
        </w:rPr>
        <w:lastRenderedPageBreak/>
        <w:t>غالب عن أبيه عن سعيد بن المسيب قال</w:t>
      </w:r>
      <w:r w:rsidR="00CC15EB">
        <w:rPr>
          <w:rtl/>
        </w:rPr>
        <w:t>:</w:t>
      </w:r>
      <w:r>
        <w:rPr>
          <w:rtl/>
        </w:rPr>
        <w:t xml:space="preserve"> </w:t>
      </w:r>
      <w:r w:rsidRPr="007277FF">
        <w:rPr>
          <w:rtl/>
        </w:rPr>
        <w:t xml:space="preserve">سألت علي بن الحسين </w:t>
      </w:r>
      <w:r w:rsidR="00AC7755" w:rsidRPr="00AC7755">
        <w:rPr>
          <w:rStyle w:val="libAlaemChar"/>
          <w:rtl/>
        </w:rPr>
        <w:t>عليه‌السلام</w:t>
      </w:r>
      <w:r w:rsidRPr="007277FF">
        <w:rPr>
          <w:rtl/>
        </w:rPr>
        <w:t xml:space="preserve"> عن رجل ضرب امرأة حاملا برجله فطرحت ما في بطنها ميتا فقال</w:t>
      </w:r>
      <w:r w:rsidR="00CC15EB">
        <w:rPr>
          <w:rtl/>
        </w:rPr>
        <w:t>:</w:t>
      </w:r>
      <w:r>
        <w:rPr>
          <w:rtl/>
        </w:rPr>
        <w:t xml:space="preserve"> </w:t>
      </w:r>
      <w:r w:rsidRPr="007277FF">
        <w:rPr>
          <w:rtl/>
        </w:rPr>
        <w:t>ان كان نطفة فان عليه عشرين دينارا</w:t>
      </w:r>
      <w:r w:rsidR="00CC15EB">
        <w:rPr>
          <w:rtl/>
        </w:rPr>
        <w:t>،</w:t>
      </w:r>
      <w:r>
        <w:rPr>
          <w:rtl/>
        </w:rPr>
        <w:t xml:space="preserve"> </w:t>
      </w:r>
      <w:r w:rsidRPr="007277FF">
        <w:rPr>
          <w:rtl/>
        </w:rPr>
        <w:t>قلت</w:t>
      </w:r>
      <w:r w:rsidR="00CC15EB">
        <w:rPr>
          <w:rtl/>
        </w:rPr>
        <w:t>:</w:t>
      </w:r>
      <w:r>
        <w:rPr>
          <w:rtl/>
        </w:rPr>
        <w:t xml:space="preserve"> </w:t>
      </w:r>
      <w:r w:rsidRPr="007277FF">
        <w:rPr>
          <w:rtl/>
        </w:rPr>
        <w:t>فما حد النطفة</w:t>
      </w:r>
      <w:r>
        <w:rPr>
          <w:rtl/>
        </w:rPr>
        <w:t>؟</w:t>
      </w:r>
      <w:r w:rsidRPr="007277FF">
        <w:rPr>
          <w:rtl/>
        </w:rPr>
        <w:t xml:space="preserve"> قال</w:t>
      </w:r>
      <w:r w:rsidR="00CC15EB">
        <w:rPr>
          <w:rtl/>
        </w:rPr>
        <w:t>:</w:t>
      </w:r>
      <w:r>
        <w:rPr>
          <w:rtl/>
        </w:rPr>
        <w:t xml:space="preserve"> </w:t>
      </w:r>
      <w:r w:rsidRPr="007277FF">
        <w:rPr>
          <w:rtl/>
        </w:rPr>
        <w:t>هي التي وقعت في الرحم فاستقرت فيه اربعين يوما قال</w:t>
      </w:r>
      <w:r w:rsidR="00CC15EB">
        <w:rPr>
          <w:rtl/>
        </w:rPr>
        <w:t>:</w:t>
      </w:r>
      <w:r>
        <w:rPr>
          <w:rtl/>
        </w:rPr>
        <w:t xml:space="preserve"> </w:t>
      </w:r>
      <w:r w:rsidRPr="007277FF">
        <w:rPr>
          <w:rtl/>
        </w:rPr>
        <w:t>وان طرحته وهي علقة فان عليه اربعين دينارا</w:t>
      </w:r>
      <w:r w:rsidR="00CC15EB">
        <w:rPr>
          <w:rtl/>
        </w:rPr>
        <w:t>،</w:t>
      </w:r>
      <w:r>
        <w:rPr>
          <w:rtl/>
        </w:rPr>
        <w:t xml:space="preserve"> </w:t>
      </w:r>
      <w:r w:rsidRPr="007277FF">
        <w:rPr>
          <w:rtl/>
        </w:rPr>
        <w:t>قلت</w:t>
      </w:r>
      <w:r w:rsidR="00CC15EB">
        <w:rPr>
          <w:rtl/>
        </w:rPr>
        <w:t>:</w:t>
      </w:r>
      <w:r>
        <w:rPr>
          <w:rtl/>
        </w:rPr>
        <w:t xml:space="preserve"> </w:t>
      </w:r>
      <w:r w:rsidRPr="007277FF">
        <w:rPr>
          <w:rtl/>
        </w:rPr>
        <w:t>فما حد العلقة</w:t>
      </w:r>
      <w:r w:rsidR="00CC15EB">
        <w:rPr>
          <w:rtl/>
        </w:rPr>
        <w:t>،</w:t>
      </w:r>
      <w:r>
        <w:rPr>
          <w:rtl/>
        </w:rPr>
        <w:t xml:space="preserve"> </w:t>
      </w:r>
      <w:r w:rsidRPr="007277FF">
        <w:rPr>
          <w:rtl/>
        </w:rPr>
        <w:t>قال</w:t>
      </w:r>
      <w:r w:rsidR="00CC15EB">
        <w:rPr>
          <w:rtl/>
        </w:rPr>
        <w:t>:</w:t>
      </w:r>
      <w:r>
        <w:rPr>
          <w:rtl/>
        </w:rPr>
        <w:t xml:space="preserve"> </w:t>
      </w:r>
      <w:r w:rsidRPr="007277FF">
        <w:rPr>
          <w:rtl/>
        </w:rPr>
        <w:t>هي التى إذا وقعت في الرحم فاستقرت فيه ثمانين يوما قال</w:t>
      </w:r>
      <w:r w:rsidR="00CC15EB">
        <w:rPr>
          <w:rtl/>
        </w:rPr>
        <w:t>:</w:t>
      </w:r>
      <w:r>
        <w:rPr>
          <w:rtl/>
        </w:rPr>
        <w:t xml:space="preserve"> </w:t>
      </w:r>
      <w:r w:rsidRPr="007277FF">
        <w:rPr>
          <w:rtl/>
        </w:rPr>
        <w:t>وان طرحته وهى مضغة فان عليه ستين دينارا</w:t>
      </w:r>
      <w:r w:rsidR="00CC15EB">
        <w:rPr>
          <w:rtl/>
        </w:rPr>
        <w:t>،</w:t>
      </w:r>
      <w:r>
        <w:rPr>
          <w:rtl/>
        </w:rPr>
        <w:t xml:space="preserve"> </w:t>
      </w:r>
      <w:r w:rsidRPr="007277FF">
        <w:rPr>
          <w:rtl/>
        </w:rPr>
        <w:t>قلت</w:t>
      </w:r>
      <w:r w:rsidR="00CC15EB">
        <w:rPr>
          <w:rtl/>
        </w:rPr>
        <w:t>:</w:t>
      </w:r>
      <w:r>
        <w:rPr>
          <w:rtl/>
        </w:rPr>
        <w:t xml:space="preserve"> </w:t>
      </w:r>
      <w:r w:rsidRPr="007277FF">
        <w:rPr>
          <w:rtl/>
        </w:rPr>
        <w:t>فما حد المضغة</w:t>
      </w:r>
      <w:r>
        <w:rPr>
          <w:rtl/>
        </w:rPr>
        <w:t>؟</w:t>
      </w:r>
      <w:r w:rsidRPr="007277FF">
        <w:rPr>
          <w:rtl/>
        </w:rPr>
        <w:t xml:space="preserve"> فقال</w:t>
      </w:r>
      <w:r w:rsidR="00CC15EB">
        <w:rPr>
          <w:rtl/>
        </w:rPr>
        <w:t>:</w:t>
      </w:r>
      <w:r>
        <w:rPr>
          <w:rtl/>
        </w:rPr>
        <w:t xml:space="preserve"> </w:t>
      </w:r>
      <w:r w:rsidRPr="007277FF">
        <w:rPr>
          <w:rtl/>
        </w:rPr>
        <w:t>هي التي إذا وقعت في الرحم فاستقرت فيه مائة وعشرين يوما</w:t>
      </w:r>
      <w:r w:rsidR="00CC15EB">
        <w:rPr>
          <w:rtl/>
        </w:rPr>
        <w:t>،</w:t>
      </w:r>
      <w:r>
        <w:rPr>
          <w:rtl/>
        </w:rPr>
        <w:t xml:space="preserve"> </w:t>
      </w:r>
      <w:r w:rsidRPr="007277FF">
        <w:rPr>
          <w:rtl/>
        </w:rPr>
        <w:t>قال</w:t>
      </w:r>
      <w:r w:rsidR="00CC15EB">
        <w:rPr>
          <w:rtl/>
        </w:rPr>
        <w:t>:</w:t>
      </w:r>
      <w:r>
        <w:rPr>
          <w:rtl/>
        </w:rPr>
        <w:t xml:space="preserve"> </w:t>
      </w:r>
      <w:r w:rsidRPr="007277FF">
        <w:rPr>
          <w:rtl/>
        </w:rPr>
        <w:t>فان طرحته وهي نسمة مخلقة له عظم ولحم مرتب الجوارح قد نفخ فيه روح العقل فإن عليه دية كاملة</w:t>
      </w:r>
      <w:r w:rsidR="00CC15EB">
        <w:rPr>
          <w:rtl/>
        </w:rPr>
        <w:t>،</w:t>
      </w:r>
      <w:r>
        <w:rPr>
          <w:rtl/>
        </w:rPr>
        <w:t xml:space="preserve"> </w:t>
      </w:r>
      <w:r w:rsidRPr="007277FF">
        <w:rPr>
          <w:rtl/>
        </w:rPr>
        <w:t>قلت له</w:t>
      </w:r>
      <w:r w:rsidR="00CC15EB">
        <w:rPr>
          <w:rtl/>
        </w:rPr>
        <w:t>:</w:t>
      </w:r>
      <w:r>
        <w:rPr>
          <w:rtl/>
        </w:rPr>
        <w:t xml:space="preserve"> </w:t>
      </w:r>
      <w:r w:rsidRPr="007277FF">
        <w:rPr>
          <w:rtl/>
        </w:rPr>
        <w:t>أرأيت تحوله في بطنها من حال إلى حال أبروح كان ذلك ام بغير روح</w:t>
      </w:r>
      <w:r>
        <w:rPr>
          <w:rtl/>
        </w:rPr>
        <w:t>؟</w:t>
      </w:r>
      <w:r w:rsidRPr="007277FF">
        <w:rPr>
          <w:rtl/>
        </w:rPr>
        <w:t xml:space="preserve"> قال</w:t>
      </w:r>
      <w:r w:rsidR="00CC15EB">
        <w:rPr>
          <w:rtl/>
        </w:rPr>
        <w:t>:</w:t>
      </w:r>
      <w:r>
        <w:rPr>
          <w:rtl/>
        </w:rPr>
        <w:t xml:space="preserve"> </w:t>
      </w:r>
      <w:r w:rsidRPr="007277FF">
        <w:rPr>
          <w:rtl/>
        </w:rPr>
        <w:t>بروح غذاء الحياة القديم المنقولة في اصلاب الرجال وارحام النساء</w:t>
      </w:r>
      <w:r w:rsidR="00CC15EB">
        <w:rPr>
          <w:rtl/>
        </w:rPr>
        <w:t>،</w:t>
      </w:r>
      <w:r>
        <w:rPr>
          <w:rtl/>
        </w:rPr>
        <w:t xml:space="preserve"> </w:t>
      </w:r>
      <w:r w:rsidRPr="007277FF">
        <w:rPr>
          <w:rtl/>
        </w:rPr>
        <w:t>فلولا انه كان فيه روح غذاء الحياة ما تحول من حال بعد حال في الرحم وما كان إذن على من قتله دية وهو في تلك الحال.</w:t>
      </w:r>
    </w:p>
    <w:p w:rsidR="00AC7755" w:rsidRDefault="00D45E0E" w:rsidP="00AC7755">
      <w:pPr>
        <w:pStyle w:val="libNormal"/>
        <w:rPr>
          <w:rtl/>
        </w:rPr>
      </w:pPr>
      <w:r w:rsidRPr="00D95A45">
        <w:rPr>
          <w:rtl/>
        </w:rPr>
        <w:t>(1102) 4</w:t>
      </w:r>
      <w:r w:rsidR="00CC15EB">
        <w:rPr>
          <w:rtl/>
        </w:rPr>
        <w:t xml:space="preserve"> - </w:t>
      </w:r>
      <w:r w:rsidRPr="00D95A45">
        <w:rPr>
          <w:rtl/>
        </w:rPr>
        <w:t>محمد بن الحسن الصفار عن احمد بن محمد بن عيسى عن العباس بن موسى الوراق عن يونس بن عبد الرحمان عن ابى جرير القمي قال</w:t>
      </w:r>
      <w:r w:rsidR="00CC15EB">
        <w:rPr>
          <w:rtl/>
        </w:rPr>
        <w:t>:</w:t>
      </w:r>
      <w:r>
        <w:rPr>
          <w:rtl/>
        </w:rPr>
        <w:t xml:space="preserve"> </w:t>
      </w:r>
      <w:r w:rsidRPr="00D95A45">
        <w:rPr>
          <w:rtl/>
        </w:rPr>
        <w:t xml:space="preserve">سألت العبد الصالح </w:t>
      </w:r>
      <w:r w:rsidR="00AC7755" w:rsidRPr="00AC7755">
        <w:rPr>
          <w:rStyle w:val="libAlaemChar"/>
          <w:rtl/>
        </w:rPr>
        <w:t>عليه‌السلام</w:t>
      </w:r>
      <w:r w:rsidRPr="00D95A45">
        <w:rPr>
          <w:rtl/>
        </w:rPr>
        <w:t xml:space="preserve"> عن النطفة ما فيها من الدية</w:t>
      </w:r>
      <w:r>
        <w:rPr>
          <w:rtl/>
        </w:rPr>
        <w:t>؟</w:t>
      </w:r>
      <w:r w:rsidRPr="00D95A45">
        <w:rPr>
          <w:rtl/>
        </w:rPr>
        <w:t xml:space="preserve"> وما في العلقة</w:t>
      </w:r>
      <w:r>
        <w:rPr>
          <w:rtl/>
        </w:rPr>
        <w:t>؟</w:t>
      </w:r>
      <w:r w:rsidRPr="00D95A45">
        <w:rPr>
          <w:rtl/>
        </w:rPr>
        <w:t xml:space="preserve"> وما في المضغة المخلقة وما يقر في الارحام</w:t>
      </w:r>
      <w:r>
        <w:rPr>
          <w:rtl/>
        </w:rPr>
        <w:t>؟</w:t>
      </w:r>
      <w:r w:rsidRPr="00D95A45">
        <w:rPr>
          <w:rtl/>
        </w:rPr>
        <w:t xml:space="preserve"> قال</w:t>
      </w:r>
      <w:r w:rsidR="00CC15EB">
        <w:rPr>
          <w:rtl/>
        </w:rPr>
        <w:t>:</w:t>
      </w:r>
      <w:r>
        <w:rPr>
          <w:rtl/>
        </w:rPr>
        <w:t xml:space="preserve"> </w:t>
      </w:r>
      <w:r w:rsidRPr="00D95A45">
        <w:rPr>
          <w:rtl/>
        </w:rPr>
        <w:t>انه يخلق في بطن امه خلقا من بعد خلق يكون نطفة اربعين يوما</w:t>
      </w:r>
      <w:r w:rsidR="00CC15EB">
        <w:rPr>
          <w:rtl/>
        </w:rPr>
        <w:t>،</w:t>
      </w:r>
      <w:r>
        <w:rPr>
          <w:rtl/>
        </w:rPr>
        <w:t xml:space="preserve"> </w:t>
      </w:r>
      <w:r w:rsidRPr="00D95A45">
        <w:rPr>
          <w:rtl/>
        </w:rPr>
        <w:t>ثم يكون علقة اربعين يوما</w:t>
      </w:r>
      <w:r w:rsidR="00CC15EB">
        <w:rPr>
          <w:rtl/>
        </w:rPr>
        <w:t>،</w:t>
      </w:r>
      <w:r>
        <w:rPr>
          <w:rtl/>
        </w:rPr>
        <w:t xml:space="preserve"> </w:t>
      </w:r>
      <w:r w:rsidRPr="00D95A45">
        <w:rPr>
          <w:rtl/>
        </w:rPr>
        <w:t>ثم مضغة اربعين يوما ففي النطفة اربعون دينارا</w:t>
      </w:r>
      <w:r w:rsidR="00CC15EB">
        <w:rPr>
          <w:rtl/>
        </w:rPr>
        <w:t>،</w:t>
      </w:r>
      <w:r>
        <w:rPr>
          <w:rtl/>
        </w:rPr>
        <w:t xml:space="preserve"> </w:t>
      </w:r>
      <w:r w:rsidRPr="00D95A45">
        <w:rPr>
          <w:rtl/>
        </w:rPr>
        <w:t>وفي العلقة ستون دينارا</w:t>
      </w:r>
      <w:r w:rsidR="00CC15EB">
        <w:rPr>
          <w:rtl/>
        </w:rPr>
        <w:t>،</w:t>
      </w:r>
      <w:r>
        <w:rPr>
          <w:rtl/>
        </w:rPr>
        <w:t xml:space="preserve"> </w:t>
      </w:r>
      <w:r w:rsidRPr="00D95A45">
        <w:rPr>
          <w:rtl/>
        </w:rPr>
        <w:t>وفى المضغة ثمانون دينارا</w:t>
      </w:r>
      <w:r w:rsidR="00CC15EB">
        <w:rPr>
          <w:rtl/>
        </w:rPr>
        <w:t>،</w:t>
      </w:r>
      <w:r>
        <w:rPr>
          <w:rtl/>
        </w:rPr>
        <w:t xml:space="preserve"> </w:t>
      </w:r>
      <w:r w:rsidRPr="00D95A45">
        <w:rPr>
          <w:rtl/>
        </w:rPr>
        <w:t>فإذا اكتسى العظام لحما ففيه مائة دينار قال الله عزوجل</w:t>
      </w:r>
      <w:r w:rsidR="00CC15EB">
        <w:rPr>
          <w:rtl/>
        </w:rPr>
        <w:t>:</w:t>
      </w:r>
      <w:r>
        <w:rPr>
          <w:rtl/>
        </w:rPr>
        <w:t xml:space="preserve"> </w:t>
      </w:r>
      <w:r w:rsidR="00AC7755" w:rsidRPr="00AC7755">
        <w:rPr>
          <w:rStyle w:val="libAlaemChar"/>
          <w:rFonts w:hint="cs"/>
          <w:rtl/>
        </w:rPr>
        <w:t>(</w:t>
      </w:r>
      <w:r w:rsidRPr="00AC7755">
        <w:rPr>
          <w:rStyle w:val="libAieChar"/>
          <w:rtl/>
        </w:rPr>
        <w:t xml:space="preserve"> ثم انشأناه خلقا آخر فتبارك الله احسن الخالقين </w:t>
      </w:r>
      <w:r w:rsidRPr="00AC7755">
        <w:rPr>
          <w:rStyle w:val="libAlaemChar"/>
          <w:rFonts w:hint="cs"/>
          <w:rtl/>
        </w:rPr>
        <w:t>)</w:t>
      </w:r>
      <w:r w:rsidRPr="00AC7755">
        <w:rPr>
          <w:rStyle w:val="libFootnotenumChar"/>
          <w:rtl/>
        </w:rPr>
        <w:t xml:space="preserve"> (1) </w:t>
      </w:r>
      <w:r w:rsidRPr="00D95A45">
        <w:rPr>
          <w:rtl/>
        </w:rPr>
        <w:t>فان كان ذكرا ففيه الدية وان كانت انثى</w:t>
      </w:r>
    </w:p>
    <w:p w:rsidR="00AC7755" w:rsidRDefault="00D45E0E" w:rsidP="00AC7755">
      <w:pPr>
        <w:pStyle w:val="libLine"/>
        <w:rPr>
          <w:rtl/>
        </w:rPr>
      </w:pPr>
      <w:r>
        <w:rPr>
          <w:rtl/>
        </w:rPr>
        <w:t>__________________</w:t>
      </w:r>
    </w:p>
    <w:p w:rsidR="00AC7755" w:rsidRDefault="00D45E0E" w:rsidP="00AC7755">
      <w:pPr>
        <w:pStyle w:val="libFootnote0"/>
        <w:rPr>
          <w:rtl/>
        </w:rPr>
      </w:pPr>
      <w:r w:rsidRPr="00D95A45">
        <w:rPr>
          <w:rtl/>
        </w:rPr>
        <w:t>(1) سورة المؤمنون الآية</w:t>
      </w:r>
      <w:r w:rsidR="00CC15EB">
        <w:rPr>
          <w:rtl/>
        </w:rPr>
        <w:t xml:space="preserve"> - </w:t>
      </w:r>
      <w:r w:rsidRPr="00D95A45">
        <w:rPr>
          <w:rtl/>
        </w:rPr>
        <w:t>14</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ففيها ديتها.</w:t>
      </w:r>
    </w:p>
    <w:p w:rsidR="00AC7755" w:rsidRDefault="00D45E0E" w:rsidP="00AC7755">
      <w:pPr>
        <w:pStyle w:val="libNormal"/>
        <w:rPr>
          <w:rtl/>
        </w:rPr>
      </w:pPr>
      <w:r w:rsidRPr="00D95A45">
        <w:rPr>
          <w:rtl/>
        </w:rPr>
        <w:t xml:space="preserve"> (1103) 5</w:t>
      </w:r>
      <w:r w:rsidR="00CC15EB">
        <w:rPr>
          <w:rtl/>
        </w:rPr>
        <w:t xml:space="preserve"> - </w:t>
      </w:r>
      <w:r w:rsidRPr="00D95A45">
        <w:rPr>
          <w:rtl/>
        </w:rPr>
        <w:t>احمد بن محمد عن محمد بن عيسى عن الحسن بن محبوب عن ابى ايوب الخزاز عن محمد بن مسلم قال</w:t>
      </w:r>
      <w:r w:rsidR="00CC15EB">
        <w:rPr>
          <w:rtl/>
        </w:rPr>
        <w:t>:</w:t>
      </w:r>
      <w:r>
        <w:rPr>
          <w:rtl/>
        </w:rPr>
        <w:t xml:space="preserve"> </w:t>
      </w:r>
      <w:r w:rsidRPr="00D95A45">
        <w:rPr>
          <w:rtl/>
        </w:rPr>
        <w:t xml:space="preserve">سألت ابا جعفر </w:t>
      </w:r>
      <w:r w:rsidR="00AC7755" w:rsidRPr="00AC7755">
        <w:rPr>
          <w:rStyle w:val="libAlaemChar"/>
          <w:rtl/>
        </w:rPr>
        <w:t>عليه‌السلام</w:t>
      </w:r>
      <w:r w:rsidRPr="00D95A45">
        <w:rPr>
          <w:rtl/>
        </w:rPr>
        <w:t xml:space="preserve"> عن الرجل يضرب المرأة فتطرح النطفة</w:t>
      </w:r>
      <w:r>
        <w:rPr>
          <w:rtl/>
        </w:rPr>
        <w:t>؟</w:t>
      </w:r>
      <w:r w:rsidRPr="00D95A45">
        <w:rPr>
          <w:rtl/>
        </w:rPr>
        <w:t xml:space="preserve"> فقال</w:t>
      </w:r>
      <w:r w:rsidR="00CC15EB">
        <w:rPr>
          <w:rtl/>
        </w:rPr>
        <w:t>:</w:t>
      </w:r>
      <w:r>
        <w:rPr>
          <w:rtl/>
        </w:rPr>
        <w:t xml:space="preserve"> </w:t>
      </w:r>
      <w:r w:rsidRPr="00D95A45">
        <w:rPr>
          <w:rtl/>
        </w:rPr>
        <w:t>عليه عشرون دينارا</w:t>
      </w:r>
      <w:r w:rsidR="00CC15EB">
        <w:rPr>
          <w:rtl/>
        </w:rPr>
        <w:t>،</w:t>
      </w:r>
      <w:r>
        <w:rPr>
          <w:rtl/>
        </w:rPr>
        <w:t xml:space="preserve"> </w:t>
      </w:r>
      <w:r w:rsidRPr="00D95A45">
        <w:rPr>
          <w:rtl/>
        </w:rPr>
        <w:t>فقلت</w:t>
      </w:r>
      <w:r w:rsidR="00CC15EB">
        <w:rPr>
          <w:rtl/>
        </w:rPr>
        <w:t>:</w:t>
      </w:r>
      <w:r>
        <w:rPr>
          <w:rtl/>
        </w:rPr>
        <w:t xml:space="preserve"> </w:t>
      </w:r>
      <w:r w:rsidRPr="00D95A45">
        <w:rPr>
          <w:rtl/>
        </w:rPr>
        <w:t>فيضربها فتطرح العلقة</w:t>
      </w:r>
      <w:r>
        <w:rPr>
          <w:rtl/>
        </w:rPr>
        <w:t>؟</w:t>
      </w:r>
      <w:r w:rsidRPr="00D95A45">
        <w:rPr>
          <w:rtl/>
        </w:rPr>
        <w:t xml:space="preserve"> قال</w:t>
      </w:r>
      <w:r w:rsidR="00CC15EB">
        <w:rPr>
          <w:rtl/>
        </w:rPr>
        <w:t>:</w:t>
      </w:r>
      <w:r>
        <w:rPr>
          <w:rtl/>
        </w:rPr>
        <w:t xml:space="preserve"> </w:t>
      </w:r>
      <w:r w:rsidRPr="00D95A45">
        <w:rPr>
          <w:rtl/>
        </w:rPr>
        <w:t>اربعون دينارا</w:t>
      </w:r>
      <w:r w:rsidR="00CC15EB">
        <w:rPr>
          <w:rtl/>
        </w:rPr>
        <w:t>،</w:t>
      </w:r>
      <w:r>
        <w:rPr>
          <w:rtl/>
        </w:rPr>
        <w:t xml:space="preserve"> </w:t>
      </w:r>
      <w:r w:rsidRPr="00D95A45">
        <w:rPr>
          <w:rtl/>
        </w:rPr>
        <w:t>قلت</w:t>
      </w:r>
      <w:r w:rsidR="00CC15EB">
        <w:rPr>
          <w:rtl/>
        </w:rPr>
        <w:t>:</w:t>
      </w:r>
      <w:r>
        <w:rPr>
          <w:rtl/>
        </w:rPr>
        <w:t xml:space="preserve"> </w:t>
      </w:r>
      <w:r w:rsidRPr="00D95A45">
        <w:rPr>
          <w:rtl/>
        </w:rPr>
        <w:t>فيضربها فتطرح المضغة</w:t>
      </w:r>
      <w:r>
        <w:rPr>
          <w:rtl/>
        </w:rPr>
        <w:t>؟</w:t>
      </w:r>
      <w:r w:rsidRPr="00D95A45">
        <w:rPr>
          <w:rtl/>
        </w:rPr>
        <w:t xml:space="preserve"> قال</w:t>
      </w:r>
      <w:r w:rsidR="00CC15EB">
        <w:rPr>
          <w:rtl/>
        </w:rPr>
        <w:t>:</w:t>
      </w:r>
      <w:r>
        <w:rPr>
          <w:rtl/>
        </w:rPr>
        <w:t xml:space="preserve"> </w:t>
      </w:r>
      <w:r w:rsidRPr="00D95A45">
        <w:rPr>
          <w:rtl/>
        </w:rPr>
        <w:t>عليه ستون دينارا</w:t>
      </w:r>
      <w:r>
        <w:rPr>
          <w:rtl/>
        </w:rPr>
        <w:t>؟</w:t>
      </w:r>
      <w:r w:rsidRPr="00D95A45">
        <w:rPr>
          <w:rtl/>
        </w:rPr>
        <w:t xml:space="preserve"> قلت</w:t>
      </w:r>
      <w:r w:rsidR="00CC15EB">
        <w:rPr>
          <w:rtl/>
        </w:rPr>
        <w:t>:</w:t>
      </w:r>
      <w:r>
        <w:rPr>
          <w:rtl/>
        </w:rPr>
        <w:t xml:space="preserve"> </w:t>
      </w:r>
      <w:r w:rsidRPr="00D95A45">
        <w:rPr>
          <w:rtl/>
        </w:rPr>
        <w:t>فيضربها فتطرحه وقد صار له عظم</w:t>
      </w:r>
      <w:r>
        <w:rPr>
          <w:rtl/>
        </w:rPr>
        <w:t>؟</w:t>
      </w:r>
      <w:r w:rsidRPr="00D95A45">
        <w:rPr>
          <w:rtl/>
        </w:rPr>
        <w:t xml:space="preserve"> فقال</w:t>
      </w:r>
      <w:r w:rsidR="00CC15EB">
        <w:rPr>
          <w:rtl/>
        </w:rPr>
        <w:t>:</w:t>
      </w:r>
      <w:r>
        <w:rPr>
          <w:rtl/>
        </w:rPr>
        <w:t xml:space="preserve"> </w:t>
      </w:r>
      <w:r w:rsidRPr="00D95A45">
        <w:rPr>
          <w:rtl/>
        </w:rPr>
        <w:t xml:space="preserve">عليه الدية كاملة وبهذا قضى امير المؤمنين </w:t>
      </w:r>
      <w:r w:rsidR="00AC7755" w:rsidRPr="00AC7755">
        <w:rPr>
          <w:rStyle w:val="libAlaemChar"/>
          <w:rtl/>
        </w:rPr>
        <w:t>عليه‌السلام</w:t>
      </w:r>
      <w:r w:rsidR="00CC15EB">
        <w:rPr>
          <w:rtl/>
        </w:rPr>
        <w:t>،</w:t>
      </w:r>
      <w:r>
        <w:rPr>
          <w:rtl/>
        </w:rPr>
        <w:t xml:space="preserve"> </w:t>
      </w:r>
      <w:r w:rsidRPr="00D95A45">
        <w:rPr>
          <w:rtl/>
        </w:rPr>
        <w:t>قلت</w:t>
      </w:r>
      <w:r w:rsidR="00CC15EB">
        <w:rPr>
          <w:rtl/>
        </w:rPr>
        <w:t>:</w:t>
      </w:r>
      <w:r>
        <w:rPr>
          <w:rtl/>
        </w:rPr>
        <w:t xml:space="preserve"> </w:t>
      </w:r>
      <w:r w:rsidRPr="00D95A45">
        <w:rPr>
          <w:rtl/>
        </w:rPr>
        <w:t>وما صفة النطفة التي تعرف بها</w:t>
      </w:r>
      <w:r>
        <w:rPr>
          <w:rtl/>
        </w:rPr>
        <w:t>؟</w:t>
      </w:r>
      <w:r w:rsidRPr="00D95A45">
        <w:rPr>
          <w:rtl/>
        </w:rPr>
        <w:t xml:space="preserve"> قال</w:t>
      </w:r>
      <w:r w:rsidR="00CC15EB">
        <w:rPr>
          <w:rtl/>
        </w:rPr>
        <w:t>:</w:t>
      </w:r>
      <w:r>
        <w:rPr>
          <w:rtl/>
        </w:rPr>
        <w:t xml:space="preserve"> </w:t>
      </w:r>
      <w:r w:rsidRPr="00D95A45">
        <w:rPr>
          <w:rtl/>
        </w:rPr>
        <w:t>النطفة تكون بيضاء مثل النخامة الغليظة فتمكث في الرحم إذا صارت فيه اربعين يوما ثم تصير إلى علقة</w:t>
      </w:r>
      <w:r w:rsidR="00CC15EB">
        <w:rPr>
          <w:rtl/>
        </w:rPr>
        <w:t>،</w:t>
      </w:r>
      <w:r>
        <w:rPr>
          <w:rtl/>
        </w:rPr>
        <w:t xml:space="preserve"> </w:t>
      </w:r>
      <w:r w:rsidRPr="00D95A45">
        <w:rPr>
          <w:rtl/>
        </w:rPr>
        <w:t>قلت</w:t>
      </w:r>
      <w:r w:rsidR="00CC15EB">
        <w:rPr>
          <w:rtl/>
        </w:rPr>
        <w:t>:</w:t>
      </w:r>
      <w:r>
        <w:rPr>
          <w:rtl/>
        </w:rPr>
        <w:t xml:space="preserve"> </w:t>
      </w:r>
      <w:r w:rsidRPr="00D95A45">
        <w:rPr>
          <w:rtl/>
        </w:rPr>
        <w:t>فما صفة خلقة العلقة التى تعرف بها</w:t>
      </w:r>
      <w:r>
        <w:rPr>
          <w:rtl/>
        </w:rPr>
        <w:t>؟</w:t>
      </w:r>
      <w:r w:rsidRPr="00D95A45">
        <w:rPr>
          <w:rtl/>
        </w:rPr>
        <w:t xml:space="preserve"> قال</w:t>
      </w:r>
      <w:r w:rsidR="00CC15EB">
        <w:rPr>
          <w:rtl/>
        </w:rPr>
        <w:t>:</w:t>
      </w:r>
      <w:r>
        <w:rPr>
          <w:rtl/>
        </w:rPr>
        <w:t xml:space="preserve"> </w:t>
      </w:r>
      <w:r w:rsidRPr="00D95A45">
        <w:rPr>
          <w:rtl/>
        </w:rPr>
        <w:t>هي علقة كعلقة الدم المحجمة الجامدة تمكث في الرحم بعد تحويلها عن النطفة اربعين يوما ثم تصير مضغة</w:t>
      </w:r>
      <w:r w:rsidR="00CC15EB">
        <w:rPr>
          <w:rtl/>
        </w:rPr>
        <w:t>،</w:t>
      </w:r>
      <w:r>
        <w:rPr>
          <w:rtl/>
        </w:rPr>
        <w:t xml:space="preserve"> </w:t>
      </w:r>
      <w:r w:rsidRPr="00D95A45">
        <w:rPr>
          <w:rtl/>
        </w:rPr>
        <w:t>قلت</w:t>
      </w:r>
      <w:r w:rsidR="00CC15EB">
        <w:rPr>
          <w:rtl/>
        </w:rPr>
        <w:t>:</w:t>
      </w:r>
      <w:r>
        <w:rPr>
          <w:rtl/>
        </w:rPr>
        <w:t xml:space="preserve"> </w:t>
      </w:r>
      <w:r w:rsidRPr="00D95A45">
        <w:rPr>
          <w:rtl/>
        </w:rPr>
        <w:t>فما صفة خلقة المضغة وخلقها التى تعرف بها</w:t>
      </w:r>
      <w:r>
        <w:rPr>
          <w:rtl/>
        </w:rPr>
        <w:t>؟</w:t>
      </w:r>
      <w:r w:rsidRPr="00D95A45">
        <w:rPr>
          <w:rtl/>
        </w:rPr>
        <w:t xml:space="preserve"> قال</w:t>
      </w:r>
      <w:r w:rsidR="00CC15EB">
        <w:rPr>
          <w:rtl/>
        </w:rPr>
        <w:t>:</w:t>
      </w:r>
      <w:r>
        <w:rPr>
          <w:rtl/>
        </w:rPr>
        <w:t xml:space="preserve"> </w:t>
      </w:r>
      <w:r w:rsidRPr="00D95A45">
        <w:rPr>
          <w:rtl/>
        </w:rPr>
        <w:t>هي مضغة لحم حمراء فيها عروق خضر مشبكة ثم تصير إلى عظم قلت</w:t>
      </w:r>
      <w:r w:rsidR="00CC15EB">
        <w:rPr>
          <w:rtl/>
        </w:rPr>
        <w:t>:</w:t>
      </w:r>
      <w:r>
        <w:rPr>
          <w:rtl/>
        </w:rPr>
        <w:t xml:space="preserve"> </w:t>
      </w:r>
      <w:r w:rsidRPr="00D95A45">
        <w:rPr>
          <w:rtl/>
        </w:rPr>
        <w:t>فما صفة خلقه إذا كان عظما</w:t>
      </w:r>
      <w:r>
        <w:rPr>
          <w:rtl/>
        </w:rPr>
        <w:t>؟</w:t>
      </w:r>
      <w:r w:rsidRPr="00D95A45">
        <w:rPr>
          <w:rtl/>
        </w:rPr>
        <w:t xml:space="preserve"> قال</w:t>
      </w:r>
      <w:r w:rsidR="00CC15EB">
        <w:rPr>
          <w:rtl/>
        </w:rPr>
        <w:t>:</w:t>
      </w:r>
      <w:r>
        <w:rPr>
          <w:rtl/>
        </w:rPr>
        <w:t xml:space="preserve"> </w:t>
      </w:r>
      <w:r w:rsidRPr="00D95A45">
        <w:rPr>
          <w:rtl/>
        </w:rPr>
        <w:t>إذا كان عظما شق له السمع والبصر ورتبت جوارحه فإذا كان كذلك فان فيه الدية كاملة.</w:t>
      </w:r>
    </w:p>
    <w:p w:rsidR="00AC7755" w:rsidRDefault="00D45E0E" w:rsidP="00AC7755">
      <w:pPr>
        <w:pStyle w:val="libNormal"/>
        <w:rPr>
          <w:rtl/>
        </w:rPr>
      </w:pPr>
      <w:r w:rsidRPr="00D95A45">
        <w:rPr>
          <w:rtl/>
        </w:rPr>
        <w:t xml:space="preserve"> (1104) 6</w:t>
      </w:r>
      <w:r w:rsidR="00CC15EB">
        <w:rPr>
          <w:rtl/>
        </w:rPr>
        <w:t xml:space="preserve"> - </w:t>
      </w:r>
      <w:r w:rsidRPr="00D95A45">
        <w:rPr>
          <w:rtl/>
        </w:rPr>
        <w:t xml:space="preserve">محمد بن الحسن الصفار عن محمد بن الحسين بن ابي الخطاب عن محمد بن اسماعيل عن صالح بن عقبة عن ابي الحسن موسى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فارسين اصطدما فمات احدهما فضمن الباقي دية الميت.</w:t>
      </w:r>
    </w:p>
    <w:p w:rsidR="00AC7755" w:rsidRDefault="00D45E0E" w:rsidP="00AC7755">
      <w:pPr>
        <w:pStyle w:val="libNormal"/>
        <w:rPr>
          <w:rtl/>
        </w:rPr>
      </w:pPr>
      <w:r w:rsidRPr="00D95A45">
        <w:rPr>
          <w:rtl/>
        </w:rPr>
        <w:t xml:space="preserve"> (1105) 7</w:t>
      </w:r>
      <w:r w:rsidR="00CC15EB">
        <w:rPr>
          <w:rtl/>
        </w:rPr>
        <w:t xml:space="preserve"> - </w:t>
      </w:r>
      <w:r w:rsidRPr="00D95A45">
        <w:rPr>
          <w:rtl/>
        </w:rPr>
        <w:t>احمد بن محمد بن عيسى عن محمد بن عيسى عن عبد الله ابن المغيرة</w:t>
      </w:r>
      <w:r w:rsidR="00CC15EB">
        <w:rPr>
          <w:rtl/>
        </w:rPr>
        <w:t>،</w:t>
      </w:r>
      <w:r>
        <w:rPr>
          <w:rtl/>
        </w:rPr>
        <w:t xml:space="preserve"> </w:t>
      </w:r>
      <w:r w:rsidRPr="00D95A45">
        <w:rPr>
          <w:rtl/>
        </w:rPr>
        <w:t>وعن محمد بن الحسن الصفار عن محمد بن الحسين بن ابى الخطاب عن محمد</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1103</w:t>
      </w:r>
      <w:r>
        <w:rPr>
          <w:rtl/>
        </w:rPr>
        <w:t xml:space="preserve"> - </w:t>
      </w:r>
      <w:r w:rsidR="00D45E0E" w:rsidRPr="00D95A45">
        <w:rPr>
          <w:rtl/>
        </w:rPr>
        <w:t>الكافي ج 2 ص 337</w:t>
      </w:r>
    </w:p>
    <w:p w:rsidR="00CC15EB" w:rsidRDefault="00CC15EB" w:rsidP="00AC7755">
      <w:pPr>
        <w:pStyle w:val="libFootnote0"/>
        <w:rPr>
          <w:rtl/>
        </w:rPr>
      </w:pPr>
      <w:r>
        <w:rPr>
          <w:rtl/>
        </w:rPr>
        <w:t>-</w:t>
      </w:r>
      <w:r w:rsidR="00D45E0E" w:rsidRPr="007277FF">
        <w:rPr>
          <w:rtl/>
        </w:rPr>
        <w:t xml:space="preserve"> 1104</w:t>
      </w:r>
      <w:r>
        <w:rPr>
          <w:rtl/>
        </w:rPr>
        <w:t xml:space="preserve"> - </w:t>
      </w:r>
      <w:r w:rsidR="00D45E0E" w:rsidRPr="007277FF">
        <w:rPr>
          <w:rtl/>
        </w:rPr>
        <w:t>الكافي ج 2 ص 344</w:t>
      </w:r>
    </w:p>
    <w:p w:rsidR="00AC7755" w:rsidRDefault="00CC15EB" w:rsidP="00AC7755">
      <w:pPr>
        <w:pStyle w:val="libFootnote0"/>
        <w:rPr>
          <w:rtl/>
        </w:rPr>
      </w:pPr>
      <w:r>
        <w:rPr>
          <w:rtl/>
        </w:rPr>
        <w:t>-</w:t>
      </w:r>
      <w:r w:rsidR="00D45E0E" w:rsidRPr="00DA0376">
        <w:rPr>
          <w:rtl/>
        </w:rPr>
        <w:t xml:space="preserve"> 1105</w:t>
      </w:r>
      <w:r>
        <w:rPr>
          <w:rtl/>
        </w:rPr>
        <w:t xml:space="preserve"> - </w:t>
      </w:r>
      <w:r w:rsidR="00D45E0E" w:rsidRPr="00DA0376">
        <w:rPr>
          <w:rtl/>
        </w:rPr>
        <w:t>الكافي ج 2 ص 337 الفقيه ج 4 ص 108</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ابن اسماعيل عن صالح بن عقبة عن يونس الشيباني قال</w:t>
      </w:r>
      <w:r w:rsidR="00CC15EB">
        <w:rPr>
          <w:rtl/>
        </w:rPr>
        <w:t>:</w:t>
      </w:r>
      <w:r>
        <w:rPr>
          <w:rtl/>
        </w:rPr>
        <w:t xml:space="preserve"> </w:t>
      </w:r>
      <w:r w:rsidRPr="00DA0376">
        <w:rPr>
          <w:rtl/>
        </w:rPr>
        <w:t xml:space="preserve">قلت لابي عبد الله </w:t>
      </w:r>
      <w:r w:rsidR="00AC7755" w:rsidRPr="00AC7755">
        <w:rPr>
          <w:rStyle w:val="libAlaemChar"/>
          <w:rtl/>
        </w:rPr>
        <w:t>عليه‌السلام</w:t>
      </w:r>
      <w:r w:rsidR="00CC15EB">
        <w:rPr>
          <w:rtl/>
        </w:rPr>
        <w:t>:</w:t>
      </w:r>
      <w:r>
        <w:rPr>
          <w:rtl/>
        </w:rPr>
        <w:t xml:space="preserve"> </w:t>
      </w:r>
      <w:r w:rsidRPr="00DA0376">
        <w:rPr>
          <w:rtl/>
        </w:rPr>
        <w:t>فان خرجت في النطفة قطرة دم</w:t>
      </w:r>
      <w:r>
        <w:rPr>
          <w:rtl/>
        </w:rPr>
        <w:t>؟</w:t>
      </w:r>
      <w:r w:rsidRPr="00DA0376">
        <w:rPr>
          <w:rtl/>
        </w:rPr>
        <w:t xml:space="preserve"> قال</w:t>
      </w:r>
      <w:r w:rsidR="00CC15EB">
        <w:rPr>
          <w:rtl/>
        </w:rPr>
        <w:t>:</w:t>
      </w:r>
      <w:r>
        <w:rPr>
          <w:rtl/>
        </w:rPr>
        <w:t xml:space="preserve"> </w:t>
      </w:r>
      <w:r w:rsidRPr="00DA0376">
        <w:rPr>
          <w:rtl/>
        </w:rPr>
        <w:t>القطرة عشر النطفة فيها اثنان وعشرون دينارا قال</w:t>
      </w:r>
      <w:r w:rsidR="00CC15EB">
        <w:rPr>
          <w:rtl/>
        </w:rPr>
        <w:t>:</w:t>
      </w:r>
      <w:r>
        <w:rPr>
          <w:rtl/>
        </w:rPr>
        <w:t xml:space="preserve"> </w:t>
      </w:r>
      <w:r w:rsidRPr="00DA0376">
        <w:rPr>
          <w:rtl/>
        </w:rPr>
        <w:t>قلت</w:t>
      </w:r>
      <w:r w:rsidR="00CC15EB">
        <w:rPr>
          <w:rtl/>
        </w:rPr>
        <w:t>:</w:t>
      </w:r>
      <w:r>
        <w:rPr>
          <w:rtl/>
        </w:rPr>
        <w:t xml:space="preserve"> </w:t>
      </w:r>
      <w:r w:rsidRPr="00DA0376">
        <w:rPr>
          <w:rtl/>
        </w:rPr>
        <w:t>فان قطرت قطرتين</w:t>
      </w:r>
      <w:r>
        <w:rPr>
          <w:rtl/>
        </w:rPr>
        <w:t>؟</w:t>
      </w:r>
      <w:r w:rsidRPr="00DA0376">
        <w:rPr>
          <w:rtl/>
        </w:rPr>
        <w:t xml:space="preserve"> قال</w:t>
      </w:r>
      <w:r w:rsidR="00CC15EB">
        <w:rPr>
          <w:rtl/>
        </w:rPr>
        <w:t>:</w:t>
      </w:r>
      <w:r>
        <w:rPr>
          <w:rtl/>
        </w:rPr>
        <w:t xml:space="preserve"> </w:t>
      </w:r>
      <w:r w:rsidRPr="00DA0376">
        <w:rPr>
          <w:rtl/>
        </w:rPr>
        <w:t>اربعة وعشرون دينارا</w:t>
      </w:r>
      <w:r w:rsidR="00CC15EB">
        <w:rPr>
          <w:rtl/>
        </w:rPr>
        <w:t>،</w:t>
      </w:r>
      <w:r>
        <w:rPr>
          <w:rtl/>
        </w:rPr>
        <w:t xml:space="preserve"> </w:t>
      </w:r>
      <w:r w:rsidRPr="00DA0376">
        <w:rPr>
          <w:rtl/>
        </w:rPr>
        <w:t>قال</w:t>
      </w:r>
      <w:r w:rsidR="00CC15EB">
        <w:rPr>
          <w:rtl/>
        </w:rPr>
        <w:t>:</w:t>
      </w:r>
      <w:r>
        <w:rPr>
          <w:rtl/>
        </w:rPr>
        <w:t xml:space="preserve"> </w:t>
      </w:r>
      <w:r w:rsidRPr="00DA0376">
        <w:rPr>
          <w:rtl/>
        </w:rPr>
        <w:t>قلت</w:t>
      </w:r>
      <w:r w:rsidR="00CC15EB">
        <w:rPr>
          <w:rtl/>
        </w:rPr>
        <w:t>:</w:t>
      </w:r>
      <w:r>
        <w:rPr>
          <w:rtl/>
        </w:rPr>
        <w:t xml:space="preserve"> </w:t>
      </w:r>
      <w:r w:rsidRPr="00DA0376">
        <w:rPr>
          <w:rtl/>
        </w:rPr>
        <w:t>فان قطرت ثلاث</w:t>
      </w:r>
      <w:r>
        <w:rPr>
          <w:rtl/>
        </w:rPr>
        <w:t>؟</w:t>
      </w:r>
      <w:r w:rsidRPr="00DA0376">
        <w:rPr>
          <w:rtl/>
        </w:rPr>
        <w:t xml:space="preserve"> قال</w:t>
      </w:r>
      <w:r w:rsidR="00CC15EB">
        <w:rPr>
          <w:rtl/>
        </w:rPr>
        <w:t>:</w:t>
      </w:r>
      <w:r>
        <w:rPr>
          <w:rtl/>
        </w:rPr>
        <w:t xml:space="preserve"> </w:t>
      </w:r>
      <w:r w:rsidRPr="00DA0376">
        <w:rPr>
          <w:rtl/>
        </w:rPr>
        <w:t>ستة وعشرون دينارا</w:t>
      </w:r>
      <w:r>
        <w:rPr>
          <w:rtl/>
        </w:rPr>
        <w:t>؟</w:t>
      </w:r>
      <w:r w:rsidRPr="00DA0376">
        <w:rPr>
          <w:rtl/>
        </w:rPr>
        <w:t xml:space="preserve"> قلت</w:t>
      </w:r>
      <w:r w:rsidR="00CC15EB">
        <w:rPr>
          <w:rtl/>
        </w:rPr>
        <w:t>:</w:t>
      </w:r>
      <w:r>
        <w:rPr>
          <w:rtl/>
        </w:rPr>
        <w:t xml:space="preserve"> </w:t>
      </w:r>
      <w:r w:rsidRPr="00DA0376">
        <w:rPr>
          <w:rtl/>
        </w:rPr>
        <w:t>فاربع</w:t>
      </w:r>
      <w:r>
        <w:rPr>
          <w:rtl/>
        </w:rPr>
        <w:t>؟</w:t>
      </w:r>
      <w:r w:rsidRPr="00DA0376">
        <w:rPr>
          <w:rtl/>
        </w:rPr>
        <w:t xml:space="preserve"> قال</w:t>
      </w:r>
      <w:r w:rsidR="00CC15EB">
        <w:rPr>
          <w:rtl/>
        </w:rPr>
        <w:t>:</w:t>
      </w:r>
      <w:r>
        <w:rPr>
          <w:rtl/>
        </w:rPr>
        <w:t xml:space="preserve"> </w:t>
      </w:r>
      <w:r w:rsidRPr="00DA0376">
        <w:rPr>
          <w:rtl/>
        </w:rPr>
        <w:t>ثمان وعشرون دينارا وفي خمسة ثلاثون وما زاد على النصف فعلى حساب ذلك حتى يصير علقة فإذا صار علقة ففيها اربعون فقال له أبو شبل واخبرنا أبو شبل قال</w:t>
      </w:r>
      <w:r w:rsidR="00CC15EB">
        <w:rPr>
          <w:rtl/>
        </w:rPr>
        <w:t>:</w:t>
      </w:r>
      <w:r>
        <w:rPr>
          <w:rtl/>
        </w:rPr>
        <w:t xml:space="preserve"> </w:t>
      </w:r>
      <w:r w:rsidRPr="00DA0376">
        <w:rPr>
          <w:rtl/>
        </w:rPr>
        <w:t xml:space="preserve">حضرت يونس وابو عبد الله </w:t>
      </w:r>
      <w:r w:rsidR="00AC7755" w:rsidRPr="00AC7755">
        <w:rPr>
          <w:rStyle w:val="libAlaemChar"/>
          <w:rtl/>
        </w:rPr>
        <w:t>عليه‌السلام</w:t>
      </w:r>
      <w:r w:rsidRPr="00DA0376">
        <w:rPr>
          <w:rtl/>
        </w:rPr>
        <w:t xml:space="preserve"> يخبره بالديات قال</w:t>
      </w:r>
      <w:r w:rsidR="00CC15EB">
        <w:rPr>
          <w:rtl/>
        </w:rPr>
        <w:t>:</w:t>
      </w:r>
      <w:r>
        <w:rPr>
          <w:rtl/>
        </w:rPr>
        <w:t xml:space="preserve"> </w:t>
      </w:r>
      <w:r w:rsidRPr="00DA0376">
        <w:rPr>
          <w:rtl/>
        </w:rPr>
        <w:t>قلت</w:t>
      </w:r>
      <w:r w:rsidR="00CC15EB">
        <w:rPr>
          <w:rtl/>
        </w:rPr>
        <w:t>:</w:t>
      </w:r>
      <w:r>
        <w:rPr>
          <w:rtl/>
        </w:rPr>
        <w:t xml:space="preserve"> </w:t>
      </w:r>
      <w:r w:rsidRPr="00DA0376">
        <w:rPr>
          <w:rtl/>
        </w:rPr>
        <w:t>فان النطفة خرجت متخضخضة بالدم</w:t>
      </w:r>
      <w:r>
        <w:rPr>
          <w:rtl/>
        </w:rPr>
        <w:t>؟</w:t>
      </w:r>
      <w:r w:rsidRPr="00DA0376">
        <w:rPr>
          <w:rtl/>
        </w:rPr>
        <w:t xml:space="preserve"> قال</w:t>
      </w:r>
      <w:r w:rsidR="00CC15EB">
        <w:rPr>
          <w:rtl/>
        </w:rPr>
        <w:t>:</w:t>
      </w:r>
      <w:r>
        <w:rPr>
          <w:rtl/>
        </w:rPr>
        <w:t xml:space="preserve"> </w:t>
      </w:r>
      <w:r w:rsidRPr="00DA0376">
        <w:rPr>
          <w:rtl/>
        </w:rPr>
        <w:t>فقال لي</w:t>
      </w:r>
      <w:r w:rsidR="00CC15EB">
        <w:rPr>
          <w:rtl/>
        </w:rPr>
        <w:t>:</w:t>
      </w:r>
      <w:r>
        <w:rPr>
          <w:rtl/>
        </w:rPr>
        <w:t xml:space="preserve"> </w:t>
      </w:r>
      <w:r w:rsidRPr="00DA0376">
        <w:rPr>
          <w:rtl/>
        </w:rPr>
        <w:t>فقد علقت ان كان دم صاف ففيها اربعون دينارا وان كان دم اسود فلا شئ عليه الا التعزير</w:t>
      </w:r>
      <w:r w:rsidR="00CC15EB">
        <w:rPr>
          <w:rtl/>
        </w:rPr>
        <w:t>،</w:t>
      </w:r>
      <w:r>
        <w:rPr>
          <w:rtl/>
        </w:rPr>
        <w:t xml:space="preserve"> </w:t>
      </w:r>
      <w:r w:rsidRPr="00DA0376">
        <w:rPr>
          <w:rtl/>
        </w:rPr>
        <w:t>لأنه ما كان من دم صاف فذلك للولد وما كان من دم اسود فان ذلك من الجوف قال أبو شبل</w:t>
      </w:r>
      <w:r w:rsidR="00CC15EB">
        <w:rPr>
          <w:rtl/>
        </w:rPr>
        <w:t>:</w:t>
      </w:r>
      <w:r>
        <w:rPr>
          <w:rtl/>
        </w:rPr>
        <w:t xml:space="preserve"> </w:t>
      </w:r>
      <w:r w:rsidRPr="00DA0376">
        <w:rPr>
          <w:rtl/>
        </w:rPr>
        <w:t>فان العلقة صار فيها شبه العروق من لحم</w:t>
      </w:r>
      <w:r>
        <w:rPr>
          <w:rtl/>
        </w:rPr>
        <w:t>؟</w:t>
      </w:r>
      <w:r w:rsidRPr="00DA0376">
        <w:rPr>
          <w:rtl/>
        </w:rPr>
        <w:t xml:space="preserve"> قال</w:t>
      </w:r>
      <w:r w:rsidR="00CC15EB">
        <w:rPr>
          <w:rtl/>
        </w:rPr>
        <w:t>:</w:t>
      </w:r>
      <w:r>
        <w:rPr>
          <w:rtl/>
        </w:rPr>
        <w:t xml:space="preserve"> </w:t>
      </w:r>
      <w:r w:rsidRPr="00DA0376">
        <w:rPr>
          <w:rtl/>
        </w:rPr>
        <w:t>اثنين واربعين دينارا العشر قال</w:t>
      </w:r>
      <w:r w:rsidR="00CC15EB">
        <w:rPr>
          <w:rtl/>
        </w:rPr>
        <w:t>:</w:t>
      </w:r>
      <w:r>
        <w:rPr>
          <w:rtl/>
        </w:rPr>
        <w:t xml:space="preserve"> </w:t>
      </w:r>
      <w:r w:rsidRPr="00DA0376">
        <w:rPr>
          <w:rtl/>
        </w:rPr>
        <w:t>قلت</w:t>
      </w:r>
      <w:r w:rsidR="00CC15EB">
        <w:rPr>
          <w:rtl/>
        </w:rPr>
        <w:t>:</w:t>
      </w:r>
      <w:r>
        <w:rPr>
          <w:rtl/>
        </w:rPr>
        <w:t xml:space="preserve"> </w:t>
      </w:r>
      <w:r w:rsidRPr="00DA0376">
        <w:rPr>
          <w:rtl/>
        </w:rPr>
        <w:t>فان عشر اربعين اربعة</w:t>
      </w:r>
      <w:r>
        <w:rPr>
          <w:rtl/>
        </w:rPr>
        <w:t>؟!</w:t>
      </w:r>
      <w:r w:rsidRPr="00DA0376">
        <w:rPr>
          <w:rtl/>
        </w:rPr>
        <w:t xml:space="preserve"> فقال</w:t>
      </w:r>
      <w:r w:rsidR="00CC15EB">
        <w:rPr>
          <w:rtl/>
        </w:rPr>
        <w:t>:</w:t>
      </w:r>
      <w:r>
        <w:rPr>
          <w:rtl/>
        </w:rPr>
        <w:t xml:space="preserve"> </w:t>
      </w:r>
      <w:r w:rsidRPr="00DA0376">
        <w:rPr>
          <w:rtl/>
        </w:rPr>
        <w:t>لا انما هو عشر المضغة لانه انما ذهب عشرها</w:t>
      </w:r>
      <w:r w:rsidR="00CC15EB">
        <w:rPr>
          <w:rtl/>
        </w:rPr>
        <w:t>،</w:t>
      </w:r>
      <w:r>
        <w:rPr>
          <w:rtl/>
        </w:rPr>
        <w:t xml:space="preserve"> </w:t>
      </w:r>
      <w:r w:rsidRPr="00DA0376">
        <w:rPr>
          <w:rtl/>
        </w:rPr>
        <w:t>فكلما زادت زيد حتى تبلغ الستين قال</w:t>
      </w:r>
      <w:r w:rsidR="00CC15EB">
        <w:rPr>
          <w:rtl/>
        </w:rPr>
        <w:t>:</w:t>
      </w:r>
      <w:r>
        <w:rPr>
          <w:rtl/>
        </w:rPr>
        <w:t xml:space="preserve"> </w:t>
      </w:r>
      <w:r w:rsidRPr="00DA0376">
        <w:rPr>
          <w:rtl/>
        </w:rPr>
        <w:t>قلت</w:t>
      </w:r>
      <w:r w:rsidR="00CC15EB">
        <w:rPr>
          <w:rtl/>
        </w:rPr>
        <w:t>:</w:t>
      </w:r>
      <w:r>
        <w:rPr>
          <w:rtl/>
        </w:rPr>
        <w:t xml:space="preserve"> </w:t>
      </w:r>
      <w:r w:rsidRPr="00DA0376">
        <w:rPr>
          <w:rtl/>
        </w:rPr>
        <w:t>فان رأيت في المضغة شبه العقدة عظما يابسا قال</w:t>
      </w:r>
      <w:r w:rsidR="00CC15EB">
        <w:rPr>
          <w:rtl/>
        </w:rPr>
        <w:t>:</w:t>
      </w:r>
      <w:r>
        <w:rPr>
          <w:rtl/>
        </w:rPr>
        <w:t xml:space="preserve"> </w:t>
      </w:r>
      <w:r w:rsidRPr="00DA0376">
        <w:rPr>
          <w:rtl/>
        </w:rPr>
        <w:t>فذلك عظم كذلك اول ما يبتدئ العظم فيبتدئ بخمسة اشهر ففيه اربعة دنانير فان زاد فزد اربعة اربعة حتى يتم الثمانين</w:t>
      </w:r>
      <w:r w:rsidR="00CC15EB">
        <w:rPr>
          <w:rtl/>
        </w:rPr>
        <w:t>،</w:t>
      </w:r>
      <w:r>
        <w:rPr>
          <w:rtl/>
        </w:rPr>
        <w:t xml:space="preserve"> </w:t>
      </w:r>
      <w:r w:rsidRPr="00DA0376">
        <w:rPr>
          <w:rtl/>
        </w:rPr>
        <w:t>قال قلت</w:t>
      </w:r>
      <w:r w:rsidR="00CC15EB">
        <w:rPr>
          <w:rtl/>
        </w:rPr>
        <w:t>:</w:t>
      </w:r>
      <w:r>
        <w:rPr>
          <w:rtl/>
        </w:rPr>
        <w:t xml:space="preserve"> </w:t>
      </w:r>
      <w:r w:rsidRPr="00DA0376">
        <w:rPr>
          <w:rtl/>
        </w:rPr>
        <w:t>وكذلك إذا كسي العظم لحما</w:t>
      </w:r>
      <w:r>
        <w:rPr>
          <w:rtl/>
        </w:rPr>
        <w:t>؟</w:t>
      </w:r>
      <w:r w:rsidRPr="00DA0376">
        <w:rPr>
          <w:rtl/>
        </w:rPr>
        <w:t xml:space="preserve"> قال</w:t>
      </w:r>
      <w:r w:rsidR="00CC15EB">
        <w:rPr>
          <w:rtl/>
        </w:rPr>
        <w:t>:</w:t>
      </w:r>
      <w:r>
        <w:rPr>
          <w:rtl/>
        </w:rPr>
        <w:t xml:space="preserve"> </w:t>
      </w:r>
      <w:r w:rsidRPr="00DA0376">
        <w:rPr>
          <w:rtl/>
        </w:rPr>
        <w:t>كذلك</w:t>
      </w:r>
      <w:r w:rsidR="00CC15EB">
        <w:rPr>
          <w:rtl/>
        </w:rPr>
        <w:t>،</w:t>
      </w:r>
      <w:r>
        <w:rPr>
          <w:rtl/>
        </w:rPr>
        <w:t xml:space="preserve"> </w:t>
      </w:r>
      <w:r w:rsidRPr="00DA0376">
        <w:rPr>
          <w:rtl/>
        </w:rPr>
        <w:t>قال</w:t>
      </w:r>
      <w:r w:rsidR="00CC15EB">
        <w:rPr>
          <w:rtl/>
        </w:rPr>
        <w:t>:</w:t>
      </w:r>
      <w:r>
        <w:rPr>
          <w:rtl/>
        </w:rPr>
        <w:t xml:space="preserve"> </w:t>
      </w:r>
      <w:r w:rsidRPr="00DA0376">
        <w:rPr>
          <w:rtl/>
        </w:rPr>
        <w:t>قلت</w:t>
      </w:r>
      <w:r w:rsidR="00CC15EB">
        <w:rPr>
          <w:rtl/>
        </w:rPr>
        <w:t>:</w:t>
      </w:r>
      <w:r>
        <w:rPr>
          <w:rtl/>
        </w:rPr>
        <w:t xml:space="preserve"> </w:t>
      </w:r>
      <w:r w:rsidRPr="00DA0376">
        <w:rPr>
          <w:rtl/>
        </w:rPr>
        <w:t>فإذا وكزها فسقط الصبي ولا يدرى أحي كان أو لا</w:t>
      </w:r>
      <w:r>
        <w:rPr>
          <w:rtl/>
        </w:rPr>
        <w:t>؟</w:t>
      </w:r>
      <w:r w:rsidRPr="00DA0376">
        <w:rPr>
          <w:rtl/>
        </w:rPr>
        <w:t xml:space="preserve"> قال</w:t>
      </w:r>
      <w:r w:rsidR="00CC15EB">
        <w:rPr>
          <w:rtl/>
        </w:rPr>
        <w:t>:</w:t>
      </w:r>
      <w:r>
        <w:rPr>
          <w:rtl/>
        </w:rPr>
        <w:t xml:space="preserve"> </w:t>
      </w:r>
      <w:r w:rsidRPr="00DA0376">
        <w:rPr>
          <w:rtl/>
        </w:rPr>
        <w:t>هيهات يا ابا شبل إذا مضت الخمسة اشهر فقد صارت فيها الحياة وقد استوجب الدية.</w:t>
      </w:r>
    </w:p>
    <w:p w:rsidR="00AC7755" w:rsidRDefault="00D45E0E" w:rsidP="00AC7755">
      <w:pPr>
        <w:pStyle w:val="libNormal"/>
        <w:rPr>
          <w:rtl/>
        </w:rPr>
      </w:pPr>
      <w:r w:rsidRPr="00DA0376">
        <w:rPr>
          <w:rtl/>
        </w:rPr>
        <w:t xml:space="preserve"> (1106) 8</w:t>
      </w:r>
      <w:r w:rsidR="00CC15EB">
        <w:rPr>
          <w:rtl/>
        </w:rPr>
        <w:t xml:space="preserve"> - </w:t>
      </w:r>
      <w:r w:rsidRPr="00DA0376">
        <w:rPr>
          <w:rtl/>
        </w:rPr>
        <w:t>صالح بن عقبة عن يونس الشيباني قال</w:t>
      </w:r>
      <w:r w:rsidR="00CC15EB">
        <w:rPr>
          <w:rtl/>
        </w:rPr>
        <w:t>:</w:t>
      </w:r>
      <w:r>
        <w:rPr>
          <w:rtl/>
        </w:rPr>
        <w:t xml:space="preserve"> </w:t>
      </w:r>
      <w:r w:rsidRPr="00DA0376">
        <w:rPr>
          <w:rtl/>
        </w:rPr>
        <w:t xml:space="preserve">حضرت انا وابو شبل عند ابى عبد الله </w:t>
      </w:r>
      <w:r w:rsidR="00AC7755" w:rsidRPr="00AC7755">
        <w:rPr>
          <w:rStyle w:val="libAlaemChar"/>
          <w:rtl/>
        </w:rPr>
        <w:t>عليه‌السلام</w:t>
      </w:r>
      <w:r w:rsidRPr="00DA0376">
        <w:rPr>
          <w:rtl/>
        </w:rPr>
        <w:t xml:space="preserve"> فسألته عن هذه المسائل في الديات ثم سأل أبو شبل</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1106</w:t>
      </w:r>
      <w:r>
        <w:rPr>
          <w:rtl/>
        </w:rPr>
        <w:t xml:space="preserve"> - </w:t>
      </w:r>
      <w:r w:rsidR="00D45E0E" w:rsidRPr="00D95A45">
        <w:rPr>
          <w:rtl/>
        </w:rPr>
        <w:t>الكافي ج 2 ص 337</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وكان اشد مبالغة فخليته حتى استنظف.</w:t>
      </w:r>
    </w:p>
    <w:p w:rsidR="00AC7755" w:rsidRDefault="00D45E0E" w:rsidP="00AC7755">
      <w:pPr>
        <w:pStyle w:val="libNormal"/>
        <w:rPr>
          <w:rtl/>
        </w:rPr>
      </w:pPr>
      <w:r w:rsidRPr="00D95A45">
        <w:rPr>
          <w:rtl/>
        </w:rPr>
        <w:t>(1107) 9</w:t>
      </w:r>
      <w:r w:rsidR="00CC15EB">
        <w:rPr>
          <w:rtl/>
        </w:rPr>
        <w:t xml:space="preserve"> - </w:t>
      </w:r>
      <w:r w:rsidRPr="00D95A45">
        <w:rPr>
          <w:rtl/>
        </w:rPr>
        <w:t>علي بن ابراهيم عن ابيه عن ابن فضال ومحمد بن عيسى عن يونس جميعا قالا</w:t>
      </w:r>
      <w:r w:rsidR="00CC15EB">
        <w:rPr>
          <w:rtl/>
        </w:rPr>
        <w:t>:</w:t>
      </w:r>
      <w:r>
        <w:rPr>
          <w:rtl/>
        </w:rPr>
        <w:t xml:space="preserve"> </w:t>
      </w:r>
      <w:r w:rsidRPr="00D95A45">
        <w:rPr>
          <w:rtl/>
        </w:rPr>
        <w:t xml:space="preserve">عرضنا كتاب الفرائض عن امير المؤمنين </w:t>
      </w:r>
      <w:r w:rsidR="00AC7755" w:rsidRPr="00AC7755">
        <w:rPr>
          <w:rStyle w:val="libAlaemChar"/>
          <w:rtl/>
        </w:rPr>
        <w:t>عليه‌السلام</w:t>
      </w:r>
      <w:r w:rsidRPr="00D95A45">
        <w:rPr>
          <w:rtl/>
        </w:rPr>
        <w:t xml:space="preserve"> على ابي الحسن </w:t>
      </w:r>
      <w:r w:rsidR="00AC7755" w:rsidRPr="00AC7755">
        <w:rPr>
          <w:rStyle w:val="libAlaemChar"/>
          <w:rtl/>
        </w:rPr>
        <w:t>عليه‌السلام</w:t>
      </w:r>
      <w:r w:rsidRPr="00D95A45">
        <w:rPr>
          <w:rtl/>
        </w:rPr>
        <w:t xml:space="preserve"> فقال</w:t>
      </w:r>
      <w:r w:rsidR="00CC15EB">
        <w:rPr>
          <w:rtl/>
        </w:rPr>
        <w:t>:</w:t>
      </w:r>
      <w:r>
        <w:rPr>
          <w:rtl/>
        </w:rPr>
        <w:t xml:space="preserve"> </w:t>
      </w:r>
      <w:r w:rsidRPr="00D95A45">
        <w:rPr>
          <w:rtl/>
        </w:rPr>
        <w:t xml:space="preserve">هو صحيح وكان مما فيه ان امير المؤمنين </w:t>
      </w:r>
      <w:r w:rsidR="00AC7755" w:rsidRPr="00AC7755">
        <w:rPr>
          <w:rStyle w:val="libAlaemChar"/>
          <w:rtl/>
        </w:rPr>
        <w:t>عليه‌السلام</w:t>
      </w:r>
      <w:r w:rsidRPr="00D95A45">
        <w:rPr>
          <w:rtl/>
        </w:rPr>
        <w:t xml:space="preserve"> جعل دية الجنين مائة دينار وجعل مني الرجل إلى ان يكون جنينا خمسة اجزاء</w:t>
      </w:r>
      <w:r w:rsidR="00CC15EB">
        <w:rPr>
          <w:rtl/>
        </w:rPr>
        <w:t>،</w:t>
      </w:r>
      <w:r>
        <w:rPr>
          <w:rtl/>
        </w:rPr>
        <w:t xml:space="preserve"> </w:t>
      </w:r>
      <w:r w:rsidRPr="00D95A45">
        <w:rPr>
          <w:rtl/>
        </w:rPr>
        <w:t>فإذا كان جنينا قبل ان يلج الروح فيه مائة دينار</w:t>
      </w:r>
      <w:r w:rsidR="00CC15EB">
        <w:rPr>
          <w:rtl/>
        </w:rPr>
        <w:t>،</w:t>
      </w:r>
      <w:r>
        <w:rPr>
          <w:rtl/>
        </w:rPr>
        <w:t xml:space="preserve"> </w:t>
      </w:r>
      <w:r w:rsidRPr="00D95A45">
        <w:rPr>
          <w:rtl/>
        </w:rPr>
        <w:t xml:space="preserve">وذلك ان الله عز وجل خلق </w:t>
      </w:r>
      <w:r w:rsidR="00AC7755" w:rsidRPr="00AC7755">
        <w:rPr>
          <w:rStyle w:val="libAlaemChar"/>
          <w:rFonts w:hint="cs"/>
          <w:rtl/>
        </w:rPr>
        <w:t>(</w:t>
      </w:r>
      <w:r w:rsidRPr="00AC7755">
        <w:rPr>
          <w:rStyle w:val="libAieChar"/>
          <w:rtl/>
        </w:rPr>
        <w:t xml:space="preserve"> الانسان من سلالة </w:t>
      </w:r>
      <w:r w:rsidRPr="00AC7755">
        <w:rPr>
          <w:rStyle w:val="libAlaemChar"/>
          <w:rFonts w:hint="cs"/>
          <w:rtl/>
        </w:rPr>
        <w:t>)</w:t>
      </w:r>
      <w:r w:rsidRPr="00AC7755">
        <w:rPr>
          <w:rStyle w:val="libFootnotenumChar"/>
          <w:rtl/>
        </w:rPr>
        <w:t xml:space="preserve"> (1) </w:t>
      </w:r>
      <w:r w:rsidRPr="00D95A45">
        <w:rPr>
          <w:rtl/>
        </w:rPr>
        <w:t>وهي النطفة فهذا جزء</w:t>
      </w:r>
      <w:r w:rsidR="00CC15EB">
        <w:rPr>
          <w:rtl/>
        </w:rPr>
        <w:t>،</w:t>
      </w:r>
      <w:r>
        <w:rPr>
          <w:rtl/>
        </w:rPr>
        <w:t xml:space="preserve"> </w:t>
      </w:r>
      <w:r w:rsidRPr="00D95A45">
        <w:rPr>
          <w:rtl/>
        </w:rPr>
        <w:t>ثم علقة فهو جزءان</w:t>
      </w:r>
      <w:r w:rsidR="00CC15EB">
        <w:rPr>
          <w:rtl/>
        </w:rPr>
        <w:t>،</w:t>
      </w:r>
      <w:r>
        <w:rPr>
          <w:rtl/>
        </w:rPr>
        <w:t xml:space="preserve"> </w:t>
      </w:r>
      <w:r w:rsidRPr="00D95A45">
        <w:rPr>
          <w:rtl/>
        </w:rPr>
        <w:t>ثم مضغة ثلاثة أجزاء</w:t>
      </w:r>
      <w:r w:rsidR="00CC15EB">
        <w:rPr>
          <w:rtl/>
        </w:rPr>
        <w:t>،</w:t>
      </w:r>
      <w:r>
        <w:rPr>
          <w:rtl/>
        </w:rPr>
        <w:t xml:space="preserve"> </w:t>
      </w:r>
      <w:r w:rsidRPr="00D95A45">
        <w:rPr>
          <w:rtl/>
        </w:rPr>
        <w:t>ثم عظم فهي أربعة أجزاء</w:t>
      </w:r>
      <w:r w:rsidR="00CC15EB">
        <w:rPr>
          <w:rtl/>
        </w:rPr>
        <w:t>،</w:t>
      </w:r>
      <w:r>
        <w:rPr>
          <w:rtl/>
        </w:rPr>
        <w:t xml:space="preserve"> </w:t>
      </w:r>
      <w:r w:rsidRPr="00D95A45">
        <w:rPr>
          <w:rtl/>
        </w:rPr>
        <w:t>ثم يكسى لحما حينئذ ثم جنينا فكملت له خمسة اجزاء مائة دينار والمائة دينار خمسة اجزاء</w:t>
      </w:r>
      <w:r w:rsidR="00CC15EB">
        <w:rPr>
          <w:rtl/>
        </w:rPr>
        <w:t>،</w:t>
      </w:r>
      <w:r>
        <w:rPr>
          <w:rtl/>
        </w:rPr>
        <w:t xml:space="preserve"> </w:t>
      </w:r>
      <w:r w:rsidRPr="00D95A45">
        <w:rPr>
          <w:rtl/>
        </w:rPr>
        <w:t>فجعل للنطفة خمس المائة عشرين دينارا</w:t>
      </w:r>
      <w:r w:rsidR="00CC15EB">
        <w:rPr>
          <w:rtl/>
        </w:rPr>
        <w:t>،</w:t>
      </w:r>
      <w:r>
        <w:rPr>
          <w:rtl/>
        </w:rPr>
        <w:t xml:space="preserve"> </w:t>
      </w:r>
      <w:r w:rsidRPr="00D95A45">
        <w:rPr>
          <w:rtl/>
        </w:rPr>
        <w:t>وللعلقة خمسي المائة اربعين دينارا</w:t>
      </w:r>
      <w:r w:rsidR="00CC15EB">
        <w:rPr>
          <w:rtl/>
        </w:rPr>
        <w:t>،</w:t>
      </w:r>
      <w:r>
        <w:rPr>
          <w:rtl/>
        </w:rPr>
        <w:t xml:space="preserve"> </w:t>
      </w:r>
      <w:r w:rsidRPr="00D95A45">
        <w:rPr>
          <w:rtl/>
        </w:rPr>
        <w:t>وللمضغة ثلاثة اخماس المائة ستين دينارا</w:t>
      </w:r>
      <w:r w:rsidR="00CC15EB">
        <w:rPr>
          <w:rtl/>
        </w:rPr>
        <w:t>،</w:t>
      </w:r>
      <w:r>
        <w:rPr>
          <w:rtl/>
        </w:rPr>
        <w:t xml:space="preserve"> </w:t>
      </w:r>
      <w:r w:rsidRPr="00D95A45">
        <w:rPr>
          <w:rtl/>
        </w:rPr>
        <w:t>وللعظم اربعة اخماس المائة ثمانين دينارا</w:t>
      </w:r>
      <w:r w:rsidR="00CC15EB">
        <w:rPr>
          <w:rtl/>
        </w:rPr>
        <w:t>،</w:t>
      </w:r>
      <w:r>
        <w:rPr>
          <w:rtl/>
        </w:rPr>
        <w:t xml:space="preserve"> </w:t>
      </w:r>
      <w:r w:rsidRPr="00D95A45">
        <w:rPr>
          <w:rtl/>
        </w:rPr>
        <w:t>فإذا انشئ فيه خلق آخر وهو الروح فهو حينئذ نفس الف دينار كاملة ان كان ذكرا وان كان انثى فخمسمائة دينار</w:t>
      </w:r>
      <w:r w:rsidR="00CC15EB">
        <w:rPr>
          <w:rtl/>
        </w:rPr>
        <w:t>،</w:t>
      </w:r>
      <w:r>
        <w:rPr>
          <w:rtl/>
        </w:rPr>
        <w:t xml:space="preserve"> </w:t>
      </w:r>
      <w:r w:rsidRPr="00D95A45">
        <w:rPr>
          <w:rtl/>
        </w:rPr>
        <w:t>وان قتلت امرأة وهي حبلى فثم فلم تسقط ولدها ولم يعلم اذكر هو ام انثى ولم يعلم أبعدها مات أم قبلها فديته نصفان نصف دية الذكر ونصف دية الانثى ودية المرأة كاملة بعد ذلك وذلك ستة اجزاء من الجنين</w:t>
      </w:r>
      <w:r w:rsidR="00CC15EB">
        <w:rPr>
          <w:rtl/>
        </w:rPr>
        <w:t>،</w:t>
      </w:r>
      <w:r>
        <w:rPr>
          <w:rtl/>
        </w:rPr>
        <w:t xml:space="preserve"> </w:t>
      </w:r>
      <w:r w:rsidRPr="00D95A45">
        <w:rPr>
          <w:rtl/>
        </w:rPr>
        <w:t xml:space="preserve">وافتى </w:t>
      </w:r>
      <w:r w:rsidR="00AC7755" w:rsidRPr="00AC7755">
        <w:rPr>
          <w:rStyle w:val="libAlaemChar"/>
          <w:rtl/>
        </w:rPr>
        <w:t>عليه‌السلام</w:t>
      </w:r>
      <w:r w:rsidRPr="00D95A45">
        <w:rPr>
          <w:rtl/>
        </w:rPr>
        <w:t xml:space="preserve"> في مني الرجل يفزع عن عرسه فعزل عنها الماء ولم يرد ذلك نصف خمس المائة عشرة دنانير</w:t>
      </w:r>
      <w:r w:rsidR="00CC15EB">
        <w:rPr>
          <w:rtl/>
        </w:rPr>
        <w:t>،</w:t>
      </w:r>
      <w:r>
        <w:rPr>
          <w:rtl/>
        </w:rPr>
        <w:t xml:space="preserve"> </w:t>
      </w:r>
      <w:r w:rsidRPr="00D95A45">
        <w:rPr>
          <w:rtl/>
        </w:rPr>
        <w:t>وان افرغ فيها عشرين دينارا وقضى في دية جراح الجنين من حساب المائة على ما يكون من جراح الذكر والانثى الرجل والمرأة كاملة</w:t>
      </w:r>
      <w:r w:rsidR="00CC15EB">
        <w:rPr>
          <w:rtl/>
        </w:rPr>
        <w:t>،</w:t>
      </w:r>
      <w:r>
        <w:rPr>
          <w:rtl/>
        </w:rPr>
        <w:t xml:space="preserve"> </w:t>
      </w:r>
      <w:r w:rsidRPr="00D95A45">
        <w:rPr>
          <w:rtl/>
        </w:rPr>
        <w:t>وجعل له في قصاص جراحته ومعقلتة على قدر ديته وهي مائة دينار.</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سورة المؤمنون الآية</w:t>
      </w:r>
    </w:p>
    <w:p w:rsidR="00AC7755" w:rsidRDefault="00CC15EB" w:rsidP="00AC7755">
      <w:pPr>
        <w:pStyle w:val="libFootnote0"/>
        <w:rPr>
          <w:rtl/>
        </w:rPr>
      </w:pPr>
      <w:r>
        <w:rPr>
          <w:rtl/>
        </w:rPr>
        <w:t>-</w:t>
      </w:r>
      <w:r w:rsidR="00D45E0E" w:rsidRPr="00DA0376">
        <w:rPr>
          <w:rtl/>
        </w:rPr>
        <w:t xml:space="preserve"> 12</w:t>
      </w:r>
      <w:r>
        <w:rPr>
          <w:rtl/>
        </w:rPr>
        <w:t xml:space="preserve"> - </w:t>
      </w:r>
      <w:r w:rsidR="00D45E0E" w:rsidRPr="00DA0376">
        <w:rPr>
          <w:rtl/>
        </w:rPr>
        <w:t>1107</w:t>
      </w:r>
      <w:r>
        <w:rPr>
          <w:rtl/>
        </w:rPr>
        <w:t xml:space="preserve"> - </w:t>
      </w:r>
      <w:r w:rsidR="00D45E0E" w:rsidRPr="00DA0376">
        <w:rPr>
          <w:rtl/>
        </w:rPr>
        <w:t>الاستبصار ج 4 ص 299 وفيه صدر الحديث الكافي ج 2 ص 336 الفقيه ج 4 ص 54 ضمن حديث طويل</w:t>
      </w:r>
    </w:p>
    <w:p w:rsidR="00AC7755" w:rsidRDefault="00AC7755" w:rsidP="00AC7755">
      <w:pPr>
        <w:pStyle w:val="libNormal"/>
        <w:rPr>
          <w:rtl/>
        </w:rPr>
      </w:pPr>
      <w:r>
        <w:rPr>
          <w:rtl/>
        </w:rPr>
        <w:br w:type="page"/>
      </w:r>
    </w:p>
    <w:p w:rsidR="00AC7755" w:rsidRDefault="00D45E0E" w:rsidP="00AC7755">
      <w:pPr>
        <w:pStyle w:val="libNormal"/>
        <w:rPr>
          <w:rtl/>
        </w:rPr>
      </w:pPr>
      <w:r w:rsidRPr="00DA0376">
        <w:rPr>
          <w:rtl/>
        </w:rPr>
        <w:lastRenderedPageBreak/>
        <w:t>فاما ما رواه</w:t>
      </w:r>
      <w:r w:rsidR="00CC15EB">
        <w:rPr>
          <w:rtl/>
        </w:rPr>
        <w:t>:</w:t>
      </w:r>
      <w:r>
        <w:rPr>
          <w:rtl/>
        </w:rPr>
        <w:t xml:space="preserve"> </w:t>
      </w:r>
    </w:p>
    <w:p w:rsidR="00AC7755" w:rsidRDefault="00D45E0E" w:rsidP="00AC7755">
      <w:pPr>
        <w:pStyle w:val="libNormal"/>
        <w:rPr>
          <w:rtl/>
        </w:rPr>
      </w:pPr>
      <w:r w:rsidRPr="00D95A45">
        <w:rPr>
          <w:rtl/>
        </w:rPr>
        <w:t>(1108) 10</w:t>
      </w:r>
      <w:r w:rsidR="00CC15EB">
        <w:rPr>
          <w:rtl/>
        </w:rPr>
        <w:t xml:space="preserve"> - </w:t>
      </w:r>
      <w:r w:rsidRPr="00D95A45">
        <w:rPr>
          <w:rtl/>
        </w:rPr>
        <w:t xml:space="preserve">احمد بن محمد بن عيسى عن علي بن الحكم عن ابي حمزة عن ابي بصير عن أبي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ان ضرب الرجل امرأة حبلى فالقت ما في بطنها ميتا فان عليه غرة عبدا أو أمة يدفعها إليها.</w:t>
      </w:r>
    </w:p>
    <w:p w:rsidR="00AC7755" w:rsidRDefault="00D45E0E" w:rsidP="00AC7755">
      <w:pPr>
        <w:pStyle w:val="libNormal"/>
        <w:rPr>
          <w:rtl/>
        </w:rPr>
      </w:pPr>
      <w:r w:rsidRPr="00D95A45">
        <w:rPr>
          <w:rtl/>
        </w:rPr>
        <w:t>(1109) 11</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رسول الله </w:t>
      </w:r>
      <w:r w:rsidR="00AC7755" w:rsidRPr="00AC7755">
        <w:rPr>
          <w:rStyle w:val="libAlaemChar"/>
          <w:rtl/>
        </w:rPr>
        <w:t>صلى‌الله‌عليه‌وآله‌وسلم</w:t>
      </w:r>
      <w:r w:rsidRPr="00D95A45">
        <w:rPr>
          <w:rtl/>
        </w:rPr>
        <w:t xml:space="preserve"> في جنين الهلالية حيث رميت بالحجر فالقت ما في بطنها ميتا فان عليه غرة عبدا أو امة.</w:t>
      </w:r>
    </w:p>
    <w:p w:rsidR="00AC7755" w:rsidRDefault="00D45E0E" w:rsidP="00AC7755">
      <w:pPr>
        <w:pStyle w:val="libNormal"/>
        <w:rPr>
          <w:rtl/>
        </w:rPr>
      </w:pPr>
      <w:r w:rsidRPr="00D95A45">
        <w:rPr>
          <w:rtl/>
        </w:rPr>
        <w:t>(1110) 12</w:t>
      </w:r>
      <w:r w:rsidR="00CC15EB">
        <w:rPr>
          <w:rtl/>
        </w:rPr>
        <w:t xml:space="preserve"> - </w:t>
      </w:r>
      <w:r w:rsidRPr="00D95A45">
        <w:rPr>
          <w:rtl/>
        </w:rPr>
        <w:t xml:space="preserve">عنه عن ابن ابى عمير عن محمد بن ابي حمزة عن داود ابن فرقد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جاءت امرأة فاستعدت على اعرابي قد افزعها فالقت جنينا فقال الاعرابي</w:t>
      </w:r>
      <w:r w:rsidR="00CC15EB">
        <w:rPr>
          <w:rtl/>
        </w:rPr>
        <w:t>:</w:t>
      </w:r>
      <w:r>
        <w:rPr>
          <w:rtl/>
        </w:rPr>
        <w:t xml:space="preserve"> </w:t>
      </w:r>
      <w:r w:rsidRPr="00D95A45">
        <w:rPr>
          <w:rtl/>
        </w:rPr>
        <w:t xml:space="preserve">لم يهل ولم يصح ومثله يطل فقال النبي </w:t>
      </w:r>
      <w:r w:rsidR="00AC7755" w:rsidRPr="00AC7755">
        <w:rPr>
          <w:rStyle w:val="libAlaemChar"/>
          <w:rtl/>
        </w:rPr>
        <w:t>صلى‌الله‌عليه‌وآله‌وسلم</w:t>
      </w:r>
      <w:r w:rsidR="00CC15EB">
        <w:rPr>
          <w:rtl/>
        </w:rPr>
        <w:t>:</w:t>
      </w:r>
      <w:r>
        <w:rPr>
          <w:rtl/>
        </w:rPr>
        <w:t xml:space="preserve"> </w:t>
      </w:r>
      <w:r w:rsidRPr="00D95A45">
        <w:rPr>
          <w:rtl/>
        </w:rPr>
        <w:t>اسكت سجاعة عليك غرة وصيف عبد أو أمة.</w:t>
      </w:r>
    </w:p>
    <w:p w:rsidR="00AC7755" w:rsidRDefault="00D45E0E" w:rsidP="00AC7755">
      <w:pPr>
        <w:pStyle w:val="libNormal"/>
        <w:rPr>
          <w:rtl/>
        </w:rPr>
      </w:pPr>
      <w:r w:rsidRPr="00D95A45">
        <w:rPr>
          <w:rtl/>
        </w:rPr>
        <w:t>(1111) 13</w:t>
      </w:r>
      <w:r w:rsidR="00CC15EB">
        <w:rPr>
          <w:rtl/>
        </w:rPr>
        <w:t xml:space="preserve"> - </w:t>
      </w:r>
      <w:r w:rsidRPr="00D95A45">
        <w:rPr>
          <w:rtl/>
        </w:rPr>
        <w:t xml:space="preserve">الحسن بن محبوب عن ابى ايوب عن سليمان بن خالد عن ابي عبد الله </w:t>
      </w:r>
      <w:r w:rsidR="00AC7755" w:rsidRPr="00AC7755">
        <w:rPr>
          <w:rStyle w:val="libAlaemChar"/>
          <w:rtl/>
        </w:rPr>
        <w:t>عليه‌السلام</w:t>
      </w:r>
      <w:r w:rsidRPr="00D95A45">
        <w:rPr>
          <w:rtl/>
        </w:rPr>
        <w:t xml:space="preserve"> ان رجلا جاء إلى النبي </w:t>
      </w:r>
      <w:r w:rsidR="00AC7755" w:rsidRPr="00AC7755">
        <w:rPr>
          <w:rStyle w:val="libAlaemChar"/>
          <w:rtl/>
        </w:rPr>
        <w:t>صلى‌الله‌عليه‌وآله‌وسلم</w:t>
      </w:r>
      <w:r w:rsidRPr="00D95A45">
        <w:rPr>
          <w:rtl/>
        </w:rPr>
        <w:t xml:space="preserve"> وقد ضرب امرأة حبلى فاسقطت سقطا ميتا فاتى زوج المرأة إلى النبي </w:t>
      </w:r>
      <w:r w:rsidR="00AC7755" w:rsidRPr="00AC7755">
        <w:rPr>
          <w:rStyle w:val="libAlaemChar"/>
          <w:rtl/>
        </w:rPr>
        <w:t>صلى‌الله‌عليه‌وآله‌وسلم</w:t>
      </w:r>
      <w:r w:rsidRPr="00D95A45">
        <w:rPr>
          <w:rtl/>
        </w:rPr>
        <w:t xml:space="preserve"> فاستعدى عليه فقال الضارب</w:t>
      </w:r>
      <w:r w:rsidR="00CC15EB">
        <w:rPr>
          <w:rtl/>
        </w:rPr>
        <w:t>:</w:t>
      </w:r>
      <w:r>
        <w:rPr>
          <w:rtl/>
        </w:rPr>
        <w:t xml:space="preserve"> </w:t>
      </w:r>
      <w:r w:rsidRPr="00D95A45">
        <w:rPr>
          <w:rtl/>
        </w:rPr>
        <w:t xml:space="preserve">يا رسول الله ما أكل ولا شرب ولا استهل ولا صاح ولا استبش فقال النبي </w:t>
      </w:r>
      <w:r w:rsidR="00AC7755" w:rsidRPr="00AC7755">
        <w:rPr>
          <w:rStyle w:val="libAlaemChar"/>
          <w:rtl/>
        </w:rPr>
        <w:t>صلى‌الله‌عليه‌وآله‌وسلم</w:t>
      </w:r>
      <w:r w:rsidR="00CC15EB">
        <w:rPr>
          <w:rtl/>
        </w:rPr>
        <w:t>:</w:t>
      </w:r>
      <w:r>
        <w:rPr>
          <w:rtl/>
        </w:rPr>
        <w:t xml:space="preserve"> </w:t>
      </w:r>
      <w:r w:rsidRPr="00D95A45">
        <w:rPr>
          <w:rtl/>
        </w:rPr>
        <w:t>انك رجل سجاعة فقضى فيه رقبة.</w:t>
      </w:r>
    </w:p>
    <w:p w:rsidR="00AC7755" w:rsidRDefault="00D45E0E" w:rsidP="00AC7755">
      <w:pPr>
        <w:pStyle w:val="libNormal"/>
        <w:rPr>
          <w:rtl/>
        </w:rPr>
      </w:pPr>
      <w:r w:rsidRPr="00D95A45">
        <w:rPr>
          <w:rtl/>
        </w:rPr>
        <w:t>(1112) 14</w:t>
      </w:r>
      <w:r w:rsidR="00CC15EB">
        <w:rPr>
          <w:rtl/>
        </w:rPr>
        <w:t xml:space="preserve"> - </w:t>
      </w:r>
      <w:r w:rsidRPr="00D95A45">
        <w:rPr>
          <w:rtl/>
        </w:rPr>
        <w:t xml:space="preserve">محمد بن علي بن محبوب عن احمد بن محمد عن الحسن ابن محبوب عن ابي ايوب عن ابى عبيدة والحلبي عن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سئل</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1108</w:t>
      </w:r>
      <w:r>
        <w:rPr>
          <w:rtl/>
        </w:rPr>
        <w:t xml:space="preserve"> - </w:t>
      </w:r>
      <w:r w:rsidR="00D45E0E" w:rsidRPr="00D95A45">
        <w:rPr>
          <w:rtl/>
        </w:rPr>
        <w:t>الاستبصار ج 4 ص 300 الكافي ج 2 ص 336</w:t>
      </w:r>
    </w:p>
    <w:p w:rsidR="00CC15EB" w:rsidRDefault="00CC15EB" w:rsidP="00AC7755">
      <w:pPr>
        <w:pStyle w:val="libFootnote0"/>
        <w:rPr>
          <w:rtl/>
        </w:rPr>
      </w:pPr>
      <w:r>
        <w:rPr>
          <w:rtl/>
        </w:rPr>
        <w:t>-</w:t>
      </w:r>
      <w:r w:rsidR="00D45E0E" w:rsidRPr="007277FF">
        <w:rPr>
          <w:rtl/>
        </w:rPr>
        <w:t xml:space="preserve"> 1109</w:t>
      </w:r>
      <w:r>
        <w:rPr>
          <w:rtl/>
        </w:rPr>
        <w:t xml:space="preserve"> - </w:t>
      </w:r>
      <w:r w:rsidR="00D45E0E" w:rsidRPr="007277FF">
        <w:rPr>
          <w:rtl/>
        </w:rPr>
        <w:t>الاستبصار ج 4 ص 300 الكافي ج 2 ص 337</w:t>
      </w:r>
    </w:p>
    <w:p w:rsidR="00CC15EB" w:rsidRDefault="00CC15EB" w:rsidP="00AC7755">
      <w:pPr>
        <w:pStyle w:val="libFootnote0"/>
        <w:rPr>
          <w:rtl/>
        </w:rPr>
      </w:pPr>
      <w:r>
        <w:rPr>
          <w:rtl/>
        </w:rPr>
        <w:t>-</w:t>
      </w:r>
      <w:r w:rsidR="00D45E0E" w:rsidRPr="007277FF">
        <w:rPr>
          <w:rtl/>
        </w:rPr>
        <w:t xml:space="preserve"> 1110</w:t>
      </w:r>
      <w:r>
        <w:rPr>
          <w:rtl/>
        </w:rPr>
        <w:t xml:space="preserve"> - </w:t>
      </w:r>
      <w:r w:rsidR="00D45E0E" w:rsidRPr="007277FF">
        <w:rPr>
          <w:rtl/>
        </w:rPr>
        <w:t>1111</w:t>
      </w:r>
      <w:r>
        <w:rPr>
          <w:rtl/>
        </w:rPr>
        <w:t xml:space="preserve"> - </w:t>
      </w:r>
      <w:r w:rsidR="00D45E0E" w:rsidRPr="007277FF">
        <w:rPr>
          <w:rtl/>
        </w:rPr>
        <w:t>الاستبصار ج 4 ص 300 واخرج الاول الكليني في الكافي ج 2 ص 336 والصدوق في الفقيه ج 4 ص 109</w:t>
      </w:r>
    </w:p>
    <w:p w:rsidR="00AC7755" w:rsidRDefault="00CC15EB" w:rsidP="00AC7755">
      <w:pPr>
        <w:pStyle w:val="libFootnote0"/>
        <w:rPr>
          <w:rtl/>
        </w:rPr>
      </w:pPr>
      <w:r>
        <w:rPr>
          <w:rtl/>
        </w:rPr>
        <w:t>-</w:t>
      </w:r>
      <w:r w:rsidR="00D45E0E" w:rsidRPr="00DA0376">
        <w:rPr>
          <w:rtl/>
        </w:rPr>
        <w:t xml:space="preserve"> 1112</w:t>
      </w:r>
      <w:r>
        <w:rPr>
          <w:rtl/>
        </w:rPr>
        <w:t xml:space="preserve"> - </w:t>
      </w:r>
      <w:r w:rsidR="00D45E0E" w:rsidRPr="00DA0376">
        <w:rPr>
          <w:rtl/>
        </w:rPr>
        <w:t>الاستبصار ج 4 ص 301 الكافي ج 2 ص 323</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عن رجل قتل امرأة خطأ وهي على رأس ولدها تمخض فقال</w:t>
      </w:r>
      <w:r w:rsidR="00CC15EB">
        <w:rPr>
          <w:rtl/>
        </w:rPr>
        <w:t>:</w:t>
      </w:r>
      <w:r>
        <w:rPr>
          <w:rtl/>
        </w:rPr>
        <w:t xml:space="preserve"> </w:t>
      </w:r>
      <w:r w:rsidRPr="00DA0376">
        <w:rPr>
          <w:rtl/>
        </w:rPr>
        <w:t>خمسة آلاف درهم وعليه دية الذي في بطنها غرة وصيف أو وصيفة أو اربعون دينارا.</w:t>
      </w:r>
    </w:p>
    <w:p w:rsidR="00AC7755" w:rsidRDefault="00D45E0E" w:rsidP="00AC7755">
      <w:pPr>
        <w:pStyle w:val="libNormal"/>
        <w:rPr>
          <w:rtl/>
        </w:rPr>
      </w:pPr>
      <w:r w:rsidRPr="00DA0376">
        <w:rPr>
          <w:rtl/>
        </w:rPr>
        <w:t xml:space="preserve"> قال محمد بن الحسن</w:t>
      </w:r>
      <w:r w:rsidR="00CC15EB">
        <w:rPr>
          <w:rtl/>
        </w:rPr>
        <w:t>:</w:t>
      </w:r>
      <w:r>
        <w:rPr>
          <w:rtl/>
        </w:rPr>
        <w:t xml:space="preserve"> </w:t>
      </w:r>
      <w:r w:rsidRPr="00DA0376">
        <w:rPr>
          <w:rtl/>
        </w:rPr>
        <w:t>هذه الاخبار لا تنافي بينها وبين ما قدمناه من ان دية الجنين مائة دينار لأن تلك محمولة على جنين قد كمل وتم غير انه لم تلج فيه الروح</w:t>
      </w:r>
      <w:r w:rsidR="00CC15EB">
        <w:rPr>
          <w:rtl/>
        </w:rPr>
        <w:t>،</w:t>
      </w:r>
      <w:r>
        <w:rPr>
          <w:rtl/>
        </w:rPr>
        <w:t xml:space="preserve"> </w:t>
      </w:r>
      <w:r w:rsidRPr="00DA0376">
        <w:rPr>
          <w:rtl/>
        </w:rPr>
        <w:t>وهذه محمولة على امرأة تطرح علقة أو مضغة فتكون ديته غرة عبد أو أمة ولا تنافي بينهما على حال</w:t>
      </w:r>
      <w:r w:rsidR="00CC15EB">
        <w:rPr>
          <w:rtl/>
        </w:rPr>
        <w:t>،</w:t>
      </w:r>
      <w:r>
        <w:rPr>
          <w:rtl/>
        </w:rPr>
        <w:t xml:space="preserve"> </w:t>
      </w:r>
      <w:r w:rsidRPr="00DA0376">
        <w:rPr>
          <w:rtl/>
        </w:rPr>
        <w:t>والذي يدل على ما قلناه ما رواه</w:t>
      </w:r>
      <w:r w:rsidR="00CC15EB">
        <w:rPr>
          <w:rtl/>
        </w:rPr>
        <w:t>:</w:t>
      </w:r>
      <w:r>
        <w:rPr>
          <w:rtl/>
        </w:rPr>
        <w:t xml:space="preserve"> </w:t>
      </w:r>
    </w:p>
    <w:p w:rsidR="00AC7755" w:rsidRDefault="00D45E0E" w:rsidP="00AC7755">
      <w:pPr>
        <w:pStyle w:val="libNormal"/>
        <w:rPr>
          <w:rtl/>
        </w:rPr>
      </w:pPr>
      <w:r w:rsidRPr="00D95A45">
        <w:rPr>
          <w:rtl/>
        </w:rPr>
        <w:t>(1113) 15</w:t>
      </w:r>
      <w:r w:rsidR="00CC15EB">
        <w:rPr>
          <w:rtl/>
        </w:rPr>
        <w:t xml:space="preserve"> - </w:t>
      </w:r>
      <w:r w:rsidRPr="00D95A45">
        <w:rPr>
          <w:rtl/>
        </w:rPr>
        <w:t xml:space="preserve">الحسين بن سعيد عن ابن محبوب عن علي بن رئاب عن ابي عبد الله </w:t>
      </w:r>
      <w:r w:rsidR="00AC7755" w:rsidRPr="00AC7755">
        <w:rPr>
          <w:rStyle w:val="libAlaemChar"/>
          <w:rtl/>
        </w:rPr>
        <w:t>عليه‌السلام</w:t>
      </w:r>
      <w:r w:rsidRPr="00D95A45">
        <w:rPr>
          <w:rtl/>
        </w:rPr>
        <w:t xml:space="preserve"> في امرأة شربت دواءا وهي حامل لتطرح ولدها فألقت ولدها قال</w:t>
      </w:r>
      <w:r w:rsidR="00CC15EB">
        <w:rPr>
          <w:rtl/>
        </w:rPr>
        <w:t>:</w:t>
      </w:r>
      <w:r>
        <w:rPr>
          <w:rtl/>
        </w:rPr>
        <w:t xml:space="preserve"> </w:t>
      </w:r>
      <w:r w:rsidRPr="00D95A45">
        <w:rPr>
          <w:rtl/>
        </w:rPr>
        <w:t>ان كان له عظم قد نبت عليه اللحم وشق له السمع والبصر فإن عليها ديته تسلمها إلى ابيه</w:t>
      </w:r>
      <w:r w:rsidR="00CC15EB">
        <w:rPr>
          <w:rtl/>
        </w:rPr>
        <w:t>،</w:t>
      </w:r>
      <w:r>
        <w:rPr>
          <w:rtl/>
        </w:rPr>
        <w:t xml:space="preserve"> </w:t>
      </w:r>
      <w:r w:rsidRPr="00D95A45">
        <w:rPr>
          <w:rtl/>
        </w:rPr>
        <w:t>قال</w:t>
      </w:r>
      <w:r w:rsidR="00CC15EB">
        <w:rPr>
          <w:rtl/>
        </w:rPr>
        <w:t>:</w:t>
      </w:r>
      <w:r>
        <w:rPr>
          <w:rtl/>
        </w:rPr>
        <w:t xml:space="preserve"> </w:t>
      </w:r>
      <w:r w:rsidRPr="00D95A45">
        <w:rPr>
          <w:rtl/>
        </w:rPr>
        <w:t>وان كان جنينا علقة أو مضغة فان عليها اربعين دينارا أو غرة تسلمها إلى ابيه</w:t>
      </w:r>
      <w:r w:rsidR="00CC15EB">
        <w:rPr>
          <w:rtl/>
        </w:rPr>
        <w:t>،</w:t>
      </w:r>
      <w:r>
        <w:rPr>
          <w:rtl/>
        </w:rPr>
        <w:t xml:space="preserve"> </w:t>
      </w:r>
      <w:r w:rsidRPr="00D95A45">
        <w:rPr>
          <w:rtl/>
        </w:rPr>
        <w:t>قلت</w:t>
      </w:r>
      <w:r w:rsidR="00CC15EB">
        <w:rPr>
          <w:rtl/>
        </w:rPr>
        <w:t>:</w:t>
      </w:r>
      <w:r>
        <w:rPr>
          <w:rtl/>
        </w:rPr>
        <w:t xml:space="preserve"> </w:t>
      </w:r>
      <w:r w:rsidRPr="00D95A45">
        <w:rPr>
          <w:rtl/>
        </w:rPr>
        <w:t>فهي لا ترث من ولدها من ديته</w:t>
      </w:r>
      <w:r>
        <w:rPr>
          <w:rtl/>
        </w:rPr>
        <w:t>؟</w:t>
      </w:r>
      <w:r w:rsidRPr="00D95A45">
        <w:rPr>
          <w:rtl/>
        </w:rPr>
        <w:t xml:space="preserve"> قال</w:t>
      </w:r>
      <w:r w:rsidR="00CC15EB">
        <w:rPr>
          <w:rtl/>
        </w:rPr>
        <w:t>:</w:t>
      </w:r>
      <w:r>
        <w:rPr>
          <w:rtl/>
        </w:rPr>
        <w:t xml:space="preserve"> </w:t>
      </w:r>
      <w:r w:rsidRPr="00D95A45">
        <w:rPr>
          <w:rtl/>
        </w:rPr>
        <w:t>لا لأنها قتلته.</w:t>
      </w:r>
    </w:p>
    <w:p w:rsidR="00AC7755" w:rsidRDefault="00D45E0E" w:rsidP="00AC7755">
      <w:pPr>
        <w:pStyle w:val="libNormal"/>
        <w:rPr>
          <w:rtl/>
        </w:rPr>
      </w:pPr>
      <w:r w:rsidRPr="00D95A45">
        <w:rPr>
          <w:rtl/>
        </w:rPr>
        <w:t>ولا ينافى هذا التأويل رواية الحلبي وابي عبيدة من أن المرأة كانت تمخض لأنه لا يمتنع انها كانت تمخض وان كان الولد غير بالغ إذا كان سقطا فلا اعتراض به على حال.</w:t>
      </w:r>
    </w:p>
    <w:p w:rsidR="00AC7755" w:rsidRDefault="00D45E0E" w:rsidP="00AC7755">
      <w:pPr>
        <w:pStyle w:val="libNormal"/>
        <w:rPr>
          <w:rtl/>
        </w:rPr>
      </w:pPr>
      <w:r w:rsidRPr="00D95A45">
        <w:rPr>
          <w:rtl/>
        </w:rPr>
        <w:t>(1114) 16</w:t>
      </w:r>
      <w:r w:rsidR="00CC15EB">
        <w:rPr>
          <w:rtl/>
        </w:rPr>
        <w:t xml:space="preserve"> - </w:t>
      </w:r>
      <w:r w:rsidRPr="00D95A45">
        <w:rPr>
          <w:rtl/>
        </w:rPr>
        <w:t>الحسين بن سعيد عن ابن ابى عمير عن جميل بن دراج عن عبيد بن زرارة قال</w:t>
      </w:r>
      <w:r w:rsidR="00CC15EB">
        <w:rPr>
          <w:rtl/>
        </w:rPr>
        <w:t>:</w:t>
      </w:r>
      <w:r>
        <w:rPr>
          <w:rtl/>
        </w:rPr>
        <w:t xml:space="preserve"> </w:t>
      </w:r>
      <w:r w:rsidRPr="00D95A45">
        <w:rPr>
          <w:rtl/>
        </w:rPr>
        <w:t xml:space="preserve">قلت لابي عبد الله </w:t>
      </w:r>
      <w:r w:rsidR="00AC7755" w:rsidRPr="00AC7755">
        <w:rPr>
          <w:rStyle w:val="libAlaemChar"/>
          <w:rtl/>
        </w:rPr>
        <w:t>عليه‌السلام</w:t>
      </w:r>
      <w:r w:rsidR="00CC15EB">
        <w:rPr>
          <w:rtl/>
        </w:rPr>
        <w:t>:</w:t>
      </w:r>
      <w:r>
        <w:rPr>
          <w:rtl/>
        </w:rPr>
        <w:t xml:space="preserve"> </w:t>
      </w:r>
      <w:r w:rsidRPr="00D95A45">
        <w:rPr>
          <w:rtl/>
        </w:rPr>
        <w:t>ان الغرة تكون بمائة دينار وتكون بعشرة دنانير فقال</w:t>
      </w:r>
      <w:r w:rsidR="00CC15EB">
        <w:rPr>
          <w:rtl/>
        </w:rPr>
        <w:t>:</w:t>
      </w:r>
      <w:r>
        <w:rPr>
          <w:rtl/>
        </w:rPr>
        <w:t xml:space="preserve"> </w:t>
      </w:r>
      <w:r w:rsidRPr="00D95A45">
        <w:rPr>
          <w:rtl/>
        </w:rPr>
        <w:t>بخمسين</w:t>
      </w:r>
      <w:r w:rsidR="00CC15EB">
        <w:rPr>
          <w:rtl/>
        </w:rPr>
        <w:t>،</w:t>
      </w:r>
      <w:r>
        <w:rPr>
          <w:rtl/>
        </w:rPr>
        <w:t xml:space="preserve"> </w:t>
      </w:r>
    </w:p>
    <w:p w:rsidR="00AC7755" w:rsidRDefault="00D45E0E" w:rsidP="00AC7755">
      <w:pPr>
        <w:pStyle w:val="libNormal"/>
        <w:rPr>
          <w:rtl/>
        </w:rPr>
      </w:pPr>
      <w:r w:rsidRPr="00D95A45">
        <w:rPr>
          <w:rtl/>
        </w:rPr>
        <w:t>(1115) 17</w:t>
      </w:r>
      <w:r w:rsidR="00CC15EB">
        <w:rPr>
          <w:rtl/>
        </w:rPr>
        <w:t xml:space="preserve"> - </w:t>
      </w:r>
      <w:r w:rsidRPr="00D95A45">
        <w:rPr>
          <w:rtl/>
        </w:rPr>
        <w:t>عنه عن أبيه عن ابن محبوب عن اسحاق بن عمار عن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1113</w:t>
      </w:r>
      <w:r>
        <w:rPr>
          <w:rtl/>
        </w:rPr>
        <w:t xml:space="preserve"> - </w:t>
      </w:r>
      <w:r w:rsidR="00D45E0E" w:rsidRPr="00D95A45">
        <w:rPr>
          <w:rtl/>
        </w:rPr>
        <w:t>الاستبصار ج 4 ص 301 الكافي ج 2 ص 337 الفقيه ج 4 ص 109</w:t>
      </w:r>
    </w:p>
    <w:p w:rsidR="00CC15EB" w:rsidRDefault="00CC15EB" w:rsidP="00AC7755">
      <w:pPr>
        <w:pStyle w:val="libFootnote0"/>
        <w:rPr>
          <w:rtl/>
        </w:rPr>
      </w:pPr>
      <w:r>
        <w:rPr>
          <w:rtl/>
        </w:rPr>
        <w:t>-</w:t>
      </w:r>
      <w:r w:rsidR="00D45E0E" w:rsidRPr="007277FF">
        <w:rPr>
          <w:rtl/>
        </w:rPr>
        <w:t xml:space="preserve"> 1114</w:t>
      </w:r>
      <w:r>
        <w:rPr>
          <w:rtl/>
        </w:rPr>
        <w:t xml:space="preserve"> - </w:t>
      </w:r>
      <w:r w:rsidR="00D45E0E" w:rsidRPr="007277FF">
        <w:rPr>
          <w:rtl/>
        </w:rPr>
        <w:t>الكافي ج 2 ص 337 الفقيه 4 ص 109</w:t>
      </w:r>
    </w:p>
    <w:p w:rsidR="00AC7755" w:rsidRDefault="00CC15EB" w:rsidP="00AC7755">
      <w:pPr>
        <w:pStyle w:val="libFootnote0"/>
        <w:rPr>
          <w:rtl/>
        </w:rPr>
      </w:pPr>
      <w:r>
        <w:rPr>
          <w:rtl/>
        </w:rPr>
        <w:t>-</w:t>
      </w:r>
      <w:r w:rsidR="00D45E0E" w:rsidRPr="00DA0376">
        <w:rPr>
          <w:rtl/>
        </w:rPr>
        <w:t xml:space="preserve"> 1115</w:t>
      </w:r>
      <w:r>
        <w:rPr>
          <w:rtl/>
        </w:rPr>
        <w:t xml:space="preserve"> - </w:t>
      </w:r>
      <w:r w:rsidR="00D45E0E" w:rsidRPr="00DA0376">
        <w:rPr>
          <w:rtl/>
        </w:rPr>
        <w:t>الكافي ج 2 ص 328</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أبي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ان الغرة تزيد وتنقص ولكن قيمتها اربعون دينارا</w:t>
      </w:r>
    </w:p>
    <w:p w:rsidR="00AC7755" w:rsidRDefault="00D45E0E" w:rsidP="00AC7755">
      <w:pPr>
        <w:pStyle w:val="libNormal"/>
        <w:rPr>
          <w:rtl/>
        </w:rPr>
      </w:pPr>
      <w:r w:rsidRPr="00D95A45">
        <w:rPr>
          <w:rtl/>
        </w:rPr>
        <w:t>(1116) 18</w:t>
      </w:r>
      <w:r w:rsidR="00CC15EB">
        <w:rPr>
          <w:rtl/>
        </w:rPr>
        <w:t xml:space="preserve"> - </w:t>
      </w:r>
      <w:r w:rsidRPr="00D95A45">
        <w:rPr>
          <w:rtl/>
        </w:rPr>
        <w:t xml:space="preserve">ابن محبوب عن نعيم بن ابراهيم عن مسمع عن ابى عبد الله </w:t>
      </w:r>
      <w:r w:rsidR="00AC7755" w:rsidRPr="00AC7755">
        <w:rPr>
          <w:rStyle w:val="libAlaemChar"/>
          <w:rtl/>
        </w:rPr>
        <w:t>عليه‌السلام</w:t>
      </w:r>
      <w:r w:rsidRPr="00D95A45">
        <w:rPr>
          <w:rtl/>
        </w:rPr>
        <w:t xml:space="preserve"> في رجل قتل جنين أمة لقوم في بطنها فقال</w:t>
      </w:r>
      <w:r w:rsidR="00CC15EB">
        <w:rPr>
          <w:rtl/>
        </w:rPr>
        <w:t>:</w:t>
      </w:r>
      <w:r>
        <w:rPr>
          <w:rtl/>
        </w:rPr>
        <w:t xml:space="preserve"> </w:t>
      </w:r>
      <w:r w:rsidRPr="00D95A45">
        <w:rPr>
          <w:rtl/>
        </w:rPr>
        <w:t>ان كان مات في بطنها بعدما ضربها فعليه نصف عشر قيمة الامة</w:t>
      </w:r>
      <w:r w:rsidR="00CC15EB">
        <w:rPr>
          <w:rtl/>
        </w:rPr>
        <w:t>،</w:t>
      </w:r>
      <w:r>
        <w:rPr>
          <w:rtl/>
        </w:rPr>
        <w:t xml:space="preserve"> </w:t>
      </w:r>
      <w:r w:rsidRPr="00D95A45">
        <w:rPr>
          <w:rtl/>
        </w:rPr>
        <w:t>وان كان ضربها فالقته حيا فان عليه عشر قيمة أمه.</w:t>
      </w:r>
    </w:p>
    <w:p w:rsidR="00AC7755" w:rsidRDefault="00D45E0E" w:rsidP="00AC7755">
      <w:pPr>
        <w:pStyle w:val="libNormal"/>
        <w:rPr>
          <w:rtl/>
        </w:rPr>
      </w:pPr>
      <w:r w:rsidRPr="00D95A45">
        <w:rPr>
          <w:rtl/>
        </w:rPr>
        <w:t>(1117) 19</w:t>
      </w:r>
      <w:r w:rsidR="00CC15EB">
        <w:rPr>
          <w:rtl/>
        </w:rPr>
        <w:t xml:space="preserve"> - </w:t>
      </w:r>
      <w:r w:rsidRPr="00D95A45">
        <w:rPr>
          <w:rtl/>
        </w:rPr>
        <w:t>الحسين بن سعيد عن الحسن عن زرعة عن سماعة قال</w:t>
      </w:r>
      <w:r w:rsidR="00CC15EB">
        <w:rPr>
          <w:rtl/>
        </w:rPr>
        <w:t>:</w:t>
      </w:r>
      <w:r>
        <w:rPr>
          <w:rtl/>
        </w:rPr>
        <w:t xml:space="preserve"> </w:t>
      </w:r>
      <w:r w:rsidRPr="00D95A45">
        <w:rPr>
          <w:rtl/>
        </w:rPr>
        <w:t>سألته عن رجل ضرب ابنته وهي حبلى فأسقطت سقطا ميتا فاستعدى زوج المرأة عليه فقالت المرأة لزوجها</w:t>
      </w:r>
      <w:r w:rsidR="00CC15EB">
        <w:rPr>
          <w:rtl/>
        </w:rPr>
        <w:t>:</w:t>
      </w:r>
      <w:r>
        <w:rPr>
          <w:rtl/>
        </w:rPr>
        <w:t xml:space="preserve"> </w:t>
      </w:r>
      <w:r w:rsidRPr="00D95A45">
        <w:rPr>
          <w:rtl/>
        </w:rPr>
        <w:t>ان كان لهذا السقط دية ولي فيه ميراث فان ميراثي منه لابي قال</w:t>
      </w:r>
      <w:r w:rsidR="00CC15EB">
        <w:rPr>
          <w:rtl/>
        </w:rPr>
        <w:t>:</w:t>
      </w:r>
      <w:r>
        <w:rPr>
          <w:rtl/>
        </w:rPr>
        <w:t xml:space="preserve"> </w:t>
      </w:r>
      <w:r w:rsidRPr="00D95A45">
        <w:rPr>
          <w:rtl/>
        </w:rPr>
        <w:t>يجوز لابيها ما وهبته له.</w:t>
      </w:r>
    </w:p>
    <w:p w:rsidR="00AC7755" w:rsidRDefault="00D45E0E" w:rsidP="00AC7755">
      <w:pPr>
        <w:pStyle w:val="libNormal"/>
        <w:rPr>
          <w:rtl/>
        </w:rPr>
      </w:pPr>
      <w:r w:rsidRPr="00D95A45">
        <w:rPr>
          <w:rtl/>
        </w:rPr>
        <w:t>(1118) 20</w:t>
      </w:r>
      <w:r w:rsidR="00CC15EB">
        <w:rPr>
          <w:rtl/>
        </w:rPr>
        <w:t xml:space="preserve"> - </w:t>
      </w:r>
      <w:r w:rsidRPr="00D95A45">
        <w:rPr>
          <w:rtl/>
        </w:rPr>
        <w:t>الحسن بن محبوب عن ابي ايوب عن سليمان بن خالد مثله وقال</w:t>
      </w:r>
      <w:r w:rsidR="00CC15EB">
        <w:rPr>
          <w:rtl/>
        </w:rPr>
        <w:t>:</w:t>
      </w:r>
      <w:r>
        <w:rPr>
          <w:rtl/>
        </w:rPr>
        <w:t xml:space="preserve"> </w:t>
      </w:r>
      <w:r w:rsidRPr="00D95A45">
        <w:rPr>
          <w:rtl/>
        </w:rPr>
        <w:t>يؤدي ابوها إلى زوجها ثلثي دية السقط.</w:t>
      </w:r>
    </w:p>
    <w:p w:rsidR="00AC7755" w:rsidRDefault="00D45E0E" w:rsidP="00AC7755">
      <w:pPr>
        <w:pStyle w:val="libNormal"/>
        <w:rPr>
          <w:rtl/>
        </w:rPr>
      </w:pPr>
      <w:r w:rsidRPr="00D95A45">
        <w:rPr>
          <w:rtl/>
        </w:rPr>
        <w:t>(1119) 21</w:t>
      </w:r>
      <w:r w:rsidR="00CC15EB">
        <w:rPr>
          <w:rtl/>
        </w:rPr>
        <w:t xml:space="preserve"> - </w:t>
      </w:r>
      <w:r w:rsidRPr="00D95A45">
        <w:rPr>
          <w:rtl/>
        </w:rPr>
        <w:t xml:space="preserve">النوفلي عن السكوني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الغرة تزيد وتنقص ولكن قيمته خمسمائة درهم.</w:t>
      </w:r>
    </w:p>
    <w:p w:rsidR="00AC7755" w:rsidRDefault="00D45E0E" w:rsidP="00AC7755">
      <w:pPr>
        <w:pStyle w:val="libNormal"/>
        <w:rPr>
          <w:rtl/>
        </w:rPr>
      </w:pPr>
      <w:r w:rsidRPr="00D95A45">
        <w:rPr>
          <w:rtl/>
        </w:rPr>
        <w:t>(1120) 22</w:t>
      </w:r>
      <w:r w:rsidR="00CC15EB">
        <w:rPr>
          <w:rtl/>
        </w:rPr>
        <w:t xml:space="preserve"> - </w:t>
      </w:r>
      <w:r w:rsidRPr="00D95A45">
        <w:rPr>
          <w:rtl/>
        </w:rPr>
        <w:t>وعنه قال</w:t>
      </w:r>
      <w:r w:rsidR="00CC15EB">
        <w:rPr>
          <w:rtl/>
        </w:rPr>
        <w:t>:</w:t>
      </w:r>
      <w:r>
        <w:rPr>
          <w:rtl/>
        </w:rPr>
        <w:t xml:space="preserve"> </w:t>
      </w:r>
      <w:r w:rsidRPr="00D95A45">
        <w:rPr>
          <w:rtl/>
        </w:rPr>
        <w:t xml:space="preserve">قال رسول الله </w:t>
      </w:r>
      <w:r w:rsidR="00AC7755" w:rsidRPr="00AC7755">
        <w:rPr>
          <w:rStyle w:val="libAlaemChar"/>
          <w:rtl/>
        </w:rPr>
        <w:t>صلى‌الله‌عليه‌وآله‌وسلم</w:t>
      </w:r>
      <w:r w:rsidR="00CC15EB">
        <w:rPr>
          <w:rtl/>
        </w:rPr>
        <w:t>:</w:t>
      </w:r>
      <w:r>
        <w:rPr>
          <w:rtl/>
        </w:rPr>
        <w:t xml:space="preserve"> </w:t>
      </w:r>
      <w:r w:rsidRPr="00D95A45">
        <w:rPr>
          <w:rtl/>
        </w:rPr>
        <w:t>في جنين البهيمة فألفت عشر ثمنها.</w:t>
      </w:r>
    </w:p>
    <w:p w:rsidR="00AC7755" w:rsidRDefault="00D45E0E" w:rsidP="00AC7755">
      <w:pPr>
        <w:pStyle w:val="libNormal"/>
        <w:rPr>
          <w:rtl/>
        </w:rPr>
      </w:pPr>
      <w:r w:rsidRPr="00D95A45">
        <w:rPr>
          <w:rtl/>
        </w:rPr>
        <w:t>(1121) 23</w:t>
      </w:r>
      <w:r w:rsidR="00CC15EB">
        <w:rPr>
          <w:rtl/>
        </w:rPr>
        <w:t xml:space="preserve"> - </w:t>
      </w:r>
      <w:r w:rsidRPr="00D95A45">
        <w:rPr>
          <w:rtl/>
        </w:rPr>
        <w:t xml:space="preserve">وعنه عن ابى عبد الله </w:t>
      </w:r>
      <w:r w:rsidR="00AC7755" w:rsidRPr="00AC7755">
        <w:rPr>
          <w:rStyle w:val="libAlaemChar"/>
          <w:rtl/>
        </w:rPr>
        <w:t>عليه‌السلام</w:t>
      </w:r>
      <w:r w:rsidRPr="00D95A45">
        <w:rPr>
          <w:rtl/>
        </w:rPr>
        <w:t xml:space="preserve"> في جنين الامة عشر ثمنها.</w:t>
      </w:r>
    </w:p>
    <w:p w:rsidR="00AC7755" w:rsidRDefault="00D45E0E" w:rsidP="00AC7755">
      <w:pPr>
        <w:pStyle w:val="libNormal"/>
        <w:rPr>
          <w:rtl/>
        </w:rPr>
      </w:pPr>
      <w:r w:rsidRPr="00D95A45">
        <w:rPr>
          <w:rtl/>
        </w:rPr>
        <w:t>(1122) 24</w:t>
      </w:r>
      <w:r w:rsidR="00CC15EB">
        <w:rPr>
          <w:rtl/>
        </w:rPr>
        <w:t xml:space="preserve"> - </w:t>
      </w:r>
      <w:r w:rsidRPr="00D95A45">
        <w:rPr>
          <w:rtl/>
        </w:rPr>
        <w:t xml:space="preserve">محمد بن علي بن محبوب عن احمد عن النوفلي عن السكوني عن جعفر عن ابيه عن علي </w:t>
      </w:r>
      <w:r w:rsidR="00AC7755" w:rsidRPr="00AC7755">
        <w:rPr>
          <w:rStyle w:val="libAlaemChar"/>
          <w:rtl/>
        </w:rPr>
        <w:t>عليه‌السلام</w:t>
      </w:r>
      <w:r w:rsidRPr="00D95A45">
        <w:rPr>
          <w:rtl/>
        </w:rPr>
        <w:t xml:space="preserve"> انه قضى في جنين اليهودية والنصرانية والمجوسية عشر دية أمه.</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1116</w:t>
      </w:r>
      <w:r>
        <w:rPr>
          <w:rtl/>
        </w:rPr>
        <w:t xml:space="preserve"> - </w:t>
      </w:r>
      <w:r w:rsidR="00D45E0E" w:rsidRPr="00D95A45">
        <w:rPr>
          <w:rtl/>
        </w:rPr>
        <w:t>الكافي 2 ص 337 الفقيه ج 4 ص 110</w:t>
      </w:r>
    </w:p>
    <w:p w:rsidR="00CC15EB" w:rsidRDefault="00CC15EB" w:rsidP="00AC7755">
      <w:pPr>
        <w:pStyle w:val="libFootnote0"/>
        <w:rPr>
          <w:rtl/>
        </w:rPr>
      </w:pPr>
      <w:r>
        <w:rPr>
          <w:rtl/>
        </w:rPr>
        <w:t>-</w:t>
      </w:r>
      <w:r w:rsidR="00D45E0E" w:rsidRPr="007277FF">
        <w:rPr>
          <w:rtl/>
        </w:rPr>
        <w:t xml:space="preserve"> 1117</w:t>
      </w:r>
      <w:r>
        <w:rPr>
          <w:rtl/>
        </w:rPr>
        <w:t xml:space="preserve"> - </w:t>
      </w:r>
      <w:r w:rsidR="00D45E0E" w:rsidRPr="007277FF">
        <w:rPr>
          <w:rtl/>
        </w:rPr>
        <w:t>الفقيه ج 4 ص 110</w:t>
      </w:r>
    </w:p>
    <w:p w:rsidR="00AC7755" w:rsidRDefault="00CC15EB" w:rsidP="00AC7755">
      <w:pPr>
        <w:pStyle w:val="libFootnote0"/>
        <w:rPr>
          <w:rtl/>
        </w:rPr>
      </w:pPr>
      <w:r>
        <w:rPr>
          <w:rtl/>
        </w:rPr>
        <w:t>-</w:t>
      </w:r>
      <w:r w:rsidR="00D45E0E" w:rsidRPr="00FD7B9B">
        <w:rPr>
          <w:rtl/>
        </w:rPr>
        <w:t xml:space="preserve"> 1120</w:t>
      </w:r>
      <w:r>
        <w:rPr>
          <w:rtl/>
        </w:rPr>
        <w:t xml:space="preserve"> - </w:t>
      </w:r>
      <w:r w:rsidR="00D45E0E" w:rsidRPr="00FD7B9B">
        <w:rPr>
          <w:rtl/>
        </w:rPr>
        <w:t>الكافي ج 2 ص 344</w:t>
      </w:r>
    </w:p>
    <w:p w:rsidR="00AC7755" w:rsidRPr="00AC7755" w:rsidRDefault="00AC7755" w:rsidP="00AC7755">
      <w:pPr>
        <w:pStyle w:val="libNormal"/>
        <w:rPr>
          <w:rtl/>
        </w:rPr>
      </w:pPr>
      <w:r w:rsidRPr="00AC7755">
        <w:rPr>
          <w:rtl/>
        </w:rPr>
        <w:br w:type="page"/>
      </w:r>
    </w:p>
    <w:p w:rsidR="00AC7755" w:rsidRDefault="00D45E0E" w:rsidP="00CA44E1">
      <w:pPr>
        <w:pStyle w:val="Heading2Center"/>
        <w:rPr>
          <w:rtl/>
        </w:rPr>
      </w:pPr>
      <w:bookmarkStart w:id="27" w:name="_Toc394318291"/>
      <w:r>
        <w:rPr>
          <w:rFonts w:hint="cs"/>
          <w:rtl/>
        </w:rPr>
        <w:lastRenderedPageBreak/>
        <w:t>26</w:t>
      </w:r>
      <w:r w:rsidR="00CC15EB">
        <w:rPr>
          <w:rtl/>
        </w:rPr>
        <w:t xml:space="preserve"> - </w:t>
      </w:r>
      <w:r w:rsidRPr="007277FF">
        <w:rPr>
          <w:rtl/>
        </w:rPr>
        <w:t>باب ديات الشجاج وكسر العظام والجنايات في الوجوه</w:t>
      </w:r>
      <w:r>
        <w:rPr>
          <w:rFonts w:hint="cs"/>
          <w:rtl/>
        </w:rPr>
        <w:t xml:space="preserve"> </w:t>
      </w:r>
      <w:r w:rsidRPr="007277FF">
        <w:rPr>
          <w:rtl/>
        </w:rPr>
        <w:t>والرؤوس والاعضاء</w:t>
      </w:r>
      <w:bookmarkEnd w:id="27"/>
    </w:p>
    <w:p w:rsidR="00AC7755" w:rsidRDefault="00D45E0E" w:rsidP="00AC7755">
      <w:pPr>
        <w:pStyle w:val="libNormal"/>
        <w:rPr>
          <w:rtl/>
        </w:rPr>
      </w:pPr>
      <w:r w:rsidRPr="007277FF">
        <w:rPr>
          <w:rtl/>
        </w:rPr>
        <w:t>قال الاصمعي</w:t>
      </w:r>
      <w:r w:rsidR="00CC15EB">
        <w:rPr>
          <w:rtl/>
        </w:rPr>
        <w:t>:</w:t>
      </w:r>
      <w:r>
        <w:rPr>
          <w:rtl/>
        </w:rPr>
        <w:t xml:space="preserve"> </w:t>
      </w:r>
      <w:r w:rsidRPr="007277FF">
        <w:rPr>
          <w:rtl/>
        </w:rPr>
        <w:t>اول الشجاج الحارصة</w:t>
      </w:r>
      <w:r w:rsidR="00CC15EB">
        <w:rPr>
          <w:rtl/>
        </w:rPr>
        <w:t>:</w:t>
      </w:r>
      <w:r>
        <w:rPr>
          <w:rtl/>
        </w:rPr>
        <w:t xml:space="preserve"> </w:t>
      </w:r>
      <w:r w:rsidRPr="007277FF">
        <w:rPr>
          <w:rtl/>
        </w:rPr>
        <w:t>وهي التي تحرص الجلد اي تشقه ومنه قيل حرص القصار الثوب إذا شقه</w:t>
      </w:r>
      <w:r w:rsidR="00CC15EB">
        <w:rPr>
          <w:rtl/>
        </w:rPr>
        <w:t>،</w:t>
      </w:r>
      <w:r>
        <w:rPr>
          <w:rtl/>
        </w:rPr>
        <w:t xml:space="preserve"> </w:t>
      </w:r>
      <w:r w:rsidRPr="007277FF">
        <w:rPr>
          <w:rtl/>
        </w:rPr>
        <w:t>ثم الباضعة</w:t>
      </w:r>
      <w:r w:rsidR="00CC15EB">
        <w:rPr>
          <w:rtl/>
        </w:rPr>
        <w:t>:</w:t>
      </w:r>
      <w:r>
        <w:rPr>
          <w:rtl/>
        </w:rPr>
        <w:t xml:space="preserve"> </w:t>
      </w:r>
      <w:r w:rsidRPr="007277FF">
        <w:rPr>
          <w:rtl/>
        </w:rPr>
        <w:t>وهي التى تشق اللحم بعد الجلد</w:t>
      </w:r>
      <w:r w:rsidR="00CC15EB">
        <w:rPr>
          <w:rtl/>
        </w:rPr>
        <w:t>،</w:t>
      </w:r>
      <w:r>
        <w:rPr>
          <w:rtl/>
        </w:rPr>
        <w:t xml:space="preserve"> </w:t>
      </w:r>
      <w:r w:rsidRPr="007277FF">
        <w:rPr>
          <w:rtl/>
        </w:rPr>
        <w:t>ثم المتلاحمة</w:t>
      </w:r>
      <w:r w:rsidR="00CC15EB">
        <w:rPr>
          <w:rtl/>
        </w:rPr>
        <w:t>:</w:t>
      </w:r>
      <w:r>
        <w:rPr>
          <w:rtl/>
        </w:rPr>
        <w:t xml:space="preserve"> </w:t>
      </w:r>
      <w:r w:rsidRPr="007277FF">
        <w:rPr>
          <w:rtl/>
        </w:rPr>
        <w:t>وهي التى اخذت في اللحم ولم تبلغ العظم</w:t>
      </w:r>
      <w:r w:rsidR="00CC15EB">
        <w:rPr>
          <w:rtl/>
        </w:rPr>
        <w:t>،</w:t>
      </w:r>
      <w:r>
        <w:rPr>
          <w:rtl/>
        </w:rPr>
        <w:t xml:space="preserve"> </w:t>
      </w:r>
      <w:r w:rsidRPr="007277FF">
        <w:rPr>
          <w:rtl/>
        </w:rPr>
        <w:t>ثم السمحاق</w:t>
      </w:r>
      <w:r w:rsidR="00CC15EB">
        <w:rPr>
          <w:rtl/>
        </w:rPr>
        <w:t>:</w:t>
      </w:r>
      <w:r>
        <w:rPr>
          <w:rtl/>
        </w:rPr>
        <w:t xml:space="preserve"> </w:t>
      </w:r>
      <w:r w:rsidRPr="007277FF">
        <w:rPr>
          <w:rtl/>
        </w:rPr>
        <w:t>وهي التي بينها وبين العظم قشرة رقيقة</w:t>
      </w:r>
      <w:r w:rsidR="00CC15EB">
        <w:rPr>
          <w:rtl/>
        </w:rPr>
        <w:t>،</w:t>
      </w:r>
      <w:r>
        <w:rPr>
          <w:rtl/>
        </w:rPr>
        <w:t xml:space="preserve"> </w:t>
      </w:r>
      <w:r w:rsidRPr="007277FF">
        <w:rPr>
          <w:rtl/>
        </w:rPr>
        <w:t>ومنه قيل في السماء سماحيق من غيم وعلى الشاة سماحيق من شحم</w:t>
      </w:r>
      <w:r w:rsidR="00CC15EB">
        <w:rPr>
          <w:rtl/>
        </w:rPr>
        <w:t>،</w:t>
      </w:r>
      <w:r>
        <w:rPr>
          <w:rtl/>
        </w:rPr>
        <w:t xml:space="preserve"> </w:t>
      </w:r>
      <w:r w:rsidRPr="007277FF">
        <w:rPr>
          <w:rtl/>
        </w:rPr>
        <w:t>ثم الموضحة</w:t>
      </w:r>
      <w:r w:rsidR="00CC15EB">
        <w:rPr>
          <w:rtl/>
        </w:rPr>
        <w:t>:</w:t>
      </w:r>
      <w:r>
        <w:rPr>
          <w:rtl/>
        </w:rPr>
        <w:t xml:space="preserve"> </w:t>
      </w:r>
      <w:r w:rsidRPr="007277FF">
        <w:rPr>
          <w:rtl/>
        </w:rPr>
        <w:t>وهي التى تبدي وضح العظم</w:t>
      </w:r>
      <w:r w:rsidR="00CC15EB">
        <w:rPr>
          <w:rtl/>
        </w:rPr>
        <w:t>،</w:t>
      </w:r>
      <w:r>
        <w:rPr>
          <w:rtl/>
        </w:rPr>
        <w:t xml:space="preserve"> </w:t>
      </w:r>
      <w:r w:rsidRPr="007277FF">
        <w:rPr>
          <w:rtl/>
        </w:rPr>
        <w:t>والهاشمة وهي التى تهشم العظم</w:t>
      </w:r>
      <w:r w:rsidR="00CC15EB">
        <w:rPr>
          <w:rtl/>
        </w:rPr>
        <w:t>،</w:t>
      </w:r>
      <w:r>
        <w:rPr>
          <w:rtl/>
        </w:rPr>
        <w:t xml:space="preserve"> </w:t>
      </w:r>
      <w:r w:rsidRPr="007277FF">
        <w:rPr>
          <w:rtl/>
        </w:rPr>
        <w:t>ثم المنقلة</w:t>
      </w:r>
      <w:r w:rsidR="00CC15EB">
        <w:rPr>
          <w:rtl/>
        </w:rPr>
        <w:t>،</w:t>
      </w:r>
      <w:r>
        <w:rPr>
          <w:rtl/>
        </w:rPr>
        <w:t xml:space="preserve"> </w:t>
      </w:r>
      <w:r w:rsidRPr="007277FF">
        <w:rPr>
          <w:rtl/>
        </w:rPr>
        <w:t>وهي التى يخرج منها فراش العظام وفراش العظام</w:t>
      </w:r>
      <w:r w:rsidR="00CC15EB">
        <w:rPr>
          <w:rtl/>
        </w:rPr>
        <w:t>:</w:t>
      </w:r>
      <w:r>
        <w:rPr>
          <w:rtl/>
        </w:rPr>
        <w:t xml:space="preserve"> </w:t>
      </w:r>
      <w:r w:rsidRPr="007277FF">
        <w:rPr>
          <w:rtl/>
        </w:rPr>
        <w:t>قشرة تكون على العظم دون اللحم ومنه قول النابغة</w:t>
      </w:r>
      <w:r w:rsidR="00CC15EB">
        <w:rPr>
          <w:rtl/>
        </w:rPr>
        <w:t>:</w:t>
      </w:r>
      <w:r>
        <w:rPr>
          <w:rtl/>
        </w:rPr>
        <w:t xml:space="preserve"> </w:t>
      </w:r>
      <w:r w:rsidRPr="007277FF">
        <w:rPr>
          <w:rtl/>
        </w:rPr>
        <w:t>ويتبعها منهم فراش الحواجب</w:t>
      </w:r>
      <w:r w:rsidRPr="0072217D">
        <w:rPr>
          <w:rtl/>
        </w:rPr>
        <w:t xml:space="preserve"> </w:t>
      </w:r>
      <w:r w:rsidRPr="00AC7755">
        <w:rPr>
          <w:rStyle w:val="libFootnotenumChar"/>
          <w:rtl/>
        </w:rPr>
        <w:t>(1)</w:t>
      </w:r>
      <w:r w:rsidRPr="0072217D">
        <w:rPr>
          <w:rtl/>
        </w:rPr>
        <w:t xml:space="preserve"> </w:t>
      </w:r>
      <w:r w:rsidRPr="007277FF">
        <w:rPr>
          <w:rtl/>
        </w:rPr>
        <w:t>ثم الآمة</w:t>
      </w:r>
      <w:r w:rsidR="00CC15EB">
        <w:rPr>
          <w:rtl/>
        </w:rPr>
        <w:t>:</w:t>
      </w:r>
      <w:r>
        <w:rPr>
          <w:rtl/>
        </w:rPr>
        <w:t xml:space="preserve"> </w:t>
      </w:r>
      <w:r w:rsidRPr="007277FF">
        <w:rPr>
          <w:rtl/>
        </w:rPr>
        <w:t>وهي التى تبلغ أم الرأس وهي الجلدة تكون على الدماغ.</w:t>
      </w:r>
    </w:p>
    <w:p w:rsidR="00AC7755" w:rsidRDefault="00D45E0E" w:rsidP="00AC7755">
      <w:pPr>
        <w:pStyle w:val="libNormal"/>
        <w:rPr>
          <w:rtl/>
        </w:rPr>
      </w:pPr>
      <w:r w:rsidRPr="00D95A45">
        <w:rPr>
          <w:rtl/>
        </w:rPr>
        <w:t>(1123) 1</w:t>
      </w:r>
      <w:r w:rsidR="00CC15EB">
        <w:rPr>
          <w:rtl/>
        </w:rPr>
        <w:t xml:space="preserve"> - </w:t>
      </w:r>
      <w:r w:rsidRPr="00D95A45">
        <w:rPr>
          <w:rtl/>
        </w:rPr>
        <w:t xml:space="preserve">الحسين بن سعيد عن القاسم بن محمد عن سعيد بن محمد عن علي عن ابي بصير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في الموضحة خمس من الابل</w:t>
      </w:r>
      <w:r w:rsidR="00CC15EB">
        <w:rPr>
          <w:rtl/>
        </w:rPr>
        <w:t>،</w:t>
      </w:r>
      <w:r>
        <w:rPr>
          <w:rtl/>
        </w:rPr>
        <w:t xml:space="preserve"> </w:t>
      </w:r>
      <w:r w:rsidRPr="00D95A45">
        <w:rPr>
          <w:rtl/>
        </w:rPr>
        <w:t>وفى السمحاق دون الموضحة اربع من الابل</w:t>
      </w:r>
      <w:r w:rsidR="00CC15EB">
        <w:rPr>
          <w:rtl/>
        </w:rPr>
        <w:t>،</w:t>
      </w:r>
      <w:r>
        <w:rPr>
          <w:rtl/>
        </w:rPr>
        <w:t xml:space="preserve"> </w:t>
      </w:r>
      <w:r w:rsidRPr="00D95A45">
        <w:rPr>
          <w:rtl/>
        </w:rPr>
        <w:t>وفى المنقلة خمس عشرة من الابل</w:t>
      </w:r>
    </w:p>
    <w:p w:rsidR="00AC7755" w:rsidRDefault="00D45E0E" w:rsidP="00AC7755">
      <w:pPr>
        <w:pStyle w:val="libLine"/>
        <w:rPr>
          <w:rtl/>
        </w:rPr>
      </w:pPr>
      <w:r>
        <w:rPr>
          <w:rtl/>
        </w:rPr>
        <w:t>__________________</w:t>
      </w:r>
    </w:p>
    <w:p w:rsidR="00D45E0E" w:rsidRDefault="00D45E0E" w:rsidP="00AC7755">
      <w:pPr>
        <w:pStyle w:val="libFootnote0"/>
        <w:rPr>
          <w:rtl/>
        </w:rPr>
      </w:pPr>
      <w:r w:rsidRPr="00D95A45">
        <w:rPr>
          <w:rtl/>
        </w:rPr>
        <w:t>(1) عجز البيت من قصيدة للنابغة الذبياني قالها في مدح عمرو بن الحارث المعروف بالاعرج وذلك عندما هرب الى الشام لما بلغه ان مرة بن قريع وشى به الى النعمان في أمر المتجردة وهى قصيدة تقرب من ثلاثين بيتا والشاهد هو</w:t>
      </w:r>
      <w:r w:rsidR="00CC15EB">
        <w:rPr>
          <w:rtl/>
        </w:rPr>
        <w:t>:</w:t>
      </w:r>
    </w:p>
    <w:tbl>
      <w:tblPr>
        <w:tblStyle w:val="TableGrid"/>
        <w:bidiVisual/>
        <w:tblW w:w="5000" w:type="pct"/>
        <w:tblLook w:val="01E0"/>
      </w:tblPr>
      <w:tblGrid>
        <w:gridCol w:w="3888"/>
        <w:gridCol w:w="238"/>
        <w:gridCol w:w="3886"/>
      </w:tblGrid>
      <w:tr w:rsidR="00D45E0E" w:rsidTr="002523F3">
        <w:tc>
          <w:tcPr>
            <w:tcW w:w="3625" w:type="dxa"/>
            <w:shd w:val="clear" w:color="auto" w:fill="auto"/>
          </w:tcPr>
          <w:p w:rsidR="00D45E0E" w:rsidRDefault="00D45E0E" w:rsidP="00AC7755">
            <w:pPr>
              <w:pStyle w:val="libPoemFootnote"/>
              <w:rPr>
                <w:rtl/>
              </w:rPr>
            </w:pPr>
            <w:r w:rsidRPr="00D95A45">
              <w:rPr>
                <w:rtl/>
              </w:rPr>
              <w:t>تطير فضاضا بينها كل قونس</w:t>
            </w:r>
            <w:r w:rsidRPr="00AC7755">
              <w:rPr>
                <w:rStyle w:val="libPoemTiniChar0"/>
                <w:rtl/>
              </w:rPr>
              <w:br/>
              <w:t> </w:t>
            </w:r>
          </w:p>
        </w:tc>
        <w:tc>
          <w:tcPr>
            <w:tcW w:w="57" w:type="dxa"/>
            <w:shd w:val="clear" w:color="auto" w:fill="auto"/>
          </w:tcPr>
          <w:p w:rsidR="00D45E0E" w:rsidRDefault="00D45E0E" w:rsidP="002523F3">
            <w:pPr>
              <w:rPr>
                <w:rtl/>
              </w:rPr>
            </w:pPr>
          </w:p>
        </w:tc>
        <w:tc>
          <w:tcPr>
            <w:tcW w:w="3624" w:type="dxa"/>
            <w:shd w:val="clear" w:color="auto" w:fill="auto"/>
          </w:tcPr>
          <w:p w:rsidR="00D45E0E" w:rsidRDefault="00D45E0E" w:rsidP="00AC7755">
            <w:pPr>
              <w:pStyle w:val="libPoemFootnote"/>
              <w:rPr>
                <w:rtl/>
              </w:rPr>
            </w:pPr>
            <w:r w:rsidRPr="00D95A45">
              <w:rPr>
                <w:rtl/>
              </w:rPr>
              <w:t>ويتبعها منهم فراش الحواجب</w:t>
            </w:r>
            <w:r w:rsidRPr="00AC7755">
              <w:rPr>
                <w:rStyle w:val="libPoemTiniChar0"/>
                <w:rtl/>
              </w:rPr>
              <w:br/>
              <w:t> </w:t>
            </w:r>
          </w:p>
        </w:tc>
      </w:tr>
    </w:tbl>
    <w:p w:rsidR="00AC7755" w:rsidRDefault="00CC15EB" w:rsidP="00AC7755">
      <w:pPr>
        <w:pStyle w:val="libFootnote0"/>
        <w:rPr>
          <w:rtl/>
        </w:rPr>
      </w:pPr>
      <w:r>
        <w:rPr>
          <w:rtl/>
        </w:rPr>
        <w:t>-</w:t>
      </w:r>
      <w:r w:rsidR="00D45E0E" w:rsidRPr="00DA0376">
        <w:rPr>
          <w:rtl/>
        </w:rPr>
        <w:t xml:space="preserve"> 1123</w:t>
      </w:r>
      <w:r>
        <w:rPr>
          <w:rtl/>
        </w:rPr>
        <w:t xml:space="preserve"> - </w:t>
      </w:r>
      <w:r w:rsidR="00D45E0E" w:rsidRPr="00DA0376">
        <w:rPr>
          <w:rtl/>
        </w:rPr>
        <w:t>الفقيه ج 4 ص 124</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وفي الجائفة ثلث الدية ثلاث وثلاثون من الابل</w:t>
      </w:r>
      <w:r w:rsidR="00CC15EB">
        <w:rPr>
          <w:rtl/>
        </w:rPr>
        <w:t>،</w:t>
      </w:r>
      <w:r>
        <w:rPr>
          <w:rtl/>
        </w:rPr>
        <w:t xml:space="preserve"> </w:t>
      </w:r>
      <w:r w:rsidRPr="00DA0376">
        <w:rPr>
          <w:rtl/>
        </w:rPr>
        <w:t>وفي المأمومة ثلث الدية.</w:t>
      </w:r>
    </w:p>
    <w:p w:rsidR="00AC7755" w:rsidRDefault="00D45E0E" w:rsidP="00AC7755">
      <w:pPr>
        <w:pStyle w:val="libNormal"/>
        <w:rPr>
          <w:rtl/>
        </w:rPr>
      </w:pPr>
      <w:r w:rsidRPr="00D95A45">
        <w:rPr>
          <w:rtl/>
        </w:rPr>
        <w:t>(1124) 2</w:t>
      </w:r>
      <w:r w:rsidR="00CC15EB">
        <w:rPr>
          <w:rtl/>
        </w:rPr>
        <w:t xml:space="preserve"> - </w:t>
      </w:r>
      <w:r w:rsidRPr="00D95A45">
        <w:rPr>
          <w:rtl/>
        </w:rPr>
        <w:t xml:space="preserve">عنه عن القاسم بن عروة عن ابن بكير عن زرارة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في الموضحة خمس من الابل</w:t>
      </w:r>
      <w:r w:rsidR="00CC15EB">
        <w:rPr>
          <w:rtl/>
        </w:rPr>
        <w:t>،</w:t>
      </w:r>
      <w:r>
        <w:rPr>
          <w:rtl/>
        </w:rPr>
        <w:t xml:space="preserve"> </w:t>
      </w:r>
      <w:r w:rsidRPr="00D95A45">
        <w:rPr>
          <w:rtl/>
        </w:rPr>
        <w:t>وفى السمحاق اربع من الابل</w:t>
      </w:r>
      <w:r w:rsidR="00CC15EB">
        <w:rPr>
          <w:rtl/>
        </w:rPr>
        <w:t>،</w:t>
      </w:r>
      <w:r>
        <w:rPr>
          <w:rtl/>
        </w:rPr>
        <w:t xml:space="preserve"> </w:t>
      </w:r>
      <w:r w:rsidRPr="00D95A45">
        <w:rPr>
          <w:rtl/>
        </w:rPr>
        <w:t>وفى الباضعة ثلاث من الابل</w:t>
      </w:r>
      <w:r w:rsidR="00CC15EB">
        <w:rPr>
          <w:rtl/>
        </w:rPr>
        <w:t>،</w:t>
      </w:r>
      <w:r>
        <w:rPr>
          <w:rtl/>
        </w:rPr>
        <w:t xml:space="preserve"> </w:t>
      </w:r>
      <w:r w:rsidRPr="00D95A45">
        <w:rPr>
          <w:rtl/>
        </w:rPr>
        <w:t>وفى المأمومة ثلاث وثلاثون من الابل</w:t>
      </w:r>
      <w:r w:rsidR="00CC15EB">
        <w:rPr>
          <w:rtl/>
        </w:rPr>
        <w:t>،</w:t>
      </w:r>
      <w:r>
        <w:rPr>
          <w:rtl/>
        </w:rPr>
        <w:t xml:space="preserve"> </w:t>
      </w:r>
      <w:r w:rsidRPr="00D95A45">
        <w:rPr>
          <w:rtl/>
        </w:rPr>
        <w:t>وفي الجائفة ثلاث وثلاثون من الابل</w:t>
      </w:r>
      <w:r w:rsidR="00CC15EB">
        <w:rPr>
          <w:rtl/>
        </w:rPr>
        <w:t>،</w:t>
      </w:r>
      <w:r>
        <w:rPr>
          <w:rtl/>
        </w:rPr>
        <w:t xml:space="preserve"> </w:t>
      </w:r>
      <w:r w:rsidRPr="00D95A45">
        <w:rPr>
          <w:rtl/>
        </w:rPr>
        <w:t>والمنقلة خمس عشرة من الابل.</w:t>
      </w:r>
    </w:p>
    <w:p w:rsidR="00AC7755" w:rsidRDefault="00D45E0E" w:rsidP="00AC7755">
      <w:pPr>
        <w:pStyle w:val="libNormal"/>
        <w:rPr>
          <w:rtl/>
        </w:rPr>
      </w:pPr>
      <w:r w:rsidRPr="00D95A45">
        <w:rPr>
          <w:rtl/>
        </w:rPr>
        <w:t>(1125) 3</w:t>
      </w:r>
      <w:r w:rsidR="00CC15EB">
        <w:rPr>
          <w:rtl/>
        </w:rPr>
        <w:t xml:space="preserve"> - </w:t>
      </w:r>
      <w:r w:rsidRPr="00D95A45">
        <w:rPr>
          <w:rtl/>
        </w:rPr>
        <w:t xml:space="preserve">عنه عن ابيه عن ابن ابي عمير عن حماد عن الحلبي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في الموضحة خمس من الابل</w:t>
      </w:r>
      <w:r w:rsidR="00CC15EB">
        <w:rPr>
          <w:rtl/>
        </w:rPr>
        <w:t>،</w:t>
      </w:r>
      <w:r>
        <w:rPr>
          <w:rtl/>
        </w:rPr>
        <w:t xml:space="preserve"> </w:t>
      </w:r>
      <w:r w:rsidRPr="00D95A45">
        <w:rPr>
          <w:rtl/>
        </w:rPr>
        <w:t>وفى السمحاق اربع من الابل</w:t>
      </w:r>
      <w:r w:rsidR="00CC15EB">
        <w:rPr>
          <w:rtl/>
        </w:rPr>
        <w:t>،</w:t>
      </w:r>
      <w:r>
        <w:rPr>
          <w:rtl/>
        </w:rPr>
        <w:t xml:space="preserve"> </w:t>
      </w:r>
      <w:r w:rsidRPr="00D95A45">
        <w:rPr>
          <w:rtl/>
        </w:rPr>
        <w:t>وفي الباضعة ثلاث من الابل والمأمومة ثلاث وثلاثون من الابل والمنقلة خمس عشرة من الابل.</w:t>
      </w:r>
    </w:p>
    <w:p w:rsidR="00AC7755" w:rsidRDefault="00D45E0E" w:rsidP="00AC7755">
      <w:pPr>
        <w:pStyle w:val="libNormal"/>
        <w:rPr>
          <w:rtl/>
        </w:rPr>
      </w:pPr>
      <w:r w:rsidRPr="00D95A45">
        <w:rPr>
          <w:rtl/>
        </w:rPr>
        <w:t>(1126) 4</w:t>
      </w:r>
      <w:r w:rsidR="00CC15EB">
        <w:rPr>
          <w:rtl/>
        </w:rPr>
        <w:t xml:space="preserve"> - </w:t>
      </w:r>
      <w:r w:rsidRPr="00D95A45">
        <w:rPr>
          <w:rtl/>
        </w:rPr>
        <w:t xml:space="preserve">سهل بن زياد عن محمد بن الحسن بن شمون عن عبد الله ابن عبد الرحمان عن مسمع بن عبد الملك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00CC15EB">
        <w:rPr>
          <w:rtl/>
        </w:rPr>
        <w:t>:</w:t>
      </w:r>
      <w:r>
        <w:rPr>
          <w:rtl/>
        </w:rPr>
        <w:t xml:space="preserve"> </w:t>
      </w:r>
      <w:r w:rsidRPr="00D95A45">
        <w:rPr>
          <w:rtl/>
        </w:rPr>
        <w:t xml:space="preserve">قضى رسول الله </w:t>
      </w:r>
      <w:r w:rsidR="00AC7755" w:rsidRPr="00AC7755">
        <w:rPr>
          <w:rStyle w:val="libAlaemChar"/>
          <w:rtl/>
        </w:rPr>
        <w:t>صلى‌الله‌عليه‌وآله‌وسلم</w:t>
      </w:r>
      <w:r w:rsidRPr="00D95A45">
        <w:rPr>
          <w:rtl/>
        </w:rPr>
        <w:t xml:space="preserve"> في المأمومة</w:t>
      </w:r>
      <w:r w:rsidR="00CC15EB">
        <w:rPr>
          <w:rtl/>
        </w:rPr>
        <w:t>:</w:t>
      </w:r>
      <w:r>
        <w:rPr>
          <w:rtl/>
        </w:rPr>
        <w:t xml:space="preserve"> </w:t>
      </w:r>
      <w:r w:rsidRPr="00D95A45">
        <w:rPr>
          <w:rtl/>
        </w:rPr>
        <w:t>ثلث الدية</w:t>
      </w:r>
      <w:r w:rsidR="00CC15EB">
        <w:rPr>
          <w:rtl/>
        </w:rPr>
        <w:t>،</w:t>
      </w:r>
      <w:r>
        <w:rPr>
          <w:rtl/>
        </w:rPr>
        <w:t xml:space="preserve"> </w:t>
      </w:r>
      <w:r w:rsidRPr="00D95A45">
        <w:rPr>
          <w:rtl/>
        </w:rPr>
        <w:t>وفي المنقلة</w:t>
      </w:r>
      <w:r w:rsidR="00CC15EB">
        <w:rPr>
          <w:rtl/>
        </w:rPr>
        <w:t>:</w:t>
      </w:r>
      <w:r>
        <w:rPr>
          <w:rtl/>
        </w:rPr>
        <w:t xml:space="preserve"> </w:t>
      </w:r>
      <w:r w:rsidRPr="00D95A45">
        <w:rPr>
          <w:rtl/>
        </w:rPr>
        <w:t>خمس عشرة من الابل</w:t>
      </w:r>
      <w:r w:rsidR="00CC15EB">
        <w:rPr>
          <w:rtl/>
        </w:rPr>
        <w:t>،</w:t>
      </w:r>
      <w:r>
        <w:rPr>
          <w:rtl/>
        </w:rPr>
        <w:t xml:space="preserve"> </w:t>
      </w:r>
      <w:r w:rsidRPr="00D95A45">
        <w:rPr>
          <w:rtl/>
        </w:rPr>
        <w:t>وفى الموضحة</w:t>
      </w:r>
      <w:r w:rsidR="00CC15EB">
        <w:rPr>
          <w:rtl/>
        </w:rPr>
        <w:t>:</w:t>
      </w:r>
      <w:r>
        <w:rPr>
          <w:rtl/>
        </w:rPr>
        <w:t xml:space="preserve"> </w:t>
      </w:r>
      <w:r w:rsidRPr="00D95A45">
        <w:rPr>
          <w:rtl/>
        </w:rPr>
        <w:t>خمس من الابل</w:t>
      </w:r>
      <w:r w:rsidR="00CC15EB">
        <w:rPr>
          <w:rtl/>
        </w:rPr>
        <w:t>،</w:t>
      </w:r>
      <w:r>
        <w:rPr>
          <w:rtl/>
        </w:rPr>
        <w:t xml:space="preserve"> </w:t>
      </w:r>
      <w:r w:rsidRPr="00D95A45">
        <w:rPr>
          <w:rtl/>
        </w:rPr>
        <w:t>وفي الدامية</w:t>
      </w:r>
      <w:r w:rsidR="00CC15EB">
        <w:rPr>
          <w:rtl/>
        </w:rPr>
        <w:t>:</w:t>
      </w:r>
      <w:r>
        <w:rPr>
          <w:rtl/>
        </w:rPr>
        <w:t xml:space="preserve"> </w:t>
      </w:r>
      <w:r w:rsidRPr="00D95A45">
        <w:rPr>
          <w:rtl/>
        </w:rPr>
        <w:t>بعيرا</w:t>
      </w:r>
      <w:r w:rsidR="00CC15EB">
        <w:rPr>
          <w:rtl/>
        </w:rPr>
        <w:t>،</w:t>
      </w:r>
      <w:r>
        <w:rPr>
          <w:rtl/>
        </w:rPr>
        <w:t xml:space="preserve"> </w:t>
      </w:r>
      <w:r w:rsidRPr="00D95A45">
        <w:rPr>
          <w:rtl/>
        </w:rPr>
        <w:t>وفي الباضعة</w:t>
      </w:r>
      <w:r w:rsidR="00CC15EB">
        <w:rPr>
          <w:rtl/>
        </w:rPr>
        <w:t>:</w:t>
      </w:r>
      <w:r>
        <w:rPr>
          <w:rtl/>
        </w:rPr>
        <w:t xml:space="preserve"> </w:t>
      </w:r>
      <w:r w:rsidRPr="00D95A45">
        <w:rPr>
          <w:rtl/>
        </w:rPr>
        <w:t>بعيرين</w:t>
      </w:r>
      <w:r w:rsidR="00CC15EB">
        <w:rPr>
          <w:rtl/>
        </w:rPr>
        <w:t>،</w:t>
      </w:r>
      <w:r>
        <w:rPr>
          <w:rtl/>
        </w:rPr>
        <w:t xml:space="preserve"> </w:t>
      </w:r>
      <w:r w:rsidRPr="00D95A45">
        <w:rPr>
          <w:rtl/>
        </w:rPr>
        <w:t>وقضى في المتلاحمة</w:t>
      </w:r>
      <w:r w:rsidR="00CC15EB">
        <w:rPr>
          <w:rtl/>
        </w:rPr>
        <w:t>:</w:t>
      </w:r>
      <w:r>
        <w:rPr>
          <w:rtl/>
        </w:rPr>
        <w:t xml:space="preserve"> </w:t>
      </w:r>
      <w:r w:rsidRPr="00D95A45">
        <w:rPr>
          <w:rtl/>
        </w:rPr>
        <w:t>ثلاثة ابعرة</w:t>
      </w:r>
      <w:r w:rsidR="00CC15EB">
        <w:rPr>
          <w:rtl/>
        </w:rPr>
        <w:t>،</w:t>
      </w:r>
      <w:r>
        <w:rPr>
          <w:rtl/>
        </w:rPr>
        <w:t xml:space="preserve"> </w:t>
      </w:r>
      <w:r w:rsidRPr="00D95A45">
        <w:rPr>
          <w:rtl/>
        </w:rPr>
        <w:t>وقضى في السمحاق</w:t>
      </w:r>
      <w:r w:rsidR="00CC15EB">
        <w:rPr>
          <w:rtl/>
        </w:rPr>
        <w:t>:</w:t>
      </w:r>
      <w:r>
        <w:rPr>
          <w:rtl/>
        </w:rPr>
        <w:t xml:space="preserve"> </w:t>
      </w:r>
      <w:r w:rsidRPr="00D95A45">
        <w:rPr>
          <w:rtl/>
        </w:rPr>
        <w:t>اربعة من الابل.</w:t>
      </w:r>
    </w:p>
    <w:p w:rsidR="00AC7755" w:rsidRDefault="00D45E0E" w:rsidP="00AC7755">
      <w:pPr>
        <w:pStyle w:val="libNormal"/>
        <w:rPr>
          <w:rtl/>
        </w:rPr>
      </w:pPr>
      <w:r w:rsidRPr="00D95A45">
        <w:rPr>
          <w:rtl/>
        </w:rPr>
        <w:t>(1127) 5</w:t>
      </w:r>
      <w:r w:rsidR="00CC15EB">
        <w:rPr>
          <w:rtl/>
        </w:rPr>
        <w:t xml:space="preserve"> - </w:t>
      </w:r>
      <w:r w:rsidRPr="00D95A45">
        <w:rPr>
          <w:rtl/>
        </w:rPr>
        <w:t xml:space="preserve">علي بن ابراهيم عن ابيه عن النوفلي عن السكوني عن ابي عبد الله </w:t>
      </w:r>
      <w:r w:rsidR="00AC7755" w:rsidRPr="00AC7755">
        <w:rPr>
          <w:rStyle w:val="libAlaemChar"/>
          <w:rtl/>
        </w:rPr>
        <w:t>عليه‌السلام</w:t>
      </w:r>
      <w:r w:rsidRPr="00D95A45">
        <w:rPr>
          <w:rtl/>
        </w:rPr>
        <w:t xml:space="preserve"> ان رسول الله </w:t>
      </w:r>
      <w:r w:rsidR="00AC7755" w:rsidRPr="00AC7755">
        <w:rPr>
          <w:rStyle w:val="libAlaemChar"/>
          <w:rtl/>
        </w:rPr>
        <w:t>صلى‌الله‌عليه‌وآله‌وسلم</w:t>
      </w:r>
      <w:r w:rsidRPr="00D95A45">
        <w:rPr>
          <w:rtl/>
        </w:rPr>
        <w:t xml:space="preserve"> قضى في الدامية بعيرا</w:t>
      </w:r>
      <w:r w:rsidR="00CC15EB">
        <w:rPr>
          <w:rtl/>
        </w:rPr>
        <w:t>،</w:t>
      </w:r>
      <w:r>
        <w:rPr>
          <w:rtl/>
        </w:rPr>
        <w:t xml:space="preserve"> </w:t>
      </w:r>
      <w:r w:rsidRPr="00D95A45">
        <w:rPr>
          <w:rtl/>
        </w:rPr>
        <w:t>وفي الباضعة بعيرين</w:t>
      </w:r>
      <w:r w:rsidR="00CC15EB">
        <w:rPr>
          <w:rtl/>
        </w:rPr>
        <w:t>،</w:t>
      </w:r>
      <w:r>
        <w:rPr>
          <w:rtl/>
        </w:rPr>
        <w:t xml:space="preserve"> </w:t>
      </w:r>
      <w:r w:rsidRPr="00D95A45">
        <w:rPr>
          <w:rtl/>
        </w:rPr>
        <w:t>وفي المتلاحمة ثلاثة ابعرة</w:t>
      </w:r>
      <w:r w:rsidR="00CC15EB">
        <w:rPr>
          <w:rtl/>
        </w:rPr>
        <w:t>،</w:t>
      </w:r>
      <w:r>
        <w:rPr>
          <w:rtl/>
        </w:rPr>
        <w:t xml:space="preserve"> </w:t>
      </w:r>
      <w:r w:rsidRPr="00D95A45">
        <w:rPr>
          <w:rtl/>
        </w:rPr>
        <w:t>وفي السمحاق اربعة ابعرة.</w:t>
      </w:r>
    </w:p>
    <w:p w:rsidR="00AC7755" w:rsidRDefault="00D45E0E" w:rsidP="00AC7755">
      <w:pPr>
        <w:pStyle w:val="libNormal"/>
        <w:rPr>
          <w:rtl/>
        </w:rPr>
      </w:pPr>
      <w:r w:rsidRPr="00D95A45">
        <w:rPr>
          <w:rtl/>
        </w:rPr>
        <w:t>(1128) 6</w:t>
      </w:r>
      <w:r w:rsidR="00CC15EB">
        <w:rPr>
          <w:rtl/>
        </w:rPr>
        <w:t xml:space="preserve"> - </w:t>
      </w:r>
      <w:r w:rsidRPr="00D95A45">
        <w:rPr>
          <w:rtl/>
        </w:rPr>
        <w:t>علي عن ابيه عن ابن محبوب عن اسحاق بن عمار عن</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1124</w:t>
      </w:r>
      <w:r>
        <w:rPr>
          <w:rtl/>
        </w:rPr>
        <w:t xml:space="preserve"> - </w:t>
      </w:r>
      <w:r w:rsidR="00D45E0E" w:rsidRPr="00D95A45">
        <w:rPr>
          <w:rtl/>
        </w:rPr>
        <w:t>1128 1127 1126 1125</w:t>
      </w:r>
      <w:r>
        <w:rPr>
          <w:rtl/>
        </w:rPr>
        <w:t xml:space="preserve"> - </w:t>
      </w:r>
      <w:r w:rsidR="00D45E0E" w:rsidRPr="00D95A45">
        <w:rPr>
          <w:rtl/>
        </w:rPr>
        <w:t>الكافي ج 2 ص 331 والاول فيه بتفاوت واخرج الخامس الصدوق في الفقيه ج 4 ص 103</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 xml:space="preserve">ابي عبد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الجروح في الاصابع إذا وضح العظم نصف عشر دية الاصبع إذا لم يرد المجروح ان يقتص.</w:t>
      </w:r>
    </w:p>
    <w:p w:rsidR="00AC7755" w:rsidRDefault="00D45E0E" w:rsidP="00AC7755">
      <w:pPr>
        <w:pStyle w:val="libNormal"/>
        <w:rPr>
          <w:rtl/>
        </w:rPr>
      </w:pPr>
      <w:r w:rsidRPr="00D95A45">
        <w:rPr>
          <w:rtl/>
        </w:rPr>
        <w:t>(1129) 7</w:t>
      </w:r>
      <w:r w:rsidR="00CC15EB">
        <w:rPr>
          <w:rtl/>
        </w:rPr>
        <w:t xml:space="preserve"> - </w:t>
      </w:r>
      <w:r w:rsidRPr="00D95A45">
        <w:rPr>
          <w:rtl/>
        </w:rPr>
        <w:t>الحسين بن سعيد عن محمد بن الفضيل عن ابي الصباح وعمرو بن عثمان عن المفضل بن صالح عن زيد الشحام قالا</w:t>
      </w:r>
      <w:r w:rsidR="00CC15EB">
        <w:rPr>
          <w:rtl/>
        </w:rPr>
        <w:t>:</w:t>
      </w:r>
      <w:r>
        <w:rPr>
          <w:rtl/>
        </w:rPr>
        <w:t xml:space="preserve"> </w:t>
      </w:r>
      <w:r w:rsidRPr="00D95A45">
        <w:rPr>
          <w:rtl/>
        </w:rPr>
        <w:t xml:space="preserve">سألنا ابا عبد الله </w:t>
      </w:r>
      <w:r w:rsidR="00AC7755" w:rsidRPr="00AC7755">
        <w:rPr>
          <w:rStyle w:val="libAlaemChar"/>
          <w:rtl/>
        </w:rPr>
        <w:t>عليه‌السلام</w:t>
      </w:r>
      <w:r w:rsidRPr="00D95A45">
        <w:rPr>
          <w:rtl/>
        </w:rPr>
        <w:t xml:space="preserve"> عن الشجة المأمومة فقال</w:t>
      </w:r>
      <w:r w:rsidR="00CC15EB">
        <w:rPr>
          <w:rtl/>
        </w:rPr>
        <w:t>:</w:t>
      </w:r>
      <w:r>
        <w:rPr>
          <w:rtl/>
        </w:rPr>
        <w:t xml:space="preserve"> </w:t>
      </w:r>
      <w:r w:rsidRPr="00D95A45">
        <w:rPr>
          <w:rtl/>
        </w:rPr>
        <w:t>فيها ثلث الدية</w:t>
      </w:r>
      <w:r w:rsidR="00CC15EB">
        <w:rPr>
          <w:rtl/>
        </w:rPr>
        <w:t>،</w:t>
      </w:r>
      <w:r>
        <w:rPr>
          <w:rtl/>
        </w:rPr>
        <w:t xml:space="preserve"> </w:t>
      </w:r>
      <w:r w:rsidRPr="00D95A45">
        <w:rPr>
          <w:rtl/>
        </w:rPr>
        <w:t>وفي الجائفة ثلث الدية</w:t>
      </w:r>
      <w:r w:rsidR="00CC15EB">
        <w:rPr>
          <w:rtl/>
        </w:rPr>
        <w:t>،</w:t>
      </w:r>
      <w:r>
        <w:rPr>
          <w:rtl/>
        </w:rPr>
        <w:t xml:space="preserve"> </w:t>
      </w:r>
      <w:r w:rsidRPr="00D95A45">
        <w:rPr>
          <w:rtl/>
        </w:rPr>
        <w:t>وفي الموضحة خمس من الابل.</w:t>
      </w:r>
    </w:p>
    <w:p w:rsidR="00AC7755" w:rsidRDefault="00D45E0E" w:rsidP="00AC7755">
      <w:pPr>
        <w:pStyle w:val="libNormal"/>
        <w:rPr>
          <w:rtl/>
        </w:rPr>
      </w:pPr>
      <w:r w:rsidRPr="00D95A45">
        <w:rPr>
          <w:rtl/>
        </w:rPr>
        <w:t>(1130) 8</w:t>
      </w:r>
      <w:r w:rsidR="00CC15EB">
        <w:rPr>
          <w:rtl/>
        </w:rPr>
        <w:t xml:space="preserve"> - </w:t>
      </w:r>
      <w:r w:rsidRPr="00D95A45">
        <w:rPr>
          <w:rtl/>
        </w:rPr>
        <w:t>عنه عن علي بن النعمان عن معاوية بن وهب قال</w:t>
      </w:r>
      <w:r w:rsidR="00CC15EB">
        <w:rPr>
          <w:rtl/>
        </w:rPr>
        <w:t>:</w:t>
      </w:r>
      <w:r>
        <w:rPr>
          <w:rtl/>
        </w:rPr>
        <w:t xml:space="preserve"> </w:t>
      </w:r>
      <w:r w:rsidRPr="00D95A45">
        <w:rPr>
          <w:rtl/>
        </w:rPr>
        <w:t xml:space="preserve">سألت أبا عبد الله </w:t>
      </w:r>
      <w:r w:rsidR="00AC7755" w:rsidRPr="00AC7755">
        <w:rPr>
          <w:rStyle w:val="libAlaemChar"/>
          <w:rtl/>
        </w:rPr>
        <w:t>عليه‌السلام</w:t>
      </w:r>
      <w:r w:rsidRPr="00D95A45">
        <w:rPr>
          <w:rtl/>
        </w:rPr>
        <w:t xml:space="preserve"> عن الشجة المأمومة فقال</w:t>
      </w:r>
      <w:r w:rsidR="00CC15EB">
        <w:rPr>
          <w:rtl/>
        </w:rPr>
        <w:t>:</w:t>
      </w:r>
      <w:r>
        <w:rPr>
          <w:rtl/>
        </w:rPr>
        <w:t xml:space="preserve"> </w:t>
      </w:r>
      <w:r w:rsidRPr="00D95A45">
        <w:rPr>
          <w:rtl/>
        </w:rPr>
        <w:t>ثلث الدية</w:t>
      </w:r>
      <w:r w:rsidR="00CC15EB">
        <w:rPr>
          <w:rtl/>
        </w:rPr>
        <w:t>،</w:t>
      </w:r>
      <w:r>
        <w:rPr>
          <w:rtl/>
        </w:rPr>
        <w:t xml:space="preserve"> </w:t>
      </w:r>
      <w:r w:rsidRPr="00D95A45">
        <w:rPr>
          <w:rtl/>
        </w:rPr>
        <w:t>والشجة الجائفة ثلث الدية</w:t>
      </w:r>
      <w:r w:rsidR="00CC15EB">
        <w:rPr>
          <w:rtl/>
        </w:rPr>
        <w:t>،</w:t>
      </w:r>
      <w:r>
        <w:rPr>
          <w:rtl/>
        </w:rPr>
        <w:t xml:space="preserve"> </w:t>
      </w:r>
      <w:r w:rsidRPr="00D95A45">
        <w:rPr>
          <w:rtl/>
        </w:rPr>
        <w:t>وسألته عن الموضحة فقال</w:t>
      </w:r>
      <w:r w:rsidR="00CC15EB">
        <w:rPr>
          <w:rtl/>
        </w:rPr>
        <w:t>:</w:t>
      </w:r>
      <w:r>
        <w:rPr>
          <w:rtl/>
        </w:rPr>
        <w:t xml:space="preserve"> </w:t>
      </w:r>
      <w:r w:rsidRPr="00D95A45">
        <w:rPr>
          <w:rtl/>
        </w:rPr>
        <w:t>خمس من الابل.</w:t>
      </w:r>
    </w:p>
    <w:p w:rsidR="00AC7755" w:rsidRDefault="00D45E0E" w:rsidP="00AC7755">
      <w:pPr>
        <w:pStyle w:val="libNormal"/>
        <w:rPr>
          <w:rtl/>
        </w:rPr>
      </w:pPr>
      <w:r w:rsidRPr="00D95A45">
        <w:rPr>
          <w:rtl/>
        </w:rPr>
        <w:t>(1131) 9</w:t>
      </w:r>
      <w:r w:rsidR="00CC15EB">
        <w:rPr>
          <w:rtl/>
        </w:rPr>
        <w:t xml:space="preserve"> - </w:t>
      </w:r>
      <w:r w:rsidRPr="00D95A45">
        <w:rPr>
          <w:rtl/>
        </w:rPr>
        <w:t>عنه عن فضالة بن ايوب عن ابان بن عثمان عن ابى مريم قال</w:t>
      </w:r>
      <w:r w:rsidR="00CC15EB">
        <w:rPr>
          <w:rtl/>
        </w:rPr>
        <w:t>:</w:t>
      </w:r>
      <w:r>
        <w:rPr>
          <w:rtl/>
        </w:rPr>
        <w:t xml:space="preserve"> </w:t>
      </w:r>
      <w:r w:rsidRPr="00D95A45">
        <w:rPr>
          <w:rtl/>
        </w:rPr>
        <w:t xml:space="preserve">قال لي أبو عبد الله </w:t>
      </w:r>
      <w:r w:rsidR="00AC7755" w:rsidRPr="00AC7755">
        <w:rPr>
          <w:rStyle w:val="libAlaemChar"/>
          <w:rtl/>
        </w:rPr>
        <w:t>عليه‌السلام</w:t>
      </w:r>
      <w:r w:rsidRPr="00D95A45">
        <w:rPr>
          <w:rtl/>
        </w:rPr>
        <w:t xml:space="preserve"> يا ابا مريم ان رسول الله </w:t>
      </w:r>
      <w:r w:rsidR="00AC7755" w:rsidRPr="00AC7755">
        <w:rPr>
          <w:rStyle w:val="libAlaemChar"/>
          <w:rtl/>
        </w:rPr>
        <w:t>صلى‌الله‌عليه‌وآله‌وسلم</w:t>
      </w:r>
      <w:r w:rsidRPr="00D95A45">
        <w:rPr>
          <w:rtl/>
        </w:rPr>
        <w:t xml:space="preserve"> قد كتب لابن حزم كتابا في الصدقات فخذه منه فأتني به حتى انظر إليه</w:t>
      </w:r>
      <w:r w:rsidR="00CC15EB">
        <w:rPr>
          <w:rtl/>
        </w:rPr>
        <w:t>،</w:t>
      </w:r>
      <w:r>
        <w:rPr>
          <w:rtl/>
        </w:rPr>
        <w:t xml:space="preserve"> </w:t>
      </w:r>
      <w:r w:rsidRPr="00D95A45">
        <w:rPr>
          <w:rtl/>
        </w:rPr>
        <w:t>قال</w:t>
      </w:r>
      <w:r w:rsidR="00CC15EB">
        <w:rPr>
          <w:rtl/>
        </w:rPr>
        <w:t>:</w:t>
      </w:r>
      <w:r>
        <w:rPr>
          <w:rtl/>
        </w:rPr>
        <w:t xml:space="preserve"> </w:t>
      </w:r>
      <w:r w:rsidRPr="00D95A45">
        <w:rPr>
          <w:rtl/>
        </w:rPr>
        <w:t>فانطلقت إليه فاخذت منه الكتاب ثم اتيته به فعرضته عليه فإذا فيه من ابواب الصدقات وابواب الديات</w:t>
      </w:r>
      <w:r w:rsidR="00CC15EB">
        <w:rPr>
          <w:rtl/>
        </w:rPr>
        <w:t>،</w:t>
      </w:r>
      <w:r>
        <w:rPr>
          <w:rtl/>
        </w:rPr>
        <w:t xml:space="preserve"> </w:t>
      </w:r>
      <w:r w:rsidRPr="00D95A45">
        <w:rPr>
          <w:rtl/>
        </w:rPr>
        <w:t>وإذا فيه في العين خمسون</w:t>
      </w:r>
      <w:r w:rsidR="00CC15EB">
        <w:rPr>
          <w:rtl/>
        </w:rPr>
        <w:t>،</w:t>
      </w:r>
      <w:r>
        <w:rPr>
          <w:rtl/>
        </w:rPr>
        <w:t xml:space="preserve"> </w:t>
      </w:r>
      <w:r w:rsidRPr="00D95A45">
        <w:rPr>
          <w:rtl/>
        </w:rPr>
        <w:t>وفي الجائفة الثلث</w:t>
      </w:r>
      <w:r w:rsidR="00CC15EB">
        <w:rPr>
          <w:rtl/>
        </w:rPr>
        <w:t>،</w:t>
      </w:r>
      <w:r>
        <w:rPr>
          <w:rtl/>
        </w:rPr>
        <w:t xml:space="preserve"> </w:t>
      </w:r>
      <w:r w:rsidRPr="00D95A45">
        <w:rPr>
          <w:rtl/>
        </w:rPr>
        <w:t>وفي المنقلة خمس عشرة وفى الموضحة خمس من الابل.</w:t>
      </w:r>
    </w:p>
    <w:p w:rsidR="00AC7755" w:rsidRDefault="00D45E0E" w:rsidP="00AC7755">
      <w:pPr>
        <w:pStyle w:val="libNormal"/>
        <w:rPr>
          <w:rtl/>
        </w:rPr>
      </w:pPr>
      <w:r w:rsidRPr="00D95A45">
        <w:rPr>
          <w:rtl/>
        </w:rPr>
        <w:t>(1132) 10</w:t>
      </w:r>
      <w:r w:rsidR="00CC15EB">
        <w:rPr>
          <w:rtl/>
        </w:rPr>
        <w:t xml:space="preserve"> - </w:t>
      </w:r>
      <w:r w:rsidRPr="00D95A45">
        <w:rPr>
          <w:rtl/>
        </w:rPr>
        <w:t xml:space="preserve">الحسن بن محبوب عن الحسن بن صالح الثوري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سألته عن الموضحة في الرأس كما هي في الوجه</w:t>
      </w:r>
      <w:r>
        <w:rPr>
          <w:rtl/>
        </w:rPr>
        <w:t>؟</w:t>
      </w:r>
      <w:r w:rsidRPr="00D95A45">
        <w:rPr>
          <w:rtl/>
        </w:rPr>
        <w:t xml:space="preserve"> فقال</w:t>
      </w:r>
      <w:r w:rsidR="00CC15EB">
        <w:rPr>
          <w:rtl/>
        </w:rPr>
        <w:t>:</w:t>
      </w:r>
      <w:r>
        <w:rPr>
          <w:rtl/>
        </w:rPr>
        <w:t xml:space="preserve"> </w:t>
      </w:r>
      <w:r w:rsidRPr="00D95A45">
        <w:rPr>
          <w:rtl/>
        </w:rPr>
        <w:t>الموضحة والشجاج في الرأس والوجه سواء في الدية</w:t>
      </w:r>
      <w:r w:rsidR="00CC15EB">
        <w:rPr>
          <w:rtl/>
        </w:rPr>
        <w:t>،</w:t>
      </w:r>
      <w:r>
        <w:rPr>
          <w:rtl/>
        </w:rPr>
        <w:t xml:space="preserve"> </w:t>
      </w:r>
      <w:r w:rsidRPr="00D95A45">
        <w:rPr>
          <w:rtl/>
        </w:rPr>
        <w:t>لأن الوجه من الرأس وليس الجراحات في الجسد كما هي في الرأس.</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1129</w:t>
      </w:r>
      <w:r>
        <w:rPr>
          <w:rFonts w:hint="cs"/>
          <w:rtl/>
        </w:rPr>
        <w:t xml:space="preserve"> - </w:t>
      </w:r>
      <w:r w:rsidR="00D45E0E" w:rsidRPr="007277FF">
        <w:rPr>
          <w:rtl/>
        </w:rPr>
        <w:t>1130</w:t>
      </w:r>
      <w:r>
        <w:rPr>
          <w:rtl/>
        </w:rPr>
        <w:t xml:space="preserve"> - </w:t>
      </w:r>
      <w:r w:rsidR="00D45E0E" w:rsidRPr="007277FF">
        <w:rPr>
          <w:rtl/>
        </w:rPr>
        <w:t>الكافي ج 2 ص 331 والثانى فيه بتفاوت</w:t>
      </w:r>
    </w:p>
    <w:p w:rsidR="00AC7755" w:rsidRDefault="00CC15EB" w:rsidP="00AC7755">
      <w:pPr>
        <w:pStyle w:val="libFootnote0"/>
        <w:rPr>
          <w:rtl/>
        </w:rPr>
      </w:pPr>
      <w:r>
        <w:rPr>
          <w:rtl/>
        </w:rPr>
        <w:t>-</w:t>
      </w:r>
      <w:r w:rsidR="00D45E0E" w:rsidRPr="00DA0376">
        <w:rPr>
          <w:rtl/>
        </w:rPr>
        <w:t xml:space="preserve"> 1132</w:t>
      </w:r>
      <w:r>
        <w:rPr>
          <w:rtl/>
        </w:rPr>
        <w:t xml:space="preserve"> - </w:t>
      </w:r>
      <w:r w:rsidR="00D45E0E" w:rsidRPr="00DA0376">
        <w:rPr>
          <w:rtl/>
        </w:rPr>
        <w:t>الفقيه ج 4 ص 125 الكافي ج 2 ص 331</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(1133) 11</w:t>
      </w:r>
      <w:r w:rsidR="00CC15EB">
        <w:rPr>
          <w:rtl/>
        </w:rPr>
        <w:t xml:space="preserve"> - </w:t>
      </w:r>
      <w:r w:rsidRPr="00D95A45">
        <w:rPr>
          <w:rtl/>
        </w:rPr>
        <w:t>وعنه عن صالح بن رزين عن ذريح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شج رجلا موضحة</w:t>
      </w:r>
      <w:r w:rsidR="00CC15EB">
        <w:rPr>
          <w:rtl/>
        </w:rPr>
        <w:t>،</w:t>
      </w:r>
      <w:r>
        <w:rPr>
          <w:rtl/>
        </w:rPr>
        <w:t xml:space="preserve"> </w:t>
      </w:r>
      <w:r w:rsidRPr="00D95A45">
        <w:rPr>
          <w:rtl/>
        </w:rPr>
        <w:t>وشجه آخر دامية في مقام واحد فمات الرجل قال</w:t>
      </w:r>
      <w:r w:rsidR="00CC15EB">
        <w:rPr>
          <w:rtl/>
        </w:rPr>
        <w:t>:</w:t>
      </w:r>
      <w:r>
        <w:rPr>
          <w:rtl/>
        </w:rPr>
        <w:t xml:space="preserve"> </w:t>
      </w:r>
      <w:r w:rsidRPr="00D95A45">
        <w:rPr>
          <w:rtl/>
        </w:rPr>
        <w:t>عليهما الدية في اموالهما نصفين.</w:t>
      </w:r>
    </w:p>
    <w:p w:rsidR="00AC7755" w:rsidRDefault="00D45E0E" w:rsidP="00AC7755">
      <w:pPr>
        <w:pStyle w:val="libNormal"/>
        <w:rPr>
          <w:rtl/>
        </w:rPr>
      </w:pPr>
      <w:r w:rsidRPr="00D95A45">
        <w:rPr>
          <w:rtl/>
        </w:rPr>
        <w:t>(1134) 12</w:t>
      </w:r>
      <w:r w:rsidR="00CC15EB">
        <w:rPr>
          <w:rtl/>
        </w:rPr>
        <w:t xml:space="preserve"> - </w:t>
      </w:r>
      <w:r w:rsidRPr="00D95A45">
        <w:rPr>
          <w:rtl/>
        </w:rPr>
        <w:t xml:space="preserve">محمد بن الحسن الصفار عن ابراهيم بن هاشم عن محمد بن حفص عن عبد الله بن طلحة عن ابى بصير عن ابي عبد الله </w:t>
      </w:r>
      <w:r w:rsidR="00AC7755" w:rsidRPr="00AC7755">
        <w:rPr>
          <w:rStyle w:val="libAlaemChar"/>
          <w:rtl/>
        </w:rPr>
        <w:t>عليه‌السلام</w:t>
      </w:r>
      <w:r w:rsidRPr="00D95A45">
        <w:rPr>
          <w:rtl/>
        </w:rPr>
        <w:t xml:space="preserve"> في رجل شج رجلا موضحة ثم يطلب فيها فوهبها له ثم انتقضت به فقتلته فقال</w:t>
      </w:r>
      <w:r w:rsidR="00CC15EB">
        <w:rPr>
          <w:rtl/>
        </w:rPr>
        <w:t>:</w:t>
      </w:r>
      <w:r>
        <w:rPr>
          <w:rtl/>
        </w:rPr>
        <w:t xml:space="preserve"> </w:t>
      </w:r>
      <w:r w:rsidRPr="00D95A45">
        <w:rPr>
          <w:rtl/>
        </w:rPr>
        <w:t>هو ضامن الدية الا قيمة الموضحة لانه وهبها له ولم يهب النفس</w:t>
      </w:r>
    </w:p>
    <w:p w:rsidR="00AC7755" w:rsidRDefault="00D45E0E" w:rsidP="00AC7755">
      <w:pPr>
        <w:pStyle w:val="libNormal"/>
        <w:rPr>
          <w:rtl/>
        </w:rPr>
      </w:pPr>
      <w:r w:rsidRPr="00D95A45">
        <w:rPr>
          <w:rtl/>
        </w:rPr>
        <w:t>(1135) 13</w:t>
      </w:r>
      <w:r w:rsidR="00CC15EB">
        <w:rPr>
          <w:rtl/>
        </w:rPr>
        <w:t xml:space="preserve"> - </w:t>
      </w:r>
      <w:r w:rsidRPr="00D95A45">
        <w:rPr>
          <w:rtl/>
        </w:rPr>
        <w:t xml:space="preserve">علي بن ابراهيم عن محمد بن عيسى عن يونس عن ابي الحسن </w:t>
      </w:r>
      <w:r w:rsidR="00AC7755" w:rsidRPr="00AC7755">
        <w:rPr>
          <w:rStyle w:val="libAlaemChar"/>
          <w:rtl/>
        </w:rPr>
        <w:t>عليه‌السلام</w:t>
      </w:r>
      <w:r w:rsidRPr="00D95A45">
        <w:rPr>
          <w:rtl/>
        </w:rPr>
        <w:t xml:space="preserve"> وعن ابيه عن ابن فضال قال</w:t>
      </w:r>
      <w:r w:rsidR="00CC15EB">
        <w:rPr>
          <w:rtl/>
        </w:rPr>
        <w:t>:</w:t>
      </w:r>
      <w:r>
        <w:rPr>
          <w:rtl/>
        </w:rPr>
        <w:t xml:space="preserve"> </w:t>
      </w:r>
      <w:r w:rsidRPr="00D95A45">
        <w:rPr>
          <w:rtl/>
        </w:rPr>
        <w:t xml:space="preserve">عرضت كتاب علي </w:t>
      </w:r>
      <w:r w:rsidR="00AC7755" w:rsidRPr="00AC7755">
        <w:rPr>
          <w:rStyle w:val="libAlaemChar"/>
          <w:rtl/>
        </w:rPr>
        <w:t>عليه‌السلام</w:t>
      </w:r>
      <w:r w:rsidRPr="00D95A45">
        <w:rPr>
          <w:rtl/>
        </w:rPr>
        <w:t xml:space="preserve"> على ابى الحسن </w:t>
      </w:r>
      <w:r w:rsidR="00AC7755" w:rsidRPr="00AC7755">
        <w:rPr>
          <w:rStyle w:val="libAlaemChar"/>
          <w:rtl/>
        </w:rPr>
        <w:t>عليه‌السلام</w:t>
      </w:r>
      <w:r w:rsidRPr="00D95A45">
        <w:rPr>
          <w:rtl/>
        </w:rPr>
        <w:t xml:space="preserve"> فقال</w:t>
      </w:r>
      <w:r w:rsidR="00CC15EB">
        <w:rPr>
          <w:rtl/>
        </w:rPr>
        <w:t>:</w:t>
      </w:r>
      <w:r>
        <w:rPr>
          <w:rtl/>
        </w:rPr>
        <w:t xml:space="preserve"> </w:t>
      </w:r>
      <w:r w:rsidRPr="00D95A45">
        <w:rPr>
          <w:rtl/>
        </w:rPr>
        <w:t>هو صحيح</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دية جراحة الاعضاء كلها في الرأس والوجه وسائر الجسد السمع والبصر والصوت والعقل واليدين والرجلين في القطع والكسر والصدع والبطط والموضحة والدامية ونقل العظام والثاقبة يكون في شئ من ذلك</w:t>
      </w:r>
      <w:r w:rsidR="00CC15EB">
        <w:rPr>
          <w:rtl/>
        </w:rPr>
        <w:t>،</w:t>
      </w:r>
      <w:r>
        <w:rPr>
          <w:rtl/>
        </w:rPr>
        <w:t xml:space="preserve"> </w:t>
      </w:r>
      <w:r w:rsidRPr="00D95A45">
        <w:rPr>
          <w:rtl/>
        </w:rPr>
        <w:t>فما كان من عظم كسر فجبر على غير عثم ولا عيب لم ينقل منه عظم فان ديته معلومة</w:t>
      </w:r>
      <w:r w:rsidR="00CC15EB">
        <w:rPr>
          <w:rtl/>
        </w:rPr>
        <w:t>،</w:t>
      </w:r>
      <w:r>
        <w:rPr>
          <w:rtl/>
        </w:rPr>
        <w:t xml:space="preserve"> </w:t>
      </w:r>
      <w:r w:rsidRPr="00D95A45">
        <w:rPr>
          <w:rtl/>
        </w:rPr>
        <w:t>فان اوضح ولم ينقل منه عظام فان كسره ودية موضحته ودية كل عظم كسر معلوم ديته</w:t>
      </w:r>
      <w:r w:rsidR="00CC15EB">
        <w:rPr>
          <w:rtl/>
        </w:rPr>
        <w:t>،</w:t>
      </w:r>
      <w:r>
        <w:rPr>
          <w:rtl/>
        </w:rPr>
        <w:t xml:space="preserve"> </w:t>
      </w:r>
      <w:r w:rsidRPr="00D95A45">
        <w:rPr>
          <w:rtl/>
        </w:rPr>
        <w:t>ونقل عظامه نصف دية كسره</w:t>
      </w:r>
      <w:r w:rsidR="00CC15EB">
        <w:rPr>
          <w:rtl/>
        </w:rPr>
        <w:t>،</w:t>
      </w:r>
      <w:r>
        <w:rPr>
          <w:rtl/>
        </w:rPr>
        <w:t xml:space="preserve"> </w:t>
      </w:r>
      <w:r w:rsidRPr="00D95A45">
        <w:rPr>
          <w:rtl/>
        </w:rPr>
        <w:t>ودية موضحته ربع دية كسره مما وارت الثياب غير قصبتي الساعد والاصابع</w:t>
      </w:r>
      <w:r w:rsidR="00CC15EB">
        <w:rPr>
          <w:rtl/>
        </w:rPr>
        <w:t>،</w:t>
      </w:r>
      <w:r>
        <w:rPr>
          <w:rtl/>
        </w:rPr>
        <w:t xml:space="preserve"> </w:t>
      </w:r>
      <w:r w:rsidRPr="00D95A45">
        <w:rPr>
          <w:rtl/>
        </w:rPr>
        <w:t>وفي دية الابتر ثلث دية ذلك العظم الذي هو فيه</w:t>
      </w:r>
      <w:r w:rsidR="00CC15EB">
        <w:rPr>
          <w:rtl/>
        </w:rPr>
        <w:t>،</w:t>
      </w:r>
      <w:r>
        <w:rPr>
          <w:rtl/>
        </w:rPr>
        <w:t xml:space="preserve"> </w:t>
      </w:r>
      <w:r w:rsidRPr="00D95A45">
        <w:rPr>
          <w:rtl/>
        </w:rPr>
        <w:t>وافتى في النافذة إذا نفذت من رمح أو خنجر في شئ من الرجل في اطرافه فديتها عشر دية الرجل مائة دينار.</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1133</w:t>
      </w:r>
      <w:r>
        <w:rPr>
          <w:rtl/>
        </w:rPr>
        <w:t xml:space="preserve"> - </w:t>
      </w:r>
      <w:r w:rsidR="00D45E0E" w:rsidRPr="00D95A45">
        <w:rPr>
          <w:rtl/>
        </w:rPr>
        <w:t>الفقيه ج 4 ص 125</w:t>
      </w:r>
    </w:p>
    <w:p w:rsidR="00CC15EB" w:rsidRDefault="00CC15EB" w:rsidP="00AC7755">
      <w:pPr>
        <w:pStyle w:val="libFootnote0"/>
        <w:rPr>
          <w:rtl/>
        </w:rPr>
      </w:pPr>
      <w:r>
        <w:rPr>
          <w:rtl/>
        </w:rPr>
        <w:t>-</w:t>
      </w:r>
      <w:r w:rsidR="00D45E0E" w:rsidRPr="007277FF">
        <w:rPr>
          <w:rtl/>
        </w:rPr>
        <w:t xml:space="preserve"> 1134</w:t>
      </w:r>
      <w:r>
        <w:rPr>
          <w:rtl/>
        </w:rPr>
        <w:t xml:space="preserve"> - </w:t>
      </w:r>
      <w:r w:rsidR="00D45E0E" w:rsidRPr="007277FF">
        <w:rPr>
          <w:rtl/>
        </w:rPr>
        <w:t>الكافي ج 2 ص 331</w:t>
      </w:r>
    </w:p>
    <w:p w:rsidR="00AC7755" w:rsidRDefault="00CC15EB" w:rsidP="00AC7755">
      <w:pPr>
        <w:pStyle w:val="libFootnote0"/>
        <w:rPr>
          <w:rtl/>
        </w:rPr>
      </w:pPr>
      <w:r>
        <w:rPr>
          <w:rtl/>
        </w:rPr>
        <w:t>-</w:t>
      </w:r>
      <w:r w:rsidR="00D45E0E" w:rsidRPr="00DA0376">
        <w:rPr>
          <w:rtl/>
        </w:rPr>
        <w:t xml:space="preserve"> 1135</w:t>
      </w:r>
      <w:r>
        <w:rPr>
          <w:rtl/>
        </w:rPr>
        <w:t xml:space="preserve"> - </w:t>
      </w:r>
      <w:r w:rsidR="00D45E0E" w:rsidRPr="00DA0376">
        <w:rPr>
          <w:rtl/>
        </w:rPr>
        <w:t>الكافي ج 2 ص 331 الفقيه ج 4 ص 55 ضمن حديث طويل</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(1136) 14</w:t>
      </w:r>
      <w:r w:rsidR="00CC15EB">
        <w:rPr>
          <w:rtl/>
        </w:rPr>
        <w:t xml:space="preserve"> - </w:t>
      </w:r>
      <w:r w:rsidRPr="00D95A45">
        <w:rPr>
          <w:rtl/>
        </w:rPr>
        <w:t>الحسن بن محبوب عن علي بن رئاب عن الفضيل ابن يسار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الذراع إذا ضرب فانكسر من الزند قال</w:t>
      </w:r>
      <w:r w:rsidR="00CC15EB">
        <w:rPr>
          <w:rtl/>
        </w:rPr>
        <w:t>:</w:t>
      </w:r>
      <w:r>
        <w:rPr>
          <w:rtl/>
        </w:rPr>
        <w:t xml:space="preserve"> </w:t>
      </w:r>
      <w:r w:rsidRPr="00D95A45">
        <w:rPr>
          <w:rtl/>
        </w:rPr>
        <w:t>فقال</w:t>
      </w:r>
      <w:r w:rsidR="00CC15EB">
        <w:rPr>
          <w:rtl/>
        </w:rPr>
        <w:t>:</w:t>
      </w:r>
      <w:r>
        <w:rPr>
          <w:rtl/>
        </w:rPr>
        <w:t xml:space="preserve"> </w:t>
      </w:r>
      <w:r w:rsidRPr="00D95A45">
        <w:rPr>
          <w:rtl/>
        </w:rPr>
        <w:t>إذا يبست منه الكف فشلت اصابع الكف كلها فان فيها ثلثي الدية دية اليد</w:t>
      </w:r>
      <w:r w:rsidR="00CC15EB">
        <w:rPr>
          <w:rtl/>
        </w:rPr>
        <w:t>،</w:t>
      </w:r>
      <w:r>
        <w:rPr>
          <w:rtl/>
        </w:rPr>
        <w:t xml:space="preserve"> </w:t>
      </w:r>
      <w:r w:rsidRPr="00D95A45">
        <w:rPr>
          <w:rtl/>
        </w:rPr>
        <w:t>قال</w:t>
      </w:r>
      <w:r w:rsidR="00CC15EB">
        <w:rPr>
          <w:rtl/>
        </w:rPr>
        <w:t>:</w:t>
      </w:r>
      <w:r>
        <w:rPr>
          <w:rtl/>
        </w:rPr>
        <w:t xml:space="preserve"> </w:t>
      </w:r>
      <w:r w:rsidRPr="00D95A45">
        <w:rPr>
          <w:rtl/>
        </w:rPr>
        <w:t>وان شلت بعض الاصابع وبقى بعض فان في كل اصبع شلت ثلثي ديتها</w:t>
      </w:r>
      <w:r w:rsidR="00CC15EB">
        <w:rPr>
          <w:rtl/>
        </w:rPr>
        <w:t>،</w:t>
      </w:r>
      <w:r>
        <w:rPr>
          <w:rtl/>
        </w:rPr>
        <w:t xml:space="preserve"> </w:t>
      </w:r>
      <w:r w:rsidRPr="00D95A45">
        <w:rPr>
          <w:rtl/>
        </w:rPr>
        <w:t>قال</w:t>
      </w:r>
      <w:r w:rsidR="00CC15EB">
        <w:rPr>
          <w:rtl/>
        </w:rPr>
        <w:t>:</w:t>
      </w:r>
      <w:r>
        <w:rPr>
          <w:rtl/>
        </w:rPr>
        <w:t xml:space="preserve"> </w:t>
      </w:r>
      <w:r w:rsidRPr="00D95A45">
        <w:rPr>
          <w:rtl/>
        </w:rPr>
        <w:t>وكذلك الحكم في الساق والقدم إذا شلت اصابع القدم.</w:t>
      </w:r>
    </w:p>
    <w:p w:rsidR="00AC7755" w:rsidRDefault="00D45E0E" w:rsidP="00AC7755">
      <w:pPr>
        <w:pStyle w:val="libNormal"/>
        <w:rPr>
          <w:rtl/>
        </w:rPr>
      </w:pPr>
      <w:r w:rsidRPr="00D95A45">
        <w:rPr>
          <w:rtl/>
        </w:rPr>
        <w:t>(1137) 15</w:t>
      </w:r>
      <w:r w:rsidR="00CC15EB">
        <w:rPr>
          <w:rtl/>
        </w:rPr>
        <w:t xml:space="preserve"> - </w:t>
      </w:r>
      <w:r w:rsidRPr="00D95A45">
        <w:rPr>
          <w:rtl/>
        </w:rPr>
        <w:t xml:space="preserve">سهل بن زياد عن محمد بن الحسن بن شمون عن الاصم عن مسمع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النافذة تكون في العضو ثلث الدية دية ذلك العضو.</w:t>
      </w:r>
    </w:p>
    <w:p w:rsidR="00AC7755" w:rsidRDefault="00D45E0E" w:rsidP="00AC7755">
      <w:pPr>
        <w:pStyle w:val="libNormal"/>
        <w:rPr>
          <w:rtl/>
        </w:rPr>
      </w:pPr>
      <w:r w:rsidRPr="00D95A45">
        <w:rPr>
          <w:rtl/>
        </w:rPr>
        <w:t>(1138) 16</w:t>
      </w:r>
      <w:r w:rsidR="00CC15EB">
        <w:rPr>
          <w:rtl/>
        </w:rPr>
        <w:t xml:space="preserve"> - </w:t>
      </w:r>
      <w:r w:rsidRPr="00D95A45">
        <w:rPr>
          <w:rtl/>
        </w:rPr>
        <w:t xml:space="preserve">محمد بن علي بن محبوب عن احمد بن محمد عن الحسن ابن علي عن ظريف عن منصور بن حازم عن ابى عبد الله </w:t>
      </w:r>
      <w:r w:rsidR="00AC7755" w:rsidRPr="00AC7755">
        <w:rPr>
          <w:rStyle w:val="libAlaemChar"/>
          <w:rtl/>
        </w:rPr>
        <w:t>عليه‌السلام</w:t>
      </w:r>
      <w:r w:rsidRPr="00D95A45">
        <w:rPr>
          <w:rtl/>
        </w:rPr>
        <w:t xml:space="preserve"> في الحرصة شبه الخدش بعير</w:t>
      </w:r>
      <w:r w:rsidR="00CC15EB">
        <w:rPr>
          <w:rtl/>
        </w:rPr>
        <w:t>،</w:t>
      </w:r>
      <w:r>
        <w:rPr>
          <w:rtl/>
        </w:rPr>
        <w:t xml:space="preserve"> </w:t>
      </w:r>
      <w:r w:rsidRPr="00D95A45">
        <w:rPr>
          <w:rtl/>
        </w:rPr>
        <w:t>وفي الدامية بعيران</w:t>
      </w:r>
      <w:r w:rsidR="00CC15EB">
        <w:rPr>
          <w:rtl/>
        </w:rPr>
        <w:t>،</w:t>
      </w:r>
      <w:r>
        <w:rPr>
          <w:rtl/>
        </w:rPr>
        <w:t xml:space="preserve"> </w:t>
      </w:r>
      <w:r w:rsidRPr="00D95A45">
        <w:rPr>
          <w:rtl/>
        </w:rPr>
        <w:t>وفى الباضعة وهي دون السمحاق ثلاث من الابل</w:t>
      </w:r>
      <w:r w:rsidR="00CC15EB">
        <w:rPr>
          <w:rtl/>
        </w:rPr>
        <w:t>،</w:t>
      </w:r>
      <w:r>
        <w:rPr>
          <w:rtl/>
        </w:rPr>
        <w:t xml:space="preserve"> </w:t>
      </w:r>
      <w:r w:rsidRPr="00D95A45">
        <w:rPr>
          <w:rtl/>
        </w:rPr>
        <w:t>وفي السمحاق وهي دون الموضحة اربع من الابل</w:t>
      </w:r>
      <w:r w:rsidR="00CC15EB">
        <w:rPr>
          <w:rtl/>
        </w:rPr>
        <w:t>،</w:t>
      </w:r>
      <w:r>
        <w:rPr>
          <w:rtl/>
        </w:rPr>
        <w:t xml:space="preserve"> </w:t>
      </w:r>
      <w:r w:rsidRPr="00D95A45">
        <w:rPr>
          <w:rtl/>
        </w:rPr>
        <w:t>وفي الموضحة خمس من الابل.</w:t>
      </w:r>
    </w:p>
    <w:p w:rsidR="00AC7755" w:rsidRDefault="00D45E0E" w:rsidP="00AC7755">
      <w:pPr>
        <w:pStyle w:val="libNormal"/>
        <w:rPr>
          <w:rtl/>
        </w:rPr>
      </w:pPr>
      <w:r w:rsidRPr="00D95A45">
        <w:rPr>
          <w:rtl/>
        </w:rPr>
        <w:t>(1139) 17</w:t>
      </w:r>
      <w:r w:rsidR="00CC15EB">
        <w:rPr>
          <w:rtl/>
        </w:rPr>
        <w:t xml:space="preserve"> - </w:t>
      </w:r>
      <w:r w:rsidRPr="00D95A45">
        <w:rPr>
          <w:rtl/>
        </w:rPr>
        <w:t xml:space="preserve">محمد بن الحسن الصفار عن علي بن ابراهيم بن هاشم عن النوفلي عن السكوني ان امير المؤمنين </w:t>
      </w:r>
      <w:r w:rsidR="00AC7755" w:rsidRPr="00AC7755">
        <w:rPr>
          <w:rStyle w:val="libAlaemChar"/>
          <w:rtl/>
        </w:rPr>
        <w:t>عليه‌السلام</w:t>
      </w:r>
      <w:r w:rsidRPr="00D95A45">
        <w:rPr>
          <w:rtl/>
        </w:rPr>
        <w:t xml:space="preserve"> قضى في الهاشمة بعشر من الابل.</w:t>
      </w:r>
    </w:p>
    <w:p w:rsidR="00AC7755" w:rsidRDefault="00D45E0E" w:rsidP="00AC7755">
      <w:pPr>
        <w:pStyle w:val="libNormal"/>
        <w:rPr>
          <w:rtl/>
        </w:rPr>
      </w:pPr>
      <w:r w:rsidRPr="00D95A45">
        <w:rPr>
          <w:rtl/>
        </w:rPr>
        <w:t>(1140) 18</w:t>
      </w:r>
      <w:r w:rsidR="00CC15EB">
        <w:rPr>
          <w:rtl/>
        </w:rPr>
        <w:t xml:space="preserve"> - </w:t>
      </w:r>
      <w:r w:rsidRPr="00D95A45">
        <w:rPr>
          <w:rtl/>
        </w:rPr>
        <w:t xml:space="preserve">محمد بن علي بن محبوب عن محمد بن الحسين عن محمد ابن يحيى الخزاز عن غياث عن جعفر عن ابيه عن علي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ما دون السمحاق أجر الطبيب.</w:t>
      </w:r>
    </w:p>
    <w:p w:rsidR="00AC7755" w:rsidRDefault="00D45E0E" w:rsidP="00AC7755">
      <w:pPr>
        <w:pStyle w:val="libNormal"/>
        <w:rPr>
          <w:rtl/>
        </w:rPr>
      </w:pPr>
      <w:r w:rsidRPr="00D95A45">
        <w:rPr>
          <w:rtl/>
        </w:rPr>
        <w:t>(1141) 19</w:t>
      </w:r>
      <w:r w:rsidR="00CC15EB">
        <w:rPr>
          <w:rtl/>
        </w:rPr>
        <w:t xml:space="preserve"> - </w:t>
      </w:r>
      <w:r w:rsidRPr="00D95A45">
        <w:rPr>
          <w:rtl/>
        </w:rPr>
        <w:t xml:space="preserve">الحسين بن محمد عن حريز عن ابي عبد الله </w:t>
      </w:r>
      <w:r w:rsidR="00AC7755" w:rsidRPr="00AC7755">
        <w:rPr>
          <w:rStyle w:val="libAlaemChar"/>
          <w:rtl/>
        </w:rPr>
        <w:t>عليه‌السلام</w:t>
      </w:r>
      <w:r w:rsidRPr="00D95A45">
        <w:rPr>
          <w:rtl/>
        </w:rPr>
        <w:t xml:space="preserve"> في رجل شج عبدا موضحة فقال</w:t>
      </w:r>
      <w:r w:rsidR="00CC15EB">
        <w:rPr>
          <w:rtl/>
        </w:rPr>
        <w:t>:</w:t>
      </w:r>
      <w:r>
        <w:rPr>
          <w:rtl/>
        </w:rPr>
        <w:t xml:space="preserve"> </w:t>
      </w:r>
      <w:r w:rsidRPr="00D95A45">
        <w:rPr>
          <w:rtl/>
        </w:rPr>
        <w:t>عليه نصف عشر قيمة العبد لمولى العبد ولا يجاوز</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1136</w:t>
      </w:r>
      <w:r>
        <w:rPr>
          <w:rtl/>
        </w:rPr>
        <w:t xml:space="preserve"> - </w:t>
      </w:r>
      <w:r w:rsidR="00D45E0E" w:rsidRPr="00D95A45">
        <w:rPr>
          <w:rtl/>
        </w:rPr>
        <w:t>الاستبصار ج 4 ص 290 الكافي ج 2 ص 332 الفقيه ج 4 ص 103</w:t>
      </w:r>
    </w:p>
    <w:p w:rsidR="00CC15EB" w:rsidRDefault="00CC15EB" w:rsidP="00AC7755">
      <w:pPr>
        <w:pStyle w:val="libFootnote0"/>
        <w:rPr>
          <w:rtl/>
        </w:rPr>
      </w:pPr>
      <w:r>
        <w:rPr>
          <w:rtl/>
        </w:rPr>
        <w:t>-</w:t>
      </w:r>
      <w:r w:rsidR="00D45E0E" w:rsidRPr="007277FF">
        <w:rPr>
          <w:rtl/>
        </w:rPr>
        <w:t xml:space="preserve"> 1137</w:t>
      </w:r>
      <w:r>
        <w:rPr>
          <w:rtl/>
        </w:rPr>
        <w:t xml:space="preserve"> - </w:t>
      </w:r>
      <w:r w:rsidR="00D45E0E" w:rsidRPr="007277FF">
        <w:rPr>
          <w:rtl/>
        </w:rPr>
        <w:t>الكافي ج 2 ص 332 وفيه (الناقلة)</w:t>
      </w:r>
    </w:p>
    <w:p w:rsidR="00AC7755" w:rsidRDefault="00CC15EB" w:rsidP="00AC7755">
      <w:pPr>
        <w:pStyle w:val="libFootnote0"/>
        <w:rPr>
          <w:rtl/>
        </w:rPr>
      </w:pPr>
      <w:r>
        <w:rPr>
          <w:rtl/>
        </w:rPr>
        <w:t>-</w:t>
      </w:r>
      <w:r w:rsidR="00D45E0E" w:rsidRPr="00DA0376">
        <w:rPr>
          <w:rtl/>
        </w:rPr>
        <w:t xml:space="preserve"> 1139</w:t>
      </w:r>
      <w:r>
        <w:rPr>
          <w:rtl/>
        </w:rPr>
        <w:t xml:space="preserve"> - </w:t>
      </w:r>
      <w:r w:rsidR="00D45E0E" w:rsidRPr="00DA0376">
        <w:rPr>
          <w:rtl/>
        </w:rPr>
        <w:t>الفقيه ج 4 ص 125</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بثمن العبد دية الحر.</w:t>
      </w:r>
    </w:p>
    <w:p w:rsidR="00AC7755" w:rsidRDefault="00D45E0E" w:rsidP="00AC7755">
      <w:pPr>
        <w:pStyle w:val="libNormal"/>
        <w:rPr>
          <w:rtl/>
        </w:rPr>
      </w:pPr>
      <w:r w:rsidRPr="00D95A45">
        <w:rPr>
          <w:rtl/>
        </w:rPr>
        <w:t>(1142) 20</w:t>
      </w:r>
      <w:r w:rsidR="00CC15EB">
        <w:rPr>
          <w:rtl/>
        </w:rPr>
        <w:t xml:space="preserve"> - </w:t>
      </w:r>
      <w:r w:rsidRPr="00D95A45">
        <w:rPr>
          <w:rtl/>
        </w:rPr>
        <w:t xml:space="preserve">النوفلي عن السكوني عن ابى عبد الله </w:t>
      </w:r>
      <w:r w:rsidR="00AC7755" w:rsidRPr="00AC7755">
        <w:rPr>
          <w:rStyle w:val="libAlaemChar"/>
          <w:rtl/>
        </w:rPr>
        <w:t>عليه‌السلام</w:t>
      </w:r>
      <w:r w:rsidRPr="00D95A45">
        <w:rPr>
          <w:rtl/>
        </w:rPr>
        <w:t xml:space="preserve"> في عبد شج رجلا موضحة ثم شج آخر فقال</w:t>
      </w:r>
      <w:r w:rsidR="00CC15EB">
        <w:rPr>
          <w:rtl/>
        </w:rPr>
        <w:t>:</w:t>
      </w:r>
      <w:r>
        <w:rPr>
          <w:rtl/>
        </w:rPr>
        <w:t xml:space="preserve"> </w:t>
      </w:r>
      <w:r w:rsidRPr="00D95A45">
        <w:rPr>
          <w:rtl/>
        </w:rPr>
        <w:t>هو بينهما.</w:t>
      </w:r>
    </w:p>
    <w:p w:rsidR="00AC7755" w:rsidRDefault="00D45E0E" w:rsidP="00AC7755">
      <w:pPr>
        <w:pStyle w:val="libNormal"/>
        <w:rPr>
          <w:rtl/>
        </w:rPr>
      </w:pPr>
      <w:r w:rsidRPr="00D95A45">
        <w:rPr>
          <w:rtl/>
        </w:rPr>
        <w:t>(1143) 21</w:t>
      </w:r>
      <w:r w:rsidR="00CC15EB">
        <w:rPr>
          <w:rtl/>
        </w:rPr>
        <w:t xml:space="preserve"> - </w:t>
      </w:r>
      <w:r w:rsidRPr="00D95A45">
        <w:rPr>
          <w:rtl/>
        </w:rPr>
        <w:t>الحسن بن علي بن فضال عن طريف عن ابى حمزة في الموضحة خمس من الابل</w:t>
      </w:r>
      <w:r w:rsidR="00CC15EB">
        <w:rPr>
          <w:rtl/>
        </w:rPr>
        <w:t>،</w:t>
      </w:r>
      <w:r>
        <w:rPr>
          <w:rtl/>
        </w:rPr>
        <w:t xml:space="preserve"> </w:t>
      </w:r>
      <w:r w:rsidRPr="00D95A45">
        <w:rPr>
          <w:rtl/>
        </w:rPr>
        <w:t>وفي السمحاق دون الموضحة اربع من الابل</w:t>
      </w:r>
      <w:r w:rsidR="00CC15EB">
        <w:rPr>
          <w:rtl/>
        </w:rPr>
        <w:t>،</w:t>
      </w:r>
      <w:r>
        <w:rPr>
          <w:rtl/>
        </w:rPr>
        <w:t xml:space="preserve"> </w:t>
      </w:r>
      <w:r w:rsidRPr="00D95A45">
        <w:rPr>
          <w:rtl/>
        </w:rPr>
        <w:t>وفي المنقلة خمس عشرة من الابل عشر ونصف عشر</w:t>
      </w:r>
      <w:r w:rsidR="00CC15EB">
        <w:rPr>
          <w:rtl/>
        </w:rPr>
        <w:t>،</w:t>
      </w:r>
      <w:r>
        <w:rPr>
          <w:rtl/>
        </w:rPr>
        <w:t xml:space="preserve"> </w:t>
      </w:r>
      <w:r w:rsidRPr="00D95A45">
        <w:rPr>
          <w:rtl/>
        </w:rPr>
        <w:t>وفي الجائفة ما وقعت في الجوف ليس فيها قصاص الا الحكومة</w:t>
      </w:r>
      <w:r w:rsidR="00CC15EB">
        <w:rPr>
          <w:rtl/>
        </w:rPr>
        <w:t>،</w:t>
      </w:r>
      <w:r>
        <w:rPr>
          <w:rtl/>
        </w:rPr>
        <w:t xml:space="preserve"> </w:t>
      </w:r>
      <w:r w:rsidRPr="00D95A45">
        <w:rPr>
          <w:rtl/>
        </w:rPr>
        <w:t>والمنقلة ينقل عنها العظام وليس فيها قصاص الا الحكومة والمأمومة ليس لها من الحكومة</w:t>
      </w:r>
      <w:r w:rsidR="00CC15EB">
        <w:rPr>
          <w:rtl/>
        </w:rPr>
        <w:t>،</w:t>
      </w:r>
      <w:r>
        <w:rPr>
          <w:rtl/>
        </w:rPr>
        <w:t xml:space="preserve"> </w:t>
      </w:r>
      <w:r w:rsidRPr="00D95A45">
        <w:rPr>
          <w:rtl/>
        </w:rPr>
        <w:t>ان المأمومة تقع ضربة في الرأس ان كان سيفا فانها تقطع كل شئ وتقطع العظم فتؤم المضروب وربما ثقل لسانه وربما ثقل سمعه وربما اعتراه اختلاط فان ضرب بعمود أو بعصا شديدة فانها تبلغ اشد من القطع يكسر منها القحف قحف الرأس.</w:t>
      </w:r>
    </w:p>
    <w:p w:rsidR="00AC7755" w:rsidRDefault="00D45E0E" w:rsidP="00AC7755">
      <w:pPr>
        <w:pStyle w:val="libNormal"/>
        <w:rPr>
          <w:rtl/>
        </w:rPr>
      </w:pPr>
      <w:r w:rsidRPr="00D95A45">
        <w:rPr>
          <w:rtl/>
        </w:rPr>
        <w:t>(1144) 22</w:t>
      </w:r>
      <w:r w:rsidR="00CC15EB">
        <w:rPr>
          <w:rtl/>
        </w:rPr>
        <w:t xml:space="preserve"> - </w:t>
      </w:r>
      <w:r w:rsidRPr="00D95A45">
        <w:rPr>
          <w:rtl/>
        </w:rPr>
        <w:t xml:space="preserve">النوفلي عن السكوني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رسول </w:t>
      </w:r>
      <w:r w:rsidR="00AC7755" w:rsidRPr="00AC7755">
        <w:rPr>
          <w:rStyle w:val="libAlaemChar"/>
          <w:rtl/>
        </w:rPr>
        <w:t>صلى‌الله‌عليه‌وآله‌وسلم</w:t>
      </w:r>
      <w:r w:rsidR="00CC15EB">
        <w:rPr>
          <w:rtl/>
        </w:rPr>
        <w:t>:</w:t>
      </w:r>
      <w:r>
        <w:rPr>
          <w:rtl/>
        </w:rPr>
        <w:t xml:space="preserve"> </w:t>
      </w:r>
      <w:r w:rsidRPr="00D95A45">
        <w:rPr>
          <w:rtl/>
        </w:rPr>
        <w:t>ان الموضحة في الوجه والرأس سواء.</w:t>
      </w:r>
    </w:p>
    <w:p w:rsidR="00AC7755" w:rsidRDefault="00D45E0E" w:rsidP="00AC7755">
      <w:pPr>
        <w:pStyle w:val="libNormal"/>
        <w:rPr>
          <w:rtl/>
        </w:rPr>
      </w:pPr>
      <w:r w:rsidRPr="00D95A45">
        <w:rPr>
          <w:rtl/>
        </w:rPr>
        <w:t>(1145) 23</w:t>
      </w:r>
      <w:r w:rsidR="00CC15EB">
        <w:rPr>
          <w:rtl/>
        </w:rPr>
        <w:t xml:space="preserve"> - </w:t>
      </w:r>
      <w:r w:rsidRPr="00D95A45">
        <w:rPr>
          <w:rtl/>
        </w:rPr>
        <w:t xml:space="preserve">الحسن بن محبوب عن اسحاق بن عمار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اللطمة يسود اثرها في الوجه ان ارشها ستة دنانير</w:t>
      </w:r>
      <w:r w:rsidR="00CC15EB">
        <w:rPr>
          <w:rtl/>
        </w:rPr>
        <w:t>،</w:t>
      </w:r>
      <w:r>
        <w:rPr>
          <w:rtl/>
        </w:rPr>
        <w:t xml:space="preserve"> </w:t>
      </w:r>
      <w:r w:rsidRPr="00D95A45">
        <w:rPr>
          <w:rtl/>
        </w:rPr>
        <w:t>فان لم تسود واخضرت فإن ارشها ثلاثة دنانير فان احمرت ولم تخضر فان ارشها دينار ونصف</w:t>
      </w:r>
      <w:r w:rsidR="00CC15EB">
        <w:rPr>
          <w:rtl/>
        </w:rPr>
        <w:t>،</w:t>
      </w:r>
      <w:r>
        <w:rPr>
          <w:rtl/>
        </w:rPr>
        <w:t xml:space="preserve"> </w:t>
      </w:r>
      <w:r w:rsidRPr="00D95A45">
        <w:rPr>
          <w:rtl/>
        </w:rPr>
        <w:t>قال</w:t>
      </w:r>
      <w:r w:rsidR="00CC15EB">
        <w:rPr>
          <w:rtl/>
        </w:rPr>
        <w:t>:</w:t>
      </w:r>
      <w:r>
        <w:rPr>
          <w:rtl/>
        </w:rPr>
        <w:t xml:space="preserve"> </w:t>
      </w:r>
      <w:r w:rsidRPr="00D95A45">
        <w:rPr>
          <w:rtl/>
        </w:rPr>
        <w:t>فاما ما كان من جراحات الجسد فان فيها القصاص الا ان يقبل المجروح دية الجراحة فيعطاها.</w:t>
      </w:r>
    </w:p>
    <w:p w:rsidR="00AC7755" w:rsidRDefault="00D45E0E" w:rsidP="00AC7755">
      <w:pPr>
        <w:pStyle w:val="libNormal"/>
        <w:rPr>
          <w:rtl/>
        </w:rPr>
      </w:pPr>
      <w:r w:rsidRPr="00D95A45">
        <w:rPr>
          <w:rtl/>
        </w:rPr>
        <w:t>(1146) 24</w:t>
      </w:r>
      <w:r w:rsidR="00CC15EB">
        <w:rPr>
          <w:rtl/>
        </w:rPr>
        <w:t xml:space="preserve"> - </w:t>
      </w:r>
      <w:r w:rsidRPr="00D95A45">
        <w:rPr>
          <w:rtl/>
        </w:rPr>
        <w:t>محمد بن الحسن الصفار عن الحسن بن موسى الخشاب</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1142</w:t>
      </w:r>
      <w:r>
        <w:rPr>
          <w:rtl/>
        </w:rPr>
        <w:t xml:space="preserve"> - </w:t>
      </w:r>
      <w:r w:rsidR="00D45E0E" w:rsidRPr="00D95A45">
        <w:rPr>
          <w:rtl/>
        </w:rPr>
        <w:t>الفقيه ج 4 ص 125</w:t>
      </w:r>
    </w:p>
    <w:p w:rsidR="00AC7755" w:rsidRDefault="00CC15EB" w:rsidP="00AC7755">
      <w:pPr>
        <w:pStyle w:val="libFootnote0"/>
        <w:rPr>
          <w:rtl/>
        </w:rPr>
      </w:pPr>
      <w:r>
        <w:rPr>
          <w:rtl/>
        </w:rPr>
        <w:t>-</w:t>
      </w:r>
      <w:r w:rsidR="00D45E0E" w:rsidRPr="00DA0376">
        <w:rPr>
          <w:rtl/>
        </w:rPr>
        <w:t xml:space="preserve"> 1145</w:t>
      </w:r>
      <w:r>
        <w:rPr>
          <w:rtl/>
        </w:rPr>
        <w:t xml:space="preserve"> - </w:t>
      </w:r>
      <w:r w:rsidR="00D45E0E" w:rsidRPr="00DA0376">
        <w:rPr>
          <w:rtl/>
        </w:rPr>
        <w:t>الكافي ج 2 ص 333 الفقيه ج 4 ص 118 بدون الذيل فيهما وقد سبق برقم 10 من الباب 24</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عن غياث بن كلوب بن فيهس البجلي عن اسحاق بن عمار عن جعفر </w:t>
      </w:r>
      <w:r w:rsidR="00AC7755" w:rsidRPr="00AC7755">
        <w:rPr>
          <w:rStyle w:val="libAlaemChar"/>
          <w:rtl/>
        </w:rPr>
        <w:t>عليه‌السلام</w:t>
      </w:r>
      <w:r w:rsidRPr="00DA0376">
        <w:rPr>
          <w:rtl/>
        </w:rPr>
        <w:t xml:space="preserve"> ان عليا </w:t>
      </w:r>
      <w:r w:rsidR="00AC7755" w:rsidRPr="00AC7755">
        <w:rPr>
          <w:rStyle w:val="libAlaemChar"/>
          <w:rtl/>
        </w:rPr>
        <w:t>عليه‌السلام</w:t>
      </w:r>
      <w:r w:rsidRPr="00DA0376">
        <w:rPr>
          <w:rtl/>
        </w:rPr>
        <w:t xml:space="preserve"> كان يقول</w:t>
      </w:r>
      <w:r w:rsidR="00CC15EB">
        <w:rPr>
          <w:rtl/>
        </w:rPr>
        <w:t>:</w:t>
      </w:r>
      <w:r>
        <w:rPr>
          <w:rtl/>
        </w:rPr>
        <w:t xml:space="preserve"> </w:t>
      </w:r>
      <w:r w:rsidRPr="00DA0376">
        <w:rPr>
          <w:rtl/>
        </w:rPr>
        <w:t>لا يقضى في شئ من الجراحات حتى تبرأ.</w:t>
      </w:r>
    </w:p>
    <w:p w:rsidR="00AC7755" w:rsidRDefault="00D45E0E" w:rsidP="00AC7755">
      <w:pPr>
        <w:pStyle w:val="libNormal"/>
        <w:rPr>
          <w:rtl/>
        </w:rPr>
      </w:pPr>
      <w:r w:rsidRPr="00D95A45">
        <w:rPr>
          <w:rtl/>
        </w:rPr>
        <w:t>(1147) 25</w:t>
      </w:r>
      <w:r w:rsidR="00CC15EB">
        <w:rPr>
          <w:rtl/>
        </w:rPr>
        <w:t xml:space="preserve"> - </w:t>
      </w:r>
      <w:r w:rsidRPr="00D95A45">
        <w:rPr>
          <w:rtl/>
        </w:rPr>
        <w:t xml:space="preserve">عنه عن ابراهيم بن هاشم عن الحسين بن يزيد النوفلي عن اسماعيل بن ابى زياد السكوني عن جعفر عن ابيه عن علي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جراحات العبيد على نحو جراحات الاحرار في الثمن.</w:t>
      </w:r>
    </w:p>
    <w:p w:rsidR="00AC7755" w:rsidRDefault="00D45E0E" w:rsidP="00AC7755">
      <w:pPr>
        <w:pStyle w:val="libNormal"/>
        <w:rPr>
          <w:rtl/>
        </w:rPr>
      </w:pPr>
      <w:r w:rsidRPr="00D95A45">
        <w:rPr>
          <w:rtl/>
        </w:rPr>
        <w:t>(1148) 26</w:t>
      </w:r>
      <w:r w:rsidR="00CC15EB">
        <w:rPr>
          <w:rtl/>
        </w:rPr>
        <w:t xml:space="preserve"> - </w:t>
      </w:r>
      <w:r w:rsidRPr="00D95A45">
        <w:rPr>
          <w:rtl/>
        </w:rPr>
        <w:t>محمد بن الحسن بن الوليد عن محمد بن الحسن الصفار عن احمد بن محمد بن عيسى عن الحسن بن علي بن فضال عن ظريف بن ناصح</w:t>
      </w:r>
      <w:r w:rsidR="00CC15EB">
        <w:rPr>
          <w:rtl/>
        </w:rPr>
        <w:t>،</w:t>
      </w:r>
      <w:r>
        <w:rPr>
          <w:rtl/>
        </w:rPr>
        <w:t xml:space="preserve"> </w:t>
      </w:r>
      <w:r w:rsidRPr="00D95A45">
        <w:rPr>
          <w:rtl/>
        </w:rPr>
        <w:t>وروى احمد بن محمد بن يحيى عن العباس بن معروف عن الحسن بن علي بن فضال عن ظريف ابن ناصح</w:t>
      </w:r>
      <w:r w:rsidR="00CC15EB">
        <w:rPr>
          <w:rtl/>
        </w:rPr>
        <w:t>،</w:t>
      </w:r>
      <w:r>
        <w:rPr>
          <w:rtl/>
        </w:rPr>
        <w:t xml:space="preserve"> </w:t>
      </w:r>
      <w:r w:rsidRPr="00D95A45">
        <w:rPr>
          <w:rtl/>
        </w:rPr>
        <w:t>وعلي بن ابراهيم عن ابيه عن ابن فضال عن ظريف بن ناصح</w:t>
      </w:r>
      <w:r w:rsidR="00CC15EB">
        <w:rPr>
          <w:rtl/>
        </w:rPr>
        <w:t>،</w:t>
      </w:r>
      <w:r>
        <w:rPr>
          <w:rtl/>
        </w:rPr>
        <w:t xml:space="preserve"> </w:t>
      </w:r>
      <w:r w:rsidRPr="00D95A45">
        <w:rPr>
          <w:rtl/>
        </w:rPr>
        <w:t>وسهل ابن زياد عن الحسن بن ظريف عن ابيه ظريف بن ناصح</w:t>
      </w:r>
      <w:r w:rsidR="00CC15EB">
        <w:rPr>
          <w:rtl/>
        </w:rPr>
        <w:t>،</w:t>
      </w:r>
      <w:r>
        <w:rPr>
          <w:rtl/>
        </w:rPr>
        <w:t xml:space="preserve"> </w:t>
      </w:r>
      <w:r w:rsidRPr="00D95A45">
        <w:rPr>
          <w:rtl/>
        </w:rPr>
        <w:t>ورواه محمد بن الحسن بن الوليد عن احمد بن ادريس عن محمد بن حسان الرازي عن اسماعيل بن جعفر الكندي عن ظريف بن ناصح قال</w:t>
      </w:r>
      <w:r w:rsidR="00CC15EB">
        <w:rPr>
          <w:rtl/>
        </w:rPr>
        <w:t>:</w:t>
      </w:r>
      <w:r>
        <w:rPr>
          <w:rtl/>
        </w:rPr>
        <w:t xml:space="preserve"> </w:t>
      </w:r>
      <w:r w:rsidRPr="00D95A45">
        <w:rPr>
          <w:rtl/>
        </w:rPr>
        <w:t>حدثني رجل يقال له عبد الله بن ايوب قال</w:t>
      </w:r>
      <w:r w:rsidR="00CC15EB">
        <w:rPr>
          <w:rtl/>
        </w:rPr>
        <w:t>:</w:t>
      </w:r>
      <w:r>
        <w:rPr>
          <w:rtl/>
        </w:rPr>
        <w:t xml:space="preserve"> </w:t>
      </w:r>
      <w:r w:rsidRPr="00D95A45">
        <w:rPr>
          <w:rtl/>
        </w:rPr>
        <w:t>حدثني أبو عمرو المتطبب قال</w:t>
      </w:r>
      <w:r w:rsidR="00CC15EB">
        <w:rPr>
          <w:rtl/>
        </w:rPr>
        <w:t>:</w:t>
      </w:r>
      <w:r>
        <w:rPr>
          <w:rtl/>
        </w:rPr>
        <w:t xml:space="preserve"> </w:t>
      </w:r>
      <w:r w:rsidRPr="00D95A45">
        <w:rPr>
          <w:rtl/>
        </w:rPr>
        <w:t xml:space="preserve">عرضت هذه الرواية على ابي عبد الله </w:t>
      </w:r>
      <w:r w:rsidR="00AC7755" w:rsidRPr="00AC7755">
        <w:rPr>
          <w:rStyle w:val="libAlaemChar"/>
          <w:rtl/>
        </w:rPr>
        <w:t>عليه‌السلام</w:t>
      </w:r>
      <w:r w:rsidR="00CC15EB">
        <w:rPr>
          <w:rtl/>
        </w:rPr>
        <w:t>،</w:t>
      </w:r>
      <w:r>
        <w:rPr>
          <w:rtl/>
        </w:rPr>
        <w:t xml:space="preserve"> </w:t>
      </w:r>
      <w:r w:rsidRPr="00D95A45">
        <w:rPr>
          <w:rtl/>
        </w:rPr>
        <w:t>وروى علي بن ابراهيم عن ابيه عن ابن فضال</w:t>
      </w:r>
      <w:r w:rsidR="00CC15EB">
        <w:rPr>
          <w:rtl/>
        </w:rPr>
        <w:t>،</w:t>
      </w:r>
      <w:r>
        <w:rPr>
          <w:rtl/>
        </w:rPr>
        <w:t xml:space="preserve"> </w:t>
      </w:r>
      <w:r w:rsidRPr="00D95A45">
        <w:rPr>
          <w:rtl/>
        </w:rPr>
        <w:t xml:space="preserve">ومحمد بن عيسى عن يونس جميعا عن الرضا </w:t>
      </w:r>
      <w:r w:rsidR="00AC7755" w:rsidRPr="00AC7755">
        <w:rPr>
          <w:rStyle w:val="libAlaemChar"/>
          <w:rtl/>
        </w:rPr>
        <w:t>عليه‌السلام</w:t>
      </w:r>
      <w:r w:rsidRPr="00D95A45">
        <w:rPr>
          <w:rtl/>
        </w:rPr>
        <w:t xml:space="preserve"> قالا</w:t>
      </w:r>
      <w:r w:rsidR="00CC15EB">
        <w:rPr>
          <w:rtl/>
        </w:rPr>
        <w:t>:</w:t>
      </w:r>
      <w:r>
        <w:rPr>
          <w:rtl/>
        </w:rPr>
        <w:t xml:space="preserve"> </w:t>
      </w:r>
      <w:r w:rsidRPr="00D95A45">
        <w:rPr>
          <w:rtl/>
        </w:rPr>
        <w:t>عرضنا عليه الكتاب فقال</w:t>
      </w:r>
      <w:r w:rsidR="00CC15EB">
        <w:rPr>
          <w:rtl/>
        </w:rPr>
        <w:t>:</w:t>
      </w:r>
      <w:r>
        <w:rPr>
          <w:rtl/>
        </w:rPr>
        <w:t xml:space="preserve"> </w:t>
      </w:r>
      <w:r w:rsidRPr="00D95A45">
        <w:rPr>
          <w:rtl/>
        </w:rPr>
        <w:t xml:space="preserve">هو نعم حق وقد كان امير المؤمنين </w:t>
      </w:r>
      <w:r w:rsidR="00AC7755" w:rsidRPr="00AC7755">
        <w:rPr>
          <w:rStyle w:val="libAlaemChar"/>
          <w:rtl/>
        </w:rPr>
        <w:t>عليه‌السلام</w:t>
      </w:r>
      <w:r w:rsidRPr="00D95A45">
        <w:rPr>
          <w:rtl/>
        </w:rPr>
        <w:t xml:space="preserve"> يأمر عماله بذلك</w:t>
      </w:r>
      <w:r w:rsidR="00CC15EB">
        <w:rPr>
          <w:rtl/>
        </w:rPr>
        <w:t>،</w:t>
      </w:r>
      <w:r>
        <w:rPr>
          <w:rtl/>
        </w:rPr>
        <w:t xml:space="preserve"> </w:t>
      </w:r>
      <w:r w:rsidRPr="00D95A45">
        <w:rPr>
          <w:rtl/>
        </w:rPr>
        <w:t>قال</w:t>
      </w:r>
      <w:r w:rsidR="00CC15EB">
        <w:rPr>
          <w:rtl/>
        </w:rPr>
        <w:t>:</w:t>
      </w:r>
      <w:r>
        <w:rPr>
          <w:rtl/>
        </w:rPr>
        <w:t xml:space="preserve"> </w:t>
      </w:r>
      <w:r w:rsidRPr="00D95A45">
        <w:rPr>
          <w:rtl/>
        </w:rPr>
        <w:t xml:space="preserve">افتى </w:t>
      </w:r>
      <w:r w:rsidR="00AC7755" w:rsidRPr="00AC7755">
        <w:rPr>
          <w:rStyle w:val="libAlaemChar"/>
          <w:rtl/>
        </w:rPr>
        <w:t>عليه‌السلام</w:t>
      </w:r>
      <w:r w:rsidRPr="00D95A45">
        <w:rPr>
          <w:rtl/>
        </w:rPr>
        <w:t xml:space="preserve"> في كل عظم له مخ فريضة مسماة إذا كسر فجبر على غير عثم ولا عيب</w:t>
      </w:r>
      <w:r w:rsidR="00CC15EB">
        <w:rPr>
          <w:rtl/>
        </w:rPr>
        <w:t>،</w:t>
      </w:r>
      <w:r>
        <w:rPr>
          <w:rtl/>
        </w:rPr>
        <w:t xml:space="preserve"> </w:t>
      </w:r>
      <w:r w:rsidRPr="00D95A45">
        <w:rPr>
          <w:rtl/>
        </w:rPr>
        <w:t>فجعل فريضة الدية ستة اجزاء</w:t>
      </w:r>
      <w:r w:rsidR="00CC15EB">
        <w:rPr>
          <w:rtl/>
        </w:rPr>
        <w:t>،</w:t>
      </w:r>
      <w:r>
        <w:rPr>
          <w:rtl/>
        </w:rPr>
        <w:t xml:space="preserve"> </w:t>
      </w:r>
      <w:r w:rsidRPr="00D95A45">
        <w:rPr>
          <w:rtl/>
        </w:rPr>
        <w:t>وجعل في الروح والجنين والاشفار والشلل والاعضاء والابهام لكل جزء ستة فرائض</w:t>
      </w:r>
      <w:r w:rsidR="00CC15EB">
        <w:rPr>
          <w:rtl/>
        </w:rPr>
        <w:t>،</w:t>
      </w:r>
      <w:r>
        <w:rPr>
          <w:rtl/>
        </w:rPr>
        <w:t xml:space="preserve"> </w:t>
      </w:r>
      <w:r w:rsidRPr="00D95A45">
        <w:rPr>
          <w:rtl/>
        </w:rPr>
        <w:t>جعل دية الجنين مائة دينار</w:t>
      </w:r>
      <w:r w:rsidR="00CC15EB">
        <w:rPr>
          <w:rtl/>
        </w:rPr>
        <w:t>،</w:t>
      </w:r>
      <w:r>
        <w:rPr>
          <w:rtl/>
        </w:rPr>
        <w:t xml:space="preserve"> </w:t>
      </w:r>
      <w:r w:rsidRPr="00D95A45">
        <w:rPr>
          <w:rtl/>
        </w:rPr>
        <w:t>وجعل مني الرجل الى ان يكون جنينا خمسة اجزاء</w:t>
      </w:r>
      <w:r w:rsidR="00CC15EB">
        <w:rPr>
          <w:rtl/>
        </w:rPr>
        <w:t>،</w:t>
      </w:r>
      <w:r>
        <w:rPr>
          <w:rtl/>
        </w:rPr>
        <w:t xml:space="preserve"> </w:t>
      </w:r>
      <w:r w:rsidRPr="00D95A45">
        <w:rPr>
          <w:rtl/>
        </w:rPr>
        <w:t>فإذا كان جنينا قبل ان تلجه الروح مائة دينار</w:t>
      </w:r>
      <w:r w:rsidR="00CC15EB">
        <w:rPr>
          <w:rtl/>
        </w:rPr>
        <w:t>،</w:t>
      </w:r>
      <w:r>
        <w:rPr>
          <w:rtl/>
        </w:rPr>
        <w:t xml:space="preserve"> </w:t>
      </w:r>
      <w:r w:rsidRPr="00D95A45">
        <w:rPr>
          <w:rtl/>
        </w:rPr>
        <w:t>فجعل للنطفة عشرين دينارا</w:t>
      </w:r>
      <w:r w:rsidR="00CC15EB">
        <w:rPr>
          <w:rtl/>
        </w:rPr>
        <w:t>،</w:t>
      </w:r>
      <w:r>
        <w:rPr>
          <w:rtl/>
        </w:rPr>
        <w:t xml:space="preserve"> </w:t>
      </w:r>
      <w:r w:rsidRPr="00D95A45">
        <w:rPr>
          <w:rtl/>
        </w:rPr>
        <w:t>وهو</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1147</w:t>
      </w:r>
      <w:r>
        <w:rPr>
          <w:rtl/>
        </w:rPr>
        <w:t xml:space="preserve"> - </w:t>
      </w:r>
      <w:r w:rsidR="00D45E0E" w:rsidRPr="00D95A45">
        <w:rPr>
          <w:rtl/>
        </w:rPr>
        <w:t>الفقيه ج 4 ص 95</w:t>
      </w:r>
    </w:p>
    <w:p w:rsidR="00AC7755" w:rsidRDefault="00CC15EB" w:rsidP="00AC7755">
      <w:pPr>
        <w:pStyle w:val="libFootnote0"/>
        <w:rPr>
          <w:rtl/>
        </w:rPr>
      </w:pPr>
      <w:r>
        <w:rPr>
          <w:rtl/>
        </w:rPr>
        <w:t>-</w:t>
      </w:r>
      <w:r w:rsidR="00D45E0E" w:rsidRPr="00DA0376">
        <w:rPr>
          <w:rtl/>
        </w:rPr>
        <w:t xml:space="preserve"> 1148</w:t>
      </w:r>
      <w:r>
        <w:rPr>
          <w:rtl/>
        </w:rPr>
        <w:t xml:space="preserve"> - </w:t>
      </w:r>
      <w:r w:rsidR="00D45E0E" w:rsidRPr="00DA0376">
        <w:rPr>
          <w:rtl/>
        </w:rPr>
        <w:t>الكافي ج 2 ص 332 الفقيه ج 4 ص 54</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الرجل يفزع عن عرسه فيلقي النطفة وهو لا يريد ذلك فجعل فيها امير المؤمنين </w:t>
      </w:r>
      <w:r w:rsidR="00AC7755" w:rsidRPr="00AC7755">
        <w:rPr>
          <w:rStyle w:val="libAlaemChar"/>
          <w:rtl/>
        </w:rPr>
        <w:t>عليه‌السلام</w:t>
      </w:r>
      <w:r w:rsidRPr="00DA0376">
        <w:rPr>
          <w:rtl/>
        </w:rPr>
        <w:t xml:space="preserve"> عشرين دينارا الخمس</w:t>
      </w:r>
      <w:r w:rsidR="00CC15EB">
        <w:rPr>
          <w:rtl/>
        </w:rPr>
        <w:t>،</w:t>
      </w:r>
      <w:r>
        <w:rPr>
          <w:rtl/>
        </w:rPr>
        <w:t xml:space="preserve"> </w:t>
      </w:r>
      <w:r w:rsidRPr="00DA0376">
        <w:rPr>
          <w:rtl/>
        </w:rPr>
        <w:t>وللعلقة خمسي ذلك اربعين دينارا وذلك للمرأة ايضا تطرق أو تضرب فتلقيه</w:t>
      </w:r>
      <w:r w:rsidR="00CC15EB">
        <w:rPr>
          <w:rtl/>
        </w:rPr>
        <w:t>،</w:t>
      </w:r>
      <w:r>
        <w:rPr>
          <w:rtl/>
        </w:rPr>
        <w:t xml:space="preserve"> </w:t>
      </w:r>
      <w:r w:rsidRPr="00DA0376">
        <w:rPr>
          <w:rtl/>
        </w:rPr>
        <w:t>ثم المضغة ستين دينارا إذا طرحته المرأة ايضا في مثل ذلك</w:t>
      </w:r>
      <w:r w:rsidR="00CC15EB">
        <w:rPr>
          <w:rtl/>
        </w:rPr>
        <w:t>،</w:t>
      </w:r>
      <w:r>
        <w:rPr>
          <w:rtl/>
        </w:rPr>
        <w:t xml:space="preserve"> </w:t>
      </w:r>
      <w:r w:rsidRPr="00DA0376">
        <w:rPr>
          <w:rtl/>
        </w:rPr>
        <w:t>ثم العظم ثمانين دينارا إذا طرحته المرأة</w:t>
      </w:r>
      <w:r w:rsidR="00CC15EB">
        <w:rPr>
          <w:rtl/>
        </w:rPr>
        <w:t>،</w:t>
      </w:r>
      <w:r>
        <w:rPr>
          <w:rtl/>
        </w:rPr>
        <w:t xml:space="preserve"> </w:t>
      </w:r>
      <w:r w:rsidRPr="00DA0376">
        <w:rPr>
          <w:rtl/>
        </w:rPr>
        <w:t>ثم الجنين ايضا مائة دينار إذا طرقهم عدو فاسقطن النساء في مثل هذا أوجب على النساء ذلك من جهة المعقلة مثل ذلك</w:t>
      </w:r>
      <w:r w:rsidR="00CC15EB">
        <w:rPr>
          <w:rtl/>
        </w:rPr>
        <w:t>،</w:t>
      </w:r>
      <w:r>
        <w:rPr>
          <w:rtl/>
        </w:rPr>
        <w:t xml:space="preserve"> </w:t>
      </w:r>
      <w:r w:rsidRPr="00DA0376">
        <w:rPr>
          <w:rtl/>
        </w:rPr>
        <w:t>فإذا ولد المولود واستهل وهو البكاء فبيتوهم فقتلوا الصبيان ففيهم الف دينار للذكر</w:t>
      </w:r>
      <w:r w:rsidR="00CC15EB">
        <w:rPr>
          <w:rtl/>
        </w:rPr>
        <w:t>،</w:t>
      </w:r>
      <w:r>
        <w:rPr>
          <w:rtl/>
        </w:rPr>
        <w:t xml:space="preserve"> </w:t>
      </w:r>
      <w:r w:rsidRPr="00DA0376">
        <w:rPr>
          <w:rtl/>
        </w:rPr>
        <w:t>وللانثى على مثل هذا الحساب على خمسمائة دينار</w:t>
      </w:r>
      <w:r w:rsidR="00CC15EB">
        <w:rPr>
          <w:rtl/>
        </w:rPr>
        <w:t>،</w:t>
      </w:r>
      <w:r>
        <w:rPr>
          <w:rtl/>
        </w:rPr>
        <w:t xml:space="preserve"> </w:t>
      </w:r>
      <w:r w:rsidRPr="00DA0376">
        <w:rPr>
          <w:rtl/>
        </w:rPr>
        <w:t>واما المرأة إذا قتلت وهي حامل متم ولم تسقط ولدها ولم يعلم اذكر هو ام انثى ولم يعلم بعدها مات أو قبلها فديته نصفان نصف دية الذكر ونصف دية الانثى ودية المرأة كاملة بعد ذلك</w:t>
      </w:r>
      <w:r w:rsidR="00CC15EB">
        <w:rPr>
          <w:rtl/>
        </w:rPr>
        <w:t>،</w:t>
      </w:r>
      <w:r>
        <w:rPr>
          <w:rtl/>
        </w:rPr>
        <w:t xml:space="preserve"> </w:t>
      </w:r>
      <w:r w:rsidRPr="00DA0376">
        <w:rPr>
          <w:rtl/>
        </w:rPr>
        <w:t>وافتى في مني الرجل يفزع عن عرسه فيعزل عنها الماء ولم يرد ذلك نصف خمس المائة من دية الجنين عشرة دنانير وان افرغ فيها عشرون دينارا</w:t>
      </w:r>
      <w:r w:rsidR="00CC15EB">
        <w:rPr>
          <w:rtl/>
        </w:rPr>
        <w:t>،</w:t>
      </w:r>
      <w:r>
        <w:rPr>
          <w:rtl/>
        </w:rPr>
        <w:t xml:space="preserve"> </w:t>
      </w:r>
      <w:r w:rsidRPr="00DA0376">
        <w:rPr>
          <w:rtl/>
        </w:rPr>
        <w:t>وجعل في قصاص جراحته ومعقلته على قدر ديته وهى مائة دينار</w:t>
      </w:r>
      <w:r w:rsidR="00CC15EB">
        <w:rPr>
          <w:rtl/>
        </w:rPr>
        <w:t>،</w:t>
      </w:r>
      <w:r>
        <w:rPr>
          <w:rtl/>
        </w:rPr>
        <w:t xml:space="preserve"> </w:t>
      </w:r>
      <w:r w:rsidRPr="00DA0376">
        <w:rPr>
          <w:rtl/>
        </w:rPr>
        <w:t>وقضى في دية جراحة الجنين من حساب المائة على ما يكون من جراح الرجل والمرأة كاملة</w:t>
      </w:r>
      <w:r w:rsidR="00CC15EB">
        <w:rPr>
          <w:rtl/>
        </w:rPr>
        <w:t>،</w:t>
      </w:r>
      <w:r>
        <w:rPr>
          <w:rtl/>
        </w:rPr>
        <w:t xml:space="preserve"> </w:t>
      </w:r>
      <w:r w:rsidRPr="00DA0376">
        <w:rPr>
          <w:rtl/>
        </w:rPr>
        <w:t xml:space="preserve">وافتى </w:t>
      </w:r>
      <w:r w:rsidR="00AC7755" w:rsidRPr="00AC7755">
        <w:rPr>
          <w:rStyle w:val="libAlaemChar"/>
          <w:rtl/>
        </w:rPr>
        <w:t>عليه‌السلام</w:t>
      </w:r>
      <w:r w:rsidRPr="00DA0376">
        <w:rPr>
          <w:rtl/>
        </w:rPr>
        <w:t xml:space="preserve"> في الجسد وجعله ستة فرائض النفس والبصر والسمع والكلام والعقل ونقص الصوت من الغنن والبحح والشلل في اليدين والرجلين فجعل هذا بقياس ذلك الحكم</w:t>
      </w:r>
      <w:r w:rsidR="00CC15EB">
        <w:rPr>
          <w:rtl/>
        </w:rPr>
        <w:t>،</w:t>
      </w:r>
      <w:r>
        <w:rPr>
          <w:rtl/>
        </w:rPr>
        <w:t xml:space="preserve"> </w:t>
      </w:r>
      <w:r w:rsidRPr="00DA0376">
        <w:rPr>
          <w:rtl/>
        </w:rPr>
        <w:t>ثم جعل مع كل شئ من هذه قسامة على نحو ما بلغت الدية</w:t>
      </w:r>
      <w:r w:rsidR="00CC15EB">
        <w:rPr>
          <w:rtl/>
        </w:rPr>
        <w:t>،</w:t>
      </w:r>
      <w:r>
        <w:rPr>
          <w:rtl/>
        </w:rPr>
        <w:t xml:space="preserve"> </w:t>
      </w:r>
      <w:r w:rsidRPr="00DA0376">
        <w:rPr>
          <w:rtl/>
        </w:rPr>
        <w:t>والقسامة في النفس جعل على العمد خمسين رجلا وعلى الخطأ خمسة وعشرين رجلا على ما بلغت ديته الف دينار وعلى الجراح بقسامة ستة نفر</w:t>
      </w:r>
      <w:r w:rsidR="00CC15EB">
        <w:rPr>
          <w:rtl/>
        </w:rPr>
        <w:t>،</w:t>
      </w:r>
      <w:r>
        <w:rPr>
          <w:rtl/>
        </w:rPr>
        <w:t xml:space="preserve"> </w:t>
      </w:r>
      <w:r w:rsidRPr="00DA0376">
        <w:rPr>
          <w:rtl/>
        </w:rPr>
        <w:t>فما كان دون ذلك فحسابه على ستة نفر</w:t>
      </w:r>
      <w:r w:rsidR="00CC15EB">
        <w:rPr>
          <w:rtl/>
        </w:rPr>
        <w:t>،</w:t>
      </w:r>
      <w:r>
        <w:rPr>
          <w:rtl/>
        </w:rPr>
        <w:t xml:space="preserve"> </w:t>
      </w:r>
      <w:r w:rsidRPr="00DA0376">
        <w:rPr>
          <w:rtl/>
        </w:rPr>
        <w:t>والقسامة في النفس والسمع والبصر والعقل والصوت من الغنن والبحح ونقص اليدين والرجلين فهذه ستة اجزاء الرجل</w:t>
      </w:r>
      <w:r w:rsidR="00CC15EB">
        <w:rPr>
          <w:rtl/>
        </w:rPr>
        <w:t>،</w:t>
      </w:r>
      <w:r>
        <w:rPr>
          <w:rtl/>
        </w:rPr>
        <w:t xml:space="preserve"> </w:t>
      </w:r>
      <w:r w:rsidRPr="00DA0376">
        <w:rPr>
          <w:rtl/>
        </w:rPr>
        <w:t>فالدية في النفس الف دينار</w:t>
      </w:r>
      <w:r w:rsidR="00CC15EB">
        <w:rPr>
          <w:rtl/>
        </w:rPr>
        <w:t>،</w:t>
      </w:r>
      <w:r>
        <w:rPr>
          <w:rtl/>
        </w:rPr>
        <w:t xml:space="preserve"> </w:t>
      </w:r>
      <w:r w:rsidRPr="00DA0376">
        <w:rPr>
          <w:rtl/>
        </w:rPr>
        <w:t>والانف الف دينار</w:t>
      </w:r>
      <w:r w:rsidR="00CC15EB">
        <w:rPr>
          <w:rtl/>
        </w:rPr>
        <w:t>،</w:t>
      </w:r>
      <w:r>
        <w:rPr>
          <w:rtl/>
        </w:rPr>
        <w:t xml:space="preserve"> </w:t>
      </w:r>
      <w:r w:rsidRPr="00DA0376">
        <w:rPr>
          <w:rtl/>
        </w:rPr>
        <w:t>والضوء كله من العينين الف دينار</w:t>
      </w:r>
      <w:r w:rsidR="00CC15EB">
        <w:rPr>
          <w:rtl/>
        </w:rPr>
        <w:t>،</w:t>
      </w:r>
      <w:r>
        <w:rPr>
          <w:rtl/>
        </w:rPr>
        <w:t xml:space="preserve"> </w:t>
      </w:r>
      <w:r w:rsidRPr="00DA0376">
        <w:rPr>
          <w:rtl/>
        </w:rPr>
        <w:t>والبحح</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الف دينار</w:t>
      </w:r>
      <w:r w:rsidR="00CC15EB">
        <w:rPr>
          <w:rtl/>
        </w:rPr>
        <w:t>،</w:t>
      </w:r>
      <w:r>
        <w:rPr>
          <w:rtl/>
        </w:rPr>
        <w:t xml:space="preserve"> </w:t>
      </w:r>
      <w:r w:rsidRPr="00DA0376">
        <w:rPr>
          <w:rtl/>
        </w:rPr>
        <w:t>وشلل اليدين الف دينار</w:t>
      </w:r>
      <w:r w:rsidR="00CC15EB">
        <w:rPr>
          <w:rtl/>
        </w:rPr>
        <w:t>،</w:t>
      </w:r>
      <w:r>
        <w:rPr>
          <w:rtl/>
        </w:rPr>
        <w:t xml:space="preserve"> </w:t>
      </w:r>
      <w:r w:rsidRPr="00DA0376">
        <w:rPr>
          <w:rtl/>
        </w:rPr>
        <w:t>والرجلين الف دينار</w:t>
      </w:r>
      <w:r w:rsidR="00CC15EB">
        <w:rPr>
          <w:rtl/>
        </w:rPr>
        <w:t>،</w:t>
      </w:r>
      <w:r>
        <w:rPr>
          <w:rtl/>
        </w:rPr>
        <w:t xml:space="preserve"> </w:t>
      </w:r>
      <w:r w:rsidRPr="00DA0376">
        <w:rPr>
          <w:rtl/>
        </w:rPr>
        <w:t>وذهاب السمع كله الف دينار</w:t>
      </w:r>
      <w:r w:rsidR="00CC15EB">
        <w:rPr>
          <w:rtl/>
        </w:rPr>
        <w:t>،</w:t>
      </w:r>
      <w:r>
        <w:rPr>
          <w:rtl/>
        </w:rPr>
        <w:t xml:space="preserve"> </w:t>
      </w:r>
      <w:r w:rsidRPr="00DA0376">
        <w:rPr>
          <w:rtl/>
        </w:rPr>
        <w:t>والشفتين إذا استؤصلتا الف دينار</w:t>
      </w:r>
      <w:r w:rsidR="00CC15EB">
        <w:rPr>
          <w:rtl/>
        </w:rPr>
        <w:t>،</w:t>
      </w:r>
      <w:r>
        <w:rPr>
          <w:rtl/>
        </w:rPr>
        <w:t xml:space="preserve"> </w:t>
      </w:r>
      <w:r w:rsidRPr="00DA0376">
        <w:rPr>
          <w:rtl/>
        </w:rPr>
        <w:t>والظهر إذا حدب الف دينار والذكر الف دينار</w:t>
      </w:r>
      <w:r w:rsidR="00CC15EB">
        <w:rPr>
          <w:rtl/>
        </w:rPr>
        <w:t>،</w:t>
      </w:r>
      <w:r>
        <w:rPr>
          <w:rtl/>
        </w:rPr>
        <w:t xml:space="preserve"> </w:t>
      </w:r>
      <w:r w:rsidRPr="00DA0376">
        <w:rPr>
          <w:rtl/>
        </w:rPr>
        <w:t>واللسان إذا استؤصل الف دينار</w:t>
      </w:r>
      <w:r w:rsidR="00CC15EB">
        <w:rPr>
          <w:rtl/>
        </w:rPr>
        <w:t>،</w:t>
      </w:r>
      <w:r>
        <w:rPr>
          <w:rtl/>
        </w:rPr>
        <w:t xml:space="preserve"> </w:t>
      </w:r>
      <w:r w:rsidRPr="00DA0376">
        <w:rPr>
          <w:rtl/>
        </w:rPr>
        <w:t>والانثيين الف دينار</w:t>
      </w:r>
      <w:r w:rsidR="00CC15EB">
        <w:rPr>
          <w:rtl/>
        </w:rPr>
        <w:t>،</w:t>
      </w:r>
      <w:r>
        <w:rPr>
          <w:rtl/>
        </w:rPr>
        <w:t xml:space="preserve"> </w:t>
      </w:r>
      <w:r w:rsidRPr="00DA0376">
        <w:rPr>
          <w:rtl/>
        </w:rPr>
        <w:t xml:space="preserve">وجعل </w:t>
      </w:r>
      <w:r w:rsidR="00AC7755" w:rsidRPr="00AC7755">
        <w:rPr>
          <w:rStyle w:val="libAlaemChar"/>
          <w:rtl/>
        </w:rPr>
        <w:t>عليه‌السلام</w:t>
      </w:r>
      <w:r w:rsidRPr="00DA0376">
        <w:rPr>
          <w:rtl/>
        </w:rPr>
        <w:t xml:space="preserve"> دية الجراحة في الاعضاء كلها في الرأس والوجه وسائر الجسد من السمع والبصر والصوت والعقل واليدين والرجلين في القطع والكسر والصدع والبطط والموضحة والدامية ونقل العظام والناقبة يكون في شئ من ذلك</w:t>
      </w:r>
      <w:r w:rsidR="00CC15EB">
        <w:rPr>
          <w:rtl/>
        </w:rPr>
        <w:t>،</w:t>
      </w:r>
      <w:r>
        <w:rPr>
          <w:rtl/>
        </w:rPr>
        <w:t xml:space="preserve"> </w:t>
      </w:r>
      <w:r w:rsidRPr="00DA0376">
        <w:rPr>
          <w:rtl/>
        </w:rPr>
        <w:t>فما كان من عظم كسر فجبر على غير عثم ولا عيب لم ينقل منه العظام فان ديته معلومة فإذا اوضح ولم ينقل منه العظام فدية كسره ودية موضحته ولكل عظم كسر معلوم فدية نقل عظامه نصف دية كسره ودية موضحته ربع دية كسره مما وارت الثياب من ذلك غير قصبتي الساعد والاصابع</w:t>
      </w:r>
      <w:r w:rsidR="00CC15EB">
        <w:rPr>
          <w:rtl/>
        </w:rPr>
        <w:t>،</w:t>
      </w:r>
      <w:r>
        <w:rPr>
          <w:rtl/>
        </w:rPr>
        <w:t xml:space="preserve"> </w:t>
      </w:r>
      <w:r w:rsidRPr="00DA0376">
        <w:rPr>
          <w:rtl/>
        </w:rPr>
        <w:t>وفي قرحة لا تبرأ ثلث دية ذلك العضو الذي هي فيه فإذا اصيب الرجل في احدى عينيه فانها تقاس ببيضة تربط على عينه المصابة وينظر ما ينتهي بصر عينه الصحيحة ثم تغطى عينه الصحيحة وينظر ما ينتهي بصر عينه المصابة فيعطى ديته من حساب ذلك</w:t>
      </w:r>
      <w:r w:rsidR="00CC15EB">
        <w:rPr>
          <w:rtl/>
        </w:rPr>
        <w:t>،</w:t>
      </w:r>
      <w:r>
        <w:rPr>
          <w:rtl/>
        </w:rPr>
        <w:t xml:space="preserve"> </w:t>
      </w:r>
      <w:r w:rsidRPr="00DA0376">
        <w:rPr>
          <w:rtl/>
        </w:rPr>
        <w:t>والقسامة مع ذلك من الستة اجزاء القسامة على ستة نفر على قدر ما اصيب من عينه</w:t>
      </w:r>
      <w:r w:rsidR="00CC15EB">
        <w:rPr>
          <w:rtl/>
        </w:rPr>
        <w:t>،</w:t>
      </w:r>
      <w:r>
        <w:rPr>
          <w:rtl/>
        </w:rPr>
        <w:t xml:space="preserve"> </w:t>
      </w:r>
      <w:r w:rsidRPr="00DA0376">
        <w:rPr>
          <w:rtl/>
        </w:rPr>
        <w:t>فان كان سدس بصره حلف الرجل وحده واعطي</w:t>
      </w:r>
      <w:r w:rsidR="00CC15EB">
        <w:rPr>
          <w:rtl/>
        </w:rPr>
        <w:t>،</w:t>
      </w:r>
      <w:r>
        <w:rPr>
          <w:rtl/>
        </w:rPr>
        <w:t xml:space="preserve"> </w:t>
      </w:r>
      <w:r w:rsidRPr="00DA0376">
        <w:rPr>
          <w:rtl/>
        </w:rPr>
        <w:t>وان كان ثلث بصره حلف هو وحلف معه رجل آخر</w:t>
      </w:r>
      <w:r w:rsidR="00CC15EB">
        <w:rPr>
          <w:rtl/>
        </w:rPr>
        <w:t>،</w:t>
      </w:r>
      <w:r>
        <w:rPr>
          <w:rtl/>
        </w:rPr>
        <w:t xml:space="preserve"> </w:t>
      </w:r>
      <w:r w:rsidRPr="00DA0376">
        <w:rPr>
          <w:rtl/>
        </w:rPr>
        <w:t>وان كان نصف بصره حلف هو وحلف معه رجلان</w:t>
      </w:r>
      <w:r w:rsidR="00CC15EB">
        <w:rPr>
          <w:rtl/>
        </w:rPr>
        <w:t>،</w:t>
      </w:r>
      <w:r>
        <w:rPr>
          <w:rtl/>
        </w:rPr>
        <w:t xml:space="preserve"> </w:t>
      </w:r>
      <w:r w:rsidRPr="00DA0376">
        <w:rPr>
          <w:rtl/>
        </w:rPr>
        <w:t>وان كان ثلثي بصره حلف هو وحلف معه ثلاثة رجال</w:t>
      </w:r>
      <w:r w:rsidR="00CC15EB">
        <w:rPr>
          <w:rtl/>
        </w:rPr>
        <w:t>،</w:t>
      </w:r>
      <w:r>
        <w:rPr>
          <w:rtl/>
        </w:rPr>
        <w:t xml:space="preserve"> </w:t>
      </w:r>
      <w:r w:rsidRPr="00DA0376">
        <w:rPr>
          <w:rtl/>
        </w:rPr>
        <w:t>وان كان أربعة أخماس بصره حلف هو وحلف معه اربعة رجال وان كان بصره كله حلف هو وحلف معه خمسة رجال ذلك في القسامة في العينين قال</w:t>
      </w:r>
      <w:r w:rsidR="00CC15EB">
        <w:rPr>
          <w:rtl/>
        </w:rPr>
        <w:t>:</w:t>
      </w:r>
      <w:r>
        <w:rPr>
          <w:rtl/>
        </w:rPr>
        <w:t xml:space="preserve"> </w:t>
      </w:r>
      <w:r w:rsidRPr="00DA0376">
        <w:rPr>
          <w:rtl/>
        </w:rPr>
        <w:t xml:space="preserve">وافتى </w:t>
      </w:r>
      <w:r w:rsidR="00AC7755" w:rsidRPr="00AC7755">
        <w:rPr>
          <w:rStyle w:val="libAlaemChar"/>
          <w:rtl/>
        </w:rPr>
        <w:t>عليه‌السلام</w:t>
      </w:r>
      <w:r w:rsidRPr="00DA0376">
        <w:rPr>
          <w:rtl/>
        </w:rPr>
        <w:t xml:space="preserve"> فيمن لم يكن له من يحلف معه ولم يوثق به على ما ذهب من بصره انه يضاعف عليه اليمين</w:t>
      </w:r>
      <w:r w:rsidR="00CC15EB">
        <w:rPr>
          <w:rtl/>
        </w:rPr>
        <w:t>،</w:t>
      </w:r>
      <w:r>
        <w:rPr>
          <w:rtl/>
        </w:rPr>
        <w:t xml:space="preserve"> </w:t>
      </w:r>
      <w:r w:rsidRPr="00DA0376">
        <w:rPr>
          <w:rtl/>
        </w:rPr>
        <w:t>ان كان سدس بصره حلف واحدة</w:t>
      </w:r>
      <w:r w:rsidR="00CC15EB">
        <w:rPr>
          <w:rtl/>
        </w:rPr>
        <w:t>،</w:t>
      </w:r>
      <w:r>
        <w:rPr>
          <w:rtl/>
        </w:rPr>
        <w:t xml:space="preserve"> </w:t>
      </w:r>
      <w:r w:rsidRPr="00DA0376">
        <w:rPr>
          <w:rtl/>
        </w:rPr>
        <w:t>وان كان الثلث</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حلف مرتين وان كان النصف حلف ثلاث مرات</w:t>
      </w:r>
      <w:r w:rsidR="00CC15EB">
        <w:rPr>
          <w:rtl/>
        </w:rPr>
        <w:t>،</w:t>
      </w:r>
      <w:r>
        <w:rPr>
          <w:rtl/>
        </w:rPr>
        <w:t xml:space="preserve"> </w:t>
      </w:r>
      <w:r w:rsidRPr="00DA0376">
        <w:rPr>
          <w:rtl/>
        </w:rPr>
        <w:t>وان كان الثلثين حلف اربع مرات</w:t>
      </w:r>
      <w:r w:rsidR="00CC15EB">
        <w:rPr>
          <w:rtl/>
        </w:rPr>
        <w:t>،</w:t>
      </w:r>
      <w:r>
        <w:rPr>
          <w:rtl/>
        </w:rPr>
        <w:t xml:space="preserve"> </w:t>
      </w:r>
      <w:r w:rsidRPr="00DA0376">
        <w:rPr>
          <w:rtl/>
        </w:rPr>
        <w:t>وان كان خمسة اسداس حلف خمس مرات</w:t>
      </w:r>
      <w:r w:rsidR="00CC15EB">
        <w:rPr>
          <w:rtl/>
        </w:rPr>
        <w:t>،</w:t>
      </w:r>
      <w:r>
        <w:rPr>
          <w:rtl/>
        </w:rPr>
        <w:t xml:space="preserve"> </w:t>
      </w:r>
      <w:r w:rsidRPr="00DA0376">
        <w:rPr>
          <w:rtl/>
        </w:rPr>
        <w:t>وان كان بصره كله حلف ست مرات ثم يعطى</w:t>
      </w:r>
      <w:r w:rsidR="00CC15EB">
        <w:rPr>
          <w:rtl/>
        </w:rPr>
        <w:t>،</w:t>
      </w:r>
      <w:r>
        <w:rPr>
          <w:rtl/>
        </w:rPr>
        <w:t xml:space="preserve"> </w:t>
      </w:r>
      <w:r w:rsidRPr="00DA0376">
        <w:rPr>
          <w:rtl/>
        </w:rPr>
        <w:t>وان ابى ان يحلف لم يعط الا ما حلف عليه ووثق منه بصدق والوالي يستعين في ذلك بالسؤال والنظر والتثبت في القصاص والحدود والفود</w:t>
      </w:r>
      <w:r w:rsidR="00CC15EB">
        <w:rPr>
          <w:rtl/>
        </w:rPr>
        <w:t>،</w:t>
      </w:r>
      <w:r>
        <w:rPr>
          <w:rtl/>
        </w:rPr>
        <w:t xml:space="preserve"> </w:t>
      </w:r>
      <w:r w:rsidRPr="00DA0376">
        <w:rPr>
          <w:rtl/>
        </w:rPr>
        <w:t>وان اصاب سمعه شئ فعلى نحو ذلك يضرب له شئ لكي يعلم منتهى سمعه ثم يقاس ذلك</w:t>
      </w:r>
      <w:r w:rsidR="00CC15EB">
        <w:rPr>
          <w:rtl/>
        </w:rPr>
        <w:t>،</w:t>
      </w:r>
      <w:r>
        <w:rPr>
          <w:rtl/>
        </w:rPr>
        <w:t xml:space="preserve"> </w:t>
      </w:r>
      <w:r w:rsidRPr="00DA0376">
        <w:rPr>
          <w:rtl/>
        </w:rPr>
        <w:t>والقسامة على نحو ما نقص من سمعه فان كان سمعه كله فعلى نحو ذلك</w:t>
      </w:r>
      <w:r w:rsidR="00CC15EB">
        <w:rPr>
          <w:rtl/>
        </w:rPr>
        <w:t>،</w:t>
      </w:r>
      <w:r>
        <w:rPr>
          <w:rtl/>
        </w:rPr>
        <w:t xml:space="preserve"> </w:t>
      </w:r>
      <w:r w:rsidRPr="00DA0376">
        <w:rPr>
          <w:rtl/>
        </w:rPr>
        <w:t>وان خيف منه فجور ترك حتى يغفل ثم يصاح به</w:t>
      </w:r>
      <w:r w:rsidR="00CC15EB">
        <w:rPr>
          <w:rtl/>
        </w:rPr>
        <w:t>،</w:t>
      </w:r>
      <w:r>
        <w:rPr>
          <w:rtl/>
        </w:rPr>
        <w:t xml:space="preserve"> </w:t>
      </w:r>
      <w:r w:rsidRPr="00DA0376">
        <w:rPr>
          <w:rtl/>
        </w:rPr>
        <w:t>فان سمع عاوده الخصوم إلى الحاكم</w:t>
      </w:r>
      <w:r w:rsidR="00CC15EB">
        <w:rPr>
          <w:rtl/>
        </w:rPr>
        <w:t>،</w:t>
      </w:r>
      <w:r>
        <w:rPr>
          <w:rtl/>
        </w:rPr>
        <w:t xml:space="preserve"> </w:t>
      </w:r>
      <w:r w:rsidRPr="00DA0376">
        <w:rPr>
          <w:rtl/>
        </w:rPr>
        <w:t>والحاكم يعمل فيه برأيه ويحط عنه بعض ما اخذ</w:t>
      </w:r>
      <w:r w:rsidR="00CC15EB">
        <w:rPr>
          <w:rtl/>
        </w:rPr>
        <w:t>،</w:t>
      </w:r>
      <w:r>
        <w:rPr>
          <w:rtl/>
        </w:rPr>
        <w:t xml:space="preserve"> </w:t>
      </w:r>
      <w:r w:rsidRPr="00DA0376">
        <w:rPr>
          <w:rtl/>
        </w:rPr>
        <w:t>وان كان النقص في الفخذ أو في العضد فانه يقاس بخيط تقاس رجله الصحيحة أو يده الصحيحة ثم يقاس به المصابة فيعلم ما نقص من يده أو رجله</w:t>
      </w:r>
      <w:r w:rsidR="00CC15EB">
        <w:rPr>
          <w:rtl/>
        </w:rPr>
        <w:t>،</w:t>
      </w:r>
      <w:r>
        <w:rPr>
          <w:rtl/>
        </w:rPr>
        <w:t xml:space="preserve"> </w:t>
      </w:r>
      <w:r w:rsidRPr="00DA0376">
        <w:rPr>
          <w:rtl/>
        </w:rPr>
        <w:t>وان اصيب الساق أو الساعد من الفخذ أو العضد يقاس وينظر الحاكم قدر فخذه</w:t>
      </w:r>
      <w:r w:rsidR="00CC15EB">
        <w:rPr>
          <w:rtl/>
        </w:rPr>
        <w:t>،</w:t>
      </w:r>
      <w:r>
        <w:rPr>
          <w:rtl/>
        </w:rPr>
        <w:t xml:space="preserve"> </w:t>
      </w:r>
      <w:r w:rsidRPr="00DA0376">
        <w:rPr>
          <w:rtl/>
        </w:rPr>
        <w:t xml:space="preserve">وقضى </w:t>
      </w:r>
      <w:r w:rsidR="00AC7755" w:rsidRPr="00AC7755">
        <w:rPr>
          <w:rStyle w:val="libAlaemChar"/>
          <w:rtl/>
        </w:rPr>
        <w:t>عليه‌السلام</w:t>
      </w:r>
      <w:r w:rsidRPr="00DA0376">
        <w:rPr>
          <w:rtl/>
        </w:rPr>
        <w:t xml:space="preserve"> في صدغ الرجل إذا اصيب فلم يستطع ان يلتفت الا ما انحرف الرجل نصف الدية خمسمائة دينار</w:t>
      </w:r>
      <w:r w:rsidR="00CC15EB">
        <w:rPr>
          <w:rtl/>
        </w:rPr>
        <w:t>،</w:t>
      </w:r>
      <w:r>
        <w:rPr>
          <w:rtl/>
        </w:rPr>
        <w:t xml:space="preserve"> </w:t>
      </w:r>
      <w:r w:rsidRPr="00DA0376">
        <w:rPr>
          <w:rtl/>
        </w:rPr>
        <w:t>وما كان دون ذلك فبحسابه</w:t>
      </w:r>
      <w:r w:rsidR="00CC15EB">
        <w:rPr>
          <w:rtl/>
        </w:rPr>
        <w:t>،</w:t>
      </w:r>
      <w:r>
        <w:rPr>
          <w:rtl/>
        </w:rPr>
        <w:t xml:space="preserve"> </w:t>
      </w:r>
      <w:r w:rsidRPr="00DA0376">
        <w:rPr>
          <w:rtl/>
        </w:rPr>
        <w:t xml:space="preserve">وقضى </w:t>
      </w:r>
      <w:r w:rsidR="00AC7755" w:rsidRPr="00AC7755">
        <w:rPr>
          <w:rStyle w:val="libAlaemChar"/>
          <w:rtl/>
        </w:rPr>
        <w:t>عليه‌السلام</w:t>
      </w:r>
      <w:r w:rsidRPr="00DA0376">
        <w:rPr>
          <w:rtl/>
        </w:rPr>
        <w:t xml:space="preserve"> في شفر العين الاعلى ان اصيب فشتر فديته ثلث دية العين مائة وستة وستون دينارا وثلثا دينار</w:t>
      </w:r>
      <w:r w:rsidR="00CC15EB">
        <w:rPr>
          <w:rtl/>
        </w:rPr>
        <w:t>،</w:t>
      </w:r>
      <w:r>
        <w:rPr>
          <w:rtl/>
        </w:rPr>
        <w:t xml:space="preserve"> </w:t>
      </w:r>
      <w:r w:rsidRPr="00DA0376">
        <w:rPr>
          <w:rtl/>
        </w:rPr>
        <w:t>وان اصيب شفر العين الاسفل فديته نصف دية العين مائتا دينار وخمسون دينارا</w:t>
      </w:r>
      <w:r w:rsidR="00CC15EB">
        <w:rPr>
          <w:rtl/>
        </w:rPr>
        <w:t>،</w:t>
      </w:r>
      <w:r>
        <w:rPr>
          <w:rtl/>
        </w:rPr>
        <w:t xml:space="preserve"> </w:t>
      </w:r>
      <w:r w:rsidRPr="00DA0376">
        <w:rPr>
          <w:rtl/>
        </w:rPr>
        <w:t>فان اصيب الحاجب فذهب شعره كله فديته نصف دية العين مائتا دينار وخمسون دينارا فما اصيب منه فعلى حساب ذلك</w:t>
      </w:r>
      <w:r w:rsidR="00CC15EB">
        <w:rPr>
          <w:rtl/>
        </w:rPr>
        <w:t>،</w:t>
      </w:r>
      <w:r>
        <w:rPr>
          <w:rtl/>
        </w:rPr>
        <w:t xml:space="preserve"> </w:t>
      </w:r>
      <w:r w:rsidRPr="00DA0376">
        <w:rPr>
          <w:rtl/>
        </w:rPr>
        <w:t>فان قطعت روثة الانف فديتها خمسمائة دينار نصف الدية وان انفذت فيه نافذة لا تنسد بسهم أو برمح فديته ثلاثمائة وثلاث وثلاثون دينارا وثلث</w:t>
      </w:r>
      <w:r w:rsidR="00CC15EB">
        <w:rPr>
          <w:rtl/>
        </w:rPr>
        <w:t>،</w:t>
      </w:r>
      <w:r>
        <w:rPr>
          <w:rtl/>
        </w:rPr>
        <w:t xml:space="preserve"> </w:t>
      </w:r>
      <w:r w:rsidRPr="00DA0376">
        <w:rPr>
          <w:rtl/>
        </w:rPr>
        <w:t>وان كانت نافذة فبرئت والتأمت فديتها خمس دية روثة الانف مائة دينار فما أصيب فعلى حساب ذلك</w:t>
      </w:r>
      <w:r w:rsidR="00CC15EB">
        <w:rPr>
          <w:rtl/>
        </w:rPr>
        <w:t>،</w:t>
      </w:r>
      <w:r>
        <w:rPr>
          <w:rtl/>
        </w:rPr>
        <w:t xml:space="preserve"> </w:t>
      </w:r>
      <w:r w:rsidRPr="00DA0376">
        <w:rPr>
          <w:rtl/>
        </w:rPr>
        <w:t>فان كانت النافذة في احد المنخرين إلى الخيشوم وهو الحاجز بين المنخرين فديتها عشر دية روثة الانف لانه النصف</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والحاجز بين المنخرين خمسون دينارا</w:t>
      </w:r>
      <w:r w:rsidR="00CC15EB">
        <w:rPr>
          <w:rtl/>
        </w:rPr>
        <w:t>،</w:t>
      </w:r>
      <w:r>
        <w:rPr>
          <w:rtl/>
        </w:rPr>
        <w:t xml:space="preserve"> </w:t>
      </w:r>
      <w:r w:rsidRPr="00DA0376">
        <w:rPr>
          <w:rtl/>
        </w:rPr>
        <w:t>وان كانت الرمية نفذت في احد المنخرين والخيشوم الى المنخر الآخر فديتها ستة وستون دينارا وثلثا دينار</w:t>
      </w:r>
      <w:r w:rsidR="00CC15EB">
        <w:rPr>
          <w:rtl/>
        </w:rPr>
        <w:t>،</w:t>
      </w:r>
      <w:r>
        <w:rPr>
          <w:rtl/>
        </w:rPr>
        <w:t xml:space="preserve"> </w:t>
      </w:r>
      <w:r w:rsidRPr="00DA0376">
        <w:rPr>
          <w:rtl/>
        </w:rPr>
        <w:t>وإذا قطعت الشفة العليا واستؤصلت فديتها نصف الدية خمسمائة دينار فما قطع منها فبحساب ذلك فان انشقت فبدا منها الاسنان ثم دوويت فبرئت والتأمت فدية جرحها والحكومة فيها خمس دية الشفة مائة دينار وما قطع منها فبحساب ذلك وان شترت وشينت شينا قبيحا فديتها مائة دينار وستة وستون دينارا وثلثا دينار</w:t>
      </w:r>
      <w:r w:rsidR="00CC15EB">
        <w:rPr>
          <w:rtl/>
        </w:rPr>
        <w:t>،</w:t>
      </w:r>
      <w:r>
        <w:rPr>
          <w:rtl/>
        </w:rPr>
        <w:t xml:space="preserve"> </w:t>
      </w:r>
      <w:r w:rsidRPr="00DA0376">
        <w:rPr>
          <w:rtl/>
        </w:rPr>
        <w:t>ودية الشفة السفلى إذا قطعت واستؤصلت ثلثا الدية كملا ستمائة وستة وستون دينارا وثلثا دينار فما قطع منها فبحساب ذلك فان انشقت حتى يبدو منها الاسنان ثم برئت والتأمت مائة دينار وثلاثة وثلاثون دينارا وثلث دينار</w:t>
      </w:r>
      <w:r w:rsidR="00CC15EB">
        <w:rPr>
          <w:rtl/>
        </w:rPr>
        <w:t>،</w:t>
      </w:r>
      <w:r>
        <w:rPr>
          <w:rtl/>
        </w:rPr>
        <w:t xml:space="preserve"> </w:t>
      </w:r>
      <w:r w:rsidRPr="00DA0376">
        <w:rPr>
          <w:rtl/>
        </w:rPr>
        <w:t>وان أصيبت فشينت شينا فاحشا فديتها ثلاثمائة دينار وثلاثة وثلاثون دينارا وثلث دينار وذلك ثلث ديتها.</w:t>
      </w:r>
    </w:p>
    <w:p w:rsidR="00AC7755" w:rsidRDefault="00D45E0E" w:rsidP="00AC7755">
      <w:pPr>
        <w:pStyle w:val="libNormal"/>
        <w:rPr>
          <w:rtl/>
        </w:rPr>
      </w:pPr>
      <w:r w:rsidRPr="00DA0376">
        <w:rPr>
          <w:rtl/>
        </w:rPr>
        <w:t xml:space="preserve"> قال</w:t>
      </w:r>
      <w:r w:rsidR="00CC15EB">
        <w:rPr>
          <w:rtl/>
        </w:rPr>
        <w:t>:</w:t>
      </w:r>
      <w:r>
        <w:rPr>
          <w:rtl/>
        </w:rPr>
        <w:t xml:space="preserve"> </w:t>
      </w:r>
      <w:r w:rsidRPr="00DA0376">
        <w:rPr>
          <w:rtl/>
        </w:rPr>
        <w:t xml:space="preserve">وسألت ابا جعفر </w:t>
      </w:r>
      <w:r w:rsidR="00AC7755" w:rsidRPr="00AC7755">
        <w:rPr>
          <w:rStyle w:val="libAlaemChar"/>
          <w:rtl/>
        </w:rPr>
        <w:t>عليه‌السلام</w:t>
      </w:r>
      <w:r w:rsidRPr="00DA0376">
        <w:rPr>
          <w:rtl/>
        </w:rPr>
        <w:t xml:space="preserve"> عن ذلك فقال</w:t>
      </w:r>
      <w:r w:rsidR="00CC15EB">
        <w:rPr>
          <w:rtl/>
        </w:rPr>
        <w:t>:</w:t>
      </w:r>
      <w:r>
        <w:rPr>
          <w:rtl/>
        </w:rPr>
        <w:t xml:space="preserve"> </w:t>
      </w:r>
      <w:r w:rsidRPr="00DA0376">
        <w:rPr>
          <w:rtl/>
        </w:rPr>
        <w:t xml:space="preserve">بلغنا ان امير المؤمنين </w:t>
      </w:r>
      <w:r w:rsidR="00AC7755" w:rsidRPr="00AC7755">
        <w:rPr>
          <w:rStyle w:val="libAlaemChar"/>
          <w:rtl/>
        </w:rPr>
        <w:t>عليه‌السلام</w:t>
      </w:r>
      <w:r w:rsidRPr="00DA0376">
        <w:rPr>
          <w:rtl/>
        </w:rPr>
        <w:t xml:space="preserve"> فضلها لأنها تمسك الطعام والماء فلذلك فضلها في حكومته.</w:t>
      </w:r>
    </w:p>
    <w:p w:rsidR="00AC7755" w:rsidRDefault="00D45E0E" w:rsidP="00AC7755">
      <w:pPr>
        <w:pStyle w:val="libNormal"/>
        <w:rPr>
          <w:rtl/>
        </w:rPr>
      </w:pPr>
      <w:r w:rsidRPr="00DA0376">
        <w:rPr>
          <w:rtl/>
        </w:rPr>
        <w:t xml:space="preserve"> وفي الخد إذا كانت فيه نافذة وبدا منها جوف الفم فديتها مائة دينار فان دووى فبرئ والتأم وبه أثر بين وشين فاحش فديته خمسون دينارا فان كانت نافذة في الخدين كليهما فديتها مائة دينار وذلك نصف دية التى بدا منها الفم</w:t>
      </w:r>
      <w:r w:rsidR="00CC15EB">
        <w:rPr>
          <w:rtl/>
        </w:rPr>
        <w:t>،</w:t>
      </w:r>
      <w:r>
        <w:rPr>
          <w:rtl/>
        </w:rPr>
        <w:t xml:space="preserve"> </w:t>
      </w:r>
      <w:r w:rsidRPr="00DA0376">
        <w:rPr>
          <w:rtl/>
        </w:rPr>
        <w:t>فان كانت رميت بنصل ينفذ في العظم حتى ينفذ الى الحنك فديتها مائة وخمسون دينارا جعل منها خمسون دينارا لموضحتها</w:t>
      </w:r>
      <w:r w:rsidR="00CC15EB">
        <w:rPr>
          <w:rtl/>
        </w:rPr>
        <w:t>،</w:t>
      </w:r>
      <w:r>
        <w:rPr>
          <w:rtl/>
        </w:rPr>
        <w:t xml:space="preserve"> </w:t>
      </w:r>
      <w:r w:rsidRPr="00DA0376">
        <w:rPr>
          <w:rtl/>
        </w:rPr>
        <w:t>وان كانت ناقبة ولم تنفذ فديتها مائة دينار</w:t>
      </w:r>
      <w:r w:rsidR="00CC15EB">
        <w:rPr>
          <w:rtl/>
        </w:rPr>
        <w:t>،</w:t>
      </w:r>
      <w:r>
        <w:rPr>
          <w:rtl/>
        </w:rPr>
        <w:t xml:space="preserve"> </w:t>
      </w:r>
      <w:r w:rsidRPr="00DA0376">
        <w:rPr>
          <w:rtl/>
        </w:rPr>
        <w:t>فان كانت موضحة في شئ من الوجه فديتها خمسون دينارا</w:t>
      </w:r>
      <w:r w:rsidR="00CC15EB">
        <w:rPr>
          <w:rtl/>
        </w:rPr>
        <w:t>،</w:t>
      </w:r>
      <w:r>
        <w:rPr>
          <w:rtl/>
        </w:rPr>
        <w:t xml:space="preserve"> </w:t>
      </w:r>
      <w:r w:rsidRPr="00DA0376">
        <w:rPr>
          <w:rtl/>
        </w:rPr>
        <w:t>فان كان لها شين فدية شينها ربع دية موضحتها</w:t>
      </w:r>
      <w:r w:rsidR="00CC15EB">
        <w:rPr>
          <w:rtl/>
        </w:rPr>
        <w:t>،</w:t>
      </w:r>
      <w:r>
        <w:rPr>
          <w:rtl/>
        </w:rPr>
        <w:t xml:space="preserve"> </w:t>
      </w:r>
      <w:r w:rsidRPr="00DA0376">
        <w:rPr>
          <w:rtl/>
        </w:rPr>
        <w:t>وان كان جرحا ولم يوضح ثم برئ وكان في الخدين أثر فديته عشرة دنانير</w:t>
      </w:r>
      <w:r w:rsidR="00CC15EB">
        <w:rPr>
          <w:rtl/>
        </w:rPr>
        <w:t>،</w:t>
      </w:r>
      <w:r>
        <w:rPr>
          <w:rtl/>
        </w:rPr>
        <w:t xml:space="preserve"> </w:t>
      </w:r>
      <w:r w:rsidRPr="00DA0376">
        <w:rPr>
          <w:rtl/>
        </w:rPr>
        <w:t>وان كان في الوجه صدع فديته ثمانون دينارا فان سقطت منه جدوة لحم ولم يوضح وكان قدر الدرهم فما فوق ذلك فديتها ثلاثون دينارا</w:t>
      </w:r>
      <w:r w:rsidR="00CC15EB">
        <w:rPr>
          <w:rtl/>
        </w:rPr>
        <w:t>،</w:t>
      </w:r>
      <w:r>
        <w:rPr>
          <w:rtl/>
        </w:rPr>
        <w:t xml:space="preserve"> </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ودية الشجة ان كانت موضحة اربعون دينارا إذا كانت في الجسد</w:t>
      </w:r>
      <w:r w:rsidR="00CC15EB">
        <w:rPr>
          <w:rtl/>
        </w:rPr>
        <w:t>،</w:t>
      </w:r>
      <w:r>
        <w:rPr>
          <w:rtl/>
        </w:rPr>
        <w:t xml:space="preserve"> </w:t>
      </w:r>
      <w:r w:rsidRPr="00DA0376">
        <w:rPr>
          <w:rtl/>
        </w:rPr>
        <w:t>وفي موضع الرأس خمسون دينارا فان نقل منها العظام فديتها مائة دينار وخمسون دينارا</w:t>
      </w:r>
      <w:r w:rsidR="00CC15EB">
        <w:rPr>
          <w:rtl/>
        </w:rPr>
        <w:t>،</w:t>
      </w:r>
      <w:r>
        <w:rPr>
          <w:rtl/>
        </w:rPr>
        <w:t xml:space="preserve"> </w:t>
      </w:r>
      <w:r w:rsidRPr="00DA0376">
        <w:rPr>
          <w:rtl/>
        </w:rPr>
        <w:t xml:space="preserve">فان كانت ناقبة في الرأس فتلك تسمى المأمومة وفيها ثلث الدية ثلاثمائة دينار وثلاثة وثلاثون دينارا وثلث دينار. وجعل </w:t>
      </w:r>
      <w:r w:rsidR="00AC7755" w:rsidRPr="00AC7755">
        <w:rPr>
          <w:rStyle w:val="libAlaemChar"/>
          <w:rtl/>
        </w:rPr>
        <w:t>عليه‌السلام</w:t>
      </w:r>
      <w:r w:rsidRPr="00DA0376">
        <w:rPr>
          <w:rtl/>
        </w:rPr>
        <w:t xml:space="preserve"> في الاسنان في كل سن خمسين دينارا</w:t>
      </w:r>
      <w:r w:rsidR="00CC15EB">
        <w:rPr>
          <w:rtl/>
        </w:rPr>
        <w:t>،</w:t>
      </w:r>
      <w:r>
        <w:rPr>
          <w:rtl/>
        </w:rPr>
        <w:t xml:space="preserve"> </w:t>
      </w:r>
    </w:p>
    <w:p w:rsidR="00AC7755" w:rsidRDefault="00D45E0E" w:rsidP="00AC7755">
      <w:pPr>
        <w:pStyle w:val="libNormal"/>
        <w:rPr>
          <w:rtl/>
        </w:rPr>
      </w:pPr>
      <w:r w:rsidRPr="00DA0376">
        <w:rPr>
          <w:rtl/>
        </w:rPr>
        <w:t xml:space="preserve"> وجعل الاسنان سواءا وكان قبل ذلك يجعل في الثنية خمسين دينارا</w:t>
      </w:r>
      <w:r w:rsidR="00CC15EB">
        <w:rPr>
          <w:rtl/>
        </w:rPr>
        <w:t>،</w:t>
      </w:r>
      <w:r>
        <w:rPr>
          <w:rtl/>
        </w:rPr>
        <w:t xml:space="preserve"> </w:t>
      </w:r>
      <w:r w:rsidRPr="00DA0376">
        <w:rPr>
          <w:rtl/>
        </w:rPr>
        <w:t>وفيما سوى ذلك من الاسنان في الرباعية اربعين دينارا</w:t>
      </w:r>
      <w:r w:rsidR="00CC15EB">
        <w:rPr>
          <w:rtl/>
        </w:rPr>
        <w:t>،</w:t>
      </w:r>
      <w:r>
        <w:rPr>
          <w:rtl/>
        </w:rPr>
        <w:t xml:space="preserve"> </w:t>
      </w:r>
      <w:r w:rsidRPr="00DA0376">
        <w:rPr>
          <w:rtl/>
        </w:rPr>
        <w:t>وفي الناب ثلاثين دينارا</w:t>
      </w:r>
      <w:r w:rsidR="00CC15EB">
        <w:rPr>
          <w:rtl/>
        </w:rPr>
        <w:t>،</w:t>
      </w:r>
      <w:r>
        <w:rPr>
          <w:rtl/>
        </w:rPr>
        <w:t xml:space="preserve"> </w:t>
      </w:r>
      <w:r w:rsidRPr="00DA0376">
        <w:rPr>
          <w:rtl/>
        </w:rPr>
        <w:t>وفى الضرس خمسة وعشرين دينارا</w:t>
      </w:r>
      <w:r w:rsidR="00CC15EB">
        <w:rPr>
          <w:rtl/>
        </w:rPr>
        <w:t>،</w:t>
      </w:r>
      <w:r>
        <w:rPr>
          <w:rtl/>
        </w:rPr>
        <w:t xml:space="preserve"> </w:t>
      </w:r>
      <w:r w:rsidRPr="00DA0376">
        <w:rPr>
          <w:rtl/>
        </w:rPr>
        <w:t>فإذا اسودت السن إلى الحول فلم تسقط فديتها دية الساقط خمسون دينارا وان تصدعت ولم تسقط فديتها خمسة وعشرون دينارا فما انكسر منها فبحسابه من الخمسين</w:t>
      </w:r>
      <w:r w:rsidR="00CC15EB">
        <w:rPr>
          <w:rtl/>
        </w:rPr>
        <w:t>،</w:t>
      </w:r>
      <w:r>
        <w:rPr>
          <w:rtl/>
        </w:rPr>
        <w:t xml:space="preserve"> </w:t>
      </w:r>
      <w:r w:rsidRPr="00DA0376">
        <w:rPr>
          <w:rtl/>
        </w:rPr>
        <w:t>وان سقطت بعد وهي سوداء فديتها اثنا عشر دينارا ونصف</w:t>
      </w:r>
      <w:r w:rsidR="00CC15EB">
        <w:rPr>
          <w:rtl/>
        </w:rPr>
        <w:t>،</w:t>
      </w:r>
      <w:r>
        <w:rPr>
          <w:rtl/>
        </w:rPr>
        <w:t xml:space="preserve"> </w:t>
      </w:r>
      <w:r w:rsidRPr="00DA0376">
        <w:rPr>
          <w:rtl/>
        </w:rPr>
        <w:t>وما انكسر منها من شئ فبحسابه من الخمسة وعشرين دينارا.</w:t>
      </w:r>
    </w:p>
    <w:p w:rsidR="00AC7755" w:rsidRDefault="00D45E0E" w:rsidP="00AC7755">
      <w:pPr>
        <w:pStyle w:val="libNormal"/>
        <w:rPr>
          <w:rtl/>
        </w:rPr>
      </w:pPr>
      <w:r w:rsidRPr="00DA0376">
        <w:rPr>
          <w:rtl/>
        </w:rPr>
        <w:t xml:space="preserve"> وفي الترقوة إذا انكسرت فجبرت على غير عثم ولا عيب اربعون دينارا</w:t>
      </w:r>
      <w:r w:rsidR="00CC15EB">
        <w:rPr>
          <w:rtl/>
        </w:rPr>
        <w:t>،</w:t>
      </w:r>
      <w:r>
        <w:rPr>
          <w:rtl/>
        </w:rPr>
        <w:t xml:space="preserve"> </w:t>
      </w:r>
      <w:r w:rsidRPr="00DA0376">
        <w:rPr>
          <w:rtl/>
        </w:rPr>
        <w:t>فان انصدعت فديتها اربعة اخماس دية كسرها اثنان وثلاثون دينارا</w:t>
      </w:r>
      <w:r w:rsidR="00CC15EB">
        <w:rPr>
          <w:rtl/>
        </w:rPr>
        <w:t>،</w:t>
      </w:r>
      <w:r>
        <w:rPr>
          <w:rtl/>
        </w:rPr>
        <w:t xml:space="preserve"> </w:t>
      </w:r>
      <w:r w:rsidRPr="00DA0376">
        <w:rPr>
          <w:rtl/>
        </w:rPr>
        <w:t>فان اوضحت فديتها خمسة وعشرون دينارا</w:t>
      </w:r>
      <w:r w:rsidR="00CC15EB">
        <w:rPr>
          <w:rtl/>
        </w:rPr>
        <w:t>،</w:t>
      </w:r>
      <w:r>
        <w:rPr>
          <w:rtl/>
        </w:rPr>
        <w:t xml:space="preserve"> </w:t>
      </w:r>
      <w:r w:rsidRPr="00DA0376">
        <w:rPr>
          <w:rtl/>
        </w:rPr>
        <w:t>وذلك خمسة اجزاء من ديتها إذا انكسرت</w:t>
      </w:r>
      <w:r w:rsidR="00CC15EB">
        <w:rPr>
          <w:rtl/>
        </w:rPr>
        <w:t>،</w:t>
      </w:r>
      <w:r>
        <w:rPr>
          <w:rtl/>
        </w:rPr>
        <w:t xml:space="preserve"> </w:t>
      </w:r>
      <w:r w:rsidRPr="00DA0376">
        <w:rPr>
          <w:rtl/>
        </w:rPr>
        <w:t>فان نقل منها العظام فديتها نصف دية كسرها عشرون دينارا</w:t>
      </w:r>
      <w:r w:rsidR="00CC15EB">
        <w:rPr>
          <w:rtl/>
        </w:rPr>
        <w:t>،</w:t>
      </w:r>
      <w:r>
        <w:rPr>
          <w:rtl/>
        </w:rPr>
        <w:t xml:space="preserve"> </w:t>
      </w:r>
      <w:r w:rsidRPr="00DA0376">
        <w:rPr>
          <w:rtl/>
        </w:rPr>
        <w:t xml:space="preserve">فان نقبت فديتها ربع دية كسرها عشرة دنانير. </w:t>
      </w:r>
    </w:p>
    <w:p w:rsidR="00AC7755" w:rsidRDefault="00D45E0E" w:rsidP="00AC7755">
      <w:pPr>
        <w:pStyle w:val="libNormal"/>
        <w:rPr>
          <w:rtl/>
        </w:rPr>
      </w:pPr>
      <w:r w:rsidRPr="00DA0376">
        <w:rPr>
          <w:rtl/>
        </w:rPr>
        <w:t>ودية المنكب إذا كسر خمس دية اليد مائة دينار</w:t>
      </w:r>
      <w:r w:rsidR="00CC15EB">
        <w:rPr>
          <w:rtl/>
        </w:rPr>
        <w:t>،</w:t>
      </w:r>
      <w:r>
        <w:rPr>
          <w:rtl/>
        </w:rPr>
        <w:t xml:space="preserve"> </w:t>
      </w:r>
      <w:r w:rsidRPr="00DA0376">
        <w:rPr>
          <w:rtl/>
        </w:rPr>
        <w:t>فان كان في المنكب صدع فديته اربعة اخماس دية كسره ثمانون دينارا</w:t>
      </w:r>
      <w:r w:rsidR="00CC15EB">
        <w:rPr>
          <w:rtl/>
        </w:rPr>
        <w:t>،</w:t>
      </w:r>
      <w:r>
        <w:rPr>
          <w:rtl/>
        </w:rPr>
        <w:t xml:space="preserve"> </w:t>
      </w:r>
      <w:r w:rsidRPr="00DA0376">
        <w:rPr>
          <w:rtl/>
        </w:rPr>
        <w:t>فان اوضح فديته ربع دية كسره خمسة وعشرون دينارا</w:t>
      </w:r>
      <w:r w:rsidR="00CC15EB">
        <w:rPr>
          <w:rtl/>
        </w:rPr>
        <w:t>،</w:t>
      </w:r>
      <w:r>
        <w:rPr>
          <w:rtl/>
        </w:rPr>
        <w:t xml:space="preserve"> </w:t>
      </w:r>
      <w:r w:rsidRPr="00DA0376">
        <w:rPr>
          <w:rtl/>
        </w:rPr>
        <w:t>فان نقلت منه العظام فديته مائة دينار وخمسة وسبعون دينارا منها مائة دينار دية كسره وخمسون دينارا لنقل العظام وخمسة وعشرون دينارا للموضحة</w:t>
      </w:r>
      <w:r w:rsidR="00CC15EB">
        <w:rPr>
          <w:rtl/>
        </w:rPr>
        <w:t>،</w:t>
      </w:r>
      <w:r>
        <w:rPr>
          <w:rtl/>
        </w:rPr>
        <w:t xml:space="preserve"> </w:t>
      </w:r>
      <w:r w:rsidRPr="00DA0376">
        <w:rPr>
          <w:rtl/>
        </w:rPr>
        <w:t>وان كانت ناقبة فديتها ربع دية كسرها خمسة وعشرون دينارا</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فان رض فعثم فديته ثلث دية النفس ثلاثمائة دينار وثلاثة وثلاثون دينارا وثلث دينار</w:t>
      </w:r>
      <w:r w:rsidR="00CC15EB">
        <w:rPr>
          <w:rtl/>
        </w:rPr>
        <w:t>،</w:t>
      </w:r>
      <w:r>
        <w:rPr>
          <w:rtl/>
        </w:rPr>
        <w:t xml:space="preserve"> </w:t>
      </w:r>
      <w:r w:rsidRPr="00DA0376">
        <w:rPr>
          <w:rtl/>
        </w:rPr>
        <w:t xml:space="preserve">فان كان فك فديته ثلاثون دينارا. </w:t>
      </w:r>
    </w:p>
    <w:p w:rsidR="00AC7755" w:rsidRDefault="00D45E0E" w:rsidP="00AC7755">
      <w:pPr>
        <w:pStyle w:val="libNormal"/>
        <w:rPr>
          <w:rtl/>
        </w:rPr>
      </w:pPr>
      <w:r w:rsidRPr="00DA0376">
        <w:rPr>
          <w:rtl/>
        </w:rPr>
        <w:t>وفي العضد إذا كسرت فجبرت على غير عثم ولا عيب فديتها خمس دية اليد مائة دينار</w:t>
      </w:r>
      <w:r w:rsidR="00CC15EB">
        <w:rPr>
          <w:rtl/>
        </w:rPr>
        <w:t>،</w:t>
      </w:r>
      <w:r>
        <w:rPr>
          <w:rtl/>
        </w:rPr>
        <w:t xml:space="preserve"> </w:t>
      </w:r>
      <w:r w:rsidRPr="00DA0376">
        <w:rPr>
          <w:rtl/>
        </w:rPr>
        <w:t>ودية موضحتها ربع دية كسرها خمسة وعشرون دينارا</w:t>
      </w:r>
      <w:r w:rsidR="00CC15EB">
        <w:rPr>
          <w:rtl/>
        </w:rPr>
        <w:t>،</w:t>
      </w:r>
      <w:r>
        <w:rPr>
          <w:rtl/>
        </w:rPr>
        <w:t xml:space="preserve"> </w:t>
      </w:r>
      <w:r w:rsidRPr="00DA0376">
        <w:rPr>
          <w:rtl/>
        </w:rPr>
        <w:t>ودية نقل عظامها نصف دية كسرها خمسون دينارا ودية نقبها ربع دية كسرها خمسة وعشرون دينارا.</w:t>
      </w:r>
    </w:p>
    <w:p w:rsidR="00AC7755" w:rsidRDefault="00D45E0E" w:rsidP="00AC7755">
      <w:pPr>
        <w:pStyle w:val="libNormal"/>
        <w:rPr>
          <w:rtl/>
        </w:rPr>
      </w:pPr>
      <w:r w:rsidRPr="00DA0376">
        <w:rPr>
          <w:rtl/>
        </w:rPr>
        <w:t xml:space="preserve"> وفي المرفق إذا كسر فجبر على غير عثم ولا عيب فديته مائة دينار وذلك خمس دية اليد</w:t>
      </w:r>
      <w:r w:rsidR="00CC15EB">
        <w:rPr>
          <w:rtl/>
        </w:rPr>
        <w:t>،</w:t>
      </w:r>
      <w:r>
        <w:rPr>
          <w:rtl/>
        </w:rPr>
        <w:t xml:space="preserve"> </w:t>
      </w:r>
      <w:r w:rsidRPr="00DA0376">
        <w:rPr>
          <w:rtl/>
        </w:rPr>
        <w:t>فان انصدع فديته اربعة اخماس دية كسره ثمانون دينارا</w:t>
      </w:r>
      <w:r w:rsidR="00CC15EB">
        <w:rPr>
          <w:rtl/>
        </w:rPr>
        <w:t>،</w:t>
      </w:r>
      <w:r>
        <w:rPr>
          <w:rtl/>
        </w:rPr>
        <w:t xml:space="preserve"> </w:t>
      </w:r>
      <w:r w:rsidRPr="00DA0376">
        <w:rPr>
          <w:rtl/>
        </w:rPr>
        <w:t>فان اوضح فديته ربع دية كسره خمسة وعشرون دينارا</w:t>
      </w:r>
      <w:r w:rsidR="00CC15EB">
        <w:rPr>
          <w:rtl/>
        </w:rPr>
        <w:t>،</w:t>
      </w:r>
      <w:r>
        <w:rPr>
          <w:rtl/>
        </w:rPr>
        <w:t xml:space="preserve"> </w:t>
      </w:r>
      <w:r w:rsidRPr="00DA0376">
        <w:rPr>
          <w:rtl/>
        </w:rPr>
        <w:t>فان نقلت منه العظام فديته مائة دينار وخمسة وسبعون دينارا للكسر مائة دينار ولنقل العظام خمسون دينارا وللموضحة خمسة وعشرون دينارا</w:t>
      </w:r>
      <w:r w:rsidR="00CC15EB">
        <w:rPr>
          <w:rtl/>
        </w:rPr>
        <w:t>،</w:t>
      </w:r>
      <w:r>
        <w:rPr>
          <w:rtl/>
        </w:rPr>
        <w:t xml:space="preserve"> </w:t>
      </w:r>
      <w:r w:rsidRPr="00DA0376">
        <w:rPr>
          <w:rtl/>
        </w:rPr>
        <w:t>فان كانت فيه ناقبة فديتها ربع دية كسره خمسة وعشرون دينارا</w:t>
      </w:r>
      <w:r w:rsidR="00CC15EB">
        <w:rPr>
          <w:rtl/>
        </w:rPr>
        <w:t>،</w:t>
      </w:r>
      <w:r>
        <w:rPr>
          <w:rtl/>
        </w:rPr>
        <w:t xml:space="preserve"> </w:t>
      </w:r>
      <w:r w:rsidRPr="00DA0376">
        <w:rPr>
          <w:rtl/>
        </w:rPr>
        <w:t>فان رض المرفق فعثم فديته ثلث دية النفس ثلاثمائة دينار وثلاثة وثلاثون دينارا وثلث دينار</w:t>
      </w:r>
      <w:r w:rsidR="00CC15EB">
        <w:rPr>
          <w:rtl/>
        </w:rPr>
        <w:t>،</w:t>
      </w:r>
      <w:r>
        <w:rPr>
          <w:rtl/>
        </w:rPr>
        <w:t xml:space="preserve"> </w:t>
      </w:r>
      <w:r w:rsidRPr="00DA0376">
        <w:rPr>
          <w:rtl/>
        </w:rPr>
        <w:t xml:space="preserve">فان فك فديته ثلاثون دينارا وفي المرفق الآخر مثل ذلك سواء. </w:t>
      </w:r>
    </w:p>
    <w:p w:rsidR="00AC7755" w:rsidRDefault="00D45E0E" w:rsidP="00AC7755">
      <w:pPr>
        <w:pStyle w:val="libNormal"/>
        <w:rPr>
          <w:rtl/>
        </w:rPr>
      </w:pPr>
      <w:r w:rsidRPr="00DA0376">
        <w:rPr>
          <w:rtl/>
        </w:rPr>
        <w:t>وفى الساعد إذا كسر فجبر على غير عثم ولا عيب ثلث دية النفس ثلاثمائة وثلاثة وثلاثون دينارا وثلث دينار</w:t>
      </w:r>
      <w:r w:rsidR="00CC15EB">
        <w:rPr>
          <w:rtl/>
        </w:rPr>
        <w:t>،</w:t>
      </w:r>
      <w:r>
        <w:rPr>
          <w:rtl/>
        </w:rPr>
        <w:t xml:space="preserve"> </w:t>
      </w:r>
      <w:r w:rsidRPr="00DA0376">
        <w:rPr>
          <w:rtl/>
        </w:rPr>
        <w:t>فان كسر احدى القصبتين من الساعدين فديتها خمس دية اليد مائة دينار وفي احداهما ايضا في الكسر لاحد الزندين خمسون دينارا</w:t>
      </w:r>
      <w:r w:rsidR="00CC15EB">
        <w:rPr>
          <w:rtl/>
        </w:rPr>
        <w:t>،</w:t>
      </w:r>
      <w:r>
        <w:rPr>
          <w:rtl/>
        </w:rPr>
        <w:t xml:space="preserve"> </w:t>
      </w:r>
      <w:r w:rsidRPr="00DA0376">
        <w:rPr>
          <w:rtl/>
        </w:rPr>
        <w:t>وفي كليهما مائة دينار</w:t>
      </w:r>
      <w:r w:rsidR="00CC15EB">
        <w:rPr>
          <w:rtl/>
        </w:rPr>
        <w:t>،</w:t>
      </w:r>
      <w:r>
        <w:rPr>
          <w:rtl/>
        </w:rPr>
        <w:t xml:space="preserve"> </w:t>
      </w:r>
      <w:r w:rsidRPr="00DA0376">
        <w:rPr>
          <w:rtl/>
        </w:rPr>
        <w:t>فان انصدع احدى القصبتين ففيها اربعة اخماس دية احدى قصبتي الساعد اربعون دينارا</w:t>
      </w:r>
      <w:r w:rsidR="00CC15EB">
        <w:rPr>
          <w:rtl/>
        </w:rPr>
        <w:t>،</w:t>
      </w:r>
      <w:r>
        <w:rPr>
          <w:rtl/>
        </w:rPr>
        <w:t xml:space="preserve"> </w:t>
      </w:r>
      <w:r w:rsidRPr="00DA0376">
        <w:rPr>
          <w:rtl/>
        </w:rPr>
        <w:t>ودية موضحتها ربع دية كسرها خمسة وعشرون دينارا</w:t>
      </w:r>
      <w:r w:rsidR="00CC15EB">
        <w:rPr>
          <w:rtl/>
        </w:rPr>
        <w:t>،</w:t>
      </w:r>
      <w:r>
        <w:rPr>
          <w:rtl/>
        </w:rPr>
        <w:t xml:space="preserve"> </w:t>
      </w:r>
      <w:r w:rsidRPr="00DA0376">
        <w:rPr>
          <w:rtl/>
        </w:rPr>
        <w:t>ودية نقل عظامها مائة دينار وذلك خمس دية اليد</w:t>
      </w:r>
      <w:r w:rsidR="00CC15EB">
        <w:rPr>
          <w:rtl/>
        </w:rPr>
        <w:t>،</w:t>
      </w:r>
      <w:r>
        <w:rPr>
          <w:rtl/>
        </w:rPr>
        <w:t xml:space="preserve"> </w:t>
      </w:r>
      <w:r w:rsidRPr="00DA0376">
        <w:rPr>
          <w:rtl/>
        </w:rPr>
        <w:t>وان كانت ناقبة فديتها ربع دية كسرها خمسة وعشرون دينارا</w:t>
      </w:r>
      <w:r w:rsidR="00CC15EB">
        <w:rPr>
          <w:rtl/>
        </w:rPr>
        <w:t>،</w:t>
      </w:r>
      <w:r>
        <w:rPr>
          <w:rtl/>
        </w:rPr>
        <w:t xml:space="preserve"> </w:t>
      </w:r>
      <w:r w:rsidRPr="00DA0376">
        <w:rPr>
          <w:rtl/>
        </w:rPr>
        <w:t>ودية نقبها نصف دية</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موضحتها اثنا عشر دينارا ونصف</w:t>
      </w:r>
      <w:r w:rsidR="00CC15EB">
        <w:rPr>
          <w:rtl/>
        </w:rPr>
        <w:t>،</w:t>
      </w:r>
      <w:r>
        <w:rPr>
          <w:rtl/>
        </w:rPr>
        <w:t xml:space="preserve"> </w:t>
      </w:r>
      <w:r w:rsidRPr="00DA0376">
        <w:rPr>
          <w:rtl/>
        </w:rPr>
        <w:t>ودية نافذتها خمسون دينارا</w:t>
      </w:r>
      <w:r w:rsidR="00CC15EB">
        <w:rPr>
          <w:rtl/>
        </w:rPr>
        <w:t>،</w:t>
      </w:r>
      <w:r>
        <w:rPr>
          <w:rtl/>
        </w:rPr>
        <w:t xml:space="preserve"> </w:t>
      </w:r>
      <w:r w:rsidRPr="00DA0376">
        <w:rPr>
          <w:rtl/>
        </w:rPr>
        <w:t>فان صارت فيها قرحة لا تبرأ فديتها ثلث دية الساعد ثلاثة وثلاثون دينارا وثلث دينار</w:t>
      </w:r>
      <w:r w:rsidR="00CC15EB">
        <w:rPr>
          <w:rtl/>
        </w:rPr>
        <w:t>،</w:t>
      </w:r>
      <w:r>
        <w:rPr>
          <w:rtl/>
        </w:rPr>
        <w:t xml:space="preserve"> </w:t>
      </w:r>
      <w:r w:rsidRPr="00DA0376">
        <w:rPr>
          <w:rtl/>
        </w:rPr>
        <w:t>فذلك ثلث دية التي هي فيه.</w:t>
      </w:r>
    </w:p>
    <w:p w:rsidR="00AC7755" w:rsidRDefault="00D45E0E" w:rsidP="00AC7755">
      <w:pPr>
        <w:pStyle w:val="libNormal"/>
        <w:rPr>
          <w:rtl/>
        </w:rPr>
      </w:pPr>
      <w:r w:rsidRPr="00DA0376">
        <w:rPr>
          <w:rtl/>
        </w:rPr>
        <w:t xml:space="preserve"> ودية الرسغ إذا رض فجبر على غير عثم ولا عيب ثلث دية اليد مائة دينار وستة وستون دينارا وثلثا دينار قال الخليل</w:t>
      </w:r>
      <w:r w:rsidR="00CC15EB">
        <w:rPr>
          <w:rtl/>
        </w:rPr>
        <w:t>:</w:t>
      </w:r>
      <w:r>
        <w:rPr>
          <w:rtl/>
        </w:rPr>
        <w:t xml:space="preserve"> </w:t>
      </w:r>
      <w:r w:rsidRPr="00DA0376">
        <w:rPr>
          <w:rtl/>
        </w:rPr>
        <w:t>الرسغ مفصل ما بين الساعد والكف وفى الكف إذا كسرت فجبرت على غير عثم ولا عيب خمس دية اليد مائة دينار</w:t>
      </w:r>
      <w:r w:rsidR="00CC15EB">
        <w:rPr>
          <w:rtl/>
        </w:rPr>
        <w:t>،</w:t>
      </w:r>
      <w:r>
        <w:rPr>
          <w:rtl/>
        </w:rPr>
        <w:t xml:space="preserve"> </w:t>
      </w:r>
      <w:r w:rsidRPr="00DA0376">
        <w:rPr>
          <w:rtl/>
        </w:rPr>
        <w:t>فان فك الكف فديتها ثلث دية اليد مائة دينار وستة وستون دينارا وثلثا دينار</w:t>
      </w:r>
      <w:r w:rsidR="00CC15EB">
        <w:rPr>
          <w:rtl/>
        </w:rPr>
        <w:t>،</w:t>
      </w:r>
      <w:r>
        <w:rPr>
          <w:rtl/>
        </w:rPr>
        <w:t xml:space="preserve"> </w:t>
      </w:r>
      <w:r w:rsidRPr="00DA0376">
        <w:rPr>
          <w:rtl/>
        </w:rPr>
        <w:t>وفي موضحتها ربع دية كسرها خمسة وعشرون دينارا</w:t>
      </w:r>
      <w:r w:rsidR="00CC15EB">
        <w:rPr>
          <w:rtl/>
        </w:rPr>
        <w:t>،</w:t>
      </w:r>
      <w:r>
        <w:rPr>
          <w:rtl/>
        </w:rPr>
        <w:t xml:space="preserve"> </w:t>
      </w:r>
      <w:r w:rsidRPr="00DA0376">
        <w:rPr>
          <w:rtl/>
        </w:rPr>
        <w:t>ودية نقل عظامها مائة دينار وثمانية وسبعون دينارا نصف دية كسرها</w:t>
      </w:r>
      <w:r w:rsidR="00CC15EB">
        <w:rPr>
          <w:rtl/>
        </w:rPr>
        <w:t>،</w:t>
      </w:r>
      <w:r>
        <w:rPr>
          <w:rtl/>
        </w:rPr>
        <w:t xml:space="preserve"> </w:t>
      </w:r>
      <w:r w:rsidRPr="00DA0376">
        <w:rPr>
          <w:rtl/>
        </w:rPr>
        <w:t>وفي نافذتها ان لم تنسد خمس دية اليد مائة دينار</w:t>
      </w:r>
      <w:r w:rsidR="00CC15EB">
        <w:rPr>
          <w:rtl/>
        </w:rPr>
        <w:t>،</w:t>
      </w:r>
      <w:r>
        <w:rPr>
          <w:rtl/>
        </w:rPr>
        <w:t xml:space="preserve"> </w:t>
      </w:r>
      <w:r w:rsidRPr="00DA0376">
        <w:rPr>
          <w:rtl/>
        </w:rPr>
        <w:t>فان كانت نافذة فديتها ربع دية كسرها خمسة وعشرون دينارا.</w:t>
      </w:r>
    </w:p>
    <w:p w:rsidR="00AC7755" w:rsidRDefault="00D45E0E" w:rsidP="00AC7755">
      <w:pPr>
        <w:pStyle w:val="libNormal"/>
        <w:rPr>
          <w:rtl/>
        </w:rPr>
      </w:pPr>
      <w:r w:rsidRPr="00DA0376">
        <w:rPr>
          <w:rtl/>
        </w:rPr>
        <w:t xml:space="preserve"> ودية الاصابع والقصب الذى في الكف في الابهام إذا قطع ثلث دية اليد مائة دينار وستة وستون دينارا وثلثا دينار</w:t>
      </w:r>
      <w:r w:rsidR="00CC15EB">
        <w:rPr>
          <w:rtl/>
        </w:rPr>
        <w:t>،</w:t>
      </w:r>
      <w:r>
        <w:rPr>
          <w:rtl/>
        </w:rPr>
        <w:t xml:space="preserve"> </w:t>
      </w:r>
      <w:r w:rsidRPr="00DA0376">
        <w:rPr>
          <w:rtl/>
        </w:rPr>
        <w:t>ودية قصبة الابهام التى في الكف تجبر على غير عثم خمس دية الابهام ثلاثة وثلاثون دينارا وثلث دينار إذا استوى جبرها وثبت</w:t>
      </w:r>
      <w:r w:rsidR="00CC15EB">
        <w:rPr>
          <w:rtl/>
        </w:rPr>
        <w:t>،</w:t>
      </w:r>
      <w:r>
        <w:rPr>
          <w:rtl/>
        </w:rPr>
        <w:t xml:space="preserve"> </w:t>
      </w:r>
      <w:r w:rsidRPr="00DA0376">
        <w:rPr>
          <w:rtl/>
        </w:rPr>
        <w:t>ودية صدعها ستة وعشرون دينارا وثلثا دينار</w:t>
      </w:r>
      <w:r w:rsidR="00CC15EB">
        <w:rPr>
          <w:rtl/>
        </w:rPr>
        <w:t>،</w:t>
      </w:r>
      <w:r>
        <w:rPr>
          <w:rtl/>
        </w:rPr>
        <w:t xml:space="preserve"> </w:t>
      </w:r>
      <w:r w:rsidRPr="00DA0376">
        <w:rPr>
          <w:rtl/>
        </w:rPr>
        <w:t>ودية موضحتها ثمانية دنانير وثلث دينار نصف دية نقل عظامها ستة عشر دينارا وثلثا دينار ودية نقبها ثمانية دنانير وثلث دينار نصف دية عظامها</w:t>
      </w:r>
      <w:r w:rsidR="00CC15EB">
        <w:rPr>
          <w:rtl/>
        </w:rPr>
        <w:t>،</w:t>
      </w:r>
      <w:r>
        <w:rPr>
          <w:rtl/>
        </w:rPr>
        <w:t xml:space="preserve"> </w:t>
      </w:r>
      <w:r w:rsidRPr="00DA0376">
        <w:rPr>
          <w:rtl/>
        </w:rPr>
        <w:t>ودية موضحتها نصف دية ناقلتها ثمانية دنانير وثلث دينار</w:t>
      </w:r>
      <w:r w:rsidR="00CC15EB">
        <w:rPr>
          <w:rtl/>
        </w:rPr>
        <w:t>،</w:t>
      </w:r>
      <w:r>
        <w:rPr>
          <w:rtl/>
        </w:rPr>
        <w:t xml:space="preserve"> </w:t>
      </w:r>
      <w:r w:rsidRPr="00DA0376">
        <w:rPr>
          <w:rtl/>
        </w:rPr>
        <w:t>ودية فكها عشرة دنانير</w:t>
      </w:r>
      <w:r w:rsidR="00CC15EB">
        <w:rPr>
          <w:rtl/>
        </w:rPr>
        <w:t>،</w:t>
      </w:r>
      <w:r>
        <w:rPr>
          <w:rtl/>
        </w:rPr>
        <w:t xml:space="preserve"> </w:t>
      </w:r>
      <w:r w:rsidRPr="00DA0376">
        <w:rPr>
          <w:rtl/>
        </w:rPr>
        <w:t>ودية المفصل الثاني من أعلى الابهام ان كسر فجبر على غير عثم ولا عيب ستة عشر دينارا وثلثا دينار</w:t>
      </w:r>
      <w:r w:rsidR="00CC15EB">
        <w:rPr>
          <w:rtl/>
        </w:rPr>
        <w:t>،</w:t>
      </w:r>
      <w:r>
        <w:rPr>
          <w:rtl/>
        </w:rPr>
        <w:t xml:space="preserve"> </w:t>
      </w:r>
      <w:r w:rsidRPr="00DA0376">
        <w:rPr>
          <w:rtl/>
        </w:rPr>
        <w:t>ودية الموضحة إذا كانت فيها اربعة دنانير وسدس دينار</w:t>
      </w:r>
      <w:r w:rsidR="00CC15EB">
        <w:rPr>
          <w:rtl/>
        </w:rPr>
        <w:t>،</w:t>
      </w:r>
      <w:r>
        <w:rPr>
          <w:rtl/>
        </w:rPr>
        <w:t xml:space="preserve"> </w:t>
      </w:r>
      <w:r w:rsidRPr="00DA0376">
        <w:rPr>
          <w:rtl/>
        </w:rPr>
        <w:t>ودية نقبه اربعة دنانير وسدس دينار</w:t>
      </w:r>
      <w:r w:rsidR="00CC15EB">
        <w:rPr>
          <w:rtl/>
        </w:rPr>
        <w:t>،</w:t>
      </w:r>
      <w:r>
        <w:rPr>
          <w:rtl/>
        </w:rPr>
        <w:t xml:space="preserve"> </w:t>
      </w:r>
      <w:r w:rsidRPr="00DA0376">
        <w:rPr>
          <w:rtl/>
        </w:rPr>
        <w:t>ودية صدعه ثلاثة عشر دينارا وثلث دينار</w:t>
      </w:r>
      <w:r w:rsidR="00CC15EB">
        <w:rPr>
          <w:rtl/>
        </w:rPr>
        <w:t>،</w:t>
      </w:r>
      <w:r>
        <w:rPr>
          <w:rtl/>
        </w:rPr>
        <w:t xml:space="preserve"> </w:t>
      </w:r>
      <w:r w:rsidRPr="00DA0376">
        <w:rPr>
          <w:rtl/>
        </w:rPr>
        <w:t>ودية نقل عظامها خمسة دنانير وما قطع منها فبحسابه</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على منزلته</w:t>
      </w:r>
      <w:r w:rsidR="00CC15EB">
        <w:rPr>
          <w:rtl/>
        </w:rPr>
        <w:t>،</w:t>
      </w:r>
      <w:r>
        <w:rPr>
          <w:rtl/>
        </w:rPr>
        <w:t xml:space="preserve"> </w:t>
      </w:r>
      <w:r w:rsidRPr="00DA0376">
        <w:rPr>
          <w:rtl/>
        </w:rPr>
        <w:t>وفى الاصابع في كل اصبع سدس دية اليد ثلاثة وثمانون دينارا وثلث دينار</w:t>
      </w:r>
      <w:r w:rsidR="00CC15EB">
        <w:rPr>
          <w:rtl/>
        </w:rPr>
        <w:t>،</w:t>
      </w:r>
      <w:r>
        <w:rPr>
          <w:rtl/>
        </w:rPr>
        <w:t xml:space="preserve"> </w:t>
      </w:r>
      <w:r w:rsidRPr="00DA0376">
        <w:rPr>
          <w:rtl/>
        </w:rPr>
        <w:t>ودية اصابع الكف الاربع سوى الابهام دية كل قصبة عشرون دينارا وثلثا دينار</w:t>
      </w:r>
      <w:r w:rsidR="00CC15EB">
        <w:rPr>
          <w:rtl/>
        </w:rPr>
        <w:t>،</w:t>
      </w:r>
      <w:r>
        <w:rPr>
          <w:rtl/>
        </w:rPr>
        <w:t xml:space="preserve"> </w:t>
      </w:r>
      <w:r w:rsidRPr="00DA0376">
        <w:rPr>
          <w:rtl/>
        </w:rPr>
        <w:t>ودية كل موضحة في كل قصبة من القصب الاربع اصابع اربعة دنانير وسدس دينار</w:t>
      </w:r>
      <w:r w:rsidR="00CC15EB">
        <w:rPr>
          <w:rtl/>
        </w:rPr>
        <w:t>،</w:t>
      </w:r>
      <w:r>
        <w:rPr>
          <w:rtl/>
        </w:rPr>
        <w:t xml:space="preserve"> </w:t>
      </w:r>
      <w:r w:rsidRPr="00DA0376">
        <w:rPr>
          <w:rtl/>
        </w:rPr>
        <w:t>ودية نقل كل قصبة منهن ثمانية دنانير وثلث دينار ودية كسر كل مفصل من الاصابع الاربع التي تلي الكف ستة عشر دينارا وثلثا دينار</w:t>
      </w:r>
      <w:r w:rsidR="00CC15EB">
        <w:rPr>
          <w:rtl/>
        </w:rPr>
        <w:t>،</w:t>
      </w:r>
      <w:r>
        <w:rPr>
          <w:rtl/>
        </w:rPr>
        <w:t xml:space="preserve"> </w:t>
      </w:r>
      <w:r w:rsidRPr="00DA0376">
        <w:rPr>
          <w:rtl/>
        </w:rPr>
        <w:t>وفي صدع كل قصبة منهن ثلاثة عشر دينارا وثلثا دينار.</w:t>
      </w:r>
    </w:p>
    <w:p w:rsidR="00AC7755" w:rsidRDefault="00D45E0E" w:rsidP="00AC7755">
      <w:pPr>
        <w:pStyle w:val="libNormal"/>
        <w:rPr>
          <w:rtl/>
        </w:rPr>
      </w:pPr>
      <w:r w:rsidRPr="00DA0376">
        <w:rPr>
          <w:rtl/>
        </w:rPr>
        <w:t xml:space="preserve"> فان كان في الكف قرحة لا تبرأ فديتها ثلاثة وثلاثون دينارا وثلث دينار</w:t>
      </w:r>
      <w:r w:rsidR="00CC15EB">
        <w:rPr>
          <w:rtl/>
        </w:rPr>
        <w:t>،</w:t>
      </w:r>
      <w:r>
        <w:rPr>
          <w:rtl/>
        </w:rPr>
        <w:t xml:space="preserve"> </w:t>
      </w:r>
      <w:r w:rsidRPr="00DA0376">
        <w:rPr>
          <w:rtl/>
        </w:rPr>
        <w:t>وفي نقل عظامها ثمانية دنانير وثلث دينار</w:t>
      </w:r>
      <w:r w:rsidR="00CC15EB">
        <w:rPr>
          <w:rtl/>
        </w:rPr>
        <w:t>،</w:t>
      </w:r>
      <w:r>
        <w:rPr>
          <w:rtl/>
        </w:rPr>
        <w:t xml:space="preserve"> </w:t>
      </w:r>
      <w:r w:rsidRPr="00DA0376">
        <w:rPr>
          <w:rtl/>
        </w:rPr>
        <w:t>وفي موضحتها اربعة دنانير وسدس</w:t>
      </w:r>
      <w:r w:rsidR="00CC15EB">
        <w:rPr>
          <w:rtl/>
        </w:rPr>
        <w:t>،</w:t>
      </w:r>
      <w:r>
        <w:rPr>
          <w:rtl/>
        </w:rPr>
        <w:t xml:space="preserve"> </w:t>
      </w:r>
      <w:r w:rsidRPr="00DA0376">
        <w:rPr>
          <w:rtl/>
        </w:rPr>
        <w:t>وفى نقبها اربعة دنانير وسدس وفي فكها خمسة دنانير</w:t>
      </w:r>
      <w:r w:rsidR="00CC15EB">
        <w:rPr>
          <w:rtl/>
        </w:rPr>
        <w:t>،</w:t>
      </w:r>
      <w:r>
        <w:rPr>
          <w:rtl/>
        </w:rPr>
        <w:t xml:space="preserve"> </w:t>
      </w:r>
      <w:r w:rsidRPr="00DA0376">
        <w:rPr>
          <w:rtl/>
        </w:rPr>
        <w:t>ودية المفصل الاوسط من الاصابع الاربع إذا قطع فديته خمسة وخمسون دينارا وثلث دينار</w:t>
      </w:r>
      <w:r w:rsidR="00CC15EB">
        <w:rPr>
          <w:rtl/>
        </w:rPr>
        <w:t>،</w:t>
      </w:r>
      <w:r>
        <w:rPr>
          <w:rtl/>
        </w:rPr>
        <w:t xml:space="preserve"> </w:t>
      </w:r>
      <w:r w:rsidRPr="00DA0376">
        <w:rPr>
          <w:rtl/>
        </w:rPr>
        <w:t>وفى كسره أحد عشر دينارا وثلث دينار</w:t>
      </w:r>
      <w:r w:rsidR="00CC15EB">
        <w:rPr>
          <w:rtl/>
        </w:rPr>
        <w:t>،</w:t>
      </w:r>
      <w:r>
        <w:rPr>
          <w:rtl/>
        </w:rPr>
        <w:t xml:space="preserve"> </w:t>
      </w:r>
      <w:r w:rsidRPr="00DA0376">
        <w:rPr>
          <w:rtl/>
        </w:rPr>
        <w:t>وفي صدعه ثمانية دنانير ونصف دينار وفي موضحته دينار وثلثا دينار وفي نقل عظامها خمسة دنانير وثلث دينار</w:t>
      </w:r>
      <w:r w:rsidR="00CC15EB">
        <w:rPr>
          <w:rtl/>
        </w:rPr>
        <w:t>،</w:t>
      </w:r>
      <w:r>
        <w:rPr>
          <w:rtl/>
        </w:rPr>
        <w:t xml:space="preserve"> </w:t>
      </w:r>
      <w:r w:rsidRPr="00DA0376">
        <w:rPr>
          <w:rtl/>
        </w:rPr>
        <w:t>وفى نقبه ديناران وثلثا دينار</w:t>
      </w:r>
      <w:r w:rsidR="00CC15EB">
        <w:rPr>
          <w:rtl/>
        </w:rPr>
        <w:t>،</w:t>
      </w:r>
      <w:r>
        <w:rPr>
          <w:rtl/>
        </w:rPr>
        <w:t xml:space="preserve"> </w:t>
      </w:r>
      <w:r w:rsidRPr="00DA0376">
        <w:rPr>
          <w:rtl/>
        </w:rPr>
        <w:t>وفى فكه ثلاثة دنانير وثلثا دينار</w:t>
      </w:r>
      <w:r w:rsidR="00CC15EB">
        <w:rPr>
          <w:rtl/>
        </w:rPr>
        <w:t>،</w:t>
      </w:r>
      <w:r>
        <w:rPr>
          <w:rtl/>
        </w:rPr>
        <w:t xml:space="preserve"> </w:t>
      </w:r>
      <w:r w:rsidRPr="00DA0376">
        <w:rPr>
          <w:rtl/>
        </w:rPr>
        <w:t>وفي المفصل الاعلى من الاصابع الاربع إذا قطع سبعة وعشرون دينارا ونصف دينار وربع عشر دينار</w:t>
      </w:r>
      <w:r w:rsidR="00CC15EB">
        <w:rPr>
          <w:rtl/>
        </w:rPr>
        <w:t>،</w:t>
      </w:r>
      <w:r>
        <w:rPr>
          <w:rtl/>
        </w:rPr>
        <w:t xml:space="preserve"> </w:t>
      </w:r>
      <w:r w:rsidRPr="00DA0376">
        <w:rPr>
          <w:rtl/>
        </w:rPr>
        <w:t>وفي كسره خمسة دنانير واربعة اخماس دينار</w:t>
      </w:r>
      <w:r w:rsidR="00CC15EB">
        <w:rPr>
          <w:rtl/>
        </w:rPr>
        <w:t>،</w:t>
      </w:r>
      <w:r>
        <w:rPr>
          <w:rtl/>
        </w:rPr>
        <w:t xml:space="preserve"> </w:t>
      </w:r>
      <w:r w:rsidRPr="00DA0376">
        <w:rPr>
          <w:rtl/>
        </w:rPr>
        <w:t>وفي نقبه دينار وثلث</w:t>
      </w:r>
      <w:r w:rsidR="00CC15EB">
        <w:rPr>
          <w:rtl/>
        </w:rPr>
        <w:t>،</w:t>
      </w:r>
      <w:r>
        <w:rPr>
          <w:rtl/>
        </w:rPr>
        <w:t xml:space="preserve"> </w:t>
      </w:r>
      <w:r w:rsidRPr="00DA0376">
        <w:rPr>
          <w:rtl/>
        </w:rPr>
        <w:t>وفي فكه دينار واربعة اخماس دينار</w:t>
      </w:r>
      <w:r w:rsidR="00CC15EB">
        <w:rPr>
          <w:rtl/>
        </w:rPr>
        <w:t>،</w:t>
      </w:r>
      <w:r>
        <w:rPr>
          <w:rtl/>
        </w:rPr>
        <w:t xml:space="preserve"> </w:t>
      </w:r>
      <w:r w:rsidRPr="00DA0376">
        <w:rPr>
          <w:rtl/>
        </w:rPr>
        <w:t>وفي ظفر كل اصبع منها خمسة دنانير.</w:t>
      </w:r>
    </w:p>
    <w:p w:rsidR="00AC7755" w:rsidRDefault="00D45E0E" w:rsidP="00AC7755">
      <w:pPr>
        <w:pStyle w:val="libNormal"/>
        <w:rPr>
          <w:rtl/>
        </w:rPr>
      </w:pPr>
      <w:r w:rsidRPr="00DA0376">
        <w:rPr>
          <w:rtl/>
        </w:rPr>
        <w:t xml:space="preserve"> وفي الكف إذا كسرت فجبرت على غير عثم ولا عيب فديتها اربعون دينارا ودية صدعها اربعة اخماس دية كسرها اثنان وثلاثون دينارا</w:t>
      </w:r>
      <w:r w:rsidR="00CC15EB">
        <w:rPr>
          <w:rtl/>
        </w:rPr>
        <w:t>،</w:t>
      </w:r>
      <w:r>
        <w:rPr>
          <w:rtl/>
        </w:rPr>
        <w:t xml:space="preserve"> </w:t>
      </w:r>
      <w:r w:rsidRPr="00DA0376">
        <w:rPr>
          <w:rtl/>
        </w:rPr>
        <w:t>ودية موضحتها خمسة وعشرون دينارا</w:t>
      </w:r>
      <w:r w:rsidR="00CC15EB">
        <w:rPr>
          <w:rtl/>
        </w:rPr>
        <w:t>،</w:t>
      </w:r>
      <w:r>
        <w:rPr>
          <w:rtl/>
        </w:rPr>
        <w:t xml:space="preserve"> </w:t>
      </w:r>
      <w:r w:rsidRPr="00DA0376">
        <w:rPr>
          <w:rtl/>
        </w:rPr>
        <w:t>ودية نقل عظامها عشرون دينارا ونصف دينار</w:t>
      </w:r>
      <w:r w:rsidR="00CC15EB">
        <w:rPr>
          <w:rtl/>
        </w:rPr>
        <w:t>،</w:t>
      </w:r>
      <w:r>
        <w:rPr>
          <w:rtl/>
        </w:rPr>
        <w:t xml:space="preserve"> </w:t>
      </w:r>
      <w:r w:rsidRPr="00DA0376">
        <w:rPr>
          <w:rtl/>
        </w:rPr>
        <w:t>ودية نقبها ربع دية كسرها عشرة دنانير</w:t>
      </w:r>
      <w:r w:rsidR="00CC15EB">
        <w:rPr>
          <w:rtl/>
        </w:rPr>
        <w:t>،</w:t>
      </w:r>
      <w:r>
        <w:rPr>
          <w:rtl/>
        </w:rPr>
        <w:t xml:space="preserve"> </w:t>
      </w:r>
      <w:r w:rsidRPr="00DA0376">
        <w:rPr>
          <w:rtl/>
        </w:rPr>
        <w:t>ودية قرحة لا تبرأ ثلاثة عشر دينارا وثلث دينار.</w:t>
      </w:r>
    </w:p>
    <w:p w:rsidR="00AC7755" w:rsidRDefault="00AC7755" w:rsidP="00AC7755">
      <w:pPr>
        <w:pStyle w:val="libNormal"/>
        <w:rPr>
          <w:rtl/>
        </w:rPr>
      </w:pPr>
      <w:r>
        <w:rPr>
          <w:rtl/>
        </w:rPr>
        <w:br w:type="page"/>
      </w:r>
    </w:p>
    <w:p w:rsidR="00AC7755" w:rsidRDefault="00D45E0E" w:rsidP="00AC7755">
      <w:pPr>
        <w:pStyle w:val="libNormal"/>
        <w:rPr>
          <w:rtl/>
        </w:rPr>
      </w:pPr>
      <w:r w:rsidRPr="007277FF">
        <w:rPr>
          <w:rtl/>
        </w:rPr>
        <w:lastRenderedPageBreak/>
        <w:t>وفي الصدر إذا رض فثني شقاه كلاهما فديته خمسمائة دينار</w:t>
      </w:r>
      <w:r w:rsidR="00CC15EB">
        <w:rPr>
          <w:rtl/>
        </w:rPr>
        <w:t>،</w:t>
      </w:r>
      <w:r>
        <w:rPr>
          <w:rtl/>
        </w:rPr>
        <w:t xml:space="preserve"> </w:t>
      </w:r>
      <w:r w:rsidRPr="007277FF">
        <w:rPr>
          <w:rtl/>
        </w:rPr>
        <w:t>ودية احدى شقيه إذا إنثنى مائتان وخمسون دينارا فان إنثنى الصدر والكتفان فديته مع الكتفين الف دينار</w:t>
      </w:r>
      <w:r w:rsidR="00CC15EB">
        <w:rPr>
          <w:rtl/>
        </w:rPr>
        <w:t>،</w:t>
      </w:r>
      <w:r>
        <w:rPr>
          <w:rtl/>
        </w:rPr>
        <w:t xml:space="preserve"> </w:t>
      </w:r>
      <w:r w:rsidRPr="007277FF">
        <w:rPr>
          <w:rtl/>
        </w:rPr>
        <w:t>فان إنثنى احد الكتفين مع شق الصدر فديته خمسمائة دينار ودية والموضحة في الصدر خمسة وعشرون دينارا</w:t>
      </w:r>
      <w:r w:rsidR="00CC15EB">
        <w:rPr>
          <w:rtl/>
        </w:rPr>
        <w:t>،</w:t>
      </w:r>
      <w:r>
        <w:rPr>
          <w:rtl/>
        </w:rPr>
        <w:t xml:space="preserve"> </w:t>
      </w:r>
      <w:r w:rsidRPr="007277FF">
        <w:rPr>
          <w:rtl/>
        </w:rPr>
        <w:t>ودية موضحة الكتفين والظهر خمسة وعشرون دينارا</w:t>
      </w:r>
      <w:r w:rsidR="00CC15EB">
        <w:rPr>
          <w:rtl/>
        </w:rPr>
        <w:t>،</w:t>
      </w:r>
      <w:r>
        <w:rPr>
          <w:rtl/>
        </w:rPr>
        <w:t xml:space="preserve"> </w:t>
      </w:r>
      <w:r w:rsidRPr="007277FF">
        <w:rPr>
          <w:rtl/>
        </w:rPr>
        <w:t>فان اعترى الرجل من ذلك صعر</w:t>
      </w:r>
      <w:r w:rsidRPr="00AC7755">
        <w:rPr>
          <w:rStyle w:val="libFootnotenumChar"/>
          <w:rtl/>
        </w:rPr>
        <w:t xml:space="preserve"> (1) </w:t>
      </w:r>
      <w:r w:rsidRPr="007277FF">
        <w:rPr>
          <w:rtl/>
        </w:rPr>
        <w:t>لا يستطيع ان يلتفت فديته خمسمائة دينار.</w:t>
      </w:r>
    </w:p>
    <w:p w:rsidR="00AC7755" w:rsidRDefault="00D45E0E" w:rsidP="00AC7755">
      <w:pPr>
        <w:pStyle w:val="libNormal"/>
        <w:rPr>
          <w:rtl/>
        </w:rPr>
      </w:pPr>
      <w:r w:rsidRPr="007277FF">
        <w:rPr>
          <w:rtl/>
        </w:rPr>
        <w:t xml:space="preserve"> وان كسر الصلب فجبر على غير عثم ولا عيب فديته مائة دينار</w:t>
      </w:r>
      <w:r w:rsidR="00CC15EB">
        <w:rPr>
          <w:rtl/>
        </w:rPr>
        <w:t>،</w:t>
      </w:r>
      <w:r>
        <w:rPr>
          <w:rtl/>
        </w:rPr>
        <w:t xml:space="preserve"> </w:t>
      </w:r>
      <w:r w:rsidRPr="007277FF">
        <w:rPr>
          <w:rtl/>
        </w:rPr>
        <w:t>فان عثم فديته الف دينار.</w:t>
      </w:r>
    </w:p>
    <w:p w:rsidR="00AC7755" w:rsidRDefault="00D45E0E" w:rsidP="00AC7755">
      <w:pPr>
        <w:pStyle w:val="libNormal"/>
        <w:rPr>
          <w:rtl/>
        </w:rPr>
      </w:pPr>
      <w:r w:rsidRPr="007277FF">
        <w:rPr>
          <w:rtl/>
        </w:rPr>
        <w:t xml:space="preserve"> وفي الاضلاع فيما خالط القلب من الاضلاع إذا كسر منها ضلع فديته خمسة وعشرون دينارا ودية صدعه اثنا عشر دينارا ونصف</w:t>
      </w:r>
      <w:r w:rsidR="00CC15EB">
        <w:rPr>
          <w:rtl/>
        </w:rPr>
        <w:t>،</w:t>
      </w:r>
      <w:r>
        <w:rPr>
          <w:rtl/>
        </w:rPr>
        <w:t xml:space="preserve"> </w:t>
      </w:r>
      <w:r w:rsidRPr="007277FF">
        <w:rPr>
          <w:rtl/>
        </w:rPr>
        <w:t>ودية نقل عظامه سبعة دنانير ونصف</w:t>
      </w:r>
      <w:r w:rsidR="00CC15EB">
        <w:rPr>
          <w:rtl/>
        </w:rPr>
        <w:t>،</w:t>
      </w:r>
      <w:r>
        <w:rPr>
          <w:rtl/>
        </w:rPr>
        <w:t xml:space="preserve"> </w:t>
      </w:r>
      <w:r w:rsidRPr="007277FF">
        <w:rPr>
          <w:rtl/>
        </w:rPr>
        <w:t>وموضحته على ربع دية كسره</w:t>
      </w:r>
      <w:r w:rsidR="00CC15EB">
        <w:rPr>
          <w:rtl/>
        </w:rPr>
        <w:t>،</w:t>
      </w:r>
      <w:r>
        <w:rPr>
          <w:rtl/>
        </w:rPr>
        <w:t xml:space="preserve"> </w:t>
      </w:r>
      <w:r w:rsidRPr="007277FF">
        <w:rPr>
          <w:rtl/>
        </w:rPr>
        <w:t>ودية نقبه مثل ذلك.</w:t>
      </w:r>
    </w:p>
    <w:p w:rsidR="00AC7755" w:rsidRDefault="00D45E0E" w:rsidP="00AC7755">
      <w:pPr>
        <w:pStyle w:val="libNormal"/>
        <w:rPr>
          <w:rtl/>
        </w:rPr>
      </w:pPr>
      <w:r w:rsidRPr="007277FF">
        <w:rPr>
          <w:rtl/>
        </w:rPr>
        <w:t xml:space="preserve"> وفي الاضلاع مما يلي العضدين دية كل ضلع عشرة دنانير إذا كسر</w:t>
      </w:r>
      <w:r w:rsidR="00CC15EB">
        <w:rPr>
          <w:rtl/>
        </w:rPr>
        <w:t>،</w:t>
      </w:r>
      <w:r>
        <w:rPr>
          <w:rtl/>
        </w:rPr>
        <w:t xml:space="preserve"> </w:t>
      </w:r>
      <w:r w:rsidRPr="007277FF">
        <w:rPr>
          <w:rtl/>
        </w:rPr>
        <w:t>ودية صدعه سبعة دنانير</w:t>
      </w:r>
      <w:r w:rsidR="00CC15EB">
        <w:rPr>
          <w:rtl/>
        </w:rPr>
        <w:t>،</w:t>
      </w:r>
      <w:r>
        <w:rPr>
          <w:rtl/>
        </w:rPr>
        <w:t xml:space="preserve"> </w:t>
      </w:r>
      <w:r w:rsidRPr="007277FF">
        <w:rPr>
          <w:rtl/>
        </w:rPr>
        <w:t>ودية نقل عظامه خمسة دنانير</w:t>
      </w:r>
      <w:r w:rsidR="00CC15EB">
        <w:rPr>
          <w:rtl/>
        </w:rPr>
        <w:t>،</w:t>
      </w:r>
      <w:r>
        <w:rPr>
          <w:rtl/>
        </w:rPr>
        <w:t xml:space="preserve"> </w:t>
      </w:r>
      <w:r w:rsidRPr="007277FF">
        <w:rPr>
          <w:rtl/>
        </w:rPr>
        <w:t>وموضحة كل ضلع ربع دية كسره ديناران ونصف دينار</w:t>
      </w:r>
      <w:r w:rsidR="00CC15EB">
        <w:rPr>
          <w:rtl/>
        </w:rPr>
        <w:t>،</w:t>
      </w:r>
      <w:r>
        <w:rPr>
          <w:rtl/>
        </w:rPr>
        <w:t xml:space="preserve"> </w:t>
      </w:r>
      <w:r w:rsidRPr="007277FF">
        <w:rPr>
          <w:rtl/>
        </w:rPr>
        <w:t>وان نقب ضلع منها فديته دينار ونصف دينار</w:t>
      </w:r>
      <w:r w:rsidR="00CC15EB">
        <w:rPr>
          <w:rtl/>
        </w:rPr>
        <w:t>،</w:t>
      </w:r>
      <w:r>
        <w:rPr>
          <w:rtl/>
        </w:rPr>
        <w:t xml:space="preserve"> </w:t>
      </w:r>
      <w:r w:rsidRPr="007277FF">
        <w:rPr>
          <w:rtl/>
        </w:rPr>
        <w:t>وفي الجائفة ثلث دية النفس ثلاثمائة وثلاثة وثلاثون دينارا وثلث دينار</w:t>
      </w:r>
      <w:r w:rsidR="00CC15EB">
        <w:rPr>
          <w:rtl/>
        </w:rPr>
        <w:t>،</w:t>
      </w:r>
      <w:r>
        <w:rPr>
          <w:rtl/>
        </w:rPr>
        <w:t xml:space="preserve"> </w:t>
      </w:r>
      <w:r w:rsidRPr="007277FF">
        <w:rPr>
          <w:rtl/>
        </w:rPr>
        <w:t>فان نقب من الجانبين كليهما برمية أو طعنة وقعت في الصفاق</w:t>
      </w:r>
      <w:r w:rsidRPr="00AC7755">
        <w:rPr>
          <w:rStyle w:val="libFootnotenumChar"/>
          <w:rtl/>
        </w:rPr>
        <w:t xml:space="preserve"> (2) </w:t>
      </w:r>
      <w:r w:rsidRPr="007277FF">
        <w:rPr>
          <w:rtl/>
        </w:rPr>
        <w:t>فديتها اربعمائة دينار وثلاثة وثلاثون دينارا وثلث دينار.</w:t>
      </w:r>
    </w:p>
    <w:p w:rsidR="00AC7755" w:rsidRDefault="00D45E0E" w:rsidP="00AC7755">
      <w:pPr>
        <w:pStyle w:val="libNormal"/>
        <w:rPr>
          <w:rtl/>
        </w:rPr>
      </w:pPr>
      <w:r w:rsidRPr="007277FF">
        <w:rPr>
          <w:rtl/>
        </w:rPr>
        <w:t xml:space="preserve"> وفى الاذن إذا قطعت فديتها خمسمائة دينار وما قطع منها فبحساب ذلك.</w:t>
      </w:r>
    </w:p>
    <w:p w:rsidR="00AC7755" w:rsidRDefault="00D45E0E" w:rsidP="00AC7755">
      <w:pPr>
        <w:pStyle w:val="libNormal"/>
        <w:rPr>
          <w:rtl/>
        </w:rPr>
      </w:pPr>
      <w:r w:rsidRPr="007277FF">
        <w:rPr>
          <w:rtl/>
        </w:rPr>
        <w:t xml:space="preserve"> وفي الورك إذا كسر فجبر على غير عثم ولا عيب خمس دية الرجلين مائتا دينار</w:t>
      </w:r>
    </w:p>
    <w:p w:rsidR="00AC7755" w:rsidRDefault="00D45E0E" w:rsidP="00AC7755">
      <w:pPr>
        <w:pStyle w:val="libLine"/>
        <w:rPr>
          <w:rtl/>
        </w:rPr>
      </w:pPr>
      <w:r>
        <w:rPr>
          <w:rtl/>
        </w:rPr>
        <w:t>__________________</w:t>
      </w:r>
    </w:p>
    <w:p w:rsidR="00AC7755" w:rsidRDefault="00D45E0E" w:rsidP="00AC7755">
      <w:pPr>
        <w:pStyle w:val="libFootnote0"/>
        <w:rPr>
          <w:rtl/>
        </w:rPr>
      </w:pPr>
      <w:r w:rsidRPr="00D95A45">
        <w:rPr>
          <w:rtl/>
        </w:rPr>
        <w:t>(1) الصعر</w:t>
      </w:r>
      <w:r w:rsidR="00CC15EB">
        <w:rPr>
          <w:rtl/>
        </w:rPr>
        <w:t>:</w:t>
      </w:r>
      <w:r>
        <w:rPr>
          <w:rtl/>
        </w:rPr>
        <w:t xml:space="preserve"> </w:t>
      </w:r>
      <w:r w:rsidRPr="00D95A45">
        <w:rPr>
          <w:rtl/>
        </w:rPr>
        <w:t>هو أن يثنى عنقه فيصير في ناحية</w:t>
      </w:r>
    </w:p>
    <w:p w:rsidR="00AC7755" w:rsidRDefault="00D45E0E" w:rsidP="00AC7755">
      <w:pPr>
        <w:pStyle w:val="libFootnote0"/>
        <w:rPr>
          <w:rtl/>
        </w:rPr>
      </w:pPr>
      <w:r w:rsidRPr="00D95A45">
        <w:rPr>
          <w:rtl/>
        </w:rPr>
        <w:t>(2) الصفاق</w:t>
      </w:r>
      <w:r w:rsidR="00CC15EB">
        <w:rPr>
          <w:rtl/>
        </w:rPr>
        <w:t>:</w:t>
      </w:r>
      <w:r>
        <w:rPr>
          <w:rtl/>
        </w:rPr>
        <w:t xml:space="preserve"> </w:t>
      </w:r>
      <w:r w:rsidRPr="00D95A45">
        <w:rPr>
          <w:rtl/>
        </w:rPr>
        <w:t>ككتاب الجلد الاسفل تحت الجلد الذى عليه الشعر أو ما بين الجلد والمصران أو جلد البطن كله</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فان صدع الورك فديته مائة دينار وستون دينارا اربعة اخماس دية كسره</w:t>
      </w:r>
      <w:r w:rsidR="00CC15EB">
        <w:rPr>
          <w:rtl/>
        </w:rPr>
        <w:t>،</w:t>
      </w:r>
      <w:r>
        <w:rPr>
          <w:rtl/>
        </w:rPr>
        <w:t xml:space="preserve"> </w:t>
      </w:r>
      <w:r w:rsidRPr="00D95A45">
        <w:rPr>
          <w:rtl/>
        </w:rPr>
        <w:t>فان اوضحت فديته ربع دية كسره خمسون دينارا</w:t>
      </w:r>
      <w:r w:rsidR="00CC15EB">
        <w:rPr>
          <w:rtl/>
        </w:rPr>
        <w:t>،</w:t>
      </w:r>
      <w:r>
        <w:rPr>
          <w:rtl/>
        </w:rPr>
        <w:t xml:space="preserve"> </w:t>
      </w:r>
      <w:r w:rsidRPr="00D95A45">
        <w:rPr>
          <w:rtl/>
        </w:rPr>
        <w:t>ودية نقل عظامه مائة وخمسة وسبعون دينارا منها لكسرها مائة دينار</w:t>
      </w:r>
      <w:r w:rsidR="00CC15EB">
        <w:rPr>
          <w:rtl/>
        </w:rPr>
        <w:t>،</w:t>
      </w:r>
      <w:r>
        <w:rPr>
          <w:rtl/>
        </w:rPr>
        <w:t xml:space="preserve"> </w:t>
      </w:r>
      <w:r w:rsidRPr="00D95A45">
        <w:rPr>
          <w:rtl/>
        </w:rPr>
        <w:t>ولنقل عظامها خمسون دينارا</w:t>
      </w:r>
      <w:r w:rsidR="00CC15EB">
        <w:rPr>
          <w:rtl/>
        </w:rPr>
        <w:t>،</w:t>
      </w:r>
      <w:r>
        <w:rPr>
          <w:rtl/>
        </w:rPr>
        <w:t xml:space="preserve"> </w:t>
      </w:r>
      <w:r w:rsidRPr="00D95A45">
        <w:rPr>
          <w:rtl/>
        </w:rPr>
        <w:t>ولموضحتها خمسة وعشرون دينارا</w:t>
      </w:r>
      <w:r w:rsidR="00CC15EB">
        <w:rPr>
          <w:rtl/>
        </w:rPr>
        <w:t>،</w:t>
      </w:r>
      <w:r>
        <w:rPr>
          <w:rtl/>
        </w:rPr>
        <w:t xml:space="preserve"> </w:t>
      </w:r>
      <w:r w:rsidRPr="00D95A45">
        <w:rPr>
          <w:rtl/>
        </w:rPr>
        <w:t>ودية فكها ثلثا ديتها فإن رضت وعثمت فديتها ثلاثمائة وثلاثة وثلاثون دينارا وثلث دينار.</w:t>
      </w:r>
    </w:p>
    <w:p w:rsidR="00AC7755" w:rsidRDefault="00D45E0E" w:rsidP="00AC7755">
      <w:pPr>
        <w:pStyle w:val="libNormal"/>
        <w:rPr>
          <w:rtl/>
        </w:rPr>
      </w:pPr>
      <w:r w:rsidRPr="00D95A45">
        <w:rPr>
          <w:rtl/>
        </w:rPr>
        <w:t xml:space="preserve"> وفي الفخذ إذا كسرت فجبرت على غير عثم ولا عيب خمس دية الرجلين مائتا دينار</w:t>
      </w:r>
      <w:r w:rsidR="00CC15EB">
        <w:rPr>
          <w:rtl/>
        </w:rPr>
        <w:t>،</w:t>
      </w:r>
      <w:r>
        <w:rPr>
          <w:rtl/>
        </w:rPr>
        <w:t xml:space="preserve"> </w:t>
      </w:r>
      <w:r w:rsidRPr="00D95A45">
        <w:rPr>
          <w:rtl/>
        </w:rPr>
        <w:t>فان عثمت الفخذ فديتها ثلاثمائة دينار وثلاثة وثلاثون دينارا وثلث دينار ثلث دية النفس</w:t>
      </w:r>
      <w:r w:rsidR="00CC15EB">
        <w:rPr>
          <w:rtl/>
        </w:rPr>
        <w:t>،</w:t>
      </w:r>
      <w:r>
        <w:rPr>
          <w:rtl/>
        </w:rPr>
        <w:t xml:space="preserve"> </w:t>
      </w:r>
      <w:r w:rsidRPr="00D95A45">
        <w:rPr>
          <w:rtl/>
        </w:rPr>
        <w:t>ودية موضحة العثم اربعة اخماس دية كسرها مائة وستون دينارا</w:t>
      </w:r>
      <w:r w:rsidR="00CC15EB">
        <w:rPr>
          <w:rtl/>
        </w:rPr>
        <w:t>،</w:t>
      </w:r>
      <w:r>
        <w:rPr>
          <w:rtl/>
        </w:rPr>
        <w:t xml:space="preserve"> </w:t>
      </w:r>
      <w:r w:rsidRPr="00D95A45">
        <w:rPr>
          <w:rtl/>
        </w:rPr>
        <w:t>فان كانت قرحة لا تبرأ فديتها ثلث دية كسرها ستة وستون دينارا وثلثا دينار</w:t>
      </w:r>
      <w:r w:rsidR="00CC15EB">
        <w:rPr>
          <w:rtl/>
        </w:rPr>
        <w:t>،</w:t>
      </w:r>
      <w:r>
        <w:rPr>
          <w:rtl/>
        </w:rPr>
        <w:t xml:space="preserve"> </w:t>
      </w:r>
      <w:r w:rsidRPr="00D95A45">
        <w:rPr>
          <w:rtl/>
        </w:rPr>
        <w:t>ودية موضحتها ربع دية كسرها خمسون دينارا</w:t>
      </w:r>
      <w:r w:rsidR="00CC15EB">
        <w:rPr>
          <w:rtl/>
        </w:rPr>
        <w:t>،</w:t>
      </w:r>
      <w:r>
        <w:rPr>
          <w:rtl/>
        </w:rPr>
        <w:t xml:space="preserve"> </w:t>
      </w:r>
      <w:r w:rsidRPr="00D95A45">
        <w:rPr>
          <w:rtl/>
        </w:rPr>
        <w:t>ودية نقل عظامها نصف دية كسرها مائة دينار</w:t>
      </w:r>
      <w:r w:rsidR="00CC15EB">
        <w:rPr>
          <w:rtl/>
        </w:rPr>
        <w:t>،</w:t>
      </w:r>
      <w:r>
        <w:rPr>
          <w:rtl/>
        </w:rPr>
        <w:t xml:space="preserve"> </w:t>
      </w:r>
      <w:r w:rsidRPr="00D95A45">
        <w:rPr>
          <w:rtl/>
        </w:rPr>
        <w:t>ودية نقبها ربع دية كسرها خمسون دينارا.</w:t>
      </w:r>
    </w:p>
    <w:p w:rsidR="00AC7755" w:rsidRDefault="00D45E0E" w:rsidP="00AC7755">
      <w:pPr>
        <w:pStyle w:val="libNormal"/>
        <w:rPr>
          <w:rtl/>
        </w:rPr>
      </w:pPr>
      <w:r w:rsidRPr="00D95A45">
        <w:rPr>
          <w:rtl/>
        </w:rPr>
        <w:t xml:space="preserve"> وفى الركبة إذا كسرت فجبرت على غير عثم ولا عيب خمس دية الرجلين مائتا دينار</w:t>
      </w:r>
      <w:r w:rsidR="00CC15EB">
        <w:rPr>
          <w:rtl/>
        </w:rPr>
        <w:t>،</w:t>
      </w:r>
      <w:r>
        <w:rPr>
          <w:rtl/>
        </w:rPr>
        <w:t xml:space="preserve"> </w:t>
      </w:r>
      <w:r w:rsidRPr="00D95A45">
        <w:rPr>
          <w:rtl/>
        </w:rPr>
        <w:t>فان تصدعت فديتها اربعة اخماس دية كسرها مائة وستون دينارا</w:t>
      </w:r>
      <w:r w:rsidR="00CC15EB">
        <w:rPr>
          <w:rtl/>
        </w:rPr>
        <w:t>،</w:t>
      </w:r>
      <w:r>
        <w:rPr>
          <w:rtl/>
        </w:rPr>
        <w:t xml:space="preserve"> </w:t>
      </w:r>
      <w:r w:rsidRPr="00D95A45">
        <w:rPr>
          <w:rtl/>
        </w:rPr>
        <w:t>ودية موضحتها ربع دية كسرها خمسون دينارا</w:t>
      </w:r>
      <w:r w:rsidR="00CC15EB">
        <w:rPr>
          <w:rtl/>
        </w:rPr>
        <w:t>،</w:t>
      </w:r>
      <w:r>
        <w:rPr>
          <w:rtl/>
        </w:rPr>
        <w:t xml:space="preserve"> </w:t>
      </w:r>
      <w:r w:rsidRPr="00D95A45">
        <w:rPr>
          <w:rtl/>
        </w:rPr>
        <w:t>ودية نقل عظامها مائة دينار وخمسة وسبعون دينارا منها في دية كسرها مائة دينار وفي نقل عظامها خمسون دينارا وفي موضحتها خمسة وعشرون دينارا</w:t>
      </w:r>
      <w:r w:rsidR="00CC15EB">
        <w:rPr>
          <w:rtl/>
        </w:rPr>
        <w:t>،</w:t>
      </w:r>
      <w:r>
        <w:rPr>
          <w:rtl/>
        </w:rPr>
        <w:t xml:space="preserve"> </w:t>
      </w:r>
      <w:r w:rsidRPr="00D95A45">
        <w:rPr>
          <w:rtl/>
        </w:rPr>
        <w:t>ودية نقبها ربع دية كسرها خمسون دينارا</w:t>
      </w:r>
      <w:r w:rsidR="00CC15EB">
        <w:rPr>
          <w:rtl/>
        </w:rPr>
        <w:t>،</w:t>
      </w:r>
      <w:r>
        <w:rPr>
          <w:rtl/>
        </w:rPr>
        <w:t xml:space="preserve"> </w:t>
      </w:r>
      <w:r w:rsidRPr="00D95A45">
        <w:rPr>
          <w:rtl/>
        </w:rPr>
        <w:t>فإذا رضت فعثمت ففيها ثلث دية النفس ثلاثمائة وثلاثة وثلاثون دينارا وثلث دينار</w:t>
      </w:r>
      <w:r w:rsidR="00CC15EB">
        <w:rPr>
          <w:rtl/>
        </w:rPr>
        <w:t>،</w:t>
      </w:r>
      <w:r>
        <w:rPr>
          <w:rtl/>
        </w:rPr>
        <w:t xml:space="preserve"> </w:t>
      </w:r>
      <w:r w:rsidRPr="00D95A45">
        <w:rPr>
          <w:rtl/>
        </w:rPr>
        <w:t xml:space="preserve">فان فكت ففيها ثلاثة اجزاء من دية الكسر ثلاثون دينارا. </w:t>
      </w:r>
    </w:p>
    <w:p w:rsidR="00AC7755" w:rsidRDefault="00D45E0E" w:rsidP="00AC7755">
      <w:pPr>
        <w:pStyle w:val="libNormal"/>
        <w:rPr>
          <w:rtl/>
        </w:rPr>
      </w:pPr>
      <w:r w:rsidRPr="00D95A45">
        <w:rPr>
          <w:rtl/>
        </w:rPr>
        <w:t>وفى الساق إذا كسرت فجبرت على غير عثم ولا عيب خمس دية الرجلين</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مائتا دينار ودية صدعها اربعة اخماس دية كسرها مائة وستون دينارا</w:t>
      </w:r>
      <w:r w:rsidR="00CC15EB">
        <w:rPr>
          <w:rtl/>
        </w:rPr>
        <w:t>،</w:t>
      </w:r>
      <w:r>
        <w:rPr>
          <w:rtl/>
        </w:rPr>
        <w:t xml:space="preserve"> </w:t>
      </w:r>
      <w:r w:rsidRPr="00D95A45">
        <w:rPr>
          <w:rtl/>
        </w:rPr>
        <w:t>وفى موضحتها ربع دية كسرها خمسون دينارا</w:t>
      </w:r>
      <w:r w:rsidR="00CC15EB">
        <w:rPr>
          <w:rtl/>
        </w:rPr>
        <w:t>،</w:t>
      </w:r>
      <w:r>
        <w:rPr>
          <w:rtl/>
        </w:rPr>
        <w:t xml:space="preserve"> </w:t>
      </w:r>
      <w:r w:rsidRPr="00D95A45">
        <w:rPr>
          <w:rtl/>
        </w:rPr>
        <w:t>وفي نقل عظامها ربع دية كسرها خمسون دينارا وفى نقبها نصف دية موضحتها خمسة وعشرون دينارا</w:t>
      </w:r>
      <w:r w:rsidR="00CC15EB">
        <w:rPr>
          <w:rtl/>
        </w:rPr>
        <w:t>،</w:t>
      </w:r>
      <w:r>
        <w:rPr>
          <w:rtl/>
        </w:rPr>
        <w:t xml:space="preserve"> </w:t>
      </w:r>
      <w:r w:rsidRPr="00D95A45">
        <w:rPr>
          <w:rtl/>
        </w:rPr>
        <w:t>وفي نفوذها ربع دية كسرها خمسون دينارا</w:t>
      </w:r>
      <w:r w:rsidR="00CC15EB">
        <w:rPr>
          <w:rtl/>
        </w:rPr>
        <w:t>،</w:t>
      </w:r>
      <w:r>
        <w:rPr>
          <w:rtl/>
        </w:rPr>
        <w:t xml:space="preserve"> </w:t>
      </w:r>
      <w:r w:rsidRPr="00D95A45">
        <w:rPr>
          <w:rtl/>
        </w:rPr>
        <w:t>وفي قرحة لا تبرأ ثلاثة وثلاثون دينارا وثلث دينار</w:t>
      </w:r>
      <w:r w:rsidR="00CC15EB">
        <w:rPr>
          <w:rtl/>
        </w:rPr>
        <w:t>،</w:t>
      </w:r>
      <w:r>
        <w:rPr>
          <w:rtl/>
        </w:rPr>
        <w:t xml:space="preserve"> </w:t>
      </w:r>
      <w:r w:rsidRPr="00D95A45">
        <w:rPr>
          <w:rtl/>
        </w:rPr>
        <w:t xml:space="preserve">فان عثمت الساق فديتها ثلث دية النفس ثلاثمائة وثلاثة وثلاثون دينار وثلث دينار. </w:t>
      </w:r>
    </w:p>
    <w:p w:rsidR="00AC7755" w:rsidRDefault="00D45E0E" w:rsidP="00AC7755">
      <w:pPr>
        <w:pStyle w:val="libNormal"/>
        <w:rPr>
          <w:rtl/>
        </w:rPr>
      </w:pPr>
      <w:r w:rsidRPr="00D95A45">
        <w:rPr>
          <w:rtl/>
        </w:rPr>
        <w:t xml:space="preserve">وفى الكعب إذا رض فجبر على غير عثم ولا عيب ثلث دية الرجلين ثلاثمائة وثلاثون دينار وثلث دينار. </w:t>
      </w:r>
    </w:p>
    <w:p w:rsidR="00AC7755" w:rsidRDefault="00D45E0E" w:rsidP="00AC7755">
      <w:pPr>
        <w:pStyle w:val="libNormal"/>
        <w:rPr>
          <w:rtl/>
        </w:rPr>
      </w:pPr>
      <w:r w:rsidRPr="00D95A45">
        <w:rPr>
          <w:rtl/>
        </w:rPr>
        <w:t>وفى القدم إذا كسر فجبرت على غير عثم ولا عيب خمس دية الرجليه مائتا دينار ودية موضحتها ربع دية كسرها خمسون دينارا</w:t>
      </w:r>
      <w:r w:rsidR="00CC15EB">
        <w:rPr>
          <w:rtl/>
        </w:rPr>
        <w:t>،</w:t>
      </w:r>
      <w:r>
        <w:rPr>
          <w:rtl/>
        </w:rPr>
        <w:t xml:space="preserve"> </w:t>
      </w:r>
      <w:r w:rsidRPr="00D95A45">
        <w:rPr>
          <w:rtl/>
        </w:rPr>
        <w:t>وفى ناقبة فيها ربع دية كسرها خمسون دينارا</w:t>
      </w:r>
      <w:r w:rsidR="00CC15EB">
        <w:rPr>
          <w:rtl/>
        </w:rPr>
        <w:t>،</w:t>
      </w:r>
      <w:r>
        <w:rPr>
          <w:rtl/>
        </w:rPr>
        <w:t xml:space="preserve"> </w:t>
      </w:r>
    </w:p>
    <w:p w:rsidR="00AC7755" w:rsidRDefault="00D45E0E" w:rsidP="00AC7755">
      <w:pPr>
        <w:pStyle w:val="libNormal"/>
        <w:rPr>
          <w:rtl/>
        </w:rPr>
      </w:pPr>
      <w:r w:rsidRPr="00D95A45">
        <w:rPr>
          <w:rtl/>
        </w:rPr>
        <w:t>ودية الاصابع والقصب التى في القدم للابهام ثلث دية الرجلين ثلاثمائة وثلاثة وثلاثون دينارا وثلث دينار</w:t>
      </w:r>
      <w:r w:rsidR="00CC15EB">
        <w:rPr>
          <w:rtl/>
        </w:rPr>
        <w:t>،</w:t>
      </w:r>
      <w:r>
        <w:rPr>
          <w:rtl/>
        </w:rPr>
        <w:t xml:space="preserve"> </w:t>
      </w:r>
      <w:r w:rsidRPr="00D95A45">
        <w:rPr>
          <w:rtl/>
        </w:rPr>
        <w:t>ودية كسر الابهام القصبة التى تلي القدم خمس دية الابهام ستة وستون دينارا وثلثا دينار</w:t>
      </w:r>
      <w:r w:rsidR="00CC15EB">
        <w:rPr>
          <w:rtl/>
        </w:rPr>
        <w:t>،</w:t>
      </w:r>
      <w:r>
        <w:rPr>
          <w:rtl/>
        </w:rPr>
        <w:t xml:space="preserve"> </w:t>
      </w:r>
      <w:r w:rsidRPr="00D95A45">
        <w:rPr>
          <w:rtl/>
        </w:rPr>
        <w:t>وفي صدعها ستة وعشرون دينارا وثلثا دينار وفي موضحتها ثمانية دنانير وثلث دينار</w:t>
      </w:r>
      <w:r w:rsidR="00CC15EB">
        <w:rPr>
          <w:rtl/>
        </w:rPr>
        <w:t>،</w:t>
      </w:r>
      <w:r>
        <w:rPr>
          <w:rtl/>
        </w:rPr>
        <w:t xml:space="preserve"> </w:t>
      </w:r>
      <w:r w:rsidRPr="00D95A45">
        <w:rPr>
          <w:rtl/>
        </w:rPr>
        <w:t>وفي نقل عظامها ستة وعشرون دينارا وثلثا دينار</w:t>
      </w:r>
      <w:r w:rsidR="00CC15EB">
        <w:rPr>
          <w:rtl/>
        </w:rPr>
        <w:t>،</w:t>
      </w:r>
      <w:r>
        <w:rPr>
          <w:rtl/>
        </w:rPr>
        <w:t xml:space="preserve"> </w:t>
      </w:r>
      <w:r w:rsidRPr="00D95A45">
        <w:rPr>
          <w:rtl/>
        </w:rPr>
        <w:t>وفي نقبها ثمانية دنانير وثلث دينار</w:t>
      </w:r>
      <w:r w:rsidR="00CC15EB">
        <w:rPr>
          <w:rtl/>
        </w:rPr>
        <w:t>،</w:t>
      </w:r>
      <w:r>
        <w:rPr>
          <w:rtl/>
        </w:rPr>
        <w:t xml:space="preserve"> </w:t>
      </w:r>
      <w:r w:rsidRPr="00D95A45">
        <w:rPr>
          <w:rtl/>
        </w:rPr>
        <w:t xml:space="preserve">وفى فكها عشرة دنانير. </w:t>
      </w:r>
    </w:p>
    <w:p w:rsidR="00AC7755" w:rsidRDefault="00D45E0E" w:rsidP="00AC7755">
      <w:pPr>
        <w:pStyle w:val="libNormal"/>
        <w:rPr>
          <w:rtl/>
        </w:rPr>
      </w:pPr>
      <w:r w:rsidRPr="00D95A45">
        <w:rPr>
          <w:rtl/>
        </w:rPr>
        <w:t>ودية المفصل الاعلى من الابهام وهو الثاني الذي فيه الظفر ستة عشر دينارا وثلثا دينار</w:t>
      </w:r>
      <w:r w:rsidR="00CC15EB">
        <w:rPr>
          <w:rtl/>
        </w:rPr>
        <w:t>،</w:t>
      </w:r>
      <w:r>
        <w:rPr>
          <w:rtl/>
        </w:rPr>
        <w:t xml:space="preserve"> </w:t>
      </w:r>
      <w:r w:rsidRPr="00D95A45">
        <w:rPr>
          <w:rtl/>
        </w:rPr>
        <w:t>وفى موضحته اربعة دنانير وسدس</w:t>
      </w:r>
      <w:r w:rsidR="00CC15EB">
        <w:rPr>
          <w:rtl/>
        </w:rPr>
        <w:t>،</w:t>
      </w:r>
      <w:r>
        <w:rPr>
          <w:rtl/>
        </w:rPr>
        <w:t xml:space="preserve"> </w:t>
      </w:r>
      <w:r w:rsidRPr="00D95A45">
        <w:rPr>
          <w:rtl/>
        </w:rPr>
        <w:t>وفى نقل عظامه ثمانية دنانير وثلث دينار</w:t>
      </w:r>
      <w:r w:rsidR="00CC15EB">
        <w:rPr>
          <w:rtl/>
        </w:rPr>
        <w:t>،</w:t>
      </w:r>
      <w:r>
        <w:rPr>
          <w:rtl/>
        </w:rPr>
        <w:t xml:space="preserve"> </w:t>
      </w:r>
      <w:r w:rsidRPr="00D95A45">
        <w:rPr>
          <w:rtl/>
        </w:rPr>
        <w:t>وفي ناقبته اربعة دنانير وسدس</w:t>
      </w:r>
      <w:r w:rsidR="00CC15EB">
        <w:rPr>
          <w:rtl/>
        </w:rPr>
        <w:t>،</w:t>
      </w:r>
      <w:r>
        <w:rPr>
          <w:rtl/>
        </w:rPr>
        <w:t xml:space="preserve"> </w:t>
      </w:r>
      <w:r w:rsidRPr="00D95A45">
        <w:rPr>
          <w:rtl/>
        </w:rPr>
        <w:t>وفي صدعه ثلاثة عشر دينارا وثلث</w:t>
      </w:r>
      <w:r w:rsidR="00CC15EB">
        <w:rPr>
          <w:rtl/>
        </w:rPr>
        <w:t>،</w:t>
      </w:r>
      <w:r>
        <w:rPr>
          <w:rtl/>
        </w:rPr>
        <w:t xml:space="preserve"> </w:t>
      </w:r>
      <w:r w:rsidRPr="00D95A45">
        <w:rPr>
          <w:rtl/>
        </w:rPr>
        <w:t>وفي فكه خمسة دنانير</w:t>
      </w:r>
      <w:r w:rsidR="00CC15EB">
        <w:rPr>
          <w:rtl/>
        </w:rPr>
        <w:t>،</w:t>
      </w:r>
      <w:r>
        <w:rPr>
          <w:rtl/>
        </w:rPr>
        <w:t xml:space="preserve"> </w:t>
      </w:r>
      <w:r w:rsidRPr="00D95A45">
        <w:rPr>
          <w:rtl/>
        </w:rPr>
        <w:t>وفي ظفره ثلاثون دينارا وذلك لانه ثلث دية</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الرجل ودية كل اصبع منها سدس دية الرجل ثلاثة وثمانون دينارا وثلث دينار</w:t>
      </w:r>
      <w:r w:rsidR="00CC15EB">
        <w:rPr>
          <w:rtl/>
        </w:rPr>
        <w:t>،</w:t>
      </w:r>
      <w:r>
        <w:rPr>
          <w:rtl/>
        </w:rPr>
        <w:t xml:space="preserve"> </w:t>
      </w:r>
      <w:r w:rsidRPr="00D95A45">
        <w:rPr>
          <w:rtl/>
        </w:rPr>
        <w:t>ودية قصبة الاصابع الاربع سوى الابهام دية كسر كل قصبة منها ستة عشر دينارا وثلثا دينار</w:t>
      </w:r>
      <w:r w:rsidR="00CC15EB">
        <w:rPr>
          <w:rtl/>
        </w:rPr>
        <w:t>،</w:t>
      </w:r>
      <w:r>
        <w:rPr>
          <w:rtl/>
        </w:rPr>
        <w:t xml:space="preserve"> </w:t>
      </w:r>
      <w:r w:rsidRPr="00D95A45">
        <w:rPr>
          <w:rtl/>
        </w:rPr>
        <w:t>ودية موضحة كل قصبة منها اربعة دنانير وسدس</w:t>
      </w:r>
      <w:r w:rsidR="00CC15EB">
        <w:rPr>
          <w:rtl/>
        </w:rPr>
        <w:t>،</w:t>
      </w:r>
      <w:r>
        <w:rPr>
          <w:rtl/>
        </w:rPr>
        <w:t xml:space="preserve"> </w:t>
      </w:r>
      <w:r w:rsidRPr="00D95A45">
        <w:rPr>
          <w:rtl/>
        </w:rPr>
        <w:t>ودية نقل كل عظم قصبة منهن ثمانية دنانير وثلث</w:t>
      </w:r>
      <w:r w:rsidR="00CC15EB">
        <w:rPr>
          <w:rtl/>
        </w:rPr>
        <w:t>،</w:t>
      </w:r>
      <w:r>
        <w:rPr>
          <w:rtl/>
        </w:rPr>
        <w:t xml:space="preserve"> </w:t>
      </w:r>
      <w:r w:rsidRPr="00D95A45">
        <w:rPr>
          <w:rtl/>
        </w:rPr>
        <w:t>ودية صدعها ثلاثة عشر دينارا وثلث دينار</w:t>
      </w:r>
      <w:r w:rsidR="00CC15EB">
        <w:rPr>
          <w:rtl/>
        </w:rPr>
        <w:t>،</w:t>
      </w:r>
      <w:r>
        <w:rPr>
          <w:rtl/>
        </w:rPr>
        <w:t xml:space="preserve"> </w:t>
      </w:r>
      <w:r w:rsidRPr="00D95A45">
        <w:rPr>
          <w:rtl/>
        </w:rPr>
        <w:t>ودية نقب كل قصبة منهن اربعة دنانير وسدس</w:t>
      </w:r>
      <w:r w:rsidR="00CC15EB">
        <w:rPr>
          <w:rtl/>
        </w:rPr>
        <w:t>،</w:t>
      </w:r>
      <w:r>
        <w:rPr>
          <w:rtl/>
        </w:rPr>
        <w:t xml:space="preserve"> </w:t>
      </w:r>
      <w:r w:rsidRPr="00D95A45">
        <w:rPr>
          <w:rtl/>
        </w:rPr>
        <w:t>ودية قرحة لا تبرأ في القدم ثلاثة وثلاثون دينارا وثلث</w:t>
      </w:r>
      <w:r w:rsidR="00CC15EB">
        <w:rPr>
          <w:rtl/>
        </w:rPr>
        <w:t>،</w:t>
      </w:r>
      <w:r>
        <w:rPr>
          <w:rtl/>
        </w:rPr>
        <w:t xml:space="preserve"> </w:t>
      </w:r>
      <w:r w:rsidRPr="00D95A45">
        <w:rPr>
          <w:rtl/>
        </w:rPr>
        <w:t>ودية كسر المفصل الذى يلى القدم من الاصابع ستة عشر دينارا وثلث</w:t>
      </w:r>
      <w:r w:rsidR="00CC15EB">
        <w:rPr>
          <w:rtl/>
        </w:rPr>
        <w:t>،</w:t>
      </w:r>
      <w:r>
        <w:rPr>
          <w:rtl/>
        </w:rPr>
        <w:t xml:space="preserve"> </w:t>
      </w:r>
      <w:r w:rsidRPr="00D95A45">
        <w:rPr>
          <w:rtl/>
        </w:rPr>
        <w:t>ودية صدعها ثلاثة عشر دينارا وثلث دينار</w:t>
      </w:r>
      <w:r w:rsidR="00CC15EB">
        <w:rPr>
          <w:rtl/>
        </w:rPr>
        <w:t>،</w:t>
      </w:r>
      <w:r>
        <w:rPr>
          <w:rtl/>
        </w:rPr>
        <w:t xml:space="preserve"> </w:t>
      </w:r>
      <w:r w:rsidRPr="00D95A45">
        <w:rPr>
          <w:rtl/>
        </w:rPr>
        <w:t>ودية نقل عظم كل قصبة منهن ثمانية دنانير وثلث دينار</w:t>
      </w:r>
      <w:r w:rsidR="00CC15EB">
        <w:rPr>
          <w:rtl/>
        </w:rPr>
        <w:t>،</w:t>
      </w:r>
      <w:r>
        <w:rPr>
          <w:rtl/>
        </w:rPr>
        <w:t xml:space="preserve"> </w:t>
      </w:r>
      <w:r w:rsidRPr="00D95A45">
        <w:rPr>
          <w:rtl/>
        </w:rPr>
        <w:t>ودية موضحة كل قصبة اربعة دنانير وسدس دينار</w:t>
      </w:r>
      <w:r w:rsidR="00CC15EB">
        <w:rPr>
          <w:rtl/>
        </w:rPr>
        <w:t>،</w:t>
      </w:r>
      <w:r>
        <w:rPr>
          <w:rtl/>
        </w:rPr>
        <w:t xml:space="preserve"> </w:t>
      </w:r>
      <w:r w:rsidRPr="00D95A45">
        <w:rPr>
          <w:rtl/>
        </w:rPr>
        <w:t>ودية نقبها اربعة دنانير وسدس دينار</w:t>
      </w:r>
      <w:r w:rsidR="00CC15EB">
        <w:rPr>
          <w:rtl/>
        </w:rPr>
        <w:t>،</w:t>
      </w:r>
      <w:r>
        <w:rPr>
          <w:rtl/>
        </w:rPr>
        <w:t xml:space="preserve"> </w:t>
      </w:r>
      <w:r w:rsidRPr="00D95A45">
        <w:rPr>
          <w:rtl/>
        </w:rPr>
        <w:t>ودية فكها خمسة دنانير</w:t>
      </w:r>
      <w:r w:rsidR="00CC15EB">
        <w:rPr>
          <w:rtl/>
        </w:rPr>
        <w:t>،</w:t>
      </w:r>
      <w:r>
        <w:rPr>
          <w:rtl/>
        </w:rPr>
        <w:t xml:space="preserve"> </w:t>
      </w:r>
      <w:r w:rsidRPr="00D95A45">
        <w:rPr>
          <w:rtl/>
        </w:rPr>
        <w:t>وفى المفصل الاوسط من الاصابع الاربع إذا قطع فديته خمسة وخمسون دينارا وثلثا دينار</w:t>
      </w:r>
      <w:r w:rsidR="00CC15EB">
        <w:rPr>
          <w:rtl/>
        </w:rPr>
        <w:t>،</w:t>
      </w:r>
      <w:r>
        <w:rPr>
          <w:rtl/>
        </w:rPr>
        <w:t xml:space="preserve"> </w:t>
      </w:r>
      <w:r w:rsidRPr="00D95A45">
        <w:rPr>
          <w:rtl/>
        </w:rPr>
        <w:t>ودية كسره احد عشر دينارا وثلثا دينار</w:t>
      </w:r>
      <w:r w:rsidR="00CC15EB">
        <w:rPr>
          <w:rtl/>
        </w:rPr>
        <w:t>،</w:t>
      </w:r>
      <w:r>
        <w:rPr>
          <w:rtl/>
        </w:rPr>
        <w:t xml:space="preserve"> </w:t>
      </w:r>
      <w:r w:rsidRPr="00D95A45">
        <w:rPr>
          <w:rtl/>
        </w:rPr>
        <w:t>ودية صدعه ثمانية دنانير واربعة اخماس دينار</w:t>
      </w:r>
      <w:r w:rsidR="00CC15EB">
        <w:rPr>
          <w:rtl/>
        </w:rPr>
        <w:t>،</w:t>
      </w:r>
      <w:r>
        <w:rPr>
          <w:rtl/>
        </w:rPr>
        <w:t xml:space="preserve"> </w:t>
      </w:r>
      <w:r w:rsidRPr="00D95A45">
        <w:rPr>
          <w:rtl/>
        </w:rPr>
        <w:t>ودية موضحته ديناران</w:t>
      </w:r>
      <w:r w:rsidR="00CC15EB">
        <w:rPr>
          <w:rtl/>
        </w:rPr>
        <w:t>،</w:t>
      </w:r>
      <w:r>
        <w:rPr>
          <w:rtl/>
        </w:rPr>
        <w:t xml:space="preserve"> </w:t>
      </w:r>
      <w:r w:rsidRPr="00D95A45">
        <w:rPr>
          <w:rtl/>
        </w:rPr>
        <w:t>ودية نقل عظامه خمسة دنانير وثلثا دينار</w:t>
      </w:r>
      <w:r w:rsidR="00CC15EB">
        <w:rPr>
          <w:rtl/>
        </w:rPr>
        <w:t>،</w:t>
      </w:r>
      <w:r>
        <w:rPr>
          <w:rtl/>
        </w:rPr>
        <w:t xml:space="preserve"> </w:t>
      </w:r>
      <w:r w:rsidRPr="00D95A45">
        <w:rPr>
          <w:rtl/>
        </w:rPr>
        <w:t>ودية فكه ثلاثة دنانير وثلثا دينار</w:t>
      </w:r>
      <w:r w:rsidR="00CC15EB">
        <w:rPr>
          <w:rtl/>
        </w:rPr>
        <w:t>،</w:t>
      </w:r>
      <w:r>
        <w:rPr>
          <w:rtl/>
        </w:rPr>
        <w:t xml:space="preserve"> </w:t>
      </w:r>
      <w:r w:rsidRPr="00D95A45">
        <w:rPr>
          <w:rtl/>
        </w:rPr>
        <w:t>ودية نقبه ديناران وثلثا دينار</w:t>
      </w:r>
      <w:r w:rsidR="00CC15EB">
        <w:rPr>
          <w:rtl/>
        </w:rPr>
        <w:t>،</w:t>
      </w:r>
      <w:r>
        <w:rPr>
          <w:rtl/>
        </w:rPr>
        <w:t xml:space="preserve"> </w:t>
      </w:r>
      <w:r w:rsidRPr="00D95A45">
        <w:rPr>
          <w:rtl/>
        </w:rPr>
        <w:t>وفى المفصل الاعلى من الاصابع الاربع التي فيها الظفر إذا قطع فديته سبعة وعشرون دينارا واربعة اخماس دينار</w:t>
      </w:r>
      <w:r w:rsidR="00CC15EB">
        <w:rPr>
          <w:rtl/>
        </w:rPr>
        <w:t>،</w:t>
      </w:r>
      <w:r>
        <w:rPr>
          <w:rtl/>
        </w:rPr>
        <w:t xml:space="preserve"> </w:t>
      </w:r>
      <w:r w:rsidRPr="00D95A45">
        <w:rPr>
          <w:rtl/>
        </w:rPr>
        <w:t>ودية كسره خمسة دنانير واربعة اخماس دينار</w:t>
      </w:r>
      <w:r w:rsidR="00CC15EB">
        <w:rPr>
          <w:rtl/>
        </w:rPr>
        <w:t>،</w:t>
      </w:r>
      <w:r>
        <w:rPr>
          <w:rtl/>
        </w:rPr>
        <w:t xml:space="preserve"> </w:t>
      </w:r>
      <w:r w:rsidRPr="00D95A45">
        <w:rPr>
          <w:rtl/>
        </w:rPr>
        <w:t>ودية صدعه أربعة دنانير وخمس دينار ودية موضحته دينار وثلث دينار</w:t>
      </w:r>
      <w:r w:rsidR="00CC15EB">
        <w:rPr>
          <w:rtl/>
        </w:rPr>
        <w:t>،</w:t>
      </w:r>
      <w:r>
        <w:rPr>
          <w:rtl/>
        </w:rPr>
        <w:t xml:space="preserve"> </w:t>
      </w:r>
      <w:r w:rsidRPr="00D95A45">
        <w:rPr>
          <w:rtl/>
        </w:rPr>
        <w:t>ودية نقل عظامه ديناران وخمس دينار</w:t>
      </w:r>
      <w:r w:rsidR="00CC15EB">
        <w:rPr>
          <w:rtl/>
        </w:rPr>
        <w:t>،</w:t>
      </w:r>
      <w:r>
        <w:rPr>
          <w:rtl/>
        </w:rPr>
        <w:t xml:space="preserve"> </w:t>
      </w:r>
      <w:r w:rsidRPr="00D95A45">
        <w:rPr>
          <w:rtl/>
        </w:rPr>
        <w:t>ودية نقبه دينار وثلث دينار</w:t>
      </w:r>
      <w:r w:rsidR="00CC15EB">
        <w:rPr>
          <w:rtl/>
        </w:rPr>
        <w:t>،</w:t>
      </w:r>
      <w:r>
        <w:rPr>
          <w:rtl/>
        </w:rPr>
        <w:t xml:space="preserve"> </w:t>
      </w:r>
      <w:r w:rsidRPr="00D95A45">
        <w:rPr>
          <w:rtl/>
        </w:rPr>
        <w:t>ودية فكه دينار واربعة اخماس دينار ودية كل ظفر عشرة دنانير.</w:t>
      </w:r>
    </w:p>
    <w:p w:rsidR="00AC7755" w:rsidRDefault="00D45E0E" w:rsidP="00AC7755">
      <w:pPr>
        <w:pStyle w:val="libNormal"/>
        <w:rPr>
          <w:rtl/>
        </w:rPr>
      </w:pPr>
      <w:r w:rsidRPr="00D95A45">
        <w:rPr>
          <w:rtl/>
        </w:rPr>
        <w:t xml:space="preserve"> وافتى </w:t>
      </w:r>
      <w:r w:rsidR="00AC7755" w:rsidRPr="00AC7755">
        <w:rPr>
          <w:rStyle w:val="libAlaemChar"/>
          <w:rtl/>
        </w:rPr>
        <w:t>عليه‌السلام</w:t>
      </w:r>
      <w:r w:rsidRPr="00D95A45">
        <w:rPr>
          <w:rtl/>
        </w:rPr>
        <w:t xml:space="preserve"> في حلمة ثدى الرجل ثمن الدية مائة دينار وخمسة وعشرون دينارا وفي خصية الرجل خمسمائة دينار.</w:t>
      </w:r>
    </w:p>
    <w:p w:rsidR="00AC7755" w:rsidRDefault="00D45E0E" w:rsidP="00AC7755">
      <w:pPr>
        <w:pStyle w:val="libNormal"/>
        <w:rPr>
          <w:rtl/>
        </w:rPr>
      </w:pPr>
      <w:r w:rsidRPr="00D95A45">
        <w:rPr>
          <w:rtl/>
        </w:rPr>
        <w:t xml:space="preserve"> قال</w:t>
      </w:r>
      <w:r w:rsidR="00CC15EB">
        <w:rPr>
          <w:rtl/>
        </w:rPr>
        <w:t>:</w:t>
      </w:r>
      <w:r>
        <w:rPr>
          <w:rtl/>
        </w:rPr>
        <w:t xml:space="preserve"> </w:t>
      </w:r>
      <w:r w:rsidRPr="00D95A45">
        <w:rPr>
          <w:rtl/>
        </w:rPr>
        <w:t>وان اصيب رجل فادر خصيتاه كلتاهما فديته اربعمائة دينار</w:t>
      </w:r>
      <w:r w:rsidR="00CC15EB">
        <w:rPr>
          <w:rtl/>
        </w:rPr>
        <w:t>،</w:t>
      </w:r>
      <w:r>
        <w:rPr>
          <w:rtl/>
        </w:rPr>
        <w:t xml:space="preserve"> </w:t>
      </w:r>
      <w:r w:rsidRPr="00D95A45">
        <w:rPr>
          <w:rtl/>
        </w:rPr>
        <w:t>فان</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فحج</w:t>
      </w:r>
      <w:r w:rsidRPr="00AC7755">
        <w:rPr>
          <w:rStyle w:val="libFootnotenumChar"/>
          <w:rtl/>
        </w:rPr>
        <w:t xml:space="preserve"> (1) </w:t>
      </w:r>
      <w:r w:rsidRPr="00D95A45">
        <w:rPr>
          <w:rtl/>
        </w:rPr>
        <w:t>فلم يقدر على المشي الا مشيا لا ينفعه فديته اربعة اخماس دية النفس ثمانمائة دينار</w:t>
      </w:r>
      <w:r w:rsidR="00CC15EB">
        <w:rPr>
          <w:rtl/>
        </w:rPr>
        <w:t>،</w:t>
      </w:r>
      <w:r>
        <w:rPr>
          <w:rtl/>
        </w:rPr>
        <w:t xml:space="preserve"> </w:t>
      </w:r>
      <w:r w:rsidRPr="00D95A45">
        <w:rPr>
          <w:rtl/>
        </w:rPr>
        <w:t>فان احدب منها الظهر فحينئذ تمت ديته الف دينار</w:t>
      </w:r>
      <w:r w:rsidR="00CC15EB">
        <w:rPr>
          <w:rtl/>
        </w:rPr>
        <w:t>،</w:t>
      </w:r>
      <w:r>
        <w:rPr>
          <w:rtl/>
        </w:rPr>
        <w:t xml:space="preserve"> </w:t>
      </w:r>
      <w:r w:rsidRPr="00D95A45">
        <w:rPr>
          <w:rtl/>
        </w:rPr>
        <w:t xml:space="preserve">والقسامة في كل شي ء من ذلك ستة نفر على ما بلغت ديته. </w:t>
      </w:r>
    </w:p>
    <w:p w:rsidR="00AC7755" w:rsidRDefault="00D45E0E" w:rsidP="00AC7755">
      <w:pPr>
        <w:pStyle w:val="libNormal"/>
        <w:rPr>
          <w:rtl/>
        </w:rPr>
      </w:pPr>
      <w:r w:rsidRPr="00D95A45">
        <w:rPr>
          <w:rtl/>
        </w:rPr>
        <w:t xml:space="preserve">وافتى </w:t>
      </w:r>
      <w:r w:rsidR="00AC7755" w:rsidRPr="00AC7755">
        <w:rPr>
          <w:rStyle w:val="libAlaemChar"/>
          <w:rtl/>
        </w:rPr>
        <w:t>عليه‌السلام</w:t>
      </w:r>
      <w:r w:rsidRPr="00D95A45">
        <w:rPr>
          <w:rtl/>
        </w:rPr>
        <w:t xml:space="preserve"> في الوجيئة إذا كانت في العانة فخرقت السفاق فصارت أدرة في احدى الخصيتين فديتها مائتا دينار خمس الدية</w:t>
      </w:r>
      <w:r w:rsidR="00CC15EB">
        <w:rPr>
          <w:rtl/>
        </w:rPr>
        <w:t>،</w:t>
      </w:r>
      <w:r>
        <w:rPr>
          <w:rtl/>
        </w:rPr>
        <w:t xml:space="preserve"> </w:t>
      </w:r>
      <w:r w:rsidRPr="00D95A45">
        <w:rPr>
          <w:rtl/>
        </w:rPr>
        <w:t xml:space="preserve">وفى النافذة إذا نفذت من رمح أو خنجر في شئ من الرجل من اطرافه فديتها عشر دية الرجل مائة دينار. وقضى </w:t>
      </w:r>
      <w:r w:rsidR="00AC7755" w:rsidRPr="00AC7755">
        <w:rPr>
          <w:rStyle w:val="libAlaemChar"/>
          <w:rtl/>
        </w:rPr>
        <w:t>عليه‌السلام</w:t>
      </w:r>
      <w:r w:rsidRPr="00D95A45">
        <w:rPr>
          <w:rtl/>
        </w:rPr>
        <w:t xml:space="preserve"> انه لا قود لرجل اصابه والده في امر يعيب عليه فيه فأصابه عيب من قطع وغيره وتكون له الدية ولا يقاد</w:t>
      </w:r>
      <w:r w:rsidR="00CC15EB">
        <w:rPr>
          <w:rtl/>
        </w:rPr>
        <w:t>،</w:t>
      </w:r>
      <w:r>
        <w:rPr>
          <w:rtl/>
        </w:rPr>
        <w:t xml:space="preserve"> </w:t>
      </w:r>
      <w:r w:rsidRPr="00D95A45">
        <w:rPr>
          <w:rtl/>
        </w:rPr>
        <w:t>ولا قود لامرأة اصابها زوجها فعيبت وغرم العيب على زوجها ولا قصاص عليه.</w:t>
      </w:r>
    </w:p>
    <w:p w:rsidR="00AC7755" w:rsidRDefault="00D45E0E" w:rsidP="00AC7755">
      <w:pPr>
        <w:pStyle w:val="libNormal"/>
        <w:rPr>
          <w:rtl/>
        </w:rPr>
      </w:pPr>
      <w:r w:rsidRPr="00D95A45">
        <w:rPr>
          <w:rtl/>
        </w:rPr>
        <w:t xml:space="preserve"> وقضى </w:t>
      </w:r>
      <w:r w:rsidR="00AC7755" w:rsidRPr="00AC7755">
        <w:rPr>
          <w:rStyle w:val="libAlaemChar"/>
          <w:rtl/>
        </w:rPr>
        <w:t>عليه‌السلام</w:t>
      </w:r>
      <w:r w:rsidRPr="00D95A45">
        <w:rPr>
          <w:rtl/>
        </w:rPr>
        <w:t xml:space="preserve"> في امرأة ركبها زوجها فاعفلها</w:t>
      </w:r>
      <w:r w:rsidRPr="00AC7755">
        <w:rPr>
          <w:rStyle w:val="libFootnotenumChar"/>
          <w:rtl/>
        </w:rPr>
        <w:t xml:space="preserve"> (2) </w:t>
      </w:r>
      <w:r w:rsidRPr="00D95A45">
        <w:rPr>
          <w:rtl/>
        </w:rPr>
        <w:t xml:space="preserve">ان لها نصف ديتها مائتان وخمسون دينارا. وقضى </w:t>
      </w:r>
      <w:r w:rsidR="00AC7755" w:rsidRPr="00AC7755">
        <w:rPr>
          <w:rStyle w:val="libAlaemChar"/>
          <w:rtl/>
        </w:rPr>
        <w:t>عليه‌السلام</w:t>
      </w:r>
      <w:r w:rsidRPr="00D95A45">
        <w:rPr>
          <w:rtl/>
        </w:rPr>
        <w:t xml:space="preserve"> في رجل اقتض جارية باصبعه فخرق مثانتها فلا تملك بولها فجعل لها ثلث الدية مائة وستة وستين دينارا وثلثي دينار</w:t>
      </w:r>
      <w:r w:rsidR="00CC15EB">
        <w:rPr>
          <w:rtl/>
        </w:rPr>
        <w:t>،</w:t>
      </w:r>
      <w:r>
        <w:rPr>
          <w:rtl/>
        </w:rPr>
        <w:t xml:space="preserve"> </w:t>
      </w:r>
      <w:r w:rsidRPr="00D95A45">
        <w:rPr>
          <w:rtl/>
        </w:rPr>
        <w:t xml:space="preserve">وقضى </w:t>
      </w:r>
      <w:r w:rsidR="00AC7755" w:rsidRPr="00AC7755">
        <w:rPr>
          <w:rStyle w:val="libAlaemChar"/>
          <w:rtl/>
        </w:rPr>
        <w:t>عليه‌السلام</w:t>
      </w:r>
      <w:r w:rsidRPr="00D95A45">
        <w:rPr>
          <w:rtl/>
        </w:rPr>
        <w:t xml:space="preserve"> لها عليه صداقها مثل نساء قومها</w:t>
      </w:r>
      <w:r w:rsidR="00CC15EB">
        <w:rPr>
          <w:rtl/>
        </w:rPr>
        <w:t>،</w:t>
      </w:r>
      <w:r>
        <w:rPr>
          <w:rtl/>
        </w:rPr>
        <w:t xml:space="preserve"> </w:t>
      </w:r>
      <w:r w:rsidRPr="00D95A45">
        <w:rPr>
          <w:rtl/>
        </w:rPr>
        <w:t xml:space="preserve">وفي رواية هشام بن ابراهيم عن ابي الحسن </w:t>
      </w:r>
      <w:r w:rsidR="00AC7755" w:rsidRPr="00AC7755">
        <w:rPr>
          <w:rStyle w:val="libAlaemChar"/>
          <w:rtl/>
        </w:rPr>
        <w:t>عليه‌السلام</w:t>
      </w:r>
      <w:r w:rsidRPr="00D95A45">
        <w:rPr>
          <w:rtl/>
        </w:rPr>
        <w:t xml:space="preserve"> لها الدية</w:t>
      </w:r>
      <w:r w:rsidR="00CC15EB">
        <w:rPr>
          <w:rtl/>
        </w:rPr>
        <w:t>،</w:t>
      </w:r>
      <w:r>
        <w:rPr>
          <w:rtl/>
        </w:rPr>
        <w:t xml:space="preserve"> </w:t>
      </w:r>
    </w:p>
    <w:p w:rsidR="00AC7755" w:rsidRDefault="00D45E0E" w:rsidP="00AC7755">
      <w:pPr>
        <w:pStyle w:val="libLine"/>
        <w:rPr>
          <w:rtl/>
        </w:rPr>
      </w:pPr>
      <w:r>
        <w:rPr>
          <w:rtl/>
        </w:rPr>
        <w:t>__________________</w:t>
      </w:r>
    </w:p>
    <w:p w:rsidR="00AC7755" w:rsidRDefault="00D45E0E" w:rsidP="00AC7755">
      <w:pPr>
        <w:pStyle w:val="libFootnote0"/>
        <w:rPr>
          <w:rtl/>
        </w:rPr>
      </w:pPr>
      <w:r w:rsidRPr="00D95A45">
        <w:rPr>
          <w:rtl/>
        </w:rPr>
        <w:t>(1) الفحج</w:t>
      </w:r>
      <w:r w:rsidR="00CC15EB">
        <w:rPr>
          <w:rtl/>
        </w:rPr>
        <w:t>:</w:t>
      </w:r>
      <w:r>
        <w:rPr>
          <w:rtl/>
        </w:rPr>
        <w:t xml:space="preserve"> </w:t>
      </w:r>
      <w:r w:rsidRPr="00D95A45">
        <w:rPr>
          <w:rtl/>
        </w:rPr>
        <w:t>تباعد ما بين الرجلين في الاعقاب مع تفاوت صدور القدمين.</w:t>
      </w:r>
    </w:p>
    <w:p w:rsidR="00AC7755" w:rsidRDefault="00D45E0E" w:rsidP="00AC7755">
      <w:pPr>
        <w:pStyle w:val="libFootnote0"/>
        <w:rPr>
          <w:rtl/>
        </w:rPr>
      </w:pPr>
      <w:r w:rsidRPr="00D95A45">
        <w:rPr>
          <w:rtl/>
        </w:rPr>
        <w:t>(2) العفل</w:t>
      </w:r>
      <w:r w:rsidR="00CC15EB">
        <w:rPr>
          <w:rtl/>
        </w:rPr>
        <w:t>:</w:t>
      </w:r>
      <w:r>
        <w:rPr>
          <w:rtl/>
        </w:rPr>
        <w:t xml:space="preserve"> </w:t>
      </w:r>
      <w:r w:rsidRPr="00D95A45">
        <w:rPr>
          <w:rtl/>
        </w:rPr>
        <w:t>بالتحريك هو شئ ينبت في قبل المرأة يمنع من وطيها.</w:t>
      </w:r>
    </w:p>
    <w:p w:rsidR="00AC7755" w:rsidRDefault="00AC7755" w:rsidP="00AC7755">
      <w:pPr>
        <w:pStyle w:val="libNormal"/>
        <w:rPr>
          <w:rtl/>
        </w:rPr>
      </w:pPr>
      <w:r>
        <w:rPr>
          <w:rtl/>
        </w:rPr>
        <w:br w:type="page"/>
      </w:r>
    </w:p>
    <w:p w:rsidR="00AC7755" w:rsidRDefault="00D45E0E" w:rsidP="00CA44E1">
      <w:pPr>
        <w:pStyle w:val="Heading2Center"/>
        <w:rPr>
          <w:rtl/>
        </w:rPr>
      </w:pPr>
      <w:bookmarkStart w:id="28" w:name="_Toc394318292"/>
      <w:r>
        <w:rPr>
          <w:rFonts w:hint="cs"/>
          <w:rtl/>
        </w:rPr>
        <w:lastRenderedPageBreak/>
        <w:t>27</w:t>
      </w:r>
      <w:r w:rsidR="00CC15EB">
        <w:rPr>
          <w:rtl/>
        </w:rPr>
        <w:t xml:space="preserve"> - </w:t>
      </w:r>
      <w:r w:rsidRPr="00D95A45">
        <w:rPr>
          <w:rtl/>
        </w:rPr>
        <w:t>باب الجنايات على الحيوان</w:t>
      </w:r>
      <w:bookmarkEnd w:id="28"/>
    </w:p>
    <w:p w:rsidR="00AC7755" w:rsidRDefault="00D45E0E" w:rsidP="00AC7755">
      <w:pPr>
        <w:pStyle w:val="libNormal"/>
        <w:rPr>
          <w:rtl/>
        </w:rPr>
      </w:pPr>
      <w:r w:rsidRPr="00D95A45">
        <w:rPr>
          <w:rtl/>
        </w:rPr>
        <w:t>(1149) 1</w:t>
      </w:r>
      <w:r w:rsidR="00CC15EB">
        <w:rPr>
          <w:rtl/>
        </w:rPr>
        <w:t xml:space="preserve"> - </w:t>
      </w:r>
      <w:r w:rsidRPr="00D95A45">
        <w:rPr>
          <w:rtl/>
        </w:rPr>
        <w:t>الحسين بن سعيد عن القاسم عن ابان عن ابي العباس قال</w:t>
      </w:r>
      <w:r w:rsidR="00CC15EB">
        <w:rPr>
          <w:rtl/>
        </w:rPr>
        <w:t>:</w:t>
      </w:r>
      <w:r>
        <w:rPr>
          <w:rtl/>
        </w:rPr>
        <w:t xml:space="preserve"> </w:t>
      </w:r>
      <w:r w:rsidRPr="00D95A45">
        <w:rPr>
          <w:rtl/>
        </w:rPr>
        <w:t xml:space="preserve">قال أبو عبد الله </w:t>
      </w:r>
      <w:r w:rsidR="00AC7755" w:rsidRPr="00AC7755">
        <w:rPr>
          <w:rStyle w:val="libAlaemChar"/>
          <w:rtl/>
        </w:rPr>
        <w:t>عليه‌السلام</w:t>
      </w:r>
      <w:r w:rsidR="00CC15EB">
        <w:rPr>
          <w:rtl/>
        </w:rPr>
        <w:t>:</w:t>
      </w:r>
      <w:r>
        <w:rPr>
          <w:rtl/>
        </w:rPr>
        <w:t xml:space="preserve"> </w:t>
      </w:r>
      <w:r w:rsidRPr="00D95A45">
        <w:rPr>
          <w:rtl/>
        </w:rPr>
        <w:t>من فقأ عين دابة فعليه ربع ثمنها.</w:t>
      </w:r>
    </w:p>
    <w:p w:rsidR="00AC7755" w:rsidRDefault="00D45E0E" w:rsidP="00AC7755">
      <w:pPr>
        <w:pStyle w:val="libNormal"/>
        <w:rPr>
          <w:rtl/>
        </w:rPr>
      </w:pPr>
      <w:r w:rsidRPr="00D95A45">
        <w:rPr>
          <w:rtl/>
        </w:rPr>
        <w:t>(1150) 2</w:t>
      </w:r>
      <w:r w:rsidR="00CC15EB">
        <w:rPr>
          <w:rtl/>
        </w:rPr>
        <w:t xml:space="preserve"> - </w:t>
      </w:r>
      <w:r w:rsidRPr="00D95A45">
        <w:rPr>
          <w:rtl/>
        </w:rPr>
        <w:t>وعنه عن ابن ابى عمير عن عمر بن اذينة قال</w:t>
      </w:r>
      <w:r w:rsidR="00CC15EB">
        <w:rPr>
          <w:rtl/>
        </w:rPr>
        <w:t>:</w:t>
      </w:r>
      <w:r>
        <w:rPr>
          <w:rtl/>
        </w:rPr>
        <w:t xml:space="preserve"> </w:t>
      </w:r>
      <w:r w:rsidRPr="00D95A45">
        <w:rPr>
          <w:rtl/>
        </w:rPr>
        <w:t xml:space="preserve">كتبت إلى ابي عبد الله </w:t>
      </w:r>
      <w:r w:rsidR="00AC7755" w:rsidRPr="00AC7755">
        <w:rPr>
          <w:rStyle w:val="libAlaemChar"/>
          <w:rtl/>
        </w:rPr>
        <w:t>عليه‌السلام</w:t>
      </w:r>
      <w:r w:rsidRPr="00D95A45">
        <w:rPr>
          <w:rtl/>
        </w:rPr>
        <w:t xml:space="preserve"> اسأله عن رواية الحسن البصري يرويها عن علي </w:t>
      </w:r>
      <w:r w:rsidR="00AC7755" w:rsidRPr="00AC7755">
        <w:rPr>
          <w:rStyle w:val="libAlaemChar"/>
          <w:rtl/>
        </w:rPr>
        <w:t>عليه‌السلام</w:t>
      </w:r>
      <w:r w:rsidRPr="00D95A45">
        <w:rPr>
          <w:rtl/>
        </w:rPr>
        <w:t xml:space="preserve"> في عين ذات الاربع قوائم إذا فقئت ربع ثمنها فقال</w:t>
      </w:r>
      <w:r w:rsidR="00CC15EB">
        <w:rPr>
          <w:rtl/>
        </w:rPr>
        <w:t>:</w:t>
      </w:r>
      <w:r>
        <w:rPr>
          <w:rtl/>
        </w:rPr>
        <w:t xml:space="preserve"> </w:t>
      </w:r>
      <w:r w:rsidRPr="00D95A45">
        <w:rPr>
          <w:rtl/>
        </w:rPr>
        <w:t xml:space="preserve">صدق الحسن قد قال علي </w:t>
      </w:r>
      <w:r w:rsidR="00AC7755" w:rsidRPr="00AC7755">
        <w:rPr>
          <w:rStyle w:val="libAlaemChar"/>
          <w:rtl/>
        </w:rPr>
        <w:t>عليه‌السلام</w:t>
      </w:r>
      <w:r w:rsidRPr="00D95A45">
        <w:rPr>
          <w:rtl/>
        </w:rPr>
        <w:t xml:space="preserve"> ذلك.</w:t>
      </w:r>
    </w:p>
    <w:p w:rsidR="00AC7755" w:rsidRDefault="00D45E0E" w:rsidP="00AC7755">
      <w:pPr>
        <w:pStyle w:val="libNormal"/>
        <w:rPr>
          <w:rtl/>
        </w:rPr>
      </w:pPr>
      <w:r w:rsidRPr="00D95A45">
        <w:rPr>
          <w:rtl/>
        </w:rPr>
        <w:t>(1151) 3</w:t>
      </w:r>
      <w:r w:rsidR="00CC15EB">
        <w:rPr>
          <w:rtl/>
        </w:rPr>
        <w:t xml:space="preserve"> - </w:t>
      </w:r>
      <w:r w:rsidRPr="00D95A45">
        <w:rPr>
          <w:rtl/>
        </w:rPr>
        <w:t xml:space="preserve">عنه عن ابن ابى عمير عن عاصم بن حميد عن محمد بن قيس عن ابي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علي </w:t>
      </w:r>
      <w:r w:rsidR="00AC7755" w:rsidRPr="00AC7755">
        <w:rPr>
          <w:rStyle w:val="libAlaemChar"/>
          <w:rtl/>
        </w:rPr>
        <w:t>عليه‌السلام</w:t>
      </w:r>
      <w:r w:rsidRPr="00D95A45">
        <w:rPr>
          <w:rtl/>
        </w:rPr>
        <w:t xml:space="preserve"> في عين فرس فقئت ربع ثمنها يوم فقئت العين.</w:t>
      </w:r>
    </w:p>
    <w:p w:rsidR="00AC7755" w:rsidRDefault="00D45E0E" w:rsidP="00AC7755">
      <w:pPr>
        <w:pStyle w:val="libNormal"/>
        <w:rPr>
          <w:rtl/>
        </w:rPr>
      </w:pPr>
      <w:r w:rsidRPr="00D95A45">
        <w:rPr>
          <w:rtl/>
        </w:rPr>
        <w:t>(1152) 4</w:t>
      </w:r>
      <w:r w:rsidR="00CC15EB">
        <w:rPr>
          <w:rtl/>
        </w:rPr>
        <w:t xml:space="preserve"> - </w:t>
      </w:r>
      <w:r w:rsidRPr="00D95A45">
        <w:rPr>
          <w:rtl/>
        </w:rPr>
        <w:t xml:space="preserve">سهل بن زياد عن محمد بن الحسن بن شمون عن عبد الله ابن عبد الرحمان عن مسمع بن عبد الملك عن ابى عبد الله </w:t>
      </w:r>
      <w:r w:rsidR="00AC7755" w:rsidRPr="00AC7755">
        <w:rPr>
          <w:rStyle w:val="libAlaemChar"/>
          <w:rtl/>
        </w:rPr>
        <w:t>عليه‌السلام</w:t>
      </w:r>
      <w:r w:rsidRPr="00D95A45">
        <w:rPr>
          <w:rtl/>
        </w:rPr>
        <w:t xml:space="preserve"> ان عليا </w:t>
      </w:r>
      <w:r w:rsidR="00AC7755" w:rsidRPr="00AC7755">
        <w:rPr>
          <w:rStyle w:val="libAlaemChar"/>
          <w:rtl/>
        </w:rPr>
        <w:t>عليه‌السلام</w:t>
      </w:r>
      <w:r w:rsidRPr="00D95A45">
        <w:rPr>
          <w:rtl/>
        </w:rPr>
        <w:t xml:space="preserve"> قضى في عين دابة ربع الثمن.</w:t>
      </w:r>
    </w:p>
    <w:p w:rsidR="00AC7755" w:rsidRDefault="00D45E0E" w:rsidP="00AC7755">
      <w:pPr>
        <w:pStyle w:val="libNormal"/>
        <w:rPr>
          <w:rtl/>
        </w:rPr>
      </w:pPr>
      <w:r w:rsidRPr="00D95A45">
        <w:rPr>
          <w:rtl/>
        </w:rPr>
        <w:t>(1153) 5</w:t>
      </w:r>
      <w:r w:rsidR="00CC15EB">
        <w:rPr>
          <w:rtl/>
        </w:rPr>
        <w:t xml:space="preserve"> - </w:t>
      </w:r>
      <w:r w:rsidRPr="00D95A45">
        <w:rPr>
          <w:rtl/>
        </w:rPr>
        <w:t xml:space="preserve">وبهذا الاسناد عن مسمع عن ابى عبد الله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رفع إليه رجل قتل خنزيرا فضمنه</w:t>
      </w:r>
      <w:r w:rsidR="00CC15EB">
        <w:rPr>
          <w:rtl/>
        </w:rPr>
        <w:t>،</w:t>
      </w:r>
      <w:r>
        <w:rPr>
          <w:rtl/>
        </w:rPr>
        <w:t xml:space="preserve"> </w:t>
      </w:r>
      <w:r w:rsidRPr="00D95A45">
        <w:rPr>
          <w:rtl/>
        </w:rPr>
        <w:t xml:space="preserve">ورفع إليه رجل كسر بربطا فابطله </w:t>
      </w:r>
      <w:r w:rsidRPr="00AC7755">
        <w:rPr>
          <w:rStyle w:val="libFootnotenumChar"/>
          <w:rtl/>
        </w:rPr>
        <w:t>(1)</w:t>
      </w:r>
      <w:r w:rsidRPr="00D95A45">
        <w:rPr>
          <w:rtl/>
        </w:rPr>
        <w:t>.</w:t>
      </w:r>
    </w:p>
    <w:p w:rsidR="00AC7755" w:rsidRDefault="00D45E0E" w:rsidP="00AC7755">
      <w:pPr>
        <w:pStyle w:val="libNormal"/>
        <w:rPr>
          <w:rtl/>
        </w:rPr>
      </w:pPr>
      <w:r w:rsidRPr="00D95A45">
        <w:rPr>
          <w:rtl/>
        </w:rPr>
        <w:t>(1154) 6</w:t>
      </w:r>
      <w:r w:rsidR="00CC15EB">
        <w:rPr>
          <w:rtl/>
        </w:rPr>
        <w:t xml:space="preserve"> - </w:t>
      </w:r>
      <w:r w:rsidRPr="00D95A45">
        <w:rPr>
          <w:rtl/>
        </w:rPr>
        <w:t>علي بن ابراهيم عن ابيه عن ابن ابى عمير عن ابراهيم</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 البربط شئ من ملاهي العجم يشبه صدر البط.</w:t>
      </w:r>
    </w:p>
    <w:p w:rsidR="00CC15EB" w:rsidRDefault="00CC15EB" w:rsidP="00AC7755">
      <w:pPr>
        <w:pStyle w:val="libFootnote0"/>
        <w:rPr>
          <w:rtl/>
        </w:rPr>
      </w:pPr>
      <w:r>
        <w:rPr>
          <w:rtl/>
        </w:rPr>
        <w:t>-</w:t>
      </w:r>
      <w:r w:rsidR="00D45E0E" w:rsidRPr="007277FF">
        <w:rPr>
          <w:rtl/>
        </w:rPr>
        <w:t xml:space="preserve"> 1149</w:t>
      </w:r>
      <w:r>
        <w:rPr>
          <w:rtl/>
        </w:rPr>
        <w:t xml:space="preserve"> - </w:t>
      </w:r>
      <w:r w:rsidR="00D45E0E" w:rsidRPr="007277FF">
        <w:rPr>
          <w:rtl/>
        </w:rPr>
        <w:t>الكافي ج 2 ص 344</w:t>
      </w:r>
    </w:p>
    <w:p w:rsidR="00CC15EB" w:rsidRDefault="00CC15EB" w:rsidP="00AC7755">
      <w:pPr>
        <w:pStyle w:val="libFootnote0"/>
        <w:rPr>
          <w:rtl/>
        </w:rPr>
      </w:pPr>
      <w:r>
        <w:rPr>
          <w:rtl/>
        </w:rPr>
        <w:t>-</w:t>
      </w:r>
      <w:r w:rsidR="00D45E0E" w:rsidRPr="007277FF">
        <w:rPr>
          <w:rtl/>
        </w:rPr>
        <w:t xml:space="preserve"> 1151</w:t>
      </w:r>
      <w:r>
        <w:rPr>
          <w:rtl/>
        </w:rPr>
        <w:t xml:space="preserve"> - </w:t>
      </w:r>
      <w:r w:rsidR="00D45E0E" w:rsidRPr="007277FF">
        <w:rPr>
          <w:rtl/>
        </w:rPr>
        <w:t>الكافي ج 2 ص 344 الفقيه ج 4 ص 127</w:t>
      </w:r>
    </w:p>
    <w:p w:rsidR="00AC7755" w:rsidRDefault="00CC15EB" w:rsidP="00AC7755">
      <w:pPr>
        <w:pStyle w:val="libFootnote0"/>
        <w:rPr>
          <w:rtl/>
        </w:rPr>
      </w:pPr>
      <w:r>
        <w:rPr>
          <w:rtl/>
        </w:rPr>
        <w:t>-</w:t>
      </w:r>
      <w:r w:rsidR="00D45E0E" w:rsidRPr="00DA0376">
        <w:rPr>
          <w:rtl/>
        </w:rPr>
        <w:t xml:space="preserve"> 1152</w:t>
      </w:r>
      <w:r>
        <w:rPr>
          <w:rtl/>
        </w:rPr>
        <w:t xml:space="preserve"> - </w:t>
      </w:r>
      <w:r w:rsidR="00D45E0E" w:rsidRPr="00DA0376">
        <w:rPr>
          <w:rtl/>
        </w:rPr>
        <w:t>1153</w:t>
      </w:r>
      <w:r>
        <w:rPr>
          <w:rtl/>
        </w:rPr>
        <w:t xml:space="preserve"> - </w:t>
      </w:r>
      <w:r w:rsidR="00D45E0E" w:rsidRPr="00DA0376">
        <w:rPr>
          <w:rtl/>
        </w:rPr>
        <w:t>1154 الكافي ج 2 ص 344</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ابن عبد الحميد عن الوليد بن صبيح عن ابي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 xml:space="preserve">دية الكلب السلوقي اربعون درهما أمر رسول الله </w:t>
      </w:r>
      <w:r w:rsidR="00AC7755" w:rsidRPr="00AC7755">
        <w:rPr>
          <w:rStyle w:val="libAlaemChar"/>
          <w:rtl/>
        </w:rPr>
        <w:t>صلى‌الله‌عليه‌وآله‌وسلم</w:t>
      </w:r>
      <w:r w:rsidRPr="00DA0376">
        <w:rPr>
          <w:rtl/>
        </w:rPr>
        <w:t xml:space="preserve"> بذلك أن (يد</w:t>
      </w:r>
      <w:r>
        <w:rPr>
          <w:rtl/>
        </w:rPr>
        <w:t>؟</w:t>
      </w:r>
      <w:r w:rsidRPr="00DA0376">
        <w:rPr>
          <w:rtl/>
        </w:rPr>
        <w:t xml:space="preserve"> ية) لبني جذيمة.</w:t>
      </w:r>
    </w:p>
    <w:p w:rsidR="00AC7755" w:rsidRDefault="00D45E0E" w:rsidP="00AC7755">
      <w:pPr>
        <w:pStyle w:val="libNormal"/>
        <w:rPr>
          <w:rtl/>
        </w:rPr>
      </w:pPr>
      <w:r w:rsidRPr="00D95A45">
        <w:rPr>
          <w:rtl/>
        </w:rPr>
        <w:t>(1155) 7</w:t>
      </w:r>
      <w:r w:rsidR="00CC15EB">
        <w:rPr>
          <w:rtl/>
        </w:rPr>
        <w:t xml:space="preserve"> - </w:t>
      </w:r>
      <w:r w:rsidRPr="00D95A45">
        <w:rPr>
          <w:rtl/>
        </w:rPr>
        <w:t xml:space="preserve">عنه عن ابيه عن محمد بن حفص عن علي بن ابي حمزة عن ابي بصير عن احدهما </w:t>
      </w:r>
      <w:r w:rsidR="00AC7755" w:rsidRPr="00AC7755">
        <w:rPr>
          <w:rStyle w:val="libAlaemChar"/>
          <w:rtl/>
        </w:rPr>
        <w:t>صلى‌الله‌عليه‌وآله‌وسلم</w:t>
      </w:r>
      <w:r w:rsidRPr="00D95A45">
        <w:rPr>
          <w:rtl/>
        </w:rPr>
        <w:t xml:space="preserve"> قال</w:t>
      </w:r>
      <w:r w:rsidR="00CC15EB">
        <w:rPr>
          <w:rtl/>
        </w:rPr>
        <w:t>:</w:t>
      </w:r>
      <w:r>
        <w:rPr>
          <w:rtl/>
        </w:rPr>
        <w:t xml:space="preserve"> </w:t>
      </w:r>
      <w:r w:rsidRPr="00D95A45">
        <w:rPr>
          <w:rtl/>
        </w:rPr>
        <w:t xml:space="preserve">دية الكلب السلوقي اربعون درهما جعل له ذلك رسول الله </w:t>
      </w:r>
      <w:r w:rsidR="00AC7755" w:rsidRPr="00AC7755">
        <w:rPr>
          <w:rStyle w:val="libAlaemChar"/>
          <w:rtl/>
        </w:rPr>
        <w:t>صلى‌الله‌عليه‌وآله‌وسلم</w:t>
      </w:r>
      <w:r w:rsidR="00CC15EB">
        <w:rPr>
          <w:rtl/>
        </w:rPr>
        <w:t>،</w:t>
      </w:r>
      <w:r>
        <w:rPr>
          <w:rtl/>
        </w:rPr>
        <w:t xml:space="preserve"> </w:t>
      </w:r>
      <w:r w:rsidRPr="00D95A45">
        <w:rPr>
          <w:rtl/>
        </w:rPr>
        <w:t>ودية كلب الغنم كبش</w:t>
      </w:r>
      <w:r w:rsidR="00CC15EB">
        <w:rPr>
          <w:rtl/>
        </w:rPr>
        <w:t>،</w:t>
      </w:r>
      <w:r>
        <w:rPr>
          <w:rtl/>
        </w:rPr>
        <w:t xml:space="preserve"> </w:t>
      </w:r>
      <w:r w:rsidRPr="00D95A45">
        <w:rPr>
          <w:rtl/>
        </w:rPr>
        <w:t>ودية كلب الزرع جريب من بر</w:t>
      </w:r>
      <w:r w:rsidR="00CC15EB">
        <w:rPr>
          <w:rtl/>
        </w:rPr>
        <w:t>،</w:t>
      </w:r>
      <w:r>
        <w:rPr>
          <w:rtl/>
        </w:rPr>
        <w:t xml:space="preserve"> </w:t>
      </w:r>
      <w:r w:rsidRPr="00D95A45">
        <w:rPr>
          <w:rtl/>
        </w:rPr>
        <w:t>ودية كلب الاهل قفيز من تراب لاهله.</w:t>
      </w:r>
    </w:p>
    <w:p w:rsidR="00AC7755" w:rsidRDefault="00D45E0E" w:rsidP="00AC7755">
      <w:pPr>
        <w:pStyle w:val="libNormal"/>
        <w:rPr>
          <w:rtl/>
        </w:rPr>
      </w:pPr>
      <w:r w:rsidRPr="00D95A45">
        <w:rPr>
          <w:rtl/>
        </w:rPr>
        <w:t>(1156) 8</w:t>
      </w:r>
      <w:r w:rsidR="00CC15EB">
        <w:rPr>
          <w:rtl/>
        </w:rPr>
        <w:t xml:space="preserve"> - </w:t>
      </w:r>
      <w:r w:rsidRPr="00D95A45">
        <w:rPr>
          <w:rtl/>
        </w:rPr>
        <w:t xml:space="preserve">علي عن ابيه عن النوفلي عن السكوني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امير المؤمنين </w:t>
      </w:r>
      <w:r w:rsidR="00AC7755" w:rsidRPr="00AC7755">
        <w:rPr>
          <w:rStyle w:val="libAlaemChar"/>
          <w:rtl/>
        </w:rPr>
        <w:t>عليه‌السلام</w:t>
      </w:r>
      <w:r w:rsidRPr="00D95A45">
        <w:rPr>
          <w:rtl/>
        </w:rPr>
        <w:t xml:space="preserve"> فيمن قتل كلب الصيد قال</w:t>
      </w:r>
      <w:r w:rsidR="00CC15EB">
        <w:rPr>
          <w:rtl/>
        </w:rPr>
        <w:t>:</w:t>
      </w:r>
      <w:r>
        <w:rPr>
          <w:rtl/>
        </w:rPr>
        <w:t xml:space="preserve"> </w:t>
      </w:r>
      <w:r w:rsidRPr="00D95A45">
        <w:rPr>
          <w:rtl/>
        </w:rPr>
        <w:t>يقومه</w:t>
      </w:r>
      <w:r w:rsidR="00CC15EB">
        <w:rPr>
          <w:rtl/>
        </w:rPr>
        <w:t>،</w:t>
      </w:r>
      <w:r>
        <w:rPr>
          <w:rtl/>
        </w:rPr>
        <w:t xml:space="preserve"> </w:t>
      </w:r>
      <w:r w:rsidRPr="00D95A45">
        <w:rPr>
          <w:rtl/>
        </w:rPr>
        <w:t>وكذلك البازي</w:t>
      </w:r>
      <w:r w:rsidR="00CC15EB">
        <w:rPr>
          <w:rtl/>
        </w:rPr>
        <w:t>،</w:t>
      </w:r>
      <w:r>
        <w:rPr>
          <w:rtl/>
        </w:rPr>
        <w:t xml:space="preserve"> </w:t>
      </w:r>
      <w:r w:rsidRPr="00D95A45">
        <w:rPr>
          <w:rtl/>
        </w:rPr>
        <w:t>وكذلك كلب الغنم</w:t>
      </w:r>
      <w:r w:rsidR="00CC15EB">
        <w:rPr>
          <w:rtl/>
        </w:rPr>
        <w:t>،</w:t>
      </w:r>
      <w:r>
        <w:rPr>
          <w:rtl/>
        </w:rPr>
        <w:t xml:space="preserve"> </w:t>
      </w:r>
      <w:r w:rsidRPr="00D95A45">
        <w:rPr>
          <w:rtl/>
        </w:rPr>
        <w:t>وكذلك كلب الحائط.</w:t>
      </w:r>
    </w:p>
    <w:p w:rsidR="00AC7755" w:rsidRDefault="00D45E0E" w:rsidP="00AC7755">
      <w:pPr>
        <w:pStyle w:val="libNormal"/>
        <w:rPr>
          <w:rtl/>
        </w:rPr>
      </w:pPr>
      <w:r w:rsidRPr="00D95A45">
        <w:rPr>
          <w:rtl/>
        </w:rPr>
        <w:t>(1157) 9</w:t>
      </w:r>
      <w:r w:rsidR="00CC15EB">
        <w:rPr>
          <w:rtl/>
        </w:rPr>
        <w:t xml:space="preserve"> - </w:t>
      </w:r>
      <w:r w:rsidRPr="00D95A45">
        <w:rPr>
          <w:rtl/>
        </w:rPr>
        <w:t xml:space="preserve">عنه عن ابيه عن النوفلي عن السكوني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رسول الله </w:t>
      </w:r>
      <w:r w:rsidR="00AC7755" w:rsidRPr="00AC7755">
        <w:rPr>
          <w:rStyle w:val="libAlaemChar"/>
          <w:rtl/>
        </w:rPr>
        <w:t>صلى‌الله‌عليه‌وآله‌وسلم</w:t>
      </w:r>
      <w:r w:rsidR="00CC15EB">
        <w:rPr>
          <w:rtl/>
        </w:rPr>
        <w:t>:</w:t>
      </w:r>
      <w:r>
        <w:rPr>
          <w:rtl/>
        </w:rPr>
        <w:t xml:space="preserve"> </w:t>
      </w:r>
      <w:r w:rsidRPr="00D95A45">
        <w:rPr>
          <w:rtl/>
        </w:rPr>
        <w:t>في جنين البهيمة إذا ضربت فالقت عشر ثمنها</w:t>
      </w:r>
      <w:r w:rsidR="00CC15EB">
        <w:rPr>
          <w:rtl/>
        </w:rPr>
        <w:t>،</w:t>
      </w:r>
      <w:r>
        <w:rPr>
          <w:rtl/>
        </w:rPr>
        <w:t xml:space="preserve"> </w:t>
      </w:r>
    </w:p>
    <w:p w:rsidR="00AC7755" w:rsidRDefault="00D45E0E" w:rsidP="00AC7755">
      <w:pPr>
        <w:pStyle w:val="libNormal"/>
        <w:rPr>
          <w:rtl/>
        </w:rPr>
      </w:pPr>
      <w:r w:rsidRPr="00D95A45">
        <w:rPr>
          <w:rtl/>
        </w:rPr>
        <w:t>(1158) 10</w:t>
      </w:r>
      <w:r w:rsidR="00CC15EB">
        <w:rPr>
          <w:rtl/>
        </w:rPr>
        <w:t xml:space="preserve"> - </w:t>
      </w:r>
      <w:r w:rsidRPr="00D95A45">
        <w:rPr>
          <w:rtl/>
        </w:rPr>
        <w:t xml:space="preserve">محمد بن يعقوب عن احمد بن محمد الكوفي عن ابراهيم ابن الحسن عن محمد بن خلف عن موسى بن ابراهيم البزوفري عن ابى الحسن موسى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قضى امير المؤمنين </w:t>
      </w:r>
      <w:r w:rsidR="00AC7755" w:rsidRPr="00AC7755">
        <w:rPr>
          <w:rStyle w:val="libAlaemChar"/>
          <w:rtl/>
        </w:rPr>
        <w:t>عليه‌السلام</w:t>
      </w:r>
      <w:r w:rsidRPr="00D95A45">
        <w:rPr>
          <w:rtl/>
        </w:rPr>
        <w:t xml:space="preserve"> في فارسين اصطدما فمات احدهما فضمن الباقي دية الميت.</w:t>
      </w:r>
    </w:p>
    <w:p w:rsidR="00AC7755" w:rsidRDefault="00D45E0E" w:rsidP="00AC7755">
      <w:pPr>
        <w:pStyle w:val="libNormal"/>
        <w:rPr>
          <w:rtl/>
        </w:rPr>
      </w:pPr>
      <w:r w:rsidRPr="00D95A45">
        <w:rPr>
          <w:rtl/>
        </w:rPr>
        <w:t>(1159) 11</w:t>
      </w:r>
      <w:r w:rsidR="00CC15EB">
        <w:rPr>
          <w:rtl/>
        </w:rPr>
        <w:t xml:space="preserve"> - </w:t>
      </w:r>
      <w:r w:rsidRPr="00D95A45">
        <w:rPr>
          <w:rtl/>
        </w:rPr>
        <w:t xml:space="preserve">احمد بن محمد عن محمد بن عيسى عن عبد الله بن المغيرة عن السكوني عن جعفر عن ابيه عن علي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كان علي </w:t>
      </w:r>
      <w:r w:rsidR="00AC7755" w:rsidRPr="00AC7755">
        <w:rPr>
          <w:rStyle w:val="libAlaemChar"/>
          <w:rtl/>
        </w:rPr>
        <w:t>عليه‌السلام</w:t>
      </w:r>
      <w:r w:rsidRPr="00D95A45">
        <w:rPr>
          <w:rtl/>
        </w:rPr>
        <w:t xml:space="preserve"> لا يضمن ما افسدت البهائم نهارا ويقول</w:t>
      </w:r>
      <w:r w:rsidR="00CC15EB">
        <w:rPr>
          <w:rtl/>
        </w:rPr>
        <w:t>:</w:t>
      </w:r>
      <w:r>
        <w:rPr>
          <w:rtl/>
        </w:rPr>
        <w:t xml:space="preserve"> </w:t>
      </w:r>
      <w:r w:rsidRPr="00D95A45">
        <w:rPr>
          <w:rtl/>
        </w:rPr>
        <w:t>على صاحب الزرع حفظ زرعه</w:t>
      </w:r>
      <w:r w:rsidR="00CC15EB">
        <w:rPr>
          <w:rtl/>
        </w:rPr>
        <w:t>،</w:t>
      </w:r>
      <w:r>
        <w:rPr>
          <w:rtl/>
        </w:rPr>
        <w:t xml:space="preserve"> </w:t>
      </w:r>
      <w:r w:rsidRPr="00D95A45">
        <w:rPr>
          <w:rtl/>
        </w:rPr>
        <w:t>وكان يضمن ما افسدت البهائم ليلا.</w:t>
      </w:r>
    </w:p>
    <w:p w:rsidR="00AC7755" w:rsidRDefault="00D45E0E" w:rsidP="00AC7755">
      <w:pPr>
        <w:pStyle w:val="libLine"/>
        <w:rPr>
          <w:rtl/>
        </w:rPr>
      </w:pPr>
      <w:r>
        <w:rPr>
          <w:rtl/>
        </w:rPr>
        <w:t>__________________</w:t>
      </w:r>
    </w:p>
    <w:p w:rsidR="00CC15EB" w:rsidRDefault="00D45E0E" w:rsidP="00AC7755">
      <w:pPr>
        <w:pStyle w:val="libFootnote0"/>
        <w:rPr>
          <w:rtl/>
        </w:rPr>
      </w:pPr>
      <w:r w:rsidRPr="00D95A45">
        <w:rPr>
          <w:rtl/>
        </w:rPr>
        <w:t>1155</w:t>
      </w:r>
      <w:r w:rsidR="00CC15EB">
        <w:rPr>
          <w:rFonts w:hint="cs"/>
          <w:rtl/>
        </w:rPr>
        <w:t xml:space="preserve"> - </w:t>
      </w:r>
      <w:r w:rsidRPr="007277FF">
        <w:rPr>
          <w:rtl/>
        </w:rPr>
        <w:t>1156</w:t>
      </w:r>
      <w:r w:rsidR="00CC15EB">
        <w:rPr>
          <w:rtl/>
        </w:rPr>
        <w:t xml:space="preserve"> - </w:t>
      </w:r>
      <w:r w:rsidRPr="007277FF">
        <w:rPr>
          <w:rtl/>
        </w:rPr>
        <w:t>الكافي ج 2 ص 344</w:t>
      </w:r>
    </w:p>
    <w:p w:rsidR="00AC7755" w:rsidRDefault="00CC15EB" w:rsidP="00AC7755">
      <w:pPr>
        <w:pStyle w:val="libFootnote0"/>
        <w:rPr>
          <w:rtl/>
        </w:rPr>
      </w:pPr>
      <w:r>
        <w:rPr>
          <w:rtl/>
        </w:rPr>
        <w:t>-</w:t>
      </w:r>
      <w:r w:rsidR="00D45E0E" w:rsidRPr="00DA0376">
        <w:rPr>
          <w:rtl/>
        </w:rPr>
        <w:t xml:space="preserve"> 1157</w:t>
      </w:r>
      <w:r>
        <w:rPr>
          <w:rtl/>
        </w:rPr>
        <w:t xml:space="preserve"> - </w:t>
      </w:r>
      <w:r w:rsidR="00D45E0E" w:rsidRPr="00DA0376">
        <w:rPr>
          <w:rtl/>
        </w:rPr>
        <w:t>1158</w:t>
      </w:r>
      <w:r>
        <w:rPr>
          <w:rtl/>
        </w:rPr>
        <w:t xml:space="preserve"> - </w:t>
      </w:r>
      <w:r w:rsidR="00D45E0E" w:rsidRPr="00DA0376">
        <w:rPr>
          <w:rtl/>
        </w:rPr>
        <w:t>الكافي ج 2 ص 344 وقد سبقا في الباب 25 برقم 22 ورقم 6</w:t>
      </w:r>
    </w:p>
    <w:p w:rsidR="00AC7755" w:rsidRDefault="00AC7755" w:rsidP="00AC7755">
      <w:pPr>
        <w:pStyle w:val="libNormal"/>
        <w:rPr>
          <w:rtl/>
        </w:rPr>
      </w:pPr>
      <w:r>
        <w:rPr>
          <w:rtl/>
        </w:rPr>
        <w:br w:type="page"/>
      </w:r>
    </w:p>
    <w:p w:rsidR="00AC7755" w:rsidRDefault="00D45E0E" w:rsidP="00CA44E1">
      <w:pPr>
        <w:pStyle w:val="Heading2Center"/>
        <w:rPr>
          <w:rtl/>
        </w:rPr>
      </w:pPr>
      <w:bookmarkStart w:id="29" w:name="_Toc394318293"/>
      <w:r>
        <w:rPr>
          <w:rFonts w:hint="cs"/>
          <w:rtl/>
        </w:rPr>
        <w:lastRenderedPageBreak/>
        <w:t>28</w:t>
      </w:r>
      <w:r w:rsidR="00CC15EB">
        <w:rPr>
          <w:rtl/>
        </w:rPr>
        <w:t xml:space="preserve"> - </w:t>
      </w:r>
      <w:r w:rsidRPr="007277FF">
        <w:rPr>
          <w:rtl/>
        </w:rPr>
        <w:t>باب من الزيادات</w:t>
      </w:r>
      <w:bookmarkEnd w:id="29"/>
    </w:p>
    <w:p w:rsidR="00AC7755" w:rsidRDefault="00D45E0E" w:rsidP="00AC7755">
      <w:pPr>
        <w:pStyle w:val="libNormal"/>
        <w:rPr>
          <w:rtl/>
        </w:rPr>
      </w:pPr>
      <w:r w:rsidRPr="00D95A45">
        <w:rPr>
          <w:rtl/>
        </w:rPr>
        <w:t>(1160) 1</w:t>
      </w:r>
      <w:r w:rsidR="00CC15EB">
        <w:rPr>
          <w:rtl/>
        </w:rPr>
        <w:t xml:space="preserve"> - </w:t>
      </w:r>
      <w:r w:rsidRPr="00D95A45">
        <w:rPr>
          <w:rtl/>
        </w:rPr>
        <w:t>الحسن بن محبوب عن ابراهيم بن نعيم الازدي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اربعة شهدوا على رجل بالزنى فلما قتل رجع احدهما عن شهادته قال</w:t>
      </w:r>
      <w:r w:rsidR="00CC15EB">
        <w:rPr>
          <w:rtl/>
        </w:rPr>
        <w:t>:</w:t>
      </w:r>
      <w:r>
        <w:rPr>
          <w:rtl/>
        </w:rPr>
        <w:t xml:space="preserve"> </w:t>
      </w:r>
      <w:r w:rsidRPr="00D95A45">
        <w:rPr>
          <w:rtl/>
        </w:rPr>
        <w:t>فقال</w:t>
      </w:r>
      <w:r w:rsidR="00CC15EB">
        <w:rPr>
          <w:rtl/>
        </w:rPr>
        <w:t>:</w:t>
      </w:r>
      <w:r>
        <w:rPr>
          <w:rtl/>
        </w:rPr>
        <w:t xml:space="preserve"> </w:t>
      </w:r>
      <w:r w:rsidRPr="00D95A45">
        <w:rPr>
          <w:rtl/>
        </w:rPr>
        <w:t>يقتل الراجع ويؤدي الثلاثة إلى اهله ثلاثة ارباع الدية.</w:t>
      </w:r>
    </w:p>
    <w:p w:rsidR="00AC7755" w:rsidRDefault="00D45E0E" w:rsidP="00AC7755">
      <w:pPr>
        <w:pStyle w:val="libNormal"/>
        <w:rPr>
          <w:rtl/>
        </w:rPr>
      </w:pPr>
      <w:r w:rsidRPr="00D95A45">
        <w:rPr>
          <w:rtl/>
        </w:rPr>
        <w:t>(1161) 2</w:t>
      </w:r>
      <w:r w:rsidR="00CC15EB">
        <w:rPr>
          <w:rtl/>
        </w:rPr>
        <w:t xml:space="preserve"> - </w:t>
      </w:r>
      <w:r w:rsidRPr="00D95A45">
        <w:rPr>
          <w:rtl/>
        </w:rPr>
        <w:t xml:space="preserve">علي عن المختار بن محمد بن المختار ومحمد بن الحسن عن عبد الله بن الحسن العلوي جميعا عن الفتح بن يزيد الجرجاني عن ابى الحسن </w:t>
      </w:r>
      <w:r w:rsidR="00AC7755" w:rsidRPr="00AC7755">
        <w:rPr>
          <w:rStyle w:val="libAlaemChar"/>
          <w:rtl/>
        </w:rPr>
        <w:t>عليه‌السلام</w:t>
      </w:r>
      <w:r w:rsidRPr="00D95A45">
        <w:rPr>
          <w:rtl/>
        </w:rPr>
        <w:t xml:space="preserve"> في اربعة شهدوا على رجل انه زنى فرجم ثم رجعوا وقالوا قد وهمنا يلزمون الدية</w:t>
      </w:r>
      <w:r w:rsidR="00CC15EB">
        <w:rPr>
          <w:rtl/>
        </w:rPr>
        <w:t>،</w:t>
      </w:r>
      <w:r>
        <w:rPr>
          <w:rtl/>
        </w:rPr>
        <w:t xml:space="preserve"> </w:t>
      </w:r>
      <w:r w:rsidRPr="00D95A45">
        <w:rPr>
          <w:rtl/>
        </w:rPr>
        <w:t>فان قالوا تعمدنا قتل أي الاربعة شاء ولي المقتول ورد الثلاثة ثلاثة ارباع الدية إلى اولياء المقتول الثاني ويجلد الثلاثة كل واحد منهم ثمانين جلدة</w:t>
      </w:r>
      <w:r w:rsidR="00CC15EB">
        <w:rPr>
          <w:rtl/>
        </w:rPr>
        <w:t>،</w:t>
      </w:r>
      <w:r>
        <w:rPr>
          <w:rtl/>
        </w:rPr>
        <w:t xml:space="preserve"> </w:t>
      </w:r>
      <w:r w:rsidRPr="00D95A45">
        <w:rPr>
          <w:rtl/>
        </w:rPr>
        <w:t>وان شاء ولي المقتول ان يقتلهم ود ثلاث ديات على اولياء الشهود الاربعة ويجلدون ثمانين كل واحد منهم ثم يقتلهم الامام</w:t>
      </w:r>
      <w:r w:rsidR="00CC15EB">
        <w:rPr>
          <w:rtl/>
        </w:rPr>
        <w:t>،</w:t>
      </w:r>
      <w:r>
        <w:rPr>
          <w:rtl/>
        </w:rPr>
        <w:t xml:space="preserve"> </w:t>
      </w:r>
      <w:r w:rsidRPr="00D95A45">
        <w:rPr>
          <w:rtl/>
        </w:rPr>
        <w:t>وقال في رجلين شهدا على رجل انه سرق فقطع ثم رجع واحد منهما فقال</w:t>
      </w:r>
      <w:r w:rsidR="00CC15EB">
        <w:rPr>
          <w:rtl/>
        </w:rPr>
        <w:t>:</w:t>
      </w:r>
      <w:r>
        <w:rPr>
          <w:rtl/>
        </w:rPr>
        <w:t xml:space="preserve"> </w:t>
      </w:r>
      <w:r w:rsidRPr="00D95A45">
        <w:rPr>
          <w:rtl/>
        </w:rPr>
        <w:t>وهمت في هذا ولكن كان غيره</w:t>
      </w:r>
      <w:r w:rsidR="00CC15EB">
        <w:rPr>
          <w:rtl/>
        </w:rPr>
        <w:t>:</w:t>
      </w:r>
      <w:r>
        <w:rPr>
          <w:rtl/>
        </w:rPr>
        <w:t xml:space="preserve"> </w:t>
      </w:r>
      <w:r w:rsidRPr="00D95A45">
        <w:rPr>
          <w:rtl/>
        </w:rPr>
        <w:t>يلزمه نصف دية اليد ولا يقبل شهادته في الآخر</w:t>
      </w:r>
      <w:r w:rsidR="00CC15EB">
        <w:rPr>
          <w:rtl/>
        </w:rPr>
        <w:t>،</w:t>
      </w:r>
      <w:r>
        <w:rPr>
          <w:rtl/>
        </w:rPr>
        <w:t xml:space="preserve"> </w:t>
      </w:r>
      <w:r w:rsidRPr="00D95A45">
        <w:rPr>
          <w:rtl/>
        </w:rPr>
        <w:t>فان رجعا جميعا فقالا وهمنا بل كان السارق فلانا يلزمان دية اليد ولا يقبل شهادتهما في الآخر</w:t>
      </w:r>
      <w:r w:rsidR="00CC15EB">
        <w:rPr>
          <w:rtl/>
        </w:rPr>
        <w:t>،</w:t>
      </w:r>
      <w:r>
        <w:rPr>
          <w:rtl/>
        </w:rPr>
        <w:t xml:space="preserve"> </w:t>
      </w:r>
      <w:r w:rsidRPr="00D95A45">
        <w:rPr>
          <w:rtl/>
        </w:rPr>
        <w:t>فان قالا انا تعمدنا</w:t>
      </w:r>
      <w:r w:rsidR="00CC15EB">
        <w:rPr>
          <w:rtl/>
        </w:rPr>
        <w:t>،</w:t>
      </w:r>
      <w:r>
        <w:rPr>
          <w:rtl/>
        </w:rPr>
        <w:t xml:space="preserve"> </w:t>
      </w:r>
      <w:r w:rsidRPr="00D95A45">
        <w:rPr>
          <w:rtl/>
        </w:rPr>
        <w:t>قطع يد احدهما بيد المقطوع ويرد الذي لم يقطع ربع دية الرجل على اولياء المقطوع فان قال المقطوع الاول لا ارضى أو تقطع ايديهما معا رد دية يد تنقسم بينهما ويقطع ايديهما.</w:t>
      </w:r>
    </w:p>
    <w:p w:rsidR="00AC7755" w:rsidRDefault="00D45E0E" w:rsidP="00AC7755">
      <w:pPr>
        <w:pStyle w:val="libNormal"/>
        <w:rPr>
          <w:rtl/>
        </w:rPr>
      </w:pPr>
      <w:r w:rsidRPr="00D95A45">
        <w:rPr>
          <w:rtl/>
        </w:rPr>
        <w:t>(1162) 3</w:t>
      </w:r>
      <w:r w:rsidR="00CC15EB">
        <w:rPr>
          <w:rtl/>
        </w:rPr>
        <w:t xml:space="preserve"> - </w:t>
      </w:r>
      <w:r w:rsidRPr="00D95A45">
        <w:rPr>
          <w:rtl/>
        </w:rPr>
        <w:t xml:space="preserve">ابن محبوب عن بعض اصحابنا عن ابى عبد الله </w:t>
      </w:r>
      <w:r w:rsidR="00AC7755" w:rsidRPr="00AC7755">
        <w:rPr>
          <w:rStyle w:val="libAlaemChar"/>
          <w:rtl/>
        </w:rPr>
        <w:t>عليه‌السلام</w:t>
      </w:r>
      <w:r w:rsidRPr="00D95A45">
        <w:rPr>
          <w:rtl/>
        </w:rPr>
        <w:t xml:space="preserve"> في اربعة شهدوا على رجل محصن بالزنى ثم رجع واحد منهم بعدما قتل قال</w:t>
      </w:r>
      <w:r w:rsidR="00CC15EB">
        <w:rPr>
          <w:rtl/>
        </w:rPr>
        <w:t>:</w:t>
      </w:r>
      <w:r>
        <w:rPr>
          <w:rtl/>
        </w:rPr>
        <w:t xml:space="preserve"> </w:t>
      </w:r>
      <w:r w:rsidRPr="00D95A45">
        <w:rPr>
          <w:rtl/>
        </w:rPr>
        <w:t>ان</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1160</w:t>
      </w:r>
      <w:r>
        <w:rPr>
          <w:rFonts w:hint="cs"/>
          <w:rtl/>
        </w:rPr>
        <w:t xml:space="preserve"> - </w:t>
      </w:r>
      <w:r w:rsidR="00D45E0E" w:rsidRPr="00DA0376">
        <w:rPr>
          <w:rtl/>
        </w:rPr>
        <w:t>1161</w:t>
      </w:r>
      <w:r>
        <w:rPr>
          <w:rtl/>
        </w:rPr>
        <w:t xml:space="preserve"> - </w:t>
      </w:r>
      <w:r w:rsidR="00D45E0E" w:rsidRPr="00DA0376">
        <w:rPr>
          <w:rtl/>
        </w:rPr>
        <w:t>1162</w:t>
      </w:r>
      <w:r>
        <w:rPr>
          <w:rtl/>
        </w:rPr>
        <w:t xml:space="preserve"> - </w:t>
      </w:r>
      <w:r w:rsidR="00D45E0E" w:rsidRPr="00DA0376">
        <w:rPr>
          <w:rtl/>
        </w:rPr>
        <w:t>الكافي ج 2 ص 344</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قال الراجع</w:t>
      </w:r>
      <w:r w:rsidR="00CC15EB">
        <w:rPr>
          <w:rtl/>
        </w:rPr>
        <w:t>:</w:t>
      </w:r>
      <w:r>
        <w:rPr>
          <w:rtl/>
        </w:rPr>
        <w:t xml:space="preserve"> </w:t>
      </w:r>
      <w:r w:rsidRPr="00DA0376">
        <w:rPr>
          <w:rtl/>
        </w:rPr>
        <w:t>أوهمت ضرب الحد وغرم الدية</w:t>
      </w:r>
      <w:r w:rsidR="00CC15EB">
        <w:rPr>
          <w:rtl/>
        </w:rPr>
        <w:t>،</w:t>
      </w:r>
      <w:r>
        <w:rPr>
          <w:rtl/>
        </w:rPr>
        <w:t xml:space="preserve"> </w:t>
      </w:r>
      <w:r w:rsidRPr="00DA0376">
        <w:rPr>
          <w:rtl/>
        </w:rPr>
        <w:t>وان قال</w:t>
      </w:r>
      <w:r w:rsidR="00CC15EB">
        <w:rPr>
          <w:rtl/>
        </w:rPr>
        <w:t>:</w:t>
      </w:r>
      <w:r>
        <w:rPr>
          <w:rtl/>
        </w:rPr>
        <w:t xml:space="preserve"> </w:t>
      </w:r>
      <w:r w:rsidRPr="00DA0376">
        <w:rPr>
          <w:rtl/>
        </w:rPr>
        <w:t>تعمدت قتل</w:t>
      </w:r>
      <w:r w:rsidR="00CC15EB">
        <w:rPr>
          <w:rtl/>
        </w:rPr>
        <w:t>،</w:t>
      </w:r>
      <w:r>
        <w:rPr>
          <w:rtl/>
        </w:rPr>
        <w:t xml:space="preserve"> </w:t>
      </w:r>
    </w:p>
    <w:p w:rsidR="00AC7755" w:rsidRDefault="00D45E0E" w:rsidP="00AC7755">
      <w:pPr>
        <w:pStyle w:val="libNormal"/>
        <w:rPr>
          <w:rtl/>
        </w:rPr>
      </w:pPr>
      <w:r w:rsidRPr="00D95A45">
        <w:rPr>
          <w:rtl/>
        </w:rPr>
        <w:t>(1163) 4</w:t>
      </w:r>
      <w:r w:rsidR="00CC15EB">
        <w:rPr>
          <w:rtl/>
        </w:rPr>
        <w:t xml:space="preserve"> - </w:t>
      </w:r>
      <w:r w:rsidRPr="00D95A45">
        <w:rPr>
          <w:rtl/>
        </w:rPr>
        <w:t xml:space="preserve">سهل بن زياد عن محمد بن الحسن بن شمون عن عبد الله بن عبد الرحمان عن مسمع بن عبد الملك عن ابى عبد الله </w:t>
      </w:r>
      <w:r w:rsidR="00AC7755" w:rsidRPr="00AC7755">
        <w:rPr>
          <w:rStyle w:val="libAlaemChar"/>
          <w:rtl/>
        </w:rPr>
        <w:t>عليه‌السلام</w:t>
      </w:r>
      <w:r w:rsidRPr="00D95A45">
        <w:rPr>
          <w:rtl/>
        </w:rPr>
        <w:t xml:space="preserve"> ان امير المؤمنين </w:t>
      </w:r>
      <w:r w:rsidR="00AC7755" w:rsidRPr="00AC7755">
        <w:rPr>
          <w:rStyle w:val="libAlaemChar"/>
          <w:rtl/>
        </w:rPr>
        <w:t>عليه‌السلام</w:t>
      </w:r>
      <w:r w:rsidRPr="00D95A45">
        <w:rPr>
          <w:rtl/>
        </w:rPr>
        <w:t xml:space="preserve"> قضى في اربعة شهدوا على رجل أنهم رأوه مع امرأة يجامعها فرجم ثم رجع واحد منهم قال</w:t>
      </w:r>
      <w:r w:rsidR="00CC15EB">
        <w:rPr>
          <w:rtl/>
        </w:rPr>
        <w:t>:</w:t>
      </w:r>
      <w:r>
        <w:rPr>
          <w:rtl/>
        </w:rPr>
        <w:t xml:space="preserve"> </w:t>
      </w:r>
      <w:r w:rsidRPr="00D95A45">
        <w:rPr>
          <w:rtl/>
        </w:rPr>
        <w:t>يغرم ربع الدية إذا قال شبه علي</w:t>
      </w:r>
      <w:r w:rsidR="00CC15EB">
        <w:rPr>
          <w:rtl/>
        </w:rPr>
        <w:t>،</w:t>
      </w:r>
      <w:r>
        <w:rPr>
          <w:rtl/>
        </w:rPr>
        <w:t xml:space="preserve"> </w:t>
      </w:r>
      <w:r w:rsidRPr="00D95A45">
        <w:rPr>
          <w:rtl/>
        </w:rPr>
        <w:t>فان رجع اثنان وقالا شبه علينا غرما نصف الدية</w:t>
      </w:r>
      <w:r w:rsidR="00CC15EB">
        <w:rPr>
          <w:rtl/>
        </w:rPr>
        <w:t>،</w:t>
      </w:r>
      <w:r>
        <w:rPr>
          <w:rtl/>
        </w:rPr>
        <w:t xml:space="preserve"> </w:t>
      </w:r>
      <w:r w:rsidRPr="00D95A45">
        <w:rPr>
          <w:rtl/>
        </w:rPr>
        <w:t>وان رجعوا جميعا وقالوا شبه علينا غرموا الدية وان قالوا شهدنا بالزور قتلوا جيميعا.</w:t>
      </w:r>
    </w:p>
    <w:p w:rsidR="00AC7755" w:rsidRDefault="00D45E0E" w:rsidP="00AC7755">
      <w:pPr>
        <w:pStyle w:val="libNormal"/>
        <w:rPr>
          <w:rtl/>
        </w:rPr>
      </w:pPr>
      <w:r w:rsidRPr="00D95A45">
        <w:rPr>
          <w:rtl/>
        </w:rPr>
        <w:t>(1164) 5</w:t>
      </w:r>
      <w:r w:rsidR="00CC15EB">
        <w:rPr>
          <w:rtl/>
        </w:rPr>
        <w:t xml:space="preserve"> - </w:t>
      </w:r>
      <w:r w:rsidRPr="00D95A45">
        <w:rPr>
          <w:rtl/>
        </w:rPr>
        <w:t xml:space="preserve">علي عن ابيه عن النوفلي عن السكوني عن ابي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ان النبي </w:t>
      </w:r>
      <w:r w:rsidR="00AC7755" w:rsidRPr="00AC7755">
        <w:rPr>
          <w:rStyle w:val="libAlaemChar"/>
          <w:rtl/>
        </w:rPr>
        <w:t>صلى‌الله‌عليه‌وآله‌وسلم</w:t>
      </w:r>
      <w:r w:rsidRPr="00D95A45">
        <w:rPr>
          <w:rtl/>
        </w:rPr>
        <w:t xml:space="preserve"> كان يحبس في تهمة الدم ستة ايام</w:t>
      </w:r>
      <w:r w:rsidR="00CC15EB">
        <w:rPr>
          <w:rtl/>
        </w:rPr>
        <w:t>،</w:t>
      </w:r>
      <w:r>
        <w:rPr>
          <w:rtl/>
        </w:rPr>
        <w:t xml:space="preserve"> </w:t>
      </w:r>
      <w:r w:rsidRPr="00D95A45">
        <w:rPr>
          <w:rtl/>
        </w:rPr>
        <w:t>فان جاء اولياء المقتول ببينة تثبت والا خلى سبيلهم.</w:t>
      </w:r>
    </w:p>
    <w:p w:rsidR="00AC7755" w:rsidRDefault="00D45E0E" w:rsidP="00AC7755">
      <w:pPr>
        <w:pStyle w:val="libNormal"/>
        <w:rPr>
          <w:rtl/>
        </w:rPr>
      </w:pPr>
      <w:r w:rsidRPr="00D95A45">
        <w:rPr>
          <w:rtl/>
        </w:rPr>
        <w:t>(1165) 6</w:t>
      </w:r>
      <w:r w:rsidR="00CC15EB">
        <w:rPr>
          <w:rtl/>
        </w:rPr>
        <w:t xml:space="preserve"> - </w:t>
      </w:r>
      <w:r w:rsidRPr="00D95A45">
        <w:rPr>
          <w:rtl/>
        </w:rPr>
        <w:t xml:space="preserve">احمد بن محمد العاصمي عن علي بن الحسن الميثمي عن علي بن اسباط عن عمه يعقوب بن سالم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كانت امرأة بالمدينة تؤتى فبلغ ذلك عمر فبعث إليها فروعها وامر ان يجاء بها إليه ففزعت المرأة فأخذها الطلق فانطلقت إلى بعض الدور فولدت غلاما فاستهل الغلام ثم مات فدخل عليه من روعة المرأة ومن موت الغلام ما ساءه فقال له بعض جلسائه</w:t>
      </w:r>
      <w:r w:rsidR="00CC15EB">
        <w:rPr>
          <w:rtl/>
        </w:rPr>
        <w:t>:</w:t>
      </w:r>
      <w:r>
        <w:rPr>
          <w:rtl/>
        </w:rPr>
        <w:t xml:space="preserve"> </w:t>
      </w:r>
      <w:r w:rsidRPr="00D95A45">
        <w:rPr>
          <w:rtl/>
        </w:rPr>
        <w:t>يا امير المؤمنين ما عليك من هذا شئ وقال بعضهم</w:t>
      </w:r>
      <w:r w:rsidR="00CC15EB">
        <w:rPr>
          <w:rtl/>
        </w:rPr>
        <w:t>:</w:t>
      </w:r>
      <w:r>
        <w:rPr>
          <w:rtl/>
        </w:rPr>
        <w:t xml:space="preserve"> </w:t>
      </w:r>
      <w:r w:rsidRPr="00D95A45">
        <w:rPr>
          <w:rtl/>
        </w:rPr>
        <w:t>وما هذا</w:t>
      </w:r>
      <w:r>
        <w:rPr>
          <w:rtl/>
        </w:rPr>
        <w:t>؟!</w:t>
      </w:r>
      <w:r w:rsidRPr="00D95A45">
        <w:rPr>
          <w:rtl/>
        </w:rPr>
        <w:t xml:space="preserve"> قال</w:t>
      </w:r>
      <w:r w:rsidR="00CC15EB">
        <w:rPr>
          <w:rtl/>
        </w:rPr>
        <w:t>:</w:t>
      </w:r>
      <w:r>
        <w:rPr>
          <w:rtl/>
        </w:rPr>
        <w:t xml:space="preserve"> </w:t>
      </w:r>
      <w:r w:rsidRPr="00D95A45">
        <w:rPr>
          <w:rtl/>
        </w:rPr>
        <w:t xml:space="preserve">اسألوا ابا الحسن فقال لهم أبو الحسن </w:t>
      </w:r>
      <w:r w:rsidR="00AC7755" w:rsidRPr="00AC7755">
        <w:rPr>
          <w:rStyle w:val="libAlaemChar"/>
          <w:rtl/>
        </w:rPr>
        <w:t>عليه‌السلام</w:t>
      </w:r>
      <w:r w:rsidRPr="00D95A45">
        <w:rPr>
          <w:rtl/>
        </w:rPr>
        <w:t xml:space="preserve"> لئن كنتم اجتهدتم فما اصبتم</w:t>
      </w:r>
      <w:r w:rsidR="00CC15EB">
        <w:rPr>
          <w:rtl/>
        </w:rPr>
        <w:t>،</w:t>
      </w:r>
      <w:r>
        <w:rPr>
          <w:rtl/>
        </w:rPr>
        <w:t xml:space="preserve"> </w:t>
      </w:r>
      <w:r w:rsidRPr="00D95A45">
        <w:rPr>
          <w:rtl/>
        </w:rPr>
        <w:t>وان كنتم قلتم برأيكم لقد اخطأتم ثم قال</w:t>
      </w:r>
      <w:r w:rsidR="00CC15EB">
        <w:rPr>
          <w:rtl/>
        </w:rPr>
        <w:t>:</w:t>
      </w:r>
      <w:r>
        <w:rPr>
          <w:rtl/>
        </w:rPr>
        <w:t xml:space="preserve"> </w:t>
      </w:r>
      <w:r w:rsidRPr="00D95A45">
        <w:rPr>
          <w:rtl/>
        </w:rPr>
        <w:t>عليك دية الصبي.</w:t>
      </w:r>
    </w:p>
    <w:p w:rsidR="00AC7755" w:rsidRDefault="00D45E0E" w:rsidP="00AC7755">
      <w:pPr>
        <w:pStyle w:val="libNormal"/>
        <w:rPr>
          <w:rtl/>
        </w:rPr>
      </w:pPr>
      <w:r w:rsidRPr="00D95A45">
        <w:rPr>
          <w:rtl/>
        </w:rPr>
        <w:t>(1166) 7</w:t>
      </w:r>
      <w:r w:rsidR="00CC15EB">
        <w:rPr>
          <w:rtl/>
        </w:rPr>
        <w:t xml:space="preserve"> - </w:t>
      </w:r>
      <w:r w:rsidRPr="00D95A45">
        <w:rPr>
          <w:rtl/>
        </w:rPr>
        <w:t>الحسن بن محبوب عن علي بن الحسن بن رباط عن ابن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1163</w:t>
      </w:r>
      <w:r>
        <w:rPr>
          <w:rtl/>
        </w:rPr>
        <w:t xml:space="preserve"> - </w:t>
      </w:r>
      <w:r w:rsidR="00D45E0E" w:rsidRPr="00D95A45">
        <w:rPr>
          <w:rtl/>
        </w:rPr>
        <w:t>الكافي ج 2 ص 344</w:t>
      </w:r>
    </w:p>
    <w:p w:rsidR="00CC15EB" w:rsidRDefault="00CC15EB" w:rsidP="00AC7755">
      <w:pPr>
        <w:pStyle w:val="libFootnote0"/>
        <w:rPr>
          <w:rtl/>
        </w:rPr>
      </w:pPr>
      <w:r>
        <w:rPr>
          <w:rtl/>
        </w:rPr>
        <w:t>-</w:t>
      </w:r>
      <w:r w:rsidR="00D45E0E" w:rsidRPr="007277FF">
        <w:rPr>
          <w:rtl/>
        </w:rPr>
        <w:t xml:space="preserve"> 1164</w:t>
      </w:r>
      <w:r>
        <w:rPr>
          <w:rtl/>
        </w:rPr>
        <w:t xml:space="preserve"> - </w:t>
      </w:r>
      <w:r w:rsidR="00D45E0E" w:rsidRPr="007277FF">
        <w:rPr>
          <w:rtl/>
        </w:rPr>
        <w:t>الكافي ج 2 ص 345</w:t>
      </w:r>
    </w:p>
    <w:p w:rsidR="00AC7755" w:rsidRDefault="00CC15EB" w:rsidP="00AC7755">
      <w:pPr>
        <w:pStyle w:val="libFootnote0"/>
        <w:rPr>
          <w:rtl/>
        </w:rPr>
      </w:pPr>
      <w:r>
        <w:rPr>
          <w:rtl/>
        </w:rPr>
        <w:t>-</w:t>
      </w:r>
      <w:r w:rsidR="00D45E0E" w:rsidRPr="00DA0376">
        <w:rPr>
          <w:rtl/>
        </w:rPr>
        <w:t xml:space="preserve"> 1165</w:t>
      </w:r>
      <w:r>
        <w:rPr>
          <w:rtl/>
        </w:rPr>
        <w:t xml:space="preserve"> - </w:t>
      </w:r>
      <w:r w:rsidR="00D45E0E" w:rsidRPr="00DA0376">
        <w:rPr>
          <w:rtl/>
        </w:rPr>
        <w:t>1166</w:t>
      </w:r>
      <w:r>
        <w:rPr>
          <w:rtl/>
        </w:rPr>
        <w:t xml:space="preserve"> - </w:t>
      </w:r>
      <w:r w:rsidR="00D45E0E" w:rsidRPr="00DA0376">
        <w:rPr>
          <w:rtl/>
        </w:rPr>
        <w:t>الكافي ج 2 ص 347</w:t>
      </w:r>
    </w:p>
    <w:p w:rsidR="00AC7755" w:rsidRDefault="00AC7755" w:rsidP="00AC7755">
      <w:pPr>
        <w:pStyle w:val="libNormal"/>
        <w:rPr>
          <w:rtl/>
        </w:rPr>
      </w:pPr>
      <w:r>
        <w:rPr>
          <w:rtl/>
        </w:rPr>
        <w:br w:type="page"/>
      </w:r>
    </w:p>
    <w:p w:rsidR="00AC7755" w:rsidRDefault="00D45E0E" w:rsidP="00AC7755">
      <w:pPr>
        <w:pStyle w:val="libNormal0"/>
        <w:rPr>
          <w:rtl/>
        </w:rPr>
      </w:pPr>
      <w:r w:rsidRPr="00DA0376">
        <w:rPr>
          <w:rtl/>
        </w:rPr>
        <w:lastRenderedPageBreak/>
        <w:t xml:space="preserve">مسكان عن ابي خالد عن ابي عبد الله </w:t>
      </w:r>
      <w:r w:rsidR="00AC7755" w:rsidRPr="00AC7755">
        <w:rPr>
          <w:rStyle w:val="libAlaemChar"/>
          <w:rtl/>
        </w:rPr>
        <w:t>عليه‌السلام</w:t>
      </w:r>
      <w:r w:rsidRPr="00DA0376">
        <w:rPr>
          <w:rtl/>
        </w:rPr>
        <w:t xml:space="preserve"> قال</w:t>
      </w:r>
      <w:r w:rsidR="00CC15EB">
        <w:rPr>
          <w:rtl/>
        </w:rPr>
        <w:t>:</w:t>
      </w:r>
      <w:r>
        <w:rPr>
          <w:rtl/>
        </w:rPr>
        <w:t xml:space="preserve"> </w:t>
      </w:r>
      <w:r w:rsidRPr="00DA0376">
        <w:rPr>
          <w:rtl/>
        </w:rPr>
        <w:t>كنت عند داود بن علي فاتي برجل قد قتل رجلا فقال له داود بن علي</w:t>
      </w:r>
      <w:r w:rsidR="00CC15EB">
        <w:rPr>
          <w:rtl/>
        </w:rPr>
        <w:t>:</w:t>
      </w:r>
      <w:r>
        <w:rPr>
          <w:rtl/>
        </w:rPr>
        <w:t xml:space="preserve"> </w:t>
      </w:r>
      <w:r w:rsidRPr="00DA0376">
        <w:rPr>
          <w:rtl/>
        </w:rPr>
        <w:t>ما تقول قتلت هذا الرجل</w:t>
      </w:r>
      <w:r>
        <w:rPr>
          <w:rtl/>
        </w:rPr>
        <w:t>؟</w:t>
      </w:r>
      <w:r w:rsidRPr="00DA0376">
        <w:rPr>
          <w:rtl/>
        </w:rPr>
        <w:t xml:space="preserve"> قال</w:t>
      </w:r>
      <w:r w:rsidR="00CC15EB">
        <w:rPr>
          <w:rtl/>
        </w:rPr>
        <w:t>:</w:t>
      </w:r>
      <w:r>
        <w:rPr>
          <w:rtl/>
        </w:rPr>
        <w:t xml:space="preserve"> </w:t>
      </w:r>
      <w:r w:rsidRPr="00DA0376">
        <w:rPr>
          <w:rtl/>
        </w:rPr>
        <w:t>نعم انا قتلته قال</w:t>
      </w:r>
      <w:r w:rsidR="00CC15EB">
        <w:rPr>
          <w:rtl/>
        </w:rPr>
        <w:t>:</w:t>
      </w:r>
      <w:r>
        <w:rPr>
          <w:rtl/>
        </w:rPr>
        <w:t xml:space="preserve"> </w:t>
      </w:r>
      <w:r w:rsidRPr="00DA0376">
        <w:rPr>
          <w:rtl/>
        </w:rPr>
        <w:t>فقال له داود</w:t>
      </w:r>
      <w:r w:rsidR="00CC15EB">
        <w:rPr>
          <w:rtl/>
        </w:rPr>
        <w:t>:</w:t>
      </w:r>
      <w:r>
        <w:rPr>
          <w:rtl/>
        </w:rPr>
        <w:t xml:space="preserve"> </w:t>
      </w:r>
      <w:r w:rsidRPr="00DA0376">
        <w:rPr>
          <w:rtl/>
        </w:rPr>
        <w:t>ولم قتلته</w:t>
      </w:r>
      <w:r w:rsidR="00CC15EB">
        <w:rPr>
          <w:rtl/>
        </w:rPr>
        <w:t>،</w:t>
      </w:r>
      <w:r>
        <w:rPr>
          <w:rtl/>
        </w:rPr>
        <w:t xml:space="preserve"> </w:t>
      </w:r>
      <w:r w:rsidRPr="00DA0376">
        <w:rPr>
          <w:rtl/>
        </w:rPr>
        <w:t>قال</w:t>
      </w:r>
      <w:r w:rsidR="00CC15EB">
        <w:rPr>
          <w:rtl/>
        </w:rPr>
        <w:t>:</w:t>
      </w:r>
      <w:r>
        <w:rPr>
          <w:rtl/>
        </w:rPr>
        <w:t xml:space="preserve"> </w:t>
      </w:r>
      <w:r w:rsidRPr="00DA0376">
        <w:rPr>
          <w:rtl/>
        </w:rPr>
        <w:t>فقال</w:t>
      </w:r>
      <w:r w:rsidR="00CC15EB">
        <w:rPr>
          <w:rtl/>
        </w:rPr>
        <w:t>:</w:t>
      </w:r>
      <w:r>
        <w:rPr>
          <w:rtl/>
        </w:rPr>
        <w:t xml:space="preserve"> </w:t>
      </w:r>
      <w:r w:rsidRPr="00DA0376">
        <w:rPr>
          <w:rtl/>
        </w:rPr>
        <w:t>انه كان يدخل علي في منزلي بغير اذني فاستعديت عليه الولاة الذين كانوا قبلك فامروني ان هو دخل بغير اذنى ان اقتله فقتلته قال</w:t>
      </w:r>
      <w:r w:rsidR="00CC15EB">
        <w:rPr>
          <w:rtl/>
        </w:rPr>
        <w:t>:</w:t>
      </w:r>
      <w:r>
        <w:rPr>
          <w:rtl/>
        </w:rPr>
        <w:t xml:space="preserve"> </w:t>
      </w:r>
      <w:r w:rsidRPr="00DA0376">
        <w:rPr>
          <w:rtl/>
        </w:rPr>
        <w:t>فالتفت داود إلي فقال</w:t>
      </w:r>
      <w:r w:rsidR="00CC15EB">
        <w:rPr>
          <w:rtl/>
        </w:rPr>
        <w:t>:</w:t>
      </w:r>
      <w:r>
        <w:rPr>
          <w:rtl/>
        </w:rPr>
        <w:t xml:space="preserve"> </w:t>
      </w:r>
      <w:r w:rsidRPr="00DA0376">
        <w:rPr>
          <w:rtl/>
        </w:rPr>
        <w:t>يا ابا عبد الله ما تقول في هذا</w:t>
      </w:r>
      <w:r>
        <w:rPr>
          <w:rtl/>
        </w:rPr>
        <w:t>؟</w:t>
      </w:r>
      <w:r w:rsidRPr="00DA0376">
        <w:rPr>
          <w:rtl/>
        </w:rPr>
        <w:t xml:space="preserve"> قال</w:t>
      </w:r>
      <w:r w:rsidR="00CC15EB">
        <w:rPr>
          <w:rtl/>
        </w:rPr>
        <w:t>:</w:t>
      </w:r>
      <w:r>
        <w:rPr>
          <w:rtl/>
        </w:rPr>
        <w:t xml:space="preserve"> </w:t>
      </w:r>
      <w:r w:rsidRPr="00DA0376">
        <w:rPr>
          <w:rtl/>
        </w:rPr>
        <w:t>فقلت له</w:t>
      </w:r>
      <w:r w:rsidR="00CC15EB">
        <w:rPr>
          <w:rtl/>
        </w:rPr>
        <w:t>:</w:t>
      </w:r>
      <w:r>
        <w:rPr>
          <w:rtl/>
        </w:rPr>
        <w:t xml:space="preserve"> </w:t>
      </w:r>
      <w:r w:rsidRPr="00DA0376">
        <w:rPr>
          <w:rtl/>
        </w:rPr>
        <w:t>ارى انه قد اقر بقتل رجل مسلم فاقتله قال</w:t>
      </w:r>
      <w:r w:rsidR="00CC15EB">
        <w:rPr>
          <w:rtl/>
        </w:rPr>
        <w:t>:</w:t>
      </w:r>
      <w:r>
        <w:rPr>
          <w:rtl/>
        </w:rPr>
        <w:t xml:space="preserve"> </w:t>
      </w:r>
      <w:r w:rsidRPr="00DA0376">
        <w:rPr>
          <w:rtl/>
        </w:rPr>
        <w:t xml:space="preserve">فأمر به فقتل ثم قال أبو عبد الله </w:t>
      </w:r>
      <w:r w:rsidR="00AC7755" w:rsidRPr="00AC7755">
        <w:rPr>
          <w:rStyle w:val="libAlaemChar"/>
          <w:rtl/>
        </w:rPr>
        <w:t>عليه‌السلام</w:t>
      </w:r>
      <w:r w:rsidR="00CC15EB">
        <w:rPr>
          <w:rtl/>
        </w:rPr>
        <w:t>:</w:t>
      </w:r>
      <w:r>
        <w:rPr>
          <w:rtl/>
        </w:rPr>
        <w:t xml:space="preserve"> </w:t>
      </w:r>
      <w:r w:rsidRPr="00DA0376">
        <w:rPr>
          <w:rtl/>
        </w:rPr>
        <w:t xml:space="preserve">ان اناسا من اصحا رسول الله </w:t>
      </w:r>
      <w:r w:rsidR="00AC7755" w:rsidRPr="00AC7755">
        <w:rPr>
          <w:rStyle w:val="libAlaemChar"/>
          <w:rtl/>
        </w:rPr>
        <w:t>صلى‌الله‌عليه‌وآله‌وسلم</w:t>
      </w:r>
      <w:r w:rsidRPr="00DA0376">
        <w:rPr>
          <w:rtl/>
        </w:rPr>
        <w:t xml:space="preserve"> كان فيهم سعد ابن عبادة فقالوا</w:t>
      </w:r>
      <w:r w:rsidR="00CC15EB">
        <w:rPr>
          <w:rtl/>
        </w:rPr>
        <w:t>:</w:t>
      </w:r>
      <w:r>
        <w:rPr>
          <w:rtl/>
        </w:rPr>
        <w:t xml:space="preserve"> </w:t>
      </w:r>
      <w:r w:rsidRPr="00DA0376">
        <w:rPr>
          <w:rtl/>
        </w:rPr>
        <w:t>يا سعد ما تقول لو ذهبت إلى منزلك فوجدت فيه رجلا على بطن امرأتك ما كنت صانعا به</w:t>
      </w:r>
      <w:r>
        <w:rPr>
          <w:rtl/>
        </w:rPr>
        <w:t>؟</w:t>
      </w:r>
      <w:r w:rsidRPr="00DA0376">
        <w:rPr>
          <w:rtl/>
        </w:rPr>
        <w:t xml:space="preserve"> قال</w:t>
      </w:r>
      <w:r w:rsidR="00CC15EB">
        <w:rPr>
          <w:rtl/>
        </w:rPr>
        <w:t>:</w:t>
      </w:r>
      <w:r>
        <w:rPr>
          <w:rtl/>
        </w:rPr>
        <w:t xml:space="preserve"> </w:t>
      </w:r>
      <w:r w:rsidRPr="00DA0376">
        <w:rPr>
          <w:rtl/>
        </w:rPr>
        <w:t>فقال سعد</w:t>
      </w:r>
      <w:r w:rsidR="00CC15EB">
        <w:rPr>
          <w:rtl/>
        </w:rPr>
        <w:t>:</w:t>
      </w:r>
      <w:r>
        <w:rPr>
          <w:rtl/>
        </w:rPr>
        <w:t xml:space="preserve"> </w:t>
      </w:r>
      <w:r w:rsidRPr="00DA0376">
        <w:rPr>
          <w:rtl/>
        </w:rPr>
        <w:t>كنت والله اضرب رقبته بالسيف قال</w:t>
      </w:r>
      <w:r w:rsidR="00CC15EB">
        <w:rPr>
          <w:rtl/>
        </w:rPr>
        <w:t>:</w:t>
      </w:r>
      <w:r>
        <w:rPr>
          <w:rtl/>
        </w:rPr>
        <w:t xml:space="preserve"> </w:t>
      </w:r>
      <w:r w:rsidRPr="00DA0376">
        <w:rPr>
          <w:rtl/>
        </w:rPr>
        <w:t xml:space="preserve">فخرج رسول الله </w:t>
      </w:r>
      <w:r w:rsidR="00AC7755" w:rsidRPr="00AC7755">
        <w:rPr>
          <w:rStyle w:val="libAlaemChar"/>
          <w:rtl/>
        </w:rPr>
        <w:t>صلى‌الله‌عليه‌وآله‌وسلم</w:t>
      </w:r>
      <w:r w:rsidRPr="00DA0376">
        <w:rPr>
          <w:rtl/>
        </w:rPr>
        <w:t xml:space="preserve"> وهم في الكلام فقال</w:t>
      </w:r>
      <w:r w:rsidR="00CC15EB">
        <w:rPr>
          <w:rtl/>
        </w:rPr>
        <w:t>:</w:t>
      </w:r>
      <w:r>
        <w:rPr>
          <w:rtl/>
        </w:rPr>
        <w:t xml:space="preserve"> </w:t>
      </w:r>
      <w:r w:rsidRPr="00DA0376">
        <w:rPr>
          <w:rtl/>
        </w:rPr>
        <w:t>يا سعد من هذا الذى قلت اضرب عنقه بالسيف</w:t>
      </w:r>
      <w:r>
        <w:rPr>
          <w:rtl/>
        </w:rPr>
        <w:t>؟</w:t>
      </w:r>
      <w:r w:rsidRPr="00DA0376">
        <w:rPr>
          <w:rtl/>
        </w:rPr>
        <w:t xml:space="preserve"> قال</w:t>
      </w:r>
      <w:r w:rsidR="00CC15EB">
        <w:rPr>
          <w:rtl/>
        </w:rPr>
        <w:t>:</w:t>
      </w:r>
      <w:r>
        <w:rPr>
          <w:rtl/>
        </w:rPr>
        <w:t xml:space="preserve"> </w:t>
      </w:r>
      <w:r w:rsidRPr="00DA0376">
        <w:rPr>
          <w:rtl/>
        </w:rPr>
        <w:t>فاخبر بالذي قالوا وما قال سعد قال</w:t>
      </w:r>
      <w:r w:rsidR="00CC15EB">
        <w:rPr>
          <w:rtl/>
        </w:rPr>
        <w:t>:</w:t>
      </w:r>
      <w:r>
        <w:rPr>
          <w:rtl/>
        </w:rPr>
        <w:t xml:space="preserve"> </w:t>
      </w:r>
      <w:r w:rsidRPr="00DA0376">
        <w:rPr>
          <w:rtl/>
        </w:rPr>
        <w:t xml:space="preserve">فقال رسول الله </w:t>
      </w:r>
      <w:r w:rsidR="00AC7755" w:rsidRPr="00AC7755">
        <w:rPr>
          <w:rStyle w:val="libAlaemChar"/>
          <w:rtl/>
        </w:rPr>
        <w:t>صلى‌الله‌عليه‌وآله‌وسلم</w:t>
      </w:r>
      <w:r w:rsidRPr="00DA0376">
        <w:rPr>
          <w:rtl/>
        </w:rPr>
        <w:t xml:space="preserve"> عند ذلك</w:t>
      </w:r>
      <w:r w:rsidR="00CC15EB">
        <w:rPr>
          <w:rtl/>
        </w:rPr>
        <w:t>:</w:t>
      </w:r>
      <w:r>
        <w:rPr>
          <w:rtl/>
        </w:rPr>
        <w:t xml:space="preserve"> </w:t>
      </w:r>
      <w:r w:rsidRPr="00DA0376">
        <w:rPr>
          <w:rtl/>
        </w:rPr>
        <w:t>يا سعد فأين الشهود الاربعة الذين قال الله عزوجل</w:t>
      </w:r>
      <w:r>
        <w:rPr>
          <w:rtl/>
        </w:rPr>
        <w:t>؟</w:t>
      </w:r>
      <w:r w:rsidRPr="00DA0376">
        <w:rPr>
          <w:rtl/>
        </w:rPr>
        <w:t xml:space="preserve"> قال</w:t>
      </w:r>
      <w:r w:rsidR="00CC15EB">
        <w:rPr>
          <w:rtl/>
        </w:rPr>
        <w:t>:</w:t>
      </w:r>
      <w:r>
        <w:rPr>
          <w:rtl/>
        </w:rPr>
        <w:t xml:space="preserve"> </w:t>
      </w:r>
      <w:r w:rsidRPr="00DA0376">
        <w:rPr>
          <w:rtl/>
        </w:rPr>
        <w:t>فقال سعد</w:t>
      </w:r>
      <w:r w:rsidR="00CC15EB">
        <w:rPr>
          <w:rtl/>
        </w:rPr>
        <w:t>:</w:t>
      </w:r>
      <w:r>
        <w:rPr>
          <w:rtl/>
        </w:rPr>
        <w:t xml:space="preserve"> </w:t>
      </w:r>
      <w:r w:rsidRPr="00DA0376">
        <w:rPr>
          <w:rtl/>
        </w:rPr>
        <w:t>يا رسول الله بعد رأي عيني وعلم الله فيه انه قد فعل</w:t>
      </w:r>
      <w:r>
        <w:rPr>
          <w:rtl/>
        </w:rPr>
        <w:t>؟!</w:t>
      </w:r>
      <w:r w:rsidRPr="00DA0376">
        <w:rPr>
          <w:rtl/>
        </w:rPr>
        <w:t xml:space="preserve"> قال رسول الله </w:t>
      </w:r>
      <w:r w:rsidR="00AC7755" w:rsidRPr="00AC7755">
        <w:rPr>
          <w:rStyle w:val="libAlaemChar"/>
          <w:rtl/>
        </w:rPr>
        <w:t>صلى‌الله‌عليه‌وآله‌وسلم</w:t>
      </w:r>
      <w:r w:rsidR="00CC15EB">
        <w:rPr>
          <w:rtl/>
        </w:rPr>
        <w:t>:</w:t>
      </w:r>
      <w:r>
        <w:rPr>
          <w:rtl/>
        </w:rPr>
        <w:t xml:space="preserve"> </w:t>
      </w:r>
      <w:r w:rsidRPr="00DA0376">
        <w:rPr>
          <w:rtl/>
        </w:rPr>
        <w:t>اي والله يا سعد بعد رأى عينك وعلم الله انه قد فعل</w:t>
      </w:r>
      <w:r w:rsidR="00CC15EB">
        <w:rPr>
          <w:rtl/>
        </w:rPr>
        <w:t>،</w:t>
      </w:r>
      <w:r>
        <w:rPr>
          <w:rtl/>
        </w:rPr>
        <w:t xml:space="preserve"> </w:t>
      </w:r>
      <w:r w:rsidRPr="00DA0376">
        <w:rPr>
          <w:rtl/>
        </w:rPr>
        <w:t>ان الله تعالى قد جعل لكل شي حدا</w:t>
      </w:r>
      <w:r w:rsidR="00CC15EB">
        <w:rPr>
          <w:rtl/>
        </w:rPr>
        <w:t>،</w:t>
      </w:r>
      <w:r>
        <w:rPr>
          <w:rtl/>
        </w:rPr>
        <w:t xml:space="preserve"> </w:t>
      </w:r>
      <w:r w:rsidRPr="00DA0376">
        <w:rPr>
          <w:rtl/>
        </w:rPr>
        <w:t>وجعل على من تعدى حدود الله حدا</w:t>
      </w:r>
      <w:r w:rsidR="00CC15EB">
        <w:rPr>
          <w:rtl/>
        </w:rPr>
        <w:t>،</w:t>
      </w:r>
      <w:r>
        <w:rPr>
          <w:rtl/>
        </w:rPr>
        <w:t xml:space="preserve"> </w:t>
      </w:r>
      <w:r w:rsidRPr="00DA0376">
        <w:rPr>
          <w:rtl/>
        </w:rPr>
        <w:t>وجعل ما دون الاربعة الشهود مستورا على المسلمين</w:t>
      </w:r>
      <w:r w:rsidR="00CC15EB">
        <w:rPr>
          <w:rtl/>
        </w:rPr>
        <w:t>،</w:t>
      </w:r>
      <w:r>
        <w:rPr>
          <w:rtl/>
        </w:rPr>
        <w:t xml:space="preserve"> </w:t>
      </w:r>
    </w:p>
    <w:p w:rsidR="00AC7755" w:rsidRDefault="00D45E0E" w:rsidP="00AC7755">
      <w:pPr>
        <w:pStyle w:val="libNormal"/>
        <w:rPr>
          <w:rtl/>
        </w:rPr>
      </w:pPr>
      <w:r w:rsidRPr="00D95A45">
        <w:rPr>
          <w:rtl/>
        </w:rPr>
        <w:t>(1167) 8</w:t>
      </w:r>
      <w:r w:rsidR="00CC15EB">
        <w:rPr>
          <w:rtl/>
        </w:rPr>
        <w:t xml:space="preserve"> - </w:t>
      </w:r>
      <w:r w:rsidRPr="00D95A45">
        <w:rPr>
          <w:rtl/>
        </w:rPr>
        <w:t xml:space="preserve">محمد بن احمد بن يحيى عن بنان بن محمد عن ابيه عن ابن المغيرة عن السكوني عن جعفر عن ابيه عن علي </w:t>
      </w:r>
      <w:r w:rsidR="00AC7755" w:rsidRPr="00AC7755">
        <w:rPr>
          <w:rStyle w:val="libAlaemChar"/>
          <w:rtl/>
        </w:rPr>
        <w:t>عليه‌السلام</w:t>
      </w:r>
      <w:r w:rsidRPr="00D95A45">
        <w:rPr>
          <w:rtl/>
        </w:rPr>
        <w:t xml:space="preserve"> في رجل اوصى بثلثه ثم قتل خطأ قال</w:t>
      </w:r>
      <w:r w:rsidR="00CC15EB">
        <w:rPr>
          <w:rtl/>
        </w:rPr>
        <w:t>:</w:t>
      </w:r>
      <w:r>
        <w:rPr>
          <w:rtl/>
        </w:rPr>
        <w:t xml:space="preserve"> </w:t>
      </w:r>
      <w:r w:rsidRPr="00D95A45">
        <w:rPr>
          <w:rtl/>
        </w:rPr>
        <w:t>ثلث ديته داخل في وصيته.</w:t>
      </w:r>
    </w:p>
    <w:p w:rsidR="00CC15EB" w:rsidRDefault="00D45E0E" w:rsidP="00AC7755">
      <w:pPr>
        <w:pStyle w:val="libLine"/>
        <w:rPr>
          <w:rtl/>
        </w:rPr>
      </w:pPr>
      <w:r>
        <w:rPr>
          <w:rtl/>
        </w:rPr>
        <w:t>__________________</w:t>
      </w:r>
    </w:p>
    <w:p w:rsidR="00AC7755" w:rsidRDefault="00CC15EB" w:rsidP="00AC7755">
      <w:pPr>
        <w:pStyle w:val="libFootnote0"/>
        <w:rPr>
          <w:rtl/>
        </w:rPr>
      </w:pPr>
      <w:r>
        <w:rPr>
          <w:rtl/>
        </w:rPr>
        <w:t>-</w:t>
      </w:r>
      <w:r w:rsidR="00D45E0E" w:rsidRPr="00D95A45">
        <w:rPr>
          <w:rtl/>
        </w:rPr>
        <w:t xml:space="preserve"> 1167</w:t>
      </w:r>
      <w:r>
        <w:rPr>
          <w:rtl/>
        </w:rPr>
        <w:t xml:space="preserve"> - </w:t>
      </w:r>
      <w:r w:rsidR="00D45E0E" w:rsidRPr="00D95A45">
        <w:rPr>
          <w:rtl/>
        </w:rPr>
        <w:t>الكافي ج 2 ص 237</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(1168) 9</w:t>
      </w:r>
      <w:r w:rsidR="00CC15EB">
        <w:rPr>
          <w:rtl/>
        </w:rPr>
        <w:t xml:space="preserve"> - </w:t>
      </w:r>
      <w:r w:rsidRPr="00D95A45">
        <w:rPr>
          <w:rtl/>
        </w:rPr>
        <w:t>عنه عن علي بن اسماعيل عن احمد بن النضر عن الحصين بن عمرو عن يحيى بن سعيد عن سعيد بن المسيب ان معاوية لعنه الله كتب إلى ابي موسى الاشعري ان ابن ابى الجسرين وجد رجلا مع امرأته فقتله وقد اشكل علي القضاء فسل لي عليا عن هذا الامر قال أبو موسى</w:t>
      </w:r>
      <w:r w:rsidR="00CC15EB">
        <w:rPr>
          <w:rtl/>
        </w:rPr>
        <w:t>:</w:t>
      </w:r>
      <w:r>
        <w:rPr>
          <w:rtl/>
        </w:rPr>
        <w:t xml:space="preserve"> </w:t>
      </w:r>
      <w:r w:rsidRPr="00D95A45">
        <w:rPr>
          <w:rtl/>
        </w:rPr>
        <w:t>فلقيت عليا قال</w:t>
      </w:r>
      <w:r w:rsidR="00CC15EB">
        <w:rPr>
          <w:rtl/>
        </w:rPr>
        <w:t>:</w:t>
      </w:r>
      <w:r>
        <w:rPr>
          <w:rtl/>
        </w:rPr>
        <w:t xml:space="preserve"> </w:t>
      </w:r>
      <w:r w:rsidRPr="00D95A45">
        <w:rPr>
          <w:rtl/>
        </w:rPr>
        <w:t>فقال علي</w:t>
      </w:r>
      <w:r w:rsidR="00CC15EB">
        <w:rPr>
          <w:rtl/>
        </w:rPr>
        <w:t>:</w:t>
      </w:r>
      <w:r>
        <w:rPr>
          <w:rtl/>
        </w:rPr>
        <w:t xml:space="preserve"> </w:t>
      </w:r>
      <w:r w:rsidRPr="00D95A45">
        <w:rPr>
          <w:rtl/>
        </w:rPr>
        <w:t>والله ما هذا في هذة البلاد يعني الكوفة ولا هذا بحضرتي فمن اين جاءك هذا</w:t>
      </w:r>
      <w:r>
        <w:rPr>
          <w:rtl/>
        </w:rPr>
        <w:t>؟</w:t>
      </w:r>
      <w:r w:rsidRPr="00D95A45">
        <w:rPr>
          <w:rtl/>
        </w:rPr>
        <w:t xml:space="preserve"> قلت</w:t>
      </w:r>
      <w:r w:rsidR="00CC15EB">
        <w:rPr>
          <w:rtl/>
        </w:rPr>
        <w:t>:</w:t>
      </w:r>
      <w:r>
        <w:rPr>
          <w:rtl/>
        </w:rPr>
        <w:t xml:space="preserve"> </w:t>
      </w:r>
      <w:r w:rsidRPr="00D95A45">
        <w:rPr>
          <w:rtl/>
        </w:rPr>
        <w:t>كتب الي معاوية لعنه الله ان ابن ابي الجسرين وجد مع امرأته رجلا فقتله وقد اشكل عليه القضاء فيه فرأيك في هذا فقال</w:t>
      </w:r>
      <w:r w:rsidR="00CC15EB">
        <w:rPr>
          <w:rtl/>
        </w:rPr>
        <w:t>:</w:t>
      </w:r>
      <w:r>
        <w:rPr>
          <w:rtl/>
        </w:rPr>
        <w:t xml:space="preserve"> </w:t>
      </w:r>
      <w:r w:rsidRPr="00D95A45">
        <w:rPr>
          <w:rtl/>
        </w:rPr>
        <w:t>انا أبو الحسن ان جاء بأربعة يشهدون على ما شهد والا دفع برمته.</w:t>
      </w:r>
    </w:p>
    <w:p w:rsidR="00AC7755" w:rsidRDefault="00D45E0E" w:rsidP="00AC7755">
      <w:pPr>
        <w:pStyle w:val="libNormal"/>
        <w:rPr>
          <w:rtl/>
        </w:rPr>
      </w:pPr>
      <w:r w:rsidRPr="00D95A45">
        <w:rPr>
          <w:rtl/>
        </w:rPr>
        <w:t>(1169) 10</w:t>
      </w:r>
      <w:r w:rsidR="00CC15EB">
        <w:rPr>
          <w:rtl/>
        </w:rPr>
        <w:t xml:space="preserve"> - </w:t>
      </w:r>
      <w:r w:rsidRPr="00D95A45">
        <w:rPr>
          <w:rtl/>
        </w:rPr>
        <w:t xml:space="preserve">محمد بن اسماعيل بن بزيع عن حمزة بن زيد عن علي بن سويد عن ابي الحسن موسى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إذا قام قائمنا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يا معشر الفرسان سيروا في وسط الطريق</w:t>
      </w:r>
      <w:r w:rsidR="00CC15EB">
        <w:rPr>
          <w:rtl/>
        </w:rPr>
        <w:t>،</w:t>
      </w:r>
      <w:r>
        <w:rPr>
          <w:rtl/>
        </w:rPr>
        <w:t xml:space="preserve"> </w:t>
      </w:r>
      <w:r w:rsidRPr="00D95A45">
        <w:rPr>
          <w:rtl/>
        </w:rPr>
        <w:t>يا معشر الرجال سيروا على جنبي الطريق فايما فارس أخذ على جنبى الطريق فاصاب رجلا عيب الزمناه الدية</w:t>
      </w:r>
      <w:r w:rsidR="00CC15EB">
        <w:rPr>
          <w:rtl/>
        </w:rPr>
        <w:t>،</w:t>
      </w:r>
      <w:r>
        <w:rPr>
          <w:rtl/>
        </w:rPr>
        <w:t xml:space="preserve"> </w:t>
      </w:r>
      <w:r w:rsidRPr="00D95A45">
        <w:rPr>
          <w:rtl/>
        </w:rPr>
        <w:t>وايما رجل اخذ في وسط الطريق فأصابه عيب فلا دية له.</w:t>
      </w:r>
    </w:p>
    <w:p w:rsidR="00AC7755" w:rsidRDefault="00D45E0E" w:rsidP="00AC7755">
      <w:pPr>
        <w:pStyle w:val="libNormal"/>
        <w:rPr>
          <w:rtl/>
        </w:rPr>
      </w:pPr>
      <w:r w:rsidRPr="00D95A45">
        <w:rPr>
          <w:rtl/>
        </w:rPr>
        <w:t>(1170) 11</w:t>
      </w:r>
      <w:r w:rsidR="00CC15EB">
        <w:rPr>
          <w:rtl/>
        </w:rPr>
        <w:t xml:space="preserve"> - </w:t>
      </w:r>
      <w:r w:rsidRPr="00D95A45">
        <w:rPr>
          <w:rtl/>
        </w:rPr>
        <w:t>محمد بن احمد بن يحيى عن محمد بن الحسين عن محمد ابن اسلم الجبلي عن يونس بن عبد الرحمان عن ابن مسكان عن ابي بصير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رجل يقتل وعليه دين وليس له مال فهل لأوليائه ان يهبوا دمه لقاتله وعليه دين</w:t>
      </w:r>
      <w:r>
        <w:rPr>
          <w:rtl/>
        </w:rPr>
        <w:t>؟</w:t>
      </w:r>
      <w:r w:rsidRPr="00D95A45">
        <w:rPr>
          <w:rtl/>
        </w:rPr>
        <w:t xml:space="preserve"> قال</w:t>
      </w:r>
      <w:r w:rsidR="00CC15EB">
        <w:rPr>
          <w:rtl/>
        </w:rPr>
        <w:t>:</w:t>
      </w:r>
      <w:r>
        <w:rPr>
          <w:rtl/>
        </w:rPr>
        <w:t xml:space="preserve"> </w:t>
      </w:r>
      <w:r w:rsidRPr="00D95A45">
        <w:rPr>
          <w:rtl/>
        </w:rPr>
        <w:t>فقال</w:t>
      </w:r>
      <w:r w:rsidR="00CC15EB">
        <w:rPr>
          <w:rtl/>
        </w:rPr>
        <w:t>:</w:t>
      </w:r>
      <w:r>
        <w:rPr>
          <w:rtl/>
        </w:rPr>
        <w:t xml:space="preserve"> </w:t>
      </w:r>
      <w:r w:rsidRPr="00D95A45">
        <w:rPr>
          <w:rtl/>
        </w:rPr>
        <w:t>ان اصحاب الدين هم الخصماء للقاتل</w:t>
      </w:r>
      <w:r w:rsidR="00CC15EB">
        <w:rPr>
          <w:rtl/>
        </w:rPr>
        <w:t>،</w:t>
      </w:r>
      <w:r>
        <w:rPr>
          <w:rtl/>
        </w:rPr>
        <w:t xml:space="preserve"> </w:t>
      </w:r>
      <w:r w:rsidRPr="00D95A45">
        <w:rPr>
          <w:rtl/>
        </w:rPr>
        <w:t>فان وهب اولياؤه دمه لقاتله ضمنوا الدين للغرماء والا فلا</w:t>
      </w:r>
      <w:r w:rsidR="00CC15EB">
        <w:rPr>
          <w:rtl/>
        </w:rPr>
        <w:t>،</w:t>
      </w:r>
      <w:r>
        <w:rPr>
          <w:rtl/>
        </w:rPr>
        <w:t xml:space="preserve"> </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1168</w:t>
      </w:r>
      <w:r>
        <w:rPr>
          <w:rtl/>
        </w:rPr>
        <w:t xml:space="preserve"> - </w:t>
      </w:r>
      <w:r w:rsidR="00D45E0E" w:rsidRPr="00D95A45">
        <w:rPr>
          <w:rtl/>
        </w:rPr>
        <w:t>الفقيه ج 4 ص 127</w:t>
      </w:r>
    </w:p>
    <w:p w:rsidR="00AC7755" w:rsidRDefault="00CC15EB" w:rsidP="00AC7755">
      <w:pPr>
        <w:pStyle w:val="libFootnote0"/>
        <w:rPr>
          <w:rtl/>
        </w:rPr>
      </w:pPr>
      <w:r>
        <w:rPr>
          <w:rtl/>
        </w:rPr>
        <w:t>-</w:t>
      </w:r>
      <w:r w:rsidR="00D45E0E" w:rsidRPr="00DA0376">
        <w:rPr>
          <w:rtl/>
        </w:rPr>
        <w:t xml:space="preserve"> 1170</w:t>
      </w:r>
      <w:r>
        <w:rPr>
          <w:rtl/>
        </w:rPr>
        <w:t xml:space="preserve"> - </w:t>
      </w:r>
      <w:r w:rsidR="00D45E0E" w:rsidRPr="00DA0376">
        <w:rPr>
          <w:rtl/>
        </w:rPr>
        <w:t>الفقيه ج 4 ص 119</w:t>
      </w:r>
    </w:p>
    <w:p w:rsidR="00AC7755" w:rsidRDefault="00AC7755" w:rsidP="00AC7755">
      <w:pPr>
        <w:pStyle w:val="libNormal"/>
        <w:rPr>
          <w:rtl/>
        </w:rPr>
      </w:pPr>
      <w:r>
        <w:rPr>
          <w:rtl/>
        </w:rPr>
        <w:br w:type="page"/>
      </w:r>
    </w:p>
    <w:p w:rsidR="00AC7755" w:rsidRDefault="00D45E0E" w:rsidP="00AC7755">
      <w:pPr>
        <w:pStyle w:val="libNormal"/>
        <w:rPr>
          <w:rtl/>
        </w:rPr>
      </w:pPr>
      <w:r w:rsidRPr="00D95A45">
        <w:rPr>
          <w:rtl/>
        </w:rPr>
        <w:lastRenderedPageBreak/>
        <w:t>(1171) 12</w:t>
      </w:r>
      <w:r w:rsidR="00CC15EB">
        <w:rPr>
          <w:rtl/>
        </w:rPr>
        <w:t xml:space="preserve"> - </w:t>
      </w:r>
      <w:r w:rsidRPr="00D95A45">
        <w:rPr>
          <w:rtl/>
        </w:rPr>
        <w:t>عنه عن عبد الرحمان بن حماد عن عبد الرحمان بن عبد الحميد عن بعض مواليه قال</w:t>
      </w:r>
      <w:r w:rsidR="00CC15EB">
        <w:rPr>
          <w:rtl/>
        </w:rPr>
        <w:t>:</w:t>
      </w:r>
      <w:r>
        <w:rPr>
          <w:rtl/>
        </w:rPr>
        <w:t xml:space="preserve"> </w:t>
      </w:r>
      <w:r w:rsidRPr="00D95A45">
        <w:rPr>
          <w:rtl/>
        </w:rPr>
        <w:t xml:space="preserve">قال لي أبو الحسن </w:t>
      </w:r>
      <w:r w:rsidR="00AC7755" w:rsidRPr="00AC7755">
        <w:rPr>
          <w:rStyle w:val="libAlaemChar"/>
          <w:rtl/>
        </w:rPr>
        <w:t>عليه‌السلام</w:t>
      </w:r>
      <w:r w:rsidR="00CC15EB">
        <w:rPr>
          <w:rtl/>
        </w:rPr>
        <w:t>:</w:t>
      </w:r>
      <w:r>
        <w:rPr>
          <w:rtl/>
        </w:rPr>
        <w:t xml:space="preserve"> </w:t>
      </w:r>
      <w:r w:rsidRPr="00D95A45">
        <w:rPr>
          <w:rtl/>
        </w:rPr>
        <w:t>دية ولد الزنى دية اليهودي ثمانمائة درهم</w:t>
      </w:r>
    </w:p>
    <w:p w:rsidR="00AC7755" w:rsidRDefault="00D45E0E" w:rsidP="00AC7755">
      <w:pPr>
        <w:pStyle w:val="libNormal"/>
        <w:rPr>
          <w:rtl/>
        </w:rPr>
      </w:pPr>
      <w:r w:rsidRPr="00D95A45">
        <w:rPr>
          <w:rtl/>
        </w:rPr>
        <w:t>(1172) 13</w:t>
      </w:r>
      <w:r w:rsidR="00CC15EB">
        <w:rPr>
          <w:rtl/>
        </w:rPr>
        <w:t xml:space="preserve"> - </w:t>
      </w:r>
      <w:r w:rsidRPr="00D95A45">
        <w:rPr>
          <w:rtl/>
        </w:rPr>
        <w:t>عنه عن محمد بن الحسين عن جعفر بن بشير عن بعض رجاله قال</w:t>
      </w:r>
      <w:r w:rsidR="00CC15EB">
        <w:rPr>
          <w:rtl/>
        </w:rPr>
        <w:t>:</w:t>
      </w:r>
      <w:r>
        <w:rPr>
          <w:rtl/>
        </w:rPr>
        <w:t xml:space="preserve"> </w:t>
      </w:r>
      <w:r w:rsidRPr="00D95A45">
        <w:rPr>
          <w:rtl/>
        </w:rPr>
        <w:t xml:space="preserve">سألت ابا عبد الله </w:t>
      </w:r>
      <w:r w:rsidR="00AC7755" w:rsidRPr="00AC7755">
        <w:rPr>
          <w:rStyle w:val="libAlaemChar"/>
          <w:rtl/>
        </w:rPr>
        <w:t>عليه‌السلام</w:t>
      </w:r>
      <w:r w:rsidRPr="00D95A45">
        <w:rPr>
          <w:rtl/>
        </w:rPr>
        <w:t xml:space="preserve"> عن دية ولد الزنى فقال</w:t>
      </w:r>
      <w:r w:rsidR="00CC15EB">
        <w:rPr>
          <w:rtl/>
        </w:rPr>
        <w:t>:</w:t>
      </w:r>
      <w:r>
        <w:rPr>
          <w:rtl/>
        </w:rPr>
        <w:t xml:space="preserve"> </w:t>
      </w:r>
      <w:r w:rsidRPr="00D95A45">
        <w:rPr>
          <w:rtl/>
        </w:rPr>
        <w:t>ثمانمائة درهم مثل دية اليهودي والنصراني والمجوسي.</w:t>
      </w:r>
    </w:p>
    <w:p w:rsidR="00AC7755" w:rsidRDefault="00D45E0E" w:rsidP="00AC7755">
      <w:pPr>
        <w:pStyle w:val="libNormal"/>
        <w:rPr>
          <w:rtl/>
        </w:rPr>
      </w:pPr>
      <w:r w:rsidRPr="00D95A45">
        <w:rPr>
          <w:rtl/>
        </w:rPr>
        <w:t>(1173) 14</w:t>
      </w:r>
      <w:r w:rsidR="00CC15EB">
        <w:rPr>
          <w:rtl/>
        </w:rPr>
        <w:t xml:space="preserve"> - </w:t>
      </w:r>
      <w:r w:rsidRPr="00D95A45">
        <w:rPr>
          <w:rtl/>
        </w:rPr>
        <w:t xml:space="preserve">محمد بن الحسن الصفار عن ابراهيم بن هاشم عن عبد الرحمان بن حماد عن ابراهيم بن عبد الحميد عن جعفر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قال</w:t>
      </w:r>
      <w:r w:rsidR="00CC15EB">
        <w:rPr>
          <w:rtl/>
        </w:rPr>
        <w:t>:</w:t>
      </w:r>
      <w:r>
        <w:rPr>
          <w:rtl/>
        </w:rPr>
        <w:t xml:space="preserve"> </w:t>
      </w:r>
      <w:r w:rsidRPr="00D95A45">
        <w:rPr>
          <w:rtl/>
        </w:rPr>
        <w:t>دية ولد الزنى دية الذمي ثمانمائة درهم.</w:t>
      </w:r>
    </w:p>
    <w:p w:rsidR="00AC7755" w:rsidRDefault="00D45E0E" w:rsidP="00AC7755">
      <w:pPr>
        <w:pStyle w:val="libNormal"/>
        <w:rPr>
          <w:rtl/>
        </w:rPr>
      </w:pPr>
      <w:r w:rsidRPr="00D95A45">
        <w:rPr>
          <w:rtl/>
        </w:rPr>
        <w:t>(1174) 15</w:t>
      </w:r>
      <w:r w:rsidR="00CC15EB">
        <w:rPr>
          <w:rtl/>
        </w:rPr>
        <w:t xml:space="preserve"> - </w:t>
      </w:r>
      <w:r w:rsidRPr="00D95A45">
        <w:rPr>
          <w:rtl/>
        </w:rPr>
        <w:t xml:space="preserve">عنه عن ابراهيم عن النوفلي عن السكوني عن جعفر عن ابيه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 xml:space="preserve">قال رسول الله </w:t>
      </w:r>
      <w:r w:rsidR="00AC7755" w:rsidRPr="00AC7755">
        <w:rPr>
          <w:rStyle w:val="libAlaemChar"/>
          <w:rtl/>
        </w:rPr>
        <w:t>صلى‌الله‌عليه‌وآله‌وسلم</w:t>
      </w:r>
      <w:r w:rsidR="00CC15EB">
        <w:rPr>
          <w:rtl/>
        </w:rPr>
        <w:t>:</w:t>
      </w:r>
      <w:r>
        <w:rPr>
          <w:rtl/>
        </w:rPr>
        <w:t xml:space="preserve"> </w:t>
      </w:r>
      <w:r w:rsidRPr="00D95A45">
        <w:rPr>
          <w:rtl/>
        </w:rPr>
        <w:t>من شهر سيفا فدمه هدر.</w:t>
      </w:r>
    </w:p>
    <w:p w:rsidR="00AC7755" w:rsidRDefault="00D45E0E" w:rsidP="00AC7755">
      <w:pPr>
        <w:pStyle w:val="libNormal"/>
        <w:rPr>
          <w:rtl/>
        </w:rPr>
      </w:pPr>
      <w:r w:rsidRPr="00D95A45">
        <w:rPr>
          <w:rtl/>
        </w:rPr>
        <w:t>(1175) 16</w:t>
      </w:r>
      <w:r w:rsidR="00CC15EB">
        <w:rPr>
          <w:rtl/>
        </w:rPr>
        <w:t xml:space="preserve"> - </w:t>
      </w:r>
      <w:r w:rsidRPr="00D95A45">
        <w:rPr>
          <w:rtl/>
        </w:rPr>
        <w:t xml:space="preserve">عنه عن ابراهيم عن النوفلي عن السكوني عن جعفر عن ابيه </w:t>
      </w:r>
      <w:r w:rsidR="00AC7755" w:rsidRPr="00AC7755">
        <w:rPr>
          <w:rStyle w:val="libAlaemChar"/>
          <w:rtl/>
        </w:rPr>
        <w:t>عليه‌السلام</w:t>
      </w:r>
      <w:r w:rsidRPr="00D95A45">
        <w:rPr>
          <w:rtl/>
        </w:rPr>
        <w:t xml:space="preserve"> ان رجلا شرد له بعيران فاخذهما رجل فقرنهما في حبل فاختنق احدهما ومات فرفع ذلك إلى علي </w:t>
      </w:r>
      <w:r w:rsidR="00AC7755" w:rsidRPr="00AC7755">
        <w:rPr>
          <w:rStyle w:val="libAlaemChar"/>
          <w:rtl/>
        </w:rPr>
        <w:t>عليه‌السلام</w:t>
      </w:r>
      <w:r w:rsidRPr="00D95A45">
        <w:rPr>
          <w:rtl/>
        </w:rPr>
        <w:t xml:space="preserve"> فلم يضمنه وقال</w:t>
      </w:r>
      <w:r w:rsidR="00CC15EB">
        <w:rPr>
          <w:rtl/>
        </w:rPr>
        <w:t>:</w:t>
      </w:r>
      <w:r>
        <w:rPr>
          <w:rtl/>
        </w:rPr>
        <w:t xml:space="preserve"> </w:t>
      </w:r>
      <w:r w:rsidRPr="00D95A45">
        <w:rPr>
          <w:rtl/>
        </w:rPr>
        <w:t>انما اراد الاصلاح.</w:t>
      </w:r>
    </w:p>
    <w:p w:rsidR="00AC7755" w:rsidRDefault="00D45E0E" w:rsidP="00AC7755">
      <w:pPr>
        <w:pStyle w:val="libNormal"/>
        <w:rPr>
          <w:rtl/>
        </w:rPr>
      </w:pPr>
      <w:r w:rsidRPr="00D95A45">
        <w:rPr>
          <w:rtl/>
        </w:rPr>
        <w:t>(1176) 17</w:t>
      </w:r>
      <w:r w:rsidR="00CC15EB">
        <w:rPr>
          <w:rtl/>
        </w:rPr>
        <w:t xml:space="preserve"> - </w:t>
      </w:r>
      <w:r w:rsidRPr="00D95A45">
        <w:rPr>
          <w:rtl/>
        </w:rPr>
        <w:t xml:space="preserve">وروى موسى بن بكر عن زرارة عن ابى عبد الله </w:t>
      </w:r>
      <w:r w:rsidR="00AC7755" w:rsidRPr="00AC7755">
        <w:rPr>
          <w:rStyle w:val="libAlaemChar"/>
          <w:rtl/>
        </w:rPr>
        <w:t>عليه‌السلام</w:t>
      </w:r>
      <w:r w:rsidRPr="00D95A45">
        <w:rPr>
          <w:rtl/>
        </w:rPr>
        <w:t xml:space="preserve"> قال</w:t>
      </w:r>
      <w:r w:rsidR="00CC15EB">
        <w:rPr>
          <w:rtl/>
        </w:rPr>
        <w:t>:</w:t>
      </w:r>
      <w:r>
        <w:rPr>
          <w:rtl/>
        </w:rPr>
        <w:t xml:space="preserve"> </w:t>
      </w:r>
      <w:r w:rsidRPr="00D95A45">
        <w:rPr>
          <w:rtl/>
        </w:rPr>
        <w:t>انما جعلت القسامة ليغلظ بها في الرجل المعروف بالستر المتهم فإن شهدوا عليه جازت شهادتهم.</w:t>
      </w:r>
    </w:p>
    <w:p w:rsidR="00AC7755" w:rsidRDefault="00D45E0E" w:rsidP="00AC7755">
      <w:pPr>
        <w:pStyle w:val="libNormal"/>
        <w:rPr>
          <w:rtl/>
        </w:rPr>
      </w:pPr>
      <w:r w:rsidRPr="00D95A45">
        <w:rPr>
          <w:rtl/>
        </w:rPr>
        <w:t>(1177) 18</w:t>
      </w:r>
      <w:r w:rsidR="00CC15EB">
        <w:rPr>
          <w:rtl/>
        </w:rPr>
        <w:t xml:space="preserve"> - </w:t>
      </w:r>
      <w:r w:rsidRPr="00D95A45">
        <w:rPr>
          <w:rtl/>
        </w:rPr>
        <w:t>وروى ابن ابي عمير عن بعض اصحابه عن</w:t>
      </w:r>
    </w:p>
    <w:p w:rsidR="00CC15EB" w:rsidRDefault="00D45E0E" w:rsidP="00AC7755">
      <w:pPr>
        <w:pStyle w:val="libLine"/>
        <w:rPr>
          <w:rtl/>
        </w:rPr>
      </w:pPr>
      <w:r>
        <w:rPr>
          <w:rtl/>
        </w:rPr>
        <w:t>__________________</w:t>
      </w:r>
    </w:p>
    <w:p w:rsidR="00CC15EB" w:rsidRDefault="00CC15EB" w:rsidP="00AC7755">
      <w:pPr>
        <w:pStyle w:val="libFootnote0"/>
        <w:rPr>
          <w:rtl/>
        </w:rPr>
      </w:pPr>
      <w:r>
        <w:rPr>
          <w:rtl/>
        </w:rPr>
        <w:t>-</w:t>
      </w:r>
      <w:r w:rsidR="00D45E0E" w:rsidRPr="00D95A45">
        <w:rPr>
          <w:rtl/>
        </w:rPr>
        <w:t xml:space="preserve"> 1172</w:t>
      </w:r>
      <w:r>
        <w:rPr>
          <w:rtl/>
        </w:rPr>
        <w:t xml:space="preserve"> - </w:t>
      </w:r>
      <w:r w:rsidR="00D45E0E" w:rsidRPr="00D95A45">
        <w:rPr>
          <w:rtl/>
        </w:rPr>
        <w:t>الفقيه ج 4 ص 114</w:t>
      </w:r>
    </w:p>
    <w:p w:rsidR="00CC15EB" w:rsidRDefault="00CC15EB" w:rsidP="00AC7755">
      <w:pPr>
        <w:pStyle w:val="libFootnote0"/>
        <w:rPr>
          <w:rtl/>
        </w:rPr>
      </w:pPr>
      <w:r>
        <w:rPr>
          <w:rtl/>
        </w:rPr>
        <w:t>-</w:t>
      </w:r>
      <w:r w:rsidR="00D45E0E" w:rsidRPr="007277FF">
        <w:rPr>
          <w:rtl/>
        </w:rPr>
        <w:t xml:space="preserve"> 1176</w:t>
      </w:r>
      <w:r>
        <w:rPr>
          <w:rtl/>
        </w:rPr>
        <w:t xml:space="preserve"> - </w:t>
      </w:r>
      <w:r w:rsidR="00D45E0E" w:rsidRPr="007277FF">
        <w:rPr>
          <w:rtl/>
        </w:rPr>
        <w:t>الفقيه ج 4 ص 73</w:t>
      </w:r>
    </w:p>
    <w:p w:rsidR="00AC7755" w:rsidRDefault="00CC15EB" w:rsidP="00AC7755">
      <w:pPr>
        <w:pStyle w:val="libFootnote0"/>
        <w:rPr>
          <w:rtl/>
        </w:rPr>
      </w:pPr>
      <w:r>
        <w:rPr>
          <w:rtl/>
        </w:rPr>
        <w:t>-</w:t>
      </w:r>
      <w:r w:rsidR="00D45E0E" w:rsidRPr="00DA0376">
        <w:rPr>
          <w:rtl/>
        </w:rPr>
        <w:t xml:space="preserve"> 1177</w:t>
      </w:r>
      <w:r>
        <w:rPr>
          <w:rtl/>
        </w:rPr>
        <w:t xml:space="preserve"> - </w:t>
      </w:r>
      <w:r w:rsidR="00D45E0E" w:rsidRPr="00DA0376">
        <w:rPr>
          <w:rtl/>
        </w:rPr>
        <w:t>الفقيه ج 4 ص 110</w:t>
      </w:r>
    </w:p>
    <w:p w:rsidR="00AC7755" w:rsidRDefault="00AC7755" w:rsidP="00AC7755">
      <w:pPr>
        <w:pStyle w:val="libNormal"/>
        <w:rPr>
          <w:rtl/>
        </w:rPr>
      </w:pPr>
      <w:r>
        <w:rPr>
          <w:rtl/>
        </w:rPr>
        <w:br w:type="page"/>
      </w:r>
    </w:p>
    <w:p w:rsidR="00AC7755" w:rsidRDefault="00D45E0E" w:rsidP="00AC7755">
      <w:pPr>
        <w:pStyle w:val="libNormal0"/>
        <w:rPr>
          <w:rtl/>
        </w:rPr>
      </w:pPr>
      <w:r w:rsidRPr="00D95A45">
        <w:rPr>
          <w:rtl/>
        </w:rPr>
        <w:lastRenderedPageBreak/>
        <w:t xml:space="preserve">ابي عبد الله </w:t>
      </w:r>
      <w:r w:rsidR="00AC7755" w:rsidRPr="00AC7755">
        <w:rPr>
          <w:rStyle w:val="libAlaemChar"/>
          <w:rtl/>
        </w:rPr>
        <w:t>عليه‌السلام</w:t>
      </w:r>
      <w:r w:rsidRPr="00D95A45">
        <w:rPr>
          <w:rtl/>
        </w:rPr>
        <w:t xml:space="preserve"> في رجل مسلم كان في ارض الشرك فقتله المسلمون ثم علم به الامام بعد فقال</w:t>
      </w:r>
      <w:r w:rsidR="00CC15EB">
        <w:rPr>
          <w:rtl/>
        </w:rPr>
        <w:t>:</w:t>
      </w:r>
      <w:r>
        <w:rPr>
          <w:rtl/>
        </w:rPr>
        <w:t xml:space="preserve"> </w:t>
      </w:r>
      <w:r w:rsidRPr="00D95A45">
        <w:rPr>
          <w:rtl/>
        </w:rPr>
        <w:t>يعتق مكانه رقبة مؤمنة وذلك قول الله عز وجل</w:t>
      </w:r>
      <w:r w:rsidR="00CC15EB">
        <w:rPr>
          <w:rtl/>
        </w:rPr>
        <w:t>:</w:t>
      </w:r>
      <w:r>
        <w:rPr>
          <w:rtl/>
        </w:rPr>
        <w:t xml:space="preserve"> </w:t>
      </w:r>
      <w:r w:rsidR="00AC7755" w:rsidRPr="00AC7755">
        <w:rPr>
          <w:rStyle w:val="libAlaemChar"/>
          <w:rtl/>
        </w:rPr>
        <w:t>(</w:t>
      </w:r>
      <w:r w:rsidRPr="00AC7755">
        <w:rPr>
          <w:rStyle w:val="libAieChar"/>
          <w:rtl/>
        </w:rPr>
        <w:t>وان كان من قوم عدو لكم وهو مؤمن فتحرير رقبة مؤمنة</w:t>
      </w:r>
      <w:r w:rsidRPr="00AC7755">
        <w:rPr>
          <w:rStyle w:val="libAlaemChar"/>
          <w:rtl/>
        </w:rPr>
        <w:t>)</w:t>
      </w:r>
      <w:r w:rsidRPr="00D95A45">
        <w:rPr>
          <w:rtl/>
        </w:rPr>
        <w:t>.</w:t>
      </w:r>
    </w:p>
    <w:p w:rsidR="00AC7755" w:rsidRDefault="00D45E0E" w:rsidP="00AC7755">
      <w:pPr>
        <w:pStyle w:val="libCenter"/>
        <w:rPr>
          <w:rtl/>
        </w:rPr>
      </w:pPr>
      <w:r w:rsidRPr="001061E4">
        <w:rPr>
          <w:rtl/>
        </w:rPr>
        <w:t>تم كتاب الديات وهو آخر الكتاب والحمد لله اولا وآخرا</w:t>
      </w:r>
    </w:p>
    <w:p w:rsidR="00AC7755" w:rsidRDefault="00D45E0E" w:rsidP="00AC7755">
      <w:pPr>
        <w:pStyle w:val="libLine"/>
        <w:rPr>
          <w:rtl/>
        </w:rPr>
      </w:pPr>
      <w:r>
        <w:rPr>
          <w:rtl/>
        </w:rPr>
        <w:t>__________________</w:t>
      </w:r>
    </w:p>
    <w:p w:rsidR="00AC7755" w:rsidRDefault="00D45E0E" w:rsidP="00AC7755">
      <w:pPr>
        <w:pStyle w:val="libVar"/>
        <w:rPr>
          <w:rtl/>
        </w:rPr>
      </w:pPr>
      <w:r w:rsidRPr="004A6055">
        <w:rPr>
          <w:rtl/>
        </w:rPr>
        <w:t>تم والحمد لله رب العالمين ما اردناه من التعليق على الجزء العاشر</w:t>
      </w:r>
      <w:r w:rsidR="00CC15EB">
        <w:rPr>
          <w:rtl/>
        </w:rPr>
        <w:t xml:space="preserve"> - </w:t>
      </w:r>
      <w:r w:rsidRPr="004A6055">
        <w:rPr>
          <w:rtl/>
        </w:rPr>
        <w:t>حسب تجزئتنا</w:t>
      </w:r>
      <w:r w:rsidR="00CC15EB">
        <w:rPr>
          <w:rtl/>
        </w:rPr>
        <w:t xml:space="preserve"> - </w:t>
      </w:r>
      <w:r w:rsidRPr="004A6055">
        <w:rPr>
          <w:rtl/>
        </w:rPr>
        <w:t>من كتاب تهذيب الاحكام وبه تمام الكتاب وآخر دعوانا ان اللحمد لله رب العالمين الذي هدانا لهذا ووفقنا للختام وكان ذلك عصر يوم الاحد السادس عشر من شهر شعبان المعظم نة الف وثلاثمائة واثنين وثمانين من الهجرة النبوية على مهاجرها آلاف الثناء والتحية وأنا الاقل حسن الموسوي الخرسان.</w:t>
      </w:r>
    </w:p>
    <w:p w:rsidR="00AC7755" w:rsidRDefault="00AC7755" w:rsidP="00AC7755">
      <w:pPr>
        <w:pStyle w:val="libNormal"/>
        <w:rPr>
          <w:rtl/>
        </w:rPr>
      </w:pPr>
      <w:r>
        <w:rPr>
          <w:rtl/>
        </w:rPr>
        <w:br w:type="page"/>
      </w:r>
    </w:p>
    <w:sdt>
      <w:sdtPr>
        <w:rPr>
          <w:rtl/>
        </w:rPr>
        <w:id w:val="12022545"/>
        <w:docPartObj>
          <w:docPartGallery w:val="Table of Contents"/>
          <w:docPartUnique/>
        </w:docPartObj>
      </w:sdtPr>
      <w:sdtEndPr>
        <w:rPr>
          <w:b w:val="0"/>
          <w:bCs w:val="0"/>
        </w:rPr>
      </w:sdtEndPr>
      <w:sdtContent>
        <w:p w:rsidR="00CA44E1" w:rsidRDefault="00CA44E1" w:rsidP="00CA44E1">
          <w:pPr>
            <w:pStyle w:val="libCenterBold1"/>
          </w:pPr>
          <w:r>
            <w:rPr>
              <w:rFonts w:hint="cs"/>
              <w:rtl/>
            </w:rPr>
            <w:t>الفهرس</w:t>
          </w:r>
        </w:p>
        <w:p w:rsidR="00CA44E1" w:rsidRDefault="00CA44E1">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394318264" w:history="1">
            <w:r w:rsidRPr="00F15080">
              <w:rPr>
                <w:rStyle w:val="Hyperlink"/>
                <w:rFonts w:hint="eastAsia"/>
                <w:noProof/>
                <w:rtl/>
              </w:rPr>
              <w:t>كتاب</w:t>
            </w:r>
            <w:r w:rsidRPr="00F15080">
              <w:rPr>
                <w:rStyle w:val="Hyperlink"/>
                <w:noProof/>
                <w:rtl/>
              </w:rPr>
              <w:t xml:space="preserve"> </w:t>
            </w:r>
            <w:r w:rsidRPr="00F15080">
              <w:rPr>
                <w:rStyle w:val="Hyperlink"/>
                <w:rFonts w:hint="eastAsia"/>
                <w:noProof/>
                <w:rtl/>
              </w:rPr>
              <w:t>الحدود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Toc394318264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65" w:history="1">
            <w:r w:rsidRPr="00F15080">
              <w:rPr>
                <w:rStyle w:val="Hyperlink"/>
                <w:noProof/>
                <w:rtl/>
              </w:rPr>
              <w:t xml:space="preserve">1 -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حدود</w:t>
            </w:r>
            <w:r w:rsidRPr="00F15080">
              <w:rPr>
                <w:rStyle w:val="Hyperlink"/>
                <w:noProof/>
                <w:rtl/>
              </w:rPr>
              <w:t xml:space="preserve"> </w:t>
            </w:r>
            <w:r w:rsidRPr="00F15080">
              <w:rPr>
                <w:rStyle w:val="Hyperlink"/>
                <w:rFonts w:hint="eastAsia"/>
                <w:noProof/>
                <w:rtl/>
              </w:rPr>
              <w:t>الزنى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Toc394318265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66" w:history="1">
            <w:r w:rsidRPr="00F15080">
              <w:rPr>
                <w:rStyle w:val="Hyperlink"/>
                <w:noProof/>
                <w:rtl/>
              </w:rPr>
              <w:t xml:space="preserve">2 -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الحدود</w:t>
            </w:r>
            <w:r w:rsidRPr="00F15080">
              <w:rPr>
                <w:rStyle w:val="Hyperlink"/>
                <w:noProof/>
                <w:rtl/>
              </w:rPr>
              <w:t xml:space="preserve"> </w:t>
            </w:r>
            <w:r w:rsidRPr="00F15080">
              <w:rPr>
                <w:rStyle w:val="Hyperlink"/>
                <w:rFonts w:hint="eastAsia"/>
                <w:noProof/>
                <w:rtl/>
              </w:rPr>
              <w:t>في</w:t>
            </w:r>
            <w:r w:rsidRPr="00F15080">
              <w:rPr>
                <w:rStyle w:val="Hyperlink"/>
                <w:noProof/>
                <w:rtl/>
              </w:rPr>
              <w:t xml:space="preserve"> </w:t>
            </w:r>
            <w:r w:rsidRPr="00F15080">
              <w:rPr>
                <w:rStyle w:val="Hyperlink"/>
                <w:rFonts w:hint="eastAsia"/>
                <w:noProof/>
                <w:rtl/>
              </w:rPr>
              <w:t>اللواط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Toc394318266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67" w:history="1">
            <w:r w:rsidRPr="00F15080">
              <w:rPr>
                <w:rStyle w:val="Hyperlink"/>
                <w:noProof/>
                <w:rtl/>
              </w:rPr>
              <w:t xml:space="preserve">3 -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الحد</w:t>
            </w:r>
            <w:r w:rsidRPr="00F15080">
              <w:rPr>
                <w:rStyle w:val="Hyperlink"/>
                <w:noProof/>
                <w:rtl/>
              </w:rPr>
              <w:t xml:space="preserve"> </w:t>
            </w:r>
            <w:r w:rsidRPr="00F15080">
              <w:rPr>
                <w:rStyle w:val="Hyperlink"/>
                <w:rFonts w:hint="eastAsia"/>
                <w:noProof/>
                <w:rtl/>
              </w:rPr>
              <w:t>في</w:t>
            </w:r>
            <w:r w:rsidRPr="00F15080">
              <w:rPr>
                <w:rStyle w:val="Hyperlink"/>
                <w:noProof/>
                <w:rtl/>
              </w:rPr>
              <w:t xml:space="preserve"> </w:t>
            </w:r>
            <w:r w:rsidRPr="00F15080">
              <w:rPr>
                <w:rStyle w:val="Hyperlink"/>
                <w:rFonts w:hint="eastAsia"/>
                <w:noProof/>
                <w:rtl/>
              </w:rPr>
              <w:t>السحق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Toc394318267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68" w:history="1">
            <w:r w:rsidRPr="00F15080">
              <w:rPr>
                <w:rStyle w:val="Hyperlink"/>
                <w:noProof/>
                <w:rtl/>
              </w:rPr>
              <w:t xml:space="preserve">4 -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الحد</w:t>
            </w:r>
            <w:r w:rsidRPr="00F15080">
              <w:rPr>
                <w:rStyle w:val="Hyperlink"/>
                <w:noProof/>
                <w:rtl/>
              </w:rPr>
              <w:t xml:space="preserve"> </w:t>
            </w:r>
            <w:r w:rsidRPr="00F15080">
              <w:rPr>
                <w:rStyle w:val="Hyperlink"/>
                <w:rFonts w:hint="eastAsia"/>
                <w:noProof/>
                <w:rtl/>
              </w:rPr>
              <w:t>في</w:t>
            </w:r>
            <w:r w:rsidRPr="00F15080">
              <w:rPr>
                <w:rStyle w:val="Hyperlink"/>
                <w:noProof/>
                <w:rtl/>
              </w:rPr>
              <w:t xml:space="preserve"> </w:t>
            </w:r>
            <w:r w:rsidRPr="00F15080">
              <w:rPr>
                <w:rStyle w:val="Hyperlink"/>
                <w:rFonts w:hint="eastAsia"/>
                <w:noProof/>
                <w:rtl/>
              </w:rPr>
              <w:t>نكاح</w:t>
            </w:r>
            <w:r w:rsidRPr="00F15080">
              <w:rPr>
                <w:rStyle w:val="Hyperlink"/>
                <w:noProof/>
                <w:rtl/>
              </w:rPr>
              <w:t xml:space="preserve"> </w:t>
            </w:r>
            <w:r w:rsidRPr="00F15080">
              <w:rPr>
                <w:rStyle w:val="Hyperlink"/>
                <w:rFonts w:hint="eastAsia"/>
                <w:noProof/>
                <w:rtl/>
              </w:rPr>
              <w:t>البهائم</w:t>
            </w:r>
            <w:r w:rsidRPr="00F15080">
              <w:rPr>
                <w:rStyle w:val="Hyperlink"/>
                <w:noProof/>
                <w:rtl/>
              </w:rPr>
              <w:t xml:space="preserve"> </w:t>
            </w:r>
            <w:r w:rsidRPr="00F15080">
              <w:rPr>
                <w:rStyle w:val="Hyperlink"/>
                <w:rFonts w:hint="eastAsia"/>
                <w:noProof/>
                <w:rtl/>
              </w:rPr>
              <w:t>ونكاح</w:t>
            </w:r>
            <w:r w:rsidRPr="00F15080">
              <w:rPr>
                <w:rStyle w:val="Hyperlink"/>
                <w:noProof/>
                <w:rtl/>
              </w:rPr>
              <w:t xml:space="preserve"> </w:t>
            </w:r>
            <w:r w:rsidRPr="00F15080">
              <w:rPr>
                <w:rStyle w:val="Hyperlink"/>
                <w:rFonts w:hint="eastAsia"/>
                <w:noProof/>
                <w:rtl/>
              </w:rPr>
              <w:t>الاموات</w:t>
            </w:r>
            <w:r w:rsidRPr="00F15080">
              <w:rPr>
                <w:rStyle w:val="Hyperlink"/>
                <w:noProof/>
                <w:rtl/>
              </w:rPr>
              <w:t xml:space="preserve"> </w:t>
            </w:r>
            <w:r w:rsidRPr="00F15080">
              <w:rPr>
                <w:rStyle w:val="Hyperlink"/>
                <w:rFonts w:hint="eastAsia"/>
                <w:noProof/>
                <w:rtl/>
              </w:rPr>
              <w:t>والاستمناء</w:t>
            </w:r>
            <w:r w:rsidRPr="00F15080">
              <w:rPr>
                <w:rStyle w:val="Hyperlink"/>
                <w:noProof/>
                <w:rtl/>
              </w:rPr>
              <w:t xml:space="preserve"> </w:t>
            </w:r>
            <w:r w:rsidRPr="00F15080">
              <w:rPr>
                <w:rStyle w:val="Hyperlink"/>
                <w:rFonts w:hint="eastAsia"/>
                <w:noProof/>
                <w:rtl/>
              </w:rPr>
              <w:t>بالايدي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Toc394318268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69" w:history="1">
            <w:r w:rsidRPr="00F15080">
              <w:rPr>
                <w:rStyle w:val="Hyperlink"/>
                <w:noProof/>
                <w:rtl/>
              </w:rPr>
              <w:t xml:space="preserve">5 -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الحد</w:t>
            </w:r>
            <w:r w:rsidRPr="00F15080">
              <w:rPr>
                <w:rStyle w:val="Hyperlink"/>
                <w:noProof/>
                <w:rtl/>
              </w:rPr>
              <w:t xml:space="preserve"> </w:t>
            </w:r>
            <w:r w:rsidRPr="00F15080">
              <w:rPr>
                <w:rStyle w:val="Hyperlink"/>
                <w:rFonts w:hint="eastAsia"/>
                <w:noProof/>
                <w:rtl/>
              </w:rPr>
              <w:t>في</w:t>
            </w:r>
            <w:r w:rsidRPr="00F15080">
              <w:rPr>
                <w:rStyle w:val="Hyperlink"/>
                <w:noProof/>
                <w:rtl/>
              </w:rPr>
              <w:t xml:space="preserve"> </w:t>
            </w:r>
            <w:r w:rsidRPr="00F15080">
              <w:rPr>
                <w:rStyle w:val="Hyperlink"/>
                <w:rFonts w:hint="eastAsia"/>
                <w:noProof/>
                <w:rtl/>
              </w:rPr>
              <w:t>القيادة</w:t>
            </w:r>
            <w:r w:rsidRPr="00F15080">
              <w:rPr>
                <w:rStyle w:val="Hyperlink"/>
                <w:noProof/>
                <w:rtl/>
              </w:rPr>
              <w:t xml:space="preserve"> </w:t>
            </w:r>
            <w:r w:rsidRPr="00F15080">
              <w:rPr>
                <w:rStyle w:val="Hyperlink"/>
                <w:rFonts w:hint="eastAsia"/>
                <w:noProof/>
                <w:rtl/>
              </w:rPr>
              <w:t>والجمع</w:t>
            </w:r>
            <w:r w:rsidRPr="00F15080">
              <w:rPr>
                <w:rStyle w:val="Hyperlink"/>
                <w:noProof/>
                <w:rtl/>
              </w:rPr>
              <w:t xml:space="preserve"> </w:t>
            </w:r>
            <w:r w:rsidRPr="00F15080">
              <w:rPr>
                <w:rStyle w:val="Hyperlink"/>
                <w:rFonts w:hint="eastAsia"/>
                <w:noProof/>
                <w:rtl/>
              </w:rPr>
              <w:t>بين</w:t>
            </w:r>
            <w:r w:rsidRPr="00F15080">
              <w:rPr>
                <w:rStyle w:val="Hyperlink"/>
                <w:noProof/>
                <w:rtl/>
              </w:rPr>
              <w:t xml:space="preserve"> </w:t>
            </w:r>
            <w:r w:rsidRPr="00F15080">
              <w:rPr>
                <w:rStyle w:val="Hyperlink"/>
                <w:rFonts w:hint="eastAsia"/>
                <w:noProof/>
                <w:rtl/>
              </w:rPr>
              <w:t>اهل</w:t>
            </w:r>
            <w:r w:rsidRPr="00F15080">
              <w:rPr>
                <w:rStyle w:val="Hyperlink"/>
                <w:noProof/>
                <w:rtl/>
              </w:rPr>
              <w:t xml:space="preserve"> </w:t>
            </w:r>
            <w:r w:rsidRPr="00F15080">
              <w:rPr>
                <w:rStyle w:val="Hyperlink"/>
                <w:rFonts w:hint="eastAsia"/>
                <w:noProof/>
                <w:rtl/>
              </w:rPr>
              <w:t>الفجور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Toc394318269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70" w:history="1">
            <w:r w:rsidRPr="00F15080">
              <w:rPr>
                <w:rStyle w:val="Hyperlink"/>
                <w:noProof/>
                <w:rtl/>
              </w:rPr>
              <w:t xml:space="preserve">6 -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الحد</w:t>
            </w:r>
            <w:r w:rsidRPr="00F15080">
              <w:rPr>
                <w:rStyle w:val="Hyperlink"/>
                <w:noProof/>
                <w:rtl/>
              </w:rPr>
              <w:t xml:space="preserve"> </w:t>
            </w:r>
            <w:r w:rsidRPr="00F15080">
              <w:rPr>
                <w:rStyle w:val="Hyperlink"/>
                <w:rFonts w:hint="eastAsia"/>
                <w:noProof/>
                <w:rtl/>
              </w:rPr>
              <w:t>في</w:t>
            </w:r>
            <w:r w:rsidRPr="00F15080">
              <w:rPr>
                <w:rStyle w:val="Hyperlink"/>
                <w:noProof/>
                <w:rtl/>
              </w:rPr>
              <w:t xml:space="preserve"> </w:t>
            </w:r>
            <w:r w:rsidRPr="00F15080">
              <w:rPr>
                <w:rStyle w:val="Hyperlink"/>
                <w:rFonts w:hint="eastAsia"/>
                <w:noProof/>
                <w:rtl/>
              </w:rPr>
              <w:t>الفرية</w:t>
            </w:r>
            <w:r w:rsidRPr="00F15080">
              <w:rPr>
                <w:rStyle w:val="Hyperlink"/>
                <w:noProof/>
                <w:rtl/>
              </w:rPr>
              <w:t xml:space="preserve"> </w:t>
            </w:r>
            <w:r w:rsidRPr="00F15080">
              <w:rPr>
                <w:rStyle w:val="Hyperlink"/>
                <w:rFonts w:hint="eastAsia"/>
                <w:noProof/>
                <w:rtl/>
              </w:rPr>
              <w:t>والسب</w:t>
            </w:r>
            <w:r w:rsidRPr="00F15080">
              <w:rPr>
                <w:rStyle w:val="Hyperlink"/>
                <w:noProof/>
                <w:rtl/>
              </w:rPr>
              <w:t xml:space="preserve"> </w:t>
            </w:r>
            <w:r w:rsidRPr="00F15080">
              <w:rPr>
                <w:rStyle w:val="Hyperlink"/>
                <w:rFonts w:hint="eastAsia"/>
                <w:noProof/>
                <w:rtl/>
              </w:rPr>
              <w:t>والتعريض</w:t>
            </w:r>
            <w:r w:rsidRPr="00F15080">
              <w:rPr>
                <w:rStyle w:val="Hyperlink"/>
                <w:noProof/>
                <w:rtl/>
              </w:rPr>
              <w:t xml:space="preserve"> </w:t>
            </w:r>
            <w:r w:rsidRPr="00F15080">
              <w:rPr>
                <w:rStyle w:val="Hyperlink"/>
                <w:rFonts w:hint="eastAsia"/>
                <w:noProof/>
                <w:rtl/>
              </w:rPr>
              <w:t>بذلك</w:t>
            </w:r>
            <w:r w:rsidRPr="00F15080">
              <w:rPr>
                <w:rStyle w:val="Hyperlink"/>
                <w:noProof/>
                <w:rtl/>
              </w:rPr>
              <w:t xml:space="preserve"> </w:t>
            </w:r>
            <w:r w:rsidRPr="00F15080">
              <w:rPr>
                <w:rStyle w:val="Hyperlink"/>
                <w:rFonts w:hint="eastAsia"/>
                <w:noProof/>
                <w:rtl/>
              </w:rPr>
              <w:t>والتصريح</w:t>
            </w:r>
            <w:r w:rsidRPr="00F15080">
              <w:rPr>
                <w:rStyle w:val="Hyperlink"/>
                <w:noProof/>
                <w:rtl/>
              </w:rPr>
              <w:t xml:space="preserve"> </w:t>
            </w:r>
            <w:r w:rsidRPr="00F15080">
              <w:rPr>
                <w:rStyle w:val="Hyperlink"/>
                <w:rFonts w:hint="eastAsia"/>
                <w:noProof/>
                <w:rtl/>
              </w:rPr>
              <w:t>والشهادة</w:t>
            </w:r>
            <w:r w:rsidRPr="00F15080">
              <w:rPr>
                <w:rStyle w:val="Hyperlink"/>
                <w:noProof/>
                <w:rtl/>
              </w:rPr>
              <w:t xml:space="preserve"> </w:t>
            </w:r>
            <w:r w:rsidRPr="00F15080">
              <w:rPr>
                <w:rStyle w:val="Hyperlink"/>
                <w:rFonts w:hint="eastAsia"/>
                <w:noProof/>
                <w:rtl/>
              </w:rPr>
              <w:t>بالزور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Toc394318270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71" w:history="1">
            <w:r w:rsidRPr="00F15080">
              <w:rPr>
                <w:rStyle w:val="Hyperlink"/>
                <w:noProof/>
                <w:rtl/>
              </w:rPr>
              <w:t xml:space="preserve">7 -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الحد</w:t>
            </w:r>
            <w:r w:rsidRPr="00F15080">
              <w:rPr>
                <w:rStyle w:val="Hyperlink"/>
                <w:noProof/>
                <w:rtl/>
              </w:rPr>
              <w:t xml:space="preserve"> </w:t>
            </w:r>
            <w:r w:rsidRPr="00F15080">
              <w:rPr>
                <w:rStyle w:val="Hyperlink"/>
                <w:rFonts w:hint="eastAsia"/>
                <w:noProof/>
                <w:rtl/>
              </w:rPr>
              <w:t>في</w:t>
            </w:r>
            <w:r w:rsidRPr="00F15080">
              <w:rPr>
                <w:rStyle w:val="Hyperlink"/>
                <w:noProof/>
                <w:rtl/>
              </w:rPr>
              <w:t xml:space="preserve"> </w:t>
            </w:r>
            <w:r w:rsidRPr="00F15080">
              <w:rPr>
                <w:rStyle w:val="Hyperlink"/>
                <w:rFonts w:hint="eastAsia"/>
                <w:noProof/>
                <w:rtl/>
              </w:rPr>
              <w:t>السكر</w:t>
            </w:r>
            <w:r w:rsidRPr="00F15080">
              <w:rPr>
                <w:rStyle w:val="Hyperlink"/>
                <w:noProof/>
                <w:rtl/>
              </w:rPr>
              <w:t xml:space="preserve"> </w:t>
            </w:r>
            <w:r w:rsidRPr="00F15080">
              <w:rPr>
                <w:rStyle w:val="Hyperlink"/>
                <w:rFonts w:hint="eastAsia"/>
                <w:noProof/>
                <w:rtl/>
              </w:rPr>
              <w:t>وشرب</w:t>
            </w:r>
            <w:r w:rsidRPr="00F15080">
              <w:rPr>
                <w:rStyle w:val="Hyperlink"/>
                <w:noProof/>
                <w:rtl/>
              </w:rPr>
              <w:t xml:space="preserve"> </w:t>
            </w:r>
            <w:r w:rsidRPr="00F15080">
              <w:rPr>
                <w:rStyle w:val="Hyperlink"/>
                <w:rFonts w:hint="eastAsia"/>
                <w:noProof/>
                <w:rtl/>
              </w:rPr>
              <w:t>المسكر</w:t>
            </w:r>
            <w:r w:rsidRPr="00F15080">
              <w:rPr>
                <w:rStyle w:val="Hyperlink"/>
                <w:noProof/>
                <w:rtl/>
              </w:rPr>
              <w:t xml:space="preserve"> </w:t>
            </w:r>
            <w:r w:rsidRPr="00F15080">
              <w:rPr>
                <w:rStyle w:val="Hyperlink"/>
                <w:rFonts w:hint="eastAsia"/>
                <w:noProof/>
                <w:rtl/>
              </w:rPr>
              <w:t>والفقاع</w:t>
            </w:r>
            <w:r w:rsidRPr="00F15080">
              <w:rPr>
                <w:rStyle w:val="Hyperlink"/>
                <w:noProof/>
                <w:rtl/>
              </w:rPr>
              <w:t xml:space="preserve"> </w:t>
            </w:r>
            <w:r w:rsidRPr="00F15080">
              <w:rPr>
                <w:rStyle w:val="Hyperlink"/>
                <w:rFonts w:hint="eastAsia"/>
                <w:noProof/>
                <w:rtl/>
              </w:rPr>
              <w:t>واكل</w:t>
            </w:r>
            <w:r w:rsidRPr="00F15080">
              <w:rPr>
                <w:rStyle w:val="Hyperlink"/>
                <w:noProof/>
                <w:rtl/>
              </w:rPr>
              <w:t xml:space="preserve"> </w:t>
            </w:r>
            <w:r w:rsidRPr="00F15080">
              <w:rPr>
                <w:rStyle w:val="Hyperlink"/>
                <w:rFonts w:hint="eastAsia"/>
                <w:noProof/>
                <w:rtl/>
              </w:rPr>
              <w:t>المحظور</w:t>
            </w:r>
            <w:r w:rsidRPr="00F15080">
              <w:rPr>
                <w:rStyle w:val="Hyperlink"/>
                <w:noProof/>
                <w:rtl/>
              </w:rPr>
              <w:t xml:space="preserve"> </w:t>
            </w:r>
            <w:r w:rsidRPr="00F15080">
              <w:rPr>
                <w:rStyle w:val="Hyperlink"/>
                <w:rFonts w:hint="eastAsia"/>
                <w:noProof/>
                <w:rtl/>
              </w:rPr>
              <w:t>من</w:t>
            </w:r>
            <w:r w:rsidRPr="00F15080">
              <w:rPr>
                <w:rStyle w:val="Hyperlink"/>
                <w:noProof/>
                <w:rtl/>
              </w:rPr>
              <w:t xml:space="preserve"> </w:t>
            </w:r>
            <w:r w:rsidRPr="00F15080">
              <w:rPr>
                <w:rStyle w:val="Hyperlink"/>
                <w:rFonts w:hint="eastAsia"/>
                <w:noProof/>
                <w:rtl/>
              </w:rPr>
              <w:t>الطعام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Toc394318271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72" w:history="1">
            <w:r w:rsidRPr="00F15080">
              <w:rPr>
                <w:rStyle w:val="Hyperlink"/>
                <w:noProof/>
                <w:rtl/>
              </w:rPr>
              <w:t xml:space="preserve">8 -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الحد</w:t>
            </w:r>
            <w:r w:rsidRPr="00F15080">
              <w:rPr>
                <w:rStyle w:val="Hyperlink"/>
                <w:noProof/>
                <w:rtl/>
              </w:rPr>
              <w:t xml:space="preserve"> </w:t>
            </w:r>
            <w:r w:rsidRPr="00F15080">
              <w:rPr>
                <w:rStyle w:val="Hyperlink"/>
                <w:rFonts w:hint="eastAsia"/>
                <w:noProof/>
                <w:rtl/>
              </w:rPr>
              <w:t>في</w:t>
            </w:r>
            <w:r w:rsidRPr="00F15080">
              <w:rPr>
                <w:rStyle w:val="Hyperlink"/>
                <w:noProof/>
                <w:rtl/>
              </w:rPr>
              <w:t xml:space="preserve"> </w:t>
            </w:r>
            <w:r w:rsidRPr="00F15080">
              <w:rPr>
                <w:rStyle w:val="Hyperlink"/>
                <w:rFonts w:hint="eastAsia"/>
                <w:noProof/>
                <w:rtl/>
              </w:rPr>
              <w:t>السرقة</w:t>
            </w:r>
            <w:r w:rsidRPr="00F15080">
              <w:rPr>
                <w:rStyle w:val="Hyperlink"/>
                <w:noProof/>
                <w:rtl/>
              </w:rPr>
              <w:t xml:space="preserve"> </w:t>
            </w:r>
            <w:r w:rsidRPr="00F15080">
              <w:rPr>
                <w:rStyle w:val="Hyperlink"/>
                <w:rFonts w:hint="eastAsia"/>
                <w:noProof/>
                <w:rtl/>
              </w:rPr>
              <w:t>والخيانة</w:t>
            </w:r>
            <w:r w:rsidRPr="00F15080">
              <w:rPr>
                <w:rStyle w:val="Hyperlink"/>
                <w:noProof/>
                <w:rtl/>
              </w:rPr>
              <w:t xml:space="preserve"> </w:t>
            </w:r>
            <w:r w:rsidRPr="00F15080">
              <w:rPr>
                <w:rStyle w:val="Hyperlink"/>
                <w:rFonts w:hint="eastAsia"/>
                <w:noProof/>
                <w:rtl/>
              </w:rPr>
              <w:t>والخلسة</w:t>
            </w:r>
            <w:r w:rsidRPr="00F15080">
              <w:rPr>
                <w:rStyle w:val="Hyperlink"/>
                <w:noProof/>
                <w:rtl/>
              </w:rPr>
              <w:t xml:space="preserve"> </w:t>
            </w:r>
            <w:r w:rsidRPr="00F15080">
              <w:rPr>
                <w:rStyle w:val="Hyperlink"/>
                <w:rFonts w:hint="eastAsia"/>
                <w:noProof/>
                <w:rtl/>
              </w:rPr>
              <w:t>ونبش</w:t>
            </w:r>
            <w:r w:rsidRPr="00F15080">
              <w:rPr>
                <w:rStyle w:val="Hyperlink"/>
                <w:noProof/>
                <w:rtl/>
              </w:rPr>
              <w:t xml:space="preserve"> </w:t>
            </w:r>
            <w:r w:rsidRPr="00F15080">
              <w:rPr>
                <w:rStyle w:val="Hyperlink"/>
                <w:rFonts w:hint="eastAsia"/>
                <w:noProof/>
                <w:rtl/>
              </w:rPr>
              <w:t>القبور</w:t>
            </w:r>
            <w:r w:rsidRPr="00F15080">
              <w:rPr>
                <w:rStyle w:val="Hyperlink"/>
                <w:noProof/>
                <w:rtl/>
              </w:rPr>
              <w:t xml:space="preserve"> </w:t>
            </w:r>
            <w:r w:rsidRPr="00F15080">
              <w:rPr>
                <w:rStyle w:val="Hyperlink"/>
                <w:rFonts w:hint="eastAsia"/>
                <w:noProof/>
                <w:rtl/>
              </w:rPr>
              <w:t>والخنق</w:t>
            </w:r>
            <w:r w:rsidRPr="00F15080">
              <w:rPr>
                <w:rStyle w:val="Hyperlink"/>
                <w:noProof/>
                <w:rtl/>
              </w:rPr>
              <w:t xml:space="preserve"> </w:t>
            </w:r>
            <w:r w:rsidRPr="00F15080">
              <w:rPr>
                <w:rStyle w:val="Hyperlink"/>
                <w:rFonts w:hint="eastAsia"/>
                <w:noProof/>
                <w:rtl/>
              </w:rPr>
              <w:t>والفساد</w:t>
            </w:r>
            <w:r w:rsidRPr="00F15080">
              <w:rPr>
                <w:rStyle w:val="Hyperlink"/>
                <w:noProof/>
                <w:rtl/>
              </w:rPr>
              <w:t xml:space="preserve"> </w:t>
            </w:r>
            <w:r w:rsidRPr="00F15080">
              <w:rPr>
                <w:rStyle w:val="Hyperlink"/>
                <w:rFonts w:hint="eastAsia"/>
                <w:noProof/>
                <w:rtl/>
              </w:rPr>
              <w:t>في</w:t>
            </w:r>
            <w:r w:rsidRPr="00F15080">
              <w:rPr>
                <w:rStyle w:val="Hyperlink"/>
                <w:noProof/>
                <w:rtl/>
              </w:rPr>
              <w:t xml:space="preserve"> </w:t>
            </w:r>
            <w:r w:rsidRPr="00F15080">
              <w:rPr>
                <w:rStyle w:val="Hyperlink"/>
                <w:rFonts w:hint="eastAsia"/>
                <w:noProof/>
                <w:rtl/>
              </w:rPr>
              <w:t>الارضين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Toc394318272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73" w:history="1">
            <w:r w:rsidRPr="00F15080">
              <w:rPr>
                <w:rStyle w:val="Hyperlink"/>
                <w:noProof/>
                <w:rtl/>
              </w:rPr>
              <w:t xml:space="preserve">9 -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حد</w:t>
            </w:r>
            <w:r w:rsidRPr="00F15080">
              <w:rPr>
                <w:rStyle w:val="Hyperlink"/>
                <w:noProof/>
                <w:rtl/>
              </w:rPr>
              <w:t xml:space="preserve"> </w:t>
            </w:r>
            <w:r w:rsidRPr="00F15080">
              <w:rPr>
                <w:rStyle w:val="Hyperlink"/>
                <w:rFonts w:hint="eastAsia"/>
                <w:noProof/>
                <w:rtl/>
              </w:rPr>
              <w:t>المرتد</w:t>
            </w:r>
            <w:r w:rsidRPr="00F15080">
              <w:rPr>
                <w:rStyle w:val="Hyperlink"/>
                <w:noProof/>
                <w:rtl/>
              </w:rPr>
              <w:t xml:space="preserve"> </w:t>
            </w:r>
            <w:r w:rsidRPr="00F15080">
              <w:rPr>
                <w:rStyle w:val="Hyperlink"/>
                <w:rFonts w:hint="eastAsia"/>
                <w:noProof/>
                <w:rtl/>
              </w:rPr>
              <w:t>والمرتدة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Toc394318273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74" w:history="1">
            <w:r w:rsidRPr="00F15080">
              <w:rPr>
                <w:rStyle w:val="Hyperlink"/>
                <w:noProof/>
                <w:rtl/>
              </w:rPr>
              <w:t xml:space="preserve">10 -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من</w:t>
            </w:r>
            <w:r w:rsidRPr="00F15080">
              <w:rPr>
                <w:rStyle w:val="Hyperlink"/>
                <w:noProof/>
                <w:rtl/>
              </w:rPr>
              <w:t xml:space="preserve"> </w:t>
            </w:r>
            <w:r w:rsidRPr="00F15080">
              <w:rPr>
                <w:rStyle w:val="Hyperlink"/>
                <w:rFonts w:hint="eastAsia"/>
                <w:noProof/>
                <w:rtl/>
              </w:rPr>
              <w:t>الزيادات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Toc394318274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CA44E1" w:rsidRDefault="00CA44E1">
          <w:pPr>
            <w:pStyle w:val="TOC1"/>
            <w:rPr>
              <w:rFonts w:asciiTheme="minorHAnsi" w:eastAsiaTheme="minorEastAsia" w:hAnsiTheme="minorHAnsi" w:cstheme="minorBidi"/>
              <w:bCs w:val="0"/>
              <w:noProof/>
              <w:color w:val="auto"/>
              <w:sz w:val="22"/>
              <w:szCs w:val="22"/>
              <w:rtl/>
            </w:rPr>
          </w:pPr>
          <w:hyperlink w:anchor="_Toc394318275" w:history="1">
            <w:r w:rsidRPr="00F15080">
              <w:rPr>
                <w:rStyle w:val="Hyperlink"/>
                <w:rFonts w:hint="eastAsia"/>
                <w:noProof/>
                <w:rtl/>
              </w:rPr>
              <w:t>كتاب</w:t>
            </w:r>
            <w:r w:rsidRPr="00F15080">
              <w:rPr>
                <w:rStyle w:val="Hyperlink"/>
                <w:noProof/>
                <w:rtl/>
              </w:rPr>
              <w:t xml:space="preserve"> </w:t>
            </w:r>
            <w:r w:rsidRPr="00F15080">
              <w:rPr>
                <w:rStyle w:val="Hyperlink"/>
                <w:rFonts w:hint="eastAsia"/>
                <w:noProof/>
                <w:rtl/>
              </w:rPr>
              <w:t>الديات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Toc394318275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76" w:history="1">
            <w:r w:rsidRPr="00F15080">
              <w:rPr>
                <w:rStyle w:val="Hyperlink"/>
                <w:noProof/>
                <w:rtl/>
              </w:rPr>
              <w:t xml:space="preserve">11 -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القضايا</w:t>
            </w:r>
            <w:r w:rsidRPr="00F15080">
              <w:rPr>
                <w:rStyle w:val="Hyperlink"/>
                <w:noProof/>
                <w:rtl/>
              </w:rPr>
              <w:t xml:space="preserve"> </w:t>
            </w:r>
            <w:r w:rsidRPr="00F15080">
              <w:rPr>
                <w:rStyle w:val="Hyperlink"/>
                <w:rFonts w:hint="eastAsia"/>
                <w:noProof/>
                <w:rtl/>
              </w:rPr>
              <w:t>في</w:t>
            </w:r>
            <w:r w:rsidRPr="00F15080">
              <w:rPr>
                <w:rStyle w:val="Hyperlink"/>
                <w:noProof/>
                <w:rtl/>
              </w:rPr>
              <w:t xml:space="preserve"> </w:t>
            </w:r>
            <w:r w:rsidRPr="00F15080">
              <w:rPr>
                <w:rStyle w:val="Hyperlink"/>
                <w:rFonts w:hint="eastAsia"/>
                <w:noProof/>
                <w:rtl/>
              </w:rPr>
              <w:t>الديات</w:t>
            </w:r>
            <w:r w:rsidRPr="00F15080">
              <w:rPr>
                <w:rStyle w:val="Hyperlink"/>
                <w:noProof/>
                <w:rtl/>
              </w:rPr>
              <w:t xml:space="preserve"> </w:t>
            </w:r>
            <w:r w:rsidRPr="00F15080">
              <w:rPr>
                <w:rStyle w:val="Hyperlink"/>
                <w:rFonts w:hint="eastAsia"/>
                <w:noProof/>
                <w:rtl/>
              </w:rPr>
              <w:t>والقصاص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Toc394318276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77" w:history="1">
            <w:r w:rsidRPr="00F15080">
              <w:rPr>
                <w:rStyle w:val="Hyperlink"/>
                <w:noProof/>
                <w:rtl/>
              </w:rPr>
              <w:t xml:space="preserve">12 -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البينات</w:t>
            </w:r>
            <w:r w:rsidRPr="00F15080">
              <w:rPr>
                <w:rStyle w:val="Hyperlink"/>
                <w:noProof/>
                <w:rtl/>
              </w:rPr>
              <w:t xml:space="preserve"> </w:t>
            </w:r>
            <w:r w:rsidRPr="00F15080">
              <w:rPr>
                <w:rStyle w:val="Hyperlink"/>
                <w:rFonts w:hint="eastAsia"/>
                <w:noProof/>
                <w:rtl/>
              </w:rPr>
              <w:t>على</w:t>
            </w:r>
            <w:r w:rsidRPr="00F15080">
              <w:rPr>
                <w:rStyle w:val="Hyperlink"/>
                <w:noProof/>
                <w:rtl/>
              </w:rPr>
              <w:t xml:space="preserve"> </w:t>
            </w:r>
            <w:r w:rsidRPr="00F15080">
              <w:rPr>
                <w:rStyle w:val="Hyperlink"/>
                <w:rFonts w:hint="eastAsia"/>
                <w:noProof/>
                <w:rtl/>
              </w:rPr>
              <w:t>القتل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Toc394318277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78" w:history="1">
            <w:r w:rsidRPr="00F15080">
              <w:rPr>
                <w:rStyle w:val="Hyperlink"/>
                <w:noProof/>
                <w:rtl/>
              </w:rPr>
              <w:t xml:space="preserve">13 -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القضاء</w:t>
            </w:r>
            <w:r w:rsidRPr="00F15080">
              <w:rPr>
                <w:rStyle w:val="Hyperlink"/>
                <w:noProof/>
                <w:rtl/>
              </w:rPr>
              <w:t xml:space="preserve"> </w:t>
            </w:r>
            <w:r w:rsidRPr="00F15080">
              <w:rPr>
                <w:rStyle w:val="Hyperlink"/>
                <w:rFonts w:hint="eastAsia"/>
                <w:noProof/>
                <w:rtl/>
              </w:rPr>
              <w:t>في</w:t>
            </w:r>
            <w:r w:rsidRPr="00F15080">
              <w:rPr>
                <w:rStyle w:val="Hyperlink"/>
                <w:noProof/>
                <w:rtl/>
              </w:rPr>
              <w:t xml:space="preserve"> </w:t>
            </w:r>
            <w:r w:rsidRPr="00F15080">
              <w:rPr>
                <w:rStyle w:val="Hyperlink"/>
                <w:rFonts w:hint="eastAsia"/>
                <w:noProof/>
                <w:rtl/>
              </w:rPr>
              <w:t>اختلاف</w:t>
            </w:r>
            <w:r w:rsidRPr="00F15080">
              <w:rPr>
                <w:rStyle w:val="Hyperlink"/>
                <w:noProof/>
                <w:rtl/>
              </w:rPr>
              <w:t xml:space="preserve"> </w:t>
            </w:r>
            <w:r w:rsidRPr="00F15080">
              <w:rPr>
                <w:rStyle w:val="Hyperlink"/>
                <w:rFonts w:hint="eastAsia"/>
                <w:noProof/>
                <w:rtl/>
              </w:rPr>
              <w:t>الاولياء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Toc394318278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79" w:history="1">
            <w:r w:rsidRPr="00F15080">
              <w:rPr>
                <w:rStyle w:val="Hyperlink"/>
                <w:noProof/>
                <w:rtl/>
              </w:rPr>
              <w:t xml:space="preserve">14 -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القود</w:t>
            </w:r>
            <w:r w:rsidRPr="00F15080">
              <w:rPr>
                <w:rStyle w:val="Hyperlink"/>
                <w:noProof/>
                <w:rtl/>
              </w:rPr>
              <w:t xml:space="preserve"> </w:t>
            </w:r>
            <w:r w:rsidRPr="00F15080">
              <w:rPr>
                <w:rStyle w:val="Hyperlink"/>
                <w:rFonts w:hint="eastAsia"/>
                <w:noProof/>
                <w:rtl/>
              </w:rPr>
              <w:t>بين</w:t>
            </w:r>
            <w:r w:rsidRPr="00F15080">
              <w:rPr>
                <w:rStyle w:val="Hyperlink"/>
                <w:noProof/>
                <w:rtl/>
              </w:rPr>
              <w:t xml:space="preserve"> </w:t>
            </w:r>
            <w:r w:rsidRPr="00F15080">
              <w:rPr>
                <w:rStyle w:val="Hyperlink"/>
                <w:rFonts w:hint="eastAsia"/>
                <w:noProof/>
                <w:rtl/>
              </w:rPr>
              <w:t>الرجال</w:t>
            </w:r>
            <w:r w:rsidRPr="00F15080">
              <w:rPr>
                <w:rStyle w:val="Hyperlink"/>
                <w:noProof/>
                <w:rtl/>
              </w:rPr>
              <w:t xml:space="preserve"> </w:t>
            </w:r>
            <w:r w:rsidRPr="00F15080">
              <w:rPr>
                <w:rStyle w:val="Hyperlink"/>
                <w:rFonts w:hint="eastAsia"/>
                <w:noProof/>
                <w:rtl/>
              </w:rPr>
              <w:t>والنساء</w:t>
            </w:r>
            <w:r w:rsidRPr="00F15080">
              <w:rPr>
                <w:rStyle w:val="Hyperlink"/>
                <w:noProof/>
                <w:rtl/>
              </w:rPr>
              <w:t xml:space="preserve"> </w:t>
            </w:r>
            <w:r w:rsidRPr="00F15080">
              <w:rPr>
                <w:rStyle w:val="Hyperlink"/>
                <w:rFonts w:hint="eastAsia"/>
                <w:noProof/>
                <w:rtl/>
              </w:rPr>
              <w:t>والمسلمين</w:t>
            </w:r>
            <w:r w:rsidRPr="00F15080">
              <w:rPr>
                <w:rStyle w:val="Hyperlink"/>
                <w:noProof/>
                <w:rtl/>
              </w:rPr>
              <w:t xml:space="preserve"> </w:t>
            </w:r>
            <w:r w:rsidRPr="00F15080">
              <w:rPr>
                <w:rStyle w:val="Hyperlink"/>
                <w:rFonts w:hint="eastAsia"/>
                <w:noProof/>
                <w:rtl/>
              </w:rPr>
              <w:t>والكفار</w:t>
            </w:r>
            <w:r w:rsidRPr="00F15080">
              <w:rPr>
                <w:rStyle w:val="Hyperlink"/>
                <w:noProof/>
                <w:rtl/>
              </w:rPr>
              <w:t xml:space="preserve"> </w:t>
            </w:r>
            <w:r w:rsidRPr="00F15080">
              <w:rPr>
                <w:rStyle w:val="Hyperlink"/>
                <w:rFonts w:hint="eastAsia"/>
                <w:noProof/>
                <w:rtl/>
              </w:rPr>
              <w:t>والعبيد</w:t>
            </w:r>
            <w:r w:rsidRPr="00F15080">
              <w:rPr>
                <w:rStyle w:val="Hyperlink"/>
                <w:noProof/>
                <w:rtl/>
              </w:rPr>
              <w:t xml:space="preserve"> </w:t>
            </w:r>
            <w:r w:rsidRPr="00F15080">
              <w:rPr>
                <w:rStyle w:val="Hyperlink"/>
                <w:rFonts w:hint="eastAsia"/>
                <w:noProof/>
                <w:rtl/>
              </w:rPr>
              <w:t>والاحرار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Toc394318279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80" w:history="1">
            <w:r w:rsidRPr="00F15080">
              <w:rPr>
                <w:rStyle w:val="Hyperlink"/>
                <w:noProof/>
                <w:rtl/>
              </w:rPr>
              <w:t xml:space="preserve">15 -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القضاء</w:t>
            </w:r>
            <w:r w:rsidRPr="00F15080">
              <w:rPr>
                <w:rStyle w:val="Hyperlink"/>
                <w:noProof/>
                <w:rtl/>
              </w:rPr>
              <w:t xml:space="preserve"> </w:t>
            </w:r>
            <w:r w:rsidRPr="00F15080">
              <w:rPr>
                <w:rStyle w:val="Hyperlink"/>
                <w:rFonts w:hint="eastAsia"/>
                <w:noProof/>
                <w:rtl/>
              </w:rPr>
              <w:t>في</w:t>
            </w:r>
            <w:r w:rsidRPr="00F15080">
              <w:rPr>
                <w:rStyle w:val="Hyperlink"/>
                <w:noProof/>
                <w:rtl/>
              </w:rPr>
              <w:t xml:space="preserve"> </w:t>
            </w:r>
            <w:r w:rsidRPr="00F15080">
              <w:rPr>
                <w:rStyle w:val="Hyperlink"/>
                <w:rFonts w:hint="eastAsia"/>
                <w:noProof/>
                <w:rtl/>
              </w:rPr>
              <w:t>قتيل</w:t>
            </w:r>
            <w:r w:rsidRPr="00F15080">
              <w:rPr>
                <w:rStyle w:val="Hyperlink"/>
                <w:noProof/>
                <w:rtl/>
              </w:rPr>
              <w:t xml:space="preserve"> </w:t>
            </w:r>
            <w:r w:rsidRPr="00F15080">
              <w:rPr>
                <w:rStyle w:val="Hyperlink"/>
                <w:rFonts w:hint="eastAsia"/>
                <w:noProof/>
                <w:rtl/>
              </w:rPr>
              <w:t>الزحام</w:t>
            </w:r>
            <w:r w:rsidRPr="00F15080">
              <w:rPr>
                <w:rStyle w:val="Hyperlink"/>
                <w:noProof/>
                <w:rtl/>
              </w:rPr>
              <w:t xml:space="preserve"> </w:t>
            </w:r>
            <w:r w:rsidRPr="00F15080">
              <w:rPr>
                <w:rStyle w:val="Hyperlink"/>
                <w:rFonts w:hint="eastAsia"/>
                <w:noProof/>
                <w:rtl/>
              </w:rPr>
              <w:t>ومن</w:t>
            </w:r>
            <w:r w:rsidRPr="00F15080">
              <w:rPr>
                <w:rStyle w:val="Hyperlink"/>
                <w:noProof/>
                <w:rtl/>
              </w:rPr>
              <w:t xml:space="preserve"> </w:t>
            </w:r>
            <w:r w:rsidRPr="00F15080">
              <w:rPr>
                <w:rStyle w:val="Hyperlink"/>
                <w:rFonts w:hint="eastAsia"/>
                <w:noProof/>
                <w:rtl/>
              </w:rPr>
              <w:t>لا</w:t>
            </w:r>
            <w:r w:rsidRPr="00F15080">
              <w:rPr>
                <w:rStyle w:val="Hyperlink"/>
                <w:noProof/>
                <w:rtl/>
              </w:rPr>
              <w:t xml:space="preserve"> </w:t>
            </w:r>
            <w:r w:rsidRPr="00F15080">
              <w:rPr>
                <w:rStyle w:val="Hyperlink"/>
                <w:rFonts w:hint="eastAsia"/>
                <w:noProof/>
                <w:rtl/>
              </w:rPr>
              <w:t>يعرف</w:t>
            </w:r>
            <w:r w:rsidRPr="00F15080">
              <w:rPr>
                <w:rStyle w:val="Hyperlink"/>
                <w:noProof/>
                <w:rtl/>
              </w:rPr>
              <w:t xml:space="preserve"> </w:t>
            </w:r>
            <w:r w:rsidRPr="00F15080">
              <w:rPr>
                <w:rStyle w:val="Hyperlink"/>
                <w:rFonts w:hint="eastAsia"/>
                <w:noProof/>
                <w:rtl/>
              </w:rPr>
              <w:t>قاتله</w:t>
            </w:r>
            <w:r w:rsidRPr="00F15080">
              <w:rPr>
                <w:rStyle w:val="Hyperlink"/>
                <w:noProof/>
                <w:rtl/>
              </w:rPr>
              <w:t xml:space="preserve"> </w:t>
            </w:r>
            <w:r w:rsidRPr="00F15080">
              <w:rPr>
                <w:rStyle w:val="Hyperlink"/>
                <w:rFonts w:hint="eastAsia"/>
                <w:noProof/>
                <w:rtl/>
              </w:rPr>
              <w:t>ومن</w:t>
            </w:r>
            <w:r w:rsidRPr="00F15080">
              <w:rPr>
                <w:rStyle w:val="Hyperlink"/>
                <w:noProof/>
                <w:rtl/>
              </w:rPr>
              <w:t xml:space="preserve"> </w:t>
            </w:r>
            <w:r w:rsidRPr="00F15080">
              <w:rPr>
                <w:rStyle w:val="Hyperlink"/>
                <w:rFonts w:hint="eastAsia"/>
                <w:noProof/>
                <w:rtl/>
              </w:rPr>
              <w:t>لا</w:t>
            </w:r>
            <w:r w:rsidRPr="00F15080">
              <w:rPr>
                <w:rStyle w:val="Hyperlink"/>
                <w:noProof/>
                <w:rtl/>
              </w:rPr>
              <w:t xml:space="preserve"> </w:t>
            </w:r>
            <w:r w:rsidRPr="00F15080">
              <w:rPr>
                <w:rStyle w:val="Hyperlink"/>
                <w:rFonts w:hint="eastAsia"/>
                <w:noProof/>
                <w:rtl/>
              </w:rPr>
              <w:t>دية</w:t>
            </w:r>
            <w:r w:rsidRPr="00F15080">
              <w:rPr>
                <w:rStyle w:val="Hyperlink"/>
                <w:noProof/>
                <w:rtl/>
              </w:rPr>
              <w:t xml:space="preserve"> </w:t>
            </w:r>
            <w:r w:rsidRPr="00F15080">
              <w:rPr>
                <w:rStyle w:val="Hyperlink"/>
                <w:rFonts w:hint="eastAsia"/>
                <w:noProof/>
                <w:rtl/>
              </w:rPr>
              <w:t>له</w:t>
            </w:r>
            <w:r w:rsidRPr="00F15080">
              <w:rPr>
                <w:rStyle w:val="Hyperlink"/>
                <w:noProof/>
                <w:rtl/>
              </w:rPr>
              <w:t xml:space="preserve"> </w:t>
            </w:r>
            <w:r w:rsidRPr="00F15080">
              <w:rPr>
                <w:rStyle w:val="Hyperlink"/>
                <w:rFonts w:hint="eastAsia"/>
                <w:noProof/>
                <w:rtl/>
              </w:rPr>
              <w:t>ومن</w:t>
            </w:r>
            <w:r w:rsidRPr="00F15080">
              <w:rPr>
                <w:rStyle w:val="Hyperlink"/>
                <w:noProof/>
                <w:rtl/>
              </w:rPr>
              <w:t xml:space="preserve"> </w:t>
            </w:r>
            <w:r w:rsidRPr="00F15080">
              <w:rPr>
                <w:rStyle w:val="Hyperlink"/>
                <w:rFonts w:hint="eastAsia"/>
                <w:noProof/>
                <w:rtl/>
              </w:rPr>
              <w:t>ليس</w:t>
            </w:r>
            <w:r w:rsidRPr="00F15080">
              <w:rPr>
                <w:rStyle w:val="Hyperlink"/>
                <w:noProof/>
                <w:rtl/>
              </w:rPr>
              <w:t xml:space="preserve"> </w:t>
            </w:r>
            <w:r w:rsidRPr="00F15080">
              <w:rPr>
                <w:rStyle w:val="Hyperlink"/>
                <w:rFonts w:hint="eastAsia"/>
                <w:noProof/>
                <w:rtl/>
              </w:rPr>
              <w:t>لقاتله</w:t>
            </w:r>
            <w:r w:rsidRPr="00F15080">
              <w:rPr>
                <w:rStyle w:val="Hyperlink"/>
                <w:noProof/>
                <w:rtl/>
              </w:rPr>
              <w:t xml:space="preserve"> </w:t>
            </w:r>
            <w:r w:rsidRPr="00F15080">
              <w:rPr>
                <w:rStyle w:val="Hyperlink"/>
                <w:rFonts w:hint="eastAsia"/>
                <w:noProof/>
                <w:rtl/>
              </w:rPr>
              <w:t>عاقلة</w:t>
            </w:r>
            <w:r w:rsidRPr="00F15080">
              <w:rPr>
                <w:rStyle w:val="Hyperlink"/>
                <w:noProof/>
                <w:rtl/>
              </w:rPr>
              <w:t xml:space="preserve"> </w:t>
            </w:r>
            <w:r w:rsidRPr="00F15080">
              <w:rPr>
                <w:rStyle w:val="Hyperlink"/>
                <w:rFonts w:hint="eastAsia"/>
                <w:noProof/>
                <w:rtl/>
              </w:rPr>
              <w:t>ولا</w:t>
            </w:r>
            <w:r w:rsidRPr="00F15080">
              <w:rPr>
                <w:rStyle w:val="Hyperlink"/>
                <w:noProof/>
                <w:rtl/>
              </w:rPr>
              <w:t xml:space="preserve"> </w:t>
            </w:r>
            <w:r w:rsidRPr="00F15080">
              <w:rPr>
                <w:rStyle w:val="Hyperlink"/>
                <w:rFonts w:hint="eastAsia"/>
                <w:noProof/>
                <w:rtl/>
              </w:rPr>
              <w:t>مال</w:t>
            </w:r>
            <w:r w:rsidRPr="00F15080">
              <w:rPr>
                <w:rStyle w:val="Hyperlink"/>
                <w:noProof/>
                <w:rtl/>
              </w:rPr>
              <w:t xml:space="preserve"> </w:t>
            </w:r>
            <w:r w:rsidRPr="00F15080">
              <w:rPr>
                <w:rStyle w:val="Hyperlink"/>
                <w:rFonts w:hint="eastAsia"/>
                <w:noProof/>
                <w:rtl/>
              </w:rPr>
              <w:t>يؤدى</w:t>
            </w:r>
            <w:r w:rsidRPr="00F15080">
              <w:rPr>
                <w:rStyle w:val="Hyperlink"/>
                <w:noProof/>
                <w:rtl/>
              </w:rPr>
              <w:t xml:space="preserve"> </w:t>
            </w:r>
            <w:r w:rsidRPr="00F15080">
              <w:rPr>
                <w:rStyle w:val="Hyperlink"/>
                <w:rFonts w:hint="eastAsia"/>
                <w:noProof/>
                <w:rtl/>
              </w:rPr>
              <w:t>منه</w:t>
            </w:r>
            <w:r w:rsidRPr="00F15080">
              <w:rPr>
                <w:rStyle w:val="Hyperlink"/>
                <w:noProof/>
                <w:rtl/>
              </w:rPr>
              <w:t xml:space="preserve"> </w:t>
            </w:r>
            <w:r w:rsidRPr="00F15080">
              <w:rPr>
                <w:rStyle w:val="Hyperlink"/>
                <w:rFonts w:hint="eastAsia"/>
                <w:noProof/>
                <w:rtl/>
              </w:rPr>
              <w:t>الدية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Toc394318280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81" w:history="1">
            <w:r w:rsidRPr="00F15080">
              <w:rPr>
                <w:rStyle w:val="Hyperlink"/>
                <w:noProof/>
                <w:rtl/>
              </w:rPr>
              <w:t xml:space="preserve">16 -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القاتل</w:t>
            </w:r>
            <w:r w:rsidRPr="00F15080">
              <w:rPr>
                <w:rStyle w:val="Hyperlink"/>
                <w:noProof/>
                <w:rtl/>
              </w:rPr>
              <w:t xml:space="preserve"> </w:t>
            </w:r>
            <w:r w:rsidRPr="00F15080">
              <w:rPr>
                <w:rStyle w:val="Hyperlink"/>
                <w:rFonts w:hint="eastAsia"/>
                <w:noProof/>
                <w:rtl/>
              </w:rPr>
              <w:t>في</w:t>
            </w:r>
            <w:r w:rsidRPr="00F15080">
              <w:rPr>
                <w:rStyle w:val="Hyperlink"/>
                <w:noProof/>
                <w:rtl/>
              </w:rPr>
              <w:t xml:space="preserve"> </w:t>
            </w:r>
            <w:r w:rsidRPr="00F15080">
              <w:rPr>
                <w:rStyle w:val="Hyperlink"/>
                <w:rFonts w:hint="eastAsia"/>
                <w:noProof/>
                <w:rtl/>
              </w:rPr>
              <w:t>الشهر</w:t>
            </w:r>
            <w:r w:rsidRPr="00F15080">
              <w:rPr>
                <w:rStyle w:val="Hyperlink"/>
                <w:noProof/>
                <w:rtl/>
              </w:rPr>
              <w:t xml:space="preserve"> </w:t>
            </w:r>
            <w:r w:rsidRPr="00F15080">
              <w:rPr>
                <w:rStyle w:val="Hyperlink"/>
                <w:rFonts w:hint="eastAsia"/>
                <w:noProof/>
                <w:rtl/>
              </w:rPr>
              <w:t>الحرام</w:t>
            </w:r>
            <w:r w:rsidRPr="00F15080">
              <w:rPr>
                <w:rStyle w:val="Hyperlink"/>
                <w:noProof/>
                <w:rtl/>
              </w:rPr>
              <w:t xml:space="preserve"> </w:t>
            </w:r>
            <w:r w:rsidRPr="00F15080">
              <w:rPr>
                <w:rStyle w:val="Hyperlink"/>
                <w:rFonts w:hint="eastAsia"/>
                <w:noProof/>
                <w:rtl/>
              </w:rPr>
              <w:t>والحرم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Toc394318281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82" w:history="1">
            <w:r w:rsidRPr="00F15080">
              <w:rPr>
                <w:rStyle w:val="Hyperlink"/>
                <w:noProof/>
                <w:rtl/>
              </w:rPr>
              <w:t xml:space="preserve">17 -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الاثنين</w:t>
            </w:r>
            <w:r w:rsidRPr="00F15080">
              <w:rPr>
                <w:rStyle w:val="Hyperlink"/>
                <w:noProof/>
                <w:rtl/>
              </w:rPr>
              <w:t xml:space="preserve"> </w:t>
            </w:r>
            <w:r w:rsidRPr="00F15080">
              <w:rPr>
                <w:rStyle w:val="Hyperlink"/>
                <w:rFonts w:hint="eastAsia"/>
                <w:noProof/>
                <w:rtl/>
              </w:rPr>
              <w:t>إذا</w:t>
            </w:r>
            <w:r w:rsidRPr="00F15080">
              <w:rPr>
                <w:rStyle w:val="Hyperlink"/>
                <w:noProof/>
                <w:rtl/>
              </w:rPr>
              <w:t xml:space="preserve"> </w:t>
            </w:r>
            <w:r w:rsidRPr="00F15080">
              <w:rPr>
                <w:rStyle w:val="Hyperlink"/>
                <w:rFonts w:hint="eastAsia"/>
                <w:noProof/>
                <w:rtl/>
              </w:rPr>
              <w:t>قتلا</w:t>
            </w:r>
            <w:r w:rsidRPr="00F15080">
              <w:rPr>
                <w:rStyle w:val="Hyperlink"/>
                <w:noProof/>
                <w:rtl/>
              </w:rPr>
              <w:t xml:space="preserve"> </w:t>
            </w:r>
            <w:r w:rsidRPr="00F15080">
              <w:rPr>
                <w:rStyle w:val="Hyperlink"/>
                <w:rFonts w:hint="eastAsia"/>
                <w:noProof/>
                <w:rtl/>
              </w:rPr>
              <w:t>واحدا</w:t>
            </w:r>
            <w:r w:rsidRPr="00F15080">
              <w:rPr>
                <w:rStyle w:val="Hyperlink"/>
                <w:noProof/>
                <w:rtl/>
              </w:rPr>
              <w:t xml:space="preserve"> </w:t>
            </w:r>
            <w:r w:rsidRPr="00F15080">
              <w:rPr>
                <w:rStyle w:val="Hyperlink"/>
                <w:rFonts w:hint="eastAsia"/>
                <w:noProof/>
                <w:rtl/>
              </w:rPr>
              <w:t>والثلاثة</w:t>
            </w:r>
            <w:r w:rsidRPr="00F15080">
              <w:rPr>
                <w:rStyle w:val="Hyperlink"/>
                <w:noProof/>
                <w:rtl/>
              </w:rPr>
              <w:t xml:space="preserve"> </w:t>
            </w:r>
            <w:r w:rsidRPr="00F15080">
              <w:rPr>
                <w:rStyle w:val="Hyperlink"/>
                <w:rFonts w:hint="eastAsia"/>
                <w:noProof/>
                <w:rtl/>
              </w:rPr>
              <w:t>يشتركون</w:t>
            </w:r>
            <w:r w:rsidRPr="00F15080">
              <w:rPr>
                <w:rStyle w:val="Hyperlink"/>
                <w:noProof/>
                <w:rtl/>
              </w:rPr>
              <w:t xml:space="preserve"> </w:t>
            </w:r>
            <w:r w:rsidRPr="00F15080">
              <w:rPr>
                <w:rStyle w:val="Hyperlink"/>
                <w:rFonts w:hint="eastAsia"/>
                <w:noProof/>
                <w:rtl/>
              </w:rPr>
              <w:t>في</w:t>
            </w:r>
            <w:r w:rsidRPr="00F15080">
              <w:rPr>
                <w:rStyle w:val="Hyperlink"/>
                <w:noProof/>
                <w:rtl/>
              </w:rPr>
              <w:t xml:space="preserve"> </w:t>
            </w:r>
            <w:r w:rsidRPr="00F15080">
              <w:rPr>
                <w:rStyle w:val="Hyperlink"/>
                <w:rFonts w:hint="eastAsia"/>
                <w:noProof/>
                <w:rtl/>
              </w:rPr>
              <w:t>القتل</w:t>
            </w:r>
            <w:r w:rsidRPr="00F15080">
              <w:rPr>
                <w:rStyle w:val="Hyperlink"/>
                <w:noProof/>
                <w:rtl/>
              </w:rPr>
              <w:t xml:space="preserve"> </w:t>
            </w:r>
            <w:r w:rsidRPr="00F15080">
              <w:rPr>
                <w:rStyle w:val="Hyperlink"/>
                <w:rFonts w:hint="eastAsia"/>
                <w:noProof/>
                <w:rtl/>
              </w:rPr>
              <w:t>بالامساك</w:t>
            </w:r>
            <w:r w:rsidRPr="00F15080">
              <w:rPr>
                <w:rStyle w:val="Hyperlink"/>
                <w:noProof/>
                <w:rtl/>
              </w:rPr>
              <w:t xml:space="preserve"> </w:t>
            </w:r>
            <w:r w:rsidRPr="00F15080">
              <w:rPr>
                <w:rStyle w:val="Hyperlink"/>
                <w:rFonts w:hint="eastAsia"/>
                <w:noProof/>
                <w:rtl/>
              </w:rPr>
              <w:t>والرؤية</w:t>
            </w:r>
            <w:r w:rsidRPr="00F15080">
              <w:rPr>
                <w:rStyle w:val="Hyperlink"/>
                <w:noProof/>
                <w:rtl/>
              </w:rPr>
              <w:t xml:space="preserve"> </w:t>
            </w:r>
            <w:r w:rsidRPr="00F15080">
              <w:rPr>
                <w:rStyle w:val="Hyperlink"/>
                <w:rFonts w:hint="eastAsia"/>
                <w:noProof/>
                <w:rtl/>
              </w:rPr>
              <w:t>والقتل</w:t>
            </w:r>
            <w:r w:rsidRPr="00F15080">
              <w:rPr>
                <w:rStyle w:val="Hyperlink"/>
                <w:noProof/>
                <w:rtl/>
              </w:rPr>
              <w:t xml:space="preserve"> </w:t>
            </w:r>
            <w:r w:rsidRPr="00F15080">
              <w:rPr>
                <w:rStyle w:val="Hyperlink"/>
                <w:rFonts w:hint="eastAsia"/>
                <w:noProof/>
                <w:rtl/>
              </w:rPr>
              <w:t>والواحد</w:t>
            </w:r>
            <w:r w:rsidRPr="00F15080">
              <w:rPr>
                <w:rStyle w:val="Hyperlink"/>
                <w:noProof/>
                <w:rtl/>
              </w:rPr>
              <w:t xml:space="preserve"> </w:t>
            </w:r>
            <w:r w:rsidRPr="00F15080">
              <w:rPr>
                <w:rStyle w:val="Hyperlink"/>
                <w:rFonts w:hint="eastAsia"/>
                <w:noProof/>
                <w:rtl/>
              </w:rPr>
              <w:t>يقتل</w:t>
            </w:r>
            <w:r w:rsidRPr="00F15080">
              <w:rPr>
                <w:rStyle w:val="Hyperlink"/>
                <w:noProof/>
                <w:rtl/>
              </w:rPr>
              <w:t xml:space="preserve"> </w:t>
            </w:r>
            <w:r w:rsidRPr="00F15080">
              <w:rPr>
                <w:rStyle w:val="Hyperlink"/>
                <w:rFonts w:hint="eastAsia"/>
                <w:noProof/>
                <w:rtl/>
              </w:rPr>
              <w:t>الاثنين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Toc394318282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83" w:history="1">
            <w:r w:rsidRPr="00F15080">
              <w:rPr>
                <w:rStyle w:val="Hyperlink"/>
                <w:noProof/>
                <w:rtl/>
              </w:rPr>
              <w:t xml:space="preserve">18 -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ضمان</w:t>
            </w:r>
            <w:r w:rsidRPr="00F15080">
              <w:rPr>
                <w:rStyle w:val="Hyperlink"/>
                <w:noProof/>
                <w:rtl/>
              </w:rPr>
              <w:t xml:space="preserve"> </w:t>
            </w:r>
            <w:r w:rsidRPr="00F15080">
              <w:rPr>
                <w:rStyle w:val="Hyperlink"/>
                <w:rFonts w:hint="eastAsia"/>
                <w:noProof/>
                <w:rtl/>
              </w:rPr>
              <w:t>النفوس</w:t>
            </w:r>
            <w:r w:rsidRPr="00F15080">
              <w:rPr>
                <w:rStyle w:val="Hyperlink"/>
                <w:noProof/>
                <w:rtl/>
              </w:rPr>
              <w:t xml:space="preserve"> </w:t>
            </w:r>
            <w:r w:rsidRPr="00F15080">
              <w:rPr>
                <w:rStyle w:val="Hyperlink"/>
                <w:rFonts w:hint="eastAsia"/>
                <w:noProof/>
                <w:rtl/>
              </w:rPr>
              <w:t>وغيرها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Toc394318283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84" w:history="1">
            <w:r w:rsidRPr="00F15080">
              <w:rPr>
                <w:rStyle w:val="Hyperlink"/>
                <w:noProof/>
                <w:rtl/>
              </w:rPr>
              <w:t xml:space="preserve">19 -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قتل</w:t>
            </w:r>
            <w:r w:rsidRPr="00F15080">
              <w:rPr>
                <w:rStyle w:val="Hyperlink"/>
                <w:noProof/>
                <w:rtl/>
              </w:rPr>
              <w:t xml:space="preserve"> </w:t>
            </w:r>
            <w:r w:rsidRPr="00F15080">
              <w:rPr>
                <w:rStyle w:val="Hyperlink"/>
                <w:rFonts w:hint="eastAsia"/>
                <w:noProof/>
                <w:rtl/>
              </w:rPr>
              <w:t>السيد</w:t>
            </w:r>
            <w:r w:rsidRPr="00F15080">
              <w:rPr>
                <w:rStyle w:val="Hyperlink"/>
                <w:noProof/>
                <w:rtl/>
              </w:rPr>
              <w:t xml:space="preserve"> </w:t>
            </w:r>
            <w:r w:rsidRPr="00F15080">
              <w:rPr>
                <w:rStyle w:val="Hyperlink"/>
                <w:rFonts w:hint="eastAsia"/>
                <w:noProof/>
                <w:rtl/>
              </w:rPr>
              <w:t>عبده</w:t>
            </w:r>
            <w:r w:rsidRPr="00F15080">
              <w:rPr>
                <w:rStyle w:val="Hyperlink"/>
                <w:noProof/>
                <w:rtl/>
              </w:rPr>
              <w:t xml:space="preserve"> </w:t>
            </w:r>
            <w:r w:rsidRPr="00F15080">
              <w:rPr>
                <w:rStyle w:val="Hyperlink"/>
                <w:rFonts w:hint="eastAsia"/>
                <w:noProof/>
                <w:rtl/>
              </w:rPr>
              <w:t>والوالد</w:t>
            </w:r>
            <w:r w:rsidRPr="00F15080">
              <w:rPr>
                <w:rStyle w:val="Hyperlink"/>
                <w:noProof/>
                <w:rtl/>
              </w:rPr>
              <w:t xml:space="preserve"> </w:t>
            </w:r>
            <w:r w:rsidRPr="00F15080">
              <w:rPr>
                <w:rStyle w:val="Hyperlink"/>
                <w:rFonts w:hint="eastAsia"/>
                <w:noProof/>
                <w:rtl/>
              </w:rPr>
              <w:t>ولده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Toc394318284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85" w:history="1">
            <w:r w:rsidRPr="00F15080">
              <w:rPr>
                <w:rStyle w:val="Hyperlink"/>
                <w:noProof/>
                <w:rtl/>
              </w:rPr>
              <w:t xml:space="preserve">20 -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الاشتراك</w:t>
            </w:r>
            <w:r w:rsidRPr="00F15080">
              <w:rPr>
                <w:rStyle w:val="Hyperlink"/>
                <w:noProof/>
                <w:rtl/>
              </w:rPr>
              <w:t xml:space="preserve"> </w:t>
            </w:r>
            <w:r w:rsidRPr="00F15080">
              <w:rPr>
                <w:rStyle w:val="Hyperlink"/>
                <w:rFonts w:hint="eastAsia"/>
                <w:noProof/>
                <w:rtl/>
              </w:rPr>
              <w:t>في</w:t>
            </w:r>
            <w:r w:rsidRPr="00F15080">
              <w:rPr>
                <w:rStyle w:val="Hyperlink"/>
                <w:noProof/>
                <w:rtl/>
              </w:rPr>
              <w:t xml:space="preserve"> </w:t>
            </w:r>
            <w:r w:rsidRPr="00F15080">
              <w:rPr>
                <w:rStyle w:val="Hyperlink"/>
                <w:rFonts w:hint="eastAsia"/>
                <w:noProof/>
                <w:rtl/>
              </w:rPr>
              <w:t>الجنايات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Toc394318285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CA44E1" w:rsidRPr="00CA44E1" w:rsidRDefault="00CA44E1" w:rsidP="00CA44E1">
          <w:pPr>
            <w:pStyle w:val="libNormal"/>
            <w:rPr>
              <w:rStyle w:val="Hyperlink"/>
              <w:noProof/>
              <w:u w:val="none"/>
              <w:rtl/>
            </w:rPr>
          </w:pPr>
          <w:r w:rsidRPr="00CA44E1">
            <w:rPr>
              <w:rStyle w:val="Hyperlink"/>
              <w:noProof/>
              <w:u w:val="none"/>
              <w:rtl/>
            </w:rPr>
            <w:br w:type="page"/>
          </w:r>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86" w:history="1">
            <w:r w:rsidRPr="00F15080">
              <w:rPr>
                <w:rStyle w:val="Hyperlink"/>
                <w:noProof/>
                <w:rtl/>
              </w:rPr>
              <w:t xml:space="preserve">21 -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اشتراك</w:t>
            </w:r>
            <w:r w:rsidRPr="00F15080">
              <w:rPr>
                <w:rStyle w:val="Hyperlink"/>
                <w:noProof/>
                <w:rtl/>
              </w:rPr>
              <w:t xml:space="preserve"> </w:t>
            </w:r>
            <w:r w:rsidRPr="00F15080">
              <w:rPr>
                <w:rStyle w:val="Hyperlink"/>
                <w:rFonts w:hint="eastAsia"/>
                <w:noProof/>
                <w:rtl/>
              </w:rPr>
              <w:t>الاحرار</w:t>
            </w:r>
            <w:r w:rsidRPr="00F15080">
              <w:rPr>
                <w:rStyle w:val="Hyperlink"/>
                <w:noProof/>
                <w:rtl/>
              </w:rPr>
              <w:t xml:space="preserve"> </w:t>
            </w:r>
            <w:r w:rsidRPr="00F15080">
              <w:rPr>
                <w:rStyle w:val="Hyperlink"/>
                <w:rFonts w:hint="eastAsia"/>
                <w:noProof/>
                <w:rtl/>
              </w:rPr>
              <w:t>والعبيد</w:t>
            </w:r>
            <w:r w:rsidRPr="00F15080">
              <w:rPr>
                <w:rStyle w:val="Hyperlink"/>
                <w:noProof/>
                <w:rtl/>
              </w:rPr>
              <w:t xml:space="preserve"> </w:t>
            </w:r>
            <w:r w:rsidRPr="00F15080">
              <w:rPr>
                <w:rStyle w:val="Hyperlink"/>
                <w:rFonts w:hint="eastAsia"/>
                <w:noProof/>
                <w:rtl/>
              </w:rPr>
              <w:t>والنساء</w:t>
            </w:r>
            <w:r w:rsidRPr="00F15080">
              <w:rPr>
                <w:rStyle w:val="Hyperlink"/>
                <w:noProof/>
                <w:rtl/>
              </w:rPr>
              <w:t xml:space="preserve"> </w:t>
            </w:r>
            <w:r w:rsidRPr="00F15080">
              <w:rPr>
                <w:rStyle w:val="Hyperlink"/>
                <w:rFonts w:hint="eastAsia"/>
                <w:noProof/>
                <w:rtl/>
              </w:rPr>
              <w:t>والرجال</w:t>
            </w:r>
            <w:r w:rsidRPr="00F15080">
              <w:rPr>
                <w:rStyle w:val="Hyperlink"/>
                <w:noProof/>
                <w:rtl/>
              </w:rPr>
              <w:t xml:space="preserve"> </w:t>
            </w:r>
            <w:r w:rsidRPr="00F15080">
              <w:rPr>
                <w:rStyle w:val="Hyperlink"/>
                <w:rFonts w:hint="eastAsia"/>
                <w:noProof/>
                <w:rtl/>
              </w:rPr>
              <w:t>والصبيان</w:t>
            </w:r>
            <w:r w:rsidRPr="00F15080">
              <w:rPr>
                <w:rStyle w:val="Hyperlink"/>
                <w:noProof/>
                <w:rtl/>
              </w:rPr>
              <w:t xml:space="preserve"> </w:t>
            </w:r>
            <w:r w:rsidRPr="00F15080">
              <w:rPr>
                <w:rStyle w:val="Hyperlink"/>
                <w:rFonts w:hint="eastAsia"/>
                <w:noProof/>
                <w:rtl/>
              </w:rPr>
              <w:t>والمجانين</w:t>
            </w:r>
            <w:r w:rsidRPr="00F15080">
              <w:rPr>
                <w:rStyle w:val="Hyperlink"/>
                <w:noProof/>
                <w:rtl/>
              </w:rPr>
              <w:t xml:space="preserve"> </w:t>
            </w:r>
            <w:r w:rsidRPr="00F15080">
              <w:rPr>
                <w:rStyle w:val="Hyperlink"/>
                <w:rFonts w:hint="eastAsia"/>
                <w:noProof/>
                <w:rtl/>
              </w:rPr>
              <w:t>في</w:t>
            </w:r>
            <w:r w:rsidRPr="00F15080">
              <w:rPr>
                <w:rStyle w:val="Hyperlink"/>
                <w:noProof/>
                <w:rtl/>
              </w:rPr>
              <w:t xml:space="preserve"> </w:t>
            </w:r>
            <w:r w:rsidRPr="00F15080">
              <w:rPr>
                <w:rStyle w:val="Hyperlink"/>
                <w:rFonts w:hint="eastAsia"/>
                <w:noProof/>
                <w:rtl/>
              </w:rPr>
              <w:t>القتل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Toc394318286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87" w:history="1">
            <w:r w:rsidRPr="00F15080">
              <w:rPr>
                <w:rStyle w:val="Hyperlink"/>
                <w:noProof/>
                <w:rtl/>
              </w:rPr>
              <w:t xml:space="preserve">22 -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ديات</w:t>
            </w:r>
            <w:r w:rsidRPr="00F15080">
              <w:rPr>
                <w:rStyle w:val="Hyperlink"/>
                <w:noProof/>
                <w:rtl/>
              </w:rPr>
              <w:t xml:space="preserve"> </w:t>
            </w:r>
            <w:r w:rsidRPr="00F15080">
              <w:rPr>
                <w:rStyle w:val="Hyperlink"/>
                <w:rFonts w:hint="eastAsia"/>
                <w:noProof/>
                <w:rtl/>
              </w:rPr>
              <w:t>الاعضاء</w:t>
            </w:r>
            <w:r w:rsidRPr="00F15080">
              <w:rPr>
                <w:rStyle w:val="Hyperlink"/>
                <w:noProof/>
                <w:rtl/>
              </w:rPr>
              <w:t xml:space="preserve"> </w:t>
            </w:r>
            <w:r w:rsidRPr="00F15080">
              <w:rPr>
                <w:rStyle w:val="Hyperlink"/>
                <w:rFonts w:hint="eastAsia"/>
                <w:noProof/>
                <w:rtl/>
              </w:rPr>
              <w:t>والجوارح</w:t>
            </w:r>
            <w:r w:rsidRPr="00F15080">
              <w:rPr>
                <w:rStyle w:val="Hyperlink"/>
                <w:noProof/>
                <w:rtl/>
              </w:rPr>
              <w:t xml:space="preserve"> </w:t>
            </w:r>
            <w:r w:rsidRPr="00F15080">
              <w:rPr>
                <w:rStyle w:val="Hyperlink"/>
                <w:rFonts w:hint="eastAsia"/>
                <w:noProof/>
                <w:rtl/>
              </w:rPr>
              <w:t>والقصاص</w:t>
            </w:r>
            <w:r w:rsidRPr="00F15080">
              <w:rPr>
                <w:rStyle w:val="Hyperlink"/>
                <w:noProof/>
                <w:rtl/>
              </w:rPr>
              <w:t xml:space="preserve"> </w:t>
            </w:r>
            <w:r w:rsidRPr="00F15080">
              <w:rPr>
                <w:rStyle w:val="Hyperlink"/>
                <w:rFonts w:hint="eastAsia"/>
                <w:noProof/>
                <w:rtl/>
              </w:rPr>
              <w:t>فيها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Toc394318287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88" w:history="1">
            <w:r w:rsidRPr="00F15080">
              <w:rPr>
                <w:rStyle w:val="Hyperlink"/>
                <w:noProof/>
                <w:rtl/>
              </w:rPr>
              <w:t xml:space="preserve">23 -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ديه</w:t>
            </w:r>
            <w:r w:rsidRPr="00F15080">
              <w:rPr>
                <w:rStyle w:val="Hyperlink"/>
                <w:noProof/>
                <w:rtl/>
              </w:rPr>
              <w:t xml:space="preserve"> </w:t>
            </w:r>
            <w:r w:rsidRPr="00F15080">
              <w:rPr>
                <w:rStyle w:val="Hyperlink"/>
                <w:rFonts w:hint="eastAsia"/>
                <w:noProof/>
                <w:rtl/>
              </w:rPr>
              <w:t>عين</w:t>
            </w:r>
            <w:r w:rsidRPr="00F15080">
              <w:rPr>
                <w:rStyle w:val="Hyperlink"/>
                <w:noProof/>
                <w:rtl/>
              </w:rPr>
              <w:t xml:space="preserve"> </w:t>
            </w:r>
            <w:r w:rsidRPr="00F15080">
              <w:rPr>
                <w:rStyle w:val="Hyperlink"/>
                <w:rFonts w:hint="eastAsia"/>
                <w:noProof/>
                <w:rtl/>
              </w:rPr>
              <w:t>الاعور</w:t>
            </w:r>
            <w:r w:rsidRPr="00F15080">
              <w:rPr>
                <w:rStyle w:val="Hyperlink"/>
                <w:noProof/>
                <w:rtl/>
              </w:rPr>
              <w:t xml:space="preserve"> </w:t>
            </w:r>
            <w:r w:rsidRPr="00F15080">
              <w:rPr>
                <w:rStyle w:val="Hyperlink"/>
                <w:rFonts w:hint="eastAsia"/>
                <w:noProof/>
                <w:rtl/>
              </w:rPr>
              <w:t>ولسان</w:t>
            </w:r>
            <w:r w:rsidRPr="00F15080">
              <w:rPr>
                <w:rStyle w:val="Hyperlink"/>
                <w:noProof/>
                <w:rtl/>
              </w:rPr>
              <w:t xml:space="preserve"> </w:t>
            </w:r>
            <w:r w:rsidRPr="00F15080">
              <w:rPr>
                <w:rStyle w:val="Hyperlink"/>
                <w:rFonts w:hint="eastAsia"/>
                <w:noProof/>
                <w:rtl/>
              </w:rPr>
              <w:t>الاخرس</w:t>
            </w:r>
            <w:r w:rsidRPr="00F15080">
              <w:rPr>
                <w:rStyle w:val="Hyperlink"/>
                <w:noProof/>
                <w:rtl/>
              </w:rPr>
              <w:t xml:space="preserve"> </w:t>
            </w:r>
            <w:r w:rsidRPr="00F15080">
              <w:rPr>
                <w:rStyle w:val="Hyperlink"/>
                <w:rFonts w:hint="eastAsia"/>
                <w:noProof/>
                <w:rtl/>
              </w:rPr>
              <w:t>واليد</w:t>
            </w:r>
            <w:r w:rsidRPr="00F15080">
              <w:rPr>
                <w:rStyle w:val="Hyperlink"/>
                <w:noProof/>
                <w:rtl/>
              </w:rPr>
              <w:t xml:space="preserve"> </w:t>
            </w:r>
            <w:r w:rsidRPr="00F15080">
              <w:rPr>
                <w:rStyle w:val="Hyperlink"/>
                <w:rFonts w:hint="eastAsia"/>
                <w:noProof/>
                <w:rtl/>
              </w:rPr>
              <w:t>الشلاء</w:t>
            </w:r>
            <w:r w:rsidRPr="00F15080">
              <w:rPr>
                <w:rStyle w:val="Hyperlink"/>
                <w:noProof/>
                <w:rtl/>
              </w:rPr>
              <w:t xml:space="preserve"> </w:t>
            </w:r>
            <w:r w:rsidRPr="00F15080">
              <w:rPr>
                <w:rStyle w:val="Hyperlink"/>
                <w:rFonts w:hint="eastAsia"/>
                <w:noProof/>
                <w:rtl/>
              </w:rPr>
              <w:t>والعين</w:t>
            </w:r>
            <w:r w:rsidRPr="00F15080">
              <w:rPr>
                <w:rStyle w:val="Hyperlink"/>
                <w:noProof/>
                <w:rtl/>
              </w:rPr>
              <w:t xml:space="preserve"> </w:t>
            </w:r>
            <w:r w:rsidRPr="00F15080">
              <w:rPr>
                <w:rStyle w:val="Hyperlink"/>
                <w:rFonts w:hint="eastAsia"/>
                <w:noProof/>
                <w:rtl/>
              </w:rPr>
              <w:t>العمياء</w:t>
            </w:r>
            <w:r w:rsidRPr="00F15080">
              <w:rPr>
                <w:rStyle w:val="Hyperlink"/>
                <w:noProof/>
                <w:rtl/>
              </w:rPr>
              <w:t xml:space="preserve"> </w:t>
            </w:r>
            <w:r w:rsidRPr="00F15080">
              <w:rPr>
                <w:rStyle w:val="Hyperlink"/>
                <w:rFonts w:hint="eastAsia"/>
                <w:noProof/>
                <w:rtl/>
              </w:rPr>
              <w:t>وقطع</w:t>
            </w:r>
            <w:r w:rsidRPr="00F15080">
              <w:rPr>
                <w:rStyle w:val="Hyperlink"/>
                <w:noProof/>
                <w:rtl/>
              </w:rPr>
              <w:t xml:space="preserve"> </w:t>
            </w:r>
            <w:r w:rsidRPr="00F15080">
              <w:rPr>
                <w:rStyle w:val="Hyperlink"/>
                <w:rFonts w:hint="eastAsia"/>
                <w:noProof/>
                <w:rtl/>
              </w:rPr>
              <w:t>رأس</w:t>
            </w:r>
            <w:r w:rsidRPr="00F15080">
              <w:rPr>
                <w:rStyle w:val="Hyperlink"/>
                <w:noProof/>
                <w:rtl/>
              </w:rPr>
              <w:t xml:space="preserve"> </w:t>
            </w:r>
            <w:r w:rsidRPr="00F15080">
              <w:rPr>
                <w:rStyle w:val="Hyperlink"/>
                <w:rFonts w:hint="eastAsia"/>
                <w:noProof/>
                <w:rtl/>
              </w:rPr>
              <w:t>الميت</w:t>
            </w:r>
            <w:r w:rsidRPr="00F15080">
              <w:rPr>
                <w:rStyle w:val="Hyperlink"/>
                <w:noProof/>
                <w:rtl/>
              </w:rPr>
              <w:t xml:space="preserve"> </w:t>
            </w:r>
            <w:r w:rsidRPr="00F15080">
              <w:rPr>
                <w:rStyle w:val="Hyperlink"/>
                <w:rFonts w:hint="eastAsia"/>
                <w:noProof/>
                <w:rtl/>
              </w:rPr>
              <w:t>وابعاضه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Toc394318288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89" w:history="1">
            <w:r w:rsidRPr="00F15080">
              <w:rPr>
                <w:rStyle w:val="Hyperlink"/>
                <w:noProof/>
                <w:rtl/>
              </w:rPr>
              <w:t xml:space="preserve">24 -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القصاص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Toc394318289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90" w:history="1">
            <w:r w:rsidRPr="00F15080">
              <w:rPr>
                <w:rStyle w:val="Hyperlink"/>
                <w:noProof/>
                <w:rtl/>
              </w:rPr>
              <w:t xml:space="preserve">25 -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الحوامل</w:t>
            </w:r>
            <w:r w:rsidRPr="00F15080">
              <w:rPr>
                <w:rStyle w:val="Hyperlink"/>
                <w:noProof/>
                <w:rtl/>
              </w:rPr>
              <w:t xml:space="preserve"> </w:t>
            </w:r>
            <w:r w:rsidRPr="00F15080">
              <w:rPr>
                <w:rStyle w:val="Hyperlink"/>
                <w:rFonts w:hint="eastAsia"/>
                <w:noProof/>
                <w:rtl/>
              </w:rPr>
              <w:t>والحمول</w:t>
            </w:r>
            <w:r w:rsidRPr="00F15080">
              <w:rPr>
                <w:rStyle w:val="Hyperlink"/>
                <w:noProof/>
                <w:rtl/>
              </w:rPr>
              <w:t xml:space="preserve"> </w:t>
            </w:r>
            <w:r w:rsidRPr="00F15080">
              <w:rPr>
                <w:rStyle w:val="Hyperlink"/>
                <w:rFonts w:hint="eastAsia"/>
                <w:noProof/>
                <w:rtl/>
              </w:rPr>
              <w:t>وغير</w:t>
            </w:r>
            <w:r w:rsidRPr="00F15080">
              <w:rPr>
                <w:rStyle w:val="Hyperlink"/>
                <w:noProof/>
                <w:rtl/>
              </w:rPr>
              <w:t xml:space="preserve"> </w:t>
            </w:r>
            <w:r w:rsidRPr="00F15080">
              <w:rPr>
                <w:rStyle w:val="Hyperlink"/>
                <w:rFonts w:hint="eastAsia"/>
                <w:noProof/>
                <w:rtl/>
              </w:rPr>
              <w:t>ذلك</w:t>
            </w:r>
            <w:r w:rsidRPr="00F15080">
              <w:rPr>
                <w:rStyle w:val="Hyperlink"/>
                <w:noProof/>
                <w:rtl/>
              </w:rPr>
              <w:t xml:space="preserve"> </w:t>
            </w:r>
            <w:r w:rsidRPr="00F15080">
              <w:rPr>
                <w:rStyle w:val="Hyperlink"/>
                <w:rFonts w:hint="eastAsia"/>
                <w:noProof/>
                <w:rtl/>
              </w:rPr>
              <w:t>من</w:t>
            </w:r>
            <w:r w:rsidRPr="00F15080">
              <w:rPr>
                <w:rStyle w:val="Hyperlink"/>
                <w:noProof/>
                <w:rtl/>
              </w:rPr>
              <w:t xml:space="preserve"> </w:t>
            </w:r>
            <w:r w:rsidRPr="00F15080">
              <w:rPr>
                <w:rStyle w:val="Hyperlink"/>
                <w:rFonts w:hint="eastAsia"/>
                <w:noProof/>
                <w:rtl/>
              </w:rPr>
              <w:t>الاحكام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Toc394318290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91" w:history="1">
            <w:r w:rsidRPr="00F15080">
              <w:rPr>
                <w:rStyle w:val="Hyperlink"/>
                <w:noProof/>
                <w:rtl/>
              </w:rPr>
              <w:t xml:space="preserve">26 -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ديات</w:t>
            </w:r>
            <w:r w:rsidRPr="00F15080">
              <w:rPr>
                <w:rStyle w:val="Hyperlink"/>
                <w:noProof/>
                <w:rtl/>
              </w:rPr>
              <w:t xml:space="preserve"> </w:t>
            </w:r>
            <w:r w:rsidRPr="00F15080">
              <w:rPr>
                <w:rStyle w:val="Hyperlink"/>
                <w:rFonts w:hint="eastAsia"/>
                <w:noProof/>
                <w:rtl/>
              </w:rPr>
              <w:t>الشجاج</w:t>
            </w:r>
            <w:r w:rsidRPr="00F15080">
              <w:rPr>
                <w:rStyle w:val="Hyperlink"/>
                <w:noProof/>
                <w:rtl/>
              </w:rPr>
              <w:t xml:space="preserve"> </w:t>
            </w:r>
            <w:r w:rsidRPr="00F15080">
              <w:rPr>
                <w:rStyle w:val="Hyperlink"/>
                <w:rFonts w:hint="eastAsia"/>
                <w:noProof/>
                <w:rtl/>
              </w:rPr>
              <w:t>وكسر</w:t>
            </w:r>
            <w:r w:rsidRPr="00F15080">
              <w:rPr>
                <w:rStyle w:val="Hyperlink"/>
                <w:noProof/>
                <w:rtl/>
              </w:rPr>
              <w:t xml:space="preserve"> </w:t>
            </w:r>
            <w:r w:rsidRPr="00F15080">
              <w:rPr>
                <w:rStyle w:val="Hyperlink"/>
                <w:rFonts w:hint="eastAsia"/>
                <w:noProof/>
                <w:rtl/>
              </w:rPr>
              <w:t>العظام</w:t>
            </w:r>
            <w:r w:rsidRPr="00F15080">
              <w:rPr>
                <w:rStyle w:val="Hyperlink"/>
                <w:noProof/>
                <w:rtl/>
              </w:rPr>
              <w:t xml:space="preserve"> </w:t>
            </w:r>
            <w:r w:rsidRPr="00F15080">
              <w:rPr>
                <w:rStyle w:val="Hyperlink"/>
                <w:rFonts w:hint="eastAsia"/>
                <w:noProof/>
                <w:rtl/>
              </w:rPr>
              <w:t>والجنايات</w:t>
            </w:r>
            <w:r w:rsidRPr="00F15080">
              <w:rPr>
                <w:rStyle w:val="Hyperlink"/>
                <w:noProof/>
                <w:rtl/>
              </w:rPr>
              <w:t xml:space="preserve"> </w:t>
            </w:r>
            <w:r w:rsidRPr="00F15080">
              <w:rPr>
                <w:rStyle w:val="Hyperlink"/>
                <w:rFonts w:hint="eastAsia"/>
                <w:noProof/>
                <w:rtl/>
              </w:rPr>
              <w:t>في</w:t>
            </w:r>
            <w:r w:rsidRPr="00F15080">
              <w:rPr>
                <w:rStyle w:val="Hyperlink"/>
                <w:noProof/>
                <w:rtl/>
              </w:rPr>
              <w:t xml:space="preserve"> </w:t>
            </w:r>
            <w:r w:rsidRPr="00F15080">
              <w:rPr>
                <w:rStyle w:val="Hyperlink"/>
                <w:rFonts w:hint="eastAsia"/>
                <w:noProof/>
                <w:rtl/>
              </w:rPr>
              <w:t>الوجوه</w:t>
            </w:r>
            <w:r w:rsidRPr="00F15080">
              <w:rPr>
                <w:rStyle w:val="Hyperlink"/>
                <w:noProof/>
                <w:rtl/>
              </w:rPr>
              <w:t xml:space="preserve"> </w:t>
            </w:r>
            <w:r w:rsidRPr="00F15080">
              <w:rPr>
                <w:rStyle w:val="Hyperlink"/>
                <w:rFonts w:hint="eastAsia"/>
                <w:noProof/>
                <w:rtl/>
              </w:rPr>
              <w:t>والرؤوس</w:t>
            </w:r>
            <w:r w:rsidRPr="00F15080">
              <w:rPr>
                <w:rStyle w:val="Hyperlink"/>
                <w:noProof/>
                <w:rtl/>
              </w:rPr>
              <w:t xml:space="preserve"> </w:t>
            </w:r>
            <w:r w:rsidRPr="00F15080">
              <w:rPr>
                <w:rStyle w:val="Hyperlink"/>
                <w:rFonts w:hint="eastAsia"/>
                <w:noProof/>
                <w:rtl/>
              </w:rPr>
              <w:t>والاعضاء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Toc394318291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92" w:history="1">
            <w:r w:rsidRPr="00F15080">
              <w:rPr>
                <w:rStyle w:val="Hyperlink"/>
                <w:noProof/>
                <w:rtl/>
              </w:rPr>
              <w:t xml:space="preserve">27 -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الجنايات</w:t>
            </w:r>
            <w:r w:rsidRPr="00F15080">
              <w:rPr>
                <w:rStyle w:val="Hyperlink"/>
                <w:noProof/>
                <w:rtl/>
              </w:rPr>
              <w:t xml:space="preserve"> </w:t>
            </w:r>
            <w:r w:rsidRPr="00F15080">
              <w:rPr>
                <w:rStyle w:val="Hyperlink"/>
                <w:rFonts w:hint="eastAsia"/>
                <w:noProof/>
                <w:rtl/>
              </w:rPr>
              <w:t>على</w:t>
            </w:r>
            <w:r w:rsidRPr="00F15080">
              <w:rPr>
                <w:rStyle w:val="Hyperlink"/>
                <w:noProof/>
                <w:rtl/>
              </w:rPr>
              <w:t xml:space="preserve"> </w:t>
            </w:r>
            <w:r w:rsidRPr="00F15080">
              <w:rPr>
                <w:rStyle w:val="Hyperlink"/>
                <w:rFonts w:hint="eastAsia"/>
                <w:noProof/>
                <w:rtl/>
              </w:rPr>
              <w:t>الحيوان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Toc394318292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CA44E1" w:rsidRDefault="00CA44E1">
          <w:pPr>
            <w:pStyle w:val="TOC2"/>
            <w:tabs>
              <w:tab w:val="right" w:leader="dot" w:pos="7786"/>
            </w:tabs>
            <w:rPr>
              <w:rFonts w:asciiTheme="minorHAnsi" w:eastAsiaTheme="minorEastAsia" w:hAnsiTheme="minorHAnsi" w:cstheme="minorBidi"/>
              <w:noProof/>
              <w:color w:val="auto"/>
              <w:sz w:val="22"/>
              <w:szCs w:val="22"/>
              <w:rtl/>
            </w:rPr>
          </w:pPr>
          <w:hyperlink w:anchor="_Toc394318293" w:history="1">
            <w:r w:rsidRPr="00F15080">
              <w:rPr>
                <w:rStyle w:val="Hyperlink"/>
                <w:noProof/>
                <w:rtl/>
              </w:rPr>
              <w:t xml:space="preserve">28 - </w:t>
            </w:r>
            <w:r w:rsidRPr="00F15080">
              <w:rPr>
                <w:rStyle w:val="Hyperlink"/>
                <w:rFonts w:hint="eastAsia"/>
                <w:noProof/>
                <w:rtl/>
              </w:rPr>
              <w:t>باب</w:t>
            </w:r>
            <w:r w:rsidRPr="00F15080">
              <w:rPr>
                <w:rStyle w:val="Hyperlink"/>
                <w:noProof/>
                <w:rtl/>
              </w:rPr>
              <w:t xml:space="preserve"> </w:t>
            </w:r>
            <w:r w:rsidRPr="00F15080">
              <w:rPr>
                <w:rStyle w:val="Hyperlink"/>
                <w:rFonts w:hint="eastAsia"/>
                <w:noProof/>
                <w:rtl/>
              </w:rPr>
              <w:t>من</w:t>
            </w:r>
            <w:r w:rsidRPr="00F15080">
              <w:rPr>
                <w:rStyle w:val="Hyperlink"/>
                <w:noProof/>
                <w:rtl/>
              </w:rPr>
              <w:t xml:space="preserve"> </w:t>
            </w:r>
            <w:r w:rsidRPr="00F15080">
              <w:rPr>
                <w:rStyle w:val="Hyperlink"/>
                <w:rFonts w:hint="eastAsia"/>
                <w:noProof/>
                <w:rtl/>
              </w:rPr>
              <w:t>الزيادات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Toc394318293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CA44E1" w:rsidRDefault="00CA44E1" w:rsidP="00CA44E1">
          <w:pPr>
            <w:pStyle w:val="libNormal"/>
          </w:pPr>
          <w:r>
            <w:fldChar w:fldCharType="end"/>
          </w:r>
        </w:p>
      </w:sdtContent>
    </w:sdt>
    <w:sectPr w:rsidR="00CA44E1"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E0E" w:rsidRDefault="00D45E0E">
      <w:r>
        <w:separator/>
      </w:r>
    </w:p>
  </w:endnote>
  <w:endnote w:type="continuationSeparator" w:id="0">
    <w:p w:rsidR="00D45E0E" w:rsidRDefault="00D45E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8E287C" w:rsidP="00AC7755">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C3434">
      <w:rPr>
        <w:rFonts w:ascii="Traditional Arabic" w:hAnsi="Traditional Arabic"/>
        <w:noProof/>
        <w:sz w:val="28"/>
        <w:szCs w:val="28"/>
        <w:rtl/>
      </w:rPr>
      <w:t>318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8E287C" w:rsidP="00AC7755">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C3434">
      <w:rPr>
        <w:rFonts w:ascii="Traditional Arabic" w:hAnsi="Traditional Arabic"/>
        <w:noProof/>
        <w:sz w:val="28"/>
        <w:szCs w:val="28"/>
        <w:rtl/>
      </w:rPr>
      <w:t>317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8E287C" w:rsidP="00AC7755">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C343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E0E" w:rsidRDefault="00D45E0E">
      <w:r>
        <w:separator/>
      </w:r>
    </w:p>
  </w:footnote>
  <w:footnote w:type="continuationSeparator" w:id="0">
    <w:p w:rsidR="00D45E0E" w:rsidRDefault="00D45E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737E1"/>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09F2"/>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8D6"/>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287C"/>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434"/>
    <w:rsid w:val="00AC3A2F"/>
    <w:rsid w:val="00AC41E0"/>
    <w:rsid w:val="00AC5626"/>
    <w:rsid w:val="00AC6146"/>
    <w:rsid w:val="00AC64A5"/>
    <w:rsid w:val="00AC775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44E1"/>
    <w:rsid w:val="00CA539C"/>
    <w:rsid w:val="00CB22FF"/>
    <w:rsid w:val="00CB4647"/>
    <w:rsid w:val="00CB686E"/>
    <w:rsid w:val="00CC0833"/>
    <w:rsid w:val="00CC0D6C"/>
    <w:rsid w:val="00CC156E"/>
    <w:rsid w:val="00CC15E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5E0E"/>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263D"/>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37E1"/>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5E0E"/>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D45E0E"/>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D45E0E"/>
    <w:rPr>
      <w:rFonts w:cs="Traditional Arabic"/>
      <w:color w:val="000000"/>
      <w:sz w:val="26"/>
      <w:szCs w:val="26"/>
      <w:lang w:bidi="ar-SA"/>
    </w:rPr>
  </w:style>
  <w:style w:type="paragraph" w:styleId="Header">
    <w:name w:val="header"/>
    <w:basedOn w:val="Normal"/>
    <w:link w:val="HeaderChar"/>
    <w:rsid w:val="00D45E0E"/>
    <w:pPr>
      <w:tabs>
        <w:tab w:val="center" w:pos="4153"/>
        <w:tab w:val="right" w:pos="8306"/>
      </w:tabs>
      <w:ind w:firstLine="0"/>
    </w:pPr>
    <w:rPr>
      <w:sz w:val="26"/>
      <w:szCs w:val="26"/>
    </w:rPr>
  </w:style>
  <w:style w:type="character" w:customStyle="1" w:styleId="HeaderChar">
    <w:name w:val="Header Char"/>
    <w:basedOn w:val="DefaultParagraphFont"/>
    <w:link w:val="Header"/>
    <w:rsid w:val="00D45E0E"/>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F92D9-1337-48A7-85BC-DE20791B2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16</TotalTime>
  <Pages>318</Pages>
  <Words>86149</Words>
  <Characters>334610</Characters>
  <Application>Microsoft Office Word</Application>
  <DocSecurity>0</DocSecurity>
  <Lines>2788</Lines>
  <Paragraphs>839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419920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6</cp:revision>
  <cp:lastPrinted>2014-01-25T18:18:00Z</cp:lastPrinted>
  <dcterms:created xsi:type="dcterms:W3CDTF">2014-07-20T08:52:00Z</dcterms:created>
  <dcterms:modified xsi:type="dcterms:W3CDTF">2014-07-28T09:11:00Z</dcterms:modified>
</cp:coreProperties>
</file>